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005C9" w14:textId="77777777" w:rsidR="00684847" w:rsidRDefault="00684847" w:rsidP="00F407EB">
      <w:pPr>
        <w:pStyle w:val="Heading3"/>
      </w:pPr>
      <w:bookmarkStart w:id="0" w:name="_Hlk120104259"/>
      <w:bookmarkEnd w:id="0"/>
    </w:p>
    <w:p w14:paraId="538AD4F2" w14:textId="77777777" w:rsidR="00684847" w:rsidRDefault="00684847" w:rsidP="00684847">
      <w:pPr>
        <w:jc w:val="center"/>
      </w:pPr>
    </w:p>
    <w:p w14:paraId="10183B75" w14:textId="77777777" w:rsidR="00684847" w:rsidRDefault="00684847" w:rsidP="00684847">
      <w:pPr>
        <w:jc w:val="center"/>
      </w:pPr>
    </w:p>
    <w:p w14:paraId="0CADAE6E" w14:textId="77777777" w:rsidR="00684847" w:rsidRDefault="00684847" w:rsidP="00684847">
      <w:pPr>
        <w:jc w:val="center"/>
      </w:pPr>
    </w:p>
    <w:p w14:paraId="7E096AE7" w14:textId="77777777" w:rsidR="00684847" w:rsidRDefault="00684847" w:rsidP="00684847">
      <w:pPr>
        <w:jc w:val="center"/>
      </w:pPr>
    </w:p>
    <w:p w14:paraId="4A5721EB" w14:textId="77777777" w:rsidR="00684847" w:rsidRDefault="00684847" w:rsidP="00684847">
      <w:pPr>
        <w:jc w:val="center"/>
      </w:pPr>
    </w:p>
    <w:p w14:paraId="0BBD13E8" w14:textId="77777777" w:rsidR="00684847" w:rsidRDefault="00684847" w:rsidP="00684847">
      <w:pPr>
        <w:jc w:val="center"/>
      </w:pPr>
    </w:p>
    <w:p w14:paraId="6FB17575" w14:textId="77777777" w:rsidR="00684847" w:rsidRDefault="00684847" w:rsidP="00684847">
      <w:pPr>
        <w:jc w:val="center"/>
      </w:pPr>
    </w:p>
    <w:p w14:paraId="05F402F7" w14:textId="77777777" w:rsidR="00F82512" w:rsidRDefault="00866213" w:rsidP="00684847">
      <w:pPr>
        <w:jc w:val="center"/>
      </w:pPr>
      <w:r>
        <w:rPr>
          <w:noProof/>
        </w:rPr>
        <w:drawing>
          <wp:inline distT="0" distB="0" distL="0" distR="0" wp14:anchorId="7A665BE5" wp14:editId="43E04EA3">
            <wp:extent cx="1467015" cy="1097280"/>
            <wp:effectExtent l="0" t="0" r="0" b="762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467015" cy="1097280"/>
                    </a:xfrm>
                    <a:prstGeom prst="rect">
                      <a:avLst/>
                    </a:prstGeom>
                  </pic:spPr>
                </pic:pic>
              </a:graphicData>
            </a:graphic>
          </wp:inline>
        </w:drawing>
      </w:r>
    </w:p>
    <w:p w14:paraId="7D228223" w14:textId="77777777" w:rsidR="00684847" w:rsidRDefault="00684847" w:rsidP="00684847">
      <w:pPr>
        <w:pStyle w:val="Title"/>
        <w:pBdr>
          <w:bottom w:val="single" w:sz="24" w:space="1" w:color="00395D" w:themeColor="accent1"/>
        </w:pBdr>
      </w:pPr>
    </w:p>
    <w:p w14:paraId="2FE772B3" w14:textId="77777777" w:rsidR="00684847" w:rsidRDefault="00684847" w:rsidP="00684847">
      <w:pPr>
        <w:jc w:val="center"/>
      </w:pPr>
    </w:p>
    <w:p w14:paraId="5D280BC7" w14:textId="09A43552" w:rsidR="00684847" w:rsidRDefault="00CC414A" w:rsidP="00684847">
      <w:pPr>
        <w:pStyle w:val="Title"/>
      </w:pPr>
      <w:r>
        <w:t xml:space="preserve">2022 WECC Annual Base Case Compilation </w:t>
      </w:r>
      <w:r w:rsidR="00A94937">
        <w:br/>
      </w:r>
      <w:r>
        <w:t>and Data Check Report</w:t>
      </w:r>
    </w:p>
    <w:p w14:paraId="6458A775" w14:textId="7D4ECC45" w:rsidR="00902C28" w:rsidRDefault="00CC414A" w:rsidP="00684847">
      <w:pPr>
        <w:pStyle w:val="Subtitle"/>
      </w:pPr>
      <w:r>
        <w:t>WECC Staff</w:t>
      </w:r>
    </w:p>
    <w:p w14:paraId="52AEBFED" w14:textId="6D90C074" w:rsidR="00902C28" w:rsidRDefault="000314A9" w:rsidP="00CC414A">
      <w:pPr>
        <w:jc w:val="center"/>
      </w:pPr>
      <w:r w:rsidRPr="000314A9">
        <w:rPr>
          <w:rFonts w:ascii="Palatino Linotype" w:eastAsiaTheme="minorEastAsia" w:hAnsi="Palatino Linotype"/>
          <w:color w:val="000000" w:themeColor="text1"/>
          <w:spacing w:val="15"/>
          <w:sz w:val="26"/>
          <w:szCs w:val="26"/>
        </w:rPr>
        <w:t>November 28, 2022</w:t>
      </w:r>
      <w:r w:rsidR="00684847">
        <w:br w:type="page"/>
      </w:r>
    </w:p>
    <w:p w14:paraId="6A5EB842" w14:textId="77777777" w:rsidR="003075B5" w:rsidRPr="00902C28" w:rsidRDefault="003075B5" w:rsidP="003075B5">
      <w:pPr>
        <w:pStyle w:val="Introduction"/>
      </w:pPr>
      <w:r w:rsidRPr="00902C28">
        <w:lastRenderedPageBreak/>
        <w:t>Executive Summary</w:t>
      </w:r>
    </w:p>
    <w:p w14:paraId="4ECFA686" w14:textId="167ED083" w:rsidR="003075B5" w:rsidRDefault="003075B5" w:rsidP="003075B5">
      <w:r>
        <w:t xml:space="preserve">WECC </w:t>
      </w:r>
      <w:r w:rsidR="00F84CB4">
        <w:t xml:space="preserve">conducts the </w:t>
      </w:r>
      <w:r>
        <w:t>Annual Base Case Compilation and Data Check Program to provide high-quality base cases of the Western Interconnection electric system</w:t>
      </w:r>
      <w:r w:rsidR="00F84CB4">
        <w:t xml:space="preserve">, </w:t>
      </w:r>
      <w:r>
        <w:t>as it exists and as is planned over the next 10 years</w:t>
      </w:r>
      <w:r w:rsidR="00F84CB4">
        <w:t xml:space="preserve">, </w:t>
      </w:r>
      <w:r>
        <w:t xml:space="preserve">for WECC member and </w:t>
      </w:r>
      <w:r w:rsidR="00B93933">
        <w:t>s</w:t>
      </w:r>
      <w:r>
        <w:t>taff use. This report includes 12 base cases prepared in 2021 and 2022. Seven stability simulations and the Steady-state and Dynamics Dashboard (SADD) were used to evaluate each case. The SADD is a list of potential data issues that the System Review Subcommittee (SRS) has identified as important to track in base cases. The stability simulations are used to find potential data issues and reliability risks. Five of the power flow cases were prepared for conducting operating studies and the other seven modeled various planning cases out to 2033.</w:t>
      </w:r>
    </w:p>
    <w:p w14:paraId="4EE8DA0B" w14:textId="77777777" w:rsidR="00F84CB4" w:rsidRDefault="003075B5" w:rsidP="003075B5">
      <w:r>
        <w:t xml:space="preserve">This report summarizes the results of the SADD and the disturbance simulations done by WECC staff, overseen by the SRS and the Reliability Assessment Committee (RAC). For the 2022 WECC Base Case Compilation and Data Check Report (2022 Report), disturbances were spread throughout the Western Interconnection in Northern California, Southern California, Colorado, and Idaho. Some of the disturbances have associated Remedial Action Scheme (RAS) action. All disturbances </w:t>
      </w:r>
      <w:r w:rsidR="00F84CB4">
        <w:t>requiring</w:t>
      </w:r>
      <w:r>
        <w:t xml:space="preserve"> RAS actions were </w:t>
      </w:r>
      <w:r w:rsidR="00F84CB4">
        <w:t>simulated</w:t>
      </w:r>
      <w:r>
        <w:t xml:space="preserve"> using in-run programs. </w:t>
      </w:r>
    </w:p>
    <w:p w14:paraId="0F3447C3" w14:textId="4146A9B2" w:rsidR="003075B5" w:rsidRDefault="003075B5" w:rsidP="003075B5">
      <w:r>
        <w:t>The primary objectives of the 2022 Report are to—</w:t>
      </w:r>
    </w:p>
    <w:p w14:paraId="63B1B896" w14:textId="77777777" w:rsidR="003075B5" w:rsidRDefault="003075B5" w:rsidP="003710B2">
      <w:pPr>
        <w:pStyle w:val="ListParagraph"/>
        <w:numPr>
          <w:ilvl w:val="0"/>
          <w:numId w:val="9"/>
        </w:numPr>
      </w:pPr>
      <w:r>
        <w:t>Assess system model performance by simulating disturbances with a potentially high impact on the system; and</w:t>
      </w:r>
    </w:p>
    <w:p w14:paraId="34034DE6" w14:textId="77777777" w:rsidR="003075B5" w:rsidRDefault="003075B5" w:rsidP="003710B2">
      <w:pPr>
        <w:pStyle w:val="ListParagraph"/>
        <w:numPr>
          <w:ilvl w:val="0"/>
          <w:numId w:val="9"/>
        </w:numPr>
      </w:pPr>
      <w:r>
        <w:t>Evaluate the quality of the steady-state data and dynamic transmission system model data that were used to develop WECC base cases.</w:t>
      </w:r>
    </w:p>
    <w:p w14:paraId="7DD0509C" w14:textId="4F48F901" w:rsidR="003075B5" w:rsidRDefault="003075B5" w:rsidP="003075B5">
      <w:r>
        <w:t xml:space="preserve">For the 2022 Report, results of disturbance simulations were checked for undamped oscillations and other deviations from standard behavior. In the 2022 Report, several potential data anomalies found during the stability simulations are shown in Appendix B. </w:t>
      </w:r>
    </w:p>
    <w:p w14:paraId="3BB16BA1" w14:textId="77777777" w:rsidR="003075B5" w:rsidRDefault="003075B5" w:rsidP="003075B5">
      <w:pPr>
        <w:pStyle w:val="Introduction"/>
      </w:pPr>
      <w:bookmarkStart w:id="1" w:name="_Toc85468452"/>
      <w:bookmarkStart w:id="2" w:name="_Toc86311645"/>
      <w:r>
        <w:t>Recommendations</w:t>
      </w:r>
      <w:bookmarkEnd w:id="1"/>
      <w:bookmarkEnd w:id="2"/>
    </w:p>
    <w:p w14:paraId="207ADC2D" w14:textId="1A0E3BAE" w:rsidR="003075B5" w:rsidRPr="00404C28" w:rsidRDefault="003075B5" w:rsidP="003075B5">
      <w:r w:rsidRPr="00404C28">
        <w:t xml:space="preserve">The number of issues found in the SADD is large but decreasing. Data submitters should continue their efforts to resolve these issues. Data submitters should also find a way to </w:t>
      </w:r>
      <w:r>
        <w:t>update processes to stop recurring errors</w:t>
      </w:r>
      <w:r w:rsidRPr="00404C28">
        <w:t xml:space="preserve">. Data submitters need to contact WECC staff for </w:t>
      </w:r>
      <w:r>
        <w:t xml:space="preserve">models </w:t>
      </w:r>
      <w:r w:rsidRPr="00404C28">
        <w:t xml:space="preserve">that should be </w:t>
      </w:r>
      <w:r>
        <w:t>exempt from specific data checks</w:t>
      </w:r>
      <w:r w:rsidRPr="00404C28">
        <w:t>.</w:t>
      </w:r>
    </w:p>
    <w:p w14:paraId="245D7846" w14:textId="68F186F8" w:rsidR="003075B5" w:rsidRDefault="003075B5" w:rsidP="003075B5">
      <w:r>
        <w:t>Data submitters should prioritize populating turbine type and Balancing Authority Area</w:t>
      </w:r>
      <w:r w:rsidR="00B61894">
        <w:t xml:space="preserve"> (BAA)</w:t>
      </w:r>
      <w:r>
        <w:t xml:space="preserve"> data as well as reducing the amount of load</w:t>
      </w:r>
      <w:r w:rsidR="00A47753">
        <w:t>-</w:t>
      </w:r>
      <w:r>
        <w:t>netted generation.</w:t>
      </w:r>
    </w:p>
    <w:p w14:paraId="3DB06AA6" w14:textId="5888E764" w:rsidR="003075B5" w:rsidRDefault="003075B5" w:rsidP="003075B5">
      <w:r>
        <w:t xml:space="preserve">Data submitters should review the dynamic error logs that WECC </w:t>
      </w:r>
      <w:r w:rsidR="00A47753">
        <w:t>s</w:t>
      </w:r>
      <w:r>
        <w:t xml:space="preserve">taff compiles for each case and in Appendix B for recurring issues and make corrections to prevent the errors from </w:t>
      </w:r>
      <w:r w:rsidR="00A47753">
        <w:t>recurring</w:t>
      </w:r>
      <w:r>
        <w:t>.</w:t>
      </w:r>
    </w:p>
    <w:p w14:paraId="4D3D18CA" w14:textId="523741AF" w:rsidR="004746BA" w:rsidRDefault="003075B5" w:rsidP="00F84CB4">
      <w:r>
        <w:t>Data submitters should ensure that distributed generation and inverter-based resources in their area</w:t>
      </w:r>
      <w:r w:rsidR="00690116">
        <w:t>s</w:t>
      </w:r>
      <w:r>
        <w:t xml:space="preserve"> are modeled appropriately for the time of day each case is intended to represent.</w:t>
      </w:r>
      <w:r w:rsidR="00902C28">
        <w:br w:type="page"/>
      </w:r>
    </w:p>
    <w:p w14:paraId="019FF06E" w14:textId="0DAFB1F5" w:rsidR="00B3131B" w:rsidRDefault="002B0516">
      <w:pPr>
        <w:pStyle w:val="TOC1"/>
        <w:rPr>
          <w:rFonts w:eastAsiaTheme="minorEastAsia"/>
          <w:b w:val="0"/>
        </w:rPr>
      </w:pPr>
      <w:r>
        <w:rPr>
          <w:rFonts w:eastAsiaTheme="majorEastAsia" w:cstheme="majorBidi"/>
          <w:color w:val="00395D" w:themeColor="accent1"/>
          <w:sz w:val="32"/>
          <w:szCs w:val="32"/>
        </w:rPr>
        <w:lastRenderedPageBreak/>
        <w:fldChar w:fldCharType="begin"/>
      </w:r>
      <w:r>
        <w:instrText xml:space="preserve"> TOC \o "1-1" \h \z \u </w:instrText>
      </w:r>
      <w:r>
        <w:rPr>
          <w:rFonts w:eastAsiaTheme="majorEastAsia" w:cstheme="majorBidi"/>
          <w:color w:val="00395D" w:themeColor="accent1"/>
          <w:sz w:val="32"/>
          <w:szCs w:val="32"/>
        </w:rPr>
        <w:fldChar w:fldCharType="separate"/>
      </w:r>
      <w:hyperlink w:anchor="_Toc120527442" w:history="1">
        <w:r w:rsidR="00B3131B" w:rsidRPr="006003CB">
          <w:rPr>
            <w:rStyle w:val="Hyperlink"/>
          </w:rPr>
          <w:t>Introduction</w:t>
        </w:r>
        <w:r w:rsidR="00B3131B">
          <w:rPr>
            <w:webHidden/>
          </w:rPr>
          <w:tab/>
        </w:r>
        <w:r w:rsidR="00B3131B">
          <w:rPr>
            <w:webHidden/>
          </w:rPr>
          <w:fldChar w:fldCharType="begin"/>
        </w:r>
        <w:r w:rsidR="00B3131B">
          <w:rPr>
            <w:webHidden/>
          </w:rPr>
          <w:instrText xml:space="preserve"> PAGEREF _Toc120527442 \h </w:instrText>
        </w:r>
        <w:r w:rsidR="00B3131B">
          <w:rPr>
            <w:webHidden/>
          </w:rPr>
        </w:r>
        <w:r w:rsidR="00B3131B">
          <w:rPr>
            <w:webHidden/>
          </w:rPr>
          <w:fldChar w:fldCharType="separate"/>
        </w:r>
        <w:r w:rsidR="00B3131B">
          <w:rPr>
            <w:webHidden/>
          </w:rPr>
          <w:t>4</w:t>
        </w:r>
        <w:r w:rsidR="00B3131B">
          <w:rPr>
            <w:webHidden/>
          </w:rPr>
          <w:fldChar w:fldCharType="end"/>
        </w:r>
      </w:hyperlink>
    </w:p>
    <w:p w14:paraId="6FD74A28" w14:textId="0174008A" w:rsidR="00B3131B" w:rsidRDefault="00B3131B">
      <w:pPr>
        <w:pStyle w:val="TOC1"/>
        <w:rPr>
          <w:rFonts w:eastAsiaTheme="minorEastAsia"/>
          <w:b w:val="0"/>
        </w:rPr>
      </w:pPr>
      <w:hyperlink w:anchor="_Toc120527443" w:history="1">
        <w:r w:rsidRPr="006003CB">
          <w:rPr>
            <w:rStyle w:val="Hyperlink"/>
          </w:rPr>
          <w:t>Disturbances Performed</w:t>
        </w:r>
        <w:r>
          <w:rPr>
            <w:webHidden/>
          </w:rPr>
          <w:tab/>
        </w:r>
        <w:r>
          <w:rPr>
            <w:webHidden/>
          </w:rPr>
          <w:fldChar w:fldCharType="begin"/>
        </w:r>
        <w:r>
          <w:rPr>
            <w:webHidden/>
          </w:rPr>
          <w:instrText xml:space="preserve"> PAGEREF _Toc120527443 \h </w:instrText>
        </w:r>
        <w:r>
          <w:rPr>
            <w:webHidden/>
          </w:rPr>
        </w:r>
        <w:r>
          <w:rPr>
            <w:webHidden/>
          </w:rPr>
          <w:fldChar w:fldCharType="separate"/>
        </w:r>
        <w:r>
          <w:rPr>
            <w:webHidden/>
          </w:rPr>
          <w:t>5</w:t>
        </w:r>
        <w:r>
          <w:rPr>
            <w:webHidden/>
          </w:rPr>
          <w:fldChar w:fldCharType="end"/>
        </w:r>
      </w:hyperlink>
    </w:p>
    <w:p w14:paraId="3144C217" w14:textId="58A23376" w:rsidR="00B3131B" w:rsidRDefault="00B3131B">
      <w:pPr>
        <w:pStyle w:val="TOC1"/>
        <w:rPr>
          <w:rFonts w:eastAsiaTheme="minorEastAsia"/>
          <w:b w:val="0"/>
        </w:rPr>
      </w:pPr>
      <w:hyperlink w:anchor="_Toc120527444" w:history="1">
        <w:r w:rsidRPr="006003CB">
          <w:rPr>
            <w:rStyle w:val="Hyperlink"/>
          </w:rPr>
          <w:t>Results and Recommendations</w:t>
        </w:r>
        <w:r>
          <w:rPr>
            <w:webHidden/>
          </w:rPr>
          <w:tab/>
        </w:r>
        <w:r>
          <w:rPr>
            <w:webHidden/>
          </w:rPr>
          <w:fldChar w:fldCharType="begin"/>
        </w:r>
        <w:r>
          <w:rPr>
            <w:webHidden/>
          </w:rPr>
          <w:instrText xml:space="preserve"> PAGEREF _Toc120527444 \h </w:instrText>
        </w:r>
        <w:r>
          <w:rPr>
            <w:webHidden/>
          </w:rPr>
        </w:r>
        <w:r>
          <w:rPr>
            <w:webHidden/>
          </w:rPr>
          <w:fldChar w:fldCharType="separate"/>
        </w:r>
        <w:r>
          <w:rPr>
            <w:webHidden/>
          </w:rPr>
          <w:t>5</w:t>
        </w:r>
        <w:r>
          <w:rPr>
            <w:webHidden/>
          </w:rPr>
          <w:fldChar w:fldCharType="end"/>
        </w:r>
      </w:hyperlink>
    </w:p>
    <w:p w14:paraId="35D6BE67" w14:textId="11EBE5DB" w:rsidR="00B3131B" w:rsidRDefault="00B3131B">
      <w:pPr>
        <w:pStyle w:val="TOC1"/>
        <w:rPr>
          <w:rFonts w:eastAsiaTheme="minorEastAsia"/>
          <w:b w:val="0"/>
        </w:rPr>
      </w:pPr>
      <w:hyperlink w:anchor="_Toc120527445" w:history="1">
        <w:r w:rsidRPr="006003CB">
          <w:rPr>
            <w:rStyle w:val="Hyperlink"/>
          </w:rPr>
          <w:t>General Information</w:t>
        </w:r>
        <w:r>
          <w:rPr>
            <w:webHidden/>
          </w:rPr>
          <w:tab/>
        </w:r>
        <w:r>
          <w:rPr>
            <w:webHidden/>
          </w:rPr>
          <w:fldChar w:fldCharType="begin"/>
        </w:r>
        <w:r>
          <w:rPr>
            <w:webHidden/>
          </w:rPr>
          <w:instrText xml:space="preserve"> PAGEREF _Toc120527445 \h </w:instrText>
        </w:r>
        <w:r>
          <w:rPr>
            <w:webHidden/>
          </w:rPr>
        </w:r>
        <w:r>
          <w:rPr>
            <w:webHidden/>
          </w:rPr>
          <w:fldChar w:fldCharType="separate"/>
        </w:r>
        <w:r>
          <w:rPr>
            <w:webHidden/>
          </w:rPr>
          <w:t>14</w:t>
        </w:r>
        <w:r>
          <w:rPr>
            <w:webHidden/>
          </w:rPr>
          <w:fldChar w:fldCharType="end"/>
        </w:r>
      </w:hyperlink>
    </w:p>
    <w:p w14:paraId="0A534B4A" w14:textId="333A2833" w:rsidR="00B3131B" w:rsidRDefault="00B3131B">
      <w:pPr>
        <w:pStyle w:val="TOC1"/>
        <w:rPr>
          <w:rFonts w:eastAsiaTheme="minorEastAsia"/>
          <w:b w:val="0"/>
        </w:rPr>
      </w:pPr>
      <w:hyperlink w:anchor="_Toc120527446" w:history="1">
        <w:r w:rsidRPr="006003CB">
          <w:rPr>
            <w:rStyle w:val="Hyperlink"/>
          </w:rPr>
          <w:t>Objectives</w:t>
        </w:r>
        <w:r>
          <w:rPr>
            <w:webHidden/>
          </w:rPr>
          <w:tab/>
        </w:r>
        <w:r>
          <w:rPr>
            <w:webHidden/>
          </w:rPr>
          <w:fldChar w:fldCharType="begin"/>
        </w:r>
        <w:r>
          <w:rPr>
            <w:webHidden/>
          </w:rPr>
          <w:instrText xml:space="preserve"> PAGEREF _Toc120527446 \h </w:instrText>
        </w:r>
        <w:r>
          <w:rPr>
            <w:webHidden/>
          </w:rPr>
        </w:r>
        <w:r>
          <w:rPr>
            <w:webHidden/>
          </w:rPr>
          <w:fldChar w:fldCharType="separate"/>
        </w:r>
        <w:r>
          <w:rPr>
            <w:webHidden/>
          </w:rPr>
          <w:t>15</w:t>
        </w:r>
        <w:r>
          <w:rPr>
            <w:webHidden/>
          </w:rPr>
          <w:fldChar w:fldCharType="end"/>
        </w:r>
      </w:hyperlink>
    </w:p>
    <w:p w14:paraId="2DD18DA6" w14:textId="35595DEC" w:rsidR="00902C28" w:rsidRDefault="002B0516" w:rsidP="002B0516">
      <w:pPr>
        <w:pStyle w:val="Heading1"/>
      </w:pPr>
      <w:r>
        <w:fldChar w:fldCharType="end"/>
      </w:r>
      <w:r w:rsidR="004D404D">
        <w:br w:type="page"/>
      </w:r>
      <w:bookmarkStart w:id="3" w:name="_Toc120527442"/>
      <w:r w:rsidR="00D37CA3">
        <w:lastRenderedPageBreak/>
        <w:t>Introduction</w:t>
      </w:r>
      <w:bookmarkEnd w:id="3"/>
    </w:p>
    <w:p w14:paraId="2C26204E" w14:textId="3AFBA3B6" w:rsidR="004746BA" w:rsidRDefault="00D37CA3" w:rsidP="00D37CA3">
      <w:r>
        <w:t>Each year, WECC performs a Base Case Compilation and Data Check (BCCDC) to create an ongoing assessment of the electric system model of the Western Interconnection</w:t>
      </w:r>
      <w:r w:rsidR="002D1DB0">
        <w:t xml:space="preserve"> </w:t>
      </w:r>
      <w:r>
        <w:t xml:space="preserve">in its existing state and for configurations extending 10 years into the future. Base case performance is gauged by transient simulations of high-impact disturbances and through many data check routines, both of which help WECC staff compiling the cases identify anomalous data. If </w:t>
      </w:r>
      <w:r w:rsidR="00A77683">
        <w:t>s</w:t>
      </w:r>
      <w:r>
        <w:t>taff finds anomalies, they are logged for future investigation.</w:t>
      </w:r>
    </w:p>
    <w:p w14:paraId="0E9D60FE" w14:textId="0BAF04CC" w:rsidR="00D37CA3" w:rsidRDefault="00D37CA3" w:rsidP="00D37CA3">
      <w:r>
        <w:t xml:space="preserve">The 2022 BCCDC analyzes the base case model data quality by creating the Steady-state and Dynamics Dashboard (SADD) and running several disturbances on the cases used in the 2022 WECC Annual Base Case Compilation and Data Check Report (2022 Report). The SADD compares the data in the power flow and transient stability data to requirements in the </w:t>
      </w:r>
      <w:hyperlink r:id="rId10" w:history="1">
        <w:r w:rsidRPr="00327677">
          <w:rPr>
            <w:rStyle w:val="Hyperlink"/>
          </w:rPr>
          <w:t>Data Preparation Manual (DPM)</w:t>
        </w:r>
      </w:hyperlink>
      <w:r w:rsidR="00C4278E">
        <w:t xml:space="preserve"> and the NERC Case Quality Metrics.</w:t>
      </w:r>
      <w:r>
        <w:t xml:space="preserve"> The log for each case is shown in Appendix A. The disturbances are run primarily in transient stability simulations but are occasionally evaluated in post-transient power flow simulations, as described in Appendix B. Appendix C explains the base case naming conventions.</w:t>
      </w:r>
    </w:p>
    <w:p w14:paraId="2931F661" w14:textId="00ABC2C3" w:rsidR="00D37CA3" w:rsidRDefault="00D37CA3" w:rsidP="00D37CA3">
      <w:r>
        <w:t xml:space="preserve">The 2022 Report includes lessons learned during the 2022 BCCDC from approved WECC base cases showing system conditions between the winter of 2022 and the summer of 2033. </w:t>
      </w:r>
      <w:r w:rsidR="00E901B1">
        <w:t>The Results and Recommendations section</w:t>
      </w:r>
      <w:r w:rsidR="00E901B1" w:rsidRPr="006E57F8">
        <w:t xml:space="preserve"> presents conclusions about the results and recommendations for further action.</w:t>
      </w:r>
      <w:r w:rsidR="00F84CB4">
        <w:t xml:space="preserve"> The</w:t>
      </w:r>
      <w:r w:rsidR="00E901B1">
        <w:t xml:space="preserve"> General Information</w:t>
      </w:r>
      <w:r w:rsidR="00F84CB4">
        <w:t xml:space="preserve"> section</w:t>
      </w:r>
      <w:r w:rsidR="00E901B1">
        <w:t xml:space="preserve"> </w:t>
      </w:r>
      <w:r w:rsidR="00E901B1" w:rsidRPr="006E57F8">
        <w:t xml:space="preserve">includes information </w:t>
      </w:r>
      <w:r w:rsidR="00E901B1">
        <w:t>about</w:t>
      </w:r>
      <w:r w:rsidR="00E901B1" w:rsidRPr="006E57F8">
        <w:t xml:space="preserve"> how the studies were conducted.</w:t>
      </w:r>
    </w:p>
    <w:p w14:paraId="0AF9CE52" w14:textId="23E9D39F" w:rsidR="00D37CA3" w:rsidRDefault="00D37CA3" w:rsidP="00D37CA3">
      <w:r>
        <w:t xml:space="preserve">To reach the objectives of the 2022 BCCDC, most base cases were compiled to represent system operation under high, but realistic, stress levels. Members of WECC’s System Review Subcommittee </w:t>
      </w:r>
      <w:r w:rsidR="00644B4F">
        <w:t xml:space="preserve">(SRS) </w:t>
      </w:r>
      <w:r>
        <w:t xml:space="preserve">also requested two </w:t>
      </w:r>
      <w:r w:rsidR="002433F0">
        <w:t>s</w:t>
      </w:r>
      <w:r>
        <w:t xml:space="preserve">pecialized base cases be built as part of the 2022 BCCDC. Specialized cases can represent the system under atypical conditions, such as severe weather, major equipment outages, or unusual generation patterns, or they can represent </w:t>
      </w:r>
      <w:r w:rsidR="001F1AE1">
        <w:t xml:space="preserve">more typical system conditions that are not part of the nine recurring cases </w:t>
      </w:r>
      <w:r w:rsidR="00A77683">
        <w:t>s</w:t>
      </w:r>
      <w:r w:rsidR="00644B4F">
        <w:t>taff</w:t>
      </w:r>
      <w:r w:rsidR="001F1AE1">
        <w:t xml:space="preserve"> compiles annually. The nine recurring cases are five operating cases and four general 5- to 10-year cases.</w:t>
      </w:r>
    </w:p>
    <w:p w14:paraId="1D609881" w14:textId="1D034EB6" w:rsidR="001F1AE1" w:rsidRDefault="001F1AE1" w:rsidP="00D37CA3">
      <w:r>
        <w:t xml:space="preserve">The cases reviewed in this report </w:t>
      </w:r>
      <w:r w:rsidR="00D515D3">
        <w:t>are</w:t>
      </w:r>
      <w:r>
        <w:t>:</w:t>
      </w:r>
    </w:p>
    <w:p w14:paraId="48604F9F" w14:textId="60DC1A05" w:rsidR="001F1AE1" w:rsidRDefault="001F1AE1" w:rsidP="003710B2">
      <w:pPr>
        <w:pStyle w:val="ListParagraph"/>
        <w:numPr>
          <w:ilvl w:val="0"/>
          <w:numId w:val="3"/>
        </w:numPr>
      </w:pPr>
      <w:r>
        <w:t>22HS3Sa</w:t>
      </w:r>
      <w:r w:rsidR="007D396F">
        <w:t>—</w:t>
      </w:r>
      <w:r>
        <w:t>2022 Heavy Summer 3 Specialized</w:t>
      </w:r>
      <w:r w:rsidR="009A3B73">
        <w:t>;</w:t>
      </w:r>
    </w:p>
    <w:p w14:paraId="4AD4E65D" w14:textId="7865DBBD" w:rsidR="001F1AE1" w:rsidRDefault="001F1AE1" w:rsidP="003710B2">
      <w:pPr>
        <w:pStyle w:val="ListParagraph"/>
        <w:numPr>
          <w:ilvl w:val="0"/>
          <w:numId w:val="3"/>
        </w:numPr>
      </w:pPr>
      <w:r>
        <w:t>33LSP1Sa</w:t>
      </w:r>
      <w:r w:rsidR="007D396F">
        <w:t>—</w:t>
      </w:r>
      <w:r>
        <w:t>2033 Light Spring 1 Specialized</w:t>
      </w:r>
      <w:r w:rsidR="009A3B73">
        <w:t>;</w:t>
      </w:r>
    </w:p>
    <w:p w14:paraId="2C524DC2" w14:textId="0A0025B8" w:rsidR="001F1AE1" w:rsidRDefault="001F1AE1" w:rsidP="003710B2">
      <w:pPr>
        <w:pStyle w:val="ListParagraph"/>
        <w:numPr>
          <w:ilvl w:val="0"/>
          <w:numId w:val="3"/>
        </w:numPr>
      </w:pPr>
      <w:r>
        <w:t>23HW3a</w:t>
      </w:r>
      <w:r w:rsidR="007D396F">
        <w:t>—</w:t>
      </w:r>
      <w:r>
        <w:t>2023 Heavy Winter 3 Operating</w:t>
      </w:r>
      <w:r w:rsidR="009A3B73">
        <w:t>;</w:t>
      </w:r>
    </w:p>
    <w:p w14:paraId="263E525B" w14:textId="27CE7A9C" w:rsidR="001F1AE1" w:rsidRDefault="001F1AE1" w:rsidP="003710B2">
      <w:pPr>
        <w:pStyle w:val="ListParagraph"/>
        <w:numPr>
          <w:ilvl w:val="0"/>
          <w:numId w:val="3"/>
        </w:numPr>
      </w:pPr>
      <w:r>
        <w:t>23LW1a</w:t>
      </w:r>
      <w:r w:rsidR="007D396F">
        <w:t>—</w:t>
      </w:r>
      <w:r>
        <w:t>2023 Light Winter 1 Operating</w:t>
      </w:r>
      <w:r w:rsidR="009A3B73">
        <w:t>;</w:t>
      </w:r>
    </w:p>
    <w:p w14:paraId="158423A2" w14:textId="6DD1F0EE" w:rsidR="001F1AE1" w:rsidRDefault="001F1AE1" w:rsidP="003710B2">
      <w:pPr>
        <w:pStyle w:val="ListParagraph"/>
        <w:numPr>
          <w:ilvl w:val="0"/>
          <w:numId w:val="3"/>
        </w:numPr>
      </w:pPr>
      <w:r>
        <w:t>23HSP1a</w:t>
      </w:r>
      <w:r w:rsidR="007D396F">
        <w:t>—</w:t>
      </w:r>
      <w:r>
        <w:t>2023 Heavy Spring 1 Operating</w:t>
      </w:r>
      <w:r w:rsidR="009A3B73">
        <w:t>;</w:t>
      </w:r>
    </w:p>
    <w:p w14:paraId="5EB67F26" w14:textId="74306E31" w:rsidR="001F1AE1" w:rsidRDefault="001F1AE1" w:rsidP="003710B2">
      <w:pPr>
        <w:pStyle w:val="ListParagraph"/>
        <w:numPr>
          <w:ilvl w:val="0"/>
          <w:numId w:val="3"/>
        </w:numPr>
      </w:pPr>
      <w:r>
        <w:t>28HW2a</w:t>
      </w:r>
      <w:r w:rsidR="007D396F">
        <w:t>—</w:t>
      </w:r>
      <w:r>
        <w:t>2028 Heavy Winter 2 Typical 5-Year Case</w:t>
      </w:r>
      <w:r w:rsidR="009A3B73">
        <w:t>;</w:t>
      </w:r>
    </w:p>
    <w:p w14:paraId="78AC57AD" w14:textId="6C8ECC23" w:rsidR="001F1AE1" w:rsidRDefault="001F1AE1" w:rsidP="003710B2">
      <w:pPr>
        <w:pStyle w:val="ListParagraph"/>
        <w:numPr>
          <w:ilvl w:val="0"/>
          <w:numId w:val="3"/>
        </w:numPr>
      </w:pPr>
      <w:r>
        <w:t>28HS2a</w:t>
      </w:r>
      <w:r w:rsidR="007D396F">
        <w:t>—</w:t>
      </w:r>
      <w:r>
        <w:t>2028 Heavy Summer 2 Typical 5-Year Case</w:t>
      </w:r>
      <w:r w:rsidR="009A3B73">
        <w:t>;</w:t>
      </w:r>
    </w:p>
    <w:p w14:paraId="7E1F064E" w14:textId="5206B015" w:rsidR="001F1AE1" w:rsidRDefault="001F1AE1" w:rsidP="003710B2">
      <w:pPr>
        <w:pStyle w:val="ListParagraph"/>
        <w:numPr>
          <w:ilvl w:val="0"/>
          <w:numId w:val="3"/>
        </w:numPr>
      </w:pPr>
      <w:r>
        <w:t>23HS4a</w:t>
      </w:r>
      <w:r w:rsidR="007D396F">
        <w:t>—</w:t>
      </w:r>
      <w:r>
        <w:t>2023 Heavy Summer 4 Operating</w:t>
      </w:r>
      <w:r w:rsidR="009A3B73">
        <w:t>;</w:t>
      </w:r>
    </w:p>
    <w:p w14:paraId="14409EF0" w14:textId="14027497" w:rsidR="001F1AE1" w:rsidRDefault="001F1AE1" w:rsidP="003710B2">
      <w:pPr>
        <w:pStyle w:val="ListParagraph"/>
        <w:numPr>
          <w:ilvl w:val="0"/>
          <w:numId w:val="3"/>
        </w:numPr>
      </w:pPr>
      <w:r>
        <w:t>23LS1a</w:t>
      </w:r>
      <w:r w:rsidR="007D396F">
        <w:t>—</w:t>
      </w:r>
      <w:r>
        <w:t>2023 Light Summer 1 Operating</w:t>
      </w:r>
      <w:r w:rsidR="009A3B73">
        <w:t>;</w:t>
      </w:r>
    </w:p>
    <w:p w14:paraId="2E85B022" w14:textId="1FE913CF" w:rsidR="001F1AE1" w:rsidRDefault="001F1AE1" w:rsidP="003710B2">
      <w:pPr>
        <w:pStyle w:val="ListParagraph"/>
        <w:numPr>
          <w:ilvl w:val="0"/>
          <w:numId w:val="3"/>
        </w:numPr>
      </w:pPr>
      <w:r>
        <w:lastRenderedPageBreak/>
        <w:t>33HW1a</w:t>
      </w:r>
      <w:r w:rsidR="007D396F">
        <w:t>—</w:t>
      </w:r>
      <w:r>
        <w:t>2033 Heavy Winter 1 Typical 10-Year Case</w:t>
      </w:r>
      <w:r w:rsidR="009A3B73">
        <w:t>; and</w:t>
      </w:r>
    </w:p>
    <w:p w14:paraId="1195591A" w14:textId="12865D6F" w:rsidR="001F1AE1" w:rsidRDefault="001F1AE1" w:rsidP="003710B2">
      <w:pPr>
        <w:pStyle w:val="ListParagraph"/>
        <w:numPr>
          <w:ilvl w:val="0"/>
          <w:numId w:val="3"/>
        </w:numPr>
      </w:pPr>
      <w:r>
        <w:t>33HS1a</w:t>
      </w:r>
      <w:r w:rsidR="007D396F">
        <w:t>—</w:t>
      </w:r>
      <w:r>
        <w:t>2033 Heavy Summer 1 Typical 10-Year Case</w:t>
      </w:r>
      <w:r w:rsidR="009A3B73">
        <w:t>.</w:t>
      </w:r>
    </w:p>
    <w:p w14:paraId="43245EB1" w14:textId="5DA046F2" w:rsidR="001F1AE1" w:rsidRDefault="001F1AE1" w:rsidP="001F1AE1">
      <w:r>
        <w:t xml:space="preserve">The </w:t>
      </w:r>
      <w:r w:rsidR="009A3B73">
        <w:t>s</w:t>
      </w:r>
      <w:r>
        <w:t>pecialized cases were compiled to study the following:</w:t>
      </w:r>
    </w:p>
    <w:p w14:paraId="0DC2F718" w14:textId="10435713" w:rsidR="001F1AE1" w:rsidRDefault="001F1AE1" w:rsidP="003710B2">
      <w:pPr>
        <w:pStyle w:val="ListParagraph"/>
        <w:numPr>
          <w:ilvl w:val="0"/>
          <w:numId w:val="4"/>
        </w:numPr>
      </w:pPr>
      <w:r>
        <w:t>22HS3Sa</w:t>
      </w:r>
      <w:r w:rsidR="007D396F">
        <w:t>—To review the 2022 Heavy Summer 2 Operating case and correct SADD errors by at least 50%</w:t>
      </w:r>
      <w:r w:rsidR="009A3B73">
        <w:t>; and</w:t>
      </w:r>
    </w:p>
    <w:p w14:paraId="5C552FA1" w14:textId="2CB3CA42" w:rsidR="001F1AE1" w:rsidRDefault="001F1AE1" w:rsidP="003710B2">
      <w:pPr>
        <w:pStyle w:val="ListParagraph"/>
        <w:numPr>
          <w:ilvl w:val="0"/>
          <w:numId w:val="4"/>
        </w:numPr>
      </w:pPr>
      <w:r>
        <w:t>33LSP1Sa</w:t>
      </w:r>
      <w:r w:rsidR="007D396F">
        <w:t>—To model light-load conditions due to high impacts of self-generation, along with solar and wind serving a significant but realistic portion of the WECC total load.</w:t>
      </w:r>
    </w:p>
    <w:p w14:paraId="314B8A8B" w14:textId="77777777" w:rsidR="007D396F" w:rsidRPr="006E57F8" w:rsidRDefault="007D396F" w:rsidP="007D396F">
      <w:pPr>
        <w:pStyle w:val="Heading1"/>
      </w:pPr>
      <w:bookmarkStart w:id="4" w:name="_Toc87347145"/>
      <w:bookmarkStart w:id="5" w:name="_Toc120527443"/>
      <w:r w:rsidRPr="006E57F8">
        <w:t>Disturbances Performed</w:t>
      </w:r>
      <w:bookmarkEnd w:id="4"/>
      <w:bookmarkEnd w:id="5"/>
    </w:p>
    <w:p w14:paraId="3A0EBDC1" w14:textId="5DF26693" w:rsidR="007D396F" w:rsidRPr="006E57F8" w:rsidRDefault="007D396F" w:rsidP="007D396F">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S</w:t>
      </w:r>
      <w:r>
        <w:rPr>
          <w:rFonts w:asciiTheme="minorHAnsi" w:eastAsiaTheme="minorHAnsi" w:hAnsiTheme="minorHAnsi" w:cstheme="minorBidi"/>
          <w:i w:val="0"/>
          <w:sz w:val="22"/>
        </w:rPr>
        <w:t>even</w:t>
      </w:r>
      <w:r w:rsidRPr="006E57F8">
        <w:rPr>
          <w:rFonts w:asciiTheme="minorHAnsi" w:eastAsiaTheme="minorHAnsi" w:hAnsiTheme="minorHAnsi" w:cstheme="minorBidi"/>
          <w:i w:val="0"/>
          <w:sz w:val="22"/>
        </w:rPr>
        <w:t xml:space="preserve"> out of</w:t>
      </w:r>
      <w:r>
        <w:rPr>
          <w:rFonts w:asciiTheme="minorHAnsi" w:eastAsiaTheme="minorHAnsi" w:hAnsiTheme="minorHAnsi" w:cstheme="minorBidi"/>
          <w:i w:val="0"/>
          <w:sz w:val="22"/>
        </w:rPr>
        <w:t xml:space="preserve"> eight</w:t>
      </w:r>
      <w:r w:rsidRPr="006E57F8">
        <w:rPr>
          <w:rFonts w:asciiTheme="minorHAnsi" w:eastAsiaTheme="minorHAnsi" w:hAnsiTheme="minorHAnsi" w:cstheme="minorBidi"/>
          <w:i w:val="0"/>
          <w:sz w:val="22"/>
        </w:rPr>
        <w:t xml:space="preserve"> disturbances were run on each base case created in the 202</w:t>
      </w:r>
      <w:r w:rsidR="00212748">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BCCDC. Either the loss of two Palo Verde generating units, or a bi-pole Pacific Direct Current Intertie (PDCI) outage was run on the case, depending on the direction of flow on the </w:t>
      </w:r>
      <w:r>
        <w:rPr>
          <w:rFonts w:asciiTheme="minorHAnsi" w:eastAsiaTheme="minorHAnsi" w:hAnsiTheme="minorHAnsi" w:cstheme="minorBidi"/>
          <w:i w:val="0"/>
          <w:sz w:val="22"/>
        </w:rPr>
        <w:t>C</w:t>
      </w:r>
      <w:r w:rsidR="00212748">
        <w:rPr>
          <w:rFonts w:asciiTheme="minorHAnsi" w:eastAsiaTheme="minorHAnsi" w:hAnsiTheme="minorHAnsi" w:cstheme="minorBidi"/>
          <w:i w:val="0"/>
          <w:sz w:val="22"/>
        </w:rPr>
        <w:t>alifornia Oregon Intertie (COI)</w:t>
      </w:r>
      <w:r>
        <w:rPr>
          <w:rFonts w:asciiTheme="minorHAnsi" w:eastAsiaTheme="minorHAnsi" w:hAnsiTheme="minorHAnsi" w:cstheme="minorBidi"/>
          <w:i w:val="0"/>
          <w:sz w:val="22"/>
        </w:rPr>
        <w:t>.</w:t>
      </w:r>
    </w:p>
    <w:p w14:paraId="629264FC" w14:textId="67247FC5" w:rsidR="007D396F" w:rsidRPr="006E57F8" w:rsidRDefault="007D396F" w:rsidP="007D396F">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202</w:t>
      </w:r>
      <w:r w:rsidR="00212748">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Report included the</w:t>
      </w:r>
      <w:r w:rsidR="00240834">
        <w:rPr>
          <w:rFonts w:asciiTheme="minorHAnsi" w:eastAsiaTheme="minorHAnsi" w:hAnsiTheme="minorHAnsi" w:cstheme="minorBidi"/>
          <w:i w:val="0"/>
          <w:sz w:val="22"/>
        </w:rPr>
        <w:t xml:space="preserve">se </w:t>
      </w:r>
      <w:r w:rsidRPr="006E57F8">
        <w:rPr>
          <w:rFonts w:asciiTheme="minorHAnsi" w:eastAsiaTheme="minorHAnsi" w:hAnsiTheme="minorHAnsi" w:cstheme="minorBidi"/>
          <w:i w:val="0"/>
          <w:sz w:val="22"/>
        </w:rPr>
        <w:t>disturbances:</w:t>
      </w:r>
    </w:p>
    <w:p w14:paraId="25390984" w14:textId="64F871ED" w:rsidR="007D396F" w:rsidRPr="006E57F8" w:rsidRDefault="007D396F" w:rsidP="005F4E4E">
      <w:pPr>
        <w:pStyle w:val="ListParagraph"/>
      </w:pPr>
      <w:r w:rsidRPr="006E57F8">
        <w:t>30-cycle insertion of Chief Joseph braking resistor ("</w:t>
      </w:r>
      <w:r>
        <w:t>r</w:t>
      </w:r>
      <w:r w:rsidRPr="006E57F8">
        <w:t>ingdown")</w:t>
      </w:r>
      <w:r w:rsidR="006170B7">
        <w:t>;</w:t>
      </w:r>
    </w:p>
    <w:p w14:paraId="182ECAFF" w14:textId="46AB6825" w:rsidR="007D396F" w:rsidRPr="006E57F8" w:rsidRDefault="007D396F" w:rsidP="005F4E4E">
      <w:pPr>
        <w:pStyle w:val="ListParagraph"/>
      </w:pPr>
      <w:r w:rsidRPr="006E57F8">
        <w:t>Three-phase fault at Comanche and loss of the Daniels Park</w:t>
      </w:r>
      <w:r w:rsidR="006170B7">
        <w:t>–</w:t>
      </w:r>
      <w:r w:rsidRPr="006E57F8">
        <w:t xml:space="preserve">Comanche 1 </w:t>
      </w:r>
      <w:r>
        <w:t>and</w:t>
      </w:r>
      <w:r w:rsidRPr="006E57F8">
        <w:t xml:space="preserve"> 2 345-kV lines</w:t>
      </w:r>
      <w:r w:rsidR="008B191E">
        <w:t>;</w:t>
      </w:r>
    </w:p>
    <w:p w14:paraId="562E5B66" w14:textId="49BFB11C" w:rsidR="007D396F" w:rsidRPr="006E57F8" w:rsidRDefault="007D396F" w:rsidP="005F4E4E">
      <w:pPr>
        <w:pStyle w:val="ListParagraph"/>
      </w:pPr>
      <w:r w:rsidRPr="006E57F8">
        <w:t>Three-phase fault at Colorado River and loss of Colorado River</w:t>
      </w:r>
      <w:r w:rsidR="006170B7">
        <w:t>–</w:t>
      </w:r>
      <w:r w:rsidRPr="006E57F8">
        <w:t xml:space="preserve">Red Bluff 1 </w:t>
      </w:r>
      <w:r>
        <w:t>and</w:t>
      </w:r>
      <w:r w:rsidRPr="006E57F8">
        <w:t xml:space="preserve"> 2 500-kV lines</w:t>
      </w:r>
      <w:r w:rsidR="008B191E">
        <w:t>;</w:t>
      </w:r>
    </w:p>
    <w:p w14:paraId="4B752BD3" w14:textId="6C385D8D" w:rsidR="007D396F" w:rsidRPr="006E57F8" w:rsidRDefault="007D396F" w:rsidP="005F4E4E">
      <w:pPr>
        <w:pStyle w:val="ListParagraph"/>
      </w:pPr>
      <w:r w:rsidRPr="006E57F8">
        <w:t>Three-phase fault at Hells Canyon and loss of Brownlee</w:t>
      </w:r>
      <w:r w:rsidR="006170B7">
        <w:t>–</w:t>
      </w:r>
      <w:r w:rsidRPr="006E57F8">
        <w:t>Hells Canyon 230-kV line</w:t>
      </w:r>
      <w:r w:rsidR="008B191E">
        <w:t>;</w:t>
      </w:r>
    </w:p>
    <w:p w14:paraId="691F1A56" w14:textId="7D60D430" w:rsidR="007D396F" w:rsidRDefault="007D396F" w:rsidP="005F4E4E">
      <w:pPr>
        <w:pStyle w:val="ListParagraph"/>
      </w:pPr>
      <w:r w:rsidRPr="006E57F8">
        <w:t>Three-phase fault at Midway and loss of Gates</w:t>
      </w:r>
      <w:r w:rsidR="006170B7">
        <w:t>–</w:t>
      </w:r>
      <w:r w:rsidRPr="006E57F8">
        <w:t xml:space="preserve">Midway #1 </w:t>
      </w:r>
      <w:r>
        <w:t>and</w:t>
      </w:r>
      <w:r w:rsidRPr="006E57F8">
        <w:t xml:space="preserve"> Diablo</w:t>
      </w:r>
      <w:r w:rsidR="006170B7">
        <w:t>–</w:t>
      </w:r>
      <w:r w:rsidRPr="006E57F8">
        <w:t>Midway #2 500-kV lines</w:t>
      </w:r>
      <w:r w:rsidR="008B191E">
        <w:t>;</w:t>
      </w:r>
    </w:p>
    <w:p w14:paraId="69424987" w14:textId="29075088" w:rsidR="007D396F" w:rsidRDefault="007D396F" w:rsidP="005F4E4E">
      <w:pPr>
        <w:pStyle w:val="ListParagraph"/>
      </w:pPr>
      <w:r>
        <w:t>Three-phase fault at Imperial Valley and loss of North Gila</w:t>
      </w:r>
      <w:r w:rsidR="006170B7">
        <w:t>–</w:t>
      </w:r>
      <w:r>
        <w:t>Imperial Valley 500-kV lines</w:t>
      </w:r>
      <w:r w:rsidR="008B191E">
        <w:t>;</w:t>
      </w:r>
    </w:p>
    <w:p w14:paraId="2F0BBCA6" w14:textId="008C475E" w:rsidR="007D396F" w:rsidRPr="006E57F8" w:rsidRDefault="007D396F" w:rsidP="005F4E4E">
      <w:pPr>
        <w:pStyle w:val="ListParagraph"/>
      </w:pPr>
      <w:r w:rsidRPr="006E57F8">
        <w:t>Loss of two Palo Verde generating units</w:t>
      </w:r>
      <w:r w:rsidR="008B191E">
        <w:t>; and</w:t>
      </w:r>
    </w:p>
    <w:p w14:paraId="705108C3" w14:textId="31D76DEB" w:rsidR="007D396F" w:rsidRPr="006E57F8" w:rsidRDefault="007D396F" w:rsidP="005F4E4E">
      <w:pPr>
        <w:pStyle w:val="ListParagraph"/>
      </w:pPr>
      <w:r w:rsidRPr="006E57F8">
        <w:t>Bi-pole PDCI outage</w:t>
      </w:r>
      <w:r w:rsidR="008B191E">
        <w:t>.</w:t>
      </w:r>
    </w:p>
    <w:p w14:paraId="350AB82B" w14:textId="77777777" w:rsidR="00644B4F" w:rsidRDefault="007D396F" w:rsidP="00644B4F">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 xml:space="preserve">Appendix B shows which disturbances were run on each case and the detailed outage information. </w:t>
      </w:r>
    </w:p>
    <w:p w14:paraId="22BC579D" w14:textId="6AB3E77D" w:rsidR="00644B4F" w:rsidRPr="006E57F8" w:rsidRDefault="00644B4F" w:rsidP="00644B4F">
      <w:pPr>
        <w:pStyle w:val="Heading1"/>
      </w:pPr>
      <w:bookmarkStart w:id="6" w:name="_Toc120527444"/>
      <w:r>
        <w:t>Results and Recommendations</w:t>
      </w:r>
      <w:bookmarkEnd w:id="6"/>
    </w:p>
    <w:p w14:paraId="704A455E" w14:textId="10674A78" w:rsidR="00644B4F" w:rsidRDefault="00644B4F" w:rsidP="00644B4F">
      <w:pPr>
        <w:pStyle w:val="Heading2"/>
      </w:pPr>
      <w:r>
        <w:t>SADD Totals</w:t>
      </w:r>
    </w:p>
    <w:p w14:paraId="65A0A047" w14:textId="129D49F3" w:rsidR="00644B4F" w:rsidRDefault="00644B4F" w:rsidP="00644B4F">
      <w:r>
        <w:t>The SADD is a list of data issues regarded by the SRS as important to track in base cases. Staff create</w:t>
      </w:r>
      <w:r w:rsidR="00EE22EE">
        <w:t>s</w:t>
      </w:r>
      <w:r>
        <w:t xml:space="preserve"> </w:t>
      </w:r>
      <w:r w:rsidR="000D3265">
        <w:t>two versions of the SADD</w:t>
      </w:r>
      <w:r>
        <w:t xml:space="preserve"> for each base case. The first is sent out with the initial version of the case for data submitters to review and correct any issues in their data. Data submitters then submit changes for inclusion in the final, approved version of the case. Staff create</w:t>
      </w:r>
      <w:r w:rsidR="005F4E4E">
        <w:t xml:space="preserve"> </w:t>
      </w:r>
      <w:r>
        <w:t xml:space="preserve">the second version of the SADD based on the final version of each base case as a way for data submitters to track whether their updates are fixing data issues. The following graphs reflect only the versions of the SADD created for the final version of each case. The cases are listed in chronological order by the original posting date. All cases were built as part of the 2022 WECC </w:t>
      </w:r>
      <w:hyperlink r:id="rId11" w:history="1">
        <w:r w:rsidRPr="00327677">
          <w:rPr>
            <w:rStyle w:val="Hyperlink"/>
          </w:rPr>
          <w:t>Base Case Compilation Schedule (BCCS).</w:t>
        </w:r>
      </w:hyperlink>
    </w:p>
    <w:p w14:paraId="1873455B" w14:textId="77777777" w:rsidR="001A0921" w:rsidRDefault="004B3E97" w:rsidP="005F4E4E">
      <w:pPr>
        <w:keepNext/>
        <w:jc w:val="center"/>
      </w:pPr>
      <w:r>
        <w:rPr>
          <w:noProof/>
        </w:rPr>
        <w:lastRenderedPageBreak/>
        <w:drawing>
          <wp:inline distT="0" distB="0" distL="0" distR="0" wp14:anchorId="10A78412" wp14:editId="32708B60">
            <wp:extent cx="5486400" cy="2743200"/>
            <wp:effectExtent l="0" t="0" r="0" b="0"/>
            <wp:docPr id="1" name="Chart 1">
              <a:extLst xmlns:a="http://schemas.openxmlformats.org/drawingml/2006/main">
                <a:ext uri="{FF2B5EF4-FFF2-40B4-BE49-F238E27FC236}">
                  <a16:creationId xmlns:a16="http://schemas.microsoft.com/office/drawing/2014/main" id="{BB208BCB-C52B-0F19-5459-8C9A8C1AF9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34E4A54" w14:textId="616194C0" w:rsidR="006158F3" w:rsidRDefault="001A0921" w:rsidP="005F4E4E">
      <w:pPr>
        <w:pStyle w:val="Caption"/>
      </w:pPr>
      <w:r>
        <w:t xml:space="preserve">Figure </w:t>
      </w:r>
      <w:r w:rsidR="00F6509A">
        <w:rPr>
          <w:b w:val="0"/>
          <w:iCs w:val="0"/>
        </w:rPr>
        <w:fldChar w:fldCharType="begin"/>
      </w:r>
      <w:r w:rsidR="00F6509A">
        <w:rPr>
          <w:b w:val="0"/>
          <w:iCs w:val="0"/>
        </w:rPr>
        <w:instrText xml:space="preserve"> SEQ Figure \* ARABIC </w:instrText>
      </w:r>
      <w:r w:rsidR="00F6509A">
        <w:rPr>
          <w:b w:val="0"/>
          <w:iCs w:val="0"/>
        </w:rPr>
        <w:fldChar w:fldCharType="separate"/>
      </w:r>
      <w:r>
        <w:rPr>
          <w:noProof/>
        </w:rPr>
        <w:t>1</w:t>
      </w:r>
      <w:r w:rsidR="00F6509A">
        <w:rPr>
          <w:b w:val="0"/>
          <w:iCs w:val="0"/>
          <w:noProof/>
          <w:color w:val="auto"/>
          <w:sz w:val="22"/>
          <w:szCs w:val="22"/>
        </w:rPr>
        <w:fldChar w:fldCharType="end"/>
      </w:r>
      <w:r>
        <w:t>: SADD Totals for 2022 BCCDC</w:t>
      </w:r>
    </w:p>
    <w:p w14:paraId="39E9E6F6" w14:textId="1CF69A8F" w:rsidR="004B3E97" w:rsidRDefault="004B3E97" w:rsidP="004B3E97">
      <w:pPr>
        <w:pStyle w:val="Heading3"/>
      </w:pPr>
      <w:r>
        <w:t>Recommendation</w:t>
      </w:r>
    </w:p>
    <w:p w14:paraId="3B94190C" w14:textId="4C44C1D5" w:rsidR="004B3E97" w:rsidRDefault="004B3E97" w:rsidP="004B3E97">
      <w:r>
        <w:t>Overall, SADD numbers in the 2022 BCCDC are down from the 2021 BCCDC across the board. On average, for the 2021 BCCDC, SADD totals averaged 20,339 compared to 11,291 for the 2022 BCCDC. This is encouraging</w:t>
      </w:r>
      <w:r w:rsidR="00852B89">
        <w:t>,</w:t>
      </w:r>
      <w:r>
        <w:t xml:space="preserve"> as it demonstrates a marked improvement in the quality of base cases from the year 2021 to 2022. However, errors nearly doubled from the first case of the year to the second case in the 2022 BCCDC. The first case of the year, the 22HS3Sa, was a </w:t>
      </w:r>
      <w:r w:rsidR="00B34573">
        <w:t>s</w:t>
      </w:r>
      <w:r>
        <w:t>pecialized case whose purpose was to correct SADD errors by 50%, which was achieved. However, given the increase in SADD errors</w:t>
      </w:r>
      <w:r w:rsidR="005F4E4E">
        <w:t xml:space="preserve"> after the 22HS3Sa</w:t>
      </w:r>
      <w:r>
        <w:t>, it appears that data submitters did not propagate data fixes throughout the rest of the cases. Staff recommend</w:t>
      </w:r>
      <w:r w:rsidR="00C823A9">
        <w:t>s</w:t>
      </w:r>
      <w:r>
        <w:t xml:space="preserve"> that data submitters continue to reduce SADD errors but focus on making data fixes propagate through case builds for the 2023 BCCDC. This will ensure that data fixes need only be applied once, as opposed to every case build.</w:t>
      </w:r>
    </w:p>
    <w:p w14:paraId="119E923C" w14:textId="5B32F403" w:rsidR="00183C37" w:rsidRDefault="00183C37" w:rsidP="00183C37">
      <w:pPr>
        <w:pStyle w:val="Heading2"/>
      </w:pPr>
      <w:r>
        <w:t>Scorecard Metrics</w:t>
      </w:r>
    </w:p>
    <w:p w14:paraId="4CC7F86C" w14:textId="6761FF59" w:rsidR="00183C37" w:rsidRDefault="00183C37" w:rsidP="00183C37">
      <w:r>
        <w:t xml:space="preserve">WECC’s Board of Directors issued two directives aimed at improving base case quality for the 2022 BCCDC. The first was to hold two workshops focused on modeling improvements. WECC held the first workshop in August 2022 and the second in October. The first workshop was focused on </w:t>
      </w:r>
      <w:r w:rsidR="00A77683">
        <w:t>s</w:t>
      </w:r>
      <w:r>
        <w:t>taff</w:t>
      </w:r>
      <w:r w:rsidR="006C0A8E">
        <w:t xml:space="preserve"> members’</w:t>
      </w:r>
      <w:r>
        <w:t xml:space="preserve"> process for compiling the cases, data checks they run, errors they look for, </w:t>
      </w:r>
      <w:r w:rsidR="006C0A8E">
        <w:t>and</w:t>
      </w:r>
      <w:r>
        <w:t xml:space="preserve"> answering stakeholder questions. It also featured stakeholder presentation</w:t>
      </w:r>
      <w:r w:rsidR="00E45E24">
        <w:t>s</w:t>
      </w:r>
      <w:r>
        <w:t xml:space="preserve"> on their perspective</w:t>
      </w:r>
      <w:r w:rsidR="00E45E24">
        <w:t xml:space="preserve">s </w:t>
      </w:r>
      <w:r>
        <w:t>building cases from a data submitter process. The second workshop was designed as a</w:t>
      </w:r>
      <w:r w:rsidR="00E45E24">
        <w:t>n</w:t>
      </w:r>
      <w:r>
        <w:t xml:space="preserve"> open-ended forum for </w:t>
      </w:r>
      <w:r w:rsidR="00A77683">
        <w:t>staff</w:t>
      </w:r>
      <w:r>
        <w:t xml:space="preserve"> to share figures related to case quality and answer specific stakeholder questions </w:t>
      </w:r>
      <w:r w:rsidR="00D92F25">
        <w:t>and to</w:t>
      </w:r>
      <w:r>
        <w:t xml:space="preserve"> facilitate discussion among stakeholders </w:t>
      </w:r>
      <w:r w:rsidR="00F327AF">
        <w:t xml:space="preserve">about </w:t>
      </w:r>
      <w:r>
        <w:t>best practices.</w:t>
      </w:r>
    </w:p>
    <w:p w14:paraId="5345296D" w14:textId="25F374EC" w:rsidR="00183C37" w:rsidRDefault="00183C37" w:rsidP="00183C37">
      <w:r>
        <w:lastRenderedPageBreak/>
        <w:t xml:space="preserve">The second directive from the Board was for </w:t>
      </w:r>
      <w:r w:rsidR="00A77683">
        <w:t>staff</w:t>
      </w:r>
      <w:r>
        <w:t xml:space="preserve"> to work </w:t>
      </w:r>
      <w:r w:rsidR="00777404">
        <w:t xml:space="preserve">with </w:t>
      </w:r>
      <w:r>
        <w:t xml:space="preserve">the SRS to prioritize a list of base case model shortcomings and implement a strategy to reduce them by 10%. The SRS approved </w:t>
      </w:r>
      <w:r w:rsidR="006025FF">
        <w:t>s</w:t>
      </w:r>
      <w:r>
        <w:t>taff’s strategy and prioritized list during its June 2022 meeting. The items on the prioritized list are:</w:t>
      </w:r>
    </w:p>
    <w:p w14:paraId="18937A02" w14:textId="708EA63F" w:rsidR="00183C37" w:rsidRDefault="00183C37" w:rsidP="003710B2">
      <w:pPr>
        <w:pStyle w:val="ListParagraph"/>
        <w:numPr>
          <w:ilvl w:val="0"/>
          <w:numId w:val="6"/>
        </w:numPr>
      </w:pPr>
      <w:r>
        <w:t>Reduce the amount of netted generation for units above 10 MVA, or 20 MVA for collector-based generation</w:t>
      </w:r>
      <w:r w:rsidR="00777404">
        <w:t>;</w:t>
      </w:r>
    </w:p>
    <w:p w14:paraId="2A8BE1D5" w14:textId="64A56261" w:rsidR="00183C37" w:rsidRDefault="00183C37" w:rsidP="003710B2">
      <w:pPr>
        <w:pStyle w:val="ListParagraph"/>
        <w:numPr>
          <w:ilvl w:val="0"/>
          <w:numId w:val="6"/>
        </w:numPr>
      </w:pPr>
      <w:r>
        <w:t>Populate generator turbine types</w:t>
      </w:r>
      <w:r w:rsidR="00E632D2">
        <w:t>;</w:t>
      </w:r>
    </w:p>
    <w:p w14:paraId="3CAC07DD" w14:textId="66BCE781" w:rsidR="00183C37" w:rsidRDefault="00183C37" w:rsidP="003710B2">
      <w:pPr>
        <w:pStyle w:val="ListParagraph"/>
        <w:numPr>
          <w:ilvl w:val="0"/>
          <w:numId w:val="6"/>
        </w:numPr>
      </w:pPr>
      <w:r>
        <w:t>Match generator MVA in power flow and dynamics</w:t>
      </w:r>
      <w:r w:rsidR="00E632D2">
        <w:t>;</w:t>
      </w:r>
    </w:p>
    <w:p w14:paraId="0363EAE4" w14:textId="566D5FA0" w:rsidR="00183C37" w:rsidRDefault="00183C37" w:rsidP="003710B2">
      <w:pPr>
        <w:pStyle w:val="ListParagraph"/>
        <w:numPr>
          <w:ilvl w:val="0"/>
          <w:numId w:val="6"/>
        </w:numPr>
      </w:pPr>
      <w:r>
        <w:t>Populate generator fuel types</w:t>
      </w:r>
      <w:r w:rsidR="00E632D2">
        <w:t>; and</w:t>
      </w:r>
    </w:p>
    <w:p w14:paraId="41902ECC" w14:textId="6F944DBC" w:rsidR="00183C37" w:rsidRDefault="00183C37" w:rsidP="003710B2">
      <w:pPr>
        <w:pStyle w:val="ListParagraph"/>
        <w:numPr>
          <w:ilvl w:val="0"/>
          <w:numId w:val="6"/>
        </w:numPr>
      </w:pPr>
      <w:r>
        <w:t>Regulate generator terminal voltage between 0.95 and 1.05 per unit</w:t>
      </w:r>
      <w:r w:rsidR="00E632D2">
        <w:t>.</w:t>
      </w:r>
    </w:p>
    <w:p w14:paraId="6676E8A6" w14:textId="006A211E" w:rsidR="00183C37" w:rsidRDefault="00183C37" w:rsidP="00183C37">
      <w:r>
        <w:t xml:space="preserve">To measure success, </w:t>
      </w:r>
      <w:r w:rsidR="00A77683">
        <w:t>staff</w:t>
      </w:r>
      <w:r>
        <w:t xml:space="preserve"> compared the 23HS4a case compiled in 2022 to the 22HS</w:t>
      </w:r>
      <w:r w:rsidR="00B432EB">
        <w:t>2a case compiled in 2021. Both are heavy summer operating cases</w:t>
      </w:r>
      <w:r w:rsidR="00277F61">
        <w:t>,</w:t>
      </w:r>
      <w:r w:rsidR="00B432EB">
        <w:t xml:space="preserve"> which tend to be </w:t>
      </w:r>
      <w:r w:rsidR="0084141C">
        <w:t xml:space="preserve">some </w:t>
      </w:r>
      <w:r w:rsidR="00B432EB">
        <w:t xml:space="preserve">of the cases </w:t>
      </w:r>
      <w:r w:rsidR="0084141C">
        <w:t xml:space="preserve">most used </w:t>
      </w:r>
      <w:r w:rsidR="00B432EB">
        <w:t>by WECC members. Staff primarily focused on generator fuel type corrections to achieve the 10% reduction</w:t>
      </w:r>
      <w:r w:rsidR="00FA0ADB">
        <w:t>,</w:t>
      </w:r>
      <w:r w:rsidR="00B432EB">
        <w:t xml:space="preserve"> because </w:t>
      </w:r>
      <w:r w:rsidR="0084141C">
        <w:t>most</w:t>
      </w:r>
      <w:r w:rsidR="00B432EB">
        <w:t xml:space="preserve"> generators were lacking </w:t>
      </w:r>
      <w:r w:rsidR="0084141C">
        <w:t>a</w:t>
      </w:r>
      <w:r w:rsidR="00B432EB">
        <w:t xml:space="preserve"> fuel type. Table 1 summarizes the comparison results.</w:t>
      </w:r>
    </w:p>
    <w:p w14:paraId="10ABBF93" w14:textId="3982DE3E" w:rsidR="00B432EB" w:rsidRDefault="00B432EB" w:rsidP="00B432EB">
      <w:pPr>
        <w:pStyle w:val="Caption"/>
      </w:pPr>
      <w:bookmarkStart w:id="7" w:name="_Ref117586554"/>
      <w:r>
        <w:t xml:space="preserve">Table </w:t>
      </w:r>
      <w:fldSimple w:instr=" SEQ Table \* ARABIC ">
        <w:r w:rsidR="00C2187F">
          <w:rPr>
            <w:noProof/>
          </w:rPr>
          <w:t>1</w:t>
        </w:r>
      </w:fldSimple>
      <w:bookmarkEnd w:id="7"/>
      <w:r>
        <w:t>: Scorecard Metric Case Comparison</w:t>
      </w:r>
    </w:p>
    <w:tbl>
      <w:tblPr>
        <w:tblStyle w:val="WECCTable"/>
        <w:tblW w:w="0" w:type="auto"/>
        <w:tblLook w:val="04A0" w:firstRow="1" w:lastRow="0" w:firstColumn="1" w:lastColumn="0" w:noHBand="0" w:noVBand="1"/>
      </w:tblPr>
      <w:tblGrid>
        <w:gridCol w:w="1258"/>
        <w:gridCol w:w="1065"/>
        <w:gridCol w:w="1065"/>
      </w:tblGrid>
      <w:tr w:rsidR="00B432EB" w14:paraId="6AEE6E34" w14:textId="77777777" w:rsidTr="000314A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dxa"/>
          </w:tcPr>
          <w:p w14:paraId="7D3CE252" w14:textId="10C80A61" w:rsidR="00B432EB" w:rsidRPr="00B432EB" w:rsidRDefault="00B432EB" w:rsidP="00183C37">
            <w:pPr>
              <w:rPr>
                <w:b w:val="0"/>
                <w:bCs w:val="0"/>
              </w:rPr>
            </w:pPr>
            <w:r w:rsidRPr="00B432EB">
              <w:t>Item</w:t>
            </w:r>
          </w:p>
        </w:tc>
        <w:tc>
          <w:tcPr>
            <w:tcW w:w="0" w:type="dxa"/>
          </w:tcPr>
          <w:p w14:paraId="23C3608C" w14:textId="240BD2A9" w:rsidR="00B432EB" w:rsidRPr="00B432EB" w:rsidRDefault="00B432EB" w:rsidP="00183C37">
            <w:pPr>
              <w:cnfStyle w:val="100000000000" w:firstRow="1" w:lastRow="0" w:firstColumn="0" w:lastColumn="0" w:oddVBand="0" w:evenVBand="0" w:oddHBand="0" w:evenHBand="0" w:firstRowFirstColumn="0" w:firstRowLastColumn="0" w:lastRowFirstColumn="0" w:lastRowLastColumn="0"/>
              <w:rPr>
                <w:b w:val="0"/>
                <w:bCs w:val="0"/>
              </w:rPr>
            </w:pPr>
            <w:r w:rsidRPr="00B432EB">
              <w:t>22HS2a</w:t>
            </w:r>
          </w:p>
        </w:tc>
        <w:tc>
          <w:tcPr>
            <w:tcW w:w="0" w:type="dxa"/>
          </w:tcPr>
          <w:p w14:paraId="195B9EF9" w14:textId="559837B5" w:rsidR="00B432EB" w:rsidRPr="00B432EB" w:rsidRDefault="00B432EB" w:rsidP="00183C37">
            <w:pPr>
              <w:cnfStyle w:val="100000000000" w:firstRow="1" w:lastRow="0" w:firstColumn="0" w:lastColumn="0" w:oddVBand="0" w:evenVBand="0" w:oddHBand="0" w:evenHBand="0" w:firstRowFirstColumn="0" w:firstRowLastColumn="0" w:lastRowFirstColumn="0" w:lastRowLastColumn="0"/>
              <w:rPr>
                <w:b w:val="0"/>
                <w:bCs w:val="0"/>
              </w:rPr>
            </w:pPr>
            <w:r w:rsidRPr="00B432EB">
              <w:t>23HS4a</w:t>
            </w:r>
          </w:p>
        </w:tc>
      </w:tr>
      <w:tr w:rsidR="00B432EB" w14:paraId="5F0E51BE" w14:textId="77777777" w:rsidTr="000314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806A020" w14:textId="11DF946B" w:rsidR="00B432EB" w:rsidRDefault="00B432EB" w:rsidP="000314A9">
            <w:pPr>
              <w:spacing w:before="0" w:after="0"/>
            </w:pPr>
            <w:r>
              <w:t>Netted generation</w:t>
            </w:r>
          </w:p>
        </w:tc>
        <w:tc>
          <w:tcPr>
            <w:tcW w:w="0" w:type="dxa"/>
          </w:tcPr>
          <w:p w14:paraId="1139C05F" w14:textId="5D4A239E"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143</w:t>
            </w:r>
          </w:p>
        </w:tc>
        <w:tc>
          <w:tcPr>
            <w:tcW w:w="0" w:type="dxa"/>
          </w:tcPr>
          <w:p w14:paraId="6F95C0B2" w14:textId="33955F36"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132</w:t>
            </w:r>
          </w:p>
        </w:tc>
      </w:tr>
      <w:tr w:rsidR="00B432EB" w14:paraId="07844692" w14:textId="77777777" w:rsidTr="000314A9">
        <w:tc>
          <w:tcPr>
            <w:cnfStyle w:val="001000000000" w:firstRow="0" w:lastRow="0" w:firstColumn="1" w:lastColumn="0" w:oddVBand="0" w:evenVBand="0" w:oddHBand="0" w:evenHBand="0" w:firstRowFirstColumn="0" w:firstRowLastColumn="0" w:lastRowFirstColumn="0" w:lastRowLastColumn="0"/>
            <w:tcW w:w="0" w:type="dxa"/>
          </w:tcPr>
          <w:p w14:paraId="4362C136" w14:textId="28408124" w:rsidR="00B432EB" w:rsidRDefault="00B432EB" w:rsidP="000314A9">
            <w:pPr>
              <w:spacing w:before="0" w:after="0"/>
            </w:pPr>
            <w:r>
              <w:t>Power flow vs. dynamic MVA</w:t>
            </w:r>
          </w:p>
        </w:tc>
        <w:tc>
          <w:tcPr>
            <w:tcW w:w="0" w:type="dxa"/>
          </w:tcPr>
          <w:p w14:paraId="3E9B10A1" w14:textId="4E0F21BD"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1090</w:t>
            </w:r>
          </w:p>
        </w:tc>
        <w:tc>
          <w:tcPr>
            <w:tcW w:w="0" w:type="dxa"/>
          </w:tcPr>
          <w:p w14:paraId="5DD9CC6C" w14:textId="41674432"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854</w:t>
            </w:r>
          </w:p>
        </w:tc>
      </w:tr>
      <w:tr w:rsidR="00B432EB" w14:paraId="74D94626" w14:textId="77777777" w:rsidTr="000314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89401C3" w14:textId="7A8C02E4" w:rsidR="00B432EB" w:rsidRDefault="00B432EB" w:rsidP="000314A9">
            <w:pPr>
              <w:spacing w:before="0" w:after="0"/>
            </w:pPr>
            <w:r>
              <w:t>Blank turbine types</w:t>
            </w:r>
          </w:p>
        </w:tc>
        <w:tc>
          <w:tcPr>
            <w:tcW w:w="0" w:type="dxa"/>
          </w:tcPr>
          <w:p w14:paraId="611494EB" w14:textId="04AA48C5"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181</w:t>
            </w:r>
          </w:p>
        </w:tc>
        <w:tc>
          <w:tcPr>
            <w:tcW w:w="0" w:type="dxa"/>
          </w:tcPr>
          <w:p w14:paraId="6DA1D79B" w14:textId="74B271F6"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411</w:t>
            </w:r>
          </w:p>
        </w:tc>
      </w:tr>
      <w:tr w:rsidR="00B432EB" w14:paraId="571D674C" w14:textId="77777777" w:rsidTr="000314A9">
        <w:tc>
          <w:tcPr>
            <w:cnfStyle w:val="001000000000" w:firstRow="0" w:lastRow="0" w:firstColumn="1" w:lastColumn="0" w:oddVBand="0" w:evenVBand="0" w:oddHBand="0" w:evenHBand="0" w:firstRowFirstColumn="0" w:firstRowLastColumn="0" w:lastRowFirstColumn="0" w:lastRowLastColumn="0"/>
            <w:tcW w:w="0" w:type="dxa"/>
          </w:tcPr>
          <w:p w14:paraId="4E650EEC" w14:textId="3C404ACB" w:rsidR="00B432EB" w:rsidRDefault="00B432EB" w:rsidP="000314A9">
            <w:pPr>
              <w:spacing w:before="0" w:after="0"/>
            </w:pPr>
            <w:r>
              <w:t>Blank fuel types</w:t>
            </w:r>
          </w:p>
        </w:tc>
        <w:tc>
          <w:tcPr>
            <w:tcW w:w="0" w:type="dxa"/>
          </w:tcPr>
          <w:p w14:paraId="15FA5BF6" w14:textId="5599DAD7"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4564</w:t>
            </w:r>
          </w:p>
        </w:tc>
        <w:tc>
          <w:tcPr>
            <w:tcW w:w="0" w:type="dxa"/>
          </w:tcPr>
          <w:p w14:paraId="40A6B93E" w14:textId="3D6FA884"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2208</w:t>
            </w:r>
          </w:p>
        </w:tc>
      </w:tr>
      <w:tr w:rsidR="00B432EB" w14:paraId="713B2941" w14:textId="77777777" w:rsidTr="000314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10BE68" w14:textId="0A957307" w:rsidR="00B432EB" w:rsidRDefault="00B432EB" w:rsidP="000314A9">
            <w:pPr>
              <w:spacing w:before="0" w:after="0"/>
            </w:pPr>
            <w:r>
              <w:t>Generator terminal voltages</w:t>
            </w:r>
          </w:p>
        </w:tc>
        <w:tc>
          <w:tcPr>
            <w:tcW w:w="0" w:type="dxa"/>
          </w:tcPr>
          <w:p w14:paraId="03654F90" w14:textId="4501F3DD"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203</w:t>
            </w:r>
          </w:p>
        </w:tc>
        <w:tc>
          <w:tcPr>
            <w:tcW w:w="0" w:type="dxa"/>
          </w:tcPr>
          <w:p w14:paraId="60A9E821" w14:textId="55654CAA" w:rsidR="00B432EB" w:rsidRDefault="00B432EB" w:rsidP="000314A9">
            <w:pPr>
              <w:spacing w:before="0" w:after="0"/>
              <w:cnfStyle w:val="000000100000" w:firstRow="0" w:lastRow="0" w:firstColumn="0" w:lastColumn="0" w:oddVBand="0" w:evenVBand="0" w:oddHBand="1" w:evenHBand="0" w:firstRowFirstColumn="0" w:firstRowLastColumn="0" w:lastRowFirstColumn="0" w:lastRowLastColumn="0"/>
            </w:pPr>
            <w:r>
              <w:t>210</w:t>
            </w:r>
          </w:p>
        </w:tc>
      </w:tr>
      <w:tr w:rsidR="00B432EB" w14:paraId="02BA6676" w14:textId="77777777" w:rsidTr="000314A9">
        <w:tc>
          <w:tcPr>
            <w:cnfStyle w:val="001000000000" w:firstRow="0" w:lastRow="0" w:firstColumn="1" w:lastColumn="0" w:oddVBand="0" w:evenVBand="0" w:oddHBand="0" w:evenHBand="0" w:firstRowFirstColumn="0" w:firstRowLastColumn="0" w:lastRowFirstColumn="0" w:lastRowLastColumn="0"/>
            <w:tcW w:w="0" w:type="dxa"/>
          </w:tcPr>
          <w:p w14:paraId="05AA98B4" w14:textId="78F86F08" w:rsidR="00B432EB" w:rsidRDefault="00B432EB" w:rsidP="000314A9">
            <w:pPr>
              <w:spacing w:before="0" w:after="0"/>
            </w:pPr>
            <w:r>
              <w:t>Case totals</w:t>
            </w:r>
          </w:p>
        </w:tc>
        <w:tc>
          <w:tcPr>
            <w:tcW w:w="0" w:type="dxa"/>
          </w:tcPr>
          <w:p w14:paraId="7CB0EF0E" w14:textId="141AE349"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6181</w:t>
            </w:r>
          </w:p>
        </w:tc>
        <w:tc>
          <w:tcPr>
            <w:tcW w:w="0" w:type="dxa"/>
          </w:tcPr>
          <w:p w14:paraId="2ACFD8BC" w14:textId="6FDD520C" w:rsidR="00B432EB" w:rsidRDefault="00B432EB" w:rsidP="000314A9">
            <w:pPr>
              <w:spacing w:before="0" w:after="0"/>
              <w:cnfStyle w:val="000000000000" w:firstRow="0" w:lastRow="0" w:firstColumn="0" w:lastColumn="0" w:oddVBand="0" w:evenVBand="0" w:oddHBand="0" w:evenHBand="0" w:firstRowFirstColumn="0" w:firstRowLastColumn="0" w:lastRowFirstColumn="0" w:lastRowLastColumn="0"/>
            </w:pPr>
            <w:r>
              <w:t>3815</w:t>
            </w:r>
          </w:p>
        </w:tc>
      </w:tr>
    </w:tbl>
    <w:p w14:paraId="6F433EAF" w14:textId="336DA8E5" w:rsidR="00B432EB" w:rsidRDefault="00853A86" w:rsidP="000314A9">
      <w:pPr>
        <w:spacing w:before="120"/>
      </w:pPr>
      <w:r>
        <w:t xml:space="preserve">By focusing on fuel types, </w:t>
      </w:r>
      <w:r w:rsidR="00A77683">
        <w:t>staff</w:t>
      </w:r>
      <w:r>
        <w:t xml:space="preserve"> was able to achieve a 38% reduction in prioritized model shortcomings, thus achieving both Board directives. In future years, </w:t>
      </w:r>
      <w:r w:rsidR="00A77683">
        <w:t>staff</w:t>
      </w:r>
      <w:r>
        <w:t xml:space="preserve"> will continue to revise the prioritized list as needed and monitor success at reducing errors. </w:t>
      </w:r>
    </w:p>
    <w:p w14:paraId="5779A776" w14:textId="145EE2AA" w:rsidR="00853A86" w:rsidRDefault="00853A86" w:rsidP="00853A86">
      <w:pPr>
        <w:pStyle w:val="Heading3"/>
      </w:pPr>
      <w:r>
        <w:lastRenderedPageBreak/>
        <w:t>Recommendation</w:t>
      </w:r>
    </w:p>
    <w:p w14:paraId="466F5DF0" w14:textId="1D2CE8ED" w:rsidR="00853A86" w:rsidRDefault="00853A86" w:rsidP="00853A86">
      <w:r>
        <w:t xml:space="preserve">Staff and data submitters achieved a remarkable reduction in prioritized model shortcomings. However, </w:t>
      </w:r>
      <w:r w:rsidR="00A77683">
        <w:t>staff</w:t>
      </w:r>
      <w:r>
        <w:t xml:space="preserve"> observed more than a 200% increase in blank turbine types</w:t>
      </w:r>
      <w:r w:rsidR="005B0E3F">
        <w:t xml:space="preserve"> from the previous year’s heavy summer </w:t>
      </w:r>
      <w:r w:rsidR="007F478C">
        <w:t>o</w:t>
      </w:r>
      <w:r w:rsidR="005B0E3F">
        <w:t>perating case.</w:t>
      </w:r>
      <w:r w:rsidR="00327677">
        <w:t xml:space="preserve"> </w:t>
      </w:r>
      <w:r w:rsidR="00D4689D">
        <w:fldChar w:fldCharType="begin"/>
      </w:r>
      <w:r w:rsidR="00D4689D">
        <w:instrText xml:space="preserve"> REF _Ref117000907 \h </w:instrText>
      </w:r>
      <w:r w:rsidR="00D4689D">
        <w:fldChar w:fldCharType="separate"/>
      </w:r>
      <w:r w:rsidR="006E3C90">
        <w:t xml:space="preserve">Figure </w:t>
      </w:r>
      <w:r w:rsidR="006E3C90">
        <w:rPr>
          <w:noProof/>
        </w:rPr>
        <w:t>2</w:t>
      </w:r>
      <w:r w:rsidR="00D4689D">
        <w:fldChar w:fldCharType="end"/>
      </w:r>
      <w:r w:rsidR="005B0E3F">
        <w:t>,</w:t>
      </w:r>
      <w:r w:rsidR="00CE204C">
        <w:t xml:space="preserve"> which is arranged chronological</w:t>
      </w:r>
      <w:r w:rsidR="00931A71">
        <w:t>ly</w:t>
      </w:r>
      <w:r w:rsidR="00CE204C">
        <w:t xml:space="preserve"> </w:t>
      </w:r>
      <w:r w:rsidR="00931A71">
        <w:t>by</w:t>
      </w:r>
      <w:r w:rsidR="00CE204C">
        <w:t xml:space="preserve"> the period </w:t>
      </w:r>
      <w:r w:rsidR="007F478C">
        <w:t xml:space="preserve">that </w:t>
      </w:r>
      <w:r w:rsidR="00CE204C">
        <w:t>the case is intended to model</w:t>
      </w:r>
      <w:r w:rsidR="005B0E3F">
        <w:t xml:space="preserve">, indicates that </w:t>
      </w:r>
      <w:r w:rsidR="007F478C">
        <w:t>o</w:t>
      </w:r>
      <w:r w:rsidR="005B0E3F">
        <w:t>perating cases have fewer blank turbine types on average than future</w:t>
      </w:r>
      <w:r w:rsidR="002C0101">
        <w:t>-</w:t>
      </w:r>
      <w:r w:rsidR="005B0E3F">
        <w:t>looking cases</w:t>
      </w:r>
      <w:r w:rsidR="002C0101">
        <w:t>,</w:t>
      </w:r>
      <w:r w:rsidR="005B0E3F">
        <w:t xml:space="preserve"> which is expected</w:t>
      </w:r>
      <w:r w:rsidR="00E01C71">
        <w:t>,</w:t>
      </w:r>
      <w:r w:rsidR="005B0E3F">
        <w:t xml:space="preserve"> because 5- and 10-year cases have less certainty about proposed generation</w:t>
      </w:r>
      <w:r w:rsidR="00CE204C">
        <w:t xml:space="preserve">. </w:t>
      </w:r>
      <w:r>
        <w:t xml:space="preserve">Staff recommends </w:t>
      </w:r>
      <w:r w:rsidR="00E01C71">
        <w:t xml:space="preserve">that </w:t>
      </w:r>
      <w:r>
        <w:t xml:space="preserve">data submitters review the SADD </w:t>
      </w:r>
      <w:r w:rsidR="00A05CA0">
        <w:t xml:space="preserve">for </w:t>
      </w:r>
      <w:r>
        <w:t>each case</w:t>
      </w:r>
      <w:r w:rsidR="00E01C71">
        <w:t>,</w:t>
      </w:r>
      <w:r>
        <w:t xml:space="preserve"> because blank turbine type is one of the metrics tracked there. Staff will also take measures to populate blank turbine type data with known data if it is available. </w:t>
      </w:r>
      <w:r w:rsidR="00FC1048">
        <w:t>Another</w:t>
      </w:r>
      <w:r>
        <w:t xml:space="preserve"> recommendation is for </w:t>
      </w:r>
      <w:r w:rsidR="00A77683">
        <w:t>staff</w:t>
      </w:r>
      <w:r>
        <w:t xml:space="preserve"> to continue </w:t>
      </w:r>
      <w:r w:rsidR="00FC1048">
        <w:t>monitoring</w:t>
      </w:r>
      <w:r>
        <w:t xml:space="preserve"> the prioritized list for items that no longer need to be on it or new items that need to be added.</w:t>
      </w:r>
    </w:p>
    <w:p w14:paraId="5DC0165B" w14:textId="77777777" w:rsidR="00C06947" w:rsidRDefault="00640B91" w:rsidP="00D4689D">
      <w:pPr>
        <w:pStyle w:val="Caption"/>
      </w:pPr>
      <w:bookmarkStart w:id="8" w:name="_Ref117000907"/>
      <w:r>
        <w:rPr>
          <w:noProof/>
        </w:rPr>
        <w:drawing>
          <wp:inline distT="0" distB="0" distL="0" distR="0" wp14:anchorId="487AFCE7" wp14:editId="31451105">
            <wp:extent cx="5486400" cy="2743200"/>
            <wp:effectExtent l="0" t="0" r="0" b="0"/>
            <wp:docPr id="8" name="Chart 8">
              <a:extLst xmlns:a="http://schemas.openxmlformats.org/drawingml/2006/main">
                <a:ext uri="{FF2B5EF4-FFF2-40B4-BE49-F238E27FC236}">
                  <a16:creationId xmlns:a16="http://schemas.microsoft.com/office/drawing/2014/main" id="{986C8A59-28ED-5E36-811B-FD33ADC043C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58DDCAD" w14:textId="0D13E0CF" w:rsidR="00327677" w:rsidRDefault="00D4689D" w:rsidP="000314A9">
      <w:pPr>
        <w:pStyle w:val="Caption"/>
      </w:pPr>
      <w:r>
        <w:t xml:space="preserve">Figure </w:t>
      </w:r>
      <w:fldSimple w:instr=" SEQ Figure \* ARABIC ">
        <w:r w:rsidR="006E3C90">
          <w:rPr>
            <w:noProof/>
          </w:rPr>
          <w:t>2</w:t>
        </w:r>
      </w:fldSimple>
      <w:bookmarkEnd w:id="8"/>
      <w:r>
        <w:t>: Blank Turbine Types in 2022 BCCDC</w:t>
      </w:r>
    </w:p>
    <w:p w14:paraId="1D14A77B" w14:textId="77777777" w:rsidR="00C2187F" w:rsidRPr="00644B4F" w:rsidRDefault="00C2187F" w:rsidP="00C2187F">
      <w:pPr>
        <w:pStyle w:val="Heading2"/>
      </w:pPr>
      <w:r>
        <w:t>NERC Case Quality Metrics</w:t>
      </w:r>
    </w:p>
    <w:p w14:paraId="3C69CD62" w14:textId="40BCACF6" w:rsidR="00C2187F" w:rsidRDefault="00C2187F" w:rsidP="00C2187F">
      <w:pPr>
        <w:pStyle w:val="Disclaimer"/>
        <w:rPr>
          <w:i w:val="0"/>
          <w:iCs/>
          <w:sz w:val="22"/>
          <w:szCs w:val="24"/>
        </w:rPr>
      </w:pPr>
      <w:r>
        <w:rPr>
          <w:i w:val="0"/>
          <w:iCs/>
          <w:sz w:val="22"/>
          <w:szCs w:val="24"/>
        </w:rPr>
        <w:t xml:space="preserve">NERC annually publishes a report detailing base case error counts for certain metrics </w:t>
      </w:r>
      <w:r w:rsidR="005D0329">
        <w:rPr>
          <w:i w:val="0"/>
          <w:iCs/>
          <w:sz w:val="22"/>
          <w:szCs w:val="24"/>
        </w:rPr>
        <w:t xml:space="preserve">that </w:t>
      </w:r>
      <w:r>
        <w:rPr>
          <w:i w:val="0"/>
          <w:iCs/>
          <w:sz w:val="22"/>
          <w:szCs w:val="24"/>
        </w:rPr>
        <w:t>NERC considers important. The report</w:t>
      </w:r>
      <w:r w:rsidR="008142CE">
        <w:rPr>
          <w:i w:val="0"/>
          <w:iCs/>
          <w:sz w:val="22"/>
          <w:szCs w:val="24"/>
        </w:rPr>
        <w:t>’s recommendations are directed</w:t>
      </w:r>
      <w:r>
        <w:rPr>
          <w:i w:val="0"/>
          <w:iCs/>
          <w:sz w:val="22"/>
          <w:szCs w:val="24"/>
        </w:rPr>
        <w:t xml:space="preserve"> </w:t>
      </w:r>
      <w:r w:rsidR="008142CE">
        <w:rPr>
          <w:i w:val="0"/>
          <w:iCs/>
          <w:sz w:val="22"/>
          <w:szCs w:val="24"/>
        </w:rPr>
        <w:t>to</w:t>
      </w:r>
      <w:r>
        <w:rPr>
          <w:i w:val="0"/>
          <w:iCs/>
          <w:sz w:val="22"/>
          <w:szCs w:val="24"/>
        </w:rPr>
        <w:t xml:space="preserve"> each </w:t>
      </w:r>
      <w:r w:rsidR="005D0329">
        <w:rPr>
          <w:i w:val="0"/>
          <w:iCs/>
          <w:sz w:val="22"/>
          <w:szCs w:val="24"/>
        </w:rPr>
        <w:t>i</w:t>
      </w:r>
      <w:r>
        <w:rPr>
          <w:i w:val="0"/>
          <w:iCs/>
          <w:sz w:val="22"/>
          <w:szCs w:val="24"/>
        </w:rPr>
        <w:t xml:space="preserve">nterconnection’s MOD-032 </w:t>
      </w:r>
      <w:r w:rsidR="005D0329">
        <w:rPr>
          <w:i w:val="0"/>
          <w:iCs/>
          <w:sz w:val="22"/>
          <w:szCs w:val="24"/>
        </w:rPr>
        <w:t>d</w:t>
      </w:r>
      <w:r>
        <w:rPr>
          <w:i w:val="0"/>
          <w:iCs/>
          <w:sz w:val="22"/>
          <w:szCs w:val="24"/>
        </w:rPr>
        <w:t xml:space="preserve">esignee, which </w:t>
      </w:r>
      <w:r w:rsidR="005D0329">
        <w:rPr>
          <w:i w:val="0"/>
          <w:iCs/>
          <w:sz w:val="22"/>
          <w:szCs w:val="24"/>
        </w:rPr>
        <w:t xml:space="preserve">is </w:t>
      </w:r>
      <w:r>
        <w:rPr>
          <w:i w:val="0"/>
          <w:iCs/>
          <w:sz w:val="22"/>
          <w:szCs w:val="24"/>
        </w:rPr>
        <w:t>WECC for the W</w:t>
      </w:r>
      <w:r w:rsidR="0048321D">
        <w:rPr>
          <w:i w:val="0"/>
          <w:iCs/>
          <w:sz w:val="22"/>
          <w:szCs w:val="24"/>
        </w:rPr>
        <w:t xml:space="preserve">estern </w:t>
      </w:r>
      <w:r>
        <w:rPr>
          <w:i w:val="0"/>
          <w:iCs/>
          <w:sz w:val="22"/>
          <w:szCs w:val="24"/>
        </w:rPr>
        <w:t>I</w:t>
      </w:r>
      <w:r w:rsidR="0048321D">
        <w:rPr>
          <w:i w:val="0"/>
          <w:iCs/>
          <w:sz w:val="22"/>
          <w:szCs w:val="24"/>
        </w:rPr>
        <w:t>nterconnection</w:t>
      </w:r>
      <w:r>
        <w:rPr>
          <w:i w:val="0"/>
          <w:iCs/>
          <w:sz w:val="22"/>
          <w:szCs w:val="24"/>
        </w:rPr>
        <w:t xml:space="preserve">. As of the 2022 BCCDC, most NERC case quality metrics have been incorporated directly into the SADD for data submitters to review; however, data submitters should still familiarize themselves with the case quality metrics for those that are not captured in the SADD. Some of the main metrics driving error counts in the </w:t>
      </w:r>
      <w:r w:rsidR="00795E78">
        <w:rPr>
          <w:i w:val="0"/>
          <w:iCs/>
          <w:sz w:val="22"/>
          <w:szCs w:val="24"/>
        </w:rPr>
        <w:t>Western Interconnection</w:t>
      </w:r>
      <w:r>
        <w:rPr>
          <w:i w:val="0"/>
          <w:iCs/>
          <w:sz w:val="22"/>
          <w:szCs w:val="24"/>
        </w:rPr>
        <w:t xml:space="preserve"> include generators at their reactive power limits, generator terminal voltages outside typical bands, natural gas generator ambient temperature power limits, not recommended generator models, unreasonable saturation factors, non</w:t>
      </w:r>
      <w:r w:rsidR="00AB4182">
        <w:rPr>
          <w:i w:val="0"/>
          <w:iCs/>
          <w:sz w:val="22"/>
          <w:szCs w:val="24"/>
        </w:rPr>
        <w:t>-</w:t>
      </w:r>
      <w:r>
        <w:rPr>
          <w:i w:val="0"/>
          <w:iCs/>
          <w:sz w:val="22"/>
          <w:szCs w:val="24"/>
        </w:rPr>
        <w:t xml:space="preserve">zero generator speed damping parameters, and the amount of netted generation in cases. The amount of netted generation and generator terminal voltage metrics are </w:t>
      </w:r>
      <w:r>
        <w:rPr>
          <w:i w:val="0"/>
          <w:iCs/>
          <w:sz w:val="22"/>
          <w:szCs w:val="24"/>
        </w:rPr>
        <w:lastRenderedPageBreak/>
        <w:t xml:space="preserve">both included in the </w:t>
      </w:r>
      <w:r w:rsidR="009D5F57">
        <w:rPr>
          <w:i w:val="0"/>
          <w:iCs/>
          <w:sz w:val="22"/>
          <w:szCs w:val="24"/>
        </w:rPr>
        <w:t>WECC 2022 Corporate</w:t>
      </w:r>
      <w:r>
        <w:rPr>
          <w:i w:val="0"/>
          <w:iCs/>
          <w:sz w:val="22"/>
          <w:szCs w:val="24"/>
        </w:rPr>
        <w:t xml:space="preserve"> </w:t>
      </w:r>
      <w:r w:rsidR="009D5F57">
        <w:rPr>
          <w:i w:val="0"/>
          <w:iCs/>
          <w:sz w:val="22"/>
          <w:szCs w:val="24"/>
        </w:rPr>
        <w:t>S</w:t>
      </w:r>
      <w:r>
        <w:rPr>
          <w:i w:val="0"/>
          <w:iCs/>
          <w:sz w:val="22"/>
          <w:szCs w:val="24"/>
        </w:rPr>
        <w:t xml:space="preserve">corecard item prioritized list of power flow model shortcomings as something for </w:t>
      </w:r>
      <w:r w:rsidR="00A77683" w:rsidRPr="000314A9">
        <w:rPr>
          <w:i w:val="0"/>
          <w:iCs/>
          <w:sz w:val="22"/>
        </w:rPr>
        <w:t>staff</w:t>
      </w:r>
      <w:r>
        <w:rPr>
          <w:i w:val="0"/>
          <w:iCs/>
          <w:sz w:val="22"/>
          <w:szCs w:val="24"/>
        </w:rPr>
        <w:t xml:space="preserve"> and data submitters to resolve.</w:t>
      </w:r>
    </w:p>
    <w:p w14:paraId="41F90F2E" w14:textId="77777777" w:rsidR="00C2187F" w:rsidRDefault="00C2187F" w:rsidP="00C2187F">
      <w:pPr>
        <w:pStyle w:val="Heading3"/>
      </w:pPr>
      <w:r>
        <w:t>Recommendation</w:t>
      </w:r>
    </w:p>
    <w:p w14:paraId="0AC824BE" w14:textId="3F8DB3F3" w:rsidR="00C2187F" w:rsidRPr="00C2187F" w:rsidRDefault="00C2187F" w:rsidP="00C2187F">
      <w:r>
        <w:t xml:space="preserve">Staff and data submitters should </w:t>
      </w:r>
      <w:r w:rsidR="00404A34">
        <w:t>work</w:t>
      </w:r>
      <w:r w:rsidR="0048321D">
        <w:t xml:space="preserve"> together</w:t>
      </w:r>
      <w:r w:rsidR="00404A34">
        <w:t xml:space="preserve"> </w:t>
      </w:r>
      <w:r>
        <w:t>to prioritize reducing NERC case quality metric counts. These case quality metrics should continue to feed into the prioritized list of power flow model shortcomings described in the Scorecard Metrics section.</w:t>
      </w:r>
      <w:r w:rsidR="00A34DAA">
        <w:t xml:space="preserve"> If a data submitter verifies that a value </w:t>
      </w:r>
      <w:r w:rsidR="00DB718C">
        <w:t xml:space="preserve">is </w:t>
      </w:r>
      <w:r w:rsidR="00A34DAA">
        <w:t>being flagged as incorrect by the SADD or case quality metrics</w:t>
      </w:r>
      <w:r w:rsidR="00287C0A">
        <w:t>, but</w:t>
      </w:r>
      <w:r w:rsidR="00A34DAA">
        <w:t xml:space="preserve"> is actually accurate, they should communicate that to </w:t>
      </w:r>
      <w:r w:rsidR="00A77683">
        <w:t>staff</w:t>
      </w:r>
      <w:r w:rsidR="00A34DAA">
        <w:t xml:space="preserve"> for inclusion in exemption lists.</w:t>
      </w:r>
    </w:p>
    <w:p w14:paraId="2026E205" w14:textId="7693F7E4" w:rsidR="00853A86" w:rsidRDefault="00853A86" w:rsidP="00853A86">
      <w:pPr>
        <w:pStyle w:val="Heading2"/>
      </w:pPr>
      <w:r>
        <w:t>Late Data</w:t>
      </w:r>
    </w:p>
    <w:p w14:paraId="5C774CDB" w14:textId="64A5BAE8" w:rsidR="00853A86" w:rsidRDefault="00853A86" w:rsidP="00853A86">
      <w:r>
        <w:t>Staff maintain</w:t>
      </w:r>
      <w:r w:rsidR="00F31FF3">
        <w:t>s</w:t>
      </w:r>
      <w:r>
        <w:t xml:space="preserve"> a log of late data received for each case in a given year’s BCCS. </w:t>
      </w:r>
      <w:r w:rsidR="00121701">
        <w:t xml:space="preserve">Late data can make it difficult to assemble a case on time due to complications that arise when attempting to integrate new data into a partially compiled case that </w:t>
      </w:r>
      <w:r w:rsidR="00A77683">
        <w:t>staff</w:t>
      </w:r>
      <w:r w:rsidR="00121701">
        <w:t xml:space="preserve"> has already started working on. The DPM contains a process called the Late Data Procedure </w:t>
      </w:r>
      <w:r w:rsidR="0085545E">
        <w:t xml:space="preserve">that allows </w:t>
      </w:r>
      <w:r w:rsidR="00A77683">
        <w:t>staff</w:t>
      </w:r>
      <w:r w:rsidR="0085545E">
        <w:t xml:space="preserve"> to use the best data available if </w:t>
      </w:r>
      <w:r w:rsidR="00D7694F">
        <w:t xml:space="preserve">it </w:t>
      </w:r>
      <w:r w:rsidR="0085545E">
        <w:t>determine</w:t>
      </w:r>
      <w:r w:rsidR="00D7694F">
        <w:t>s</w:t>
      </w:r>
      <w:r w:rsidR="0085545E">
        <w:t xml:space="preserve"> late data is unusable. The Late Data Procedure is a last resort that </w:t>
      </w:r>
      <w:r w:rsidR="00A77683">
        <w:t>staff</w:t>
      </w:r>
      <w:r w:rsidR="0085545E">
        <w:t xml:space="preserve"> has not needed to rely on, but the 2022 BCCDC saw an increase in late data compared to the 2021 BCCDC that occasionally cause</w:t>
      </w:r>
      <w:r w:rsidR="00D7694F">
        <w:t>d</w:t>
      </w:r>
      <w:r w:rsidR="0085545E">
        <w:t xml:space="preserve"> concerns that a case would not go out on time. </w:t>
      </w:r>
      <w:r w:rsidR="00121A8D">
        <w:t xml:space="preserve">Specifically, in the 2021 BCCDC, </w:t>
      </w:r>
      <w:r w:rsidR="00C96C8F">
        <w:t>three</w:t>
      </w:r>
      <w:r w:rsidR="00121A8D">
        <w:t xml:space="preserve"> case builds out of 22 had late data with a maximum lateness of </w:t>
      </w:r>
      <w:r w:rsidR="00C96C8F">
        <w:t>three</w:t>
      </w:r>
      <w:r w:rsidR="00121A8D">
        <w:t xml:space="preserve"> days. Note that 22 case builds </w:t>
      </w:r>
      <w:r w:rsidR="008142CE">
        <w:t>include</w:t>
      </w:r>
      <w:r w:rsidR="00121A8D">
        <w:t xml:space="preserve"> the first and final versions for the 11 cases in the 2021 BCCS. In the 2022 BCCDC, 20 out of 22 case builds had late data with a maximum lateness of 13 days. In particular, El Paso Electric (EPE) only submitted data on time </w:t>
      </w:r>
      <w:r w:rsidR="000446FA">
        <w:t xml:space="preserve">eight </w:t>
      </w:r>
      <w:r w:rsidR="00121A8D">
        <w:t>out of 22 times. These figures do not account for mismatched interchanges</w:t>
      </w:r>
      <w:r w:rsidR="000446FA">
        <w:t>,</w:t>
      </w:r>
      <w:r w:rsidR="00121A8D">
        <w:t xml:space="preserve"> which also require </w:t>
      </w:r>
      <w:r w:rsidR="002F3704">
        <w:t>staff</w:t>
      </w:r>
      <w:r w:rsidR="00121A8D">
        <w:t xml:space="preserve"> intervention to correct.</w:t>
      </w:r>
    </w:p>
    <w:p w14:paraId="0DA4E0E2" w14:textId="1F3909F0" w:rsidR="00121A8D" w:rsidRDefault="00121A8D" w:rsidP="00121A8D">
      <w:pPr>
        <w:pStyle w:val="Heading3"/>
      </w:pPr>
      <w:r>
        <w:t>Recommendation</w:t>
      </w:r>
    </w:p>
    <w:p w14:paraId="6A3F0A56" w14:textId="3215F9D7" w:rsidR="00121A8D" w:rsidRDefault="00121A8D" w:rsidP="00121A8D">
      <w:r>
        <w:t xml:space="preserve">Data submitters must strive to submit data on time to </w:t>
      </w:r>
      <w:r w:rsidR="002F3704">
        <w:t>staff</w:t>
      </w:r>
      <w:r>
        <w:t xml:space="preserve"> and give as much advance notice as possible when data will not be submitted on time. EPE </w:t>
      </w:r>
      <w:r w:rsidR="00DD1F8B">
        <w:t>must</w:t>
      </w:r>
      <w:r>
        <w:t xml:space="preserve"> </w:t>
      </w:r>
      <w:r w:rsidR="00DD1F8B">
        <w:t>be more punctual with submittals</w:t>
      </w:r>
      <w:r>
        <w:t xml:space="preserve"> during the 2023 BCCDC. Additionally, </w:t>
      </w:r>
      <w:r w:rsidR="002F3704">
        <w:t>staff</w:t>
      </w:r>
      <w:r>
        <w:t xml:space="preserve"> will be </w:t>
      </w:r>
      <w:r w:rsidR="00713B7F">
        <w:t>stricter</w:t>
      </w:r>
      <w:r>
        <w:t xml:space="preserve"> using the Late Data Procedure for late data in the 2023 BCCDC and </w:t>
      </w:r>
      <w:r w:rsidR="00713B7F">
        <w:t xml:space="preserve">will </w:t>
      </w:r>
      <w:r>
        <w:t xml:space="preserve">not accept data more than </w:t>
      </w:r>
      <w:r w:rsidR="00713B7F">
        <w:t>three</w:t>
      </w:r>
      <w:r>
        <w:t xml:space="preserve"> working days after data is due. Finally, data submitters should use the interchange spreadsheets on the SRS team site to coordinate interchanges and resolve mismatches before submitting data to </w:t>
      </w:r>
      <w:r w:rsidR="002F3704">
        <w:t>staff</w:t>
      </w:r>
      <w:r>
        <w:t>. If interchange values need to change, it can cascade into other issues like generators needing to be re-dispatched, dynamic errors, and more.</w:t>
      </w:r>
    </w:p>
    <w:p w14:paraId="25B63233" w14:textId="7025F87F" w:rsidR="00BB2B79" w:rsidRDefault="00BB2B79" w:rsidP="00BB2B79">
      <w:pPr>
        <w:pStyle w:val="Heading2"/>
      </w:pPr>
      <w:r>
        <w:t>Repeated Model Errors</w:t>
      </w:r>
    </w:p>
    <w:p w14:paraId="7BBB1C11" w14:textId="52A57334" w:rsidR="00BB2B79" w:rsidRDefault="005475C7" w:rsidP="00BB2B79">
      <w:r>
        <w:t>When</w:t>
      </w:r>
      <w:r w:rsidR="00BB2B79">
        <w:t xml:space="preserve"> compiling a case, </w:t>
      </w:r>
      <w:r w:rsidR="002F3704">
        <w:t>staff</w:t>
      </w:r>
      <w:r w:rsidR="00BB2B79">
        <w:t xml:space="preserve"> creates a spreadsheet called the Annual Base Case Compilation and Data Check Log</w:t>
      </w:r>
      <w:r>
        <w:t xml:space="preserve">, </w:t>
      </w:r>
      <w:r w:rsidR="00BB2B79">
        <w:t xml:space="preserve">which is included in each case file available on wecc.org. The </w:t>
      </w:r>
      <w:r>
        <w:t>l</w:t>
      </w:r>
      <w:r w:rsidR="00BB2B79">
        <w:t xml:space="preserve">og tracks issues that </w:t>
      </w:r>
      <w:r w:rsidR="002F3704">
        <w:t>staff</w:t>
      </w:r>
      <w:r w:rsidR="00BB2B79">
        <w:t xml:space="preserve"> observed during dynamic simulations but does not include initialization errors. Many dynamic models present the same error throughout multiple case builds each year. The following is a list of some of </w:t>
      </w:r>
      <w:r w:rsidR="00BB2B79">
        <w:lastRenderedPageBreak/>
        <w:t xml:space="preserve">these recurring issues that </w:t>
      </w:r>
      <w:r w:rsidR="002F3704">
        <w:t>staff</w:t>
      </w:r>
      <w:r w:rsidR="00BB2B79">
        <w:t xml:space="preserve"> observed in the 2022 BCCDC</w:t>
      </w:r>
      <w:r w:rsidR="002C7B5A">
        <w:t>, delineated by the bus number of the unit and roughly grouped by similar bus number</w:t>
      </w:r>
    </w:p>
    <w:p w14:paraId="522BF439" w14:textId="77777777" w:rsidR="00C4278E" w:rsidRPr="00C4278E" w:rsidRDefault="00C4278E" w:rsidP="000314A9">
      <w:pPr>
        <w:pStyle w:val="ListBullet"/>
      </w:pPr>
      <w:r w:rsidRPr="00C4278E">
        <w:rPr>
          <w:rStyle w:val="normaltextrun"/>
        </w:rPr>
        <w:t>Area 16: TEP</w:t>
      </w:r>
      <w:r w:rsidRPr="00C4278E">
        <w:rPr>
          <w:rStyle w:val="eop"/>
        </w:rPr>
        <w:t> </w:t>
      </w:r>
    </w:p>
    <w:p w14:paraId="7B450F49" w14:textId="77777777" w:rsidR="00C4278E" w:rsidRPr="00C4278E" w:rsidRDefault="00C4278E" w:rsidP="000314A9">
      <w:pPr>
        <w:pStyle w:val="ListBullet"/>
        <w:numPr>
          <w:ilvl w:val="1"/>
          <w:numId w:val="2"/>
        </w:numPr>
      </w:pPr>
      <w:r w:rsidRPr="00C4278E">
        <w:rPr>
          <w:rStyle w:val="normaltextrun"/>
        </w:rPr>
        <w:t>160932: growing reactive power oscillations</w:t>
      </w:r>
      <w:r w:rsidRPr="00C4278E">
        <w:rPr>
          <w:rStyle w:val="eop"/>
        </w:rPr>
        <w:t> </w:t>
      </w:r>
    </w:p>
    <w:p w14:paraId="236868E5" w14:textId="77777777" w:rsidR="00C4278E" w:rsidRPr="00C4278E" w:rsidRDefault="00C4278E" w:rsidP="000314A9">
      <w:pPr>
        <w:pStyle w:val="ListBullet"/>
      </w:pPr>
      <w:r w:rsidRPr="00C4278E">
        <w:rPr>
          <w:rStyle w:val="normaltextrun"/>
        </w:rPr>
        <w:t>Area 19: WAPA DSW</w:t>
      </w:r>
      <w:r w:rsidRPr="00C4278E">
        <w:rPr>
          <w:rStyle w:val="eop"/>
        </w:rPr>
        <w:t> </w:t>
      </w:r>
    </w:p>
    <w:p w14:paraId="778CD8F4" w14:textId="02D5C7FB" w:rsidR="00C4278E" w:rsidRPr="00C4278E" w:rsidRDefault="00C4278E" w:rsidP="000314A9">
      <w:pPr>
        <w:pStyle w:val="ListBullet"/>
        <w:numPr>
          <w:ilvl w:val="1"/>
          <w:numId w:val="2"/>
        </w:numPr>
      </w:pPr>
      <w:r w:rsidRPr="00C4278E">
        <w:rPr>
          <w:rStyle w:val="normaltextrun"/>
        </w:rPr>
        <w:t>19985 19981: sometimes shows a sudden real power drop to 0 MW well past a disturbance</w:t>
      </w:r>
      <w:r w:rsidRPr="00C4278E">
        <w:rPr>
          <w:rStyle w:val="eop"/>
        </w:rPr>
        <w:t> </w:t>
      </w:r>
    </w:p>
    <w:p w14:paraId="716BF895" w14:textId="77777777" w:rsidR="00C4278E" w:rsidRPr="00C4278E" w:rsidRDefault="00C4278E" w:rsidP="000314A9">
      <w:pPr>
        <w:pStyle w:val="ListBullet"/>
      </w:pPr>
      <w:r w:rsidRPr="00C4278E">
        <w:rPr>
          <w:rStyle w:val="normaltextrun"/>
        </w:rPr>
        <w:t>Area 20: CENACE</w:t>
      </w:r>
      <w:r w:rsidRPr="00C4278E">
        <w:rPr>
          <w:rStyle w:val="eop"/>
        </w:rPr>
        <w:t> </w:t>
      </w:r>
    </w:p>
    <w:p w14:paraId="562C545A" w14:textId="0161AC2B" w:rsidR="00C4278E" w:rsidRPr="00C4278E" w:rsidRDefault="00C4278E" w:rsidP="000314A9">
      <w:pPr>
        <w:pStyle w:val="ListBullet"/>
        <w:numPr>
          <w:ilvl w:val="1"/>
          <w:numId w:val="2"/>
        </w:numPr>
      </w:pPr>
      <w:r w:rsidRPr="00C4278E">
        <w:rPr>
          <w:rStyle w:val="normaltextrun"/>
        </w:rPr>
        <w:t>20188 20190: large real power generation movement with little room on swing machine to adjust</w:t>
      </w:r>
      <w:r w:rsidRPr="00C4278E">
        <w:rPr>
          <w:rStyle w:val="eop"/>
        </w:rPr>
        <w:t> </w:t>
      </w:r>
    </w:p>
    <w:p w14:paraId="7DACF402" w14:textId="77777777" w:rsidR="00C4278E" w:rsidRPr="00C4278E" w:rsidRDefault="00C4278E" w:rsidP="000314A9">
      <w:pPr>
        <w:pStyle w:val="ListBullet"/>
      </w:pPr>
      <w:r w:rsidRPr="00C4278E">
        <w:rPr>
          <w:rStyle w:val="normaltextrun"/>
        </w:rPr>
        <w:t>Area 21: IID</w:t>
      </w:r>
      <w:r w:rsidRPr="00C4278E">
        <w:rPr>
          <w:rStyle w:val="eop"/>
        </w:rPr>
        <w:t> </w:t>
      </w:r>
    </w:p>
    <w:p w14:paraId="6F19DF78" w14:textId="77777777" w:rsidR="00C4278E" w:rsidRPr="00C4278E" w:rsidRDefault="00C4278E" w:rsidP="000314A9">
      <w:pPr>
        <w:pStyle w:val="ListBullet"/>
        <w:numPr>
          <w:ilvl w:val="1"/>
          <w:numId w:val="2"/>
        </w:numPr>
      </w:pPr>
      <w:r w:rsidRPr="00C4278E">
        <w:rPr>
          <w:rStyle w:val="normaltextrun"/>
        </w:rPr>
        <w:t>21655 21658 21659 21876: often shows undamped electric field density oscillations</w:t>
      </w:r>
      <w:r w:rsidRPr="00C4278E">
        <w:rPr>
          <w:rStyle w:val="eop"/>
        </w:rPr>
        <w:t> </w:t>
      </w:r>
    </w:p>
    <w:p w14:paraId="4E9EEA6A" w14:textId="77777777" w:rsidR="00C4278E" w:rsidRPr="00C4278E" w:rsidRDefault="00C4278E" w:rsidP="000314A9">
      <w:pPr>
        <w:pStyle w:val="ListBullet"/>
      </w:pPr>
      <w:r w:rsidRPr="00C4278E">
        <w:rPr>
          <w:rStyle w:val="normaltextrun"/>
        </w:rPr>
        <w:t>Area 24: SCE</w:t>
      </w:r>
      <w:r w:rsidRPr="00C4278E">
        <w:rPr>
          <w:rStyle w:val="eop"/>
        </w:rPr>
        <w:t> </w:t>
      </w:r>
    </w:p>
    <w:p w14:paraId="4193CD08" w14:textId="77777777" w:rsidR="00C4278E" w:rsidRPr="00C4278E" w:rsidRDefault="00C4278E" w:rsidP="000314A9">
      <w:pPr>
        <w:pStyle w:val="ListBullet"/>
        <w:numPr>
          <w:ilvl w:val="1"/>
          <w:numId w:val="2"/>
        </w:numPr>
      </w:pPr>
      <w:r w:rsidRPr="00C4278E">
        <w:rPr>
          <w:rStyle w:val="normaltextrun"/>
        </w:rPr>
        <w:t>29415: continuous growth in reactive power generation post disturbance</w:t>
      </w:r>
      <w:r w:rsidRPr="00C4278E">
        <w:rPr>
          <w:rStyle w:val="eop"/>
        </w:rPr>
        <w:t> </w:t>
      </w:r>
    </w:p>
    <w:p w14:paraId="5E2D94A8" w14:textId="77777777" w:rsidR="00C4278E" w:rsidRPr="00C4278E" w:rsidRDefault="00C4278E" w:rsidP="000314A9">
      <w:pPr>
        <w:pStyle w:val="ListBullet"/>
      </w:pPr>
      <w:r w:rsidRPr="00C4278E">
        <w:rPr>
          <w:rStyle w:val="normaltextrun"/>
        </w:rPr>
        <w:t>Area 30: PG&amp;E</w:t>
      </w:r>
      <w:r w:rsidRPr="00C4278E">
        <w:rPr>
          <w:rStyle w:val="eop"/>
        </w:rPr>
        <w:t> </w:t>
      </w:r>
    </w:p>
    <w:p w14:paraId="15ACC853" w14:textId="77777777" w:rsidR="00C4278E" w:rsidRPr="00C4278E" w:rsidRDefault="00C4278E" w:rsidP="000314A9">
      <w:pPr>
        <w:pStyle w:val="ListBullet"/>
        <w:numPr>
          <w:ilvl w:val="1"/>
          <w:numId w:val="2"/>
        </w:numPr>
      </w:pPr>
      <w:r w:rsidRPr="00C4278E">
        <w:rPr>
          <w:rStyle w:val="normaltextrun"/>
        </w:rPr>
        <w:t>34738: locti model has a nuisance pickup at the start of every simulation</w:t>
      </w:r>
      <w:r w:rsidRPr="00C4278E">
        <w:rPr>
          <w:rStyle w:val="eop"/>
        </w:rPr>
        <w:t> </w:t>
      </w:r>
    </w:p>
    <w:p w14:paraId="208DE315" w14:textId="77777777" w:rsidR="00C4278E" w:rsidRPr="00C4278E" w:rsidRDefault="00C4278E" w:rsidP="000314A9">
      <w:pPr>
        <w:pStyle w:val="ListBullet"/>
        <w:numPr>
          <w:ilvl w:val="1"/>
          <w:numId w:val="2"/>
        </w:numPr>
      </w:pPr>
      <w:r w:rsidRPr="00C4278E">
        <w:rPr>
          <w:rStyle w:val="normaltextrun"/>
        </w:rPr>
        <w:t>31080: svd model causes large oscillations throughout area 30 in many simulations</w:t>
      </w:r>
      <w:r w:rsidRPr="00C4278E">
        <w:rPr>
          <w:rStyle w:val="eop"/>
        </w:rPr>
        <w:t> </w:t>
      </w:r>
    </w:p>
    <w:p w14:paraId="7E4D68AD" w14:textId="77777777" w:rsidR="00C4278E" w:rsidRPr="00C4278E" w:rsidRDefault="00C4278E" w:rsidP="000314A9">
      <w:pPr>
        <w:pStyle w:val="ListBullet"/>
        <w:numPr>
          <w:ilvl w:val="1"/>
          <w:numId w:val="2"/>
        </w:numPr>
      </w:pPr>
      <w:r w:rsidRPr="00C4278E">
        <w:rPr>
          <w:rStyle w:val="normaltextrun"/>
        </w:rPr>
        <w:t>365540: large electric field density oscillations</w:t>
      </w:r>
      <w:r w:rsidRPr="00C4278E">
        <w:rPr>
          <w:rStyle w:val="eop"/>
        </w:rPr>
        <w:t> </w:t>
      </w:r>
    </w:p>
    <w:p w14:paraId="7AB5C30F" w14:textId="77777777" w:rsidR="00C4278E" w:rsidRPr="00C4278E" w:rsidRDefault="00C4278E" w:rsidP="000314A9">
      <w:pPr>
        <w:pStyle w:val="ListBullet"/>
      </w:pPr>
      <w:r w:rsidRPr="00C4278E">
        <w:rPr>
          <w:rStyle w:val="normaltextrun"/>
        </w:rPr>
        <w:t>Area 40: Northwest</w:t>
      </w:r>
      <w:r w:rsidRPr="00C4278E">
        <w:rPr>
          <w:rStyle w:val="eop"/>
        </w:rPr>
        <w:t> </w:t>
      </w:r>
    </w:p>
    <w:p w14:paraId="2A090D5D" w14:textId="77777777" w:rsidR="00C4278E" w:rsidRPr="00C4278E" w:rsidRDefault="00C4278E" w:rsidP="000314A9">
      <w:pPr>
        <w:pStyle w:val="ListBullet"/>
        <w:numPr>
          <w:ilvl w:val="1"/>
          <w:numId w:val="2"/>
        </w:numPr>
      </w:pPr>
      <w:r w:rsidRPr="00C4278E">
        <w:rPr>
          <w:rStyle w:val="normaltextrun"/>
        </w:rPr>
        <w:t>44006 44007 44008 44009: large oscillations in all quantities</w:t>
      </w:r>
      <w:r w:rsidRPr="00C4278E">
        <w:rPr>
          <w:rStyle w:val="eop"/>
        </w:rPr>
        <w:t> </w:t>
      </w:r>
    </w:p>
    <w:p w14:paraId="38526674" w14:textId="77777777" w:rsidR="00C4278E" w:rsidRPr="00C4278E" w:rsidRDefault="00C4278E" w:rsidP="000314A9">
      <w:pPr>
        <w:pStyle w:val="ListBullet"/>
        <w:numPr>
          <w:ilvl w:val="1"/>
          <w:numId w:val="2"/>
        </w:numPr>
      </w:pPr>
      <w:r w:rsidRPr="00C4278E">
        <w:rPr>
          <w:rStyle w:val="normaltextrun"/>
        </w:rPr>
        <w:t>46732: large electric field density movement above allowable threshold</w:t>
      </w:r>
      <w:r w:rsidRPr="00C4278E">
        <w:rPr>
          <w:rStyle w:val="eop"/>
        </w:rPr>
        <w:t> </w:t>
      </w:r>
    </w:p>
    <w:p w14:paraId="4C31366C" w14:textId="77777777" w:rsidR="00C4278E" w:rsidRPr="00C4278E" w:rsidRDefault="00C4278E" w:rsidP="000314A9">
      <w:pPr>
        <w:pStyle w:val="ListBullet"/>
        <w:numPr>
          <w:ilvl w:val="1"/>
          <w:numId w:val="2"/>
        </w:numPr>
      </w:pPr>
      <w:r w:rsidRPr="00C4278E">
        <w:rPr>
          <w:rStyle w:val="normaltextrun"/>
        </w:rPr>
        <w:t>47995: sometimes trips on low voltage during disturbance</w:t>
      </w:r>
      <w:r w:rsidRPr="00C4278E">
        <w:rPr>
          <w:rStyle w:val="eop"/>
        </w:rPr>
        <w:t> </w:t>
      </w:r>
    </w:p>
    <w:p w14:paraId="1701B59D" w14:textId="77777777" w:rsidR="00C4278E" w:rsidRPr="00C4278E" w:rsidRDefault="00C4278E" w:rsidP="000314A9">
      <w:pPr>
        <w:pStyle w:val="ListBullet"/>
        <w:numPr>
          <w:ilvl w:val="1"/>
          <w:numId w:val="2"/>
        </w:numPr>
      </w:pPr>
      <w:r w:rsidRPr="00C4278E">
        <w:rPr>
          <w:rStyle w:val="normaltextrun"/>
        </w:rPr>
        <w:t>40346: sometimes shows large real power generation oscillations</w:t>
      </w:r>
      <w:r w:rsidRPr="00C4278E">
        <w:rPr>
          <w:rStyle w:val="eop"/>
        </w:rPr>
        <w:t> </w:t>
      </w:r>
    </w:p>
    <w:p w14:paraId="47312FC1" w14:textId="77777777" w:rsidR="00C4278E" w:rsidRDefault="00C4278E" w:rsidP="000314A9">
      <w:pPr>
        <w:pStyle w:val="ListBullet"/>
        <w:rPr>
          <w:rStyle w:val="eop"/>
        </w:rPr>
      </w:pPr>
      <w:r w:rsidRPr="00C4278E">
        <w:rPr>
          <w:rStyle w:val="normaltextrun"/>
        </w:rPr>
        <w:t>Area 50: BC Hydro</w:t>
      </w:r>
      <w:r w:rsidRPr="00C4278E">
        <w:rPr>
          <w:rStyle w:val="eop"/>
        </w:rPr>
        <w:t> </w:t>
      </w:r>
    </w:p>
    <w:p w14:paraId="36030095" w14:textId="66D2FC98" w:rsidR="00C4278E" w:rsidRPr="00C4278E" w:rsidRDefault="00C4278E" w:rsidP="000314A9">
      <w:pPr>
        <w:pStyle w:val="ListBullet"/>
        <w:numPr>
          <w:ilvl w:val="1"/>
          <w:numId w:val="2"/>
        </w:numPr>
      </w:pPr>
      <w:r w:rsidRPr="00C4278E">
        <w:rPr>
          <w:rStyle w:val="normaltextrun"/>
        </w:rPr>
        <w:t>51273: sometimes shows speed instability</w:t>
      </w:r>
      <w:r w:rsidRPr="00C4278E">
        <w:rPr>
          <w:rStyle w:val="eop"/>
        </w:rPr>
        <w:t> </w:t>
      </w:r>
    </w:p>
    <w:p w14:paraId="2C3A1E4F" w14:textId="77777777" w:rsidR="00C4278E" w:rsidRPr="00C4278E" w:rsidRDefault="00C4278E" w:rsidP="000314A9">
      <w:pPr>
        <w:pStyle w:val="ListBullet"/>
      </w:pPr>
      <w:r w:rsidRPr="00C4278E">
        <w:rPr>
          <w:rStyle w:val="normaltextrun"/>
        </w:rPr>
        <w:t>Area 54: Alberta</w:t>
      </w:r>
      <w:r w:rsidRPr="00C4278E">
        <w:rPr>
          <w:rStyle w:val="eop"/>
        </w:rPr>
        <w:t> </w:t>
      </w:r>
    </w:p>
    <w:p w14:paraId="4CA98FCB" w14:textId="77777777" w:rsidR="00C4278E" w:rsidRPr="00C4278E" w:rsidRDefault="00C4278E" w:rsidP="000314A9">
      <w:pPr>
        <w:pStyle w:val="ListBullet"/>
        <w:numPr>
          <w:ilvl w:val="1"/>
          <w:numId w:val="2"/>
        </w:numPr>
      </w:pPr>
      <w:r w:rsidRPr="00C4278E">
        <w:rPr>
          <w:rStyle w:val="normaltextrun"/>
        </w:rPr>
        <w:t>59011: often show speed spreads above allowable threshold</w:t>
      </w:r>
      <w:r w:rsidRPr="00C4278E">
        <w:rPr>
          <w:rStyle w:val="eop"/>
        </w:rPr>
        <w:t> </w:t>
      </w:r>
    </w:p>
    <w:p w14:paraId="1FFE4972" w14:textId="77777777" w:rsidR="00C4278E" w:rsidRPr="00C4278E" w:rsidRDefault="00C4278E" w:rsidP="000314A9">
      <w:pPr>
        <w:pStyle w:val="ListBullet"/>
      </w:pPr>
      <w:r w:rsidRPr="00C4278E">
        <w:rPr>
          <w:rStyle w:val="normaltextrun"/>
        </w:rPr>
        <w:t>Area 60: Idaho</w:t>
      </w:r>
      <w:r w:rsidRPr="00C4278E">
        <w:rPr>
          <w:rStyle w:val="eop"/>
        </w:rPr>
        <w:t> </w:t>
      </w:r>
    </w:p>
    <w:p w14:paraId="79546710" w14:textId="2C800346" w:rsidR="00C4278E" w:rsidRPr="00C4278E" w:rsidRDefault="00C4278E" w:rsidP="000314A9">
      <w:pPr>
        <w:pStyle w:val="ListBullet"/>
        <w:numPr>
          <w:ilvl w:val="1"/>
          <w:numId w:val="2"/>
        </w:numPr>
      </w:pPr>
      <w:r w:rsidRPr="00C4278E">
        <w:rPr>
          <w:rStyle w:val="normaltextrun"/>
        </w:rPr>
        <w:t>60367: speed spread typically begins decreasing largely around 25 seconds in most simulations</w:t>
      </w:r>
      <w:r w:rsidR="000C625F">
        <w:rPr>
          <w:rStyle w:val="normaltextrun"/>
        </w:rPr>
        <w:t>,</w:t>
      </w:r>
      <w:r w:rsidRPr="00C4278E">
        <w:rPr>
          <w:rStyle w:val="normaltextrun"/>
        </w:rPr>
        <w:t xml:space="preserve"> which is well past the disturbance</w:t>
      </w:r>
      <w:r w:rsidRPr="00C4278E">
        <w:rPr>
          <w:rStyle w:val="eop"/>
        </w:rPr>
        <w:t> </w:t>
      </w:r>
    </w:p>
    <w:p w14:paraId="3602CA0C" w14:textId="77777777" w:rsidR="00C4278E" w:rsidRPr="00C4278E" w:rsidRDefault="00C4278E" w:rsidP="000314A9">
      <w:pPr>
        <w:pStyle w:val="ListBullet"/>
      </w:pPr>
      <w:r w:rsidRPr="00C4278E">
        <w:rPr>
          <w:rStyle w:val="normaltextrun"/>
        </w:rPr>
        <w:t>Area 65: PACE</w:t>
      </w:r>
      <w:r w:rsidRPr="00C4278E">
        <w:rPr>
          <w:rStyle w:val="eop"/>
        </w:rPr>
        <w:t> </w:t>
      </w:r>
    </w:p>
    <w:p w14:paraId="240E044E" w14:textId="77777777" w:rsidR="00C4278E" w:rsidRPr="00C4278E" w:rsidRDefault="00C4278E" w:rsidP="000314A9">
      <w:pPr>
        <w:pStyle w:val="ListBullet"/>
        <w:numPr>
          <w:ilvl w:val="1"/>
          <w:numId w:val="2"/>
        </w:numPr>
      </w:pPr>
      <w:r w:rsidRPr="00C4278E">
        <w:rPr>
          <w:rStyle w:val="normaltextrun"/>
        </w:rPr>
        <w:t>69732 69773 69778: growing real power oscillations</w:t>
      </w:r>
      <w:r w:rsidRPr="00C4278E">
        <w:rPr>
          <w:rStyle w:val="eop"/>
        </w:rPr>
        <w:t> </w:t>
      </w:r>
    </w:p>
    <w:p w14:paraId="48C7E4ED" w14:textId="77777777" w:rsidR="00C4278E" w:rsidRPr="00C4278E" w:rsidRDefault="00C4278E" w:rsidP="000314A9">
      <w:pPr>
        <w:pStyle w:val="ListBullet"/>
        <w:numPr>
          <w:ilvl w:val="1"/>
          <w:numId w:val="2"/>
        </w:numPr>
      </w:pPr>
      <w:r w:rsidRPr="00C4278E">
        <w:rPr>
          <w:rStyle w:val="normaltextrun"/>
        </w:rPr>
        <w:t>69748: continuous growth in reactive power generation post disturbance</w:t>
      </w:r>
      <w:r w:rsidRPr="00C4278E">
        <w:rPr>
          <w:rStyle w:val="eop"/>
        </w:rPr>
        <w:t> </w:t>
      </w:r>
    </w:p>
    <w:p w14:paraId="37A6219A" w14:textId="77777777" w:rsidR="00C4278E" w:rsidRPr="00C4278E" w:rsidRDefault="00C4278E" w:rsidP="000314A9">
      <w:pPr>
        <w:pStyle w:val="ListBullet"/>
        <w:numPr>
          <w:ilvl w:val="1"/>
          <w:numId w:val="2"/>
        </w:numPr>
      </w:pPr>
      <w:r w:rsidRPr="00C4278E">
        <w:rPr>
          <w:rStyle w:val="normaltextrun"/>
        </w:rPr>
        <w:t>69013 69017: often cause dynamic simulation to diverge if units are not load netted</w:t>
      </w:r>
      <w:r w:rsidRPr="00C4278E">
        <w:rPr>
          <w:rStyle w:val="eop"/>
        </w:rPr>
        <w:t> </w:t>
      </w:r>
    </w:p>
    <w:p w14:paraId="7B63F20D" w14:textId="77777777" w:rsidR="00C4278E" w:rsidRPr="00C4278E" w:rsidRDefault="00C4278E" w:rsidP="000314A9">
      <w:pPr>
        <w:pStyle w:val="ListBullet"/>
      </w:pPr>
      <w:r w:rsidRPr="00C4278E">
        <w:rPr>
          <w:rStyle w:val="normaltextrun"/>
        </w:rPr>
        <w:t>Area 70: PSCo</w:t>
      </w:r>
      <w:r w:rsidRPr="00C4278E">
        <w:rPr>
          <w:rStyle w:val="eop"/>
        </w:rPr>
        <w:t> </w:t>
      </w:r>
    </w:p>
    <w:p w14:paraId="4449C626" w14:textId="77777777" w:rsidR="00C4278E" w:rsidRPr="00C4278E" w:rsidRDefault="00C4278E" w:rsidP="000314A9">
      <w:pPr>
        <w:pStyle w:val="ListBullet"/>
        <w:numPr>
          <w:ilvl w:val="1"/>
          <w:numId w:val="2"/>
        </w:numPr>
      </w:pPr>
      <w:r w:rsidRPr="00C4278E">
        <w:rPr>
          <w:rStyle w:val="normaltextrun"/>
        </w:rPr>
        <w:t>70739 70742 70736 70775 70733: often show speed spreads above allowable threshold</w:t>
      </w:r>
      <w:r w:rsidRPr="00C4278E">
        <w:rPr>
          <w:rStyle w:val="eop"/>
        </w:rPr>
        <w:t> </w:t>
      </w:r>
    </w:p>
    <w:p w14:paraId="6AE45C0A" w14:textId="4E1CD7E3" w:rsidR="002C7B5A" w:rsidRDefault="002C7B5A" w:rsidP="002C7B5A">
      <w:r>
        <w:t>This list is not comprehensive of all recurring issues.</w:t>
      </w:r>
    </w:p>
    <w:p w14:paraId="43930ECF" w14:textId="1A98ECBB" w:rsidR="002C7B5A" w:rsidRDefault="002C7B5A" w:rsidP="002C7B5A">
      <w:pPr>
        <w:pStyle w:val="Heading3"/>
      </w:pPr>
      <w:r>
        <w:lastRenderedPageBreak/>
        <w:t>Recommendation</w:t>
      </w:r>
    </w:p>
    <w:p w14:paraId="77BE813F" w14:textId="220C1C8E" w:rsidR="002C7B5A" w:rsidRDefault="002C7B5A" w:rsidP="002C7B5A">
      <w:r>
        <w:t xml:space="preserve">Data submitters should review the </w:t>
      </w:r>
      <w:r w:rsidR="002F3704">
        <w:t>l</w:t>
      </w:r>
      <w:r>
        <w:t xml:space="preserve">og that </w:t>
      </w:r>
      <w:r w:rsidR="002F3704">
        <w:t>staff</w:t>
      </w:r>
      <w:r>
        <w:t xml:space="preserve"> prepares for each case as well as the text file </w:t>
      </w:r>
      <w:r w:rsidR="002F3704">
        <w:t>staff</w:t>
      </w:r>
      <w:r>
        <w:t xml:space="preserve"> maintains of all dynamic issues, including initialization errors </w:t>
      </w:r>
      <w:r w:rsidR="002414C3">
        <w:t>and</w:t>
      </w:r>
      <w:r>
        <w:t xml:space="preserve"> the steps </w:t>
      </w:r>
      <w:r w:rsidR="002F3704">
        <w:t>staff</w:t>
      </w:r>
      <w:r>
        <w:t xml:space="preserve"> took to resolve the issues. If data submitter</w:t>
      </w:r>
      <w:r w:rsidR="00CB4DA7">
        <w:t>s</w:t>
      </w:r>
      <w:r>
        <w:t xml:space="preserve"> notice a recurring issue, they should </w:t>
      </w:r>
      <w:r w:rsidR="00CB4DA7">
        <w:t xml:space="preserve">try </w:t>
      </w:r>
      <w:r>
        <w:t>to correct the issue and propagate the fix throughout the case build process so</w:t>
      </w:r>
      <w:r w:rsidR="005B0E3F">
        <w:t xml:space="preserve"> that</w:t>
      </w:r>
      <w:r>
        <w:t xml:space="preserve"> </w:t>
      </w:r>
      <w:r w:rsidR="002F3704">
        <w:t>staff</w:t>
      </w:r>
      <w:r>
        <w:t xml:space="preserve"> does not have to fix the issue during each case build.</w:t>
      </w:r>
    </w:p>
    <w:p w14:paraId="448D2472" w14:textId="7FEFEB2B" w:rsidR="0038016A" w:rsidRDefault="0038016A" w:rsidP="0038016A">
      <w:pPr>
        <w:pStyle w:val="Heading2"/>
      </w:pPr>
      <w:r>
        <w:t>Inertia</w:t>
      </w:r>
    </w:p>
    <w:p w14:paraId="321DD52C" w14:textId="4D5DE812" w:rsidR="00421BFF" w:rsidRDefault="00421BFF" w:rsidP="00421BFF">
      <w:r>
        <w:t xml:space="preserve">A recommendation from the </w:t>
      </w:r>
      <w:hyperlink r:id="rId14" w:history="1">
        <w:r w:rsidRPr="00327677">
          <w:rPr>
            <w:rStyle w:val="Hyperlink"/>
          </w:rPr>
          <w:t>2020-21 WECC Study Program</w:t>
        </w:r>
      </w:hyperlink>
      <w:r>
        <w:t xml:space="preserve"> was for SRS to track the amount of inertia in base cases. </w:t>
      </w:r>
      <w:r w:rsidR="00327677">
        <w:fldChar w:fldCharType="begin"/>
      </w:r>
      <w:r w:rsidR="00327677">
        <w:instrText xml:space="preserve"> REF _Ref117000527 \h </w:instrText>
      </w:r>
      <w:r w:rsidR="00327677">
        <w:fldChar w:fldCharType="separate"/>
      </w:r>
      <w:r w:rsidR="00C2187F">
        <w:t xml:space="preserve">Figure </w:t>
      </w:r>
      <w:r w:rsidR="00C2187F">
        <w:rPr>
          <w:noProof/>
        </w:rPr>
        <w:t>3</w:t>
      </w:r>
      <w:r w:rsidR="00327677">
        <w:fldChar w:fldCharType="end"/>
      </w:r>
      <w:r>
        <w:t xml:space="preserve"> shows the inertia in </w:t>
      </w:r>
      <w:r w:rsidR="00EA7FF0">
        <w:t>gigawatt-seconds</w:t>
      </w:r>
      <w:r w:rsidR="009A51EA">
        <w:t xml:space="preserve"> (GW</w:t>
      </w:r>
      <w:r w:rsidR="007E0E2F">
        <w:t xml:space="preserve"> </w:t>
      </w:r>
      <w:r w:rsidR="009A51EA">
        <w:t>sec)</w:t>
      </w:r>
      <w:r>
        <w:t xml:space="preserve"> for each case in the 2022 BCCDC in chronological order of the time the case is intended to model.</w:t>
      </w:r>
      <w:r w:rsidR="005B0E3F">
        <w:t xml:space="preserve"> </w:t>
      </w:r>
      <w:r w:rsidR="005B0E3F">
        <w:fldChar w:fldCharType="begin"/>
      </w:r>
      <w:r w:rsidR="005B0E3F">
        <w:instrText xml:space="preserve"> REF _Ref117167872 \h </w:instrText>
      </w:r>
      <w:r w:rsidR="005B0E3F">
        <w:fldChar w:fldCharType="separate"/>
      </w:r>
      <w:r w:rsidR="00C2187F">
        <w:t xml:space="preserve">Figure </w:t>
      </w:r>
      <w:r w:rsidR="00C2187F">
        <w:rPr>
          <w:noProof/>
        </w:rPr>
        <w:t>4</w:t>
      </w:r>
      <w:r w:rsidR="005B0E3F">
        <w:fldChar w:fldCharType="end"/>
      </w:r>
      <w:r w:rsidR="005B0E3F">
        <w:t xml:space="preserve"> shows the system frequency response to a loss of two Palo Verde generators measured at a 500 kV bus in California. The worst-case frequency response observed is still well above the underfrequency load shedding limit of 59.7 Hz.</w:t>
      </w:r>
    </w:p>
    <w:p w14:paraId="733561A8" w14:textId="561BD025" w:rsidR="00C06947" w:rsidRDefault="00C06947" w:rsidP="00421BFF">
      <w:pPr>
        <w:pStyle w:val="Caption"/>
      </w:pPr>
      <w:bookmarkStart w:id="9" w:name="_Ref117000527"/>
      <w:r>
        <w:rPr>
          <w:noProof/>
        </w:rPr>
        <w:lastRenderedPageBreak/>
        <w:drawing>
          <wp:inline distT="0" distB="0" distL="0" distR="0" wp14:anchorId="040CFBE1" wp14:editId="01279174">
            <wp:extent cx="5486400" cy="2743200"/>
            <wp:effectExtent l="0" t="0" r="0" b="0"/>
            <wp:docPr id="9" name="Chart 9">
              <a:extLst xmlns:a="http://schemas.openxmlformats.org/drawingml/2006/main">
                <a:ext uri="{FF2B5EF4-FFF2-40B4-BE49-F238E27FC236}">
                  <a16:creationId xmlns:a16="http://schemas.microsoft.com/office/drawing/2014/main" id="{AEA4F769-2497-7D4D-7426-CFF68491123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66A303E" w14:textId="43A93739" w:rsidR="00421BFF" w:rsidRDefault="00421BFF" w:rsidP="00421BFF">
      <w:pPr>
        <w:pStyle w:val="Caption"/>
      </w:pPr>
      <w:r>
        <w:t xml:space="preserve">Figure </w:t>
      </w:r>
      <w:fldSimple w:instr=" SEQ Figure \* ARABIC ">
        <w:r w:rsidR="00BD6992">
          <w:rPr>
            <w:noProof/>
          </w:rPr>
          <w:t>3</w:t>
        </w:r>
      </w:fldSimple>
      <w:bookmarkEnd w:id="9"/>
      <w:r>
        <w:rPr>
          <w:noProof/>
        </w:rPr>
        <w:t>: 2022 BCCDC Inertia Totals</w:t>
      </w:r>
      <w:r w:rsidR="0025651F">
        <w:rPr>
          <w:noProof/>
        </w:rPr>
        <w:t xml:space="preserve"> in GW∙sec</w:t>
      </w:r>
    </w:p>
    <w:p w14:paraId="7CB2BF82" w14:textId="60BB51F7" w:rsidR="00421BFF" w:rsidRDefault="00C06947" w:rsidP="00421BFF">
      <w:pPr>
        <w:jc w:val="center"/>
      </w:pPr>
      <w:r>
        <w:rPr>
          <w:noProof/>
        </w:rPr>
        <w:drawing>
          <wp:inline distT="0" distB="0" distL="0" distR="0" wp14:anchorId="14850515" wp14:editId="4E20B053">
            <wp:extent cx="5486400" cy="2781993"/>
            <wp:effectExtent l="0" t="0" r="0" b="18415"/>
            <wp:docPr id="10" name="Chart 10">
              <a:extLst xmlns:a="http://schemas.openxmlformats.org/drawingml/2006/main">
                <a:ext uri="{FF2B5EF4-FFF2-40B4-BE49-F238E27FC236}">
                  <a16:creationId xmlns:a16="http://schemas.microsoft.com/office/drawing/2014/main" id="{C5B09161-EB09-4D9A-8461-B26458D258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029B794" w14:textId="4FA1EF85" w:rsidR="005B0E3F" w:rsidRDefault="005B0E3F" w:rsidP="005B0E3F">
      <w:pPr>
        <w:pStyle w:val="Caption"/>
      </w:pPr>
      <w:bookmarkStart w:id="10" w:name="_Ref117167872"/>
      <w:r>
        <w:t xml:space="preserve">Figure </w:t>
      </w:r>
      <w:fldSimple w:instr=" SEQ Figure \* ARABIC ">
        <w:r w:rsidR="00C06947">
          <w:rPr>
            <w:noProof/>
          </w:rPr>
          <w:t>4</w:t>
        </w:r>
      </w:fldSimple>
      <w:bookmarkEnd w:id="10"/>
      <w:r>
        <w:t>: Frequency Response to Double Palo Verde Outage</w:t>
      </w:r>
    </w:p>
    <w:p w14:paraId="5D7222D3" w14:textId="1AB3E491" w:rsidR="00421BFF" w:rsidRDefault="00421BFF" w:rsidP="00421BFF">
      <w:pPr>
        <w:pStyle w:val="Heading3"/>
      </w:pPr>
      <w:r>
        <w:t>Recommendation</w:t>
      </w:r>
    </w:p>
    <w:p w14:paraId="0254617A" w14:textId="6C9173EB" w:rsidR="00421BFF" w:rsidRDefault="00421BFF" w:rsidP="00421BFF">
      <w:r>
        <w:t xml:space="preserve">Staff should continue to track inertia in cases. SRS members should consider requesting a </w:t>
      </w:r>
      <w:r w:rsidR="00BD1401">
        <w:t>s</w:t>
      </w:r>
      <w:r>
        <w:t xml:space="preserve">pecialized case to represent a light spring </w:t>
      </w:r>
      <w:r w:rsidR="00BD1401">
        <w:t>o</w:t>
      </w:r>
      <w:r>
        <w:t xml:space="preserve">perating case condition because WECC’S Changes in System Inertia </w:t>
      </w:r>
      <w:hyperlink r:id="rId17" w:history="1">
        <w:r w:rsidRPr="00421BFF">
          <w:rPr>
            <w:rStyle w:val="Hyperlink"/>
          </w:rPr>
          <w:t xml:space="preserve">study </w:t>
        </w:r>
      </w:hyperlink>
      <w:r>
        <w:t xml:space="preserve">found that the light spring period put the most strain on the </w:t>
      </w:r>
      <w:r w:rsidR="00795E78" w:rsidRPr="00795E78">
        <w:rPr>
          <w:iCs/>
          <w:szCs w:val="24"/>
        </w:rPr>
        <w:t>W</w:t>
      </w:r>
      <w:r w:rsidR="00795E78" w:rsidRPr="000314A9">
        <w:rPr>
          <w:iCs/>
          <w:szCs w:val="24"/>
        </w:rPr>
        <w:t xml:space="preserve">estern </w:t>
      </w:r>
      <w:r w:rsidR="00795E78" w:rsidRPr="00795E78">
        <w:rPr>
          <w:iCs/>
          <w:szCs w:val="24"/>
        </w:rPr>
        <w:t>I</w:t>
      </w:r>
      <w:r w:rsidR="00795E78" w:rsidRPr="000314A9">
        <w:rPr>
          <w:iCs/>
          <w:szCs w:val="24"/>
        </w:rPr>
        <w:t>nterconnection</w:t>
      </w:r>
      <w:r>
        <w:t xml:space="preserve"> in terms of inertia and frequency response.</w:t>
      </w:r>
    </w:p>
    <w:p w14:paraId="562BB86E" w14:textId="21CE7F33" w:rsidR="00D4689D" w:rsidRDefault="00D4689D" w:rsidP="00D4689D">
      <w:pPr>
        <w:pStyle w:val="Heading2"/>
      </w:pPr>
      <w:r>
        <w:t>Inverter-based Resources</w:t>
      </w:r>
    </w:p>
    <w:p w14:paraId="481401CD" w14:textId="7020633A" w:rsidR="0025651F" w:rsidRDefault="0025651F" w:rsidP="00D4689D">
      <w:r>
        <w:t xml:space="preserve">As the resource mix continues to change in </w:t>
      </w:r>
      <w:r w:rsidRPr="00795E78">
        <w:t xml:space="preserve">the </w:t>
      </w:r>
      <w:r w:rsidR="00795E78" w:rsidRPr="00795E78">
        <w:rPr>
          <w:szCs w:val="24"/>
        </w:rPr>
        <w:t>W</w:t>
      </w:r>
      <w:r w:rsidR="00795E78" w:rsidRPr="000314A9">
        <w:rPr>
          <w:szCs w:val="24"/>
        </w:rPr>
        <w:t xml:space="preserve">estern </w:t>
      </w:r>
      <w:r w:rsidR="00795E78" w:rsidRPr="00795E78">
        <w:rPr>
          <w:szCs w:val="24"/>
        </w:rPr>
        <w:t>I</w:t>
      </w:r>
      <w:r w:rsidR="00795E78" w:rsidRPr="000314A9">
        <w:rPr>
          <w:szCs w:val="24"/>
        </w:rPr>
        <w:t>nterconnection</w:t>
      </w:r>
      <w:r>
        <w:t xml:space="preserve">, tracking amounts of distributed generation (DG) as well as inverter-based resources like wind and solar will be essential to </w:t>
      </w:r>
      <w:r>
        <w:lastRenderedPageBreak/>
        <w:t xml:space="preserve">ensure those components are being modeled in reasonable amounts in base cases. </w:t>
      </w:r>
      <w:r>
        <w:fldChar w:fldCharType="begin"/>
      </w:r>
      <w:r>
        <w:instrText xml:space="preserve"> REF _Ref117174731 \h </w:instrText>
      </w:r>
      <w:r>
        <w:fldChar w:fldCharType="separate"/>
      </w:r>
      <w:r w:rsidR="00C2187F">
        <w:t xml:space="preserve">Figure </w:t>
      </w:r>
      <w:r w:rsidR="00C2187F">
        <w:rPr>
          <w:noProof/>
        </w:rPr>
        <w:t>5</w:t>
      </w:r>
      <w:r>
        <w:fldChar w:fldCharType="end"/>
      </w:r>
      <w:r>
        <w:t xml:space="preserve"> shows the amount of DG, solar, and wind in </w:t>
      </w:r>
      <w:r w:rsidR="00E63705">
        <w:t xml:space="preserve">gigawatts </w:t>
      </w:r>
      <w:r>
        <w:t>that is online in each case in the 2022 BCCDC, arranged from nearest to furthest in the future. As expected, the amount of solar and DG online in the cases trends upward the further into the future that the cases model. Wind, on the other hand, seems constant. Note that the 23LW1a and 23LS1a model light load conditions from 3:00 to 5:00 a.m. and 4:00</w:t>
      </w:r>
      <w:r w:rsidR="00DE543B">
        <w:t xml:space="preserve"> to </w:t>
      </w:r>
      <w:r>
        <w:t>6:00 a.m., respectively, so low amounts of solar should be expected.</w:t>
      </w:r>
    </w:p>
    <w:p w14:paraId="3A87A3E6" w14:textId="2A820765" w:rsidR="001B1918" w:rsidRDefault="001B1918" w:rsidP="000314A9">
      <w:pPr>
        <w:jc w:val="center"/>
      </w:pPr>
      <w:r>
        <w:rPr>
          <w:noProof/>
        </w:rPr>
        <w:drawing>
          <wp:inline distT="0" distB="0" distL="0" distR="0" wp14:anchorId="596281D6" wp14:editId="331BC7E8">
            <wp:extent cx="5486400" cy="2743200"/>
            <wp:effectExtent l="0" t="0" r="0" b="0"/>
            <wp:docPr id="11" name="Chart 11">
              <a:extLst xmlns:a="http://schemas.openxmlformats.org/drawingml/2006/main">
                <a:ext uri="{FF2B5EF4-FFF2-40B4-BE49-F238E27FC236}">
                  <a16:creationId xmlns:a16="http://schemas.microsoft.com/office/drawing/2014/main" id="{9AE2FA65-DB42-C14E-61D3-00F7B499DA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87E0E1E" w14:textId="5BF57506" w:rsidR="0025651F" w:rsidRDefault="0025651F" w:rsidP="000314A9">
      <w:pPr>
        <w:pStyle w:val="Caption"/>
      </w:pPr>
      <w:bookmarkStart w:id="11" w:name="_Ref117174731"/>
      <w:r>
        <w:t xml:space="preserve">Figure </w:t>
      </w:r>
      <w:bookmarkEnd w:id="11"/>
      <w:r w:rsidR="000314A9">
        <w:rPr>
          <w:b w:val="0"/>
          <w:iCs w:val="0"/>
        </w:rPr>
        <w:t>5</w:t>
      </w:r>
      <w:r>
        <w:t>: Amount of DG, Solar, and Wind in GW</w:t>
      </w:r>
    </w:p>
    <w:p w14:paraId="74F45F8A" w14:textId="54E7EB00" w:rsidR="0025651F" w:rsidRDefault="0025651F" w:rsidP="0025651F">
      <w:pPr>
        <w:pStyle w:val="Heading3"/>
      </w:pPr>
      <w:r>
        <w:t>Recommendation</w:t>
      </w:r>
    </w:p>
    <w:p w14:paraId="602F41AE" w14:textId="6E90B664" w:rsidR="0025651F" w:rsidRDefault="0025651F" w:rsidP="0025651F">
      <w:r>
        <w:t>SRS should continue to track the amount of DG, solar, and wind online in cases. Data submitters should also check the amount in their area</w:t>
      </w:r>
      <w:r w:rsidR="003A2C7A">
        <w:t>s</w:t>
      </w:r>
      <w:r>
        <w:t xml:space="preserve"> before submitting data to WECC and </w:t>
      </w:r>
      <w:r w:rsidR="008B71EA">
        <w:t xml:space="preserve">should check </w:t>
      </w:r>
      <w:r>
        <w:t xml:space="preserve">the values to prevent </w:t>
      </w:r>
      <w:r w:rsidR="008B71EA">
        <w:t xml:space="preserve">the need </w:t>
      </w:r>
      <w:r>
        <w:t xml:space="preserve">to make large adjustments to load or generation after </w:t>
      </w:r>
      <w:r w:rsidR="00BA3893">
        <w:t>staff</w:t>
      </w:r>
      <w:r>
        <w:t xml:space="preserve"> has started compiling a case. A common example </w:t>
      </w:r>
      <w:r w:rsidR="00BA3893">
        <w:t>staff</w:t>
      </w:r>
      <w:r>
        <w:t xml:space="preserve"> observe</w:t>
      </w:r>
      <w:r w:rsidR="00FC1C51">
        <w:t>s</w:t>
      </w:r>
      <w:r>
        <w:t xml:space="preserve"> when putting together light load cases, or winter cases, is large amounts of solar generation or DG, which typically indicates incorrect dispatches.</w:t>
      </w:r>
    </w:p>
    <w:p w14:paraId="7B209539" w14:textId="10ABE94D" w:rsidR="0025651F" w:rsidRDefault="0025651F" w:rsidP="0025651F">
      <w:pPr>
        <w:pStyle w:val="Heading2"/>
      </w:pPr>
      <w:r>
        <w:t>2021 Report Review</w:t>
      </w:r>
    </w:p>
    <w:p w14:paraId="7131C17A" w14:textId="50D1D6AC" w:rsidR="0025651F" w:rsidRDefault="0025651F" w:rsidP="0025651F">
      <w:r>
        <w:t>This section will examine the recommendations made in the 2021 Report and progress made toward those recommendations.</w:t>
      </w:r>
      <w:r w:rsidR="008F0C6A">
        <w:t xml:space="preserve"> The first recommendation from the 2021 Report was to continue to reduce SADD errors. Staff and the SRS achieved this goal in 2022 averages compared to 2021, but errors still increased after the first case of the 2022 BCCDC, so continuous improvements are needed.</w:t>
      </w:r>
    </w:p>
    <w:p w14:paraId="1D255556" w14:textId="7170A361" w:rsidR="008F0C6A" w:rsidRDefault="008F0C6A" w:rsidP="0025651F">
      <w:r>
        <w:t xml:space="preserve">The 2021 Report also recommended that data submitters reduce the number of load netted units represented in dynamics data. As shown in </w:t>
      </w:r>
      <w:r>
        <w:fldChar w:fldCharType="begin"/>
      </w:r>
      <w:r>
        <w:instrText xml:space="preserve"> REF _Ref117586554 \h </w:instrText>
      </w:r>
      <w:r>
        <w:fldChar w:fldCharType="separate"/>
      </w:r>
      <w:r w:rsidR="00C2187F">
        <w:t xml:space="preserve">Table </w:t>
      </w:r>
      <w:r w:rsidR="00C2187F">
        <w:rPr>
          <w:noProof/>
        </w:rPr>
        <w:t>1</w:t>
      </w:r>
      <w:r>
        <w:fldChar w:fldCharType="end"/>
      </w:r>
      <w:r>
        <w:t xml:space="preserve">, there was essentially no change from the 2021 BCCDC to the 2022 BCCDC. This is one of the top priorities on the scorecard list, so </w:t>
      </w:r>
      <w:r w:rsidR="00BA3893">
        <w:t>staff</w:t>
      </w:r>
      <w:r>
        <w:t xml:space="preserve"> and SRS members should seek to improve the amount of generation represented in dynamics data.</w:t>
      </w:r>
    </w:p>
    <w:p w14:paraId="492B8F47" w14:textId="2E8E02B2" w:rsidR="00976720" w:rsidRDefault="00976720" w:rsidP="0025651F">
      <w:r>
        <w:lastRenderedPageBreak/>
        <w:t>The third recommendation in the 2021 Report was to reduce the amount of missing turbine type data. Data submitters achieved this goal comparing 2021 BCCDC averages to 2022, but missing turbine types did start increasing again near the end of the 2022 BCCDC, so data submitters should still prioritize correcting these data errors.</w:t>
      </w:r>
    </w:p>
    <w:p w14:paraId="190A2A7A" w14:textId="2D42FB73" w:rsidR="00976720" w:rsidRDefault="00976720" w:rsidP="0025651F">
      <w:r>
        <w:t xml:space="preserve">The fourth recommendation in the 2021 Report was for data submitters to reduce the amount of missing climate zone data. Data submitters </w:t>
      </w:r>
      <w:r w:rsidR="00DC484B">
        <w:t>did</w:t>
      </w:r>
      <w:r>
        <w:t xml:space="preserve"> achieve this recommendation. In the 2021 BCCDC, the highest recorded amount of missing climate zones was 316. In the 23HS4a, which was </w:t>
      </w:r>
      <w:r w:rsidR="00A935A8">
        <w:t>part</w:t>
      </w:r>
      <w:r>
        <w:t xml:space="preserve"> of the 2022 BCCDC, there were </w:t>
      </w:r>
      <w:r w:rsidR="00DC484B">
        <w:t>132</w:t>
      </w:r>
      <w:r>
        <w:t xml:space="preserve"> missing climate zones</w:t>
      </w:r>
      <w:r w:rsidR="00DC484B">
        <w:t xml:space="preserve"> for loads that receive a composite load model, i.e.</w:t>
      </w:r>
      <w:r w:rsidR="00766F12">
        <w:t>,</w:t>
      </w:r>
      <w:r w:rsidR="00DC484B">
        <w:t xml:space="preserve"> loads of at least 5 MW with a power factor of at least 0.82; </w:t>
      </w:r>
      <w:r w:rsidR="004A2CD3">
        <w:t xml:space="preserve">the </w:t>
      </w:r>
      <w:r w:rsidR="00DC484B">
        <w:t>132 does</w:t>
      </w:r>
      <w:r>
        <w:t xml:space="preserve"> not includ</w:t>
      </w:r>
      <w:r w:rsidR="00DC484B">
        <w:t>e</w:t>
      </w:r>
      <w:r>
        <w:t xml:space="preserve"> loads with a long ID of PGE_AEE</w:t>
      </w:r>
      <w:r w:rsidR="004A2CD3">
        <w:t>,</w:t>
      </w:r>
      <w:r>
        <w:t xml:space="preserve"> which do not receive a populated climate zone. Data submitters should </w:t>
      </w:r>
      <w:r w:rsidR="00DC484B">
        <w:t>continue</w:t>
      </w:r>
      <w:r>
        <w:t xml:space="preserve"> to fill out the climate zone field to ensure that composite load models perform correctly during dynamic simulations.</w:t>
      </w:r>
    </w:p>
    <w:p w14:paraId="56E99F48" w14:textId="1F653244" w:rsidR="00976720" w:rsidRDefault="00976720" w:rsidP="0025651F">
      <w:r>
        <w:t>The final recommendation in the 2021 Report was for data submitters to reduce the amount of missing Balancing Authority Area (BAA) data.</w:t>
      </w:r>
      <w:r w:rsidR="00A935A8">
        <w:t xml:space="preserve"> Data submitters should continue to focus on populating BAA data. In the 2021 BCCDC, missing BAA fields averaged around 11,000. For the last four cases of the 2022 BCCDC, missing BAA fields averaged around 7,600</w:t>
      </w:r>
      <w:r w:rsidR="00754CC0">
        <w:t>,</w:t>
      </w:r>
      <w:r w:rsidR="00A935A8">
        <w:t xml:space="preserve"> which shows an improvement but still </w:t>
      </w:r>
      <w:r w:rsidR="00754CC0">
        <w:t xml:space="preserve">leaves </w:t>
      </w:r>
      <w:r w:rsidR="00A935A8">
        <w:t>room for more improvement.</w:t>
      </w:r>
    </w:p>
    <w:p w14:paraId="172C08A6" w14:textId="77777777" w:rsidR="00A935A8" w:rsidRPr="006E57F8" w:rsidRDefault="00A935A8" w:rsidP="00A935A8">
      <w:pPr>
        <w:pStyle w:val="Heading1"/>
      </w:pPr>
      <w:bookmarkStart w:id="12" w:name="_Toc87347153"/>
      <w:bookmarkStart w:id="13" w:name="_Ref87347399"/>
      <w:bookmarkStart w:id="14" w:name="_Toc120527445"/>
      <w:r w:rsidRPr="006E57F8">
        <w:t>General Information</w:t>
      </w:r>
      <w:bookmarkEnd w:id="12"/>
      <w:bookmarkEnd w:id="13"/>
      <w:bookmarkEnd w:id="14"/>
    </w:p>
    <w:p w14:paraId="0F548526" w14:textId="44997713" w:rsidR="00A935A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For the 20</w:t>
      </w:r>
      <w:r>
        <w:rPr>
          <w:rFonts w:asciiTheme="minorHAnsi" w:eastAsiaTheme="minorHAnsi" w:hAnsiTheme="minorHAnsi" w:cstheme="minorBidi"/>
          <w:i w:val="0"/>
          <w:sz w:val="22"/>
        </w:rPr>
        <w:t>2</w:t>
      </w:r>
      <w:r w:rsidR="000B73C3">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Report, disturbances were run on 12 power flow base cases. Stability simulations were run on all cases in the 20</w:t>
      </w:r>
      <w:r>
        <w:rPr>
          <w:rFonts w:asciiTheme="minorHAnsi" w:eastAsiaTheme="minorHAnsi" w:hAnsiTheme="minorHAnsi" w:cstheme="minorBidi"/>
          <w:i w:val="0"/>
          <w:sz w:val="22"/>
        </w:rPr>
        <w:t>2</w:t>
      </w:r>
      <w:r w:rsidR="000B73C3">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BCCDC. </w:t>
      </w:r>
    </w:p>
    <w:p w14:paraId="3884C92A" w14:textId="0285B941" w:rsidR="00A935A8" w:rsidRPr="006E57F8" w:rsidRDefault="00A935A8" w:rsidP="003710B2">
      <w:pPr>
        <w:pStyle w:val="Disclaimer"/>
        <w:numPr>
          <w:ilvl w:val="0"/>
          <w:numId w:val="7"/>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power flow, stability, and post-transient simulations for the 20</w:t>
      </w:r>
      <w:r>
        <w:rPr>
          <w:rFonts w:asciiTheme="minorHAnsi" w:eastAsiaTheme="minorHAnsi" w:hAnsiTheme="minorHAnsi" w:cstheme="minorBidi"/>
          <w:i w:val="0"/>
          <w:sz w:val="22"/>
        </w:rPr>
        <w:t>2</w:t>
      </w:r>
      <w:r w:rsidR="000B73C3">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BCCDC were conducted on a PC using the Microsoft Windows 10 operating system and </w:t>
      </w:r>
      <w:r w:rsidR="000B73C3">
        <w:rPr>
          <w:rFonts w:asciiTheme="minorHAnsi" w:eastAsiaTheme="minorHAnsi" w:hAnsiTheme="minorHAnsi" w:cstheme="minorBidi"/>
          <w:i w:val="0"/>
          <w:sz w:val="22"/>
        </w:rPr>
        <w:t xml:space="preserve">Versions 21.0.10.1, </w:t>
      </w:r>
      <w:r w:rsidR="00B25D50">
        <w:rPr>
          <w:rFonts w:asciiTheme="minorHAnsi" w:eastAsiaTheme="minorHAnsi" w:hAnsiTheme="minorHAnsi" w:cstheme="minorBidi"/>
          <w:i w:val="0"/>
          <w:sz w:val="22"/>
        </w:rPr>
        <w:t>22.0.2, or 22.0.4</w:t>
      </w:r>
      <w:r>
        <w:rPr>
          <w:rFonts w:asciiTheme="minorHAnsi" w:eastAsiaTheme="minorHAnsi" w:hAnsiTheme="minorHAnsi" w:cstheme="minorBidi"/>
          <w:i w:val="0"/>
          <w:sz w:val="22"/>
        </w:rPr>
        <w:t xml:space="preserve"> </w:t>
      </w:r>
      <w:r w:rsidRPr="006E57F8">
        <w:rPr>
          <w:rFonts w:asciiTheme="minorHAnsi" w:eastAsiaTheme="minorHAnsi" w:hAnsiTheme="minorHAnsi" w:cstheme="minorBidi"/>
          <w:i w:val="0"/>
          <w:sz w:val="22"/>
        </w:rPr>
        <w:t xml:space="preserve">of the General Electric (GE) Positive Sequence Load Flow (PSLF) software program. </w:t>
      </w:r>
    </w:p>
    <w:p w14:paraId="5926193D" w14:textId="043FBEA2" w:rsidR="00A935A8" w:rsidRPr="006E57F8" w:rsidRDefault="00A935A8" w:rsidP="003710B2">
      <w:pPr>
        <w:pStyle w:val="Disclaimer"/>
        <w:numPr>
          <w:ilvl w:val="0"/>
          <w:numId w:val="7"/>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All 20</w:t>
      </w:r>
      <w:r>
        <w:rPr>
          <w:rFonts w:asciiTheme="minorHAnsi" w:eastAsiaTheme="minorHAnsi" w:hAnsiTheme="minorHAnsi" w:cstheme="minorBidi"/>
          <w:i w:val="0"/>
          <w:sz w:val="22"/>
        </w:rPr>
        <w:t>2</w:t>
      </w:r>
      <w:r w:rsidR="00B25D50">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Report disturbance simulations were run with the governor response represented in the power flow (base load flag) and dynamic data (governor models) provided. </w:t>
      </w:r>
    </w:p>
    <w:p w14:paraId="25A30FDB" w14:textId="14F3DF29" w:rsidR="00A935A8" w:rsidRPr="008E388C" w:rsidRDefault="00A935A8" w:rsidP="003710B2">
      <w:pPr>
        <w:pStyle w:val="Disclaimer"/>
        <w:numPr>
          <w:ilvl w:val="0"/>
          <w:numId w:val="7"/>
        </w:numPr>
        <w:rPr>
          <w:rFonts w:asciiTheme="minorHAnsi" w:eastAsiaTheme="minorHAnsi" w:hAnsiTheme="minorHAnsi" w:cstheme="minorBidi"/>
          <w:i w:val="0"/>
          <w:sz w:val="22"/>
        </w:rPr>
      </w:pPr>
      <w:r w:rsidRPr="008E388C">
        <w:rPr>
          <w:rFonts w:asciiTheme="minorHAnsi" w:eastAsiaTheme="minorHAnsi" w:hAnsiTheme="minorHAnsi" w:cstheme="minorBidi"/>
          <w:i w:val="0"/>
          <w:sz w:val="22"/>
        </w:rPr>
        <w:t>For the 202</w:t>
      </w:r>
      <w:r w:rsidR="00B25D50">
        <w:rPr>
          <w:rFonts w:asciiTheme="minorHAnsi" w:eastAsiaTheme="minorHAnsi" w:hAnsiTheme="minorHAnsi" w:cstheme="minorBidi"/>
          <w:i w:val="0"/>
          <w:sz w:val="22"/>
        </w:rPr>
        <w:t>2</w:t>
      </w:r>
      <w:r w:rsidRPr="008E388C">
        <w:rPr>
          <w:rFonts w:asciiTheme="minorHAnsi" w:eastAsiaTheme="minorHAnsi" w:hAnsiTheme="minorHAnsi" w:cstheme="minorBidi"/>
          <w:i w:val="0"/>
          <w:sz w:val="22"/>
        </w:rPr>
        <w:t xml:space="preserve"> Report disturbance simulations, Phase 2 of the composite load model, which includes single-phase motor stalling, was used. Models were generated using either the </w:t>
      </w:r>
      <w:r w:rsidR="004F6C1D">
        <w:rPr>
          <w:rFonts w:asciiTheme="minorHAnsi" w:eastAsiaTheme="minorHAnsi" w:hAnsiTheme="minorHAnsi" w:cstheme="minorBidi"/>
          <w:i w:val="0"/>
          <w:sz w:val="22"/>
        </w:rPr>
        <w:t>c</w:t>
      </w:r>
      <w:r w:rsidRPr="008E388C">
        <w:rPr>
          <w:rFonts w:asciiTheme="minorHAnsi" w:eastAsiaTheme="minorHAnsi" w:hAnsiTheme="minorHAnsi" w:cstheme="minorBidi"/>
          <w:i w:val="0"/>
          <w:sz w:val="22"/>
        </w:rPr>
        <w:t xml:space="preserve">limate </w:t>
      </w:r>
      <w:r w:rsidR="004F6C1D">
        <w:rPr>
          <w:rFonts w:asciiTheme="minorHAnsi" w:eastAsiaTheme="minorHAnsi" w:hAnsiTheme="minorHAnsi" w:cstheme="minorBidi"/>
          <w:i w:val="0"/>
          <w:sz w:val="22"/>
        </w:rPr>
        <w:t>z</w:t>
      </w:r>
      <w:r w:rsidRPr="008E388C">
        <w:rPr>
          <w:rFonts w:asciiTheme="minorHAnsi" w:eastAsiaTheme="minorHAnsi" w:hAnsiTheme="minorHAnsi" w:cstheme="minorBidi"/>
          <w:i w:val="0"/>
          <w:sz w:val="22"/>
        </w:rPr>
        <w:t>one representation, or the load</w:t>
      </w:r>
      <w:r w:rsidR="00D33415">
        <w:rPr>
          <w:rFonts w:asciiTheme="minorHAnsi" w:eastAsiaTheme="minorHAnsi" w:hAnsiTheme="minorHAnsi" w:cstheme="minorBidi"/>
          <w:i w:val="0"/>
          <w:sz w:val="22"/>
        </w:rPr>
        <w:t>-</w:t>
      </w:r>
      <w:r w:rsidRPr="008E388C">
        <w:rPr>
          <w:rFonts w:asciiTheme="minorHAnsi" w:eastAsiaTheme="minorHAnsi" w:hAnsiTheme="minorHAnsi" w:cstheme="minorBidi"/>
          <w:i w:val="0"/>
          <w:sz w:val="22"/>
        </w:rPr>
        <w:t>specific representation.</w:t>
      </w:r>
    </w:p>
    <w:p w14:paraId="7BA3FE1A" w14:textId="669A7F77" w:rsidR="00A935A8" w:rsidRPr="006E57F8" w:rsidRDefault="00A935A8" w:rsidP="003710B2">
      <w:pPr>
        <w:pStyle w:val="Disclaimer"/>
        <w:numPr>
          <w:ilvl w:val="0"/>
          <w:numId w:val="7"/>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 xml:space="preserve">For </w:t>
      </w:r>
      <w:r>
        <w:rPr>
          <w:rFonts w:asciiTheme="minorHAnsi" w:eastAsiaTheme="minorHAnsi" w:hAnsiTheme="minorHAnsi" w:cstheme="minorBidi"/>
          <w:i w:val="0"/>
          <w:sz w:val="22"/>
        </w:rPr>
        <w:t>all the 202</w:t>
      </w:r>
      <w:r w:rsidR="00B25D50">
        <w:rPr>
          <w:rFonts w:asciiTheme="minorHAnsi" w:eastAsiaTheme="minorHAnsi" w:hAnsiTheme="minorHAnsi" w:cstheme="minorBidi"/>
          <w:i w:val="0"/>
          <w:sz w:val="22"/>
        </w:rPr>
        <w:t>2</w:t>
      </w:r>
      <w:r>
        <w:rPr>
          <w:rFonts w:asciiTheme="minorHAnsi" w:eastAsiaTheme="minorHAnsi" w:hAnsiTheme="minorHAnsi" w:cstheme="minorBidi"/>
          <w:i w:val="0"/>
          <w:sz w:val="22"/>
        </w:rPr>
        <w:t xml:space="preserve"> cases,</w:t>
      </w:r>
      <w:r w:rsidRPr="006E57F8">
        <w:rPr>
          <w:rFonts w:asciiTheme="minorHAnsi" w:eastAsiaTheme="minorHAnsi" w:hAnsiTheme="minorHAnsi" w:cstheme="minorBidi"/>
          <w:i w:val="0"/>
          <w:sz w:val="22"/>
        </w:rPr>
        <w:t xml:space="preserve"> DG was included in the load data</w:t>
      </w:r>
      <w:r>
        <w:rPr>
          <w:rFonts w:asciiTheme="minorHAnsi" w:eastAsiaTheme="minorHAnsi" w:hAnsiTheme="minorHAnsi" w:cstheme="minorBidi"/>
          <w:i w:val="0"/>
          <w:sz w:val="22"/>
        </w:rPr>
        <w:t>,</w:t>
      </w:r>
      <w:r w:rsidRPr="006E57F8">
        <w:rPr>
          <w:rFonts w:asciiTheme="minorHAnsi" w:eastAsiaTheme="minorHAnsi" w:hAnsiTheme="minorHAnsi" w:cstheme="minorBidi"/>
          <w:i w:val="0"/>
          <w:sz w:val="22"/>
        </w:rPr>
        <w:t xml:space="preserve"> and DG dynamics data was modeled with the DER_A model in the </w:t>
      </w:r>
      <w:r>
        <w:rPr>
          <w:rFonts w:asciiTheme="minorHAnsi" w:eastAsiaTheme="minorHAnsi" w:hAnsiTheme="minorHAnsi" w:cstheme="minorBidi"/>
          <w:i w:val="0"/>
          <w:sz w:val="22"/>
        </w:rPr>
        <w:t>c</w:t>
      </w:r>
      <w:r w:rsidRPr="006E57F8">
        <w:rPr>
          <w:rFonts w:asciiTheme="minorHAnsi" w:eastAsiaTheme="minorHAnsi" w:hAnsiTheme="minorHAnsi" w:cstheme="minorBidi"/>
          <w:i w:val="0"/>
          <w:sz w:val="22"/>
        </w:rPr>
        <w:t xml:space="preserve">omposite </w:t>
      </w:r>
      <w:r>
        <w:rPr>
          <w:rFonts w:asciiTheme="minorHAnsi" w:eastAsiaTheme="minorHAnsi" w:hAnsiTheme="minorHAnsi" w:cstheme="minorBidi"/>
          <w:i w:val="0"/>
          <w:sz w:val="22"/>
        </w:rPr>
        <w:t>l</w:t>
      </w:r>
      <w:r w:rsidRPr="006E57F8">
        <w:rPr>
          <w:rFonts w:asciiTheme="minorHAnsi" w:eastAsiaTheme="minorHAnsi" w:hAnsiTheme="minorHAnsi" w:cstheme="minorBidi"/>
          <w:i w:val="0"/>
          <w:sz w:val="22"/>
        </w:rPr>
        <w:t xml:space="preserve">oad </w:t>
      </w:r>
      <w:r>
        <w:rPr>
          <w:rFonts w:asciiTheme="minorHAnsi" w:eastAsiaTheme="minorHAnsi" w:hAnsiTheme="minorHAnsi" w:cstheme="minorBidi"/>
          <w:i w:val="0"/>
          <w:sz w:val="22"/>
        </w:rPr>
        <w:t>m</w:t>
      </w:r>
      <w:r w:rsidRPr="006E57F8">
        <w:rPr>
          <w:rFonts w:asciiTheme="minorHAnsi" w:eastAsiaTheme="minorHAnsi" w:hAnsiTheme="minorHAnsi" w:cstheme="minorBidi"/>
          <w:i w:val="0"/>
          <w:sz w:val="22"/>
        </w:rPr>
        <w:t xml:space="preserve">odel. </w:t>
      </w:r>
    </w:p>
    <w:p w14:paraId="5D581877" w14:textId="43307509"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As part of the 202</w:t>
      </w:r>
      <w:r w:rsidR="00B25D50">
        <w:rPr>
          <w:rFonts w:asciiTheme="minorHAnsi" w:eastAsiaTheme="minorHAnsi" w:hAnsiTheme="minorHAnsi" w:cstheme="minorBidi"/>
          <w:i w:val="0"/>
          <w:sz w:val="22"/>
        </w:rPr>
        <w:t>2</w:t>
      </w:r>
      <w:r>
        <w:rPr>
          <w:rFonts w:asciiTheme="minorHAnsi" w:eastAsiaTheme="minorHAnsi" w:hAnsiTheme="minorHAnsi" w:cstheme="minorBidi"/>
          <w:i w:val="0"/>
          <w:sz w:val="22"/>
        </w:rPr>
        <w:t xml:space="preserve"> </w:t>
      </w:r>
      <w:r w:rsidRPr="006E57F8">
        <w:rPr>
          <w:rFonts w:asciiTheme="minorHAnsi" w:eastAsiaTheme="minorHAnsi" w:hAnsiTheme="minorHAnsi" w:cstheme="minorBidi"/>
          <w:i w:val="0"/>
          <w:sz w:val="22"/>
        </w:rPr>
        <w:t xml:space="preserve">base case development, data-check routines, along with stability studies, were run to find potential data errors. </w:t>
      </w:r>
    </w:p>
    <w:p w14:paraId="17AF7229" w14:textId="77777777" w:rsidR="00A935A8" w:rsidRPr="006E57F8" w:rsidRDefault="00A935A8" w:rsidP="00A935A8">
      <w:pPr>
        <w:pStyle w:val="Heading1"/>
      </w:pPr>
      <w:bookmarkStart w:id="15" w:name="_Toc87347154"/>
      <w:bookmarkStart w:id="16" w:name="_Toc120527446"/>
      <w:r w:rsidRPr="006E57F8">
        <w:lastRenderedPageBreak/>
        <w:t>Objectives</w:t>
      </w:r>
      <w:bookmarkEnd w:id="15"/>
      <w:bookmarkEnd w:id="16"/>
    </w:p>
    <w:p w14:paraId="40BB5C12" w14:textId="5D80449C"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following section addresses each objective developed in the 202</w:t>
      </w:r>
      <w:r w:rsidR="00B25D50">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w:t>
      </w:r>
      <w:r>
        <w:rPr>
          <w:rFonts w:asciiTheme="minorHAnsi" w:eastAsiaTheme="minorHAnsi" w:hAnsiTheme="minorHAnsi" w:cstheme="minorBidi"/>
          <w:i w:val="0"/>
          <w:sz w:val="22"/>
        </w:rPr>
        <w:t>C</w:t>
      </w:r>
      <w:r w:rsidRPr="006E57F8">
        <w:rPr>
          <w:rFonts w:asciiTheme="minorHAnsi" w:eastAsiaTheme="minorHAnsi" w:hAnsiTheme="minorHAnsi" w:cstheme="minorBidi"/>
          <w:i w:val="0"/>
          <w:sz w:val="22"/>
        </w:rPr>
        <w:t xml:space="preserve"> Scope of Work. The objective is stated, followed by the findings and actions related to it.</w:t>
      </w:r>
    </w:p>
    <w:p w14:paraId="6EC7FBD2" w14:textId="77777777" w:rsidR="00A935A8" w:rsidRPr="006E57F8" w:rsidRDefault="00A935A8" w:rsidP="00A935A8">
      <w:pPr>
        <w:pStyle w:val="Heading2"/>
      </w:pPr>
      <w:bookmarkStart w:id="17" w:name="_Toc87347155"/>
      <w:r w:rsidRPr="006E57F8">
        <w:t>Base Case Development</w:t>
      </w:r>
      <w:bookmarkEnd w:id="17"/>
    </w:p>
    <w:p w14:paraId="0914ACF7" w14:textId="77777777"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first objective is the development of steady-state and dynamic base case models.</w:t>
      </w:r>
    </w:p>
    <w:p w14:paraId="793C3500" w14:textId="77777777" w:rsidR="00A935A8" w:rsidRPr="006E57F8" w:rsidRDefault="00A935A8" w:rsidP="00A935A8">
      <w:pPr>
        <w:pStyle w:val="Heading3"/>
      </w:pPr>
      <w:bookmarkStart w:id="18" w:name="_Toc87347156"/>
      <w:r w:rsidRPr="006E57F8">
        <w:t>Actions and Findings</w:t>
      </w:r>
      <w:bookmarkEnd w:id="18"/>
      <w:r w:rsidRPr="006E57F8">
        <w:t xml:space="preserve"> </w:t>
      </w:r>
    </w:p>
    <w:p w14:paraId="15CA46D3" w14:textId="77777777"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1</w:t>
      </w:r>
      <w:r>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power flow base cases and stability data files were created for the 10-year data bank. The 1</w:t>
      </w:r>
      <w:r>
        <w:rPr>
          <w:rFonts w:asciiTheme="minorHAnsi" w:eastAsiaTheme="minorHAnsi" w:hAnsiTheme="minorHAnsi" w:cstheme="minorBidi"/>
          <w:i w:val="0"/>
          <w:sz w:val="22"/>
        </w:rPr>
        <w:t xml:space="preserve">2 </w:t>
      </w:r>
      <w:r w:rsidRPr="006E57F8">
        <w:rPr>
          <w:rFonts w:asciiTheme="minorHAnsi" w:eastAsiaTheme="minorHAnsi" w:hAnsiTheme="minorHAnsi" w:cstheme="minorBidi"/>
          <w:i w:val="0"/>
          <w:sz w:val="22"/>
        </w:rPr>
        <w:t xml:space="preserve">cases include five operating cases, </w:t>
      </w:r>
      <w:r>
        <w:rPr>
          <w:rFonts w:asciiTheme="minorHAnsi" w:eastAsiaTheme="minorHAnsi" w:hAnsiTheme="minorHAnsi" w:cstheme="minorBidi"/>
          <w:i w:val="0"/>
          <w:sz w:val="22"/>
        </w:rPr>
        <w:t>three</w:t>
      </w:r>
      <w:r w:rsidRPr="006E57F8">
        <w:rPr>
          <w:rFonts w:asciiTheme="minorHAnsi" w:eastAsiaTheme="minorHAnsi" w:hAnsiTheme="minorHAnsi" w:cstheme="minorBidi"/>
          <w:i w:val="0"/>
          <w:sz w:val="22"/>
        </w:rPr>
        <w:t xml:space="preserve"> specialized cases, and four typical planning cases. The cases are available to WECC members on </w:t>
      </w:r>
      <w:r>
        <w:rPr>
          <w:rFonts w:asciiTheme="minorHAnsi" w:eastAsiaTheme="minorHAnsi" w:hAnsiTheme="minorHAnsi" w:cstheme="minorBidi"/>
          <w:i w:val="0"/>
          <w:sz w:val="22"/>
        </w:rPr>
        <w:t>wecc.org</w:t>
      </w:r>
      <w:r w:rsidRPr="006E57F8">
        <w:rPr>
          <w:rFonts w:asciiTheme="minorHAnsi" w:eastAsiaTheme="minorHAnsi" w:hAnsiTheme="minorHAnsi" w:cstheme="minorBidi"/>
          <w:i w:val="0"/>
          <w:sz w:val="22"/>
        </w:rPr>
        <w:t>.</w:t>
      </w:r>
    </w:p>
    <w:p w14:paraId="0C0BD004" w14:textId="77777777" w:rsidR="00A935A8" w:rsidRPr="006E57F8" w:rsidRDefault="00A935A8" w:rsidP="00A935A8">
      <w:pPr>
        <w:pStyle w:val="Heading2"/>
      </w:pPr>
      <w:bookmarkStart w:id="19" w:name="_Toc87347157"/>
      <w:r w:rsidRPr="006E57F8">
        <w:t>Model Performance Assessment</w:t>
      </w:r>
      <w:bookmarkEnd w:id="19"/>
    </w:p>
    <w:p w14:paraId="3C37E83E" w14:textId="77777777"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 xml:space="preserve">The second objective is to annually assess the </w:t>
      </w:r>
      <w:r>
        <w:rPr>
          <w:rFonts w:asciiTheme="minorHAnsi" w:eastAsiaTheme="minorHAnsi" w:hAnsiTheme="minorHAnsi" w:cstheme="minorBidi"/>
          <w:i w:val="0"/>
          <w:sz w:val="22"/>
        </w:rPr>
        <w:t xml:space="preserve">performance of the </w:t>
      </w:r>
      <w:r w:rsidRPr="006E57F8">
        <w:rPr>
          <w:rFonts w:asciiTheme="minorHAnsi" w:eastAsiaTheme="minorHAnsi" w:hAnsiTheme="minorHAnsi" w:cstheme="minorBidi"/>
          <w:i w:val="0"/>
          <w:sz w:val="22"/>
        </w:rPr>
        <w:t>transmission system model based on selective disturbances run using the cases.</w:t>
      </w:r>
    </w:p>
    <w:p w14:paraId="47D5749B" w14:textId="77777777" w:rsidR="00A935A8" w:rsidRPr="006E57F8" w:rsidRDefault="00A935A8" w:rsidP="00A935A8">
      <w:pPr>
        <w:pStyle w:val="Heading3"/>
      </w:pPr>
      <w:bookmarkStart w:id="20" w:name="_Toc87347158"/>
      <w:r w:rsidRPr="006E57F8">
        <w:t>Actions and Findings</w:t>
      </w:r>
      <w:bookmarkEnd w:id="20"/>
    </w:p>
    <w:p w14:paraId="62E72F3B" w14:textId="318C7538" w:rsidR="00A935A8" w:rsidRPr="006E57F8" w:rsidRDefault="00A935A8" w:rsidP="003710B2">
      <w:pPr>
        <w:pStyle w:val="Disclaimer"/>
        <w:numPr>
          <w:ilvl w:val="0"/>
          <w:numId w:val="8"/>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A no-disturbance simulation was done on each case. Data for machines with significant oscillatory behavior were revised. The results for the cases compiled during 20</w:t>
      </w:r>
      <w:r>
        <w:rPr>
          <w:rFonts w:asciiTheme="minorHAnsi" w:eastAsiaTheme="minorHAnsi" w:hAnsiTheme="minorHAnsi" w:cstheme="minorBidi"/>
          <w:i w:val="0"/>
          <w:sz w:val="22"/>
        </w:rPr>
        <w:t>2</w:t>
      </w:r>
      <w:r w:rsidR="00B25D50">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for the WECC 10-year power flow and stability data bank showed no significant oscillatory behavior after changes were made. </w:t>
      </w:r>
    </w:p>
    <w:p w14:paraId="5A0BCADD" w14:textId="77777777" w:rsidR="00A935A8" w:rsidRPr="006E57F8" w:rsidRDefault="00A935A8" w:rsidP="003710B2">
      <w:pPr>
        <w:pStyle w:val="Disclaimer"/>
        <w:numPr>
          <w:ilvl w:val="0"/>
          <w:numId w:val="8"/>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 xml:space="preserve">After additions and changes to the master dynamics file, a 35-second simulation of a "ringdown" (30-cycle insertion of Chief Joseph braking resistor) case was done. </w:t>
      </w:r>
    </w:p>
    <w:p w14:paraId="117277B9" w14:textId="79D9CB96" w:rsidR="00A935A8" w:rsidRPr="006E57F8" w:rsidRDefault="00A935A8" w:rsidP="003710B2">
      <w:pPr>
        <w:pStyle w:val="Disclaimer"/>
        <w:numPr>
          <w:ilvl w:val="0"/>
          <w:numId w:val="8"/>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One standard disturbance was run on each case to tune the dynamic and power flow data. Tripping of two Palo Verde units was simulated as the standard disturbance on cases with north-to-south flows on the COI. For cases with south-to-north flows, loss of the PDCI was simulated. If the standard disturbance results were not stable, changes were made to the base case to correct data problems or flows outside of known operating limits. If the results were still unacceptable, they were shown to the S</w:t>
      </w:r>
      <w:r>
        <w:rPr>
          <w:rFonts w:asciiTheme="minorHAnsi" w:eastAsiaTheme="minorHAnsi" w:hAnsiTheme="minorHAnsi" w:cstheme="minorBidi"/>
          <w:i w:val="0"/>
          <w:sz w:val="22"/>
        </w:rPr>
        <w:t>RS</w:t>
      </w:r>
      <w:r w:rsidRPr="006E57F8">
        <w:rPr>
          <w:rFonts w:asciiTheme="minorHAnsi" w:eastAsiaTheme="minorHAnsi" w:hAnsiTheme="minorHAnsi" w:cstheme="minorBidi"/>
          <w:i w:val="0"/>
          <w:sz w:val="22"/>
        </w:rPr>
        <w:t xml:space="preserve"> and included in the Annual Base Case Compilation and Data Check Log. None of the 20</w:t>
      </w:r>
      <w:r>
        <w:rPr>
          <w:rFonts w:asciiTheme="minorHAnsi" w:eastAsiaTheme="minorHAnsi" w:hAnsiTheme="minorHAnsi" w:cstheme="minorBidi"/>
          <w:i w:val="0"/>
          <w:sz w:val="22"/>
        </w:rPr>
        <w:t>2</w:t>
      </w:r>
      <w:r w:rsidR="00B25D50">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BCCDC standard disturbances had unacceptable results after data problems were corrected and flows were brought within known operating limits. </w:t>
      </w:r>
    </w:p>
    <w:p w14:paraId="6F67BC36" w14:textId="77777777" w:rsidR="00A935A8" w:rsidRPr="006E57F8" w:rsidRDefault="00A935A8" w:rsidP="003710B2">
      <w:pPr>
        <w:pStyle w:val="Disclaimer"/>
        <w:numPr>
          <w:ilvl w:val="0"/>
          <w:numId w:val="8"/>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t>S</w:t>
      </w:r>
      <w:r>
        <w:rPr>
          <w:rFonts w:asciiTheme="minorHAnsi" w:eastAsiaTheme="minorHAnsi" w:hAnsiTheme="minorHAnsi" w:cstheme="minorBidi"/>
          <w:i w:val="0"/>
          <w:sz w:val="22"/>
        </w:rPr>
        <w:t>even</w:t>
      </w:r>
      <w:r w:rsidRPr="006E57F8">
        <w:rPr>
          <w:rFonts w:asciiTheme="minorHAnsi" w:eastAsiaTheme="minorHAnsi" w:hAnsiTheme="minorHAnsi" w:cstheme="minorBidi"/>
          <w:i w:val="0"/>
          <w:sz w:val="22"/>
        </w:rPr>
        <w:t xml:space="preserve"> disturbances were run on each case, the results of the stability studies were checked for system data or modeling problems. Any issues found are in Appendix B. WECC urges data submitters to review Appendix B and submit corrections to models shown as being unstable when stressed by these disturbances.</w:t>
      </w:r>
    </w:p>
    <w:p w14:paraId="79AC52CF" w14:textId="239C5ABA" w:rsidR="00A935A8" w:rsidRPr="006E57F8" w:rsidRDefault="00A935A8" w:rsidP="003710B2">
      <w:pPr>
        <w:pStyle w:val="Disclaimer"/>
        <w:numPr>
          <w:ilvl w:val="0"/>
          <w:numId w:val="8"/>
        </w:numPr>
        <w:rPr>
          <w:rFonts w:asciiTheme="minorHAnsi" w:eastAsiaTheme="minorHAnsi" w:hAnsiTheme="minorHAnsi" w:cstheme="minorBidi"/>
          <w:i w:val="0"/>
          <w:sz w:val="22"/>
        </w:rPr>
      </w:pPr>
      <w:r w:rsidRPr="006E57F8">
        <w:rPr>
          <w:rFonts w:asciiTheme="minorHAnsi" w:eastAsiaTheme="minorHAnsi" w:hAnsiTheme="minorHAnsi" w:cstheme="minorBidi"/>
          <w:i w:val="0"/>
          <w:sz w:val="22"/>
        </w:rPr>
        <w:lastRenderedPageBreak/>
        <w:t>Each power flow base case was checked relative to known transfer capabilities and nomograms. Transfers in each of the power flow cases for the 20</w:t>
      </w:r>
      <w:r>
        <w:rPr>
          <w:rFonts w:asciiTheme="minorHAnsi" w:eastAsiaTheme="minorHAnsi" w:hAnsiTheme="minorHAnsi" w:cstheme="minorBidi"/>
          <w:i w:val="0"/>
          <w:sz w:val="22"/>
        </w:rPr>
        <w:t>2</w:t>
      </w:r>
      <w:r w:rsidR="00B25D50">
        <w:rPr>
          <w:rFonts w:asciiTheme="minorHAnsi" w:eastAsiaTheme="minorHAnsi" w:hAnsiTheme="minorHAnsi" w:cstheme="minorBidi"/>
          <w:i w:val="0"/>
          <w:sz w:val="22"/>
        </w:rPr>
        <w:t>2</w:t>
      </w:r>
      <w:r w:rsidRPr="006E57F8">
        <w:rPr>
          <w:rFonts w:asciiTheme="minorHAnsi" w:eastAsiaTheme="minorHAnsi" w:hAnsiTheme="minorHAnsi" w:cstheme="minorBidi"/>
          <w:i w:val="0"/>
          <w:sz w:val="22"/>
        </w:rPr>
        <w:t xml:space="preserve"> BCCDC were within the estimated transfer capability and nomogram limits at the time they were compiled. </w:t>
      </w:r>
    </w:p>
    <w:p w14:paraId="62F1BE51" w14:textId="77777777" w:rsidR="00A935A8" w:rsidRPr="006E57F8" w:rsidRDefault="00A935A8" w:rsidP="00A935A8">
      <w:pPr>
        <w:pStyle w:val="Heading2"/>
      </w:pPr>
      <w:bookmarkStart w:id="21" w:name="_Toc87347159"/>
      <w:r w:rsidRPr="006E57F8">
        <w:t>Disturbance Summary</w:t>
      </w:r>
      <w:bookmarkEnd w:id="21"/>
    </w:p>
    <w:p w14:paraId="6F1F11A6" w14:textId="77777777" w:rsidR="00A935A8" w:rsidRPr="006E57F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The Disturbance Summary table shows the stability studies that were conducted and RAS.</w:t>
      </w:r>
    </w:p>
    <w:tbl>
      <w:tblP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694"/>
        <w:gridCol w:w="5216"/>
        <w:gridCol w:w="2350"/>
      </w:tblGrid>
      <w:tr w:rsidR="00A935A8" w14:paraId="12A4AFFF" w14:textId="77777777" w:rsidTr="008D79F6">
        <w:trPr>
          <w:trHeight w:val="162"/>
          <w:tblHeader/>
        </w:trPr>
        <w:tc>
          <w:tcPr>
            <w:tcW w:w="2695" w:type="dxa"/>
            <w:tcBorders>
              <w:top w:val="single" w:sz="4" w:space="0" w:color="auto"/>
              <w:left w:val="single" w:sz="4" w:space="0" w:color="auto"/>
              <w:bottom w:val="single" w:sz="4" w:space="0" w:color="auto"/>
              <w:right w:val="single" w:sz="4" w:space="0" w:color="auto"/>
            </w:tcBorders>
            <w:shd w:val="clear" w:color="auto" w:fill="00395D" w:themeFill="accent1"/>
            <w:vAlign w:val="center"/>
            <w:hideMark/>
          </w:tcPr>
          <w:p w14:paraId="15F5008C" w14:textId="77777777" w:rsidR="00A935A8" w:rsidRPr="00567CE0" w:rsidRDefault="00A935A8" w:rsidP="008D79F6">
            <w:pPr>
              <w:spacing w:before="60" w:after="60"/>
              <w:rPr>
                <w:rFonts w:asciiTheme="majorHAnsi" w:hAnsiTheme="majorHAnsi"/>
                <w:b/>
              </w:rPr>
            </w:pPr>
            <w:r w:rsidRPr="00567CE0">
              <w:rPr>
                <w:rFonts w:asciiTheme="majorHAnsi" w:hAnsiTheme="majorHAnsi"/>
                <w:b/>
              </w:rPr>
              <w:t>Fault</w:t>
            </w:r>
            <w:r w:rsidRPr="00567CE0">
              <w:rPr>
                <w:rFonts w:asciiTheme="majorHAnsi" w:hAnsiTheme="majorHAnsi"/>
                <w:b/>
              </w:rPr>
              <w:br/>
              <w:t>Location</w:t>
            </w:r>
          </w:p>
        </w:tc>
        <w:tc>
          <w:tcPr>
            <w:tcW w:w="5220" w:type="dxa"/>
            <w:tcBorders>
              <w:top w:val="single" w:sz="4" w:space="0" w:color="auto"/>
              <w:left w:val="single" w:sz="4" w:space="0" w:color="auto"/>
              <w:bottom w:val="single" w:sz="4" w:space="0" w:color="auto"/>
              <w:right w:val="single" w:sz="4" w:space="0" w:color="auto"/>
            </w:tcBorders>
            <w:shd w:val="clear" w:color="auto" w:fill="00395D" w:themeFill="accent1"/>
            <w:vAlign w:val="center"/>
            <w:hideMark/>
          </w:tcPr>
          <w:p w14:paraId="7322BC6B" w14:textId="77777777" w:rsidR="00A935A8" w:rsidRPr="00567CE0" w:rsidRDefault="00A935A8" w:rsidP="008D79F6">
            <w:pPr>
              <w:spacing w:before="60" w:after="60"/>
              <w:ind w:left="421" w:hanging="421"/>
              <w:rPr>
                <w:rFonts w:asciiTheme="majorHAnsi" w:hAnsiTheme="majorHAnsi"/>
                <w:b/>
              </w:rPr>
            </w:pPr>
            <w:r w:rsidRPr="00567CE0">
              <w:rPr>
                <w:rFonts w:asciiTheme="majorHAnsi" w:hAnsiTheme="majorHAnsi"/>
                <w:b/>
              </w:rPr>
              <w:t>Elements Removed</w:t>
            </w:r>
          </w:p>
        </w:tc>
        <w:tc>
          <w:tcPr>
            <w:tcW w:w="2352" w:type="dxa"/>
            <w:tcBorders>
              <w:top w:val="single" w:sz="4" w:space="0" w:color="auto"/>
              <w:left w:val="single" w:sz="4" w:space="0" w:color="auto"/>
              <w:bottom w:val="single" w:sz="4" w:space="0" w:color="auto"/>
              <w:right w:val="single" w:sz="4" w:space="0" w:color="auto"/>
            </w:tcBorders>
            <w:shd w:val="clear" w:color="auto" w:fill="00395D" w:themeFill="accent1"/>
            <w:vAlign w:val="center"/>
            <w:hideMark/>
          </w:tcPr>
          <w:p w14:paraId="16A3529B" w14:textId="77777777" w:rsidR="00A935A8" w:rsidRPr="00567CE0" w:rsidRDefault="00A935A8" w:rsidP="008D79F6">
            <w:pPr>
              <w:spacing w:before="60" w:after="60"/>
              <w:rPr>
                <w:rFonts w:asciiTheme="majorHAnsi" w:hAnsiTheme="majorHAnsi"/>
                <w:b/>
              </w:rPr>
            </w:pPr>
            <w:r w:rsidRPr="00567CE0">
              <w:rPr>
                <w:rFonts w:asciiTheme="majorHAnsi" w:hAnsiTheme="majorHAnsi"/>
                <w:b/>
              </w:rPr>
              <w:t>Remedial/Relay Action</w:t>
            </w:r>
          </w:p>
        </w:tc>
      </w:tr>
      <w:tr w:rsidR="00A935A8" w14:paraId="3B9271C8"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53007924" w14:textId="77777777" w:rsidR="00A935A8" w:rsidRDefault="00A935A8" w:rsidP="008D79F6">
            <w:r>
              <w:t>COMMANCHE 345-kV SUBSTATION</w:t>
            </w:r>
          </w:p>
        </w:tc>
        <w:tc>
          <w:tcPr>
            <w:tcW w:w="5220" w:type="dxa"/>
            <w:tcBorders>
              <w:top w:val="single" w:sz="4" w:space="0" w:color="auto"/>
              <w:left w:val="single" w:sz="4" w:space="0" w:color="auto"/>
              <w:bottom w:val="single" w:sz="4" w:space="0" w:color="auto"/>
              <w:right w:val="single" w:sz="4" w:space="0" w:color="auto"/>
            </w:tcBorders>
            <w:vAlign w:val="center"/>
            <w:hideMark/>
          </w:tcPr>
          <w:p w14:paraId="54343A0F" w14:textId="77777777" w:rsidR="00A935A8" w:rsidRDefault="00A935A8" w:rsidP="008D79F6">
            <w:pPr>
              <w:ind w:left="421" w:hanging="421"/>
              <w:rPr>
                <w:b/>
                <w:u w:val="single"/>
              </w:rPr>
            </w:pPr>
            <w:r>
              <w:rPr>
                <w:b/>
                <w:u w:val="single"/>
              </w:rPr>
              <w:t>Time (cycles)</w:t>
            </w:r>
            <w:r>
              <w:rPr>
                <w:b/>
                <w:u w:val="single"/>
              </w:rPr>
              <w:tab/>
              <w:t>Switching</w:t>
            </w:r>
          </w:p>
          <w:p w14:paraId="72A4456F" w14:textId="77777777" w:rsidR="00A935A8" w:rsidRDefault="00A935A8" w:rsidP="008D79F6">
            <w:pPr>
              <w:ind w:left="421" w:hanging="421"/>
            </w:pPr>
            <w:r>
              <w:t>60</w:t>
            </w:r>
            <w:r>
              <w:tab/>
              <w:t>Three-Phase Comanche 345-kV fault</w:t>
            </w:r>
          </w:p>
          <w:p w14:paraId="2308BA6C" w14:textId="77777777" w:rsidR="00A935A8" w:rsidRDefault="00A935A8" w:rsidP="008D79F6">
            <w:pPr>
              <w:ind w:left="421" w:hanging="421"/>
            </w:pPr>
            <w:r>
              <w:t>64</w:t>
            </w:r>
            <w:r>
              <w:tab/>
              <w:t>Clear the fault after four cycles and open the Comanche–Daniel Park 345-kV Lines 1 and 2</w:t>
            </w:r>
          </w:p>
          <w:p w14:paraId="20E487E5"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7A3E1AAE" w14:textId="77777777" w:rsidR="00A935A8" w:rsidRDefault="00A935A8" w:rsidP="008D79F6">
            <w:r>
              <w:t>None</w:t>
            </w:r>
          </w:p>
        </w:tc>
      </w:tr>
      <w:tr w:rsidR="00A935A8" w14:paraId="28B76F30"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7C23E722" w14:textId="77777777" w:rsidR="00A935A8" w:rsidRDefault="00A935A8" w:rsidP="008D79F6">
            <w:r>
              <w:t>COLORADO RIVER 500-kV SUBSTATION</w:t>
            </w:r>
          </w:p>
        </w:tc>
        <w:tc>
          <w:tcPr>
            <w:tcW w:w="5220" w:type="dxa"/>
            <w:tcBorders>
              <w:top w:val="single" w:sz="4" w:space="0" w:color="auto"/>
              <w:left w:val="single" w:sz="4" w:space="0" w:color="auto"/>
              <w:bottom w:val="single" w:sz="4" w:space="0" w:color="auto"/>
              <w:right w:val="single" w:sz="4" w:space="0" w:color="auto"/>
            </w:tcBorders>
            <w:vAlign w:val="center"/>
            <w:hideMark/>
          </w:tcPr>
          <w:p w14:paraId="08670F9F" w14:textId="77777777" w:rsidR="00A935A8" w:rsidRDefault="00A935A8" w:rsidP="008D79F6">
            <w:pPr>
              <w:ind w:left="421" w:hanging="421"/>
              <w:rPr>
                <w:b/>
                <w:u w:val="single"/>
              </w:rPr>
            </w:pPr>
            <w:r>
              <w:rPr>
                <w:b/>
                <w:u w:val="single"/>
              </w:rPr>
              <w:t>Time (cycles)</w:t>
            </w:r>
            <w:r>
              <w:rPr>
                <w:b/>
                <w:u w:val="single"/>
              </w:rPr>
              <w:tab/>
              <w:t>Switching</w:t>
            </w:r>
          </w:p>
          <w:p w14:paraId="74CEFB6F" w14:textId="77777777" w:rsidR="00A935A8" w:rsidRDefault="00A935A8" w:rsidP="008D79F6">
            <w:pPr>
              <w:ind w:left="421" w:hanging="421"/>
            </w:pPr>
            <w:r>
              <w:t>60</w:t>
            </w:r>
            <w:r>
              <w:tab/>
              <w:t>Three-Phase Colorado River 500-kV fault</w:t>
            </w:r>
          </w:p>
          <w:p w14:paraId="4390C5C3" w14:textId="77777777" w:rsidR="00A935A8" w:rsidRDefault="00A935A8" w:rsidP="008D79F6">
            <w:pPr>
              <w:ind w:left="421" w:hanging="421"/>
            </w:pPr>
            <w:r>
              <w:t>64</w:t>
            </w:r>
            <w:r>
              <w:tab/>
              <w:t>Clear the fault after four cycles and open the Colorado River–Red Bluff 500-kV lines 1 and 2</w:t>
            </w:r>
          </w:p>
          <w:p w14:paraId="23FFAE2C"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22C989C7" w14:textId="77777777" w:rsidR="00A935A8" w:rsidRDefault="00A935A8" w:rsidP="008D79F6">
            <w:r>
              <w:t>None</w:t>
            </w:r>
          </w:p>
        </w:tc>
      </w:tr>
      <w:tr w:rsidR="00A935A8" w14:paraId="1E94CD16"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20313A63" w14:textId="77777777" w:rsidR="00A935A8" w:rsidRDefault="00A935A8" w:rsidP="008D79F6">
            <w:r>
              <w:t>HELLS CANYON 230-kV SUBSTATION</w:t>
            </w:r>
          </w:p>
        </w:tc>
        <w:tc>
          <w:tcPr>
            <w:tcW w:w="5220" w:type="dxa"/>
            <w:tcBorders>
              <w:top w:val="single" w:sz="4" w:space="0" w:color="auto"/>
              <w:left w:val="single" w:sz="4" w:space="0" w:color="auto"/>
              <w:bottom w:val="single" w:sz="4" w:space="0" w:color="auto"/>
              <w:right w:val="single" w:sz="4" w:space="0" w:color="auto"/>
            </w:tcBorders>
            <w:vAlign w:val="center"/>
            <w:hideMark/>
          </w:tcPr>
          <w:p w14:paraId="1B99B96A" w14:textId="77777777" w:rsidR="00A935A8" w:rsidRDefault="00A935A8" w:rsidP="008D79F6">
            <w:pPr>
              <w:ind w:left="421" w:hanging="421"/>
              <w:rPr>
                <w:b/>
                <w:u w:val="single"/>
              </w:rPr>
            </w:pPr>
            <w:r>
              <w:rPr>
                <w:b/>
                <w:u w:val="single"/>
              </w:rPr>
              <w:t>Time (cycles)</w:t>
            </w:r>
            <w:r>
              <w:rPr>
                <w:b/>
                <w:u w:val="single"/>
              </w:rPr>
              <w:tab/>
              <w:t>Switching</w:t>
            </w:r>
          </w:p>
          <w:p w14:paraId="736ADBFD" w14:textId="77777777" w:rsidR="00A935A8" w:rsidRDefault="00A935A8" w:rsidP="008D79F6">
            <w:pPr>
              <w:ind w:left="421" w:hanging="421"/>
            </w:pPr>
            <w:r>
              <w:t>60</w:t>
            </w:r>
            <w:r>
              <w:tab/>
              <w:t>Three-Phase Hells Canyon 230-kV fault</w:t>
            </w:r>
          </w:p>
          <w:p w14:paraId="658679DC" w14:textId="77777777" w:rsidR="00A935A8" w:rsidRDefault="00A935A8" w:rsidP="008D79F6">
            <w:pPr>
              <w:ind w:left="421" w:hanging="421"/>
            </w:pPr>
            <w:r>
              <w:t>65</w:t>
            </w:r>
            <w:r>
              <w:tab/>
              <w:t>Clear the fault after five cycles and open the Hells Canyon–Brownlee 230-kV Line</w:t>
            </w:r>
          </w:p>
          <w:p w14:paraId="72FDDDFC"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103A106D" w14:textId="77777777" w:rsidR="00A935A8" w:rsidRDefault="00A935A8" w:rsidP="008D79F6">
            <w:r>
              <w:t>Hells Canyon Generator Tripping</w:t>
            </w:r>
          </w:p>
        </w:tc>
      </w:tr>
      <w:tr w:rsidR="00A935A8" w14:paraId="641D2F28"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4D8C9444" w14:textId="77777777" w:rsidR="00A935A8" w:rsidRDefault="00A935A8" w:rsidP="008D79F6">
            <w:r>
              <w:t>MIDWAY 500-kV SUBSTATION</w:t>
            </w:r>
          </w:p>
        </w:tc>
        <w:tc>
          <w:tcPr>
            <w:tcW w:w="5220" w:type="dxa"/>
            <w:tcBorders>
              <w:top w:val="single" w:sz="4" w:space="0" w:color="auto"/>
              <w:left w:val="single" w:sz="4" w:space="0" w:color="auto"/>
              <w:bottom w:val="single" w:sz="4" w:space="0" w:color="auto"/>
              <w:right w:val="single" w:sz="4" w:space="0" w:color="auto"/>
            </w:tcBorders>
            <w:vAlign w:val="center"/>
            <w:hideMark/>
          </w:tcPr>
          <w:p w14:paraId="2520D54A" w14:textId="77777777" w:rsidR="00A935A8" w:rsidRDefault="00A935A8" w:rsidP="008D79F6">
            <w:pPr>
              <w:ind w:left="421" w:hanging="421"/>
              <w:rPr>
                <w:b/>
                <w:u w:val="single"/>
              </w:rPr>
            </w:pPr>
            <w:r>
              <w:rPr>
                <w:b/>
                <w:u w:val="single"/>
              </w:rPr>
              <w:t>Time (cycles)</w:t>
            </w:r>
            <w:r>
              <w:rPr>
                <w:b/>
                <w:u w:val="single"/>
              </w:rPr>
              <w:tab/>
              <w:t>Switching</w:t>
            </w:r>
          </w:p>
          <w:p w14:paraId="77A33087" w14:textId="77777777" w:rsidR="00A935A8" w:rsidRDefault="00A935A8" w:rsidP="008D79F6">
            <w:pPr>
              <w:ind w:left="421" w:hanging="421"/>
            </w:pPr>
            <w:r>
              <w:t>60</w:t>
            </w:r>
            <w:r>
              <w:tab/>
              <w:t>Three-Phase Midway 500-kV fault</w:t>
            </w:r>
          </w:p>
          <w:p w14:paraId="4A89912B" w14:textId="77777777" w:rsidR="00A935A8" w:rsidRDefault="00A935A8" w:rsidP="008D79F6">
            <w:pPr>
              <w:ind w:left="421" w:hanging="421"/>
            </w:pPr>
            <w:r>
              <w:t>64</w:t>
            </w:r>
            <w:r>
              <w:tab/>
              <w:t>Clear the fault after four cycles and open the Midway–Vincent 500-kV sections 1 and 2 and Midway–Diablo 500-kV line 2</w:t>
            </w:r>
          </w:p>
          <w:p w14:paraId="1A930EA4"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16A57243" w14:textId="77777777" w:rsidR="00A935A8" w:rsidRDefault="00A935A8" w:rsidP="008D79F6">
            <w:r>
              <w:t>None</w:t>
            </w:r>
          </w:p>
        </w:tc>
      </w:tr>
      <w:tr w:rsidR="00A935A8" w14:paraId="21FD2D50"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tcPr>
          <w:p w14:paraId="4EA701EC" w14:textId="77777777" w:rsidR="00A935A8" w:rsidRDefault="00A935A8" w:rsidP="008D79F6">
            <w:r>
              <w:lastRenderedPageBreak/>
              <w:t>IMPERIAL VALLEY 500-kV SUBSTATION</w:t>
            </w:r>
          </w:p>
        </w:tc>
        <w:tc>
          <w:tcPr>
            <w:tcW w:w="5220" w:type="dxa"/>
            <w:tcBorders>
              <w:top w:val="single" w:sz="4" w:space="0" w:color="auto"/>
              <w:left w:val="single" w:sz="4" w:space="0" w:color="auto"/>
              <w:bottom w:val="single" w:sz="4" w:space="0" w:color="auto"/>
              <w:right w:val="single" w:sz="4" w:space="0" w:color="auto"/>
            </w:tcBorders>
            <w:vAlign w:val="center"/>
          </w:tcPr>
          <w:p w14:paraId="7801A641" w14:textId="77777777" w:rsidR="00A935A8" w:rsidRDefault="00A935A8" w:rsidP="008D79F6">
            <w:pPr>
              <w:ind w:left="421" w:hanging="421"/>
              <w:rPr>
                <w:b/>
                <w:u w:val="single"/>
              </w:rPr>
            </w:pPr>
            <w:r>
              <w:rPr>
                <w:b/>
                <w:u w:val="single"/>
              </w:rPr>
              <w:t>Time (cycles)</w:t>
            </w:r>
            <w:r>
              <w:rPr>
                <w:b/>
                <w:u w:val="single"/>
              </w:rPr>
              <w:tab/>
              <w:t>Switching</w:t>
            </w:r>
          </w:p>
          <w:p w14:paraId="7253FE8D" w14:textId="77777777" w:rsidR="00A935A8" w:rsidRDefault="00A935A8" w:rsidP="008D79F6">
            <w:pPr>
              <w:ind w:left="421" w:hanging="421"/>
            </w:pPr>
            <w:r>
              <w:t>60</w:t>
            </w:r>
            <w:r>
              <w:tab/>
              <w:t>Three-Phase Imperial Valley 500-kV fault</w:t>
            </w:r>
          </w:p>
          <w:p w14:paraId="1B5959A4" w14:textId="77777777" w:rsidR="00A935A8" w:rsidRDefault="00A935A8" w:rsidP="008D79F6">
            <w:pPr>
              <w:ind w:left="421" w:hanging="421"/>
            </w:pPr>
            <w:r>
              <w:t>64</w:t>
            </w:r>
            <w:r>
              <w:tab/>
              <w:t>Clear the fault after four cycles and open the Imperial Valley–North Gila 500-kV line</w:t>
            </w:r>
          </w:p>
          <w:p w14:paraId="4DD0AA24" w14:textId="77777777" w:rsidR="00A935A8" w:rsidRDefault="00A935A8" w:rsidP="008D79F6">
            <w:pPr>
              <w:ind w:left="421" w:hanging="421"/>
              <w:rPr>
                <w:b/>
                <w:u w:val="single"/>
              </w:rPr>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tcPr>
          <w:p w14:paraId="591BFE71" w14:textId="77777777" w:rsidR="00A935A8" w:rsidRDefault="00A935A8" w:rsidP="008D79F6">
            <w:r>
              <w:t>None</w:t>
            </w:r>
          </w:p>
        </w:tc>
      </w:tr>
      <w:tr w:rsidR="00A935A8" w14:paraId="38FF7B39"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08C01DFF" w14:textId="77777777" w:rsidR="00A935A8" w:rsidRDefault="00A935A8" w:rsidP="008D79F6">
            <w:r>
              <w:t>DOUBLE PALO VERDE UNIT OUTAGE</w:t>
            </w:r>
          </w:p>
        </w:tc>
        <w:tc>
          <w:tcPr>
            <w:tcW w:w="5220" w:type="dxa"/>
            <w:tcBorders>
              <w:top w:val="single" w:sz="4" w:space="0" w:color="auto"/>
              <w:left w:val="single" w:sz="4" w:space="0" w:color="auto"/>
              <w:bottom w:val="single" w:sz="4" w:space="0" w:color="auto"/>
              <w:right w:val="single" w:sz="4" w:space="0" w:color="auto"/>
            </w:tcBorders>
            <w:vAlign w:val="center"/>
            <w:hideMark/>
          </w:tcPr>
          <w:p w14:paraId="4D4B8180" w14:textId="77777777" w:rsidR="00A935A8" w:rsidRDefault="00A935A8" w:rsidP="008D79F6">
            <w:pPr>
              <w:ind w:left="421" w:hanging="421"/>
              <w:rPr>
                <w:b/>
                <w:u w:val="single"/>
              </w:rPr>
            </w:pPr>
            <w:r>
              <w:rPr>
                <w:b/>
                <w:u w:val="single"/>
              </w:rPr>
              <w:t>Time (cycles)</w:t>
            </w:r>
            <w:r>
              <w:rPr>
                <w:b/>
                <w:u w:val="single"/>
              </w:rPr>
              <w:tab/>
              <w:t>Switching</w:t>
            </w:r>
          </w:p>
          <w:p w14:paraId="64B3D860" w14:textId="77777777" w:rsidR="00A935A8" w:rsidRDefault="00A935A8" w:rsidP="008D79F6">
            <w:pPr>
              <w:ind w:left="421" w:hanging="421"/>
            </w:pPr>
            <w:r>
              <w:t>60</w:t>
            </w:r>
            <w:r>
              <w:tab/>
              <w:t>Trip 2 Palo Verde Generators</w:t>
            </w:r>
          </w:p>
          <w:p w14:paraId="6280C2A6"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00B84A1A" w14:textId="77777777" w:rsidR="00A935A8" w:rsidRDefault="00A935A8" w:rsidP="008D79F6">
            <w:r>
              <w:t>Trip load associated with the loss of 2 Palo Verde units</w:t>
            </w:r>
          </w:p>
        </w:tc>
      </w:tr>
      <w:tr w:rsidR="00A935A8" w14:paraId="1130C725"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hideMark/>
          </w:tcPr>
          <w:p w14:paraId="3C2700E4" w14:textId="77777777" w:rsidR="00A935A8" w:rsidRDefault="00A935A8" w:rsidP="008D79F6">
            <w:r>
              <w:t>CHIEF JOSEPH RESISTOR INSERTION</w:t>
            </w:r>
          </w:p>
        </w:tc>
        <w:tc>
          <w:tcPr>
            <w:tcW w:w="5220" w:type="dxa"/>
            <w:tcBorders>
              <w:top w:val="single" w:sz="4" w:space="0" w:color="auto"/>
              <w:left w:val="single" w:sz="4" w:space="0" w:color="auto"/>
              <w:bottom w:val="single" w:sz="4" w:space="0" w:color="auto"/>
              <w:right w:val="single" w:sz="4" w:space="0" w:color="auto"/>
            </w:tcBorders>
            <w:vAlign w:val="center"/>
            <w:hideMark/>
          </w:tcPr>
          <w:p w14:paraId="3F59FF33" w14:textId="77777777" w:rsidR="00A935A8" w:rsidRDefault="00A935A8" w:rsidP="008D79F6">
            <w:pPr>
              <w:ind w:left="421" w:hanging="421"/>
              <w:rPr>
                <w:b/>
                <w:u w:val="single"/>
              </w:rPr>
            </w:pPr>
            <w:r>
              <w:rPr>
                <w:b/>
                <w:u w:val="single"/>
              </w:rPr>
              <w:t>Time (cycles)</w:t>
            </w:r>
            <w:r>
              <w:rPr>
                <w:b/>
                <w:u w:val="single"/>
              </w:rPr>
              <w:tab/>
              <w:t>Switching</w:t>
            </w:r>
          </w:p>
          <w:p w14:paraId="7AA00F3B" w14:textId="77777777" w:rsidR="00A935A8" w:rsidRDefault="00A935A8" w:rsidP="008D79F6">
            <w:pPr>
              <w:ind w:left="421" w:hanging="421"/>
            </w:pPr>
            <w:r>
              <w:t>60</w:t>
            </w:r>
            <w:r>
              <w:tab/>
              <w:t>Insert Chief Joseph Braking Resistor</w:t>
            </w:r>
          </w:p>
          <w:p w14:paraId="6975441D" w14:textId="77777777" w:rsidR="00A935A8" w:rsidRDefault="00A935A8" w:rsidP="008D79F6">
            <w:pPr>
              <w:ind w:left="421" w:hanging="421"/>
            </w:pPr>
            <w:r>
              <w:t>90</w:t>
            </w:r>
            <w:r>
              <w:tab/>
              <w:t>Clear the Chief Joseph Braking Resistor</w:t>
            </w:r>
          </w:p>
          <w:p w14:paraId="52C30C23"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1FB5815E" w14:textId="77777777" w:rsidR="00A935A8" w:rsidRDefault="00A935A8" w:rsidP="008D79F6">
            <w:r>
              <w:t>None</w:t>
            </w:r>
          </w:p>
        </w:tc>
      </w:tr>
      <w:tr w:rsidR="00A935A8" w14:paraId="76EC6128" w14:textId="77777777" w:rsidTr="008D79F6">
        <w:trPr>
          <w:cantSplit/>
          <w:trHeight w:val="162"/>
        </w:trPr>
        <w:tc>
          <w:tcPr>
            <w:tcW w:w="2695" w:type="dxa"/>
            <w:tcBorders>
              <w:top w:val="single" w:sz="4" w:space="0" w:color="auto"/>
              <w:left w:val="single" w:sz="4" w:space="0" w:color="auto"/>
              <w:bottom w:val="single" w:sz="4" w:space="0" w:color="auto"/>
              <w:right w:val="single" w:sz="4" w:space="0" w:color="auto"/>
            </w:tcBorders>
            <w:vAlign w:val="center"/>
          </w:tcPr>
          <w:p w14:paraId="1754A1AC" w14:textId="77777777" w:rsidR="00A935A8" w:rsidRDefault="00A935A8" w:rsidP="008D79F6">
            <w:r>
              <w:t>BI-POLE PACIFIC DC INTERTIE OUTAGE</w:t>
            </w:r>
          </w:p>
          <w:p w14:paraId="24CB050C" w14:textId="77777777" w:rsidR="00A935A8" w:rsidRDefault="00A935A8" w:rsidP="008D79F6"/>
        </w:tc>
        <w:tc>
          <w:tcPr>
            <w:tcW w:w="5220" w:type="dxa"/>
            <w:tcBorders>
              <w:top w:val="single" w:sz="4" w:space="0" w:color="auto"/>
              <w:left w:val="single" w:sz="4" w:space="0" w:color="auto"/>
              <w:bottom w:val="single" w:sz="4" w:space="0" w:color="auto"/>
              <w:right w:val="single" w:sz="4" w:space="0" w:color="auto"/>
            </w:tcBorders>
            <w:vAlign w:val="center"/>
            <w:hideMark/>
          </w:tcPr>
          <w:p w14:paraId="1B8D74BA" w14:textId="77777777" w:rsidR="00A935A8" w:rsidRDefault="00A935A8" w:rsidP="008D79F6">
            <w:pPr>
              <w:ind w:left="421" w:hanging="421"/>
              <w:rPr>
                <w:b/>
                <w:u w:val="single"/>
              </w:rPr>
            </w:pPr>
            <w:r>
              <w:rPr>
                <w:b/>
                <w:u w:val="single"/>
              </w:rPr>
              <w:t>Time (cycles)</w:t>
            </w:r>
            <w:r>
              <w:rPr>
                <w:b/>
                <w:u w:val="single"/>
              </w:rPr>
              <w:tab/>
              <w:t>Switching</w:t>
            </w:r>
          </w:p>
          <w:p w14:paraId="1CC3D578" w14:textId="77777777" w:rsidR="00A935A8" w:rsidRDefault="00A935A8" w:rsidP="008D79F6">
            <w:pPr>
              <w:ind w:left="421" w:hanging="421"/>
            </w:pPr>
            <w:r>
              <w:t>60</w:t>
            </w:r>
            <w:r>
              <w:tab/>
              <w:t xml:space="preserve">Open two DC Lines from Sylmar to Celilo </w:t>
            </w:r>
          </w:p>
          <w:p w14:paraId="1FE12487" w14:textId="77777777" w:rsidR="00A935A8" w:rsidRDefault="00A935A8" w:rsidP="008D79F6">
            <w:pPr>
              <w:ind w:left="421" w:hanging="421"/>
            </w:pPr>
            <w:r>
              <w:tab/>
              <w:t>Study terminated at 35 seconds</w:t>
            </w:r>
          </w:p>
        </w:tc>
        <w:tc>
          <w:tcPr>
            <w:tcW w:w="2352" w:type="dxa"/>
            <w:tcBorders>
              <w:top w:val="single" w:sz="4" w:space="0" w:color="auto"/>
              <w:left w:val="single" w:sz="4" w:space="0" w:color="auto"/>
              <w:bottom w:val="single" w:sz="4" w:space="0" w:color="auto"/>
              <w:right w:val="single" w:sz="4" w:space="0" w:color="auto"/>
            </w:tcBorders>
            <w:vAlign w:val="center"/>
            <w:hideMark/>
          </w:tcPr>
          <w:p w14:paraId="1B4310E8" w14:textId="77777777" w:rsidR="00A935A8" w:rsidRDefault="00A935A8" w:rsidP="008D79F6">
            <w:r>
              <w:t>None</w:t>
            </w:r>
          </w:p>
        </w:tc>
      </w:tr>
    </w:tbl>
    <w:p w14:paraId="6558234E" w14:textId="77777777" w:rsidR="00A935A8" w:rsidRPr="006E57F8" w:rsidRDefault="00A935A8" w:rsidP="00A935A8">
      <w:pPr>
        <w:pStyle w:val="Disclaimer"/>
        <w:rPr>
          <w:rFonts w:asciiTheme="minorHAnsi" w:eastAsiaTheme="minorHAnsi" w:hAnsiTheme="minorHAnsi" w:cstheme="minorBidi"/>
          <w:i w:val="0"/>
          <w:sz w:val="22"/>
        </w:rPr>
      </w:pPr>
    </w:p>
    <w:p w14:paraId="014F5735" w14:textId="77777777" w:rsidR="00A935A8" w:rsidRDefault="00A935A8" w:rsidP="00A935A8">
      <w:pPr>
        <w:pStyle w:val="Disclaimer"/>
        <w:rPr>
          <w:rFonts w:asciiTheme="minorHAnsi" w:eastAsiaTheme="minorHAnsi" w:hAnsiTheme="minorHAnsi" w:cstheme="minorBidi"/>
          <w:i w:val="0"/>
          <w:sz w:val="22"/>
        </w:rPr>
      </w:pPr>
      <w:r w:rsidRPr="006E57F8">
        <w:rPr>
          <w:rFonts w:asciiTheme="minorHAnsi" w:eastAsiaTheme="minorHAnsi" w:hAnsiTheme="minorHAnsi" w:cstheme="minorBidi"/>
          <w:i w:val="0"/>
          <w:sz w:val="22"/>
        </w:rPr>
        <w:t>More details on the results of power flow cases and disturbance simulations are in the appendices. Appendix A includes summary information from the SADD for each power flow case. Appendix B shows anomalies found while running the standard list of disturbances, which is contained in this report. Appendix C explains the base case naming conventions used in this document.</w:t>
      </w:r>
    </w:p>
    <w:p w14:paraId="46A3DB97" w14:textId="77777777" w:rsidR="00A935A8" w:rsidRDefault="00A935A8" w:rsidP="0025651F"/>
    <w:p w14:paraId="48370A07" w14:textId="77777777" w:rsidR="0025651F" w:rsidRPr="0025651F" w:rsidRDefault="0025651F" w:rsidP="0025651F"/>
    <w:p w14:paraId="1D26F3DE" w14:textId="77777777" w:rsidR="004D404D" w:rsidRDefault="00902C28" w:rsidP="00902C28">
      <w:pPr>
        <w:pStyle w:val="Disclaimer"/>
      </w:pPr>
      <w:r>
        <w:t>WECC receives data used in its analyses from a wide variety of sources. WECC strives to source its data from reliable entities and undertakes reasonable efforts to validate the accuracy of the data used. WECC believes the data contained herein and used in its analyses is accurate and reliable. However, WECC disclaims any and all representations, guarantees, warranties, and liability for the information contained herein and any use thereof. Persons who use and rely on the information contained herein do so at their own risk.</w:t>
      </w:r>
    </w:p>
    <w:sectPr w:rsidR="004D404D" w:rsidSect="00684847">
      <w:headerReference w:type="default" r:id="rId19"/>
      <w:footerReference w:type="default" r:id="rId2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EA199" w14:textId="77777777" w:rsidR="00A03715" w:rsidRDefault="00A03715" w:rsidP="00F82512">
      <w:pPr>
        <w:spacing w:line="240" w:lineRule="auto"/>
      </w:pPr>
      <w:r>
        <w:separator/>
      </w:r>
    </w:p>
    <w:p w14:paraId="7A8A2D1E" w14:textId="77777777" w:rsidR="00A03715" w:rsidRDefault="00A03715"/>
  </w:endnote>
  <w:endnote w:type="continuationSeparator" w:id="0">
    <w:p w14:paraId="53AA99EF" w14:textId="77777777" w:rsidR="00A03715" w:rsidRDefault="00A03715" w:rsidP="00F82512">
      <w:pPr>
        <w:spacing w:line="240" w:lineRule="auto"/>
      </w:pPr>
      <w:r>
        <w:continuationSeparator/>
      </w:r>
    </w:p>
    <w:p w14:paraId="52E050AC" w14:textId="77777777" w:rsidR="00A03715" w:rsidRDefault="00A03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rPr>
      <w:id w:val="-2063625332"/>
      <w:docPartObj>
        <w:docPartGallery w:val="Page Numbers (Bottom of Page)"/>
        <w:docPartUnique/>
      </w:docPartObj>
    </w:sdtPr>
    <w:sdtEndPr/>
    <w:sdtContent>
      <w:p w14:paraId="1DE4BE41" w14:textId="77777777" w:rsidR="00A83E14" w:rsidRPr="009D141F" w:rsidRDefault="00FE6A90" w:rsidP="004D404D">
        <w:pPr>
          <w:pStyle w:val="Footer"/>
          <w:rPr>
            <w:b w:val="0"/>
          </w:rPr>
        </w:pPr>
        <w:r w:rsidRPr="009D141F">
          <w:rPr>
            <w:b w:val="0"/>
          </w:rPr>
          <w:drawing>
            <wp:inline distT="0" distB="0" distL="0" distR="0" wp14:anchorId="6C656038" wp14:editId="0829289A">
              <wp:extent cx="413846" cy="27432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CC-LOGO_EVEN.jpg"/>
                      <pic:cNvPicPr/>
                    </pic:nvPicPr>
                    <pic:blipFill>
                      <a:blip r:embed="rId1">
                        <a:extLst>
                          <a:ext uri="{28A0092B-C50C-407E-A947-70E740481C1C}">
                            <a14:useLocalDpi xmlns:a14="http://schemas.microsoft.com/office/drawing/2010/main" val="0"/>
                          </a:ext>
                        </a:extLst>
                      </a:blip>
                      <a:stretch>
                        <a:fillRect/>
                      </a:stretch>
                    </pic:blipFill>
                    <pic:spPr>
                      <a:xfrm>
                        <a:off x="0" y="0"/>
                        <a:ext cx="413846" cy="274320"/>
                      </a:xfrm>
                      <a:prstGeom prst="rect">
                        <a:avLst/>
                      </a:prstGeom>
                    </pic:spPr>
                  </pic:pic>
                </a:graphicData>
              </a:graphic>
            </wp:inline>
          </w:drawing>
        </w:r>
        <w:r w:rsidRPr="009D141F">
          <w:rPr>
            <w:b w:val="0"/>
            <w:u w:val="single"/>
          </w:rPr>
          <w:tab/>
        </w:r>
        <w:r w:rsidRPr="009D141F">
          <w:rPr>
            <w:b w:val="0"/>
            <w:u w:val="single"/>
          </w:rPr>
          <w:tab/>
        </w:r>
        <w:r w:rsidRPr="009D141F">
          <w:rPr>
            <w:b w:val="0"/>
          </w:rPr>
          <w:t xml:space="preserve"> </w:t>
        </w:r>
        <w:r w:rsidR="00F82512" w:rsidRPr="009D141F">
          <w:rPr>
            <w:b w:val="0"/>
            <w:noProof w:val="0"/>
          </w:rPr>
          <w:fldChar w:fldCharType="begin"/>
        </w:r>
        <w:r w:rsidR="00F82512" w:rsidRPr="009D141F">
          <w:rPr>
            <w:b w:val="0"/>
          </w:rPr>
          <w:instrText xml:space="preserve"> PAGE   \* MERGEFORMAT </w:instrText>
        </w:r>
        <w:r w:rsidR="00F82512" w:rsidRPr="009D141F">
          <w:rPr>
            <w:b w:val="0"/>
            <w:noProof w:val="0"/>
          </w:rPr>
          <w:fldChar w:fldCharType="separate"/>
        </w:r>
        <w:r w:rsidR="0055358C">
          <w:rPr>
            <w:b w:val="0"/>
          </w:rPr>
          <w:t>6</w:t>
        </w:r>
        <w:r w:rsidR="00F82512" w:rsidRPr="009D141F">
          <w:rPr>
            <w:b w:val="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3994C" w14:textId="77777777" w:rsidR="00A03715" w:rsidRDefault="00A03715" w:rsidP="00F82512">
      <w:pPr>
        <w:spacing w:line="240" w:lineRule="auto"/>
      </w:pPr>
      <w:r>
        <w:separator/>
      </w:r>
    </w:p>
  </w:footnote>
  <w:footnote w:type="continuationSeparator" w:id="0">
    <w:p w14:paraId="2B1B1C6C" w14:textId="77777777" w:rsidR="00A03715" w:rsidRDefault="00A03715" w:rsidP="00F82512">
      <w:pPr>
        <w:spacing w:line="240" w:lineRule="auto"/>
      </w:pPr>
      <w:r>
        <w:continuationSeparator/>
      </w:r>
    </w:p>
    <w:p w14:paraId="4A1E2364" w14:textId="77777777" w:rsidR="00A03715" w:rsidRDefault="00A037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CF089" w14:textId="64127CBE" w:rsidR="00A83E14" w:rsidRDefault="001412EC" w:rsidP="004D404D">
    <w:pPr>
      <w:pStyle w:val="Header"/>
    </w:pPr>
    <w:r>
      <w:t>2022 Base Case Compilation and Data Check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D4019"/>
    <w:multiLevelType w:val="hybridMultilevel"/>
    <w:tmpl w:val="712C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E549A"/>
    <w:multiLevelType w:val="hybridMultilevel"/>
    <w:tmpl w:val="AF167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95392"/>
    <w:multiLevelType w:val="hybridMultilevel"/>
    <w:tmpl w:val="B1B04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EE3BFE"/>
    <w:multiLevelType w:val="hybridMultilevel"/>
    <w:tmpl w:val="589A8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1016D"/>
    <w:multiLevelType w:val="hybridMultilevel"/>
    <w:tmpl w:val="CB2AB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65795"/>
    <w:multiLevelType w:val="multilevel"/>
    <w:tmpl w:val="6B307346"/>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160" w:hanging="360"/>
      </w:pPr>
      <w:rPr>
        <w:rFonts w:ascii="Courier New" w:hAnsi="Courier New"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Symbol" w:hAnsi="Symbol" w:hint="default"/>
      </w:rPr>
    </w:lvl>
    <w:lvl w:ilvl="7">
      <w:start w:val="1"/>
      <w:numFmt w:val="bullet"/>
      <w:lvlText w:val="o"/>
      <w:lvlJc w:val="left"/>
      <w:pPr>
        <w:ind w:left="3240" w:hanging="360"/>
      </w:pPr>
      <w:rPr>
        <w:rFonts w:ascii="Courier New" w:hAnsi="Courier New" w:hint="default"/>
      </w:rPr>
    </w:lvl>
    <w:lvl w:ilvl="8">
      <w:start w:val="1"/>
      <w:numFmt w:val="bullet"/>
      <w:lvlText w:val=""/>
      <w:lvlJc w:val="left"/>
      <w:pPr>
        <w:ind w:left="3600" w:hanging="360"/>
      </w:pPr>
      <w:rPr>
        <w:rFonts w:ascii="Wingdings" w:hAnsi="Wingdings" w:hint="default"/>
      </w:rPr>
    </w:lvl>
  </w:abstractNum>
  <w:abstractNum w:abstractNumId="6" w15:restartNumberingAfterBreak="0">
    <w:nsid w:val="4C040D0F"/>
    <w:multiLevelType w:val="multilevel"/>
    <w:tmpl w:val="A2BA568C"/>
    <w:lvl w:ilvl="0">
      <w:start w:val="1"/>
      <w:numFmt w:val="decimal"/>
      <w:pStyle w:val="ListParagraph"/>
      <w:lvlText w:val="%1."/>
      <w:lvlJc w:val="left"/>
      <w:pPr>
        <w:ind w:left="720" w:hanging="360"/>
      </w:pPr>
      <w:rPr>
        <w:rFonts w:hint="default"/>
        <w:i w:val="0"/>
        <w:iCs/>
      </w:rPr>
    </w:lvl>
    <w:lvl w:ilvl="1">
      <w:start w:val="1"/>
      <w:numFmt w:val="lowerLetter"/>
      <w:lvlText w:val="%2."/>
      <w:lvlJc w:val="left"/>
      <w:pPr>
        <w:ind w:left="1080" w:hanging="360"/>
      </w:pPr>
      <w:rPr>
        <w:rFonts w:hint="default"/>
      </w:rPr>
    </w:lvl>
    <w:lvl w:ilvl="2">
      <w:start w:val="1"/>
      <w:numFmt w:val="lowerRoman"/>
      <w:lvlText w:val="%3."/>
      <w:lvlJc w:val="righ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right"/>
      <w:pPr>
        <w:ind w:left="3600" w:hanging="360"/>
      </w:pPr>
      <w:rPr>
        <w:rFonts w:hint="default"/>
      </w:rPr>
    </w:lvl>
  </w:abstractNum>
  <w:abstractNum w:abstractNumId="7" w15:restartNumberingAfterBreak="0">
    <w:nsid w:val="52CA57C9"/>
    <w:multiLevelType w:val="hybridMultilevel"/>
    <w:tmpl w:val="27E29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4D0EE9"/>
    <w:multiLevelType w:val="hybridMultilevel"/>
    <w:tmpl w:val="686096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B0142E"/>
    <w:multiLevelType w:val="hybridMultilevel"/>
    <w:tmpl w:val="AA04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325398">
    <w:abstractNumId w:val="6"/>
  </w:num>
  <w:num w:numId="2" w16cid:durableId="981425729">
    <w:abstractNumId w:val="5"/>
  </w:num>
  <w:num w:numId="3" w16cid:durableId="1772387524">
    <w:abstractNumId w:val="4"/>
  </w:num>
  <w:num w:numId="4" w16cid:durableId="666401833">
    <w:abstractNumId w:val="0"/>
  </w:num>
  <w:num w:numId="5" w16cid:durableId="1690913410">
    <w:abstractNumId w:val="3"/>
  </w:num>
  <w:num w:numId="6" w16cid:durableId="1839684956">
    <w:abstractNumId w:val="7"/>
  </w:num>
  <w:num w:numId="7" w16cid:durableId="2064018426">
    <w:abstractNumId w:val="1"/>
  </w:num>
  <w:num w:numId="8" w16cid:durableId="613680536">
    <w:abstractNumId w:val="2"/>
  </w:num>
  <w:num w:numId="9" w16cid:durableId="954406889">
    <w:abstractNumId w:val="9"/>
  </w:num>
  <w:num w:numId="10" w16cid:durableId="24761725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a3MDQwMjQ1MTA2sjBS0lEKTi0uzszPAykwNKwFAK9eazItAAAA"/>
  </w:docVars>
  <w:rsids>
    <w:rsidRoot w:val="00A03715"/>
    <w:rsid w:val="00004DDB"/>
    <w:rsid w:val="000314A9"/>
    <w:rsid w:val="000446FA"/>
    <w:rsid w:val="00055DB5"/>
    <w:rsid w:val="00060747"/>
    <w:rsid w:val="00083A8E"/>
    <w:rsid w:val="000848F0"/>
    <w:rsid w:val="000A1755"/>
    <w:rsid w:val="000B73C3"/>
    <w:rsid w:val="000C090C"/>
    <w:rsid w:val="000C625F"/>
    <w:rsid w:val="000C799E"/>
    <w:rsid w:val="000D3265"/>
    <w:rsid w:val="000E5DC6"/>
    <w:rsid w:val="00110A03"/>
    <w:rsid w:val="00116923"/>
    <w:rsid w:val="00121701"/>
    <w:rsid w:val="00121A8D"/>
    <w:rsid w:val="001412EC"/>
    <w:rsid w:val="001636D2"/>
    <w:rsid w:val="00166526"/>
    <w:rsid w:val="00183C37"/>
    <w:rsid w:val="001A0921"/>
    <w:rsid w:val="001B1918"/>
    <w:rsid w:val="001B4C68"/>
    <w:rsid w:val="001C687F"/>
    <w:rsid w:val="001D1625"/>
    <w:rsid w:val="001F1AE1"/>
    <w:rsid w:val="002022C1"/>
    <w:rsid w:val="00212748"/>
    <w:rsid w:val="00222020"/>
    <w:rsid w:val="002269DF"/>
    <w:rsid w:val="00240834"/>
    <w:rsid w:val="00240A58"/>
    <w:rsid w:val="002414C3"/>
    <w:rsid w:val="002433F0"/>
    <w:rsid w:val="0025651F"/>
    <w:rsid w:val="00270EA9"/>
    <w:rsid w:val="00277F61"/>
    <w:rsid w:val="00287C0A"/>
    <w:rsid w:val="00292DC9"/>
    <w:rsid w:val="002A7F47"/>
    <w:rsid w:val="002B01F4"/>
    <w:rsid w:val="002B0516"/>
    <w:rsid w:val="002C0101"/>
    <w:rsid w:val="002C7B5A"/>
    <w:rsid w:val="002D1DB0"/>
    <w:rsid w:val="002F3704"/>
    <w:rsid w:val="003075B5"/>
    <w:rsid w:val="00317409"/>
    <w:rsid w:val="00323BC9"/>
    <w:rsid w:val="00327677"/>
    <w:rsid w:val="003710B2"/>
    <w:rsid w:val="0038016A"/>
    <w:rsid w:val="00391F55"/>
    <w:rsid w:val="003A2C7A"/>
    <w:rsid w:val="003B41CE"/>
    <w:rsid w:val="003D582A"/>
    <w:rsid w:val="003E1973"/>
    <w:rsid w:val="00404A34"/>
    <w:rsid w:val="00421BFF"/>
    <w:rsid w:val="00425612"/>
    <w:rsid w:val="004260C3"/>
    <w:rsid w:val="00426E48"/>
    <w:rsid w:val="00427F34"/>
    <w:rsid w:val="0043738A"/>
    <w:rsid w:val="00440E65"/>
    <w:rsid w:val="00447C66"/>
    <w:rsid w:val="00453FD6"/>
    <w:rsid w:val="004746BA"/>
    <w:rsid w:val="0047601C"/>
    <w:rsid w:val="0048321D"/>
    <w:rsid w:val="004A2CD3"/>
    <w:rsid w:val="004B3E97"/>
    <w:rsid w:val="004D1F97"/>
    <w:rsid w:val="004D2213"/>
    <w:rsid w:val="004D404D"/>
    <w:rsid w:val="004F6C1D"/>
    <w:rsid w:val="005007A0"/>
    <w:rsid w:val="00523EE8"/>
    <w:rsid w:val="005469A2"/>
    <w:rsid w:val="005475C7"/>
    <w:rsid w:val="0055358C"/>
    <w:rsid w:val="00553E8B"/>
    <w:rsid w:val="0057284E"/>
    <w:rsid w:val="005907F5"/>
    <w:rsid w:val="005909C0"/>
    <w:rsid w:val="00594C1C"/>
    <w:rsid w:val="005A5B33"/>
    <w:rsid w:val="005A5C80"/>
    <w:rsid w:val="005A6B38"/>
    <w:rsid w:val="005B0E3F"/>
    <w:rsid w:val="005D0329"/>
    <w:rsid w:val="005D7BDF"/>
    <w:rsid w:val="005F4E4E"/>
    <w:rsid w:val="006025FF"/>
    <w:rsid w:val="00603CB7"/>
    <w:rsid w:val="00605A1B"/>
    <w:rsid w:val="006158F3"/>
    <w:rsid w:val="006170B7"/>
    <w:rsid w:val="006206E0"/>
    <w:rsid w:val="00640B91"/>
    <w:rsid w:val="00644B4F"/>
    <w:rsid w:val="00684847"/>
    <w:rsid w:val="00690116"/>
    <w:rsid w:val="00696AF2"/>
    <w:rsid w:val="006A7C19"/>
    <w:rsid w:val="006B5D08"/>
    <w:rsid w:val="006C0A8E"/>
    <w:rsid w:val="006C2512"/>
    <w:rsid w:val="006C5036"/>
    <w:rsid w:val="006E3C90"/>
    <w:rsid w:val="007130D6"/>
    <w:rsid w:val="00713B7F"/>
    <w:rsid w:val="0071412F"/>
    <w:rsid w:val="007210BA"/>
    <w:rsid w:val="00744984"/>
    <w:rsid w:val="007543CE"/>
    <w:rsid w:val="00754CC0"/>
    <w:rsid w:val="00761FA8"/>
    <w:rsid w:val="00766F12"/>
    <w:rsid w:val="00777404"/>
    <w:rsid w:val="00795E78"/>
    <w:rsid w:val="007D0777"/>
    <w:rsid w:val="007D19D2"/>
    <w:rsid w:val="007D396F"/>
    <w:rsid w:val="007E0E2F"/>
    <w:rsid w:val="007F478C"/>
    <w:rsid w:val="007F7F56"/>
    <w:rsid w:val="00811F11"/>
    <w:rsid w:val="008142CE"/>
    <w:rsid w:val="008316C5"/>
    <w:rsid w:val="0084141C"/>
    <w:rsid w:val="008453E4"/>
    <w:rsid w:val="008459B3"/>
    <w:rsid w:val="00852B89"/>
    <w:rsid w:val="00853A86"/>
    <w:rsid w:val="0085545E"/>
    <w:rsid w:val="00856516"/>
    <w:rsid w:val="00866213"/>
    <w:rsid w:val="00871531"/>
    <w:rsid w:val="008B132E"/>
    <w:rsid w:val="008B191E"/>
    <w:rsid w:val="008B71EA"/>
    <w:rsid w:val="008F0C6A"/>
    <w:rsid w:val="008F3E53"/>
    <w:rsid w:val="008F74D8"/>
    <w:rsid w:val="00902C28"/>
    <w:rsid w:val="00931A71"/>
    <w:rsid w:val="00950151"/>
    <w:rsid w:val="0095645D"/>
    <w:rsid w:val="00976720"/>
    <w:rsid w:val="009965EE"/>
    <w:rsid w:val="009A3B73"/>
    <w:rsid w:val="009A4D48"/>
    <w:rsid w:val="009A51EA"/>
    <w:rsid w:val="009C416C"/>
    <w:rsid w:val="009D141F"/>
    <w:rsid w:val="009D5609"/>
    <w:rsid w:val="009D5F57"/>
    <w:rsid w:val="009E1B07"/>
    <w:rsid w:val="009E7B8E"/>
    <w:rsid w:val="00A03715"/>
    <w:rsid w:val="00A05CA0"/>
    <w:rsid w:val="00A2770D"/>
    <w:rsid w:val="00A34DAA"/>
    <w:rsid w:val="00A47753"/>
    <w:rsid w:val="00A61D24"/>
    <w:rsid w:val="00A77683"/>
    <w:rsid w:val="00A80A70"/>
    <w:rsid w:val="00A83E14"/>
    <w:rsid w:val="00A935A8"/>
    <w:rsid w:val="00A93BD8"/>
    <w:rsid w:val="00A94937"/>
    <w:rsid w:val="00AB4182"/>
    <w:rsid w:val="00B25D50"/>
    <w:rsid w:val="00B3131B"/>
    <w:rsid w:val="00B34573"/>
    <w:rsid w:val="00B432EB"/>
    <w:rsid w:val="00B444D5"/>
    <w:rsid w:val="00B61894"/>
    <w:rsid w:val="00B7195A"/>
    <w:rsid w:val="00B85B42"/>
    <w:rsid w:val="00B93933"/>
    <w:rsid w:val="00BA3893"/>
    <w:rsid w:val="00BA7DBE"/>
    <w:rsid w:val="00BB2B79"/>
    <w:rsid w:val="00BC025F"/>
    <w:rsid w:val="00BD1401"/>
    <w:rsid w:val="00BD6992"/>
    <w:rsid w:val="00C06947"/>
    <w:rsid w:val="00C2187F"/>
    <w:rsid w:val="00C32BBA"/>
    <w:rsid w:val="00C4278E"/>
    <w:rsid w:val="00C54FF7"/>
    <w:rsid w:val="00C823A9"/>
    <w:rsid w:val="00C96C8F"/>
    <w:rsid w:val="00CB4DA7"/>
    <w:rsid w:val="00CC414A"/>
    <w:rsid w:val="00CD7CEB"/>
    <w:rsid w:val="00CE204C"/>
    <w:rsid w:val="00CF3DE8"/>
    <w:rsid w:val="00CF774D"/>
    <w:rsid w:val="00D02B2F"/>
    <w:rsid w:val="00D33415"/>
    <w:rsid w:val="00D37CA3"/>
    <w:rsid w:val="00D4689D"/>
    <w:rsid w:val="00D515D3"/>
    <w:rsid w:val="00D66D1D"/>
    <w:rsid w:val="00D70AE5"/>
    <w:rsid w:val="00D7694F"/>
    <w:rsid w:val="00D81EBB"/>
    <w:rsid w:val="00D87D6F"/>
    <w:rsid w:val="00D92F25"/>
    <w:rsid w:val="00DB718C"/>
    <w:rsid w:val="00DC484B"/>
    <w:rsid w:val="00DD1F8B"/>
    <w:rsid w:val="00DE543B"/>
    <w:rsid w:val="00DF4EF2"/>
    <w:rsid w:val="00DF5CA7"/>
    <w:rsid w:val="00E01C71"/>
    <w:rsid w:val="00E033E0"/>
    <w:rsid w:val="00E24646"/>
    <w:rsid w:val="00E45E24"/>
    <w:rsid w:val="00E632D2"/>
    <w:rsid w:val="00E63705"/>
    <w:rsid w:val="00E67302"/>
    <w:rsid w:val="00E901B1"/>
    <w:rsid w:val="00E91460"/>
    <w:rsid w:val="00E94D17"/>
    <w:rsid w:val="00EA2394"/>
    <w:rsid w:val="00EA7FF0"/>
    <w:rsid w:val="00EC5808"/>
    <w:rsid w:val="00ED39B3"/>
    <w:rsid w:val="00EE08B9"/>
    <w:rsid w:val="00EE22EE"/>
    <w:rsid w:val="00F24195"/>
    <w:rsid w:val="00F31FF3"/>
    <w:rsid w:val="00F327AF"/>
    <w:rsid w:val="00F3691F"/>
    <w:rsid w:val="00F407EB"/>
    <w:rsid w:val="00F44254"/>
    <w:rsid w:val="00F54E51"/>
    <w:rsid w:val="00F6001F"/>
    <w:rsid w:val="00F6509A"/>
    <w:rsid w:val="00F82512"/>
    <w:rsid w:val="00F84CB4"/>
    <w:rsid w:val="00F853EC"/>
    <w:rsid w:val="00FA0ADB"/>
    <w:rsid w:val="00FB6A82"/>
    <w:rsid w:val="00FC1048"/>
    <w:rsid w:val="00FC1C51"/>
    <w:rsid w:val="00FD1A92"/>
    <w:rsid w:val="00FE2D15"/>
    <w:rsid w:val="00FE6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83151"/>
  <w15:chartTrackingRefBased/>
  <w15:docId w15:val="{AD98820F-7499-452F-9BB4-E960C79D1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3" w:qFormat="1"/>
    <w:lsdException w:name="List Number" w:uiPriority="2"/>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6923"/>
  </w:style>
  <w:style w:type="paragraph" w:styleId="Heading1">
    <w:name w:val="heading 1"/>
    <w:basedOn w:val="ListParagraph"/>
    <w:next w:val="Normal"/>
    <w:link w:val="Heading1Char"/>
    <w:uiPriority w:val="9"/>
    <w:qFormat/>
    <w:rsid w:val="00292DC9"/>
    <w:pPr>
      <w:keepNext/>
      <w:keepLines/>
      <w:numPr>
        <w:numId w:val="0"/>
      </w:numPr>
      <w:pBdr>
        <w:bottom w:val="single" w:sz="12" w:space="1" w:color="000000" w:themeColor="text1"/>
      </w:pBdr>
      <w:spacing w:before="240"/>
      <w:outlineLvl w:val="0"/>
    </w:pPr>
    <w:rPr>
      <w:rFonts w:asciiTheme="majorHAnsi" w:hAnsiTheme="majorHAnsi"/>
      <w:b/>
      <w:sz w:val="27"/>
      <w:szCs w:val="28"/>
    </w:rPr>
  </w:style>
  <w:style w:type="paragraph" w:styleId="Heading2">
    <w:name w:val="heading 2"/>
    <w:basedOn w:val="Heading1"/>
    <w:next w:val="Normal"/>
    <w:link w:val="Heading2Char"/>
    <w:uiPriority w:val="9"/>
    <w:unhideWhenUsed/>
    <w:qFormat/>
    <w:rsid w:val="00292DC9"/>
    <w:pPr>
      <w:numPr>
        <w:ilvl w:val="1"/>
      </w:numPr>
      <w:pBdr>
        <w:bottom w:val="none" w:sz="0" w:space="0" w:color="auto"/>
      </w:pBdr>
      <w:outlineLvl w:val="1"/>
    </w:pPr>
    <w:rPr>
      <w:sz w:val="24"/>
    </w:rPr>
  </w:style>
  <w:style w:type="paragraph" w:styleId="Heading3">
    <w:name w:val="heading 3"/>
    <w:basedOn w:val="Heading1"/>
    <w:next w:val="Normal"/>
    <w:link w:val="Heading3Char"/>
    <w:uiPriority w:val="9"/>
    <w:unhideWhenUsed/>
    <w:qFormat/>
    <w:rsid w:val="00F407EB"/>
    <w:pPr>
      <w:numPr>
        <w:ilvl w:val="2"/>
      </w:numPr>
      <w:pBdr>
        <w:bottom w:val="none" w:sz="0" w:space="0" w:color="auto"/>
      </w:pBdr>
      <w:outlineLvl w:val="2"/>
    </w:pPr>
    <w:rPr>
      <w:rFonts w:ascii="Lucida Sans" w:hAnsi="Lucida Sans"/>
      <w:i/>
      <w:sz w:val="22"/>
    </w:rPr>
  </w:style>
  <w:style w:type="paragraph" w:styleId="Heading4">
    <w:name w:val="heading 4"/>
    <w:basedOn w:val="Normal"/>
    <w:next w:val="Normal"/>
    <w:link w:val="Heading4Char"/>
    <w:uiPriority w:val="9"/>
    <w:qFormat/>
    <w:rsid w:val="009A4D48"/>
    <w:pPr>
      <w:keepNext/>
      <w:keepLines/>
      <w:spacing w:before="24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404D"/>
    <w:pPr>
      <w:tabs>
        <w:tab w:val="center" w:pos="4680"/>
        <w:tab w:val="right" w:pos="10080"/>
      </w:tabs>
      <w:spacing w:line="240" w:lineRule="auto"/>
      <w:jc w:val="right"/>
    </w:pPr>
    <w:rPr>
      <w:rFonts w:ascii="Lucida Sans" w:hAnsi="Lucida Sans"/>
      <w:b/>
      <w:color w:val="00395D"/>
      <w:szCs w:val="24"/>
    </w:rPr>
  </w:style>
  <w:style w:type="character" w:customStyle="1" w:styleId="HeaderChar">
    <w:name w:val="Header Char"/>
    <w:basedOn w:val="DefaultParagraphFont"/>
    <w:link w:val="Header"/>
    <w:uiPriority w:val="99"/>
    <w:rsid w:val="004D404D"/>
    <w:rPr>
      <w:rFonts w:ascii="Lucida Sans" w:hAnsi="Lucida Sans"/>
      <w:b/>
      <w:color w:val="00395D"/>
      <w:sz w:val="24"/>
      <w:szCs w:val="24"/>
    </w:rPr>
  </w:style>
  <w:style w:type="paragraph" w:styleId="Footer">
    <w:name w:val="footer"/>
    <w:basedOn w:val="Normal"/>
    <w:link w:val="FooterChar"/>
    <w:uiPriority w:val="99"/>
    <w:unhideWhenUsed/>
    <w:rsid w:val="004D404D"/>
    <w:pPr>
      <w:tabs>
        <w:tab w:val="center" w:pos="5040"/>
        <w:tab w:val="right" w:pos="10080"/>
      </w:tabs>
      <w:spacing w:line="240" w:lineRule="auto"/>
    </w:pPr>
    <w:rPr>
      <w:rFonts w:ascii="Lucida Sans" w:hAnsi="Lucida Sans"/>
      <w:b/>
      <w:noProof/>
      <w:color w:val="00395D"/>
      <w:szCs w:val="24"/>
    </w:rPr>
  </w:style>
  <w:style w:type="character" w:customStyle="1" w:styleId="FooterChar">
    <w:name w:val="Footer Char"/>
    <w:basedOn w:val="DefaultParagraphFont"/>
    <w:link w:val="Footer"/>
    <w:uiPriority w:val="99"/>
    <w:rsid w:val="004D404D"/>
    <w:rPr>
      <w:rFonts w:ascii="Lucida Sans" w:hAnsi="Lucida Sans"/>
      <w:b/>
      <w:noProof/>
      <w:color w:val="00395D"/>
      <w:sz w:val="24"/>
      <w:szCs w:val="24"/>
    </w:rPr>
  </w:style>
  <w:style w:type="character" w:customStyle="1" w:styleId="Heading1Char">
    <w:name w:val="Heading 1 Char"/>
    <w:basedOn w:val="DefaultParagraphFont"/>
    <w:link w:val="Heading1"/>
    <w:uiPriority w:val="9"/>
    <w:rsid w:val="00292DC9"/>
    <w:rPr>
      <w:rFonts w:asciiTheme="majorHAnsi" w:hAnsiTheme="majorHAnsi"/>
      <w:b/>
      <w:sz w:val="27"/>
      <w:szCs w:val="28"/>
    </w:rPr>
  </w:style>
  <w:style w:type="character" w:styleId="Hyperlink">
    <w:name w:val="Hyperlink"/>
    <w:basedOn w:val="DefaultParagraphFont"/>
    <w:uiPriority w:val="99"/>
    <w:unhideWhenUsed/>
    <w:rsid w:val="00323BC9"/>
    <w:rPr>
      <w:color w:val="0000FF" w:themeColor="hyperlink"/>
      <w:u w:val="single"/>
    </w:rPr>
  </w:style>
  <w:style w:type="paragraph" w:styleId="ListParagraph">
    <w:name w:val="List Paragraph"/>
    <w:basedOn w:val="Normal"/>
    <w:link w:val="ListParagraphChar"/>
    <w:uiPriority w:val="34"/>
    <w:qFormat/>
    <w:rsid w:val="00F3691F"/>
    <w:pPr>
      <w:numPr>
        <w:numId w:val="1"/>
      </w:numPr>
      <w:suppressAutoHyphens/>
      <w:contextualSpacing/>
    </w:pPr>
  </w:style>
  <w:style w:type="character" w:styleId="CommentReference">
    <w:name w:val="annotation reference"/>
    <w:basedOn w:val="DefaultParagraphFont"/>
    <w:uiPriority w:val="99"/>
    <w:semiHidden/>
    <w:unhideWhenUsed/>
    <w:rsid w:val="004D1F97"/>
    <w:rPr>
      <w:sz w:val="16"/>
      <w:szCs w:val="16"/>
    </w:rPr>
  </w:style>
  <w:style w:type="paragraph" w:styleId="CommentText">
    <w:name w:val="annotation text"/>
    <w:basedOn w:val="Normal"/>
    <w:link w:val="CommentTextChar"/>
    <w:uiPriority w:val="99"/>
    <w:unhideWhenUsed/>
    <w:rsid w:val="004D1F97"/>
    <w:pPr>
      <w:spacing w:line="240" w:lineRule="auto"/>
    </w:pPr>
    <w:rPr>
      <w:sz w:val="20"/>
      <w:szCs w:val="20"/>
    </w:rPr>
  </w:style>
  <w:style w:type="character" w:customStyle="1" w:styleId="CommentTextChar">
    <w:name w:val="Comment Text Char"/>
    <w:basedOn w:val="DefaultParagraphFont"/>
    <w:link w:val="CommentText"/>
    <w:uiPriority w:val="99"/>
    <w:rsid w:val="004D1F97"/>
    <w:rPr>
      <w:sz w:val="20"/>
      <w:szCs w:val="20"/>
    </w:rPr>
  </w:style>
  <w:style w:type="paragraph" w:styleId="CommentSubject">
    <w:name w:val="annotation subject"/>
    <w:basedOn w:val="CommentText"/>
    <w:next w:val="CommentText"/>
    <w:link w:val="CommentSubjectChar"/>
    <w:uiPriority w:val="99"/>
    <w:semiHidden/>
    <w:unhideWhenUsed/>
    <w:rsid w:val="004D1F97"/>
    <w:rPr>
      <w:b/>
      <w:bCs/>
    </w:rPr>
  </w:style>
  <w:style w:type="character" w:customStyle="1" w:styleId="CommentSubjectChar">
    <w:name w:val="Comment Subject Char"/>
    <w:basedOn w:val="CommentTextChar"/>
    <w:link w:val="CommentSubject"/>
    <w:uiPriority w:val="99"/>
    <w:semiHidden/>
    <w:rsid w:val="004D1F97"/>
    <w:rPr>
      <w:b/>
      <w:bCs/>
      <w:sz w:val="20"/>
      <w:szCs w:val="20"/>
    </w:rPr>
  </w:style>
  <w:style w:type="paragraph" w:styleId="BalloonText">
    <w:name w:val="Balloon Text"/>
    <w:basedOn w:val="Normal"/>
    <w:link w:val="BalloonTextChar"/>
    <w:uiPriority w:val="99"/>
    <w:semiHidden/>
    <w:unhideWhenUsed/>
    <w:rsid w:val="004D1F9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1F97"/>
    <w:rPr>
      <w:rFonts w:ascii="Segoe UI" w:hAnsi="Segoe UI" w:cs="Segoe UI"/>
      <w:sz w:val="18"/>
      <w:szCs w:val="18"/>
    </w:rPr>
  </w:style>
  <w:style w:type="paragraph" w:styleId="Title">
    <w:name w:val="Title"/>
    <w:basedOn w:val="Normal"/>
    <w:next w:val="Normal"/>
    <w:link w:val="TitleChar"/>
    <w:uiPriority w:val="10"/>
    <w:qFormat/>
    <w:rsid w:val="00684847"/>
    <w:pPr>
      <w:jc w:val="center"/>
    </w:pPr>
    <w:rPr>
      <w:rFonts w:asciiTheme="majorHAnsi" w:hAnsiTheme="majorHAnsi"/>
      <w:b/>
      <w:sz w:val="32"/>
      <w:szCs w:val="32"/>
    </w:rPr>
  </w:style>
  <w:style w:type="character" w:customStyle="1" w:styleId="TitleChar">
    <w:name w:val="Title Char"/>
    <w:basedOn w:val="DefaultParagraphFont"/>
    <w:link w:val="Title"/>
    <w:uiPriority w:val="10"/>
    <w:rsid w:val="00684847"/>
    <w:rPr>
      <w:rFonts w:asciiTheme="majorHAnsi" w:hAnsiTheme="majorHAnsi"/>
      <w:b/>
      <w:sz w:val="32"/>
      <w:szCs w:val="32"/>
    </w:rPr>
  </w:style>
  <w:style w:type="character" w:customStyle="1" w:styleId="Heading2Char">
    <w:name w:val="Heading 2 Char"/>
    <w:basedOn w:val="DefaultParagraphFont"/>
    <w:link w:val="Heading2"/>
    <w:uiPriority w:val="9"/>
    <w:rsid w:val="00292DC9"/>
    <w:rPr>
      <w:rFonts w:asciiTheme="majorHAnsi" w:hAnsiTheme="majorHAnsi"/>
      <w:b/>
      <w:sz w:val="24"/>
      <w:szCs w:val="28"/>
    </w:rPr>
  </w:style>
  <w:style w:type="character" w:customStyle="1" w:styleId="Heading3Char">
    <w:name w:val="Heading 3 Char"/>
    <w:basedOn w:val="DefaultParagraphFont"/>
    <w:link w:val="Heading3"/>
    <w:uiPriority w:val="9"/>
    <w:rsid w:val="00F407EB"/>
    <w:rPr>
      <w:rFonts w:ascii="Lucida Sans" w:hAnsi="Lucida Sans"/>
      <w:b/>
      <w:i/>
      <w:szCs w:val="28"/>
    </w:rPr>
  </w:style>
  <w:style w:type="character" w:customStyle="1" w:styleId="Heading4Char">
    <w:name w:val="Heading 4 Char"/>
    <w:basedOn w:val="DefaultParagraphFont"/>
    <w:link w:val="Heading4"/>
    <w:uiPriority w:val="9"/>
    <w:rsid w:val="00166526"/>
    <w:rPr>
      <w:rFonts w:asciiTheme="majorHAnsi" w:eastAsiaTheme="majorEastAsia" w:hAnsiTheme="majorHAnsi" w:cstheme="majorBidi"/>
      <w:i/>
      <w:iCs/>
      <w:color w:val="000000" w:themeColor="text1"/>
    </w:rPr>
  </w:style>
  <w:style w:type="paragraph" w:styleId="Subtitle">
    <w:name w:val="Subtitle"/>
    <w:basedOn w:val="Normal"/>
    <w:next w:val="Normal"/>
    <w:link w:val="SubtitleChar"/>
    <w:uiPriority w:val="11"/>
    <w:qFormat/>
    <w:rsid w:val="00684847"/>
    <w:pPr>
      <w:numPr>
        <w:ilvl w:val="1"/>
      </w:numPr>
      <w:jc w:val="center"/>
    </w:pPr>
    <w:rPr>
      <w:rFonts w:ascii="Palatino Linotype" w:eastAsiaTheme="minorEastAsia" w:hAnsi="Palatino Linotype"/>
      <w:color w:val="000000" w:themeColor="text1"/>
      <w:spacing w:val="15"/>
      <w:sz w:val="26"/>
      <w:szCs w:val="26"/>
    </w:rPr>
  </w:style>
  <w:style w:type="character" w:customStyle="1" w:styleId="SubtitleChar">
    <w:name w:val="Subtitle Char"/>
    <w:basedOn w:val="DefaultParagraphFont"/>
    <w:link w:val="Subtitle"/>
    <w:uiPriority w:val="11"/>
    <w:rsid w:val="00684847"/>
    <w:rPr>
      <w:rFonts w:ascii="Palatino Linotype" w:eastAsiaTheme="minorEastAsia" w:hAnsi="Palatino Linotype"/>
      <w:color w:val="000000" w:themeColor="text1"/>
      <w:spacing w:val="15"/>
      <w:sz w:val="26"/>
      <w:szCs w:val="26"/>
    </w:rPr>
  </w:style>
  <w:style w:type="paragraph" w:customStyle="1" w:styleId="Normal2">
    <w:name w:val="Normal 2"/>
    <w:basedOn w:val="Normal"/>
    <w:link w:val="Normal2Char"/>
    <w:qFormat/>
    <w:rsid w:val="00684847"/>
    <w:pPr>
      <w:ind w:left="720"/>
    </w:pPr>
  </w:style>
  <w:style w:type="paragraph" w:customStyle="1" w:styleId="BulletList2">
    <w:name w:val="Bullet List 2"/>
    <w:basedOn w:val="ListParagraph"/>
    <w:link w:val="BulletList2Char"/>
    <w:rsid w:val="00684847"/>
  </w:style>
  <w:style w:type="character" w:customStyle="1" w:styleId="Normal2Char">
    <w:name w:val="Normal 2 Char"/>
    <w:basedOn w:val="DefaultParagraphFont"/>
    <w:link w:val="Normal2"/>
    <w:rsid w:val="00684847"/>
  </w:style>
  <w:style w:type="table" w:styleId="TableGrid">
    <w:name w:val="Table Grid"/>
    <w:basedOn w:val="TableNormal"/>
    <w:uiPriority w:val="59"/>
    <w:rsid w:val="00684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F3691F"/>
  </w:style>
  <w:style w:type="character" w:customStyle="1" w:styleId="BulletList2Char">
    <w:name w:val="Bullet List 2 Char"/>
    <w:basedOn w:val="ListParagraphChar"/>
    <w:link w:val="BulletList2"/>
    <w:rsid w:val="00684847"/>
  </w:style>
  <w:style w:type="paragraph" w:customStyle="1" w:styleId="Disclaimer">
    <w:name w:val="Disclaimer"/>
    <w:basedOn w:val="Normal"/>
    <w:link w:val="DisclaimerChar"/>
    <w:rsid w:val="004D404D"/>
    <w:rPr>
      <w:rFonts w:ascii="Palatino Linotype" w:eastAsia="Calibri" w:hAnsi="Palatino Linotype" w:cs="Times New Roman"/>
      <w:i/>
      <w:sz w:val="20"/>
    </w:rPr>
  </w:style>
  <w:style w:type="paragraph" w:customStyle="1" w:styleId="StyleDisclaimerLinespacingsingle">
    <w:name w:val="Style Disclaimer + Line spacing:  single"/>
    <w:basedOn w:val="Disclaimer"/>
    <w:rsid w:val="004D404D"/>
    <w:pPr>
      <w:spacing w:line="240" w:lineRule="auto"/>
    </w:pPr>
    <w:rPr>
      <w:rFonts w:eastAsia="Times New Roman"/>
      <w:iCs/>
      <w:szCs w:val="20"/>
    </w:rPr>
  </w:style>
  <w:style w:type="character" w:customStyle="1" w:styleId="DisclaimerChar">
    <w:name w:val="Disclaimer Char"/>
    <w:basedOn w:val="DefaultParagraphFont"/>
    <w:link w:val="Disclaimer"/>
    <w:rsid w:val="004D404D"/>
    <w:rPr>
      <w:rFonts w:ascii="Palatino Linotype" w:eastAsia="Calibri" w:hAnsi="Palatino Linotype" w:cs="Times New Roman"/>
      <w:i/>
      <w:sz w:val="20"/>
    </w:rPr>
  </w:style>
  <w:style w:type="paragraph" w:styleId="TOC1">
    <w:name w:val="toc 1"/>
    <w:basedOn w:val="Normal"/>
    <w:next w:val="Normal"/>
    <w:autoRedefine/>
    <w:uiPriority w:val="39"/>
    <w:unhideWhenUsed/>
    <w:rsid w:val="009E7B8E"/>
    <w:pPr>
      <w:tabs>
        <w:tab w:val="right" w:leader="dot" w:pos="10080"/>
      </w:tabs>
      <w:spacing w:after="100"/>
    </w:pPr>
    <w:rPr>
      <w:b/>
      <w:noProof/>
    </w:rPr>
  </w:style>
  <w:style w:type="paragraph" w:styleId="TOC2">
    <w:name w:val="toc 2"/>
    <w:basedOn w:val="Normal"/>
    <w:next w:val="Normal"/>
    <w:autoRedefine/>
    <w:uiPriority w:val="39"/>
    <w:unhideWhenUsed/>
    <w:rsid w:val="009D5609"/>
    <w:pPr>
      <w:tabs>
        <w:tab w:val="left" w:pos="880"/>
        <w:tab w:val="right" w:leader="dot" w:pos="10070"/>
      </w:tabs>
      <w:spacing w:after="100"/>
      <w:ind w:left="240"/>
    </w:pPr>
    <w:rPr>
      <w:noProof/>
    </w:rPr>
  </w:style>
  <w:style w:type="paragraph" w:styleId="TOC3">
    <w:name w:val="toc 3"/>
    <w:basedOn w:val="Normal"/>
    <w:next w:val="Normal"/>
    <w:autoRedefine/>
    <w:uiPriority w:val="39"/>
    <w:unhideWhenUsed/>
    <w:rsid w:val="009D5609"/>
    <w:pPr>
      <w:tabs>
        <w:tab w:val="left" w:pos="1320"/>
        <w:tab w:val="right" w:leader="dot" w:pos="10070"/>
      </w:tabs>
      <w:spacing w:after="100"/>
      <w:ind w:left="480"/>
    </w:pPr>
    <w:rPr>
      <w:noProof/>
    </w:rPr>
  </w:style>
  <w:style w:type="paragraph" w:styleId="TOCHeading">
    <w:name w:val="TOC Heading"/>
    <w:basedOn w:val="Heading1"/>
    <w:next w:val="Normal"/>
    <w:uiPriority w:val="39"/>
    <w:unhideWhenUsed/>
    <w:qFormat/>
    <w:rsid w:val="004746BA"/>
    <w:pPr>
      <w:pBdr>
        <w:bottom w:val="none" w:sz="0" w:space="0" w:color="auto"/>
      </w:pBdr>
      <w:suppressAutoHyphens w:val="0"/>
      <w:spacing w:after="240" w:line="259" w:lineRule="auto"/>
      <w:outlineLvl w:val="9"/>
    </w:pPr>
    <w:rPr>
      <w:rFonts w:eastAsiaTheme="majorEastAsia" w:cstheme="majorBidi"/>
      <w:color w:val="00395D" w:themeColor="accent1"/>
      <w:sz w:val="32"/>
      <w:szCs w:val="32"/>
    </w:rPr>
  </w:style>
  <w:style w:type="paragraph" w:customStyle="1" w:styleId="Introduction">
    <w:name w:val="Introduction"/>
    <w:basedOn w:val="Normal"/>
    <w:link w:val="IntroductionChar"/>
    <w:qFormat/>
    <w:rsid w:val="00902C28"/>
    <w:pPr>
      <w:spacing w:after="160" w:line="259" w:lineRule="auto"/>
    </w:pPr>
    <w:rPr>
      <w:rFonts w:asciiTheme="majorHAnsi" w:hAnsiTheme="majorHAnsi"/>
      <w:b/>
    </w:rPr>
  </w:style>
  <w:style w:type="paragraph" w:styleId="ListNumber">
    <w:name w:val="List Number"/>
    <w:basedOn w:val="ListParagraph"/>
    <w:uiPriority w:val="2"/>
    <w:rsid w:val="00F3691F"/>
  </w:style>
  <w:style w:type="character" w:customStyle="1" w:styleId="IntroductionChar">
    <w:name w:val="Introduction Char"/>
    <w:basedOn w:val="DefaultParagraphFont"/>
    <w:link w:val="Introduction"/>
    <w:rsid w:val="00902C28"/>
    <w:rPr>
      <w:rFonts w:asciiTheme="majorHAnsi" w:hAnsiTheme="majorHAnsi"/>
      <w:b/>
    </w:rPr>
  </w:style>
  <w:style w:type="paragraph" w:styleId="Caption">
    <w:name w:val="caption"/>
    <w:basedOn w:val="Normal"/>
    <w:next w:val="Normal"/>
    <w:uiPriority w:val="35"/>
    <w:unhideWhenUsed/>
    <w:qFormat/>
    <w:rsid w:val="00856516"/>
    <w:pPr>
      <w:keepNext/>
      <w:spacing w:line="240" w:lineRule="auto"/>
      <w:jc w:val="center"/>
    </w:pPr>
    <w:rPr>
      <w:b/>
      <w:iCs/>
      <w:color w:val="000000" w:themeColor="text1"/>
      <w:sz w:val="20"/>
      <w:szCs w:val="18"/>
    </w:rPr>
  </w:style>
  <w:style w:type="paragraph" w:styleId="TOC4">
    <w:name w:val="toc 4"/>
    <w:basedOn w:val="Normal"/>
    <w:next w:val="Normal"/>
    <w:autoRedefine/>
    <w:uiPriority w:val="39"/>
    <w:unhideWhenUsed/>
    <w:rsid w:val="00696AF2"/>
    <w:pPr>
      <w:spacing w:after="100"/>
      <w:ind w:left="660"/>
    </w:pPr>
  </w:style>
  <w:style w:type="paragraph" w:styleId="TOC8">
    <w:name w:val="toc 8"/>
    <w:basedOn w:val="Normal"/>
    <w:next w:val="Normal"/>
    <w:autoRedefine/>
    <w:uiPriority w:val="39"/>
    <w:semiHidden/>
    <w:unhideWhenUsed/>
    <w:rsid w:val="00270EA9"/>
    <w:pPr>
      <w:spacing w:after="100"/>
      <w:ind w:left="1540"/>
    </w:pPr>
  </w:style>
  <w:style w:type="table" w:customStyle="1" w:styleId="WECCTable">
    <w:name w:val="WECC Table"/>
    <w:basedOn w:val="ListTable3-Accent1"/>
    <w:uiPriority w:val="99"/>
    <w:rsid w:val="007D19D2"/>
    <w:pPr>
      <w:spacing w:before="60" w:after="60" w:line="276" w:lineRule="auto"/>
    </w:pPr>
    <w:tblPr>
      <w:tblBorders>
        <w:top w:val="single" w:sz="4" w:space="0" w:color="666666" w:themeColor="text2"/>
        <w:left w:val="single" w:sz="4" w:space="0" w:color="666666" w:themeColor="text2"/>
        <w:bottom w:val="single" w:sz="4" w:space="0" w:color="666666" w:themeColor="text2"/>
        <w:right w:val="single" w:sz="4" w:space="0" w:color="666666" w:themeColor="text2"/>
        <w:insideH w:val="single" w:sz="4" w:space="0" w:color="666666" w:themeColor="text2"/>
        <w:insideV w:val="single" w:sz="4" w:space="0" w:color="666666" w:themeColor="text2"/>
      </w:tblBorders>
    </w:tblPr>
    <w:tblStylePr w:type="firstRow">
      <w:rPr>
        <w:rFonts w:ascii="Lucida Sans" w:hAnsi="Lucida Sans"/>
        <w:b/>
        <w:bCs/>
        <w:color w:val="FFFFFF" w:themeColor="background1"/>
        <w:sz w:val="22"/>
      </w:rPr>
      <w:tblPr/>
      <w:tcPr>
        <w:shd w:val="clear" w:color="auto" w:fill="00395D" w:themeFill="accent1"/>
      </w:tcPr>
    </w:tblStylePr>
    <w:tblStylePr w:type="lastRow">
      <w:rPr>
        <w:b w:val="0"/>
        <w:bCs/>
      </w:rPr>
      <w:tblPr/>
      <w:tcPr>
        <w:tcBorders>
          <w:top w:val="single" w:sz="4" w:space="0" w:color="666666" w:themeColor="text2"/>
        </w:tcBorders>
        <w:shd w:val="clear" w:color="auto" w:fill="FFFFFF" w:themeFill="background1"/>
      </w:tcPr>
    </w:tblStylePr>
    <w:tblStylePr w:type="firstCol">
      <w:rPr>
        <w:b w:val="0"/>
        <w:bCs/>
      </w:rPr>
      <w:tblPr/>
      <w:tcPr>
        <w:tcBorders>
          <w:right w:val="nil"/>
        </w:tcBorders>
        <w:shd w:val="clear" w:color="auto" w:fill="FFFFFF" w:themeFill="background1"/>
      </w:tcPr>
    </w:tblStylePr>
    <w:tblStylePr w:type="lastCol">
      <w:rPr>
        <w:b w:val="0"/>
        <w:bCs/>
      </w:rPr>
      <w:tblPr/>
      <w:tcPr>
        <w:tcBorders>
          <w:left w:val="nil"/>
        </w:tcBorders>
        <w:shd w:val="clear" w:color="auto" w:fill="FFFFFF" w:themeFill="background1"/>
      </w:tcPr>
    </w:tblStylePr>
    <w:tblStylePr w:type="band1Vert">
      <w:tblPr/>
      <w:tcPr>
        <w:tcBorders>
          <w:left w:val="single" w:sz="4" w:space="0" w:color="00395D" w:themeColor="accent1"/>
          <w:right w:val="single" w:sz="4" w:space="0" w:color="00395D" w:themeColor="accent1"/>
        </w:tcBorders>
      </w:tcPr>
    </w:tblStylePr>
    <w:tblStylePr w:type="band1Horz">
      <w:tblPr/>
      <w:tcPr>
        <w:tcBorders>
          <w:top w:val="single" w:sz="4" w:space="0" w:color="00395D" w:themeColor="accent1"/>
          <w:bottom w:val="single" w:sz="4" w:space="0" w:color="0039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666666" w:themeColor="text2"/>
          <w:left w:val="nil"/>
        </w:tcBorders>
      </w:tcPr>
    </w:tblStylePr>
    <w:tblStylePr w:type="swCell">
      <w:tblPr/>
      <w:tcPr>
        <w:tcBorders>
          <w:top w:val="single" w:sz="4" w:space="0" w:color="666666" w:themeColor="text2"/>
          <w:right w:val="nil"/>
        </w:tcBorders>
      </w:tcPr>
    </w:tblStylePr>
  </w:style>
  <w:style w:type="table" w:styleId="ListTable3-Accent1">
    <w:name w:val="List Table 3 Accent 1"/>
    <w:basedOn w:val="TableNormal"/>
    <w:uiPriority w:val="48"/>
    <w:rsid w:val="0095645D"/>
    <w:pPr>
      <w:spacing w:after="0" w:line="240" w:lineRule="auto"/>
    </w:pPr>
    <w:tblPr>
      <w:tblStyleRowBandSize w:val="1"/>
      <w:tblStyleColBandSize w:val="1"/>
      <w:tblBorders>
        <w:top w:val="single" w:sz="4" w:space="0" w:color="00395D" w:themeColor="accent1"/>
        <w:left w:val="single" w:sz="4" w:space="0" w:color="00395D" w:themeColor="accent1"/>
        <w:bottom w:val="single" w:sz="4" w:space="0" w:color="00395D" w:themeColor="accent1"/>
        <w:right w:val="single" w:sz="4" w:space="0" w:color="00395D" w:themeColor="accent1"/>
      </w:tblBorders>
    </w:tblPr>
    <w:tblStylePr w:type="firstRow">
      <w:rPr>
        <w:b/>
        <w:bCs/>
        <w:color w:val="FFFFFF" w:themeColor="background1"/>
      </w:rPr>
      <w:tblPr/>
      <w:tcPr>
        <w:shd w:val="clear" w:color="auto" w:fill="00395D" w:themeFill="accent1"/>
      </w:tcPr>
    </w:tblStylePr>
    <w:tblStylePr w:type="lastRow">
      <w:rPr>
        <w:b/>
        <w:bCs/>
      </w:rPr>
      <w:tblPr/>
      <w:tcPr>
        <w:tcBorders>
          <w:top w:val="double" w:sz="4" w:space="0" w:color="00395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95D" w:themeColor="accent1"/>
          <w:right w:val="single" w:sz="4" w:space="0" w:color="00395D" w:themeColor="accent1"/>
        </w:tcBorders>
      </w:tcPr>
    </w:tblStylePr>
    <w:tblStylePr w:type="band1Horz">
      <w:tblPr/>
      <w:tcPr>
        <w:tcBorders>
          <w:top w:val="single" w:sz="4" w:space="0" w:color="00395D" w:themeColor="accent1"/>
          <w:bottom w:val="single" w:sz="4" w:space="0" w:color="00395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95D" w:themeColor="accent1"/>
          <w:left w:val="nil"/>
        </w:tcBorders>
      </w:tcPr>
    </w:tblStylePr>
    <w:tblStylePr w:type="swCell">
      <w:tblPr/>
      <w:tcPr>
        <w:tcBorders>
          <w:top w:val="double" w:sz="4" w:space="0" w:color="00395D" w:themeColor="accent1"/>
          <w:right w:val="nil"/>
        </w:tcBorders>
      </w:tcPr>
    </w:tblStylePr>
  </w:style>
  <w:style w:type="paragraph" w:styleId="ListBullet">
    <w:name w:val="List Bullet"/>
    <w:basedOn w:val="Normal"/>
    <w:uiPriority w:val="33"/>
    <w:qFormat/>
    <w:rsid w:val="00116923"/>
    <w:pPr>
      <w:numPr>
        <w:numId w:val="2"/>
      </w:numPr>
      <w:contextualSpacing/>
    </w:pPr>
  </w:style>
  <w:style w:type="paragraph" w:styleId="FootnoteText">
    <w:name w:val="footnote text"/>
    <w:basedOn w:val="Normal"/>
    <w:link w:val="FootnoteTextChar"/>
    <w:uiPriority w:val="99"/>
    <w:unhideWhenUsed/>
    <w:rsid w:val="0055358C"/>
    <w:pPr>
      <w:spacing w:line="240" w:lineRule="auto"/>
    </w:pPr>
    <w:rPr>
      <w:sz w:val="20"/>
      <w:szCs w:val="20"/>
    </w:rPr>
  </w:style>
  <w:style w:type="character" w:customStyle="1" w:styleId="FootnoteTextChar">
    <w:name w:val="Footnote Text Char"/>
    <w:basedOn w:val="DefaultParagraphFont"/>
    <w:link w:val="FootnoteText"/>
    <w:uiPriority w:val="99"/>
    <w:rsid w:val="0055358C"/>
    <w:rPr>
      <w:sz w:val="20"/>
      <w:szCs w:val="20"/>
    </w:rPr>
  </w:style>
  <w:style w:type="character" w:styleId="FootnoteReference">
    <w:name w:val="footnote reference"/>
    <w:basedOn w:val="DefaultParagraphFont"/>
    <w:uiPriority w:val="99"/>
    <w:semiHidden/>
    <w:unhideWhenUsed/>
    <w:rsid w:val="00811F11"/>
    <w:rPr>
      <w:vertAlign w:val="superscript"/>
    </w:rPr>
  </w:style>
  <w:style w:type="character" w:styleId="UnresolvedMention">
    <w:name w:val="Unresolved Mention"/>
    <w:basedOn w:val="DefaultParagraphFont"/>
    <w:uiPriority w:val="99"/>
    <w:semiHidden/>
    <w:unhideWhenUsed/>
    <w:rsid w:val="00421BFF"/>
    <w:rPr>
      <w:color w:val="605E5C"/>
      <w:shd w:val="clear" w:color="auto" w:fill="E1DFDD"/>
    </w:rPr>
  </w:style>
  <w:style w:type="paragraph" w:customStyle="1" w:styleId="paragraph">
    <w:name w:val="paragraph"/>
    <w:basedOn w:val="Normal"/>
    <w:rsid w:val="00C427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4278E"/>
  </w:style>
  <w:style w:type="character" w:customStyle="1" w:styleId="eop">
    <w:name w:val="eop"/>
    <w:basedOn w:val="DefaultParagraphFont"/>
    <w:rsid w:val="00C4278E"/>
  </w:style>
  <w:style w:type="paragraph" w:styleId="Revision">
    <w:name w:val="Revision"/>
    <w:hidden/>
    <w:uiPriority w:val="99"/>
    <w:semiHidden/>
    <w:rsid w:val="00A94937"/>
    <w:pPr>
      <w:spacing w:after="0" w:line="240" w:lineRule="auto"/>
    </w:pPr>
  </w:style>
  <w:style w:type="character" w:styleId="FollowedHyperlink">
    <w:name w:val="FollowedHyperlink"/>
    <w:basedOn w:val="DefaultParagraphFont"/>
    <w:uiPriority w:val="99"/>
    <w:semiHidden/>
    <w:unhideWhenUsed/>
    <w:rsid w:val="00404A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0563070">
      <w:bodyDiv w:val="1"/>
      <w:marLeft w:val="0"/>
      <w:marRight w:val="0"/>
      <w:marTop w:val="0"/>
      <w:marBottom w:val="0"/>
      <w:divBdr>
        <w:top w:val="none" w:sz="0" w:space="0" w:color="auto"/>
        <w:left w:val="none" w:sz="0" w:space="0" w:color="auto"/>
        <w:bottom w:val="none" w:sz="0" w:space="0" w:color="auto"/>
        <w:right w:val="none" w:sz="0" w:space="0" w:color="auto"/>
      </w:divBdr>
      <w:divsChild>
        <w:div w:id="1275748991">
          <w:marLeft w:val="0"/>
          <w:marRight w:val="0"/>
          <w:marTop w:val="0"/>
          <w:marBottom w:val="0"/>
          <w:divBdr>
            <w:top w:val="none" w:sz="0" w:space="0" w:color="auto"/>
            <w:left w:val="none" w:sz="0" w:space="0" w:color="auto"/>
            <w:bottom w:val="none" w:sz="0" w:space="0" w:color="auto"/>
            <w:right w:val="none" w:sz="0" w:space="0" w:color="auto"/>
          </w:divBdr>
        </w:div>
        <w:div w:id="23334328">
          <w:marLeft w:val="0"/>
          <w:marRight w:val="0"/>
          <w:marTop w:val="0"/>
          <w:marBottom w:val="0"/>
          <w:divBdr>
            <w:top w:val="none" w:sz="0" w:space="0" w:color="auto"/>
            <w:left w:val="none" w:sz="0" w:space="0" w:color="auto"/>
            <w:bottom w:val="none" w:sz="0" w:space="0" w:color="auto"/>
            <w:right w:val="none" w:sz="0" w:space="0" w:color="auto"/>
          </w:divBdr>
        </w:div>
        <w:div w:id="414979197">
          <w:marLeft w:val="0"/>
          <w:marRight w:val="0"/>
          <w:marTop w:val="0"/>
          <w:marBottom w:val="0"/>
          <w:divBdr>
            <w:top w:val="none" w:sz="0" w:space="0" w:color="auto"/>
            <w:left w:val="none" w:sz="0" w:space="0" w:color="auto"/>
            <w:bottom w:val="none" w:sz="0" w:space="0" w:color="auto"/>
            <w:right w:val="none" w:sz="0" w:space="0" w:color="auto"/>
          </w:divBdr>
        </w:div>
        <w:div w:id="356781454">
          <w:marLeft w:val="0"/>
          <w:marRight w:val="0"/>
          <w:marTop w:val="0"/>
          <w:marBottom w:val="0"/>
          <w:divBdr>
            <w:top w:val="none" w:sz="0" w:space="0" w:color="auto"/>
            <w:left w:val="none" w:sz="0" w:space="0" w:color="auto"/>
            <w:bottom w:val="none" w:sz="0" w:space="0" w:color="auto"/>
            <w:right w:val="none" w:sz="0" w:space="0" w:color="auto"/>
          </w:divBdr>
        </w:div>
        <w:div w:id="1989894838">
          <w:marLeft w:val="0"/>
          <w:marRight w:val="0"/>
          <w:marTop w:val="0"/>
          <w:marBottom w:val="0"/>
          <w:divBdr>
            <w:top w:val="none" w:sz="0" w:space="0" w:color="auto"/>
            <w:left w:val="none" w:sz="0" w:space="0" w:color="auto"/>
            <w:bottom w:val="none" w:sz="0" w:space="0" w:color="auto"/>
            <w:right w:val="none" w:sz="0" w:space="0" w:color="auto"/>
          </w:divBdr>
        </w:div>
        <w:div w:id="1237591103">
          <w:marLeft w:val="0"/>
          <w:marRight w:val="0"/>
          <w:marTop w:val="0"/>
          <w:marBottom w:val="0"/>
          <w:divBdr>
            <w:top w:val="none" w:sz="0" w:space="0" w:color="auto"/>
            <w:left w:val="none" w:sz="0" w:space="0" w:color="auto"/>
            <w:bottom w:val="none" w:sz="0" w:space="0" w:color="auto"/>
            <w:right w:val="none" w:sz="0" w:space="0" w:color="auto"/>
          </w:divBdr>
        </w:div>
        <w:div w:id="988174724">
          <w:marLeft w:val="0"/>
          <w:marRight w:val="0"/>
          <w:marTop w:val="0"/>
          <w:marBottom w:val="0"/>
          <w:divBdr>
            <w:top w:val="none" w:sz="0" w:space="0" w:color="auto"/>
            <w:left w:val="none" w:sz="0" w:space="0" w:color="auto"/>
            <w:bottom w:val="none" w:sz="0" w:space="0" w:color="auto"/>
            <w:right w:val="none" w:sz="0" w:space="0" w:color="auto"/>
          </w:divBdr>
        </w:div>
        <w:div w:id="125702960">
          <w:marLeft w:val="0"/>
          <w:marRight w:val="0"/>
          <w:marTop w:val="0"/>
          <w:marBottom w:val="0"/>
          <w:divBdr>
            <w:top w:val="none" w:sz="0" w:space="0" w:color="auto"/>
            <w:left w:val="none" w:sz="0" w:space="0" w:color="auto"/>
            <w:bottom w:val="none" w:sz="0" w:space="0" w:color="auto"/>
            <w:right w:val="none" w:sz="0" w:space="0" w:color="auto"/>
          </w:divBdr>
        </w:div>
        <w:div w:id="1539387853">
          <w:marLeft w:val="0"/>
          <w:marRight w:val="0"/>
          <w:marTop w:val="0"/>
          <w:marBottom w:val="0"/>
          <w:divBdr>
            <w:top w:val="none" w:sz="0" w:space="0" w:color="auto"/>
            <w:left w:val="none" w:sz="0" w:space="0" w:color="auto"/>
            <w:bottom w:val="none" w:sz="0" w:space="0" w:color="auto"/>
            <w:right w:val="none" w:sz="0" w:space="0" w:color="auto"/>
          </w:divBdr>
        </w:div>
        <w:div w:id="1825925099">
          <w:marLeft w:val="0"/>
          <w:marRight w:val="0"/>
          <w:marTop w:val="0"/>
          <w:marBottom w:val="0"/>
          <w:divBdr>
            <w:top w:val="none" w:sz="0" w:space="0" w:color="auto"/>
            <w:left w:val="none" w:sz="0" w:space="0" w:color="auto"/>
            <w:bottom w:val="none" w:sz="0" w:space="0" w:color="auto"/>
            <w:right w:val="none" w:sz="0" w:space="0" w:color="auto"/>
          </w:divBdr>
        </w:div>
        <w:div w:id="1940916342">
          <w:marLeft w:val="0"/>
          <w:marRight w:val="0"/>
          <w:marTop w:val="0"/>
          <w:marBottom w:val="0"/>
          <w:divBdr>
            <w:top w:val="none" w:sz="0" w:space="0" w:color="auto"/>
            <w:left w:val="none" w:sz="0" w:space="0" w:color="auto"/>
            <w:bottom w:val="none" w:sz="0" w:space="0" w:color="auto"/>
            <w:right w:val="none" w:sz="0" w:space="0" w:color="auto"/>
          </w:divBdr>
        </w:div>
        <w:div w:id="372770607">
          <w:marLeft w:val="0"/>
          <w:marRight w:val="0"/>
          <w:marTop w:val="0"/>
          <w:marBottom w:val="0"/>
          <w:divBdr>
            <w:top w:val="none" w:sz="0" w:space="0" w:color="auto"/>
            <w:left w:val="none" w:sz="0" w:space="0" w:color="auto"/>
            <w:bottom w:val="none" w:sz="0" w:space="0" w:color="auto"/>
            <w:right w:val="none" w:sz="0" w:space="0" w:color="auto"/>
          </w:divBdr>
        </w:div>
        <w:div w:id="1240823125">
          <w:marLeft w:val="0"/>
          <w:marRight w:val="0"/>
          <w:marTop w:val="0"/>
          <w:marBottom w:val="0"/>
          <w:divBdr>
            <w:top w:val="none" w:sz="0" w:space="0" w:color="auto"/>
            <w:left w:val="none" w:sz="0" w:space="0" w:color="auto"/>
            <w:bottom w:val="none" w:sz="0" w:space="0" w:color="auto"/>
            <w:right w:val="none" w:sz="0" w:space="0" w:color="auto"/>
          </w:divBdr>
        </w:div>
        <w:div w:id="1223521292">
          <w:marLeft w:val="0"/>
          <w:marRight w:val="0"/>
          <w:marTop w:val="0"/>
          <w:marBottom w:val="0"/>
          <w:divBdr>
            <w:top w:val="none" w:sz="0" w:space="0" w:color="auto"/>
            <w:left w:val="none" w:sz="0" w:space="0" w:color="auto"/>
            <w:bottom w:val="none" w:sz="0" w:space="0" w:color="auto"/>
            <w:right w:val="none" w:sz="0" w:space="0" w:color="auto"/>
          </w:divBdr>
        </w:div>
        <w:div w:id="1192450939">
          <w:marLeft w:val="0"/>
          <w:marRight w:val="0"/>
          <w:marTop w:val="0"/>
          <w:marBottom w:val="0"/>
          <w:divBdr>
            <w:top w:val="none" w:sz="0" w:space="0" w:color="auto"/>
            <w:left w:val="none" w:sz="0" w:space="0" w:color="auto"/>
            <w:bottom w:val="none" w:sz="0" w:space="0" w:color="auto"/>
            <w:right w:val="none" w:sz="0" w:space="0" w:color="auto"/>
          </w:divBdr>
        </w:div>
        <w:div w:id="1653369260">
          <w:marLeft w:val="0"/>
          <w:marRight w:val="0"/>
          <w:marTop w:val="0"/>
          <w:marBottom w:val="0"/>
          <w:divBdr>
            <w:top w:val="none" w:sz="0" w:space="0" w:color="auto"/>
            <w:left w:val="none" w:sz="0" w:space="0" w:color="auto"/>
            <w:bottom w:val="none" w:sz="0" w:space="0" w:color="auto"/>
            <w:right w:val="none" w:sz="0" w:space="0" w:color="auto"/>
          </w:divBdr>
        </w:div>
        <w:div w:id="1605654865">
          <w:marLeft w:val="0"/>
          <w:marRight w:val="0"/>
          <w:marTop w:val="0"/>
          <w:marBottom w:val="0"/>
          <w:divBdr>
            <w:top w:val="none" w:sz="0" w:space="0" w:color="auto"/>
            <w:left w:val="none" w:sz="0" w:space="0" w:color="auto"/>
            <w:bottom w:val="none" w:sz="0" w:space="0" w:color="auto"/>
            <w:right w:val="none" w:sz="0" w:space="0" w:color="auto"/>
          </w:divBdr>
        </w:div>
        <w:div w:id="1436443036">
          <w:marLeft w:val="0"/>
          <w:marRight w:val="0"/>
          <w:marTop w:val="0"/>
          <w:marBottom w:val="0"/>
          <w:divBdr>
            <w:top w:val="none" w:sz="0" w:space="0" w:color="auto"/>
            <w:left w:val="none" w:sz="0" w:space="0" w:color="auto"/>
            <w:bottom w:val="none" w:sz="0" w:space="0" w:color="auto"/>
            <w:right w:val="none" w:sz="0" w:space="0" w:color="auto"/>
          </w:divBdr>
        </w:div>
        <w:div w:id="1306155790">
          <w:marLeft w:val="0"/>
          <w:marRight w:val="0"/>
          <w:marTop w:val="0"/>
          <w:marBottom w:val="0"/>
          <w:divBdr>
            <w:top w:val="none" w:sz="0" w:space="0" w:color="auto"/>
            <w:left w:val="none" w:sz="0" w:space="0" w:color="auto"/>
            <w:bottom w:val="none" w:sz="0" w:space="0" w:color="auto"/>
            <w:right w:val="none" w:sz="0" w:space="0" w:color="auto"/>
          </w:divBdr>
        </w:div>
        <w:div w:id="1274165226">
          <w:marLeft w:val="0"/>
          <w:marRight w:val="0"/>
          <w:marTop w:val="0"/>
          <w:marBottom w:val="0"/>
          <w:divBdr>
            <w:top w:val="none" w:sz="0" w:space="0" w:color="auto"/>
            <w:left w:val="none" w:sz="0" w:space="0" w:color="auto"/>
            <w:bottom w:val="none" w:sz="0" w:space="0" w:color="auto"/>
            <w:right w:val="none" w:sz="0" w:space="0" w:color="auto"/>
          </w:divBdr>
        </w:div>
        <w:div w:id="1481000953">
          <w:marLeft w:val="0"/>
          <w:marRight w:val="0"/>
          <w:marTop w:val="0"/>
          <w:marBottom w:val="0"/>
          <w:divBdr>
            <w:top w:val="none" w:sz="0" w:space="0" w:color="auto"/>
            <w:left w:val="none" w:sz="0" w:space="0" w:color="auto"/>
            <w:bottom w:val="none" w:sz="0" w:space="0" w:color="auto"/>
            <w:right w:val="none" w:sz="0" w:space="0" w:color="auto"/>
          </w:divBdr>
        </w:div>
        <w:div w:id="1453865051">
          <w:marLeft w:val="0"/>
          <w:marRight w:val="0"/>
          <w:marTop w:val="0"/>
          <w:marBottom w:val="0"/>
          <w:divBdr>
            <w:top w:val="none" w:sz="0" w:space="0" w:color="auto"/>
            <w:left w:val="none" w:sz="0" w:space="0" w:color="auto"/>
            <w:bottom w:val="none" w:sz="0" w:space="0" w:color="auto"/>
            <w:right w:val="none" w:sz="0" w:space="0" w:color="auto"/>
          </w:divBdr>
        </w:div>
        <w:div w:id="988248861">
          <w:marLeft w:val="0"/>
          <w:marRight w:val="0"/>
          <w:marTop w:val="0"/>
          <w:marBottom w:val="0"/>
          <w:divBdr>
            <w:top w:val="none" w:sz="0" w:space="0" w:color="auto"/>
            <w:left w:val="none" w:sz="0" w:space="0" w:color="auto"/>
            <w:bottom w:val="none" w:sz="0" w:space="0" w:color="auto"/>
            <w:right w:val="none" w:sz="0" w:space="0" w:color="auto"/>
          </w:divBdr>
        </w:div>
        <w:div w:id="1711026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s://www.wecc.org/Reliability/Changes%20in%20System%20Inertia%20(Final).pdf"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cc.org/Reliability/2022BCCS.pdf" TargetMode="External"/><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hyperlink" Target="https://www.wecc.org/Reliability/2023%20Data%20Preparation%20Manual.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www.wecc.org/RAC/Pages/StS.aspx"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Data%20Request%20Report.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s1\rppa\Committees\SRS\Documents%20in%20Development\ABCCDC%20Report\2022%20ABCCDC%20Report\Figu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s1\rppa\Committees\SRS\Documents%20in%20Development\ABCCDC%20Report\2022%20ABCCDC%20Report\Figur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s1\rppa\Committees\SRS\Documents%20in%20Development\ABCCDC%20Report\2022%20ABCCDC%20Report\Figure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s1\rppa\Committees\SRS\Documents%20in%20Development\ABCCDC%20Report\2022%20ABCCDC%20Report\Figure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fs1\rppa\Committees\SRS\Documents%20in%20Development\ABCCDC%20Report\2022%20ABCCDC%20Report\Figure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'SADD Totals'!$B$1</c:f>
              <c:strCache>
                <c:ptCount val="1"/>
                <c:pt idx="0">
                  <c:v>SADD Totals</c:v>
                </c:pt>
              </c:strCache>
            </c:strRef>
          </c:tx>
          <c:spPr>
            <a:solidFill>
              <a:srgbClr val="005172"/>
            </a:solidFill>
            <a:ln>
              <a:noFill/>
            </a:ln>
            <a:effectLst/>
            <a:sp3d/>
          </c:spPr>
          <c:invertIfNegative val="0"/>
          <c:cat>
            <c:strRef>
              <c:f>'SADD Totals'!$A$2:$A$12</c:f>
              <c:strCache>
                <c:ptCount val="11"/>
                <c:pt idx="0">
                  <c:v>22HS3Sa</c:v>
                </c:pt>
                <c:pt idx="1">
                  <c:v>33LSP1Sa</c:v>
                </c:pt>
                <c:pt idx="2">
                  <c:v>23HW3a</c:v>
                </c:pt>
                <c:pt idx="3">
                  <c:v>23LW1a</c:v>
                </c:pt>
                <c:pt idx="4">
                  <c:v>23HSP1a</c:v>
                </c:pt>
                <c:pt idx="5">
                  <c:v>28HW2a</c:v>
                </c:pt>
                <c:pt idx="6">
                  <c:v>28HS2a</c:v>
                </c:pt>
                <c:pt idx="7">
                  <c:v>23HS4a</c:v>
                </c:pt>
                <c:pt idx="8">
                  <c:v>23LS1a</c:v>
                </c:pt>
                <c:pt idx="9">
                  <c:v>33HW1a</c:v>
                </c:pt>
                <c:pt idx="10">
                  <c:v>33HS1a</c:v>
                </c:pt>
              </c:strCache>
            </c:strRef>
          </c:cat>
          <c:val>
            <c:numRef>
              <c:f>'SADD Totals'!$B$2:$B$12</c:f>
              <c:numCache>
                <c:formatCode>General</c:formatCode>
                <c:ptCount val="11"/>
                <c:pt idx="0">
                  <c:v>5051</c:v>
                </c:pt>
                <c:pt idx="1">
                  <c:v>12534</c:v>
                </c:pt>
                <c:pt idx="2">
                  <c:v>10993</c:v>
                </c:pt>
                <c:pt idx="3">
                  <c:v>11500</c:v>
                </c:pt>
                <c:pt idx="4">
                  <c:v>11871</c:v>
                </c:pt>
                <c:pt idx="5">
                  <c:v>11506</c:v>
                </c:pt>
                <c:pt idx="6">
                  <c:v>11875</c:v>
                </c:pt>
                <c:pt idx="7">
                  <c:v>11679</c:v>
                </c:pt>
                <c:pt idx="8">
                  <c:v>12029</c:v>
                </c:pt>
                <c:pt idx="9">
                  <c:v>12964</c:v>
                </c:pt>
                <c:pt idx="10">
                  <c:v>12197</c:v>
                </c:pt>
              </c:numCache>
            </c:numRef>
          </c:val>
          <c:extLst>
            <c:ext xmlns:c16="http://schemas.microsoft.com/office/drawing/2014/chart" uri="{C3380CC4-5D6E-409C-BE32-E72D297353CC}">
              <c16:uniqueId val="{00000000-F71D-42E9-8FDB-60AE94227855}"/>
            </c:ext>
          </c:extLst>
        </c:ser>
        <c:dLbls>
          <c:showLegendKey val="0"/>
          <c:showVal val="0"/>
          <c:showCatName val="0"/>
          <c:showSerName val="0"/>
          <c:showPercent val="0"/>
          <c:showBubbleSize val="0"/>
        </c:dLbls>
        <c:gapWidth val="150"/>
        <c:shape val="box"/>
        <c:axId val="1028891567"/>
        <c:axId val="1028914031"/>
        <c:axId val="0"/>
      </c:bar3DChart>
      <c:catAx>
        <c:axId val="102889156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028914031"/>
        <c:crosses val="autoZero"/>
        <c:auto val="1"/>
        <c:lblAlgn val="ctr"/>
        <c:lblOffset val="100"/>
        <c:noMultiLvlLbl val="0"/>
      </c:catAx>
      <c:valAx>
        <c:axId val="10289140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02889156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'Turbine Types'!$B$1</c:f>
              <c:strCache>
                <c:ptCount val="1"/>
                <c:pt idx="0">
                  <c:v>Turbine Types</c:v>
                </c:pt>
              </c:strCache>
            </c:strRef>
          </c:tx>
          <c:spPr>
            <a:solidFill>
              <a:srgbClr val="005172"/>
            </a:solidFill>
            <a:ln>
              <a:noFill/>
            </a:ln>
            <a:effectLst/>
            <a:sp3d/>
          </c:spPr>
          <c:invertIfNegative val="0"/>
          <c:cat>
            <c:strRef>
              <c:f>'Turbine Types'!$A$2:$A$12</c:f>
              <c:strCache>
                <c:ptCount val="11"/>
                <c:pt idx="0">
                  <c:v>22HS3Sa</c:v>
                </c:pt>
                <c:pt idx="1">
                  <c:v>23LW1a</c:v>
                </c:pt>
                <c:pt idx="2">
                  <c:v>23HW3a</c:v>
                </c:pt>
                <c:pt idx="3">
                  <c:v>23HSP1a</c:v>
                </c:pt>
                <c:pt idx="4">
                  <c:v>23LS1a</c:v>
                </c:pt>
                <c:pt idx="5">
                  <c:v>23HS4a</c:v>
                </c:pt>
                <c:pt idx="6">
                  <c:v>28HW2a</c:v>
                </c:pt>
                <c:pt idx="7">
                  <c:v>28HS2a</c:v>
                </c:pt>
                <c:pt idx="8">
                  <c:v>33HW1a</c:v>
                </c:pt>
                <c:pt idx="9">
                  <c:v>33LSP1Sa</c:v>
                </c:pt>
                <c:pt idx="10">
                  <c:v>33HS1a</c:v>
                </c:pt>
              </c:strCache>
            </c:strRef>
          </c:cat>
          <c:val>
            <c:numRef>
              <c:f>'Turbine Types'!$B$2:$B$12</c:f>
              <c:numCache>
                <c:formatCode>General</c:formatCode>
                <c:ptCount val="11"/>
                <c:pt idx="0">
                  <c:v>50</c:v>
                </c:pt>
                <c:pt idx="1">
                  <c:v>102</c:v>
                </c:pt>
                <c:pt idx="2">
                  <c:v>93</c:v>
                </c:pt>
                <c:pt idx="3">
                  <c:v>81</c:v>
                </c:pt>
                <c:pt idx="4">
                  <c:v>408</c:v>
                </c:pt>
                <c:pt idx="5">
                  <c:v>411</c:v>
                </c:pt>
                <c:pt idx="6">
                  <c:v>471</c:v>
                </c:pt>
                <c:pt idx="7">
                  <c:v>454</c:v>
                </c:pt>
                <c:pt idx="8">
                  <c:v>528</c:v>
                </c:pt>
                <c:pt idx="9">
                  <c:v>793</c:v>
                </c:pt>
                <c:pt idx="10">
                  <c:v>517</c:v>
                </c:pt>
              </c:numCache>
            </c:numRef>
          </c:val>
          <c:extLst>
            <c:ext xmlns:c16="http://schemas.microsoft.com/office/drawing/2014/chart" uri="{C3380CC4-5D6E-409C-BE32-E72D297353CC}">
              <c16:uniqueId val="{00000000-0123-47E5-BDFD-5F0962C7652E}"/>
            </c:ext>
          </c:extLst>
        </c:ser>
        <c:dLbls>
          <c:showLegendKey val="0"/>
          <c:showVal val="0"/>
          <c:showCatName val="0"/>
          <c:showSerName val="0"/>
          <c:showPercent val="0"/>
          <c:showBubbleSize val="0"/>
        </c:dLbls>
        <c:gapWidth val="150"/>
        <c:shape val="box"/>
        <c:axId val="818068207"/>
        <c:axId val="818073199"/>
        <c:axId val="0"/>
      </c:bar3DChart>
      <c:catAx>
        <c:axId val="818068207"/>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818073199"/>
        <c:crosses val="autoZero"/>
        <c:auto val="1"/>
        <c:lblAlgn val="ctr"/>
        <c:lblOffset val="100"/>
        <c:noMultiLvlLbl val="0"/>
      </c:catAx>
      <c:valAx>
        <c:axId val="81807319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81806820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Inertia!$B$1</c:f>
              <c:strCache>
                <c:ptCount val="1"/>
                <c:pt idx="0">
                  <c:v>Inertia/1000</c:v>
                </c:pt>
              </c:strCache>
            </c:strRef>
          </c:tx>
          <c:spPr>
            <a:solidFill>
              <a:srgbClr val="005172"/>
            </a:solidFill>
            <a:ln>
              <a:noFill/>
            </a:ln>
            <a:effectLst/>
            <a:sp3d/>
          </c:spPr>
          <c:invertIfNegative val="0"/>
          <c:cat>
            <c:strRef>
              <c:f>Inertia!$A$2:$A$12</c:f>
              <c:strCache>
                <c:ptCount val="11"/>
                <c:pt idx="0">
                  <c:v>22HS3Sa</c:v>
                </c:pt>
                <c:pt idx="1">
                  <c:v>23LW1a</c:v>
                </c:pt>
                <c:pt idx="2">
                  <c:v>23HW3a</c:v>
                </c:pt>
                <c:pt idx="3">
                  <c:v>23HSP1a</c:v>
                </c:pt>
                <c:pt idx="4">
                  <c:v>23LS1a</c:v>
                </c:pt>
                <c:pt idx="5">
                  <c:v>23HS4a</c:v>
                </c:pt>
                <c:pt idx="6">
                  <c:v>28HW2a</c:v>
                </c:pt>
                <c:pt idx="7">
                  <c:v>28HS2a</c:v>
                </c:pt>
                <c:pt idx="8">
                  <c:v>33HW1a</c:v>
                </c:pt>
                <c:pt idx="9">
                  <c:v>33LSP1Sa</c:v>
                </c:pt>
                <c:pt idx="10">
                  <c:v>33HS1a</c:v>
                </c:pt>
              </c:strCache>
            </c:strRef>
          </c:cat>
          <c:val>
            <c:numRef>
              <c:f>Inertia!$B$2:$B$12</c:f>
              <c:numCache>
                <c:formatCode>General</c:formatCode>
                <c:ptCount val="11"/>
                <c:pt idx="0">
                  <c:v>866.399</c:v>
                </c:pt>
                <c:pt idx="1">
                  <c:v>631.58799999999997</c:v>
                </c:pt>
                <c:pt idx="2">
                  <c:v>776.5</c:v>
                </c:pt>
                <c:pt idx="3">
                  <c:v>707.25400000000002</c:v>
                </c:pt>
                <c:pt idx="4">
                  <c:v>675.96</c:v>
                </c:pt>
                <c:pt idx="5">
                  <c:v>878.97299999999996</c:v>
                </c:pt>
                <c:pt idx="6">
                  <c:v>797.625</c:v>
                </c:pt>
                <c:pt idx="7">
                  <c:v>882.69799999999998</c:v>
                </c:pt>
                <c:pt idx="8">
                  <c:v>812.86599999999999</c:v>
                </c:pt>
                <c:pt idx="9">
                  <c:v>540.99800000000005</c:v>
                </c:pt>
                <c:pt idx="10">
                  <c:v>862.154</c:v>
                </c:pt>
              </c:numCache>
            </c:numRef>
          </c:val>
          <c:extLst>
            <c:ext xmlns:c16="http://schemas.microsoft.com/office/drawing/2014/chart" uri="{C3380CC4-5D6E-409C-BE32-E72D297353CC}">
              <c16:uniqueId val="{00000000-7955-4E04-826B-ED090E6E96A1}"/>
            </c:ext>
          </c:extLst>
        </c:ser>
        <c:dLbls>
          <c:showLegendKey val="0"/>
          <c:showVal val="0"/>
          <c:showCatName val="0"/>
          <c:showSerName val="0"/>
          <c:showPercent val="0"/>
          <c:showBubbleSize val="0"/>
        </c:dLbls>
        <c:gapWidth val="150"/>
        <c:shape val="box"/>
        <c:axId val="833718319"/>
        <c:axId val="833714575"/>
        <c:axId val="0"/>
      </c:bar3DChart>
      <c:catAx>
        <c:axId val="83371831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833714575"/>
        <c:crosses val="autoZero"/>
        <c:auto val="1"/>
        <c:lblAlgn val="ctr"/>
        <c:lblOffset val="100"/>
        <c:noMultiLvlLbl val="0"/>
      </c:catAx>
      <c:valAx>
        <c:axId val="83371457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83371831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2"/>
          <c:order val="2"/>
          <c:tx>
            <c:v>'20</c:v>
          </c:tx>
          <c:spPr>
            <a:ln w="25400" cap="rnd">
              <a:noFill/>
              <a:round/>
            </a:ln>
            <a:effectLst/>
          </c:spPr>
          <c:marker>
            <c:symbol val="circle"/>
            <c:size val="3"/>
            <c:spPr>
              <a:solidFill>
                <a:srgbClr val="B53713"/>
              </a:solidFill>
              <a:ln w="9525">
                <a:noFill/>
              </a:ln>
              <a:effectLst/>
            </c:spPr>
          </c:marker>
          <c:xVal>
            <c:numRef>
              <c:f>'Double PV'!$J$1:$J$7210</c:f>
              <c:numCache>
                <c:formatCode>General</c:formatCode>
                <c:ptCount val="7210"/>
                <c:pt idx="0">
                  <c:v>0</c:v>
                </c:pt>
                <c:pt idx="1">
                  <c:v>4.1669999999999997E-3</c:v>
                </c:pt>
                <c:pt idx="2">
                  <c:v>8.3330000000000001E-3</c:v>
                </c:pt>
                <c:pt idx="3">
                  <c:v>1.2500000000000001E-2</c:v>
                </c:pt>
                <c:pt idx="4">
                  <c:v>1.6667000000000001E-2</c:v>
                </c:pt>
                <c:pt idx="5">
                  <c:v>2.0833000000000001E-2</c:v>
                </c:pt>
                <c:pt idx="6">
                  <c:v>2.5000000000000001E-2</c:v>
                </c:pt>
                <c:pt idx="7">
                  <c:v>2.9166999999999998E-2</c:v>
                </c:pt>
                <c:pt idx="8">
                  <c:v>3.3333000000000002E-2</c:v>
                </c:pt>
                <c:pt idx="9">
                  <c:v>3.7499999999999999E-2</c:v>
                </c:pt>
                <c:pt idx="10">
                  <c:v>4.1667000000000003E-2</c:v>
                </c:pt>
                <c:pt idx="11">
                  <c:v>4.5832999999999999E-2</c:v>
                </c:pt>
                <c:pt idx="12">
                  <c:v>0.05</c:v>
                </c:pt>
                <c:pt idx="13">
                  <c:v>5.4167E-2</c:v>
                </c:pt>
                <c:pt idx="14">
                  <c:v>5.8333000000000003E-2</c:v>
                </c:pt>
                <c:pt idx="15">
                  <c:v>6.25E-2</c:v>
                </c:pt>
                <c:pt idx="16">
                  <c:v>6.6667000000000004E-2</c:v>
                </c:pt>
                <c:pt idx="17">
                  <c:v>7.0832999999999993E-2</c:v>
                </c:pt>
                <c:pt idx="18">
                  <c:v>7.4999999999999997E-2</c:v>
                </c:pt>
                <c:pt idx="19">
                  <c:v>7.9167000000000001E-2</c:v>
                </c:pt>
                <c:pt idx="20">
                  <c:v>8.3333000000000004E-2</c:v>
                </c:pt>
                <c:pt idx="21">
                  <c:v>8.7499999999999994E-2</c:v>
                </c:pt>
                <c:pt idx="22">
                  <c:v>9.1666999999999998E-2</c:v>
                </c:pt>
                <c:pt idx="23">
                  <c:v>9.5833000000000002E-2</c:v>
                </c:pt>
                <c:pt idx="24">
                  <c:v>0.1</c:v>
                </c:pt>
                <c:pt idx="25">
                  <c:v>0.104167</c:v>
                </c:pt>
                <c:pt idx="26">
                  <c:v>0.108333</c:v>
                </c:pt>
                <c:pt idx="27">
                  <c:v>0.1125</c:v>
                </c:pt>
                <c:pt idx="28">
                  <c:v>0.11666700000000001</c:v>
                </c:pt>
                <c:pt idx="29">
                  <c:v>0.120833</c:v>
                </c:pt>
                <c:pt idx="30">
                  <c:v>0.125</c:v>
                </c:pt>
                <c:pt idx="31">
                  <c:v>0.129167</c:v>
                </c:pt>
                <c:pt idx="32">
                  <c:v>0.13333300000000001</c:v>
                </c:pt>
                <c:pt idx="33">
                  <c:v>0.13750000000000001</c:v>
                </c:pt>
                <c:pt idx="34">
                  <c:v>0.14166699999999999</c:v>
                </c:pt>
                <c:pt idx="35">
                  <c:v>0.14583299999999999</c:v>
                </c:pt>
                <c:pt idx="36">
                  <c:v>0.15</c:v>
                </c:pt>
                <c:pt idx="37">
                  <c:v>0.154167</c:v>
                </c:pt>
                <c:pt idx="38">
                  <c:v>0.158333</c:v>
                </c:pt>
                <c:pt idx="39">
                  <c:v>0.16250000000000001</c:v>
                </c:pt>
                <c:pt idx="40">
                  <c:v>0.16666700000000001</c:v>
                </c:pt>
                <c:pt idx="41">
                  <c:v>0.17083300000000001</c:v>
                </c:pt>
                <c:pt idx="42">
                  <c:v>0.17499999999999999</c:v>
                </c:pt>
                <c:pt idx="43">
                  <c:v>0.17916699999999999</c:v>
                </c:pt>
                <c:pt idx="44">
                  <c:v>0.183333</c:v>
                </c:pt>
                <c:pt idx="45">
                  <c:v>0.1875</c:v>
                </c:pt>
                <c:pt idx="46">
                  <c:v>0.191667</c:v>
                </c:pt>
                <c:pt idx="47">
                  <c:v>0.19583300000000001</c:v>
                </c:pt>
                <c:pt idx="48">
                  <c:v>0.2</c:v>
                </c:pt>
                <c:pt idx="49">
                  <c:v>0.20416699999999999</c:v>
                </c:pt>
                <c:pt idx="50">
                  <c:v>0.20833299999999999</c:v>
                </c:pt>
                <c:pt idx="51">
                  <c:v>0.21249999999999999</c:v>
                </c:pt>
                <c:pt idx="52">
                  <c:v>0.216667</c:v>
                </c:pt>
                <c:pt idx="53">
                  <c:v>0.220833</c:v>
                </c:pt>
                <c:pt idx="54">
                  <c:v>0.22500000000000001</c:v>
                </c:pt>
                <c:pt idx="55">
                  <c:v>0.22916700000000001</c:v>
                </c:pt>
                <c:pt idx="56">
                  <c:v>0.23333300000000001</c:v>
                </c:pt>
                <c:pt idx="57">
                  <c:v>0.23749999999999999</c:v>
                </c:pt>
                <c:pt idx="58">
                  <c:v>0.24166699999999999</c:v>
                </c:pt>
                <c:pt idx="59">
                  <c:v>0.245833</c:v>
                </c:pt>
                <c:pt idx="60">
                  <c:v>0.25</c:v>
                </c:pt>
                <c:pt idx="61">
                  <c:v>0.25416699999999998</c:v>
                </c:pt>
                <c:pt idx="62">
                  <c:v>0.25833299999999998</c:v>
                </c:pt>
                <c:pt idx="63">
                  <c:v>0.26250000000000001</c:v>
                </c:pt>
                <c:pt idx="64">
                  <c:v>0.26666699999999999</c:v>
                </c:pt>
                <c:pt idx="65">
                  <c:v>0.27083299999999999</c:v>
                </c:pt>
                <c:pt idx="66">
                  <c:v>0.27500000000000002</c:v>
                </c:pt>
                <c:pt idx="67">
                  <c:v>0.279167</c:v>
                </c:pt>
                <c:pt idx="68">
                  <c:v>0.283333</c:v>
                </c:pt>
                <c:pt idx="69">
                  <c:v>0.28749999999999998</c:v>
                </c:pt>
                <c:pt idx="70">
                  <c:v>0.29166700000000001</c:v>
                </c:pt>
                <c:pt idx="71">
                  <c:v>0.29583300000000001</c:v>
                </c:pt>
                <c:pt idx="72">
                  <c:v>0.3</c:v>
                </c:pt>
                <c:pt idx="73">
                  <c:v>0.30416700000000002</c:v>
                </c:pt>
                <c:pt idx="74">
                  <c:v>0.30833300000000002</c:v>
                </c:pt>
                <c:pt idx="75">
                  <c:v>0.3125</c:v>
                </c:pt>
                <c:pt idx="76">
                  <c:v>0.31666699999999998</c:v>
                </c:pt>
                <c:pt idx="77">
                  <c:v>0.32083299999999998</c:v>
                </c:pt>
                <c:pt idx="78">
                  <c:v>0.32500000000000001</c:v>
                </c:pt>
                <c:pt idx="79">
                  <c:v>0.32916699999999999</c:v>
                </c:pt>
                <c:pt idx="80">
                  <c:v>0.33333299999999999</c:v>
                </c:pt>
                <c:pt idx="81">
                  <c:v>0.33750000000000002</c:v>
                </c:pt>
                <c:pt idx="82">
                  <c:v>0.341667</c:v>
                </c:pt>
                <c:pt idx="83">
                  <c:v>0.345833</c:v>
                </c:pt>
                <c:pt idx="84">
                  <c:v>0.35</c:v>
                </c:pt>
                <c:pt idx="85">
                  <c:v>0.35416700000000001</c:v>
                </c:pt>
                <c:pt idx="86">
                  <c:v>0.35833300000000001</c:v>
                </c:pt>
                <c:pt idx="87">
                  <c:v>0.36249999999999999</c:v>
                </c:pt>
                <c:pt idx="88">
                  <c:v>0.36666700000000002</c:v>
                </c:pt>
                <c:pt idx="89">
                  <c:v>0.37083300000000002</c:v>
                </c:pt>
                <c:pt idx="90">
                  <c:v>0.375</c:v>
                </c:pt>
                <c:pt idx="91">
                  <c:v>0.37916699999999998</c:v>
                </c:pt>
                <c:pt idx="92">
                  <c:v>0.38333299999999998</c:v>
                </c:pt>
                <c:pt idx="93">
                  <c:v>0.38750000000000001</c:v>
                </c:pt>
                <c:pt idx="94">
                  <c:v>0.39166699999999999</c:v>
                </c:pt>
                <c:pt idx="95">
                  <c:v>0.39583299999999999</c:v>
                </c:pt>
                <c:pt idx="96">
                  <c:v>0.4</c:v>
                </c:pt>
                <c:pt idx="97">
                  <c:v>0.404167</c:v>
                </c:pt>
                <c:pt idx="98">
                  <c:v>0.408333</c:v>
                </c:pt>
                <c:pt idx="99">
                  <c:v>0.41249999999999998</c:v>
                </c:pt>
                <c:pt idx="100">
                  <c:v>0.41666700000000001</c:v>
                </c:pt>
                <c:pt idx="101">
                  <c:v>0.42083300000000001</c:v>
                </c:pt>
                <c:pt idx="102">
                  <c:v>0.42499999999999999</c:v>
                </c:pt>
                <c:pt idx="103">
                  <c:v>0.42916700000000002</c:v>
                </c:pt>
                <c:pt idx="104">
                  <c:v>0.43333300000000002</c:v>
                </c:pt>
                <c:pt idx="105">
                  <c:v>0.4375</c:v>
                </c:pt>
                <c:pt idx="106">
                  <c:v>0.44166699999999998</c:v>
                </c:pt>
                <c:pt idx="107">
                  <c:v>0.44583299999999998</c:v>
                </c:pt>
                <c:pt idx="108">
                  <c:v>0.45</c:v>
                </c:pt>
                <c:pt idx="109">
                  <c:v>0.45416699999999999</c:v>
                </c:pt>
                <c:pt idx="110">
                  <c:v>0.45833299999999999</c:v>
                </c:pt>
                <c:pt idx="111">
                  <c:v>0.46250000000000002</c:v>
                </c:pt>
                <c:pt idx="112">
                  <c:v>0.466667</c:v>
                </c:pt>
                <c:pt idx="113">
                  <c:v>0.470833</c:v>
                </c:pt>
                <c:pt idx="114">
                  <c:v>0.47499999999999998</c:v>
                </c:pt>
                <c:pt idx="115">
                  <c:v>0.47916700000000001</c:v>
                </c:pt>
                <c:pt idx="116">
                  <c:v>0.48333300000000001</c:v>
                </c:pt>
                <c:pt idx="117">
                  <c:v>0.48749999999999999</c:v>
                </c:pt>
                <c:pt idx="118">
                  <c:v>0.49166700000000002</c:v>
                </c:pt>
                <c:pt idx="119">
                  <c:v>0.49583300000000002</c:v>
                </c:pt>
                <c:pt idx="120">
                  <c:v>0.5</c:v>
                </c:pt>
                <c:pt idx="121">
                  <c:v>0.50416700000000003</c:v>
                </c:pt>
                <c:pt idx="122">
                  <c:v>0.50833300000000003</c:v>
                </c:pt>
                <c:pt idx="123">
                  <c:v>0.51249999999999996</c:v>
                </c:pt>
                <c:pt idx="124">
                  <c:v>0.51666699999999999</c:v>
                </c:pt>
                <c:pt idx="125">
                  <c:v>0.52083299999999999</c:v>
                </c:pt>
                <c:pt idx="126">
                  <c:v>0.52500000000000002</c:v>
                </c:pt>
                <c:pt idx="127">
                  <c:v>0.52916700000000005</c:v>
                </c:pt>
                <c:pt idx="128">
                  <c:v>0.53333299999999995</c:v>
                </c:pt>
                <c:pt idx="129">
                  <c:v>0.53749999999999998</c:v>
                </c:pt>
                <c:pt idx="130">
                  <c:v>0.54166700000000001</c:v>
                </c:pt>
                <c:pt idx="131">
                  <c:v>0.54583300000000001</c:v>
                </c:pt>
                <c:pt idx="132">
                  <c:v>0.55000000000000004</c:v>
                </c:pt>
                <c:pt idx="133">
                  <c:v>0.55416699999999997</c:v>
                </c:pt>
                <c:pt idx="134">
                  <c:v>0.55833299999999997</c:v>
                </c:pt>
                <c:pt idx="135">
                  <c:v>0.5625</c:v>
                </c:pt>
                <c:pt idx="136">
                  <c:v>0.56666700000000003</c:v>
                </c:pt>
                <c:pt idx="137">
                  <c:v>0.57083300000000003</c:v>
                </c:pt>
                <c:pt idx="138">
                  <c:v>0.57499999999999996</c:v>
                </c:pt>
                <c:pt idx="139">
                  <c:v>0.57916699999999999</c:v>
                </c:pt>
                <c:pt idx="140">
                  <c:v>0.58333299999999999</c:v>
                </c:pt>
                <c:pt idx="141">
                  <c:v>0.58750000000000002</c:v>
                </c:pt>
                <c:pt idx="142">
                  <c:v>0.59166700000000005</c:v>
                </c:pt>
                <c:pt idx="143">
                  <c:v>0.59583299999999995</c:v>
                </c:pt>
                <c:pt idx="144">
                  <c:v>0.6</c:v>
                </c:pt>
                <c:pt idx="145">
                  <c:v>0.60416700000000001</c:v>
                </c:pt>
                <c:pt idx="146">
                  <c:v>0.60833300000000001</c:v>
                </c:pt>
                <c:pt idx="147">
                  <c:v>0.61250000000000004</c:v>
                </c:pt>
                <c:pt idx="148">
                  <c:v>0.61666699999999997</c:v>
                </c:pt>
                <c:pt idx="149">
                  <c:v>0.62083299999999997</c:v>
                </c:pt>
                <c:pt idx="150">
                  <c:v>0.625</c:v>
                </c:pt>
                <c:pt idx="151">
                  <c:v>0.62916700000000003</c:v>
                </c:pt>
                <c:pt idx="152">
                  <c:v>0.63333300000000003</c:v>
                </c:pt>
                <c:pt idx="153">
                  <c:v>0.63749999999999996</c:v>
                </c:pt>
                <c:pt idx="154">
                  <c:v>0.64166699999999999</c:v>
                </c:pt>
                <c:pt idx="155">
                  <c:v>0.64583299999999999</c:v>
                </c:pt>
                <c:pt idx="156">
                  <c:v>0.65</c:v>
                </c:pt>
                <c:pt idx="157">
                  <c:v>0.65416700000000005</c:v>
                </c:pt>
                <c:pt idx="158">
                  <c:v>0.65833299999999995</c:v>
                </c:pt>
                <c:pt idx="159">
                  <c:v>0.66249999999999998</c:v>
                </c:pt>
                <c:pt idx="160">
                  <c:v>0.66666700000000001</c:v>
                </c:pt>
                <c:pt idx="161">
                  <c:v>0.67083300000000001</c:v>
                </c:pt>
                <c:pt idx="162">
                  <c:v>0.67500000000000004</c:v>
                </c:pt>
                <c:pt idx="163">
                  <c:v>0.67916699999999997</c:v>
                </c:pt>
                <c:pt idx="164">
                  <c:v>0.68333299999999997</c:v>
                </c:pt>
                <c:pt idx="165">
                  <c:v>0.6875</c:v>
                </c:pt>
                <c:pt idx="166">
                  <c:v>0.69166700000000003</c:v>
                </c:pt>
                <c:pt idx="167">
                  <c:v>0.69583300000000003</c:v>
                </c:pt>
                <c:pt idx="168">
                  <c:v>0.7</c:v>
                </c:pt>
                <c:pt idx="169">
                  <c:v>0.70416699999999999</c:v>
                </c:pt>
                <c:pt idx="170">
                  <c:v>0.70833299999999999</c:v>
                </c:pt>
                <c:pt idx="171">
                  <c:v>0.71250000000000002</c:v>
                </c:pt>
                <c:pt idx="172">
                  <c:v>0.71666700000000005</c:v>
                </c:pt>
                <c:pt idx="173">
                  <c:v>0.72083299999999995</c:v>
                </c:pt>
                <c:pt idx="174">
                  <c:v>0.72499999999999998</c:v>
                </c:pt>
                <c:pt idx="175">
                  <c:v>0.72916700000000001</c:v>
                </c:pt>
                <c:pt idx="176">
                  <c:v>0.73333300000000001</c:v>
                </c:pt>
                <c:pt idx="177">
                  <c:v>0.73750000000000004</c:v>
                </c:pt>
                <c:pt idx="178">
                  <c:v>0.74166699999999997</c:v>
                </c:pt>
                <c:pt idx="179">
                  <c:v>0.74583299999999997</c:v>
                </c:pt>
                <c:pt idx="180">
                  <c:v>0.75</c:v>
                </c:pt>
                <c:pt idx="181">
                  <c:v>0.75416700000000003</c:v>
                </c:pt>
                <c:pt idx="182">
                  <c:v>0.75833300000000003</c:v>
                </c:pt>
                <c:pt idx="183">
                  <c:v>0.76249999999999996</c:v>
                </c:pt>
                <c:pt idx="184">
                  <c:v>0.76666699999999999</c:v>
                </c:pt>
                <c:pt idx="185">
                  <c:v>0.77083299999999999</c:v>
                </c:pt>
                <c:pt idx="186">
                  <c:v>0.77500000000000002</c:v>
                </c:pt>
                <c:pt idx="187">
                  <c:v>0.77916700000000005</c:v>
                </c:pt>
                <c:pt idx="188">
                  <c:v>0.78333299999999995</c:v>
                </c:pt>
                <c:pt idx="189">
                  <c:v>0.78749999999999998</c:v>
                </c:pt>
                <c:pt idx="190">
                  <c:v>0.79166700000000001</c:v>
                </c:pt>
                <c:pt idx="191">
                  <c:v>0.79583300000000001</c:v>
                </c:pt>
                <c:pt idx="192">
                  <c:v>0.8</c:v>
                </c:pt>
                <c:pt idx="193">
                  <c:v>0.80416699999999997</c:v>
                </c:pt>
                <c:pt idx="194">
                  <c:v>0.80833299999999997</c:v>
                </c:pt>
                <c:pt idx="195">
                  <c:v>0.8125</c:v>
                </c:pt>
                <c:pt idx="196">
                  <c:v>0.81666700000000003</c:v>
                </c:pt>
                <c:pt idx="197">
                  <c:v>0.82083300000000003</c:v>
                </c:pt>
                <c:pt idx="198">
                  <c:v>0.82499999999999996</c:v>
                </c:pt>
                <c:pt idx="199">
                  <c:v>0.82916699999999999</c:v>
                </c:pt>
                <c:pt idx="200">
                  <c:v>0.83333299999999999</c:v>
                </c:pt>
                <c:pt idx="201">
                  <c:v>0.83750000000000002</c:v>
                </c:pt>
                <c:pt idx="202">
                  <c:v>0.84166700000000005</c:v>
                </c:pt>
                <c:pt idx="203">
                  <c:v>0.84583299999999995</c:v>
                </c:pt>
                <c:pt idx="204">
                  <c:v>0.85</c:v>
                </c:pt>
                <c:pt idx="205">
                  <c:v>0.85416700000000001</c:v>
                </c:pt>
                <c:pt idx="206">
                  <c:v>0.85833300000000001</c:v>
                </c:pt>
                <c:pt idx="207">
                  <c:v>0.86250000000000004</c:v>
                </c:pt>
                <c:pt idx="208">
                  <c:v>0.86666699999999997</c:v>
                </c:pt>
                <c:pt idx="209">
                  <c:v>0.87083299999999997</c:v>
                </c:pt>
                <c:pt idx="210">
                  <c:v>0.875</c:v>
                </c:pt>
                <c:pt idx="211">
                  <c:v>0.87916700000000003</c:v>
                </c:pt>
                <c:pt idx="212">
                  <c:v>0.88333300000000003</c:v>
                </c:pt>
                <c:pt idx="213">
                  <c:v>0.88749999999999996</c:v>
                </c:pt>
                <c:pt idx="214">
                  <c:v>0.89166699999999999</c:v>
                </c:pt>
                <c:pt idx="215">
                  <c:v>0.89583299999999999</c:v>
                </c:pt>
                <c:pt idx="216">
                  <c:v>0.9</c:v>
                </c:pt>
                <c:pt idx="217">
                  <c:v>0.90416700000000005</c:v>
                </c:pt>
                <c:pt idx="218">
                  <c:v>0.90833299999999995</c:v>
                </c:pt>
                <c:pt idx="219">
                  <c:v>0.91249999999999998</c:v>
                </c:pt>
                <c:pt idx="220">
                  <c:v>0.91666700000000001</c:v>
                </c:pt>
                <c:pt idx="221">
                  <c:v>0.92083300000000001</c:v>
                </c:pt>
                <c:pt idx="222">
                  <c:v>0.92500000000000004</c:v>
                </c:pt>
                <c:pt idx="223">
                  <c:v>0.92916699999999997</c:v>
                </c:pt>
                <c:pt idx="224">
                  <c:v>0.93333299999999997</c:v>
                </c:pt>
                <c:pt idx="225">
                  <c:v>0.9375</c:v>
                </c:pt>
                <c:pt idx="226">
                  <c:v>0.94166700000000003</c:v>
                </c:pt>
                <c:pt idx="227">
                  <c:v>0.94583300000000003</c:v>
                </c:pt>
                <c:pt idx="228">
                  <c:v>0.95</c:v>
                </c:pt>
                <c:pt idx="229">
                  <c:v>0.95416699999999999</c:v>
                </c:pt>
                <c:pt idx="230">
                  <c:v>0.95833299999999999</c:v>
                </c:pt>
                <c:pt idx="231">
                  <c:v>0.96250000000000002</c:v>
                </c:pt>
                <c:pt idx="232">
                  <c:v>0.96666700000000005</c:v>
                </c:pt>
                <c:pt idx="233">
                  <c:v>0.97083299999999995</c:v>
                </c:pt>
                <c:pt idx="234">
                  <c:v>0.97499999999999998</c:v>
                </c:pt>
                <c:pt idx="235">
                  <c:v>0.97916700000000001</c:v>
                </c:pt>
                <c:pt idx="236">
                  <c:v>0.98333300000000001</c:v>
                </c:pt>
                <c:pt idx="237">
                  <c:v>0.98750000000000004</c:v>
                </c:pt>
                <c:pt idx="238">
                  <c:v>0.99166699999999997</c:v>
                </c:pt>
                <c:pt idx="239">
                  <c:v>0.99583299999999997</c:v>
                </c:pt>
                <c:pt idx="240">
                  <c:v>1</c:v>
                </c:pt>
                <c:pt idx="241">
                  <c:v>1</c:v>
                </c:pt>
                <c:pt idx="242">
                  <c:v>1.004167</c:v>
                </c:pt>
                <c:pt idx="243">
                  <c:v>1.0083329999999999</c:v>
                </c:pt>
                <c:pt idx="244">
                  <c:v>1.0125</c:v>
                </c:pt>
                <c:pt idx="245">
                  <c:v>1.016667</c:v>
                </c:pt>
                <c:pt idx="246">
                  <c:v>1.0208330000000001</c:v>
                </c:pt>
                <c:pt idx="247">
                  <c:v>1.0249999999999999</c:v>
                </c:pt>
                <c:pt idx="248">
                  <c:v>1.0291669999999999</c:v>
                </c:pt>
                <c:pt idx="249">
                  <c:v>1.0333330000000001</c:v>
                </c:pt>
                <c:pt idx="250">
                  <c:v>1.0375000000000001</c:v>
                </c:pt>
                <c:pt idx="251">
                  <c:v>1.0416669999999999</c:v>
                </c:pt>
                <c:pt idx="252">
                  <c:v>1.045833</c:v>
                </c:pt>
                <c:pt idx="253">
                  <c:v>1.05</c:v>
                </c:pt>
                <c:pt idx="254">
                  <c:v>1.0541670000000001</c:v>
                </c:pt>
                <c:pt idx="255">
                  <c:v>1.058333</c:v>
                </c:pt>
                <c:pt idx="256">
                  <c:v>1.0625</c:v>
                </c:pt>
                <c:pt idx="257">
                  <c:v>1.066667</c:v>
                </c:pt>
                <c:pt idx="258">
                  <c:v>1.0708329999999999</c:v>
                </c:pt>
                <c:pt idx="259">
                  <c:v>1.075</c:v>
                </c:pt>
                <c:pt idx="260">
                  <c:v>1.079167</c:v>
                </c:pt>
                <c:pt idx="261">
                  <c:v>1.0833330000000001</c:v>
                </c:pt>
                <c:pt idx="262">
                  <c:v>1.0874999999999999</c:v>
                </c:pt>
                <c:pt idx="263">
                  <c:v>1.0916669999999999</c:v>
                </c:pt>
                <c:pt idx="264">
                  <c:v>1.0958330000000001</c:v>
                </c:pt>
                <c:pt idx="265">
                  <c:v>1.1000000000000001</c:v>
                </c:pt>
                <c:pt idx="266">
                  <c:v>1.1041669999999999</c:v>
                </c:pt>
                <c:pt idx="267">
                  <c:v>1.108333</c:v>
                </c:pt>
                <c:pt idx="268">
                  <c:v>1.1125</c:v>
                </c:pt>
                <c:pt idx="269">
                  <c:v>1.1166670000000001</c:v>
                </c:pt>
                <c:pt idx="270">
                  <c:v>1.120833</c:v>
                </c:pt>
                <c:pt idx="271">
                  <c:v>1.125</c:v>
                </c:pt>
                <c:pt idx="272">
                  <c:v>1.129167</c:v>
                </c:pt>
                <c:pt idx="273">
                  <c:v>1.1333329999999999</c:v>
                </c:pt>
                <c:pt idx="274">
                  <c:v>1.1375</c:v>
                </c:pt>
                <c:pt idx="275">
                  <c:v>1.141667</c:v>
                </c:pt>
                <c:pt idx="276">
                  <c:v>1.1458330000000001</c:v>
                </c:pt>
                <c:pt idx="277">
                  <c:v>1.1499999999999999</c:v>
                </c:pt>
                <c:pt idx="278">
                  <c:v>1.1541669999999999</c:v>
                </c:pt>
                <c:pt idx="279">
                  <c:v>1.1583330000000001</c:v>
                </c:pt>
                <c:pt idx="280">
                  <c:v>1.1625000000000001</c:v>
                </c:pt>
                <c:pt idx="281">
                  <c:v>1.1666669999999999</c:v>
                </c:pt>
                <c:pt idx="282">
                  <c:v>1.170833</c:v>
                </c:pt>
                <c:pt idx="283">
                  <c:v>1.175</c:v>
                </c:pt>
                <c:pt idx="284">
                  <c:v>1.1791670000000001</c:v>
                </c:pt>
                <c:pt idx="285">
                  <c:v>1.183333</c:v>
                </c:pt>
                <c:pt idx="286">
                  <c:v>1.1875</c:v>
                </c:pt>
                <c:pt idx="287">
                  <c:v>1.191667</c:v>
                </c:pt>
                <c:pt idx="288">
                  <c:v>1.1958329999999999</c:v>
                </c:pt>
                <c:pt idx="289">
                  <c:v>1.2</c:v>
                </c:pt>
                <c:pt idx="290">
                  <c:v>1.204167</c:v>
                </c:pt>
                <c:pt idx="291">
                  <c:v>1.2083330000000001</c:v>
                </c:pt>
                <c:pt idx="292">
                  <c:v>1.2124999999999999</c:v>
                </c:pt>
                <c:pt idx="293">
                  <c:v>1.2166669999999999</c:v>
                </c:pt>
                <c:pt idx="294">
                  <c:v>1.2208330000000001</c:v>
                </c:pt>
                <c:pt idx="295">
                  <c:v>1.2250000000000001</c:v>
                </c:pt>
                <c:pt idx="296">
                  <c:v>1.2291669999999999</c:v>
                </c:pt>
                <c:pt idx="297">
                  <c:v>1.233333</c:v>
                </c:pt>
                <c:pt idx="298">
                  <c:v>1.2375</c:v>
                </c:pt>
                <c:pt idx="299">
                  <c:v>1.2416670000000001</c:v>
                </c:pt>
                <c:pt idx="300">
                  <c:v>1.245833</c:v>
                </c:pt>
                <c:pt idx="301">
                  <c:v>1.25</c:v>
                </c:pt>
                <c:pt idx="302">
                  <c:v>1.254167</c:v>
                </c:pt>
                <c:pt idx="303">
                  <c:v>1.2583329999999999</c:v>
                </c:pt>
                <c:pt idx="304">
                  <c:v>1.2625</c:v>
                </c:pt>
                <c:pt idx="305">
                  <c:v>1.266667</c:v>
                </c:pt>
                <c:pt idx="306">
                  <c:v>1.2708330000000001</c:v>
                </c:pt>
                <c:pt idx="307">
                  <c:v>1.2749999999999999</c:v>
                </c:pt>
                <c:pt idx="308">
                  <c:v>1.2791669999999999</c:v>
                </c:pt>
                <c:pt idx="309">
                  <c:v>1.2833330000000001</c:v>
                </c:pt>
                <c:pt idx="310">
                  <c:v>1.2875000000000001</c:v>
                </c:pt>
                <c:pt idx="311">
                  <c:v>1.2916669999999999</c:v>
                </c:pt>
                <c:pt idx="312">
                  <c:v>1.295833</c:v>
                </c:pt>
                <c:pt idx="313">
                  <c:v>1.3</c:v>
                </c:pt>
                <c:pt idx="314">
                  <c:v>1.3041670000000001</c:v>
                </c:pt>
                <c:pt idx="315">
                  <c:v>1.308333</c:v>
                </c:pt>
                <c:pt idx="316">
                  <c:v>1.3125</c:v>
                </c:pt>
                <c:pt idx="317">
                  <c:v>1.316667</c:v>
                </c:pt>
                <c:pt idx="318">
                  <c:v>1.3208329999999999</c:v>
                </c:pt>
                <c:pt idx="319">
                  <c:v>1.325</c:v>
                </c:pt>
                <c:pt idx="320">
                  <c:v>1.329167</c:v>
                </c:pt>
                <c:pt idx="321">
                  <c:v>1.3333330000000001</c:v>
                </c:pt>
                <c:pt idx="322">
                  <c:v>1.3374999999999999</c:v>
                </c:pt>
                <c:pt idx="323">
                  <c:v>1.3416669999999999</c:v>
                </c:pt>
                <c:pt idx="324">
                  <c:v>1.3458330000000001</c:v>
                </c:pt>
                <c:pt idx="325">
                  <c:v>1.35</c:v>
                </c:pt>
                <c:pt idx="326">
                  <c:v>1.3541669999999999</c:v>
                </c:pt>
                <c:pt idx="327">
                  <c:v>1.358333</c:v>
                </c:pt>
                <c:pt idx="328">
                  <c:v>1.3625</c:v>
                </c:pt>
                <c:pt idx="329">
                  <c:v>1.3666670000000001</c:v>
                </c:pt>
                <c:pt idx="330">
                  <c:v>1.370833</c:v>
                </c:pt>
                <c:pt idx="331">
                  <c:v>1.375</c:v>
                </c:pt>
                <c:pt idx="332">
                  <c:v>1.379167</c:v>
                </c:pt>
                <c:pt idx="333">
                  <c:v>1.3833329999999999</c:v>
                </c:pt>
                <c:pt idx="334">
                  <c:v>1.3875</c:v>
                </c:pt>
                <c:pt idx="335">
                  <c:v>1.391667</c:v>
                </c:pt>
                <c:pt idx="336">
                  <c:v>1.3958330000000001</c:v>
                </c:pt>
                <c:pt idx="337">
                  <c:v>1.4</c:v>
                </c:pt>
                <c:pt idx="338">
                  <c:v>1.4041669999999999</c:v>
                </c:pt>
                <c:pt idx="339">
                  <c:v>1.4083330000000001</c:v>
                </c:pt>
                <c:pt idx="340">
                  <c:v>1.4125000000000001</c:v>
                </c:pt>
                <c:pt idx="341">
                  <c:v>1.4166669999999999</c:v>
                </c:pt>
                <c:pt idx="342">
                  <c:v>1.420833</c:v>
                </c:pt>
                <c:pt idx="343">
                  <c:v>1.425</c:v>
                </c:pt>
                <c:pt idx="344">
                  <c:v>1.4291670000000001</c:v>
                </c:pt>
                <c:pt idx="345">
                  <c:v>1.433333</c:v>
                </c:pt>
                <c:pt idx="346">
                  <c:v>1.4375</c:v>
                </c:pt>
                <c:pt idx="347">
                  <c:v>1.441667</c:v>
                </c:pt>
                <c:pt idx="348">
                  <c:v>1.4458329999999999</c:v>
                </c:pt>
                <c:pt idx="349">
                  <c:v>1.45</c:v>
                </c:pt>
                <c:pt idx="350">
                  <c:v>1.454167</c:v>
                </c:pt>
                <c:pt idx="351">
                  <c:v>1.4583330000000001</c:v>
                </c:pt>
                <c:pt idx="352">
                  <c:v>1.4624999999999999</c:v>
                </c:pt>
                <c:pt idx="353">
                  <c:v>1.4666669999999999</c:v>
                </c:pt>
                <c:pt idx="354">
                  <c:v>1.4708330000000001</c:v>
                </c:pt>
                <c:pt idx="355">
                  <c:v>1.4750000000000001</c:v>
                </c:pt>
                <c:pt idx="356">
                  <c:v>1.4791669999999999</c:v>
                </c:pt>
                <c:pt idx="357">
                  <c:v>1.483333</c:v>
                </c:pt>
                <c:pt idx="358">
                  <c:v>1.4875</c:v>
                </c:pt>
                <c:pt idx="359">
                  <c:v>1.4916670000000001</c:v>
                </c:pt>
                <c:pt idx="360">
                  <c:v>1.495833</c:v>
                </c:pt>
                <c:pt idx="361">
                  <c:v>1.5</c:v>
                </c:pt>
                <c:pt idx="362">
                  <c:v>1.504167</c:v>
                </c:pt>
                <c:pt idx="363">
                  <c:v>1.5083329999999999</c:v>
                </c:pt>
                <c:pt idx="364">
                  <c:v>1.5125</c:v>
                </c:pt>
                <c:pt idx="365">
                  <c:v>1.516667</c:v>
                </c:pt>
                <c:pt idx="366">
                  <c:v>1.5208330000000001</c:v>
                </c:pt>
                <c:pt idx="367">
                  <c:v>1.5249999999999999</c:v>
                </c:pt>
                <c:pt idx="368">
                  <c:v>1.5291669999999999</c:v>
                </c:pt>
                <c:pt idx="369">
                  <c:v>1.5333330000000001</c:v>
                </c:pt>
                <c:pt idx="370">
                  <c:v>1.5375000000000001</c:v>
                </c:pt>
                <c:pt idx="371">
                  <c:v>1.5416669999999999</c:v>
                </c:pt>
                <c:pt idx="372">
                  <c:v>1.545833</c:v>
                </c:pt>
                <c:pt idx="373">
                  <c:v>1.55</c:v>
                </c:pt>
                <c:pt idx="374">
                  <c:v>1.5541670000000001</c:v>
                </c:pt>
                <c:pt idx="375">
                  <c:v>1.558333</c:v>
                </c:pt>
                <c:pt idx="376">
                  <c:v>1.5625</c:v>
                </c:pt>
                <c:pt idx="377">
                  <c:v>1.566667</c:v>
                </c:pt>
                <c:pt idx="378">
                  <c:v>1.5708329999999999</c:v>
                </c:pt>
                <c:pt idx="379">
                  <c:v>1.575</c:v>
                </c:pt>
                <c:pt idx="380">
                  <c:v>1.579167</c:v>
                </c:pt>
                <c:pt idx="381">
                  <c:v>1.5833330000000001</c:v>
                </c:pt>
                <c:pt idx="382">
                  <c:v>1.5874999999999999</c:v>
                </c:pt>
                <c:pt idx="383">
                  <c:v>1.5916669999999999</c:v>
                </c:pt>
                <c:pt idx="384">
                  <c:v>1.5958330000000001</c:v>
                </c:pt>
                <c:pt idx="385">
                  <c:v>1.6</c:v>
                </c:pt>
                <c:pt idx="386">
                  <c:v>1.6041669999999999</c:v>
                </c:pt>
                <c:pt idx="387">
                  <c:v>1.608333</c:v>
                </c:pt>
                <c:pt idx="388">
                  <c:v>1.6125</c:v>
                </c:pt>
                <c:pt idx="389">
                  <c:v>1.6166670000000001</c:v>
                </c:pt>
                <c:pt idx="390">
                  <c:v>1.620833</c:v>
                </c:pt>
                <c:pt idx="391">
                  <c:v>1.625</c:v>
                </c:pt>
                <c:pt idx="392">
                  <c:v>1.629167</c:v>
                </c:pt>
                <c:pt idx="393">
                  <c:v>1.6333329999999999</c:v>
                </c:pt>
                <c:pt idx="394">
                  <c:v>1.6375</c:v>
                </c:pt>
                <c:pt idx="395">
                  <c:v>1.641667</c:v>
                </c:pt>
                <c:pt idx="396">
                  <c:v>1.6458330000000001</c:v>
                </c:pt>
                <c:pt idx="397">
                  <c:v>1.65</c:v>
                </c:pt>
                <c:pt idx="398">
                  <c:v>1.6541669999999999</c:v>
                </c:pt>
                <c:pt idx="399">
                  <c:v>1.6583330000000001</c:v>
                </c:pt>
                <c:pt idx="400">
                  <c:v>1.6625000000000001</c:v>
                </c:pt>
                <c:pt idx="401">
                  <c:v>1.6666669999999999</c:v>
                </c:pt>
                <c:pt idx="402">
                  <c:v>1.670833</c:v>
                </c:pt>
                <c:pt idx="403">
                  <c:v>1.675</c:v>
                </c:pt>
                <c:pt idx="404">
                  <c:v>1.6791670000000001</c:v>
                </c:pt>
                <c:pt idx="405">
                  <c:v>1.683333</c:v>
                </c:pt>
                <c:pt idx="406">
                  <c:v>1.6875</c:v>
                </c:pt>
                <c:pt idx="407">
                  <c:v>1.691667</c:v>
                </c:pt>
                <c:pt idx="408">
                  <c:v>1.6958329999999999</c:v>
                </c:pt>
                <c:pt idx="409">
                  <c:v>1.7</c:v>
                </c:pt>
                <c:pt idx="410">
                  <c:v>1.704167</c:v>
                </c:pt>
                <c:pt idx="411">
                  <c:v>1.7083330000000001</c:v>
                </c:pt>
                <c:pt idx="412">
                  <c:v>1.7124999999999999</c:v>
                </c:pt>
                <c:pt idx="413">
                  <c:v>1.7166669999999999</c:v>
                </c:pt>
                <c:pt idx="414">
                  <c:v>1.7208330000000001</c:v>
                </c:pt>
                <c:pt idx="415">
                  <c:v>1.7250000000000001</c:v>
                </c:pt>
                <c:pt idx="416">
                  <c:v>1.7291669999999999</c:v>
                </c:pt>
                <c:pt idx="417">
                  <c:v>1.733333</c:v>
                </c:pt>
                <c:pt idx="418">
                  <c:v>1.7375</c:v>
                </c:pt>
                <c:pt idx="419">
                  <c:v>1.7416670000000001</c:v>
                </c:pt>
                <c:pt idx="420">
                  <c:v>1.745833</c:v>
                </c:pt>
                <c:pt idx="421">
                  <c:v>1.75</c:v>
                </c:pt>
                <c:pt idx="422">
                  <c:v>1.754167</c:v>
                </c:pt>
                <c:pt idx="423">
                  <c:v>1.7583329999999999</c:v>
                </c:pt>
                <c:pt idx="424">
                  <c:v>1.7625</c:v>
                </c:pt>
                <c:pt idx="425">
                  <c:v>1.766667</c:v>
                </c:pt>
                <c:pt idx="426">
                  <c:v>1.7708330000000001</c:v>
                </c:pt>
                <c:pt idx="427">
                  <c:v>1.7749999999999999</c:v>
                </c:pt>
                <c:pt idx="428">
                  <c:v>1.7791669999999999</c:v>
                </c:pt>
                <c:pt idx="429">
                  <c:v>1.7833330000000001</c:v>
                </c:pt>
                <c:pt idx="430">
                  <c:v>1.7875000000000001</c:v>
                </c:pt>
                <c:pt idx="431">
                  <c:v>1.7916669999999999</c:v>
                </c:pt>
                <c:pt idx="432">
                  <c:v>1.795833</c:v>
                </c:pt>
                <c:pt idx="433">
                  <c:v>1.8</c:v>
                </c:pt>
                <c:pt idx="434">
                  <c:v>1.8041670000000001</c:v>
                </c:pt>
                <c:pt idx="435">
                  <c:v>1.808333</c:v>
                </c:pt>
                <c:pt idx="436">
                  <c:v>1.8125</c:v>
                </c:pt>
                <c:pt idx="437">
                  <c:v>1.816667</c:v>
                </c:pt>
                <c:pt idx="438">
                  <c:v>1.8208329999999999</c:v>
                </c:pt>
                <c:pt idx="439">
                  <c:v>1.825</c:v>
                </c:pt>
                <c:pt idx="440">
                  <c:v>1.829167</c:v>
                </c:pt>
                <c:pt idx="441">
                  <c:v>1.8333330000000001</c:v>
                </c:pt>
                <c:pt idx="442">
                  <c:v>1.8374999999999999</c:v>
                </c:pt>
                <c:pt idx="443">
                  <c:v>1.8416669999999999</c:v>
                </c:pt>
                <c:pt idx="444">
                  <c:v>1.8458330000000001</c:v>
                </c:pt>
                <c:pt idx="445">
                  <c:v>1.85</c:v>
                </c:pt>
                <c:pt idx="446">
                  <c:v>1.8541669999999999</c:v>
                </c:pt>
                <c:pt idx="447">
                  <c:v>1.858333</c:v>
                </c:pt>
                <c:pt idx="448">
                  <c:v>1.8625</c:v>
                </c:pt>
                <c:pt idx="449">
                  <c:v>1.8666670000000001</c:v>
                </c:pt>
                <c:pt idx="450">
                  <c:v>1.870833</c:v>
                </c:pt>
                <c:pt idx="451">
                  <c:v>1.875</c:v>
                </c:pt>
                <c:pt idx="452">
                  <c:v>1.879167</c:v>
                </c:pt>
                <c:pt idx="453">
                  <c:v>1.8833329999999999</c:v>
                </c:pt>
                <c:pt idx="454">
                  <c:v>1.8875</c:v>
                </c:pt>
                <c:pt idx="455">
                  <c:v>1.891667</c:v>
                </c:pt>
                <c:pt idx="456">
                  <c:v>1.8958330000000001</c:v>
                </c:pt>
                <c:pt idx="457">
                  <c:v>1.9</c:v>
                </c:pt>
                <c:pt idx="458">
                  <c:v>1.9041669999999999</c:v>
                </c:pt>
                <c:pt idx="459">
                  <c:v>1.9083330000000001</c:v>
                </c:pt>
                <c:pt idx="460">
                  <c:v>1.9125000000000001</c:v>
                </c:pt>
                <c:pt idx="461">
                  <c:v>1.9166669999999999</c:v>
                </c:pt>
                <c:pt idx="462">
                  <c:v>1.920833</c:v>
                </c:pt>
                <c:pt idx="463">
                  <c:v>1.925</c:v>
                </c:pt>
                <c:pt idx="464">
                  <c:v>1.9291670000000001</c:v>
                </c:pt>
                <c:pt idx="465">
                  <c:v>1.933333</c:v>
                </c:pt>
                <c:pt idx="466">
                  <c:v>1.9375</c:v>
                </c:pt>
                <c:pt idx="467">
                  <c:v>1.941667</c:v>
                </c:pt>
                <c:pt idx="468">
                  <c:v>1.9458329999999999</c:v>
                </c:pt>
                <c:pt idx="469">
                  <c:v>1.95</c:v>
                </c:pt>
                <c:pt idx="470">
                  <c:v>1.954167</c:v>
                </c:pt>
                <c:pt idx="471">
                  <c:v>1.9583330000000001</c:v>
                </c:pt>
                <c:pt idx="472">
                  <c:v>1.9624999999999999</c:v>
                </c:pt>
                <c:pt idx="473">
                  <c:v>1.9666669999999999</c:v>
                </c:pt>
                <c:pt idx="474">
                  <c:v>1.9708330000000001</c:v>
                </c:pt>
                <c:pt idx="475">
                  <c:v>1.9750000000000001</c:v>
                </c:pt>
                <c:pt idx="476">
                  <c:v>1.9791669999999999</c:v>
                </c:pt>
                <c:pt idx="477">
                  <c:v>1.983333</c:v>
                </c:pt>
                <c:pt idx="478">
                  <c:v>1.9875</c:v>
                </c:pt>
                <c:pt idx="479">
                  <c:v>1.9916670000000001</c:v>
                </c:pt>
                <c:pt idx="480">
                  <c:v>1.995833</c:v>
                </c:pt>
                <c:pt idx="481">
                  <c:v>2</c:v>
                </c:pt>
                <c:pt idx="482">
                  <c:v>2.0041669999999998</c:v>
                </c:pt>
                <c:pt idx="483">
                  <c:v>2.0083329999999999</c:v>
                </c:pt>
                <c:pt idx="484">
                  <c:v>2.0125000000000002</c:v>
                </c:pt>
                <c:pt idx="485">
                  <c:v>2.016667</c:v>
                </c:pt>
                <c:pt idx="486">
                  <c:v>2.0208330000000001</c:v>
                </c:pt>
                <c:pt idx="487">
                  <c:v>2.0249999999999999</c:v>
                </c:pt>
                <c:pt idx="488">
                  <c:v>2.0291670000000002</c:v>
                </c:pt>
                <c:pt idx="489">
                  <c:v>2.0333329999999998</c:v>
                </c:pt>
                <c:pt idx="490">
                  <c:v>2.0375000000000001</c:v>
                </c:pt>
                <c:pt idx="491">
                  <c:v>2.0416669999999999</c:v>
                </c:pt>
                <c:pt idx="492">
                  <c:v>2.045833</c:v>
                </c:pt>
                <c:pt idx="493">
                  <c:v>2.0499999999999998</c:v>
                </c:pt>
                <c:pt idx="494">
                  <c:v>2.0541670000000001</c:v>
                </c:pt>
                <c:pt idx="495">
                  <c:v>2.0583330000000002</c:v>
                </c:pt>
                <c:pt idx="496">
                  <c:v>2.0625</c:v>
                </c:pt>
                <c:pt idx="497">
                  <c:v>2.0666669999999998</c:v>
                </c:pt>
                <c:pt idx="498">
                  <c:v>2.0708329999999999</c:v>
                </c:pt>
                <c:pt idx="499">
                  <c:v>2.0750000000000002</c:v>
                </c:pt>
                <c:pt idx="500">
                  <c:v>2.079167</c:v>
                </c:pt>
                <c:pt idx="501">
                  <c:v>2.0833330000000001</c:v>
                </c:pt>
                <c:pt idx="502">
                  <c:v>2.0874999999999999</c:v>
                </c:pt>
                <c:pt idx="503">
                  <c:v>2.0916670000000002</c:v>
                </c:pt>
                <c:pt idx="504">
                  <c:v>2.0958329999999998</c:v>
                </c:pt>
                <c:pt idx="505">
                  <c:v>2.1</c:v>
                </c:pt>
                <c:pt idx="506">
                  <c:v>2.1041669999999999</c:v>
                </c:pt>
                <c:pt idx="507">
                  <c:v>2.108333</c:v>
                </c:pt>
                <c:pt idx="508">
                  <c:v>2.1124999999999998</c:v>
                </c:pt>
                <c:pt idx="509">
                  <c:v>2.1166670000000001</c:v>
                </c:pt>
                <c:pt idx="510">
                  <c:v>2.1208330000000002</c:v>
                </c:pt>
                <c:pt idx="511">
                  <c:v>2.125</c:v>
                </c:pt>
                <c:pt idx="512">
                  <c:v>2.1291669999999998</c:v>
                </c:pt>
                <c:pt idx="513">
                  <c:v>2.1333329999999999</c:v>
                </c:pt>
                <c:pt idx="514">
                  <c:v>2.1375000000000002</c:v>
                </c:pt>
                <c:pt idx="515">
                  <c:v>2.141667</c:v>
                </c:pt>
                <c:pt idx="516">
                  <c:v>2.1458330000000001</c:v>
                </c:pt>
                <c:pt idx="517">
                  <c:v>2.15</c:v>
                </c:pt>
                <c:pt idx="518">
                  <c:v>2.1541670000000002</c:v>
                </c:pt>
                <c:pt idx="519">
                  <c:v>2.1583329999999998</c:v>
                </c:pt>
                <c:pt idx="520">
                  <c:v>2.1625000000000001</c:v>
                </c:pt>
                <c:pt idx="521">
                  <c:v>2.1666669999999999</c:v>
                </c:pt>
                <c:pt idx="522">
                  <c:v>2.170833</c:v>
                </c:pt>
                <c:pt idx="523">
                  <c:v>2.1749999999999998</c:v>
                </c:pt>
                <c:pt idx="524">
                  <c:v>2.1791670000000001</c:v>
                </c:pt>
                <c:pt idx="525">
                  <c:v>2.1833330000000002</c:v>
                </c:pt>
                <c:pt idx="526">
                  <c:v>2.1875</c:v>
                </c:pt>
                <c:pt idx="527">
                  <c:v>2.1916669999999998</c:v>
                </c:pt>
                <c:pt idx="528">
                  <c:v>2.1958329999999999</c:v>
                </c:pt>
                <c:pt idx="529">
                  <c:v>2.2000000000000002</c:v>
                </c:pt>
                <c:pt idx="530">
                  <c:v>2.204167</c:v>
                </c:pt>
                <c:pt idx="531">
                  <c:v>2.2083330000000001</c:v>
                </c:pt>
                <c:pt idx="532">
                  <c:v>2.2124999999999999</c:v>
                </c:pt>
                <c:pt idx="533">
                  <c:v>2.2166670000000002</c:v>
                </c:pt>
                <c:pt idx="534">
                  <c:v>2.2208329999999998</c:v>
                </c:pt>
                <c:pt idx="535">
                  <c:v>2.2250000000000001</c:v>
                </c:pt>
                <c:pt idx="536">
                  <c:v>2.2291669999999999</c:v>
                </c:pt>
                <c:pt idx="537">
                  <c:v>2.233333</c:v>
                </c:pt>
                <c:pt idx="538">
                  <c:v>2.2374999999999998</c:v>
                </c:pt>
                <c:pt idx="539">
                  <c:v>2.2416670000000001</c:v>
                </c:pt>
                <c:pt idx="540">
                  <c:v>2.2458330000000002</c:v>
                </c:pt>
                <c:pt idx="541">
                  <c:v>2.25</c:v>
                </c:pt>
                <c:pt idx="542">
                  <c:v>2.2541669999999998</c:v>
                </c:pt>
                <c:pt idx="543">
                  <c:v>2.2583329999999999</c:v>
                </c:pt>
                <c:pt idx="544">
                  <c:v>2.2625000000000002</c:v>
                </c:pt>
                <c:pt idx="545">
                  <c:v>2.266667</c:v>
                </c:pt>
                <c:pt idx="546">
                  <c:v>2.2708330000000001</c:v>
                </c:pt>
                <c:pt idx="547">
                  <c:v>2.2749999999999999</c:v>
                </c:pt>
                <c:pt idx="548">
                  <c:v>2.2791670000000002</c:v>
                </c:pt>
                <c:pt idx="549">
                  <c:v>2.2833329999999998</c:v>
                </c:pt>
                <c:pt idx="550">
                  <c:v>2.2875000000000001</c:v>
                </c:pt>
                <c:pt idx="551">
                  <c:v>2.2916669999999999</c:v>
                </c:pt>
                <c:pt idx="552">
                  <c:v>2.295833</c:v>
                </c:pt>
                <c:pt idx="553">
                  <c:v>2.2999999999999998</c:v>
                </c:pt>
                <c:pt idx="554">
                  <c:v>2.3041670000000001</c:v>
                </c:pt>
                <c:pt idx="555">
                  <c:v>2.3083330000000002</c:v>
                </c:pt>
                <c:pt idx="556">
                  <c:v>2.3125</c:v>
                </c:pt>
                <c:pt idx="557">
                  <c:v>2.3166669999999998</c:v>
                </c:pt>
                <c:pt idx="558">
                  <c:v>2.3208329999999999</c:v>
                </c:pt>
                <c:pt idx="559">
                  <c:v>2.3250000000000002</c:v>
                </c:pt>
                <c:pt idx="560">
                  <c:v>2.329167</c:v>
                </c:pt>
                <c:pt idx="561">
                  <c:v>2.3333330000000001</c:v>
                </c:pt>
                <c:pt idx="562">
                  <c:v>2.3374999999999999</c:v>
                </c:pt>
                <c:pt idx="563">
                  <c:v>2.3416670000000002</c:v>
                </c:pt>
                <c:pt idx="564">
                  <c:v>2.3458329999999998</c:v>
                </c:pt>
                <c:pt idx="565">
                  <c:v>2.3458329999999998</c:v>
                </c:pt>
                <c:pt idx="566">
                  <c:v>2.35</c:v>
                </c:pt>
                <c:pt idx="567">
                  <c:v>2.3541669999999999</c:v>
                </c:pt>
                <c:pt idx="568">
                  <c:v>2.358333</c:v>
                </c:pt>
                <c:pt idx="569">
                  <c:v>2.3624999999999998</c:v>
                </c:pt>
                <c:pt idx="570">
                  <c:v>2.3666670000000001</c:v>
                </c:pt>
                <c:pt idx="571">
                  <c:v>2.3708330000000002</c:v>
                </c:pt>
                <c:pt idx="572">
                  <c:v>2.375</c:v>
                </c:pt>
                <c:pt idx="573">
                  <c:v>2.3791669999999998</c:v>
                </c:pt>
                <c:pt idx="574">
                  <c:v>2.3833329999999999</c:v>
                </c:pt>
                <c:pt idx="575">
                  <c:v>2.3875000000000002</c:v>
                </c:pt>
                <c:pt idx="576">
                  <c:v>2.391667</c:v>
                </c:pt>
                <c:pt idx="577">
                  <c:v>2.3958330000000001</c:v>
                </c:pt>
                <c:pt idx="578">
                  <c:v>2.4</c:v>
                </c:pt>
                <c:pt idx="579">
                  <c:v>2.4041670000000002</c:v>
                </c:pt>
                <c:pt idx="580">
                  <c:v>2.4083329999999998</c:v>
                </c:pt>
                <c:pt idx="581">
                  <c:v>2.4125000000000001</c:v>
                </c:pt>
                <c:pt idx="582">
                  <c:v>2.4166669999999999</c:v>
                </c:pt>
                <c:pt idx="583">
                  <c:v>2.420833</c:v>
                </c:pt>
                <c:pt idx="584">
                  <c:v>2.4249999999999998</c:v>
                </c:pt>
                <c:pt idx="585">
                  <c:v>2.4291670000000001</c:v>
                </c:pt>
                <c:pt idx="586">
                  <c:v>2.4333330000000002</c:v>
                </c:pt>
                <c:pt idx="587">
                  <c:v>2.4375</c:v>
                </c:pt>
                <c:pt idx="588">
                  <c:v>2.4416669999999998</c:v>
                </c:pt>
                <c:pt idx="589">
                  <c:v>2.4458329999999999</c:v>
                </c:pt>
                <c:pt idx="590">
                  <c:v>2.4500000000000002</c:v>
                </c:pt>
                <c:pt idx="591">
                  <c:v>2.454167</c:v>
                </c:pt>
                <c:pt idx="592">
                  <c:v>2.4583330000000001</c:v>
                </c:pt>
                <c:pt idx="593">
                  <c:v>2.4624999999999999</c:v>
                </c:pt>
                <c:pt idx="594">
                  <c:v>2.4666670000000002</c:v>
                </c:pt>
                <c:pt idx="595">
                  <c:v>2.4708329999999998</c:v>
                </c:pt>
                <c:pt idx="596">
                  <c:v>2.4750000000000001</c:v>
                </c:pt>
                <c:pt idx="597">
                  <c:v>2.4791669999999999</c:v>
                </c:pt>
                <c:pt idx="598">
                  <c:v>2.483333</c:v>
                </c:pt>
                <c:pt idx="599">
                  <c:v>2.4874999999999998</c:v>
                </c:pt>
                <c:pt idx="600">
                  <c:v>2.4916670000000001</c:v>
                </c:pt>
                <c:pt idx="601">
                  <c:v>2.4958330000000002</c:v>
                </c:pt>
                <c:pt idx="602">
                  <c:v>2.5</c:v>
                </c:pt>
                <c:pt idx="603">
                  <c:v>2.5041669999999998</c:v>
                </c:pt>
                <c:pt idx="604">
                  <c:v>2.5083329999999999</c:v>
                </c:pt>
                <c:pt idx="605">
                  <c:v>2.5125000000000002</c:v>
                </c:pt>
                <c:pt idx="606">
                  <c:v>2.516667</c:v>
                </c:pt>
                <c:pt idx="607">
                  <c:v>2.5208330000000001</c:v>
                </c:pt>
                <c:pt idx="608">
                  <c:v>2.5249999999999999</c:v>
                </c:pt>
                <c:pt idx="609">
                  <c:v>2.5291670000000002</c:v>
                </c:pt>
                <c:pt idx="610">
                  <c:v>2.5333329999999998</c:v>
                </c:pt>
                <c:pt idx="611">
                  <c:v>2.5375000000000001</c:v>
                </c:pt>
                <c:pt idx="612">
                  <c:v>2.5416669999999999</c:v>
                </c:pt>
                <c:pt idx="613">
                  <c:v>2.545833</c:v>
                </c:pt>
                <c:pt idx="614">
                  <c:v>2.5499999999999998</c:v>
                </c:pt>
                <c:pt idx="615">
                  <c:v>2.5541670000000001</c:v>
                </c:pt>
                <c:pt idx="616">
                  <c:v>2.5583330000000002</c:v>
                </c:pt>
                <c:pt idx="617">
                  <c:v>2.5625</c:v>
                </c:pt>
                <c:pt idx="618">
                  <c:v>2.5666669999999998</c:v>
                </c:pt>
                <c:pt idx="619">
                  <c:v>2.5666669999999998</c:v>
                </c:pt>
                <c:pt idx="620">
                  <c:v>2.5708329999999999</c:v>
                </c:pt>
                <c:pt idx="621">
                  <c:v>2.5750000000000002</c:v>
                </c:pt>
                <c:pt idx="622">
                  <c:v>2.579167</c:v>
                </c:pt>
                <c:pt idx="623">
                  <c:v>2.5833330000000001</c:v>
                </c:pt>
                <c:pt idx="624">
                  <c:v>2.5874999999999999</c:v>
                </c:pt>
                <c:pt idx="625">
                  <c:v>2.5916670000000002</c:v>
                </c:pt>
                <c:pt idx="626">
                  <c:v>2.5958329999999998</c:v>
                </c:pt>
                <c:pt idx="627">
                  <c:v>2.6</c:v>
                </c:pt>
                <c:pt idx="628">
                  <c:v>2.6041669999999999</c:v>
                </c:pt>
                <c:pt idx="629">
                  <c:v>2.608333</c:v>
                </c:pt>
                <c:pt idx="630">
                  <c:v>2.6124999999999998</c:v>
                </c:pt>
                <c:pt idx="631">
                  <c:v>2.6166670000000001</c:v>
                </c:pt>
                <c:pt idx="632">
                  <c:v>2.6208330000000002</c:v>
                </c:pt>
                <c:pt idx="633">
                  <c:v>2.625</c:v>
                </c:pt>
                <c:pt idx="634">
                  <c:v>2.6291669999999998</c:v>
                </c:pt>
                <c:pt idx="635">
                  <c:v>2.6333329999999999</c:v>
                </c:pt>
                <c:pt idx="636">
                  <c:v>2.6375000000000002</c:v>
                </c:pt>
                <c:pt idx="637">
                  <c:v>2.641667</c:v>
                </c:pt>
                <c:pt idx="638">
                  <c:v>2.6458330000000001</c:v>
                </c:pt>
                <c:pt idx="639">
                  <c:v>2.65</c:v>
                </c:pt>
                <c:pt idx="640">
                  <c:v>2.6541670000000002</c:v>
                </c:pt>
                <c:pt idx="641">
                  <c:v>2.6583329999999998</c:v>
                </c:pt>
                <c:pt idx="642">
                  <c:v>2.6625000000000001</c:v>
                </c:pt>
                <c:pt idx="643">
                  <c:v>2.6666669999999999</c:v>
                </c:pt>
                <c:pt idx="644">
                  <c:v>2.670833</c:v>
                </c:pt>
                <c:pt idx="645">
                  <c:v>2.6749999999999998</c:v>
                </c:pt>
                <c:pt idx="646">
                  <c:v>2.6791670000000001</c:v>
                </c:pt>
                <c:pt idx="647">
                  <c:v>2.6833330000000002</c:v>
                </c:pt>
                <c:pt idx="648">
                  <c:v>2.6875</c:v>
                </c:pt>
                <c:pt idx="649">
                  <c:v>2.6916669999999998</c:v>
                </c:pt>
                <c:pt idx="650">
                  <c:v>2.6958329999999999</c:v>
                </c:pt>
                <c:pt idx="651">
                  <c:v>2.7</c:v>
                </c:pt>
                <c:pt idx="652">
                  <c:v>2.704167</c:v>
                </c:pt>
                <c:pt idx="653">
                  <c:v>2.7083330000000001</c:v>
                </c:pt>
                <c:pt idx="654">
                  <c:v>2.7124999999999999</c:v>
                </c:pt>
                <c:pt idx="655">
                  <c:v>2.7166670000000002</c:v>
                </c:pt>
                <c:pt idx="656">
                  <c:v>2.7208329999999998</c:v>
                </c:pt>
                <c:pt idx="657">
                  <c:v>2.7250000000000001</c:v>
                </c:pt>
                <c:pt idx="658">
                  <c:v>2.7291669999999999</c:v>
                </c:pt>
                <c:pt idx="659">
                  <c:v>2.733333</c:v>
                </c:pt>
                <c:pt idx="660">
                  <c:v>2.7374999999999998</c:v>
                </c:pt>
                <c:pt idx="661">
                  <c:v>2.7416670000000001</c:v>
                </c:pt>
                <c:pt idx="662">
                  <c:v>2.7458330000000002</c:v>
                </c:pt>
                <c:pt idx="663">
                  <c:v>2.75</c:v>
                </c:pt>
                <c:pt idx="664">
                  <c:v>2.7541669999999998</c:v>
                </c:pt>
                <c:pt idx="665">
                  <c:v>2.7583329999999999</c:v>
                </c:pt>
                <c:pt idx="666">
                  <c:v>2.7625000000000002</c:v>
                </c:pt>
                <c:pt idx="667">
                  <c:v>2.766667</c:v>
                </c:pt>
                <c:pt idx="668">
                  <c:v>2.7708330000000001</c:v>
                </c:pt>
                <c:pt idx="669">
                  <c:v>2.7749999999999999</c:v>
                </c:pt>
                <c:pt idx="670">
                  <c:v>2.7791670000000002</c:v>
                </c:pt>
                <c:pt idx="671">
                  <c:v>2.7833329999999998</c:v>
                </c:pt>
                <c:pt idx="672">
                  <c:v>2.7875000000000001</c:v>
                </c:pt>
                <c:pt idx="673">
                  <c:v>2.7916669999999999</c:v>
                </c:pt>
                <c:pt idx="674">
                  <c:v>2.795833</c:v>
                </c:pt>
                <c:pt idx="675">
                  <c:v>2.8</c:v>
                </c:pt>
                <c:pt idx="676">
                  <c:v>2.8041670000000001</c:v>
                </c:pt>
                <c:pt idx="677">
                  <c:v>2.8083330000000002</c:v>
                </c:pt>
                <c:pt idx="678">
                  <c:v>2.8125</c:v>
                </c:pt>
                <c:pt idx="679">
                  <c:v>2.8166669999999998</c:v>
                </c:pt>
                <c:pt idx="680">
                  <c:v>2.8208329999999999</c:v>
                </c:pt>
                <c:pt idx="681">
                  <c:v>2.8250000000000002</c:v>
                </c:pt>
                <c:pt idx="682">
                  <c:v>2.829167</c:v>
                </c:pt>
                <c:pt idx="683">
                  <c:v>2.8333330000000001</c:v>
                </c:pt>
                <c:pt idx="684">
                  <c:v>2.8374999999999999</c:v>
                </c:pt>
                <c:pt idx="685">
                  <c:v>2.8416670000000002</c:v>
                </c:pt>
                <c:pt idx="686">
                  <c:v>2.8458329999999998</c:v>
                </c:pt>
                <c:pt idx="687">
                  <c:v>2.85</c:v>
                </c:pt>
                <c:pt idx="688">
                  <c:v>2.8541669999999999</c:v>
                </c:pt>
                <c:pt idx="689">
                  <c:v>2.8541669999999999</c:v>
                </c:pt>
                <c:pt idx="690">
                  <c:v>2.858333</c:v>
                </c:pt>
                <c:pt idx="691">
                  <c:v>2.8624999999999998</c:v>
                </c:pt>
                <c:pt idx="692">
                  <c:v>2.8666670000000001</c:v>
                </c:pt>
                <c:pt idx="693">
                  <c:v>2.8708330000000002</c:v>
                </c:pt>
                <c:pt idx="694">
                  <c:v>2.875</c:v>
                </c:pt>
                <c:pt idx="695">
                  <c:v>2.8791669999999998</c:v>
                </c:pt>
                <c:pt idx="696">
                  <c:v>2.8833329999999999</c:v>
                </c:pt>
                <c:pt idx="697">
                  <c:v>2.8875000000000002</c:v>
                </c:pt>
                <c:pt idx="698">
                  <c:v>2.891667</c:v>
                </c:pt>
                <c:pt idx="699">
                  <c:v>2.8958330000000001</c:v>
                </c:pt>
                <c:pt idx="700">
                  <c:v>2.9</c:v>
                </c:pt>
                <c:pt idx="701">
                  <c:v>2.9041670000000002</c:v>
                </c:pt>
                <c:pt idx="702">
                  <c:v>2.9083329999999998</c:v>
                </c:pt>
                <c:pt idx="703">
                  <c:v>2.9125000000000001</c:v>
                </c:pt>
                <c:pt idx="704">
                  <c:v>2.9166669999999999</c:v>
                </c:pt>
                <c:pt idx="705">
                  <c:v>2.920833</c:v>
                </c:pt>
                <c:pt idx="706">
                  <c:v>2.9249999999999998</c:v>
                </c:pt>
                <c:pt idx="707">
                  <c:v>2.9291670000000001</c:v>
                </c:pt>
                <c:pt idx="708">
                  <c:v>2.9333330000000002</c:v>
                </c:pt>
                <c:pt idx="709">
                  <c:v>2.9375</c:v>
                </c:pt>
                <c:pt idx="710">
                  <c:v>2.9416669999999998</c:v>
                </c:pt>
                <c:pt idx="711">
                  <c:v>2.9458329999999999</c:v>
                </c:pt>
                <c:pt idx="712">
                  <c:v>2.95</c:v>
                </c:pt>
                <c:pt idx="713">
                  <c:v>2.954167</c:v>
                </c:pt>
                <c:pt idx="714">
                  <c:v>2.9583330000000001</c:v>
                </c:pt>
                <c:pt idx="715">
                  <c:v>2.9624999999999999</c:v>
                </c:pt>
                <c:pt idx="716">
                  <c:v>2.9666670000000002</c:v>
                </c:pt>
                <c:pt idx="717">
                  <c:v>2.9708329999999998</c:v>
                </c:pt>
                <c:pt idx="718">
                  <c:v>2.9750000000000001</c:v>
                </c:pt>
                <c:pt idx="719">
                  <c:v>2.9791669999999999</c:v>
                </c:pt>
                <c:pt idx="720">
                  <c:v>2.983333</c:v>
                </c:pt>
                <c:pt idx="721">
                  <c:v>2.9874999999999998</c:v>
                </c:pt>
                <c:pt idx="722">
                  <c:v>2.9916670000000001</c:v>
                </c:pt>
                <c:pt idx="723">
                  <c:v>2.9958330000000002</c:v>
                </c:pt>
                <c:pt idx="724">
                  <c:v>3</c:v>
                </c:pt>
                <c:pt idx="725">
                  <c:v>3.0041669999999998</c:v>
                </c:pt>
                <c:pt idx="726">
                  <c:v>3.0083329999999999</c:v>
                </c:pt>
                <c:pt idx="727">
                  <c:v>3.0125000000000002</c:v>
                </c:pt>
                <c:pt idx="728">
                  <c:v>3.016667</c:v>
                </c:pt>
                <c:pt idx="729">
                  <c:v>3.0208330000000001</c:v>
                </c:pt>
                <c:pt idx="730">
                  <c:v>3.0249999999999999</c:v>
                </c:pt>
                <c:pt idx="731">
                  <c:v>3.0291670000000002</c:v>
                </c:pt>
                <c:pt idx="732">
                  <c:v>3.0333329999999998</c:v>
                </c:pt>
                <c:pt idx="733">
                  <c:v>3.0375000000000001</c:v>
                </c:pt>
                <c:pt idx="734">
                  <c:v>3.0416669999999999</c:v>
                </c:pt>
                <c:pt idx="735">
                  <c:v>3.045833</c:v>
                </c:pt>
                <c:pt idx="736">
                  <c:v>3.05</c:v>
                </c:pt>
                <c:pt idx="737">
                  <c:v>3.0541670000000001</c:v>
                </c:pt>
                <c:pt idx="738">
                  <c:v>3.0583330000000002</c:v>
                </c:pt>
                <c:pt idx="739">
                  <c:v>3.0625</c:v>
                </c:pt>
                <c:pt idx="740">
                  <c:v>3.0666669999999998</c:v>
                </c:pt>
                <c:pt idx="741">
                  <c:v>3.0666669999999998</c:v>
                </c:pt>
                <c:pt idx="742">
                  <c:v>3.0708329999999999</c:v>
                </c:pt>
                <c:pt idx="743">
                  <c:v>3.0750000000000002</c:v>
                </c:pt>
                <c:pt idx="744">
                  <c:v>3.079167</c:v>
                </c:pt>
                <c:pt idx="745">
                  <c:v>3.079167</c:v>
                </c:pt>
                <c:pt idx="746">
                  <c:v>3.0833330000000001</c:v>
                </c:pt>
                <c:pt idx="747">
                  <c:v>3.0874999999999999</c:v>
                </c:pt>
                <c:pt idx="748">
                  <c:v>3.0916670000000002</c:v>
                </c:pt>
                <c:pt idx="749">
                  <c:v>3.0958329999999998</c:v>
                </c:pt>
                <c:pt idx="750">
                  <c:v>3.1</c:v>
                </c:pt>
                <c:pt idx="751">
                  <c:v>3.1041669999999999</c:v>
                </c:pt>
                <c:pt idx="752">
                  <c:v>3.108333</c:v>
                </c:pt>
                <c:pt idx="753">
                  <c:v>3.1124999999999998</c:v>
                </c:pt>
                <c:pt idx="754">
                  <c:v>3.1166670000000001</c:v>
                </c:pt>
                <c:pt idx="755">
                  <c:v>3.1208330000000002</c:v>
                </c:pt>
                <c:pt idx="756">
                  <c:v>3.125</c:v>
                </c:pt>
                <c:pt idx="757">
                  <c:v>3.1291669999999998</c:v>
                </c:pt>
                <c:pt idx="758">
                  <c:v>3.1333329999999999</c:v>
                </c:pt>
                <c:pt idx="759">
                  <c:v>3.1375000000000002</c:v>
                </c:pt>
                <c:pt idx="760">
                  <c:v>3.141667</c:v>
                </c:pt>
                <c:pt idx="761">
                  <c:v>3.1458330000000001</c:v>
                </c:pt>
                <c:pt idx="762">
                  <c:v>3.15</c:v>
                </c:pt>
                <c:pt idx="763">
                  <c:v>3.1541670000000002</c:v>
                </c:pt>
                <c:pt idx="764">
                  <c:v>3.1583329999999998</c:v>
                </c:pt>
                <c:pt idx="765">
                  <c:v>3.1625000000000001</c:v>
                </c:pt>
                <c:pt idx="766">
                  <c:v>3.1666669999999999</c:v>
                </c:pt>
                <c:pt idx="767">
                  <c:v>3.170833</c:v>
                </c:pt>
                <c:pt idx="768">
                  <c:v>3.1749999999999998</c:v>
                </c:pt>
                <c:pt idx="769">
                  <c:v>3.1791670000000001</c:v>
                </c:pt>
                <c:pt idx="770">
                  <c:v>3.1791670000000001</c:v>
                </c:pt>
                <c:pt idx="771">
                  <c:v>3.1833330000000002</c:v>
                </c:pt>
                <c:pt idx="772">
                  <c:v>3.1875</c:v>
                </c:pt>
                <c:pt idx="773">
                  <c:v>3.1916669999999998</c:v>
                </c:pt>
                <c:pt idx="774">
                  <c:v>3.1958329999999999</c:v>
                </c:pt>
                <c:pt idx="775">
                  <c:v>3.2</c:v>
                </c:pt>
                <c:pt idx="776">
                  <c:v>3.204167</c:v>
                </c:pt>
                <c:pt idx="777">
                  <c:v>3.2083330000000001</c:v>
                </c:pt>
                <c:pt idx="778">
                  <c:v>3.2124999999999999</c:v>
                </c:pt>
                <c:pt idx="779">
                  <c:v>3.2166670000000002</c:v>
                </c:pt>
                <c:pt idx="780">
                  <c:v>3.2208329999999998</c:v>
                </c:pt>
                <c:pt idx="781">
                  <c:v>3.2250000000000001</c:v>
                </c:pt>
                <c:pt idx="782">
                  <c:v>3.2291669999999999</c:v>
                </c:pt>
                <c:pt idx="783">
                  <c:v>3.233333</c:v>
                </c:pt>
                <c:pt idx="784">
                  <c:v>3.2374999999999998</c:v>
                </c:pt>
                <c:pt idx="785">
                  <c:v>3.2416670000000001</c:v>
                </c:pt>
                <c:pt idx="786">
                  <c:v>3.2458330000000002</c:v>
                </c:pt>
                <c:pt idx="787">
                  <c:v>3.25</c:v>
                </c:pt>
                <c:pt idx="788">
                  <c:v>3.2541669999999998</c:v>
                </c:pt>
                <c:pt idx="789">
                  <c:v>3.2583329999999999</c:v>
                </c:pt>
                <c:pt idx="790">
                  <c:v>3.2625000000000002</c:v>
                </c:pt>
                <c:pt idx="791">
                  <c:v>3.266667</c:v>
                </c:pt>
                <c:pt idx="792">
                  <c:v>3.2708330000000001</c:v>
                </c:pt>
                <c:pt idx="793">
                  <c:v>3.2749999999999999</c:v>
                </c:pt>
                <c:pt idx="794">
                  <c:v>3.2791670000000002</c:v>
                </c:pt>
                <c:pt idx="795">
                  <c:v>3.2833329999999998</c:v>
                </c:pt>
                <c:pt idx="796">
                  <c:v>3.2875000000000001</c:v>
                </c:pt>
                <c:pt idx="797">
                  <c:v>3.2916669999999999</c:v>
                </c:pt>
                <c:pt idx="798">
                  <c:v>3.295833</c:v>
                </c:pt>
                <c:pt idx="799">
                  <c:v>3.3</c:v>
                </c:pt>
                <c:pt idx="800">
                  <c:v>3.3041670000000001</c:v>
                </c:pt>
                <c:pt idx="801">
                  <c:v>3.3083330000000002</c:v>
                </c:pt>
                <c:pt idx="802">
                  <c:v>3.3125</c:v>
                </c:pt>
                <c:pt idx="803">
                  <c:v>3.3166669999999998</c:v>
                </c:pt>
                <c:pt idx="804">
                  <c:v>3.3208329999999999</c:v>
                </c:pt>
                <c:pt idx="805">
                  <c:v>3.3250000000000002</c:v>
                </c:pt>
                <c:pt idx="806">
                  <c:v>3.329167</c:v>
                </c:pt>
                <c:pt idx="807">
                  <c:v>3.3333330000000001</c:v>
                </c:pt>
                <c:pt idx="808">
                  <c:v>3.3374999999999999</c:v>
                </c:pt>
                <c:pt idx="809">
                  <c:v>3.3416670000000002</c:v>
                </c:pt>
                <c:pt idx="810">
                  <c:v>3.3458329999999998</c:v>
                </c:pt>
                <c:pt idx="811">
                  <c:v>3.35</c:v>
                </c:pt>
                <c:pt idx="812">
                  <c:v>3.3541669999999999</c:v>
                </c:pt>
                <c:pt idx="813">
                  <c:v>3.358333</c:v>
                </c:pt>
                <c:pt idx="814">
                  <c:v>3.3624999999999998</c:v>
                </c:pt>
                <c:pt idx="815">
                  <c:v>3.3666670000000001</c:v>
                </c:pt>
                <c:pt idx="816">
                  <c:v>3.3708330000000002</c:v>
                </c:pt>
                <c:pt idx="817">
                  <c:v>3.375</c:v>
                </c:pt>
                <c:pt idx="818">
                  <c:v>3.3791669999999998</c:v>
                </c:pt>
                <c:pt idx="819">
                  <c:v>3.3833329999999999</c:v>
                </c:pt>
                <c:pt idx="820">
                  <c:v>3.3875000000000002</c:v>
                </c:pt>
                <c:pt idx="821">
                  <c:v>3.391667</c:v>
                </c:pt>
                <c:pt idx="822">
                  <c:v>3.3958330000000001</c:v>
                </c:pt>
                <c:pt idx="823">
                  <c:v>3.4</c:v>
                </c:pt>
                <c:pt idx="824">
                  <c:v>3.4041670000000002</c:v>
                </c:pt>
                <c:pt idx="825">
                  <c:v>3.4083329999999998</c:v>
                </c:pt>
                <c:pt idx="826">
                  <c:v>3.4125000000000001</c:v>
                </c:pt>
                <c:pt idx="827">
                  <c:v>3.4166669999999999</c:v>
                </c:pt>
                <c:pt idx="828">
                  <c:v>3.420833</c:v>
                </c:pt>
                <c:pt idx="829">
                  <c:v>3.4249999999999998</c:v>
                </c:pt>
                <c:pt idx="830">
                  <c:v>3.4291670000000001</c:v>
                </c:pt>
                <c:pt idx="831">
                  <c:v>3.4333330000000002</c:v>
                </c:pt>
                <c:pt idx="832">
                  <c:v>3.4375</c:v>
                </c:pt>
                <c:pt idx="833">
                  <c:v>3.4416669999999998</c:v>
                </c:pt>
                <c:pt idx="834">
                  <c:v>3.4458329999999999</c:v>
                </c:pt>
                <c:pt idx="835">
                  <c:v>3.45</c:v>
                </c:pt>
                <c:pt idx="836">
                  <c:v>3.454167</c:v>
                </c:pt>
                <c:pt idx="837">
                  <c:v>3.4583330000000001</c:v>
                </c:pt>
                <c:pt idx="838">
                  <c:v>3.4624999999999999</c:v>
                </c:pt>
                <c:pt idx="839">
                  <c:v>3.4666670000000002</c:v>
                </c:pt>
                <c:pt idx="840">
                  <c:v>3.4708329999999998</c:v>
                </c:pt>
                <c:pt idx="841">
                  <c:v>3.4750000000000001</c:v>
                </c:pt>
                <c:pt idx="842">
                  <c:v>3.4791669999999999</c:v>
                </c:pt>
                <c:pt idx="843">
                  <c:v>3.483333</c:v>
                </c:pt>
                <c:pt idx="844">
                  <c:v>3.4874999999999998</c:v>
                </c:pt>
                <c:pt idx="845">
                  <c:v>3.4916670000000001</c:v>
                </c:pt>
                <c:pt idx="846">
                  <c:v>3.4958330000000002</c:v>
                </c:pt>
                <c:pt idx="847">
                  <c:v>3.5</c:v>
                </c:pt>
                <c:pt idx="848">
                  <c:v>3.5041669999999998</c:v>
                </c:pt>
                <c:pt idx="849">
                  <c:v>3.5083329999999999</c:v>
                </c:pt>
                <c:pt idx="850">
                  <c:v>3.5125000000000002</c:v>
                </c:pt>
                <c:pt idx="851">
                  <c:v>3.516667</c:v>
                </c:pt>
                <c:pt idx="852">
                  <c:v>3.5208330000000001</c:v>
                </c:pt>
                <c:pt idx="853">
                  <c:v>3.5249999999999999</c:v>
                </c:pt>
                <c:pt idx="854">
                  <c:v>3.5291670000000002</c:v>
                </c:pt>
                <c:pt idx="855">
                  <c:v>3.5333329999999998</c:v>
                </c:pt>
                <c:pt idx="856">
                  <c:v>3.5375000000000001</c:v>
                </c:pt>
                <c:pt idx="857">
                  <c:v>3.5416669999999999</c:v>
                </c:pt>
                <c:pt idx="858">
                  <c:v>3.545833</c:v>
                </c:pt>
                <c:pt idx="859">
                  <c:v>3.55</c:v>
                </c:pt>
                <c:pt idx="860">
                  <c:v>3.5541670000000001</c:v>
                </c:pt>
                <c:pt idx="861">
                  <c:v>3.5583330000000002</c:v>
                </c:pt>
                <c:pt idx="862">
                  <c:v>3.5625</c:v>
                </c:pt>
                <c:pt idx="863">
                  <c:v>3.5666669999999998</c:v>
                </c:pt>
                <c:pt idx="864">
                  <c:v>3.5708329999999999</c:v>
                </c:pt>
                <c:pt idx="865">
                  <c:v>3.5750000000000002</c:v>
                </c:pt>
                <c:pt idx="866">
                  <c:v>3.579167</c:v>
                </c:pt>
                <c:pt idx="867">
                  <c:v>3.5833330000000001</c:v>
                </c:pt>
                <c:pt idx="868">
                  <c:v>3.5874999999999999</c:v>
                </c:pt>
                <c:pt idx="869">
                  <c:v>3.5916670000000002</c:v>
                </c:pt>
                <c:pt idx="870">
                  <c:v>3.5958329999999998</c:v>
                </c:pt>
                <c:pt idx="871">
                  <c:v>3.6</c:v>
                </c:pt>
                <c:pt idx="872">
                  <c:v>3.6041669999999999</c:v>
                </c:pt>
                <c:pt idx="873">
                  <c:v>3.608333</c:v>
                </c:pt>
                <c:pt idx="874">
                  <c:v>3.6124999999999998</c:v>
                </c:pt>
                <c:pt idx="875">
                  <c:v>3.6166670000000001</c:v>
                </c:pt>
                <c:pt idx="876">
                  <c:v>3.6208330000000002</c:v>
                </c:pt>
                <c:pt idx="877">
                  <c:v>3.625</c:v>
                </c:pt>
                <c:pt idx="878">
                  <c:v>3.6291669999999998</c:v>
                </c:pt>
                <c:pt idx="879">
                  <c:v>3.6333329999999999</c:v>
                </c:pt>
                <c:pt idx="880">
                  <c:v>3.6375000000000002</c:v>
                </c:pt>
                <c:pt idx="881">
                  <c:v>3.641667</c:v>
                </c:pt>
                <c:pt idx="882">
                  <c:v>3.6458330000000001</c:v>
                </c:pt>
                <c:pt idx="883">
                  <c:v>3.65</c:v>
                </c:pt>
                <c:pt idx="884">
                  <c:v>3.6541670000000002</c:v>
                </c:pt>
                <c:pt idx="885">
                  <c:v>3.6583329999999998</c:v>
                </c:pt>
                <c:pt idx="886">
                  <c:v>3.6625000000000001</c:v>
                </c:pt>
                <c:pt idx="887">
                  <c:v>3.6666669999999999</c:v>
                </c:pt>
                <c:pt idx="888">
                  <c:v>3.670833</c:v>
                </c:pt>
                <c:pt idx="889">
                  <c:v>3.6749999999999998</c:v>
                </c:pt>
                <c:pt idx="890">
                  <c:v>3.6791670000000001</c:v>
                </c:pt>
                <c:pt idx="891">
                  <c:v>3.6833330000000002</c:v>
                </c:pt>
                <c:pt idx="892">
                  <c:v>3.6875</c:v>
                </c:pt>
                <c:pt idx="893">
                  <c:v>3.6916669999999998</c:v>
                </c:pt>
                <c:pt idx="894">
                  <c:v>3.6958329999999999</c:v>
                </c:pt>
                <c:pt idx="895">
                  <c:v>3.7</c:v>
                </c:pt>
                <c:pt idx="896">
                  <c:v>3.704167</c:v>
                </c:pt>
                <c:pt idx="897">
                  <c:v>3.7083330000000001</c:v>
                </c:pt>
                <c:pt idx="898">
                  <c:v>3.7124999999999999</c:v>
                </c:pt>
                <c:pt idx="899">
                  <c:v>3.7166670000000002</c:v>
                </c:pt>
                <c:pt idx="900">
                  <c:v>3.7208329999999998</c:v>
                </c:pt>
                <c:pt idx="901">
                  <c:v>3.7250000000000001</c:v>
                </c:pt>
                <c:pt idx="902">
                  <c:v>3.7291669999999999</c:v>
                </c:pt>
                <c:pt idx="903">
                  <c:v>3.733333</c:v>
                </c:pt>
                <c:pt idx="904">
                  <c:v>3.7374999999999998</c:v>
                </c:pt>
                <c:pt idx="905">
                  <c:v>3.7416670000000001</c:v>
                </c:pt>
                <c:pt idx="906">
                  <c:v>3.7458330000000002</c:v>
                </c:pt>
                <c:pt idx="907">
                  <c:v>3.75</c:v>
                </c:pt>
                <c:pt idx="908">
                  <c:v>3.7541669999999998</c:v>
                </c:pt>
                <c:pt idx="909">
                  <c:v>3.7583329999999999</c:v>
                </c:pt>
                <c:pt idx="910">
                  <c:v>3.7625000000000002</c:v>
                </c:pt>
                <c:pt idx="911">
                  <c:v>3.766667</c:v>
                </c:pt>
                <c:pt idx="912">
                  <c:v>3.7708330000000001</c:v>
                </c:pt>
                <c:pt idx="913">
                  <c:v>3.7749999999999999</c:v>
                </c:pt>
                <c:pt idx="914">
                  <c:v>3.7791670000000002</c:v>
                </c:pt>
                <c:pt idx="915">
                  <c:v>3.7833329999999998</c:v>
                </c:pt>
                <c:pt idx="916">
                  <c:v>3.7875000000000001</c:v>
                </c:pt>
                <c:pt idx="917">
                  <c:v>3.7916669999999999</c:v>
                </c:pt>
                <c:pt idx="918">
                  <c:v>3.795833</c:v>
                </c:pt>
                <c:pt idx="919">
                  <c:v>3.8</c:v>
                </c:pt>
                <c:pt idx="920">
                  <c:v>3.8041670000000001</c:v>
                </c:pt>
                <c:pt idx="921">
                  <c:v>3.8083330000000002</c:v>
                </c:pt>
                <c:pt idx="922">
                  <c:v>3.8125</c:v>
                </c:pt>
                <c:pt idx="923">
                  <c:v>3.8166669999999998</c:v>
                </c:pt>
                <c:pt idx="924">
                  <c:v>3.8208329999999999</c:v>
                </c:pt>
                <c:pt idx="925">
                  <c:v>3.8250000000000002</c:v>
                </c:pt>
                <c:pt idx="926">
                  <c:v>3.829167</c:v>
                </c:pt>
                <c:pt idx="927">
                  <c:v>3.8333330000000001</c:v>
                </c:pt>
                <c:pt idx="928">
                  <c:v>3.8374999999999999</c:v>
                </c:pt>
                <c:pt idx="929">
                  <c:v>3.8416670000000002</c:v>
                </c:pt>
                <c:pt idx="930">
                  <c:v>3.8458329999999998</c:v>
                </c:pt>
                <c:pt idx="931">
                  <c:v>3.85</c:v>
                </c:pt>
                <c:pt idx="932">
                  <c:v>3.8541669999999999</c:v>
                </c:pt>
                <c:pt idx="933">
                  <c:v>3.858333</c:v>
                </c:pt>
                <c:pt idx="934">
                  <c:v>3.8624999999999998</c:v>
                </c:pt>
                <c:pt idx="935">
                  <c:v>3.8666670000000001</c:v>
                </c:pt>
                <c:pt idx="936">
                  <c:v>3.8708330000000002</c:v>
                </c:pt>
                <c:pt idx="937">
                  <c:v>3.875</c:v>
                </c:pt>
                <c:pt idx="938">
                  <c:v>3.8791669999999998</c:v>
                </c:pt>
                <c:pt idx="939">
                  <c:v>3.8833329999999999</c:v>
                </c:pt>
                <c:pt idx="940">
                  <c:v>3.8875000000000002</c:v>
                </c:pt>
                <c:pt idx="941">
                  <c:v>3.891667</c:v>
                </c:pt>
                <c:pt idx="942">
                  <c:v>3.8958330000000001</c:v>
                </c:pt>
                <c:pt idx="943">
                  <c:v>3.9</c:v>
                </c:pt>
                <c:pt idx="944">
                  <c:v>3.9041670000000002</c:v>
                </c:pt>
                <c:pt idx="945">
                  <c:v>3.9083329999999998</c:v>
                </c:pt>
                <c:pt idx="946">
                  <c:v>3.9125000000000001</c:v>
                </c:pt>
                <c:pt idx="947">
                  <c:v>3.9166669999999999</c:v>
                </c:pt>
                <c:pt idx="948">
                  <c:v>3.920833</c:v>
                </c:pt>
                <c:pt idx="949">
                  <c:v>3.9249999999999998</c:v>
                </c:pt>
                <c:pt idx="950">
                  <c:v>3.9291670000000001</c:v>
                </c:pt>
                <c:pt idx="951">
                  <c:v>3.9333330000000002</c:v>
                </c:pt>
                <c:pt idx="952">
                  <c:v>3.9375</c:v>
                </c:pt>
                <c:pt idx="953">
                  <c:v>3.9416669999999998</c:v>
                </c:pt>
                <c:pt idx="954">
                  <c:v>3.9458329999999999</c:v>
                </c:pt>
                <c:pt idx="955">
                  <c:v>3.95</c:v>
                </c:pt>
                <c:pt idx="956">
                  <c:v>3.954167</c:v>
                </c:pt>
                <c:pt idx="957">
                  <c:v>3.9583330000000001</c:v>
                </c:pt>
                <c:pt idx="958">
                  <c:v>3.9624999999999999</c:v>
                </c:pt>
                <c:pt idx="959">
                  <c:v>3.9666670000000002</c:v>
                </c:pt>
                <c:pt idx="960">
                  <c:v>3.9708329999999998</c:v>
                </c:pt>
                <c:pt idx="961">
                  <c:v>3.9750000000000001</c:v>
                </c:pt>
                <c:pt idx="962">
                  <c:v>3.9791669999999999</c:v>
                </c:pt>
                <c:pt idx="963">
                  <c:v>3.983333</c:v>
                </c:pt>
                <c:pt idx="964">
                  <c:v>3.9874999999999998</c:v>
                </c:pt>
                <c:pt idx="965">
                  <c:v>3.9916670000000001</c:v>
                </c:pt>
                <c:pt idx="966">
                  <c:v>3.9958330000000002</c:v>
                </c:pt>
                <c:pt idx="967">
                  <c:v>4</c:v>
                </c:pt>
                <c:pt idx="968">
                  <c:v>4.0041669999999998</c:v>
                </c:pt>
                <c:pt idx="969">
                  <c:v>4.0083330000000004</c:v>
                </c:pt>
                <c:pt idx="970">
                  <c:v>4.0125000000000002</c:v>
                </c:pt>
                <c:pt idx="971">
                  <c:v>4.016667</c:v>
                </c:pt>
                <c:pt idx="972">
                  <c:v>4.0208329999999997</c:v>
                </c:pt>
                <c:pt idx="973">
                  <c:v>4.0250000000000004</c:v>
                </c:pt>
                <c:pt idx="974">
                  <c:v>4.0291670000000002</c:v>
                </c:pt>
                <c:pt idx="975">
                  <c:v>4.0333329999999998</c:v>
                </c:pt>
                <c:pt idx="976">
                  <c:v>4.0374999999999996</c:v>
                </c:pt>
                <c:pt idx="977">
                  <c:v>4.0416670000000003</c:v>
                </c:pt>
                <c:pt idx="978">
                  <c:v>4.045833</c:v>
                </c:pt>
                <c:pt idx="979">
                  <c:v>4.05</c:v>
                </c:pt>
                <c:pt idx="980">
                  <c:v>4.0541669999999996</c:v>
                </c:pt>
                <c:pt idx="981">
                  <c:v>4.0583330000000002</c:v>
                </c:pt>
                <c:pt idx="982">
                  <c:v>4.0625</c:v>
                </c:pt>
                <c:pt idx="983">
                  <c:v>4.0666669999999998</c:v>
                </c:pt>
                <c:pt idx="984">
                  <c:v>4.0708330000000004</c:v>
                </c:pt>
                <c:pt idx="985">
                  <c:v>4.0750000000000002</c:v>
                </c:pt>
                <c:pt idx="986">
                  <c:v>4.079167</c:v>
                </c:pt>
                <c:pt idx="987">
                  <c:v>4.0833329999999997</c:v>
                </c:pt>
                <c:pt idx="988">
                  <c:v>4.0875000000000004</c:v>
                </c:pt>
                <c:pt idx="989">
                  <c:v>4.0916670000000002</c:v>
                </c:pt>
                <c:pt idx="990">
                  <c:v>4.0958329999999998</c:v>
                </c:pt>
                <c:pt idx="991">
                  <c:v>4.0999999999999996</c:v>
                </c:pt>
                <c:pt idx="992">
                  <c:v>4.1041670000000003</c:v>
                </c:pt>
                <c:pt idx="993">
                  <c:v>4.108333</c:v>
                </c:pt>
                <c:pt idx="994">
                  <c:v>4.1124999999999998</c:v>
                </c:pt>
                <c:pt idx="995">
                  <c:v>4.1166669999999996</c:v>
                </c:pt>
                <c:pt idx="996">
                  <c:v>4.1208330000000002</c:v>
                </c:pt>
                <c:pt idx="997">
                  <c:v>4.125</c:v>
                </c:pt>
                <c:pt idx="998">
                  <c:v>4.1291669999999998</c:v>
                </c:pt>
                <c:pt idx="999">
                  <c:v>4.1333330000000004</c:v>
                </c:pt>
                <c:pt idx="1000">
                  <c:v>4.1375000000000002</c:v>
                </c:pt>
                <c:pt idx="1001">
                  <c:v>4.141667</c:v>
                </c:pt>
                <c:pt idx="1002">
                  <c:v>4.1458329999999997</c:v>
                </c:pt>
                <c:pt idx="1003">
                  <c:v>4.1500000000000004</c:v>
                </c:pt>
                <c:pt idx="1004">
                  <c:v>4.1541670000000002</c:v>
                </c:pt>
                <c:pt idx="1005">
                  <c:v>4.1583329999999998</c:v>
                </c:pt>
                <c:pt idx="1006">
                  <c:v>4.1624999999999996</c:v>
                </c:pt>
                <c:pt idx="1007">
                  <c:v>4.1666670000000003</c:v>
                </c:pt>
                <c:pt idx="1008">
                  <c:v>4.170833</c:v>
                </c:pt>
                <c:pt idx="1009">
                  <c:v>4.1749999999999998</c:v>
                </c:pt>
                <c:pt idx="1010">
                  <c:v>4.1791669999999996</c:v>
                </c:pt>
                <c:pt idx="1011">
                  <c:v>4.1833330000000002</c:v>
                </c:pt>
                <c:pt idx="1012">
                  <c:v>4.1875</c:v>
                </c:pt>
                <c:pt idx="1013">
                  <c:v>4.1916669999999998</c:v>
                </c:pt>
                <c:pt idx="1014">
                  <c:v>4.1958330000000004</c:v>
                </c:pt>
                <c:pt idx="1015">
                  <c:v>4.2</c:v>
                </c:pt>
                <c:pt idx="1016">
                  <c:v>4.204167</c:v>
                </c:pt>
                <c:pt idx="1017">
                  <c:v>4.2083329999999997</c:v>
                </c:pt>
                <c:pt idx="1018">
                  <c:v>4.2125000000000004</c:v>
                </c:pt>
                <c:pt idx="1019">
                  <c:v>4.2166670000000002</c:v>
                </c:pt>
                <c:pt idx="1020">
                  <c:v>4.2208329999999998</c:v>
                </c:pt>
                <c:pt idx="1021">
                  <c:v>4.2249999999999996</c:v>
                </c:pt>
                <c:pt idx="1022">
                  <c:v>4.2291670000000003</c:v>
                </c:pt>
                <c:pt idx="1023">
                  <c:v>4.233333</c:v>
                </c:pt>
                <c:pt idx="1024">
                  <c:v>4.2374999999999998</c:v>
                </c:pt>
                <c:pt idx="1025">
                  <c:v>4.2416669999999996</c:v>
                </c:pt>
                <c:pt idx="1026">
                  <c:v>4.2458330000000002</c:v>
                </c:pt>
                <c:pt idx="1027">
                  <c:v>4.25</c:v>
                </c:pt>
                <c:pt idx="1028">
                  <c:v>4.2541669999999998</c:v>
                </c:pt>
                <c:pt idx="1029">
                  <c:v>4.2583330000000004</c:v>
                </c:pt>
                <c:pt idx="1030">
                  <c:v>4.2625000000000002</c:v>
                </c:pt>
                <c:pt idx="1031">
                  <c:v>4.266667</c:v>
                </c:pt>
                <c:pt idx="1032">
                  <c:v>4.2708329999999997</c:v>
                </c:pt>
                <c:pt idx="1033">
                  <c:v>4.2750000000000004</c:v>
                </c:pt>
                <c:pt idx="1034">
                  <c:v>4.2791670000000002</c:v>
                </c:pt>
                <c:pt idx="1035">
                  <c:v>4.2833329999999998</c:v>
                </c:pt>
                <c:pt idx="1036">
                  <c:v>4.2874999999999996</c:v>
                </c:pt>
                <c:pt idx="1037">
                  <c:v>4.2916670000000003</c:v>
                </c:pt>
                <c:pt idx="1038">
                  <c:v>4.295833</c:v>
                </c:pt>
                <c:pt idx="1039">
                  <c:v>4.3</c:v>
                </c:pt>
                <c:pt idx="1040">
                  <c:v>4.3041669999999996</c:v>
                </c:pt>
                <c:pt idx="1041">
                  <c:v>4.3083330000000002</c:v>
                </c:pt>
                <c:pt idx="1042">
                  <c:v>4.3125</c:v>
                </c:pt>
                <c:pt idx="1043">
                  <c:v>4.3166669999999998</c:v>
                </c:pt>
                <c:pt idx="1044">
                  <c:v>4.3208330000000004</c:v>
                </c:pt>
                <c:pt idx="1045">
                  <c:v>4.3250000000000002</c:v>
                </c:pt>
                <c:pt idx="1046">
                  <c:v>4.329167</c:v>
                </c:pt>
                <c:pt idx="1047">
                  <c:v>4.3333329999999997</c:v>
                </c:pt>
                <c:pt idx="1048">
                  <c:v>4.3375000000000004</c:v>
                </c:pt>
                <c:pt idx="1049">
                  <c:v>4.3416670000000002</c:v>
                </c:pt>
                <c:pt idx="1050">
                  <c:v>4.3458329999999998</c:v>
                </c:pt>
                <c:pt idx="1051">
                  <c:v>4.3499999999999996</c:v>
                </c:pt>
                <c:pt idx="1052">
                  <c:v>4.3541670000000003</c:v>
                </c:pt>
                <c:pt idx="1053">
                  <c:v>4.358333</c:v>
                </c:pt>
                <c:pt idx="1054">
                  <c:v>4.3624999999999998</c:v>
                </c:pt>
                <c:pt idx="1055">
                  <c:v>4.3666669999999996</c:v>
                </c:pt>
                <c:pt idx="1056">
                  <c:v>4.3708330000000002</c:v>
                </c:pt>
                <c:pt idx="1057">
                  <c:v>4.375</c:v>
                </c:pt>
                <c:pt idx="1058">
                  <c:v>4.3791669999999998</c:v>
                </c:pt>
                <c:pt idx="1059">
                  <c:v>4.3833330000000004</c:v>
                </c:pt>
                <c:pt idx="1060">
                  <c:v>4.3875000000000002</c:v>
                </c:pt>
                <c:pt idx="1061">
                  <c:v>4.391667</c:v>
                </c:pt>
                <c:pt idx="1062">
                  <c:v>4.3958329999999997</c:v>
                </c:pt>
                <c:pt idx="1063">
                  <c:v>4.4000000000000004</c:v>
                </c:pt>
                <c:pt idx="1064">
                  <c:v>4.4041670000000002</c:v>
                </c:pt>
                <c:pt idx="1065">
                  <c:v>4.4083329999999998</c:v>
                </c:pt>
                <c:pt idx="1066">
                  <c:v>4.4124999999999996</c:v>
                </c:pt>
                <c:pt idx="1067">
                  <c:v>4.4166670000000003</c:v>
                </c:pt>
                <c:pt idx="1068">
                  <c:v>4.420833</c:v>
                </c:pt>
                <c:pt idx="1069">
                  <c:v>4.4249999999999998</c:v>
                </c:pt>
                <c:pt idx="1070">
                  <c:v>4.4291669999999996</c:v>
                </c:pt>
                <c:pt idx="1071">
                  <c:v>4.4333330000000002</c:v>
                </c:pt>
                <c:pt idx="1072">
                  <c:v>4.4375</c:v>
                </c:pt>
                <c:pt idx="1073">
                  <c:v>4.4416669999999998</c:v>
                </c:pt>
                <c:pt idx="1074">
                  <c:v>4.4458330000000004</c:v>
                </c:pt>
                <c:pt idx="1075">
                  <c:v>4.45</c:v>
                </c:pt>
                <c:pt idx="1076">
                  <c:v>4.454167</c:v>
                </c:pt>
                <c:pt idx="1077">
                  <c:v>4.4583329999999997</c:v>
                </c:pt>
                <c:pt idx="1078">
                  <c:v>4.4625000000000004</c:v>
                </c:pt>
                <c:pt idx="1079">
                  <c:v>4.4666670000000002</c:v>
                </c:pt>
                <c:pt idx="1080">
                  <c:v>4.4708329999999998</c:v>
                </c:pt>
                <c:pt idx="1081">
                  <c:v>4.4749999999999996</c:v>
                </c:pt>
                <c:pt idx="1082">
                  <c:v>4.4791670000000003</c:v>
                </c:pt>
                <c:pt idx="1083">
                  <c:v>4.483333</c:v>
                </c:pt>
                <c:pt idx="1084">
                  <c:v>4.4874999999999998</c:v>
                </c:pt>
                <c:pt idx="1085">
                  <c:v>4.4916669999999996</c:v>
                </c:pt>
                <c:pt idx="1086">
                  <c:v>4.4958330000000002</c:v>
                </c:pt>
                <c:pt idx="1087">
                  <c:v>4.5</c:v>
                </c:pt>
                <c:pt idx="1088">
                  <c:v>4.5041669999999998</c:v>
                </c:pt>
                <c:pt idx="1089">
                  <c:v>4.5083330000000004</c:v>
                </c:pt>
                <c:pt idx="1090">
                  <c:v>4.5125000000000002</c:v>
                </c:pt>
                <c:pt idx="1091">
                  <c:v>4.516667</c:v>
                </c:pt>
                <c:pt idx="1092">
                  <c:v>4.5208329999999997</c:v>
                </c:pt>
                <c:pt idx="1093">
                  <c:v>4.5250000000000004</c:v>
                </c:pt>
                <c:pt idx="1094">
                  <c:v>4.5291670000000002</c:v>
                </c:pt>
                <c:pt idx="1095">
                  <c:v>4.5333329999999998</c:v>
                </c:pt>
                <c:pt idx="1096">
                  <c:v>4.5374999999999996</c:v>
                </c:pt>
                <c:pt idx="1097">
                  <c:v>4.5416670000000003</c:v>
                </c:pt>
                <c:pt idx="1098">
                  <c:v>4.545833</c:v>
                </c:pt>
                <c:pt idx="1099">
                  <c:v>4.55</c:v>
                </c:pt>
                <c:pt idx="1100">
                  <c:v>4.5541669999999996</c:v>
                </c:pt>
                <c:pt idx="1101">
                  <c:v>4.5583330000000002</c:v>
                </c:pt>
                <c:pt idx="1102">
                  <c:v>4.5625</c:v>
                </c:pt>
                <c:pt idx="1103">
                  <c:v>4.5666669999999998</c:v>
                </c:pt>
                <c:pt idx="1104">
                  <c:v>4.5708330000000004</c:v>
                </c:pt>
                <c:pt idx="1105">
                  <c:v>4.5750000000000002</c:v>
                </c:pt>
                <c:pt idx="1106">
                  <c:v>4.579167</c:v>
                </c:pt>
                <c:pt idx="1107">
                  <c:v>4.5833329999999997</c:v>
                </c:pt>
                <c:pt idx="1108">
                  <c:v>4.5875000000000004</c:v>
                </c:pt>
                <c:pt idx="1109">
                  <c:v>4.5916670000000002</c:v>
                </c:pt>
                <c:pt idx="1110">
                  <c:v>4.5958329999999998</c:v>
                </c:pt>
                <c:pt idx="1111">
                  <c:v>4.5999999999999996</c:v>
                </c:pt>
                <c:pt idx="1112">
                  <c:v>4.6041670000000003</c:v>
                </c:pt>
                <c:pt idx="1113">
                  <c:v>4.608333</c:v>
                </c:pt>
                <c:pt idx="1114">
                  <c:v>4.6124999999999998</c:v>
                </c:pt>
                <c:pt idx="1115">
                  <c:v>4.6166669999999996</c:v>
                </c:pt>
                <c:pt idx="1116">
                  <c:v>4.6208330000000002</c:v>
                </c:pt>
                <c:pt idx="1117">
                  <c:v>4.625</c:v>
                </c:pt>
                <c:pt idx="1118">
                  <c:v>4.6291669999999998</c:v>
                </c:pt>
                <c:pt idx="1119">
                  <c:v>4.6333330000000004</c:v>
                </c:pt>
                <c:pt idx="1120">
                  <c:v>4.6375000000000002</c:v>
                </c:pt>
                <c:pt idx="1121">
                  <c:v>4.641667</c:v>
                </c:pt>
                <c:pt idx="1122">
                  <c:v>4.6458329999999997</c:v>
                </c:pt>
                <c:pt idx="1123">
                  <c:v>4.6500000000000004</c:v>
                </c:pt>
                <c:pt idx="1124">
                  <c:v>4.6541670000000002</c:v>
                </c:pt>
                <c:pt idx="1125">
                  <c:v>4.6583329999999998</c:v>
                </c:pt>
                <c:pt idx="1126">
                  <c:v>4.6624999999999996</c:v>
                </c:pt>
                <c:pt idx="1127">
                  <c:v>4.6666670000000003</c:v>
                </c:pt>
                <c:pt idx="1128">
                  <c:v>4.670833</c:v>
                </c:pt>
                <c:pt idx="1129">
                  <c:v>4.6749999999999998</c:v>
                </c:pt>
                <c:pt idx="1130">
                  <c:v>4.6791669999999996</c:v>
                </c:pt>
                <c:pt idx="1131">
                  <c:v>4.6833330000000002</c:v>
                </c:pt>
                <c:pt idx="1132">
                  <c:v>4.6875</c:v>
                </c:pt>
                <c:pt idx="1133">
                  <c:v>4.6916669999999998</c:v>
                </c:pt>
                <c:pt idx="1134">
                  <c:v>4.6958330000000004</c:v>
                </c:pt>
                <c:pt idx="1135">
                  <c:v>4.7</c:v>
                </c:pt>
                <c:pt idx="1136">
                  <c:v>4.704167</c:v>
                </c:pt>
                <c:pt idx="1137">
                  <c:v>4.7083329999999997</c:v>
                </c:pt>
                <c:pt idx="1138">
                  <c:v>4.7125000000000004</c:v>
                </c:pt>
                <c:pt idx="1139">
                  <c:v>4.7166670000000002</c:v>
                </c:pt>
                <c:pt idx="1140">
                  <c:v>4.7208329999999998</c:v>
                </c:pt>
                <c:pt idx="1141">
                  <c:v>4.7249999999999996</c:v>
                </c:pt>
                <c:pt idx="1142">
                  <c:v>4.7291670000000003</c:v>
                </c:pt>
                <c:pt idx="1143">
                  <c:v>4.733333</c:v>
                </c:pt>
                <c:pt idx="1144">
                  <c:v>4.7374999999999998</c:v>
                </c:pt>
                <c:pt idx="1145">
                  <c:v>4.7416669999999996</c:v>
                </c:pt>
                <c:pt idx="1146">
                  <c:v>4.7458330000000002</c:v>
                </c:pt>
                <c:pt idx="1147">
                  <c:v>4.75</c:v>
                </c:pt>
                <c:pt idx="1148">
                  <c:v>4.7541669999999998</c:v>
                </c:pt>
                <c:pt idx="1149">
                  <c:v>4.7583330000000004</c:v>
                </c:pt>
                <c:pt idx="1150">
                  <c:v>4.7625000000000002</c:v>
                </c:pt>
                <c:pt idx="1151">
                  <c:v>4.766667</c:v>
                </c:pt>
                <c:pt idx="1152">
                  <c:v>4.7708329999999997</c:v>
                </c:pt>
                <c:pt idx="1153">
                  <c:v>4.7750000000000004</c:v>
                </c:pt>
                <c:pt idx="1154">
                  <c:v>4.7791670000000002</c:v>
                </c:pt>
                <c:pt idx="1155">
                  <c:v>4.7833329999999998</c:v>
                </c:pt>
                <c:pt idx="1156">
                  <c:v>4.7874999999999996</c:v>
                </c:pt>
                <c:pt idx="1157">
                  <c:v>4.7916670000000003</c:v>
                </c:pt>
                <c:pt idx="1158">
                  <c:v>4.795833</c:v>
                </c:pt>
                <c:pt idx="1159">
                  <c:v>4.8</c:v>
                </c:pt>
                <c:pt idx="1160">
                  <c:v>4.8041669999999996</c:v>
                </c:pt>
                <c:pt idx="1161">
                  <c:v>4.8083330000000002</c:v>
                </c:pt>
                <c:pt idx="1162">
                  <c:v>4.8125</c:v>
                </c:pt>
                <c:pt idx="1163">
                  <c:v>4.8166669999999998</c:v>
                </c:pt>
                <c:pt idx="1164">
                  <c:v>4.8208330000000004</c:v>
                </c:pt>
                <c:pt idx="1165">
                  <c:v>4.8250000000000002</c:v>
                </c:pt>
                <c:pt idx="1166">
                  <c:v>4.829167</c:v>
                </c:pt>
                <c:pt idx="1167">
                  <c:v>4.8333329999999997</c:v>
                </c:pt>
                <c:pt idx="1168">
                  <c:v>4.8375000000000004</c:v>
                </c:pt>
                <c:pt idx="1169">
                  <c:v>4.8416670000000002</c:v>
                </c:pt>
                <c:pt idx="1170">
                  <c:v>4.8458329999999998</c:v>
                </c:pt>
                <c:pt idx="1171">
                  <c:v>4.8499999999999996</c:v>
                </c:pt>
                <c:pt idx="1172">
                  <c:v>4.8541670000000003</c:v>
                </c:pt>
                <c:pt idx="1173">
                  <c:v>4.858333</c:v>
                </c:pt>
                <c:pt idx="1174">
                  <c:v>4.8624999999999998</c:v>
                </c:pt>
                <c:pt idx="1175">
                  <c:v>4.8666669999999996</c:v>
                </c:pt>
                <c:pt idx="1176">
                  <c:v>4.8708330000000002</c:v>
                </c:pt>
                <c:pt idx="1177">
                  <c:v>4.875</c:v>
                </c:pt>
                <c:pt idx="1178">
                  <c:v>4.8791669999999998</c:v>
                </c:pt>
                <c:pt idx="1179">
                  <c:v>4.8833330000000004</c:v>
                </c:pt>
                <c:pt idx="1180">
                  <c:v>4.8875000000000002</c:v>
                </c:pt>
                <c:pt idx="1181">
                  <c:v>4.891667</c:v>
                </c:pt>
                <c:pt idx="1182">
                  <c:v>4.8958329999999997</c:v>
                </c:pt>
                <c:pt idx="1183">
                  <c:v>4.9000000000000004</c:v>
                </c:pt>
                <c:pt idx="1184">
                  <c:v>4.9041670000000002</c:v>
                </c:pt>
                <c:pt idx="1185">
                  <c:v>4.9083329999999998</c:v>
                </c:pt>
                <c:pt idx="1186">
                  <c:v>4.9124999999999996</c:v>
                </c:pt>
                <c:pt idx="1187">
                  <c:v>4.9166670000000003</c:v>
                </c:pt>
                <c:pt idx="1188">
                  <c:v>4.920833</c:v>
                </c:pt>
                <c:pt idx="1189">
                  <c:v>4.9249999999999998</c:v>
                </c:pt>
                <c:pt idx="1190">
                  <c:v>4.9291669999999996</c:v>
                </c:pt>
                <c:pt idx="1191">
                  <c:v>4.9333330000000002</c:v>
                </c:pt>
                <c:pt idx="1192">
                  <c:v>4.9375</c:v>
                </c:pt>
                <c:pt idx="1193">
                  <c:v>4.9416669999999998</c:v>
                </c:pt>
                <c:pt idx="1194">
                  <c:v>4.9458330000000004</c:v>
                </c:pt>
                <c:pt idx="1195">
                  <c:v>4.95</c:v>
                </c:pt>
                <c:pt idx="1196">
                  <c:v>4.954167</c:v>
                </c:pt>
                <c:pt idx="1197">
                  <c:v>4.9583329999999997</c:v>
                </c:pt>
                <c:pt idx="1198">
                  <c:v>4.9625000000000004</c:v>
                </c:pt>
                <c:pt idx="1199">
                  <c:v>4.9666670000000002</c:v>
                </c:pt>
                <c:pt idx="1200">
                  <c:v>4.9708329999999998</c:v>
                </c:pt>
                <c:pt idx="1201">
                  <c:v>4.9749999999999996</c:v>
                </c:pt>
                <c:pt idx="1202">
                  <c:v>4.9791670000000003</c:v>
                </c:pt>
                <c:pt idx="1203">
                  <c:v>4.983333</c:v>
                </c:pt>
                <c:pt idx="1204">
                  <c:v>4.9874999999999998</c:v>
                </c:pt>
                <c:pt idx="1205">
                  <c:v>4.9916669999999996</c:v>
                </c:pt>
                <c:pt idx="1206">
                  <c:v>4.9958330000000002</c:v>
                </c:pt>
                <c:pt idx="1207">
                  <c:v>5</c:v>
                </c:pt>
                <c:pt idx="1208">
                  <c:v>5.0041669999999998</c:v>
                </c:pt>
                <c:pt idx="1209">
                  <c:v>5.0083330000000004</c:v>
                </c:pt>
                <c:pt idx="1210">
                  <c:v>5.0125000000000002</c:v>
                </c:pt>
                <c:pt idx="1211">
                  <c:v>5.016667</c:v>
                </c:pt>
                <c:pt idx="1212">
                  <c:v>5.0208329999999997</c:v>
                </c:pt>
                <c:pt idx="1213">
                  <c:v>5.0250000000000004</c:v>
                </c:pt>
                <c:pt idx="1214">
                  <c:v>5.0291670000000002</c:v>
                </c:pt>
                <c:pt idx="1215">
                  <c:v>5.0333329999999998</c:v>
                </c:pt>
                <c:pt idx="1216">
                  <c:v>5.0374999999999996</c:v>
                </c:pt>
                <c:pt idx="1217">
                  <c:v>5.0416670000000003</c:v>
                </c:pt>
                <c:pt idx="1218">
                  <c:v>5.045833</c:v>
                </c:pt>
                <c:pt idx="1219">
                  <c:v>5.05</c:v>
                </c:pt>
                <c:pt idx="1220">
                  <c:v>5.0541669999999996</c:v>
                </c:pt>
                <c:pt idx="1221">
                  <c:v>5.0583330000000002</c:v>
                </c:pt>
                <c:pt idx="1222">
                  <c:v>5.0625</c:v>
                </c:pt>
                <c:pt idx="1223">
                  <c:v>5.0666669999999998</c:v>
                </c:pt>
                <c:pt idx="1224">
                  <c:v>5.0708330000000004</c:v>
                </c:pt>
                <c:pt idx="1225">
                  <c:v>5.0750000000000002</c:v>
                </c:pt>
                <c:pt idx="1226">
                  <c:v>5.079167</c:v>
                </c:pt>
                <c:pt idx="1227">
                  <c:v>5.0833329999999997</c:v>
                </c:pt>
                <c:pt idx="1228">
                  <c:v>5.0875000000000004</c:v>
                </c:pt>
                <c:pt idx="1229">
                  <c:v>5.0916670000000002</c:v>
                </c:pt>
                <c:pt idx="1230">
                  <c:v>5.0958329999999998</c:v>
                </c:pt>
                <c:pt idx="1231">
                  <c:v>5.0999999999999996</c:v>
                </c:pt>
                <c:pt idx="1232">
                  <c:v>5.1041670000000003</c:v>
                </c:pt>
                <c:pt idx="1233">
                  <c:v>5.108333</c:v>
                </c:pt>
                <c:pt idx="1234">
                  <c:v>5.1124999999999998</c:v>
                </c:pt>
                <c:pt idx="1235">
                  <c:v>5.1166669999999996</c:v>
                </c:pt>
                <c:pt idx="1236">
                  <c:v>5.1208330000000002</c:v>
                </c:pt>
                <c:pt idx="1237">
                  <c:v>5.125</c:v>
                </c:pt>
                <c:pt idx="1238">
                  <c:v>5.1291669999999998</c:v>
                </c:pt>
                <c:pt idx="1239">
                  <c:v>5.1333330000000004</c:v>
                </c:pt>
                <c:pt idx="1240">
                  <c:v>5.1375000000000002</c:v>
                </c:pt>
                <c:pt idx="1241">
                  <c:v>5.141667</c:v>
                </c:pt>
                <c:pt idx="1242">
                  <c:v>5.1458329999999997</c:v>
                </c:pt>
                <c:pt idx="1243">
                  <c:v>5.15</c:v>
                </c:pt>
                <c:pt idx="1244">
                  <c:v>5.1541670000000002</c:v>
                </c:pt>
                <c:pt idx="1245">
                  <c:v>5.1583329999999998</c:v>
                </c:pt>
                <c:pt idx="1246">
                  <c:v>5.1624999999999996</c:v>
                </c:pt>
                <c:pt idx="1247">
                  <c:v>5.1666670000000003</c:v>
                </c:pt>
                <c:pt idx="1248">
                  <c:v>5.170833</c:v>
                </c:pt>
                <c:pt idx="1249">
                  <c:v>5.1749999999999998</c:v>
                </c:pt>
                <c:pt idx="1250">
                  <c:v>5.1791669999999996</c:v>
                </c:pt>
                <c:pt idx="1251">
                  <c:v>5.1833330000000002</c:v>
                </c:pt>
                <c:pt idx="1252">
                  <c:v>5.1875</c:v>
                </c:pt>
                <c:pt idx="1253">
                  <c:v>5.1916669999999998</c:v>
                </c:pt>
                <c:pt idx="1254">
                  <c:v>5.1958330000000004</c:v>
                </c:pt>
                <c:pt idx="1255">
                  <c:v>5.2</c:v>
                </c:pt>
                <c:pt idx="1256">
                  <c:v>5.204167</c:v>
                </c:pt>
                <c:pt idx="1257">
                  <c:v>5.2083329999999997</c:v>
                </c:pt>
                <c:pt idx="1258">
                  <c:v>5.2125000000000004</c:v>
                </c:pt>
                <c:pt idx="1259">
                  <c:v>5.2166670000000002</c:v>
                </c:pt>
                <c:pt idx="1260">
                  <c:v>5.2208329999999998</c:v>
                </c:pt>
                <c:pt idx="1261">
                  <c:v>5.2249999999999996</c:v>
                </c:pt>
                <c:pt idx="1262">
                  <c:v>5.2291670000000003</c:v>
                </c:pt>
                <c:pt idx="1263">
                  <c:v>5.233333</c:v>
                </c:pt>
                <c:pt idx="1264">
                  <c:v>5.2374999999999998</c:v>
                </c:pt>
                <c:pt idx="1265">
                  <c:v>5.2416669999999996</c:v>
                </c:pt>
                <c:pt idx="1266">
                  <c:v>5.2458330000000002</c:v>
                </c:pt>
                <c:pt idx="1267">
                  <c:v>5.25</c:v>
                </c:pt>
                <c:pt idx="1268">
                  <c:v>5.2541669999999998</c:v>
                </c:pt>
                <c:pt idx="1269">
                  <c:v>5.2583330000000004</c:v>
                </c:pt>
                <c:pt idx="1270">
                  <c:v>5.2625000000000002</c:v>
                </c:pt>
                <c:pt idx="1271">
                  <c:v>5.266667</c:v>
                </c:pt>
                <c:pt idx="1272">
                  <c:v>5.2708329999999997</c:v>
                </c:pt>
                <c:pt idx="1273">
                  <c:v>5.2750000000000004</c:v>
                </c:pt>
                <c:pt idx="1274">
                  <c:v>5.2791670000000002</c:v>
                </c:pt>
                <c:pt idx="1275">
                  <c:v>5.2833329999999998</c:v>
                </c:pt>
                <c:pt idx="1276">
                  <c:v>5.2874999999999996</c:v>
                </c:pt>
                <c:pt idx="1277">
                  <c:v>5.2916670000000003</c:v>
                </c:pt>
                <c:pt idx="1278">
                  <c:v>5.295833</c:v>
                </c:pt>
                <c:pt idx="1279">
                  <c:v>5.3</c:v>
                </c:pt>
                <c:pt idx="1280">
                  <c:v>5.3041669999999996</c:v>
                </c:pt>
                <c:pt idx="1281">
                  <c:v>5.3083330000000002</c:v>
                </c:pt>
                <c:pt idx="1282">
                  <c:v>5.3125</c:v>
                </c:pt>
                <c:pt idx="1283">
                  <c:v>5.3166669999999998</c:v>
                </c:pt>
                <c:pt idx="1284">
                  <c:v>5.3208330000000004</c:v>
                </c:pt>
                <c:pt idx="1285">
                  <c:v>5.3250000000000002</c:v>
                </c:pt>
                <c:pt idx="1286">
                  <c:v>5.329167</c:v>
                </c:pt>
                <c:pt idx="1287">
                  <c:v>5.3333329999999997</c:v>
                </c:pt>
                <c:pt idx="1288">
                  <c:v>5.3375000000000004</c:v>
                </c:pt>
                <c:pt idx="1289">
                  <c:v>5.3416670000000002</c:v>
                </c:pt>
                <c:pt idx="1290">
                  <c:v>5.3458329999999998</c:v>
                </c:pt>
                <c:pt idx="1291">
                  <c:v>5.35</c:v>
                </c:pt>
                <c:pt idx="1292">
                  <c:v>5.3541670000000003</c:v>
                </c:pt>
                <c:pt idx="1293">
                  <c:v>5.358333</c:v>
                </c:pt>
                <c:pt idx="1294">
                  <c:v>5.3624999999999998</c:v>
                </c:pt>
                <c:pt idx="1295">
                  <c:v>5.3666669999999996</c:v>
                </c:pt>
                <c:pt idx="1296">
                  <c:v>5.3708330000000002</c:v>
                </c:pt>
                <c:pt idx="1297">
                  <c:v>5.375</c:v>
                </c:pt>
                <c:pt idx="1298">
                  <c:v>5.3791669999999998</c:v>
                </c:pt>
                <c:pt idx="1299">
                  <c:v>5.3833330000000004</c:v>
                </c:pt>
                <c:pt idx="1300">
                  <c:v>5.3875000000000002</c:v>
                </c:pt>
                <c:pt idx="1301">
                  <c:v>5.391667</c:v>
                </c:pt>
                <c:pt idx="1302">
                  <c:v>5.3958329999999997</c:v>
                </c:pt>
                <c:pt idx="1303">
                  <c:v>5.4</c:v>
                </c:pt>
                <c:pt idx="1304">
                  <c:v>5.4041670000000002</c:v>
                </c:pt>
                <c:pt idx="1305">
                  <c:v>5.4083329999999998</c:v>
                </c:pt>
                <c:pt idx="1306">
                  <c:v>5.4124999999999996</c:v>
                </c:pt>
                <c:pt idx="1307">
                  <c:v>5.4166670000000003</c:v>
                </c:pt>
                <c:pt idx="1308">
                  <c:v>5.420833</c:v>
                </c:pt>
                <c:pt idx="1309">
                  <c:v>5.4249999999999998</c:v>
                </c:pt>
                <c:pt idx="1310">
                  <c:v>5.4291669999999996</c:v>
                </c:pt>
                <c:pt idx="1311">
                  <c:v>5.4333330000000002</c:v>
                </c:pt>
                <c:pt idx="1312">
                  <c:v>5.4375</c:v>
                </c:pt>
                <c:pt idx="1313">
                  <c:v>5.4416669999999998</c:v>
                </c:pt>
                <c:pt idx="1314">
                  <c:v>5.4458330000000004</c:v>
                </c:pt>
                <c:pt idx="1315">
                  <c:v>5.45</c:v>
                </c:pt>
                <c:pt idx="1316">
                  <c:v>5.454167</c:v>
                </c:pt>
                <c:pt idx="1317">
                  <c:v>5.4583329999999997</c:v>
                </c:pt>
                <c:pt idx="1318">
                  <c:v>5.4625000000000004</c:v>
                </c:pt>
                <c:pt idx="1319">
                  <c:v>5.4666670000000002</c:v>
                </c:pt>
                <c:pt idx="1320">
                  <c:v>5.4708329999999998</c:v>
                </c:pt>
                <c:pt idx="1321">
                  <c:v>5.4749999999999996</c:v>
                </c:pt>
                <c:pt idx="1322">
                  <c:v>5.4791670000000003</c:v>
                </c:pt>
                <c:pt idx="1323">
                  <c:v>5.483333</c:v>
                </c:pt>
                <c:pt idx="1324">
                  <c:v>5.4874999999999998</c:v>
                </c:pt>
                <c:pt idx="1325">
                  <c:v>5.4916669999999996</c:v>
                </c:pt>
                <c:pt idx="1326">
                  <c:v>5.4958330000000002</c:v>
                </c:pt>
                <c:pt idx="1327">
                  <c:v>5.5</c:v>
                </c:pt>
                <c:pt idx="1328">
                  <c:v>5.5041669999999998</c:v>
                </c:pt>
                <c:pt idx="1329">
                  <c:v>5.5083330000000004</c:v>
                </c:pt>
                <c:pt idx="1330">
                  <c:v>5.5125000000000002</c:v>
                </c:pt>
                <c:pt idx="1331">
                  <c:v>5.516667</c:v>
                </c:pt>
                <c:pt idx="1332">
                  <c:v>5.5208329999999997</c:v>
                </c:pt>
                <c:pt idx="1333">
                  <c:v>5.5250000000000004</c:v>
                </c:pt>
                <c:pt idx="1334">
                  <c:v>5.5291670000000002</c:v>
                </c:pt>
                <c:pt idx="1335">
                  <c:v>5.5333329999999998</c:v>
                </c:pt>
                <c:pt idx="1336">
                  <c:v>5.5374999999999996</c:v>
                </c:pt>
                <c:pt idx="1337">
                  <c:v>5.5416670000000003</c:v>
                </c:pt>
                <c:pt idx="1338">
                  <c:v>5.545833</c:v>
                </c:pt>
                <c:pt idx="1339">
                  <c:v>5.55</c:v>
                </c:pt>
                <c:pt idx="1340">
                  <c:v>5.5541669999999996</c:v>
                </c:pt>
                <c:pt idx="1341">
                  <c:v>5.5583330000000002</c:v>
                </c:pt>
                <c:pt idx="1342">
                  <c:v>5.5625</c:v>
                </c:pt>
                <c:pt idx="1343">
                  <c:v>5.5666669999999998</c:v>
                </c:pt>
                <c:pt idx="1344">
                  <c:v>5.5708330000000004</c:v>
                </c:pt>
                <c:pt idx="1345">
                  <c:v>5.5750000000000002</c:v>
                </c:pt>
                <c:pt idx="1346">
                  <c:v>5.579167</c:v>
                </c:pt>
                <c:pt idx="1347">
                  <c:v>5.5833329999999997</c:v>
                </c:pt>
                <c:pt idx="1348">
                  <c:v>5.5875000000000004</c:v>
                </c:pt>
                <c:pt idx="1349">
                  <c:v>5.5916670000000002</c:v>
                </c:pt>
                <c:pt idx="1350">
                  <c:v>5.5958329999999998</c:v>
                </c:pt>
                <c:pt idx="1351">
                  <c:v>5.6</c:v>
                </c:pt>
                <c:pt idx="1352">
                  <c:v>5.6041670000000003</c:v>
                </c:pt>
                <c:pt idx="1353">
                  <c:v>5.608333</c:v>
                </c:pt>
                <c:pt idx="1354">
                  <c:v>5.6124999999999998</c:v>
                </c:pt>
                <c:pt idx="1355">
                  <c:v>5.6166669999999996</c:v>
                </c:pt>
                <c:pt idx="1356">
                  <c:v>5.6208330000000002</c:v>
                </c:pt>
                <c:pt idx="1357">
                  <c:v>5.625</c:v>
                </c:pt>
                <c:pt idx="1358">
                  <c:v>5.6291669999999998</c:v>
                </c:pt>
                <c:pt idx="1359">
                  <c:v>5.6333330000000004</c:v>
                </c:pt>
                <c:pt idx="1360">
                  <c:v>5.6375000000000002</c:v>
                </c:pt>
                <c:pt idx="1361">
                  <c:v>5.641667</c:v>
                </c:pt>
                <c:pt idx="1362">
                  <c:v>5.6458329999999997</c:v>
                </c:pt>
                <c:pt idx="1363">
                  <c:v>5.65</c:v>
                </c:pt>
                <c:pt idx="1364">
                  <c:v>5.6541670000000002</c:v>
                </c:pt>
                <c:pt idx="1365">
                  <c:v>5.6583329999999998</c:v>
                </c:pt>
                <c:pt idx="1366">
                  <c:v>5.6624999999999996</c:v>
                </c:pt>
                <c:pt idx="1367">
                  <c:v>5.6666670000000003</c:v>
                </c:pt>
                <c:pt idx="1368">
                  <c:v>5.670833</c:v>
                </c:pt>
                <c:pt idx="1369">
                  <c:v>5.6749999999999998</c:v>
                </c:pt>
                <c:pt idx="1370">
                  <c:v>5.6791669999999996</c:v>
                </c:pt>
                <c:pt idx="1371">
                  <c:v>5.6833330000000002</c:v>
                </c:pt>
                <c:pt idx="1372">
                  <c:v>5.6875</c:v>
                </c:pt>
                <c:pt idx="1373">
                  <c:v>5.6916669999999998</c:v>
                </c:pt>
                <c:pt idx="1374">
                  <c:v>5.6958330000000004</c:v>
                </c:pt>
                <c:pt idx="1375">
                  <c:v>5.7</c:v>
                </c:pt>
                <c:pt idx="1376">
                  <c:v>5.704167</c:v>
                </c:pt>
                <c:pt idx="1377">
                  <c:v>5.7083329999999997</c:v>
                </c:pt>
                <c:pt idx="1378">
                  <c:v>5.7125000000000004</c:v>
                </c:pt>
                <c:pt idx="1379">
                  <c:v>5.7166670000000002</c:v>
                </c:pt>
                <c:pt idx="1380">
                  <c:v>5.7208329999999998</c:v>
                </c:pt>
                <c:pt idx="1381">
                  <c:v>5.7249999999999996</c:v>
                </c:pt>
                <c:pt idx="1382">
                  <c:v>5.7291670000000003</c:v>
                </c:pt>
                <c:pt idx="1383">
                  <c:v>5.733333</c:v>
                </c:pt>
                <c:pt idx="1384">
                  <c:v>5.7374999999999998</c:v>
                </c:pt>
                <c:pt idx="1385">
                  <c:v>5.7416669999999996</c:v>
                </c:pt>
                <c:pt idx="1386">
                  <c:v>5.7458330000000002</c:v>
                </c:pt>
                <c:pt idx="1387">
                  <c:v>5.75</c:v>
                </c:pt>
                <c:pt idx="1388">
                  <c:v>5.7541669999999998</c:v>
                </c:pt>
                <c:pt idx="1389">
                  <c:v>5.7583330000000004</c:v>
                </c:pt>
                <c:pt idx="1390">
                  <c:v>5.7625000000000002</c:v>
                </c:pt>
                <c:pt idx="1391">
                  <c:v>5.766667</c:v>
                </c:pt>
                <c:pt idx="1392">
                  <c:v>5.7708329999999997</c:v>
                </c:pt>
                <c:pt idx="1393">
                  <c:v>5.7750000000000004</c:v>
                </c:pt>
                <c:pt idx="1394">
                  <c:v>5.7791670000000002</c:v>
                </c:pt>
                <c:pt idx="1395">
                  <c:v>5.7833329999999998</c:v>
                </c:pt>
                <c:pt idx="1396">
                  <c:v>5.7874999999999996</c:v>
                </c:pt>
                <c:pt idx="1397">
                  <c:v>5.7916670000000003</c:v>
                </c:pt>
                <c:pt idx="1398">
                  <c:v>5.795833</c:v>
                </c:pt>
                <c:pt idx="1399">
                  <c:v>5.8</c:v>
                </c:pt>
                <c:pt idx="1400">
                  <c:v>5.8041669999999996</c:v>
                </c:pt>
                <c:pt idx="1401">
                  <c:v>5.8083330000000002</c:v>
                </c:pt>
                <c:pt idx="1402">
                  <c:v>5.8125</c:v>
                </c:pt>
                <c:pt idx="1403">
                  <c:v>5.8166669999999998</c:v>
                </c:pt>
                <c:pt idx="1404">
                  <c:v>5.8208330000000004</c:v>
                </c:pt>
                <c:pt idx="1405">
                  <c:v>5.8250000000000002</c:v>
                </c:pt>
                <c:pt idx="1406">
                  <c:v>5.829167</c:v>
                </c:pt>
                <c:pt idx="1407">
                  <c:v>5.8333329999999997</c:v>
                </c:pt>
                <c:pt idx="1408">
                  <c:v>5.8375000000000004</c:v>
                </c:pt>
                <c:pt idx="1409">
                  <c:v>5.8416670000000002</c:v>
                </c:pt>
                <c:pt idx="1410">
                  <c:v>5.8458329999999998</c:v>
                </c:pt>
                <c:pt idx="1411">
                  <c:v>5.85</c:v>
                </c:pt>
                <c:pt idx="1412">
                  <c:v>5.8541670000000003</c:v>
                </c:pt>
                <c:pt idx="1413">
                  <c:v>5.858333</c:v>
                </c:pt>
                <c:pt idx="1414">
                  <c:v>5.8624999999999998</c:v>
                </c:pt>
                <c:pt idx="1415">
                  <c:v>5.8666669999999996</c:v>
                </c:pt>
                <c:pt idx="1416">
                  <c:v>5.8708330000000002</c:v>
                </c:pt>
                <c:pt idx="1417">
                  <c:v>5.875</c:v>
                </c:pt>
                <c:pt idx="1418">
                  <c:v>5.8791669999999998</c:v>
                </c:pt>
                <c:pt idx="1419">
                  <c:v>5.8833330000000004</c:v>
                </c:pt>
                <c:pt idx="1420">
                  <c:v>5.8875000000000002</c:v>
                </c:pt>
                <c:pt idx="1421">
                  <c:v>5.891667</c:v>
                </c:pt>
                <c:pt idx="1422">
                  <c:v>5.8958329999999997</c:v>
                </c:pt>
                <c:pt idx="1423">
                  <c:v>5.9</c:v>
                </c:pt>
                <c:pt idx="1424">
                  <c:v>5.9041670000000002</c:v>
                </c:pt>
                <c:pt idx="1425">
                  <c:v>5.9083329999999998</c:v>
                </c:pt>
                <c:pt idx="1426">
                  <c:v>5.9124999999999996</c:v>
                </c:pt>
                <c:pt idx="1427">
                  <c:v>5.9166670000000003</c:v>
                </c:pt>
                <c:pt idx="1428">
                  <c:v>5.920833</c:v>
                </c:pt>
                <c:pt idx="1429">
                  <c:v>5.9249999999999998</c:v>
                </c:pt>
                <c:pt idx="1430">
                  <c:v>5.9291669999999996</c:v>
                </c:pt>
                <c:pt idx="1431">
                  <c:v>5.9333330000000002</c:v>
                </c:pt>
                <c:pt idx="1432">
                  <c:v>5.9375</c:v>
                </c:pt>
                <c:pt idx="1433">
                  <c:v>5.9416669999999998</c:v>
                </c:pt>
                <c:pt idx="1434">
                  <c:v>5.9458330000000004</c:v>
                </c:pt>
                <c:pt idx="1435">
                  <c:v>5.95</c:v>
                </c:pt>
                <c:pt idx="1436">
                  <c:v>5.954167</c:v>
                </c:pt>
                <c:pt idx="1437">
                  <c:v>5.9583329999999997</c:v>
                </c:pt>
                <c:pt idx="1438">
                  <c:v>5.9625000000000004</c:v>
                </c:pt>
                <c:pt idx="1439">
                  <c:v>5.9666670000000002</c:v>
                </c:pt>
                <c:pt idx="1440">
                  <c:v>5.9708329999999998</c:v>
                </c:pt>
                <c:pt idx="1441">
                  <c:v>5.9749999999999996</c:v>
                </c:pt>
                <c:pt idx="1442">
                  <c:v>5.9791670000000003</c:v>
                </c:pt>
                <c:pt idx="1443">
                  <c:v>5.983333</c:v>
                </c:pt>
                <c:pt idx="1444">
                  <c:v>5.9874999999999998</c:v>
                </c:pt>
                <c:pt idx="1445">
                  <c:v>5.9916669999999996</c:v>
                </c:pt>
                <c:pt idx="1446">
                  <c:v>5.9958330000000002</c:v>
                </c:pt>
                <c:pt idx="1447">
                  <c:v>6</c:v>
                </c:pt>
                <c:pt idx="1448">
                  <c:v>6.0041669999999998</c:v>
                </c:pt>
                <c:pt idx="1449">
                  <c:v>6.0083330000000004</c:v>
                </c:pt>
                <c:pt idx="1450">
                  <c:v>6.0125000000000002</c:v>
                </c:pt>
                <c:pt idx="1451">
                  <c:v>6.016667</c:v>
                </c:pt>
                <c:pt idx="1452">
                  <c:v>6.0208329999999997</c:v>
                </c:pt>
                <c:pt idx="1453">
                  <c:v>6.0250000000000004</c:v>
                </c:pt>
                <c:pt idx="1454">
                  <c:v>6.0291670000000002</c:v>
                </c:pt>
                <c:pt idx="1455">
                  <c:v>6.0333329999999998</c:v>
                </c:pt>
                <c:pt idx="1456">
                  <c:v>6.0374999999999996</c:v>
                </c:pt>
                <c:pt idx="1457">
                  <c:v>6.0416670000000003</c:v>
                </c:pt>
                <c:pt idx="1458">
                  <c:v>6.045833</c:v>
                </c:pt>
                <c:pt idx="1459">
                  <c:v>6.05</c:v>
                </c:pt>
                <c:pt idx="1460">
                  <c:v>6.0541669999999996</c:v>
                </c:pt>
                <c:pt idx="1461">
                  <c:v>6.0583330000000002</c:v>
                </c:pt>
                <c:pt idx="1462">
                  <c:v>6.0625</c:v>
                </c:pt>
                <c:pt idx="1463">
                  <c:v>6.0666669999999998</c:v>
                </c:pt>
                <c:pt idx="1464">
                  <c:v>6.0708330000000004</c:v>
                </c:pt>
                <c:pt idx="1465">
                  <c:v>6.0750000000000002</c:v>
                </c:pt>
                <c:pt idx="1466">
                  <c:v>6.079167</c:v>
                </c:pt>
                <c:pt idx="1467">
                  <c:v>6.0833329999999997</c:v>
                </c:pt>
                <c:pt idx="1468">
                  <c:v>6.0875000000000004</c:v>
                </c:pt>
                <c:pt idx="1469">
                  <c:v>6.0916670000000002</c:v>
                </c:pt>
                <c:pt idx="1470">
                  <c:v>6.0958329999999998</c:v>
                </c:pt>
                <c:pt idx="1471">
                  <c:v>6.1</c:v>
                </c:pt>
                <c:pt idx="1472">
                  <c:v>6.1041670000000003</c:v>
                </c:pt>
                <c:pt idx="1473">
                  <c:v>6.108333</c:v>
                </c:pt>
                <c:pt idx="1474">
                  <c:v>6.1124999999999998</c:v>
                </c:pt>
                <c:pt idx="1475">
                  <c:v>6.1166669999999996</c:v>
                </c:pt>
                <c:pt idx="1476">
                  <c:v>6.1208330000000002</c:v>
                </c:pt>
                <c:pt idx="1477">
                  <c:v>6.125</c:v>
                </c:pt>
                <c:pt idx="1478">
                  <c:v>6.1291669999999998</c:v>
                </c:pt>
                <c:pt idx="1479">
                  <c:v>6.1333330000000004</c:v>
                </c:pt>
                <c:pt idx="1480">
                  <c:v>6.1375000000000002</c:v>
                </c:pt>
                <c:pt idx="1481">
                  <c:v>6.141667</c:v>
                </c:pt>
                <c:pt idx="1482">
                  <c:v>6.1458329999999997</c:v>
                </c:pt>
                <c:pt idx="1483">
                  <c:v>6.15</c:v>
                </c:pt>
                <c:pt idx="1484">
                  <c:v>6.1541670000000002</c:v>
                </c:pt>
                <c:pt idx="1485">
                  <c:v>6.1583329999999998</c:v>
                </c:pt>
                <c:pt idx="1486">
                  <c:v>6.1624999999999996</c:v>
                </c:pt>
                <c:pt idx="1487">
                  <c:v>6.1666670000000003</c:v>
                </c:pt>
                <c:pt idx="1488">
                  <c:v>6.170833</c:v>
                </c:pt>
                <c:pt idx="1489">
                  <c:v>6.1749999999999998</c:v>
                </c:pt>
                <c:pt idx="1490">
                  <c:v>6.1791669999999996</c:v>
                </c:pt>
                <c:pt idx="1491">
                  <c:v>6.1833330000000002</c:v>
                </c:pt>
                <c:pt idx="1492">
                  <c:v>6.1875</c:v>
                </c:pt>
                <c:pt idx="1493">
                  <c:v>6.1916669999999998</c:v>
                </c:pt>
                <c:pt idx="1494">
                  <c:v>6.1958330000000004</c:v>
                </c:pt>
                <c:pt idx="1495">
                  <c:v>6.2</c:v>
                </c:pt>
                <c:pt idx="1496">
                  <c:v>6.204167</c:v>
                </c:pt>
                <c:pt idx="1497">
                  <c:v>6.2083329999999997</c:v>
                </c:pt>
                <c:pt idx="1498">
                  <c:v>6.2125000000000004</c:v>
                </c:pt>
                <c:pt idx="1499">
                  <c:v>6.2166670000000002</c:v>
                </c:pt>
                <c:pt idx="1500">
                  <c:v>6.2208329999999998</c:v>
                </c:pt>
                <c:pt idx="1501">
                  <c:v>6.2249999999999996</c:v>
                </c:pt>
                <c:pt idx="1502">
                  <c:v>6.2291670000000003</c:v>
                </c:pt>
                <c:pt idx="1503">
                  <c:v>6.233333</c:v>
                </c:pt>
                <c:pt idx="1504">
                  <c:v>6.2374999999999998</c:v>
                </c:pt>
                <c:pt idx="1505">
                  <c:v>6.2416669999999996</c:v>
                </c:pt>
                <c:pt idx="1506">
                  <c:v>6.2458330000000002</c:v>
                </c:pt>
                <c:pt idx="1507">
                  <c:v>6.25</c:v>
                </c:pt>
                <c:pt idx="1508">
                  <c:v>6.2541669999999998</c:v>
                </c:pt>
                <c:pt idx="1509">
                  <c:v>6.2583330000000004</c:v>
                </c:pt>
                <c:pt idx="1510">
                  <c:v>6.2625000000000002</c:v>
                </c:pt>
                <c:pt idx="1511">
                  <c:v>6.266667</c:v>
                </c:pt>
                <c:pt idx="1512">
                  <c:v>6.2708329999999997</c:v>
                </c:pt>
                <c:pt idx="1513">
                  <c:v>6.2750000000000004</c:v>
                </c:pt>
                <c:pt idx="1514">
                  <c:v>6.2791670000000002</c:v>
                </c:pt>
                <c:pt idx="1515">
                  <c:v>6.2833329999999998</c:v>
                </c:pt>
                <c:pt idx="1516">
                  <c:v>6.2874999999999996</c:v>
                </c:pt>
                <c:pt idx="1517">
                  <c:v>6.2916670000000003</c:v>
                </c:pt>
                <c:pt idx="1518">
                  <c:v>6.295833</c:v>
                </c:pt>
                <c:pt idx="1519">
                  <c:v>6.3</c:v>
                </c:pt>
                <c:pt idx="1520">
                  <c:v>6.3041669999999996</c:v>
                </c:pt>
                <c:pt idx="1521">
                  <c:v>6.3083330000000002</c:v>
                </c:pt>
                <c:pt idx="1522">
                  <c:v>6.3125</c:v>
                </c:pt>
                <c:pt idx="1523">
                  <c:v>6.3166669999999998</c:v>
                </c:pt>
                <c:pt idx="1524">
                  <c:v>6.3208330000000004</c:v>
                </c:pt>
                <c:pt idx="1525">
                  <c:v>6.3250000000000002</c:v>
                </c:pt>
                <c:pt idx="1526">
                  <c:v>6.329167</c:v>
                </c:pt>
                <c:pt idx="1527">
                  <c:v>6.3333329999999997</c:v>
                </c:pt>
                <c:pt idx="1528">
                  <c:v>6.3375000000000004</c:v>
                </c:pt>
                <c:pt idx="1529">
                  <c:v>6.3416670000000002</c:v>
                </c:pt>
                <c:pt idx="1530">
                  <c:v>6.3458329999999998</c:v>
                </c:pt>
                <c:pt idx="1531">
                  <c:v>6.35</c:v>
                </c:pt>
                <c:pt idx="1532">
                  <c:v>6.3541670000000003</c:v>
                </c:pt>
                <c:pt idx="1533">
                  <c:v>6.358333</c:v>
                </c:pt>
                <c:pt idx="1534">
                  <c:v>6.3624999999999998</c:v>
                </c:pt>
                <c:pt idx="1535">
                  <c:v>6.3666669999999996</c:v>
                </c:pt>
                <c:pt idx="1536">
                  <c:v>6.3708330000000002</c:v>
                </c:pt>
                <c:pt idx="1537">
                  <c:v>6.375</c:v>
                </c:pt>
                <c:pt idx="1538">
                  <c:v>6.3791669999999998</c:v>
                </c:pt>
                <c:pt idx="1539">
                  <c:v>6.3833330000000004</c:v>
                </c:pt>
                <c:pt idx="1540">
                  <c:v>6.3875000000000002</c:v>
                </c:pt>
                <c:pt idx="1541">
                  <c:v>6.391667</c:v>
                </c:pt>
                <c:pt idx="1542">
                  <c:v>6.3958329999999997</c:v>
                </c:pt>
                <c:pt idx="1543">
                  <c:v>6.4</c:v>
                </c:pt>
                <c:pt idx="1544">
                  <c:v>6.4041670000000002</c:v>
                </c:pt>
                <c:pt idx="1545">
                  <c:v>6.4083329999999998</c:v>
                </c:pt>
                <c:pt idx="1546">
                  <c:v>6.4124999999999996</c:v>
                </c:pt>
                <c:pt idx="1547">
                  <c:v>6.4166670000000003</c:v>
                </c:pt>
                <c:pt idx="1548">
                  <c:v>6.420833</c:v>
                </c:pt>
                <c:pt idx="1549">
                  <c:v>6.4249999999999998</c:v>
                </c:pt>
                <c:pt idx="1550">
                  <c:v>6.4291669999999996</c:v>
                </c:pt>
                <c:pt idx="1551">
                  <c:v>6.4333330000000002</c:v>
                </c:pt>
                <c:pt idx="1552">
                  <c:v>6.4375</c:v>
                </c:pt>
                <c:pt idx="1553">
                  <c:v>6.4416669999999998</c:v>
                </c:pt>
                <c:pt idx="1554">
                  <c:v>6.4458330000000004</c:v>
                </c:pt>
                <c:pt idx="1555">
                  <c:v>6.45</c:v>
                </c:pt>
                <c:pt idx="1556">
                  <c:v>6.454167</c:v>
                </c:pt>
                <c:pt idx="1557">
                  <c:v>6.4583329999999997</c:v>
                </c:pt>
                <c:pt idx="1558">
                  <c:v>6.4625000000000004</c:v>
                </c:pt>
                <c:pt idx="1559">
                  <c:v>6.4666670000000002</c:v>
                </c:pt>
                <c:pt idx="1560">
                  <c:v>6.4708329999999998</c:v>
                </c:pt>
                <c:pt idx="1561">
                  <c:v>6.4749999999999996</c:v>
                </c:pt>
                <c:pt idx="1562">
                  <c:v>6.4791670000000003</c:v>
                </c:pt>
                <c:pt idx="1563">
                  <c:v>6.483333</c:v>
                </c:pt>
                <c:pt idx="1564">
                  <c:v>6.4874999999999998</c:v>
                </c:pt>
                <c:pt idx="1565">
                  <c:v>6.4916669999999996</c:v>
                </c:pt>
                <c:pt idx="1566">
                  <c:v>6.4958330000000002</c:v>
                </c:pt>
                <c:pt idx="1567">
                  <c:v>6.5</c:v>
                </c:pt>
                <c:pt idx="1568">
                  <c:v>6.5041669999999998</c:v>
                </c:pt>
                <c:pt idx="1569">
                  <c:v>6.5083330000000004</c:v>
                </c:pt>
                <c:pt idx="1570">
                  <c:v>6.5125000000000002</c:v>
                </c:pt>
                <c:pt idx="1571">
                  <c:v>6.516667</c:v>
                </c:pt>
                <c:pt idx="1572">
                  <c:v>6.5208329999999997</c:v>
                </c:pt>
                <c:pt idx="1573">
                  <c:v>6.5250000000000004</c:v>
                </c:pt>
                <c:pt idx="1574">
                  <c:v>6.5291670000000002</c:v>
                </c:pt>
                <c:pt idx="1575">
                  <c:v>6.5333329999999998</c:v>
                </c:pt>
                <c:pt idx="1576">
                  <c:v>6.5374999999999996</c:v>
                </c:pt>
                <c:pt idx="1577">
                  <c:v>6.5416670000000003</c:v>
                </c:pt>
                <c:pt idx="1578">
                  <c:v>6.545833</c:v>
                </c:pt>
                <c:pt idx="1579">
                  <c:v>6.55</c:v>
                </c:pt>
                <c:pt idx="1580">
                  <c:v>6.5541669999999996</c:v>
                </c:pt>
                <c:pt idx="1581">
                  <c:v>6.5583330000000002</c:v>
                </c:pt>
                <c:pt idx="1582">
                  <c:v>6.5625</c:v>
                </c:pt>
                <c:pt idx="1583">
                  <c:v>6.5666669999999998</c:v>
                </c:pt>
                <c:pt idx="1584">
                  <c:v>6.5708330000000004</c:v>
                </c:pt>
                <c:pt idx="1585">
                  <c:v>6.5750000000000002</c:v>
                </c:pt>
                <c:pt idx="1586">
                  <c:v>6.579167</c:v>
                </c:pt>
                <c:pt idx="1587">
                  <c:v>6.5833329999999997</c:v>
                </c:pt>
                <c:pt idx="1588">
                  <c:v>6.5875000000000004</c:v>
                </c:pt>
                <c:pt idx="1589">
                  <c:v>6.5916670000000002</c:v>
                </c:pt>
                <c:pt idx="1590">
                  <c:v>6.5958329999999998</c:v>
                </c:pt>
                <c:pt idx="1591">
                  <c:v>6.6</c:v>
                </c:pt>
                <c:pt idx="1592">
                  <c:v>6.6041670000000003</c:v>
                </c:pt>
                <c:pt idx="1593">
                  <c:v>6.608333</c:v>
                </c:pt>
                <c:pt idx="1594">
                  <c:v>6.6124999999999998</c:v>
                </c:pt>
                <c:pt idx="1595">
                  <c:v>6.6166669999999996</c:v>
                </c:pt>
                <c:pt idx="1596">
                  <c:v>6.6208330000000002</c:v>
                </c:pt>
                <c:pt idx="1597">
                  <c:v>6.625</c:v>
                </c:pt>
                <c:pt idx="1598">
                  <c:v>6.6291669999999998</c:v>
                </c:pt>
                <c:pt idx="1599">
                  <c:v>6.6333330000000004</c:v>
                </c:pt>
                <c:pt idx="1600">
                  <c:v>6.6375000000000002</c:v>
                </c:pt>
                <c:pt idx="1601">
                  <c:v>6.641667</c:v>
                </c:pt>
                <c:pt idx="1602">
                  <c:v>6.6458329999999997</c:v>
                </c:pt>
                <c:pt idx="1603">
                  <c:v>6.65</c:v>
                </c:pt>
                <c:pt idx="1604">
                  <c:v>6.6541670000000002</c:v>
                </c:pt>
                <c:pt idx="1605">
                  <c:v>6.6583329999999998</c:v>
                </c:pt>
                <c:pt idx="1606">
                  <c:v>6.6624999999999996</c:v>
                </c:pt>
                <c:pt idx="1607">
                  <c:v>6.6666670000000003</c:v>
                </c:pt>
                <c:pt idx="1608">
                  <c:v>6.670833</c:v>
                </c:pt>
                <c:pt idx="1609">
                  <c:v>6.6749999999999998</c:v>
                </c:pt>
                <c:pt idx="1610">
                  <c:v>6.6791669999999996</c:v>
                </c:pt>
                <c:pt idx="1611">
                  <c:v>6.6833330000000002</c:v>
                </c:pt>
                <c:pt idx="1612">
                  <c:v>6.6875</c:v>
                </c:pt>
                <c:pt idx="1613">
                  <c:v>6.6916669999999998</c:v>
                </c:pt>
                <c:pt idx="1614">
                  <c:v>6.6958330000000004</c:v>
                </c:pt>
                <c:pt idx="1615">
                  <c:v>6.7</c:v>
                </c:pt>
                <c:pt idx="1616">
                  <c:v>6.704167</c:v>
                </c:pt>
                <c:pt idx="1617">
                  <c:v>6.7083329999999997</c:v>
                </c:pt>
                <c:pt idx="1618">
                  <c:v>6.7125000000000004</c:v>
                </c:pt>
                <c:pt idx="1619">
                  <c:v>6.7166670000000002</c:v>
                </c:pt>
                <c:pt idx="1620">
                  <c:v>6.7208329999999998</c:v>
                </c:pt>
                <c:pt idx="1621">
                  <c:v>6.7249999999999996</c:v>
                </c:pt>
                <c:pt idx="1622">
                  <c:v>6.7291670000000003</c:v>
                </c:pt>
                <c:pt idx="1623">
                  <c:v>6.733333</c:v>
                </c:pt>
                <c:pt idx="1624">
                  <c:v>6.7374999999999998</c:v>
                </c:pt>
                <c:pt idx="1625">
                  <c:v>6.7416669999999996</c:v>
                </c:pt>
                <c:pt idx="1626">
                  <c:v>6.7458330000000002</c:v>
                </c:pt>
                <c:pt idx="1627">
                  <c:v>6.75</c:v>
                </c:pt>
                <c:pt idx="1628">
                  <c:v>6.7541669999999998</c:v>
                </c:pt>
                <c:pt idx="1629">
                  <c:v>6.7583330000000004</c:v>
                </c:pt>
                <c:pt idx="1630">
                  <c:v>6.7625000000000002</c:v>
                </c:pt>
                <c:pt idx="1631">
                  <c:v>6.766667</c:v>
                </c:pt>
                <c:pt idx="1632">
                  <c:v>6.7708329999999997</c:v>
                </c:pt>
                <c:pt idx="1633">
                  <c:v>6.7750000000000004</c:v>
                </c:pt>
                <c:pt idx="1634">
                  <c:v>6.7791670000000002</c:v>
                </c:pt>
                <c:pt idx="1635">
                  <c:v>6.7833329999999998</c:v>
                </c:pt>
                <c:pt idx="1636">
                  <c:v>6.7874999999999996</c:v>
                </c:pt>
                <c:pt idx="1637">
                  <c:v>6.7916670000000003</c:v>
                </c:pt>
                <c:pt idx="1638">
                  <c:v>6.795833</c:v>
                </c:pt>
                <c:pt idx="1639">
                  <c:v>6.8</c:v>
                </c:pt>
                <c:pt idx="1640">
                  <c:v>6.8041669999999996</c:v>
                </c:pt>
                <c:pt idx="1641">
                  <c:v>6.8083330000000002</c:v>
                </c:pt>
                <c:pt idx="1642">
                  <c:v>6.8125</c:v>
                </c:pt>
                <c:pt idx="1643">
                  <c:v>6.8166669999999998</c:v>
                </c:pt>
                <c:pt idx="1644">
                  <c:v>6.8208330000000004</c:v>
                </c:pt>
                <c:pt idx="1645">
                  <c:v>6.8208330000000004</c:v>
                </c:pt>
                <c:pt idx="1646">
                  <c:v>6.8250000000000002</c:v>
                </c:pt>
                <c:pt idx="1647">
                  <c:v>6.829167</c:v>
                </c:pt>
                <c:pt idx="1648">
                  <c:v>6.8333329999999997</c:v>
                </c:pt>
                <c:pt idx="1649">
                  <c:v>6.8375000000000004</c:v>
                </c:pt>
                <c:pt idx="1650">
                  <c:v>6.8416670000000002</c:v>
                </c:pt>
                <c:pt idx="1651">
                  <c:v>6.8458329999999998</c:v>
                </c:pt>
                <c:pt idx="1652">
                  <c:v>6.85</c:v>
                </c:pt>
                <c:pt idx="1653">
                  <c:v>6.8541670000000003</c:v>
                </c:pt>
                <c:pt idx="1654">
                  <c:v>6.858333</c:v>
                </c:pt>
                <c:pt idx="1655">
                  <c:v>6.8624999999999998</c:v>
                </c:pt>
                <c:pt idx="1656">
                  <c:v>6.8666669999999996</c:v>
                </c:pt>
                <c:pt idx="1657">
                  <c:v>6.8708330000000002</c:v>
                </c:pt>
                <c:pt idx="1658">
                  <c:v>6.875</c:v>
                </c:pt>
                <c:pt idx="1659">
                  <c:v>6.8791669999999998</c:v>
                </c:pt>
                <c:pt idx="1660">
                  <c:v>6.8833330000000004</c:v>
                </c:pt>
                <c:pt idx="1661">
                  <c:v>6.8875000000000002</c:v>
                </c:pt>
                <c:pt idx="1662">
                  <c:v>6.891667</c:v>
                </c:pt>
                <c:pt idx="1663">
                  <c:v>6.8958329999999997</c:v>
                </c:pt>
                <c:pt idx="1664">
                  <c:v>6.9</c:v>
                </c:pt>
                <c:pt idx="1665">
                  <c:v>6.9041670000000002</c:v>
                </c:pt>
                <c:pt idx="1666">
                  <c:v>6.9083329999999998</c:v>
                </c:pt>
                <c:pt idx="1667">
                  <c:v>6.9124999999999996</c:v>
                </c:pt>
                <c:pt idx="1668">
                  <c:v>6.9166670000000003</c:v>
                </c:pt>
                <c:pt idx="1669">
                  <c:v>6.920833</c:v>
                </c:pt>
                <c:pt idx="1670">
                  <c:v>6.9249999999999998</c:v>
                </c:pt>
                <c:pt idx="1671">
                  <c:v>6.9291669999999996</c:v>
                </c:pt>
                <c:pt idx="1672">
                  <c:v>6.9333330000000002</c:v>
                </c:pt>
                <c:pt idx="1673">
                  <c:v>6.9375</c:v>
                </c:pt>
                <c:pt idx="1674">
                  <c:v>6.9416669999999998</c:v>
                </c:pt>
                <c:pt idx="1675">
                  <c:v>6.9458330000000004</c:v>
                </c:pt>
                <c:pt idx="1676">
                  <c:v>6.95</c:v>
                </c:pt>
                <c:pt idx="1677">
                  <c:v>6.954167</c:v>
                </c:pt>
                <c:pt idx="1678">
                  <c:v>6.9583329999999997</c:v>
                </c:pt>
                <c:pt idx="1679">
                  <c:v>6.9625000000000004</c:v>
                </c:pt>
                <c:pt idx="1680">
                  <c:v>6.9666670000000002</c:v>
                </c:pt>
                <c:pt idx="1681">
                  <c:v>6.9708329999999998</c:v>
                </c:pt>
                <c:pt idx="1682">
                  <c:v>6.9749999999999996</c:v>
                </c:pt>
                <c:pt idx="1683">
                  <c:v>6.9791670000000003</c:v>
                </c:pt>
                <c:pt idx="1684">
                  <c:v>6.983333</c:v>
                </c:pt>
                <c:pt idx="1685">
                  <c:v>6.9874999999999998</c:v>
                </c:pt>
                <c:pt idx="1686">
                  <c:v>6.9916669999999996</c:v>
                </c:pt>
                <c:pt idx="1687">
                  <c:v>6.9958330000000002</c:v>
                </c:pt>
                <c:pt idx="1688">
                  <c:v>7</c:v>
                </c:pt>
                <c:pt idx="1689">
                  <c:v>7.0041669999999998</c:v>
                </c:pt>
                <c:pt idx="1690">
                  <c:v>7.0083330000000004</c:v>
                </c:pt>
                <c:pt idx="1691">
                  <c:v>7.0125000000000002</c:v>
                </c:pt>
                <c:pt idx="1692">
                  <c:v>7.016667</c:v>
                </c:pt>
                <c:pt idx="1693">
                  <c:v>7.0208329999999997</c:v>
                </c:pt>
                <c:pt idx="1694">
                  <c:v>7.0250000000000004</c:v>
                </c:pt>
                <c:pt idx="1695">
                  <c:v>7.0291670000000002</c:v>
                </c:pt>
                <c:pt idx="1696">
                  <c:v>7.0333329999999998</c:v>
                </c:pt>
                <c:pt idx="1697">
                  <c:v>7.0374999999999996</c:v>
                </c:pt>
                <c:pt idx="1698">
                  <c:v>7.0416670000000003</c:v>
                </c:pt>
                <c:pt idx="1699">
                  <c:v>7.045833</c:v>
                </c:pt>
                <c:pt idx="1700">
                  <c:v>7.05</c:v>
                </c:pt>
                <c:pt idx="1701">
                  <c:v>7.0541669999999996</c:v>
                </c:pt>
                <c:pt idx="1702">
                  <c:v>7.0583330000000002</c:v>
                </c:pt>
                <c:pt idx="1703">
                  <c:v>7.0625</c:v>
                </c:pt>
                <c:pt idx="1704">
                  <c:v>7.0666669999999998</c:v>
                </c:pt>
                <c:pt idx="1705">
                  <c:v>7.0708330000000004</c:v>
                </c:pt>
                <c:pt idx="1706">
                  <c:v>7.0750000000000002</c:v>
                </c:pt>
                <c:pt idx="1707">
                  <c:v>7.079167</c:v>
                </c:pt>
                <c:pt idx="1708">
                  <c:v>7.0833329999999997</c:v>
                </c:pt>
                <c:pt idx="1709">
                  <c:v>7.0875000000000004</c:v>
                </c:pt>
                <c:pt idx="1710">
                  <c:v>7.0916670000000002</c:v>
                </c:pt>
                <c:pt idx="1711">
                  <c:v>7.0958329999999998</c:v>
                </c:pt>
                <c:pt idx="1712">
                  <c:v>7.1</c:v>
                </c:pt>
                <c:pt idx="1713">
                  <c:v>7.1041670000000003</c:v>
                </c:pt>
                <c:pt idx="1714">
                  <c:v>7.108333</c:v>
                </c:pt>
                <c:pt idx="1715">
                  <c:v>7.1124999999999998</c:v>
                </c:pt>
                <c:pt idx="1716">
                  <c:v>7.1166669999999996</c:v>
                </c:pt>
                <c:pt idx="1717">
                  <c:v>7.1208330000000002</c:v>
                </c:pt>
                <c:pt idx="1718">
                  <c:v>7.125</c:v>
                </c:pt>
                <c:pt idx="1719">
                  <c:v>7.1291669999999998</c:v>
                </c:pt>
                <c:pt idx="1720">
                  <c:v>7.1333330000000004</c:v>
                </c:pt>
                <c:pt idx="1721">
                  <c:v>7.1375000000000002</c:v>
                </c:pt>
                <c:pt idx="1722">
                  <c:v>7.141667</c:v>
                </c:pt>
                <c:pt idx="1723">
                  <c:v>7.1458329999999997</c:v>
                </c:pt>
                <c:pt idx="1724">
                  <c:v>7.15</c:v>
                </c:pt>
                <c:pt idx="1725">
                  <c:v>7.1541670000000002</c:v>
                </c:pt>
                <c:pt idx="1726">
                  <c:v>7.1583329999999998</c:v>
                </c:pt>
                <c:pt idx="1727">
                  <c:v>7.1624999999999996</c:v>
                </c:pt>
                <c:pt idx="1728">
                  <c:v>7.1666670000000003</c:v>
                </c:pt>
                <c:pt idx="1729">
                  <c:v>7.170833</c:v>
                </c:pt>
                <c:pt idx="1730">
                  <c:v>7.1749999999999998</c:v>
                </c:pt>
                <c:pt idx="1731">
                  <c:v>7.1791669999999996</c:v>
                </c:pt>
                <c:pt idx="1732">
                  <c:v>7.1833330000000002</c:v>
                </c:pt>
                <c:pt idx="1733">
                  <c:v>7.1875</c:v>
                </c:pt>
                <c:pt idx="1734">
                  <c:v>7.1916669999999998</c:v>
                </c:pt>
                <c:pt idx="1735">
                  <c:v>7.1958330000000004</c:v>
                </c:pt>
                <c:pt idx="1736">
                  <c:v>7.2</c:v>
                </c:pt>
                <c:pt idx="1737">
                  <c:v>7.204167</c:v>
                </c:pt>
                <c:pt idx="1738">
                  <c:v>7.2083329999999997</c:v>
                </c:pt>
                <c:pt idx="1739">
                  <c:v>7.2125000000000004</c:v>
                </c:pt>
                <c:pt idx="1740">
                  <c:v>7.2166670000000002</c:v>
                </c:pt>
                <c:pt idx="1741">
                  <c:v>7.2208329999999998</c:v>
                </c:pt>
                <c:pt idx="1742">
                  <c:v>7.2249999999999996</c:v>
                </c:pt>
                <c:pt idx="1743">
                  <c:v>7.2291670000000003</c:v>
                </c:pt>
                <c:pt idx="1744">
                  <c:v>7.233333</c:v>
                </c:pt>
                <c:pt idx="1745">
                  <c:v>7.2374999999999998</c:v>
                </c:pt>
                <c:pt idx="1746">
                  <c:v>7.2416669999999996</c:v>
                </c:pt>
                <c:pt idx="1747">
                  <c:v>7.2458330000000002</c:v>
                </c:pt>
                <c:pt idx="1748">
                  <c:v>7.25</c:v>
                </c:pt>
                <c:pt idx="1749">
                  <c:v>7.2541669999999998</c:v>
                </c:pt>
                <c:pt idx="1750">
                  <c:v>7.2583330000000004</c:v>
                </c:pt>
                <c:pt idx="1751">
                  <c:v>7.2625000000000002</c:v>
                </c:pt>
                <c:pt idx="1752">
                  <c:v>7.266667</c:v>
                </c:pt>
                <c:pt idx="1753">
                  <c:v>7.2708329999999997</c:v>
                </c:pt>
                <c:pt idx="1754">
                  <c:v>7.2750000000000004</c:v>
                </c:pt>
                <c:pt idx="1755">
                  <c:v>7.2791670000000002</c:v>
                </c:pt>
                <c:pt idx="1756">
                  <c:v>7.2833329999999998</c:v>
                </c:pt>
                <c:pt idx="1757">
                  <c:v>7.2874999999999996</c:v>
                </c:pt>
                <c:pt idx="1758">
                  <c:v>7.2916670000000003</c:v>
                </c:pt>
                <c:pt idx="1759">
                  <c:v>7.295833</c:v>
                </c:pt>
                <c:pt idx="1760">
                  <c:v>7.3</c:v>
                </c:pt>
                <c:pt idx="1761">
                  <c:v>7.3041669999999996</c:v>
                </c:pt>
                <c:pt idx="1762">
                  <c:v>7.3083330000000002</c:v>
                </c:pt>
                <c:pt idx="1763">
                  <c:v>7.3125</c:v>
                </c:pt>
                <c:pt idx="1764">
                  <c:v>7.3166669999999998</c:v>
                </c:pt>
                <c:pt idx="1765">
                  <c:v>7.3208330000000004</c:v>
                </c:pt>
                <c:pt idx="1766">
                  <c:v>7.3250000000000002</c:v>
                </c:pt>
                <c:pt idx="1767">
                  <c:v>7.329167</c:v>
                </c:pt>
                <c:pt idx="1768">
                  <c:v>7.3333329999999997</c:v>
                </c:pt>
                <c:pt idx="1769">
                  <c:v>7.3375000000000004</c:v>
                </c:pt>
                <c:pt idx="1770">
                  <c:v>7.3416670000000002</c:v>
                </c:pt>
                <c:pt idx="1771">
                  <c:v>7.3458329999999998</c:v>
                </c:pt>
                <c:pt idx="1772">
                  <c:v>7.35</c:v>
                </c:pt>
                <c:pt idx="1773">
                  <c:v>7.3541670000000003</c:v>
                </c:pt>
                <c:pt idx="1774">
                  <c:v>7.358333</c:v>
                </c:pt>
                <c:pt idx="1775">
                  <c:v>7.3624999999999998</c:v>
                </c:pt>
                <c:pt idx="1776">
                  <c:v>7.3666669999999996</c:v>
                </c:pt>
                <c:pt idx="1777">
                  <c:v>7.3708330000000002</c:v>
                </c:pt>
                <c:pt idx="1778">
                  <c:v>7.375</c:v>
                </c:pt>
                <c:pt idx="1779">
                  <c:v>7.3791669999999998</c:v>
                </c:pt>
                <c:pt idx="1780">
                  <c:v>7.3833330000000004</c:v>
                </c:pt>
                <c:pt idx="1781">
                  <c:v>7.3875000000000002</c:v>
                </c:pt>
                <c:pt idx="1782">
                  <c:v>7.391667</c:v>
                </c:pt>
                <c:pt idx="1783">
                  <c:v>7.3958329999999997</c:v>
                </c:pt>
                <c:pt idx="1784">
                  <c:v>7.4</c:v>
                </c:pt>
                <c:pt idx="1785">
                  <c:v>7.4041670000000002</c:v>
                </c:pt>
                <c:pt idx="1786">
                  <c:v>7.4083329999999998</c:v>
                </c:pt>
                <c:pt idx="1787">
                  <c:v>7.4124999999999996</c:v>
                </c:pt>
                <c:pt idx="1788">
                  <c:v>7.4166670000000003</c:v>
                </c:pt>
                <c:pt idx="1789">
                  <c:v>7.420833</c:v>
                </c:pt>
                <c:pt idx="1790">
                  <c:v>7.4249999999999998</c:v>
                </c:pt>
                <c:pt idx="1791">
                  <c:v>7.4291669999999996</c:v>
                </c:pt>
                <c:pt idx="1792">
                  <c:v>7.4333330000000002</c:v>
                </c:pt>
                <c:pt idx="1793">
                  <c:v>7.4375</c:v>
                </c:pt>
                <c:pt idx="1794">
                  <c:v>7.4416669999999998</c:v>
                </c:pt>
                <c:pt idx="1795">
                  <c:v>7.4458330000000004</c:v>
                </c:pt>
                <c:pt idx="1796">
                  <c:v>7.45</c:v>
                </c:pt>
                <c:pt idx="1797">
                  <c:v>7.454167</c:v>
                </c:pt>
                <c:pt idx="1798">
                  <c:v>7.4583329999999997</c:v>
                </c:pt>
                <c:pt idx="1799">
                  <c:v>7.4625000000000004</c:v>
                </c:pt>
                <c:pt idx="1800">
                  <c:v>7.4666670000000002</c:v>
                </c:pt>
                <c:pt idx="1801">
                  <c:v>7.4708329999999998</c:v>
                </c:pt>
                <c:pt idx="1802">
                  <c:v>7.4749999999999996</c:v>
                </c:pt>
                <c:pt idx="1803">
                  <c:v>7.4791670000000003</c:v>
                </c:pt>
                <c:pt idx="1804">
                  <c:v>7.483333</c:v>
                </c:pt>
                <c:pt idx="1805">
                  <c:v>7.4874999999999998</c:v>
                </c:pt>
                <c:pt idx="1806">
                  <c:v>7.4916669999999996</c:v>
                </c:pt>
                <c:pt idx="1807">
                  <c:v>7.4958330000000002</c:v>
                </c:pt>
                <c:pt idx="1808">
                  <c:v>7.5</c:v>
                </c:pt>
                <c:pt idx="1809">
                  <c:v>7.5041669999999998</c:v>
                </c:pt>
                <c:pt idx="1810">
                  <c:v>7.5083330000000004</c:v>
                </c:pt>
                <c:pt idx="1811">
                  <c:v>7.5125000000000002</c:v>
                </c:pt>
                <c:pt idx="1812">
                  <c:v>7.516667</c:v>
                </c:pt>
                <c:pt idx="1813">
                  <c:v>7.5208329999999997</c:v>
                </c:pt>
                <c:pt idx="1814">
                  <c:v>7.5250000000000004</c:v>
                </c:pt>
                <c:pt idx="1815">
                  <c:v>7.5291670000000002</c:v>
                </c:pt>
                <c:pt idx="1816">
                  <c:v>7.5333329999999998</c:v>
                </c:pt>
                <c:pt idx="1817">
                  <c:v>7.5374999999999996</c:v>
                </c:pt>
                <c:pt idx="1818">
                  <c:v>7.5416670000000003</c:v>
                </c:pt>
                <c:pt idx="1819">
                  <c:v>7.545833</c:v>
                </c:pt>
                <c:pt idx="1820">
                  <c:v>7.55</c:v>
                </c:pt>
                <c:pt idx="1821">
                  <c:v>7.5541669999999996</c:v>
                </c:pt>
                <c:pt idx="1822">
                  <c:v>7.5583330000000002</c:v>
                </c:pt>
                <c:pt idx="1823">
                  <c:v>7.5625</c:v>
                </c:pt>
                <c:pt idx="1824">
                  <c:v>7.5666669999999998</c:v>
                </c:pt>
                <c:pt idx="1825">
                  <c:v>7.5708330000000004</c:v>
                </c:pt>
                <c:pt idx="1826">
                  <c:v>7.5750000000000002</c:v>
                </c:pt>
                <c:pt idx="1827">
                  <c:v>7.579167</c:v>
                </c:pt>
                <c:pt idx="1828">
                  <c:v>7.5833329999999997</c:v>
                </c:pt>
                <c:pt idx="1829">
                  <c:v>7.5875000000000004</c:v>
                </c:pt>
                <c:pt idx="1830">
                  <c:v>7.5916670000000002</c:v>
                </c:pt>
                <c:pt idx="1831">
                  <c:v>7.5958329999999998</c:v>
                </c:pt>
                <c:pt idx="1832">
                  <c:v>7.6</c:v>
                </c:pt>
                <c:pt idx="1833">
                  <c:v>7.6041670000000003</c:v>
                </c:pt>
                <c:pt idx="1834">
                  <c:v>7.608333</c:v>
                </c:pt>
                <c:pt idx="1835">
                  <c:v>7.6124999999999998</c:v>
                </c:pt>
                <c:pt idx="1836">
                  <c:v>7.6166669999999996</c:v>
                </c:pt>
                <c:pt idx="1837">
                  <c:v>7.6208330000000002</c:v>
                </c:pt>
                <c:pt idx="1838">
                  <c:v>7.625</c:v>
                </c:pt>
                <c:pt idx="1839">
                  <c:v>7.6291669999999998</c:v>
                </c:pt>
                <c:pt idx="1840">
                  <c:v>7.6333330000000004</c:v>
                </c:pt>
                <c:pt idx="1841">
                  <c:v>7.6375000000000002</c:v>
                </c:pt>
                <c:pt idx="1842">
                  <c:v>7.641667</c:v>
                </c:pt>
                <c:pt idx="1843">
                  <c:v>7.6458329999999997</c:v>
                </c:pt>
                <c:pt idx="1844">
                  <c:v>7.65</c:v>
                </c:pt>
                <c:pt idx="1845">
                  <c:v>7.65</c:v>
                </c:pt>
                <c:pt idx="1846">
                  <c:v>7.6541670000000002</c:v>
                </c:pt>
                <c:pt idx="1847">
                  <c:v>7.6583329999999998</c:v>
                </c:pt>
                <c:pt idx="1848">
                  <c:v>7.6624999999999996</c:v>
                </c:pt>
                <c:pt idx="1849">
                  <c:v>7.6666670000000003</c:v>
                </c:pt>
                <c:pt idx="1850">
                  <c:v>7.670833</c:v>
                </c:pt>
                <c:pt idx="1851">
                  <c:v>7.6749999999999998</c:v>
                </c:pt>
                <c:pt idx="1852">
                  <c:v>7.6791669999999996</c:v>
                </c:pt>
                <c:pt idx="1853">
                  <c:v>7.6833330000000002</c:v>
                </c:pt>
                <c:pt idx="1854">
                  <c:v>7.6875</c:v>
                </c:pt>
                <c:pt idx="1855">
                  <c:v>7.6916669999999998</c:v>
                </c:pt>
                <c:pt idx="1856">
                  <c:v>7.6958330000000004</c:v>
                </c:pt>
                <c:pt idx="1857">
                  <c:v>7.7</c:v>
                </c:pt>
                <c:pt idx="1858">
                  <c:v>7.704167</c:v>
                </c:pt>
                <c:pt idx="1859">
                  <c:v>7.7083329999999997</c:v>
                </c:pt>
                <c:pt idx="1860">
                  <c:v>7.7125000000000004</c:v>
                </c:pt>
                <c:pt idx="1861">
                  <c:v>7.7166670000000002</c:v>
                </c:pt>
                <c:pt idx="1862">
                  <c:v>7.7208329999999998</c:v>
                </c:pt>
                <c:pt idx="1863">
                  <c:v>7.7249999999999996</c:v>
                </c:pt>
                <c:pt idx="1864">
                  <c:v>7.7291670000000003</c:v>
                </c:pt>
                <c:pt idx="1865">
                  <c:v>7.733333</c:v>
                </c:pt>
                <c:pt idx="1866">
                  <c:v>7.7374999999999998</c:v>
                </c:pt>
                <c:pt idx="1867">
                  <c:v>7.7416669999999996</c:v>
                </c:pt>
                <c:pt idx="1868">
                  <c:v>7.7458330000000002</c:v>
                </c:pt>
                <c:pt idx="1869">
                  <c:v>7.75</c:v>
                </c:pt>
                <c:pt idx="1870">
                  <c:v>7.7541669999999998</c:v>
                </c:pt>
                <c:pt idx="1871">
                  <c:v>7.7583330000000004</c:v>
                </c:pt>
                <c:pt idx="1872">
                  <c:v>7.7625000000000002</c:v>
                </c:pt>
                <c:pt idx="1873">
                  <c:v>7.766667</c:v>
                </c:pt>
                <c:pt idx="1874">
                  <c:v>7.7708329999999997</c:v>
                </c:pt>
                <c:pt idx="1875">
                  <c:v>7.7750000000000004</c:v>
                </c:pt>
                <c:pt idx="1876">
                  <c:v>7.7791670000000002</c:v>
                </c:pt>
                <c:pt idx="1877">
                  <c:v>7.7833329999999998</c:v>
                </c:pt>
                <c:pt idx="1878">
                  <c:v>7.7874999999999996</c:v>
                </c:pt>
                <c:pt idx="1879">
                  <c:v>7.7916670000000003</c:v>
                </c:pt>
                <c:pt idx="1880">
                  <c:v>7.795833</c:v>
                </c:pt>
                <c:pt idx="1881">
                  <c:v>7.8</c:v>
                </c:pt>
                <c:pt idx="1882">
                  <c:v>7.8041669999999996</c:v>
                </c:pt>
                <c:pt idx="1883">
                  <c:v>7.8083330000000002</c:v>
                </c:pt>
                <c:pt idx="1884">
                  <c:v>7.8125</c:v>
                </c:pt>
                <c:pt idx="1885">
                  <c:v>7.8166669999999998</c:v>
                </c:pt>
                <c:pt idx="1886">
                  <c:v>7.8208330000000004</c:v>
                </c:pt>
                <c:pt idx="1887">
                  <c:v>7.8250000000000002</c:v>
                </c:pt>
                <c:pt idx="1888">
                  <c:v>7.829167</c:v>
                </c:pt>
                <c:pt idx="1889">
                  <c:v>7.8333329999999997</c:v>
                </c:pt>
                <c:pt idx="1890">
                  <c:v>7.8375000000000004</c:v>
                </c:pt>
                <c:pt idx="1891">
                  <c:v>7.8416670000000002</c:v>
                </c:pt>
                <c:pt idx="1892">
                  <c:v>7.8458329999999998</c:v>
                </c:pt>
                <c:pt idx="1893">
                  <c:v>7.85</c:v>
                </c:pt>
                <c:pt idx="1894">
                  <c:v>7.8541670000000003</c:v>
                </c:pt>
                <c:pt idx="1895">
                  <c:v>7.858333</c:v>
                </c:pt>
                <c:pt idx="1896">
                  <c:v>7.8624999999999998</c:v>
                </c:pt>
                <c:pt idx="1897">
                  <c:v>7.8666669999999996</c:v>
                </c:pt>
                <c:pt idx="1898">
                  <c:v>7.8708330000000002</c:v>
                </c:pt>
                <c:pt idx="1899">
                  <c:v>7.875</c:v>
                </c:pt>
                <c:pt idx="1900">
                  <c:v>7.8791669999999998</c:v>
                </c:pt>
                <c:pt idx="1901">
                  <c:v>7.8833330000000004</c:v>
                </c:pt>
                <c:pt idx="1902">
                  <c:v>7.8875000000000002</c:v>
                </c:pt>
                <c:pt idx="1903">
                  <c:v>7.891667</c:v>
                </c:pt>
                <c:pt idx="1904">
                  <c:v>7.8958329999999997</c:v>
                </c:pt>
                <c:pt idx="1905">
                  <c:v>7.9</c:v>
                </c:pt>
                <c:pt idx="1906">
                  <c:v>7.9041670000000002</c:v>
                </c:pt>
                <c:pt idx="1907">
                  <c:v>7.9083329999999998</c:v>
                </c:pt>
                <c:pt idx="1908">
                  <c:v>7.9124999999999996</c:v>
                </c:pt>
                <c:pt idx="1909">
                  <c:v>7.9166670000000003</c:v>
                </c:pt>
                <c:pt idx="1910">
                  <c:v>7.920833</c:v>
                </c:pt>
                <c:pt idx="1911">
                  <c:v>7.9249999999999998</c:v>
                </c:pt>
                <c:pt idx="1912">
                  <c:v>7.9291669999999996</c:v>
                </c:pt>
                <c:pt idx="1913">
                  <c:v>7.9333330000000002</c:v>
                </c:pt>
                <c:pt idx="1914">
                  <c:v>7.9375</c:v>
                </c:pt>
                <c:pt idx="1915">
                  <c:v>7.9416669999999998</c:v>
                </c:pt>
                <c:pt idx="1916">
                  <c:v>7.9458330000000004</c:v>
                </c:pt>
                <c:pt idx="1917">
                  <c:v>7.95</c:v>
                </c:pt>
                <c:pt idx="1918">
                  <c:v>7.954167</c:v>
                </c:pt>
                <c:pt idx="1919">
                  <c:v>7.9583329999999997</c:v>
                </c:pt>
                <c:pt idx="1920">
                  <c:v>7.9625000000000004</c:v>
                </c:pt>
                <c:pt idx="1921">
                  <c:v>7.9666670000000002</c:v>
                </c:pt>
                <c:pt idx="1922">
                  <c:v>7.9708329999999998</c:v>
                </c:pt>
                <c:pt idx="1923">
                  <c:v>7.9749999999999996</c:v>
                </c:pt>
                <c:pt idx="1924">
                  <c:v>7.9791670000000003</c:v>
                </c:pt>
                <c:pt idx="1925">
                  <c:v>7.983333</c:v>
                </c:pt>
                <c:pt idx="1926">
                  <c:v>7.9874999999999998</c:v>
                </c:pt>
                <c:pt idx="1927">
                  <c:v>7.9916669999999996</c:v>
                </c:pt>
                <c:pt idx="1928">
                  <c:v>7.9958330000000002</c:v>
                </c:pt>
                <c:pt idx="1929">
                  <c:v>8</c:v>
                </c:pt>
                <c:pt idx="1930">
                  <c:v>8.0041670000000007</c:v>
                </c:pt>
                <c:pt idx="1931">
                  <c:v>8.0083330000000004</c:v>
                </c:pt>
                <c:pt idx="1932">
                  <c:v>8.0124999999999993</c:v>
                </c:pt>
                <c:pt idx="1933">
                  <c:v>8.016667</c:v>
                </c:pt>
                <c:pt idx="1934">
                  <c:v>8.0208329999999997</c:v>
                </c:pt>
                <c:pt idx="1935">
                  <c:v>8.0250000000000004</c:v>
                </c:pt>
                <c:pt idx="1936">
                  <c:v>8.0291669999999993</c:v>
                </c:pt>
                <c:pt idx="1937">
                  <c:v>8.0333330000000007</c:v>
                </c:pt>
                <c:pt idx="1938">
                  <c:v>8.0374999999999996</c:v>
                </c:pt>
                <c:pt idx="1939">
                  <c:v>8.0416670000000003</c:v>
                </c:pt>
                <c:pt idx="1940">
                  <c:v>8.045833</c:v>
                </c:pt>
                <c:pt idx="1941">
                  <c:v>8.0500000000000007</c:v>
                </c:pt>
                <c:pt idx="1942">
                  <c:v>8.0541669999999996</c:v>
                </c:pt>
                <c:pt idx="1943">
                  <c:v>8.0583329999999993</c:v>
                </c:pt>
                <c:pt idx="1944">
                  <c:v>8.0625</c:v>
                </c:pt>
                <c:pt idx="1945">
                  <c:v>8.0666670000000007</c:v>
                </c:pt>
                <c:pt idx="1946">
                  <c:v>8.0708330000000004</c:v>
                </c:pt>
                <c:pt idx="1947">
                  <c:v>8.0749999999999993</c:v>
                </c:pt>
                <c:pt idx="1948">
                  <c:v>8.079167</c:v>
                </c:pt>
                <c:pt idx="1949">
                  <c:v>8.0833329999999997</c:v>
                </c:pt>
                <c:pt idx="1950">
                  <c:v>8.0875000000000004</c:v>
                </c:pt>
                <c:pt idx="1951">
                  <c:v>8.0916669999999993</c:v>
                </c:pt>
                <c:pt idx="1952">
                  <c:v>8.0958330000000007</c:v>
                </c:pt>
                <c:pt idx="1953">
                  <c:v>8.1</c:v>
                </c:pt>
                <c:pt idx="1954">
                  <c:v>8.1041670000000003</c:v>
                </c:pt>
                <c:pt idx="1955">
                  <c:v>8.108333</c:v>
                </c:pt>
                <c:pt idx="1956">
                  <c:v>8.1125000000000007</c:v>
                </c:pt>
                <c:pt idx="1957">
                  <c:v>8.1166669999999996</c:v>
                </c:pt>
                <c:pt idx="1958">
                  <c:v>8.1208329999999993</c:v>
                </c:pt>
                <c:pt idx="1959">
                  <c:v>8.125</c:v>
                </c:pt>
                <c:pt idx="1960">
                  <c:v>8.1291670000000007</c:v>
                </c:pt>
                <c:pt idx="1961">
                  <c:v>8.1333330000000004</c:v>
                </c:pt>
                <c:pt idx="1962">
                  <c:v>8.1374999999999993</c:v>
                </c:pt>
                <c:pt idx="1963">
                  <c:v>8.141667</c:v>
                </c:pt>
                <c:pt idx="1964">
                  <c:v>8.1458329999999997</c:v>
                </c:pt>
                <c:pt idx="1965">
                  <c:v>8.15</c:v>
                </c:pt>
                <c:pt idx="1966">
                  <c:v>8.1541669999999993</c:v>
                </c:pt>
                <c:pt idx="1967">
                  <c:v>8.1583330000000007</c:v>
                </c:pt>
                <c:pt idx="1968">
                  <c:v>8.1624999999999996</c:v>
                </c:pt>
                <c:pt idx="1969">
                  <c:v>8.1666670000000003</c:v>
                </c:pt>
                <c:pt idx="1970">
                  <c:v>8.170833</c:v>
                </c:pt>
                <c:pt idx="1971">
                  <c:v>8.1750000000000007</c:v>
                </c:pt>
                <c:pt idx="1972">
                  <c:v>8.1791669999999996</c:v>
                </c:pt>
                <c:pt idx="1973">
                  <c:v>8.1833329999999993</c:v>
                </c:pt>
                <c:pt idx="1974">
                  <c:v>8.1875</c:v>
                </c:pt>
                <c:pt idx="1975">
                  <c:v>8.1916670000000007</c:v>
                </c:pt>
                <c:pt idx="1976">
                  <c:v>8.1958330000000004</c:v>
                </c:pt>
                <c:pt idx="1977">
                  <c:v>8.1999999999999993</c:v>
                </c:pt>
                <c:pt idx="1978">
                  <c:v>8.204167</c:v>
                </c:pt>
                <c:pt idx="1979">
                  <c:v>8.2083329999999997</c:v>
                </c:pt>
                <c:pt idx="1980">
                  <c:v>8.2125000000000004</c:v>
                </c:pt>
                <c:pt idx="1981">
                  <c:v>8.2166669999999993</c:v>
                </c:pt>
                <c:pt idx="1982">
                  <c:v>8.2208330000000007</c:v>
                </c:pt>
                <c:pt idx="1983">
                  <c:v>8.2249999999999996</c:v>
                </c:pt>
                <c:pt idx="1984">
                  <c:v>8.2291670000000003</c:v>
                </c:pt>
                <c:pt idx="1985">
                  <c:v>8.233333</c:v>
                </c:pt>
                <c:pt idx="1986">
                  <c:v>8.2375000000000007</c:v>
                </c:pt>
                <c:pt idx="1987">
                  <c:v>8.2416669999999996</c:v>
                </c:pt>
                <c:pt idx="1988">
                  <c:v>8.2458329999999993</c:v>
                </c:pt>
                <c:pt idx="1989">
                  <c:v>8.25</c:v>
                </c:pt>
                <c:pt idx="1990">
                  <c:v>8.2541670000000007</c:v>
                </c:pt>
                <c:pt idx="1991">
                  <c:v>8.2583330000000004</c:v>
                </c:pt>
                <c:pt idx="1992">
                  <c:v>8.2624999999999993</c:v>
                </c:pt>
                <c:pt idx="1993">
                  <c:v>8.266667</c:v>
                </c:pt>
                <c:pt idx="1994">
                  <c:v>8.2708329999999997</c:v>
                </c:pt>
                <c:pt idx="1995">
                  <c:v>8.2750000000000004</c:v>
                </c:pt>
                <c:pt idx="1996">
                  <c:v>8.2791669999999993</c:v>
                </c:pt>
                <c:pt idx="1997">
                  <c:v>8.2833330000000007</c:v>
                </c:pt>
                <c:pt idx="1998">
                  <c:v>8.2874999999999996</c:v>
                </c:pt>
                <c:pt idx="1999">
                  <c:v>8.2916670000000003</c:v>
                </c:pt>
                <c:pt idx="2000">
                  <c:v>8.295833</c:v>
                </c:pt>
                <c:pt idx="2001">
                  <c:v>8.3000000000000007</c:v>
                </c:pt>
                <c:pt idx="2002">
                  <c:v>8.3041669999999996</c:v>
                </c:pt>
                <c:pt idx="2003">
                  <c:v>8.3083329999999993</c:v>
                </c:pt>
                <c:pt idx="2004">
                  <c:v>8.3125</c:v>
                </c:pt>
                <c:pt idx="2005">
                  <c:v>8.3166670000000007</c:v>
                </c:pt>
                <c:pt idx="2006">
                  <c:v>8.3208330000000004</c:v>
                </c:pt>
                <c:pt idx="2007">
                  <c:v>8.3249999999999993</c:v>
                </c:pt>
                <c:pt idx="2008">
                  <c:v>8.329167</c:v>
                </c:pt>
                <c:pt idx="2009">
                  <c:v>8.3333329999999997</c:v>
                </c:pt>
                <c:pt idx="2010">
                  <c:v>8.3375000000000004</c:v>
                </c:pt>
                <c:pt idx="2011">
                  <c:v>8.3416669999999993</c:v>
                </c:pt>
                <c:pt idx="2012">
                  <c:v>8.3458330000000007</c:v>
                </c:pt>
                <c:pt idx="2013">
                  <c:v>8.35</c:v>
                </c:pt>
                <c:pt idx="2014">
                  <c:v>8.3541670000000003</c:v>
                </c:pt>
                <c:pt idx="2015">
                  <c:v>8.358333</c:v>
                </c:pt>
                <c:pt idx="2016">
                  <c:v>8.3625000000000007</c:v>
                </c:pt>
                <c:pt idx="2017">
                  <c:v>8.3666669999999996</c:v>
                </c:pt>
                <c:pt idx="2018">
                  <c:v>8.3708329999999993</c:v>
                </c:pt>
                <c:pt idx="2019">
                  <c:v>8.375</c:v>
                </c:pt>
                <c:pt idx="2020">
                  <c:v>8.3791670000000007</c:v>
                </c:pt>
                <c:pt idx="2021">
                  <c:v>8.3833330000000004</c:v>
                </c:pt>
                <c:pt idx="2022">
                  <c:v>8.3874999999999993</c:v>
                </c:pt>
                <c:pt idx="2023">
                  <c:v>8.391667</c:v>
                </c:pt>
                <c:pt idx="2024">
                  <c:v>8.3958329999999997</c:v>
                </c:pt>
                <c:pt idx="2025">
                  <c:v>8.4</c:v>
                </c:pt>
                <c:pt idx="2026">
                  <c:v>8.4041669999999993</c:v>
                </c:pt>
                <c:pt idx="2027">
                  <c:v>8.4083330000000007</c:v>
                </c:pt>
                <c:pt idx="2028">
                  <c:v>8.4124999999999996</c:v>
                </c:pt>
                <c:pt idx="2029">
                  <c:v>8.4166670000000003</c:v>
                </c:pt>
                <c:pt idx="2030">
                  <c:v>8.420833</c:v>
                </c:pt>
                <c:pt idx="2031">
                  <c:v>8.4250000000000007</c:v>
                </c:pt>
                <c:pt idx="2032">
                  <c:v>8.4291669999999996</c:v>
                </c:pt>
                <c:pt idx="2033">
                  <c:v>8.4333329999999993</c:v>
                </c:pt>
                <c:pt idx="2034">
                  <c:v>8.4375</c:v>
                </c:pt>
                <c:pt idx="2035">
                  <c:v>8.4416670000000007</c:v>
                </c:pt>
                <c:pt idx="2036">
                  <c:v>8.4458330000000004</c:v>
                </c:pt>
                <c:pt idx="2037">
                  <c:v>8.4499999999999993</c:v>
                </c:pt>
                <c:pt idx="2038">
                  <c:v>8.454167</c:v>
                </c:pt>
                <c:pt idx="2039">
                  <c:v>8.4583329999999997</c:v>
                </c:pt>
                <c:pt idx="2040">
                  <c:v>8.4625000000000004</c:v>
                </c:pt>
                <c:pt idx="2041">
                  <c:v>8.4666669999999993</c:v>
                </c:pt>
                <c:pt idx="2042">
                  <c:v>8.4708330000000007</c:v>
                </c:pt>
                <c:pt idx="2043">
                  <c:v>8.4749999999999996</c:v>
                </c:pt>
                <c:pt idx="2044">
                  <c:v>8.4791670000000003</c:v>
                </c:pt>
                <c:pt idx="2045">
                  <c:v>8.483333</c:v>
                </c:pt>
                <c:pt idx="2046">
                  <c:v>8.4875000000000007</c:v>
                </c:pt>
                <c:pt idx="2047">
                  <c:v>8.4916669999999996</c:v>
                </c:pt>
                <c:pt idx="2048">
                  <c:v>8.4958329999999993</c:v>
                </c:pt>
                <c:pt idx="2049">
                  <c:v>8.5</c:v>
                </c:pt>
                <c:pt idx="2050">
                  <c:v>8.5041670000000007</c:v>
                </c:pt>
                <c:pt idx="2051">
                  <c:v>8.5083330000000004</c:v>
                </c:pt>
                <c:pt idx="2052">
                  <c:v>8.5124999999999993</c:v>
                </c:pt>
                <c:pt idx="2053">
                  <c:v>8.516667</c:v>
                </c:pt>
                <c:pt idx="2054">
                  <c:v>8.5208329999999997</c:v>
                </c:pt>
                <c:pt idx="2055">
                  <c:v>8.5250000000000004</c:v>
                </c:pt>
                <c:pt idx="2056">
                  <c:v>8.5291669999999993</c:v>
                </c:pt>
                <c:pt idx="2057">
                  <c:v>8.5333330000000007</c:v>
                </c:pt>
                <c:pt idx="2058">
                  <c:v>8.5374999999999996</c:v>
                </c:pt>
                <c:pt idx="2059">
                  <c:v>8.5416670000000003</c:v>
                </c:pt>
                <c:pt idx="2060">
                  <c:v>8.545833</c:v>
                </c:pt>
                <c:pt idx="2061">
                  <c:v>8.5500000000000007</c:v>
                </c:pt>
                <c:pt idx="2062">
                  <c:v>8.5541669999999996</c:v>
                </c:pt>
                <c:pt idx="2063">
                  <c:v>8.5583329999999993</c:v>
                </c:pt>
                <c:pt idx="2064">
                  <c:v>8.5625</c:v>
                </c:pt>
                <c:pt idx="2065">
                  <c:v>8.5666670000000007</c:v>
                </c:pt>
                <c:pt idx="2066">
                  <c:v>8.5708330000000004</c:v>
                </c:pt>
                <c:pt idx="2067">
                  <c:v>8.5749999999999993</c:v>
                </c:pt>
                <c:pt idx="2068">
                  <c:v>8.579167</c:v>
                </c:pt>
                <c:pt idx="2069">
                  <c:v>8.5833329999999997</c:v>
                </c:pt>
                <c:pt idx="2070">
                  <c:v>8.5875000000000004</c:v>
                </c:pt>
                <c:pt idx="2071">
                  <c:v>8.5916669999999993</c:v>
                </c:pt>
                <c:pt idx="2072">
                  <c:v>8.5958330000000007</c:v>
                </c:pt>
                <c:pt idx="2073">
                  <c:v>8.6</c:v>
                </c:pt>
                <c:pt idx="2074">
                  <c:v>8.6041670000000003</c:v>
                </c:pt>
                <c:pt idx="2075">
                  <c:v>8.608333</c:v>
                </c:pt>
                <c:pt idx="2076">
                  <c:v>8.6125000000000007</c:v>
                </c:pt>
                <c:pt idx="2077">
                  <c:v>8.6166669999999996</c:v>
                </c:pt>
                <c:pt idx="2078">
                  <c:v>8.6208329999999993</c:v>
                </c:pt>
                <c:pt idx="2079">
                  <c:v>8.625</c:v>
                </c:pt>
                <c:pt idx="2080">
                  <c:v>8.6291670000000007</c:v>
                </c:pt>
                <c:pt idx="2081">
                  <c:v>8.6333330000000004</c:v>
                </c:pt>
                <c:pt idx="2082">
                  <c:v>8.6374999999999993</c:v>
                </c:pt>
                <c:pt idx="2083">
                  <c:v>8.641667</c:v>
                </c:pt>
                <c:pt idx="2084">
                  <c:v>8.6458329999999997</c:v>
                </c:pt>
                <c:pt idx="2085">
                  <c:v>8.65</c:v>
                </c:pt>
                <c:pt idx="2086">
                  <c:v>8.6541669999999993</c:v>
                </c:pt>
                <c:pt idx="2087">
                  <c:v>8.6583330000000007</c:v>
                </c:pt>
                <c:pt idx="2088">
                  <c:v>8.6624999999999996</c:v>
                </c:pt>
                <c:pt idx="2089">
                  <c:v>8.6666670000000003</c:v>
                </c:pt>
                <c:pt idx="2090">
                  <c:v>8.670833</c:v>
                </c:pt>
                <c:pt idx="2091">
                  <c:v>8.6750000000000007</c:v>
                </c:pt>
                <c:pt idx="2092">
                  <c:v>8.6791669999999996</c:v>
                </c:pt>
                <c:pt idx="2093">
                  <c:v>8.6833329999999993</c:v>
                </c:pt>
                <c:pt idx="2094">
                  <c:v>8.6875</c:v>
                </c:pt>
                <c:pt idx="2095">
                  <c:v>8.6916670000000007</c:v>
                </c:pt>
                <c:pt idx="2096">
                  <c:v>8.6958330000000004</c:v>
                </c:pt>
                <c:pt idx="2097">
                  <c:v>8.6999999999999993</c:v>
                </c:pt>
                <c:pt idx="2098">
                  <c:v>8.704167</c:v>
                </c:pt>
                <c:pt idx="2099">
                  <c:v>8.7083329999999997</c:v>
                </c:pt>
                <c:pt idx="2100">
                  <c:v>8.7125000000000004</c:v>
                </c:pt>
                <c:pt idx="2101">
                  <c:v>8.7166669999999993</c:v>
                </c:pt>
                <c:pt idx="2102">
                  <c:v>8.7208330000000007</c:v>
                </c:pt>
                <c:pt idx="2103">
                  <c:v>8.7249999999999996</c:v>
                </c:pt>
                <c:pt idx="2104">
                  <c:v>8.7291670000000003</c:v>
                </c:pt>
                <c:pt idx="2105">
                  <c:v>8.733333</c:v>
                </c:pt>
                <c:pt idx="2106">
                  <c:v>8.7375000000000007</c:v>
                </c:pt>
                <c:pt idx="2107">
                  <c:v>8.7416669999999996</c:v>
                </c:pt>
                <c:pt idx="2108">
                  <c:v>8.7458329999999993</c:v>
                </c:pt>
                <c:pt idx="2109">
                  <c:v>8.75</c:v>
                </c:pt>
                <c:pt idx="2110">
                  <c:v>8.7541670000000007</c:v>
                </c:pt>
                <c:pt idx="2111">
                  <c:v>8.7583330000000004</c:v>
                </c:pt>
                <c:pt idx="2112">
                  <c:v>8.7624999999999993</c:v>
                </c:pt>
                <c:pt idx="2113">
                  <c:v>8.766667</c:v>
                </c:pt>
                <c:pt idx="2114">
                  <c:v>8.7708329999999997</c:v>
                </c:pt>
                <c:pt idx="2115">
                  <c:v>8.7750000000000004</c:v>
                </c:pt>
                <c:pt idx="2116">
                  <c:v>8.7791669999999993</c:v>
                </c:pt>
                <c:pt idx="2117">
                  <c:v>8.7833330000000007</c:v>
                </c:pt>
                <c:pt idx="2118">
                  <c:v>8.7874999999999996</c:v>
                </c:pt>
                <c:pt idx="2119">
                  <c:v>8.7916670000000003</c:v>
                </c:pt>
                <c:pt idx="2120">
                  <c:v>8.795833</c:v>
                </c:pt>
                <c:pt idx="2121">
                  <c:v>8.8000000000000007</c:v>
                </c:pt>
                <c:pt idx="2122">
                  <c:v>8.8041669999999996</c:v>
                </c:pt>
                <c:pt idx="2123">
                  <c:v>8.8083329999999993</c:v>
                </c:pt>
                <c:pt idx="2124">
                  <c:v>8.8125</c:v>
                </c:pt>
                <c:pt idx="2125">
                  <c:v>8.8166670000000007</c:v>
                </c:pt>
                <c:pt idx="2126">
                  <c:v>8.8208330000000004</c:v>
                </c:pt>
                <c:pt idx="2127">
                  <c:v>8.8249999999999993</c:v>
                </c:pt>
                <c:pt idx="2128">
                  <c:v>8.829167</c:v>
                </c:pt>
                <c:pt idx="2129">
                  <c:v>8.8333329999999997</c:v>
                </c:pt>
                <c:pt idx="2130">
                  <c:v>8.8375000000000004</c:v>
                </c:pt>
                <c:pt idx="2131">
                  <c:v>8.8416669999999993</c:v>
                </c:pt>
                <c:pt idx="2132">
                  <c:v>8.8458330000000007</c:v>
                </c:pt>
                <c:pt idx="2133">
                  <c:v>8.85</c:v>
                </c:pt>
                <c:pt idx="2134">
                  <c:v>8.8541670000000003</c:v>
                </c:pt>
                <c:pt idx="2135">
                  <c:v>8.858333</c:v>
                </c:pt>
                <c:pt idx="2136">
                  <c:v>8.8625000000000007</c:v>
                </c:pt>
                <c:pt idx="2137">
                  <c:v>8.8666669999999996</c:v>
                </c:pt>
                <c:pt idx="2138">
                  <c:v>8.8708329999999993</c:v>
                </c:pt>
                <c:pt idx="2139">
                  <c:v>8.875</c:v>
                </c:pt>
                <c:pt idx="2140">
                  <c:v>8.8791670000000007</c:v>
                </c:pt>
                <c:pt idx="2141">
                  <c:v>8.8833330000000004</c:v>
                </c:pt>
                <c:pt idx="2142">
                  <c:v>8.8874999999999993</c:v>
                </c:pt>
                <c:pt idx="2143">
                  <c:v>8.891667</c:v>
                </c:pt>
                <c:pt idx="2144">
                  <c:v>8.8958329999999997</c:v>
                </c:pt>
                <c:pt idx="2145">
                  <c:v>8.9</c:v>
                </c:pt>
                <c:pt idx="2146">
                  <c:v>8.9041669999999993</c:v>
                </c:pt>
                <c:pt idx="2147">
                  <c:v>8.9083330000000007</c:v>
                </c:pt>
                <c:pt idx="2148">
                  <c:v>8.9124999999999996</c:v>
                </c:pt>
                <c:pt idx="2149">
                  <c:v>8.9166670000000003</c:v>
                </c:pt>
                <c:pt idx="2150">
                  <c:v>8.920833</c:v>
                </c:pt>
                <c:pt idx="2151">
                  <c:v>8.9250000000000007</c:v>
                </c:pt>
                <c:pt idx="2152">
                  <c:v>8.9291669999999996</c:v>
                </c:pt>
                <c:pt idx="2153">
                  <c:v>8.9333329999999993</c:v>
                </c:pt>
                <c:pt idx="2154">
                  <c:v>8.9375</c:v>
                </c:pt>
                <c:pt idx="2155">
                  <c:v>8.9416670000000007</c:v>
                </c:pt>
                <c:pt idx="2156">
                  <c:v>8.9458330000000004</c:v>
                </c:pt>
                <c:pt idx="2157">
                  <c:v>8.9499999999999993</c:v>
                </c:pt>
                <c:pt idx="2158">
                  <c:v>8.954167</c:v>
                </c:pt>
                <c:pt idx="2159">
                  <c:v>8.9583329999999997</c:v>
                </c:pt>
                <c:pt idx="2160">
                  <c:v>8.9625000000000004</c:v>
                </c:pt>
                <c:pt idx="2161">
                  <c:v>8.9666669999999993</c:v>
                </c:pt>
                <c:pt idx="2162">
                  <c:v>8.9708330000000007</c:v>
                </c:pt>
                <c:pt idx="2163">
                  <c:v>8.9749999999999996</c:v>
                </c:pt>
                <c:pt idx="2164">
                  <c:v>8.9791670000000003</c:v>
                </c:pt>
                <c:pt idx="2165">
                  <c:v>8.983333</c:v>
                </c:pt>
                <c:pt idx="2166">
                  <c:v>8.9875000000000007</c:v>
                </c:pt>
                <c:pt idx="2167">
                  <c:v>8.9916669999999996</c:v>
                </c:pt>
                <c:pt idx="2168">
                  <c:v>8.9958329999999993</c:v>
                </c:pt>
                <c:pt idx="2169">
                  <c:v>9</c:v>
                </c:pt>
                <c:pt idx="2170">
                  <c:v>9.0041670000000007</c:v>
                </c:pt>
                <c:pt idx="2171">
                  <c:v>9.0083330000000004</c:v>
                </c:pt>
                <c:pt idx="2172">
                  <c:v>9.0124999999999993</c:v>
                </c:pt>
                <c:pt idx="2173">
                  <c:v>9.016667</c:v>
                </c:pt>
                <c:pt idx="2174">
                  <c:v>9.0208329999999997</c:v>
                </c:pt>
                <c:pt idx="2175">
                  <c:v>9.0250000000000004</c:v>
                </c:pt>
                <c:pt idx="2176">
                  <c:v>9.0291669999999993</c:v>
                </c:pt>
                <c:pt idx="2177">
                  <c:v>9.0333330000000007</c:v>
                </c:pt>
                <c:pt idx="2178">
                  <c:v>9.0374999999999996</c:v>
                </c:pt>
                <c:pt idx="2179">
                  <c:v>9.0416670000000003</c:v>
                </c:pt>
                <c:pt idx="2180">
                  <c:v>9.045833</c:v>
                </c:pt>
                <c:pt idx="2181">
                  <c:v>9.0500000000000007</c:v>
                </c:pt>
                <c:pt idx="2182">
                  <c:v>9.0541669999999996</c:v>
                </c:pt>
                <c:pt idx="2183">
                  <c:v>9.0583329999999993</c:v>
                </c:pt>
                <c:pt idx="2184">
                  <c:v>9.0625</c:v>
                </c:pt>
                <c:pt idx="2185">
                  <c:v>9.0666670000000007</c:v>
                </c:pt>
                <c:pt idx="2186">
                  <c:v>9.0708330000000004</c:v>
                </c:pt>
                <c:pt idx="2187">
                  <c:v>9.0749999999999993</c:v>
                </c:pt>
                <c:pt idx="2188">
                  <c:v>9.079167</c:v>
                </c:pt>
                <c:pt idx="2189">
                  <c:v>9.0833329999999997</c:v>
                </c:pt>
                <c:pt idx="2190">
                  <c:v>9.0875000000000004</c:v>
                </c:pt>
                <c:pt idx="2191">
                  <c:v>9.0916669999999993</c:v>
                </c:pt>
                <c:pt idx="2192">
                  <c:v>9.0958330000000007</c:v>
                </c:pt>
                <c:pt idx="2193">
                  <c:v>9.1</c:v>
                </c:pt>
                <c:pt idx="2194">
                  <c:v>9.1041670000000003</c:v>
                </c:pt>
                <c:pt idx="2195">
                  <c:v>9.108333</c:v>
                </c:pt>
                <c:pt idx="2196">
                  <c:v>9.1125000000000007</c:v>
                </c:pt>
                <c:pt idx="2197">
                  <c:v>9.1166669999999996</c:v>
                </c:pt>
                <c:pt idx="2198">
                  <c:v>9.1208329999999993</c:v>
                </c:pt>
                <c:pt idx="2199">
                  <c:v>9.125</c:v>
                </c:pt>
                <c:pt idx="2200">
                  <c:v>9.1291670000000007</c:v>
                </c:pt>
                <c:pt idx="2201">
                  <c:v>9.1333330000000004</c:v>
                </c:pt>
                <c:pt idx="2202">
                  <c:v>9.1374999999999993</c:v>
                </c:pt>
                <c:pt idx="2203">
                  <c:v>9.141667</c:v>
                </c:pt>
                <c:pt idx="2204">
                  <c:v>9.1458329999999997</c:v>
                </c:pt>
                <c:pt idx="2205">
                  <c:v>9.15</c:v>
                </c:pt>
                <c:pt idx="2206">
                  <c:v>9.1541669999999993</c:v>
                </c:pt>
                <c:pt idx="2207">
                  <c:v>9.1583330000000007</c:v>
                </c:pt>
                <c:pt idx="2208">
                  <c:v>9.1624999999999996</c:v>
                </c:pt>
                <c:pt idx="2209">
                  <c:v>9.1666670000000003</c:v>
                </c:pt>
                <c:pt idx="2210">
                  <c:v>9.170833</c:v>
                </c:pt>
                <c:pt idx="2211">
                  <c:v>9.1750000000000007</c:v>
                </c:pt>
                <c:pt idx="2212">
                  <c:v>9.1791669999999996</c:v>
                </c:pt>
                <c:pt idx="2213">
                  <c:v>9.1833329999999993</c:v>
                </c:pt>
                <c:pt idx="2214">
                  <c:v>9.1875</c:v>
                </c:pt>
                <c:pt idx="2215">
                  <c:v>9.1916670000000007</c:v>
                </c:pt>
                <c:pt idx="2216">
                  <c:v>9.1958330000000004</c:v>
                </c:pt>
                <c:pt idx="2217">
                  <c:v>9.1999999999999993</c:v>
                </c:pt>
                <c:pt idx="2218">
                  <c:v>9.204167</c:v>
                </c:pt>
                <c:pt idx="2219">
                  <c:v>9.2083329999999997</c:v>
                </c:pt>
                <c:pt idx="2220">
                  <c:v>9.2125000000000004</c:v>
                </c:pt>
                <c:pt idx="2221">
                  <c:v>9.2166669999999993</c:v>
                </c:pt>
                <c:pt idx="2222">
                  <c:v>9.2208330000000007</c:v>
                </c:pt>
                <c:pt idx="2223">
                  <c:v>9.2249999999999996</c:v>
                </c:pt>
                <c:pt idx="2224">
                  <c:v>9.2291670000000003</c:v>
                </c:pt>
                <c:pt idx="2225">
                  <c:v>9.233333</c:v>
                </c:pt>
                <c:pt idx="2226">
                  <c:v>9.2375000000000007</c:v>
                </c:pt>
                <c:pt idx="2227">
                  <c:v>9.2416669999999996</c:v>
                </c:pt>
                <c:pt idx="2228">
                  <c:v>9.2458329999999993</c:v>
                </c:pt>
                <c:pt idx="2229">
                  <c:v>9.25</c:v>
                </c:pt>
                <c:pt idx="2230">
                  <c:v>9.2541670000000007</c:v>
                </c:pt>
                <c:pt idx="2231">
                  <c:v>9.2583330000000004</c:v>
                </c:pt>
                <c:pt idx="2232">
                  <c:v>9.2624999999999993</c:v>
                </c:pt>
                <c:pt idx="2233">
                  <c:v>9.266667</c:v>
                </c:pt>
                <c:pt idx="2234">
                  <c:v>9.2708329999999997</c:v>
                </c:pt>
                <c:pt idx="2235">
                  <c:v>9.2750000000000004</c:v>
                </c:pt>
                <c:pt idx="2236">
                  <c:v>9.2791669999999993</c:v>
                </c:pt>
                <c:pt idx="2237">
                  <c:v>9.2833330000000007</c:v>
                </c:pt>
                <c:pt idx="2238">
                  <c:v>9.2874999999999996</c:v>
                </c:pt>
                <c:pt idx="2239">
                  <c:v>9.2916670000000003</c:v>
                </c:pt>
                <c:pt idx="2240">
                  <c:v>9.295833</c:v>
                </c:pt>
                <c:pt idx="2241">
                  <c:v>9.3000000000000007</c:v>
                </c:pt>
                <c:pt idx="2242">
                  <c:v>9.3041669999999996</c:v>
                </c:pt>
                <c:pt idx="2243">
                  <c:v>9.3083329999999993</c:v>
                </c:pt>
                <c:pt idx="2244">
                  <c:v>9.3125</c:v>
                </c:pt>
                <c:pt idx="2245">
                  <c:v>9.3166670000000007</c:v>
                </c:pt>
                <c:pt idx="2246">
                  <c:v>9.3208330000000004</c:v>
                </c:pt>
                <c:pt idx="2247">
                  <c:v>9.3249999999999993</c:v>
                </c:pt>
                <c:pt idx="2248">
                  <c:v>9.329167</c:v>
                </c:pt>
                <c:pt idx="2249">
                  <c:v>9.3333329999999997</c:v>
                </c:pt>
                <c:pt idx="2250">
                  <c:v>9.3375000000000004</c:v>
                </c:pt>
                <c:pt idx="2251">
                  <c:v>9.3416669999999993</c:v>
                </c:pt>
                <c:pt idx="2252">
                  <c:v>9.3458330000000007</c:v>
                </c:pt>
                <c:pt idx="2253">
                  <c:v>9.35</c:v>
                </c:pt>
                <c:pt idx="2254">
                  <c:v>9.3541670000000003</c:v>
                </c:pt>
                <c:pt idx="2255">
                  <c:v>9.358333</c:v>
                </c:pt>
                <c:pt idx="2256">
                  <c:v>9.3625000000000007</c:v>
                </c:pt>
                <c:pt idx="2257">
                  <c:v>9.3666669999999996</c:v>
                </c:pt>
                <c:pt idx="2258">
                  <c:v>9.3708329999999993</c:v>
                </c:pt>
                <c:pt idx="2259">
                  <c:v>9.375</c:v>
                </c:pt>
                <c:pt idx="2260">
                  <c:v>9.3791670000000007</c:v>
                </c:pt>
                <c:pt idx="2261">
                  <c:v>9.3833330000000004</c:v>
                </c:pt>
                <c:pt idx="2262">
                  <c:v>9.3874999999999993</c:v>
                </c:pt>
                <c:pt idx="2263">
                  <c:v>9.391667</c:v>
                </c:pt>
                <c:pt idx="2264">
                  <c:v>9.3958329999999997</c:v>
                </c:pt>
                <c:pt idx="2265">
                  <c:v>9.4</c:v>
                </c:pt>
                <c:pt idx="2266">
                  <c:v>9.4041669999999993</c:v>
                </c:pt>
                <c:pt idx="2267">
                  <c:v>9.4083330000000007</c:v>
                </c:pt>
                <c:pt idx="2268">
                  <c:v>9.4124999999999996</c:v>
                </c:pt>
                <c:pt idx="2269">
                  <c:v>9.4166670000000003</c:v>
                </c:pt>
                <c:pt idx="2270">
                  <c:v>9.420833</c:v>
                </c:pt>
                <c:pt idx="2271">
                  <c:v>9.4250000000000007</c:v>
                </c:pt>
                <c:pt idx="2272">
                  <c:v>9.4291669999999996</c:v>
                </c:pt>
                <c:pt idx="2273">
                  <c:v>9.4333329999999993</c:v>
                </c:pt>
                <c:pt idx="2274">
                  <c:v>9.4375</c:v>
                </c:pt>
                <c:pt idx="2275">
                  <c:v>9.4416670000000007</c:v>
                </c:pt>
                <c:pt idx="2276">
                  <c:v>9.4458330000000004</c:v>
                </c:pt>
                <c:pt idx="2277">
                  <c:v>9.4499999999999993</c:v>
                </c:pt>
                <c:pt idx="2278">
                  <c:v>9.454167</c:v>
                </c:pt>
                <c:pt idx="2279">
                  <c:v>9.4583329999999997</c:v>
                </c:pt>
                <c:pt idx="2280">
                  <c:v>9.4625000000000004</c:v>
                </c:pt>
                <c:pt idx="2281">
                  <c:v>9.4666669999999993</c:v>
                </c:pt>
                <c:pt idx="2282">
                  <c:v>9.4708330000000007</c:v>
                </c:pt>
                <c:pt idx="2283">
                  <c:v>9.4749999999999996</c:v>
                </c:pt>
                <c:pt idx="2284">
                  <c:v>9.4791670000000003</c:v>
                </c:pt>
                <c:pt idx="2285">
                  <c:v>9.483333</c:v>
                </c:pt>
                <c:pt idx="2286">
                  <c:v>9.4875000000000007</c:v>
                </c:pt>
                <c:pt idx="2287">
                  <c:v>9.4916669999999996</c:v>
                </c:pt>
                <c:pt idx="2288">
                  <c:v>9.4958329999999993</c:v>
                </c:pt>
                <c:pt idx="2289">
                  <c:v>9.5</c:v>
                </c:pt>
                <c:pt idx="2290">
                  <c:v>9.5041670000000007</c:v>
                </c:pt>
                <c:pt idx="2291">
                  <c:v>9.5083330000000004</c:v>
                </c:pt>
                <c:pt idx="2292">
                  <c:v>9.5124999999999993</c:v>
                </c:pt>
                <c:pt idx="2293">
                  <c:v>9.516667</c:v>
                </c:pt>
                <c:pt idx="2294">
                  <c:v>9.5208329999999997</c:v>
                </c:pt>
                <c:pt idx="2295">
                  <c:v>9.5250000000000004</c:v>
                </c:pt>
                <c:pt idx="2296">
                  <c:v>9.5291669999999993</c:v>
                </c:pt>
                <c:pt idx="2297">
                  <c:v>9.5333330000000007</c:v>
                </c:pt>
                <c:pt idx="2298">
                  <c:v>9.5374999999999996</c:v>
                </c:pt>
                <c:pt idx="2299">
                  <c:v>9.5416670000000003</c:v>
                </c:pt>
                <c:pt idx="2300">
                  <c:v>9.545833</c:v>
                </c:pt>
                <c:pt idx="2301">
                  <c:v>9.5500000000000007</c:v>
                </c:pt>
                <c:pt idx="2302">
                  <c:v>9.5541669999999996</c:v>
                </c:pt>
                <c:pt idx="2303">
                  <c:v>9.5583329999999993</c:v>
                </c:pt>
                <c:pt idx="2304">
                  <c:v>9.5625</c:v>
                </c:pt>
                <c:pt idx="2305">
                  <c:v>9.5666670000000007</c:v>
                </c:pt>
                <c:pt idx="2306">
                  <c:v>9.5708330000000004</c:v>
                </c:pt>
                <c:pt idx="2307">
                  <c:v>9.5749999999999993</c:v>
                </c:pt>
                <c:pt idx="2308">
                  <c:v>9.579167</c:v>
                </c:pt>
                <c:pt idx="2309">
                  <c:v>9.5833329999999997</c:v>
                </c:pt>
                <c:pt idx="2310">
                  <c:v>9.5875000000000004</c:v>
                </c:pt>
                <c:pt idx="2311">
                  <c:v>9.5916669999999993</c:v>
                </c:pt>
                <c:pt idx="2312">
                  <c:v>9.5958330000000007</c:v>
                </c:pt>
                <c:pt idx="2313">
                  <c:v>9.6</c:v>
                </c:pt>
                <c:pt idx="2314">
                  <c:v>9.6041670000000003</c:v>
                </c:pt>
                <c:pt idx="2315">
                  <c:v>9.608333</c:v>
                </c:pt>
                <c:pt idx="2316">
                  <c:v>9.6125000000000007</c:v>
                </c:pt>
                <c:pt idx="2317">
                  <c:v>9.6166669999999996</c:v>
                </c:pt>
                <c:pt idx="2318">
                  <c:v>9.6208329999999993</c:v>
                </c:pt>
                <c:pt idx="2319">
                  <c:v>9.625</c:v>
                </c:pt>
                <c:pt idx="2320">
                  <c:v>9.6291670000000007</c:v>
                </c:pt>
                <c:pt idx="2321">
                  <c:v>9.6333330000000004</c:v>
                </c:pt>
                <c:pt idx="2322">
                  <c:v>9.6374999999999993</c:v>
                </c:pt>
                <c:pt idx="2323">
                  <c:v>9.641667</c:v>
                </c:pt>
                <c:pt idx="2324">
                  <c:v>9.6458329999999997</c:v>
                </c:pt>
                <c:pt idx="2325">
                  <c:v>9.65</c:v>
                </c:pt>
                <c:pt idx="2326">
                  <c:v>9.6541669999999993</c:v>
                </c:pt>
                <c:pt idx="2327">
                  <c:v>9.6583330000000007</c:v>
                </c:pt>
                <c:pt idx="2328">
                  <c:v>9.6624999999999996</c:v>
                </c:pt>
                <c:pt idx="2329">
                  <c:v>9.6666670000000003</c:v>
                </c:pt>
                <c:pt idx="2330">
                  <c:v>9.670833</c:v>
                </c:pt>
                <c:pt idx="2331">
                  <c:v>9.6750000000000007</c:v>
                </c:pt>
                <c:pt idx="2332">
                  <c:v>9.6791669999999996</c:v>
                </c:pt>
                <c:pt idx="2333">
                  <c:v>9.6833329999999993</c:v>
                </c:pt>
                <c:pt idx="2334">
                  <c:v>9.6875</c:v>
                </c:pt>
                <c:pt idx="2335">
                  <c:v>9.6916670000000007</c:v>
                </c:pt>
                <c:pt idx="2336">
                  <c:v>9.6958330000000004</c:v>
                </c:pt>
                <c:pt idx="2337">
                  <c:v>9.6999999999999993</c:v>
                </c:pt>
                <c:pt idx="2338">
                  <c:v>9.704167</c:v>
                </c:pt>
                <c:pt idx="2339">
                  <c:v>9.7083329999999997</c:v>
                </c:pt>
                <c:pt idx="2340">
                  <c:v>9.7125000000000004</c:v>
                </c:pt>
                <c:pt idx="2341">
                  <c:v>9.7166669999999993</c:v>
                </c:pt>
                <c:pt idx="2342">
                  <c:v>9.7208330000000007</c:v>
                </c:pt>
                <c:pt idx="2343">
                  <c:v>9.7249999999999996</c:v>
                </c:pt>
                <c:pt idx="2344">
                  <c:v>9.7291670000000003</c:v>
                </c:pt>
                <c:pt idx="2345">
                  <c:v>9.733333</c:v>
                </c:pt>
                <c:pt idx="2346">
                  <c:v>9.7375000000000007</c:v>
                </c:pt>
                <c:pt idx="2347">
                  <c:v>9.7416669999999996</c:v>
                </c:pt>
                <c:pt idx="2348">
                  <c:v>9.7458329999999993</c:v>
                </c:pt>
                <c:pt idx="2349">
                  <c:v>9.75</c:v>
                </c:pt>
                <c:pt idx="2350">
                  <c:v>9.7541670000000007</c:v>
                </c:pt>
                <c:pt idx="2351">
                  <c:v>9.7583330000000004</c:v>
                </c:pt>
                <c:pt idx="2352">
                  <c:v>9.7624999999999993</c:v>
                </c:pt>
                <c:pt idx="2353">
                  <c:v>9.766667</c:v>
                </c:pt>
                <c:pt idx="2354">
                  <c:v>9.7708329999999997</c:v>
                </c:pt>
                <c:pt idx="2355">
                  <c:v>9.7750000000000004</c:v>
                </c:pt>
                <c:pt idx="2356">
                  <c:v>9.7791669999999993</c:v>
                </c:pt>
                <c:pt idx="2357">
                  <c:v>9.7833330000000007</c:v>
                </c:pt>
                <c:pt idx="2358">
                  <c:v>9.7874999999999996</c:v>
                </c:pt>
                <c:pt idx="2359">
                  <c:v>9.7916670000000003</c:v>
                </c:pt>
                <c:pt idx="2360">
                  <c:v>9.795833</c:v>
                </c:pt>
                <c:pt idx="2361">
                  <c:v>9.8000000000000007</c:v>
                </c:pt>
                <c:pt idx="2362">
                  <c:v>9.8041669999999996</c:v>
                </c:pt>
                <c:pt idx="2363">
                  <c:v>9.8083329999999993</c:v>
                </c:pt>
                <c:pt idx="2364">
                  <c:v>9.8125</c:v>
                </c:pt>
                <c:pt idx="2365">
                  <c:v>9.8166670000000007</c:v>
                </c:pt>
                <c:pt idx="2366">
                  <c:v>9.8208330000000004</c:v>
                </c:pt>
                <c:pt idx="2367">
                  <c:v>9.8249999999999993</c:v>
                </c:pt>
                <c:pt idx="2368">
                  <c:v>9.829167</c:v>
                </c:pt>
                <c:pt idx="2369">
                  <c:v>9.8333329999999997</c:v>
                </c:pt>
                <c:pt idx="2370">
                  <c:v>9.8375000000000004</c:v>
                </c:pt>
                <c:pt idx="2371">
                  <c:v>9.8416669999999993</c:v>
                </c:pt>
                <c:pt idx="2372">
                  <c:v>9.8458330000000007</c:v>
                </c:pt>
                <c:pt idx="2373">
                  <c:v>9.85</c:v>
                </c:pt>
                <c:pt idx="2374">
                  <c:v>9.8541670000000003</c:v>
                </c:pt>
                <c:pt idx="2375">
                  <c:v>9.858333</c:v>
                </c:pt>
                <c:pt idx="2376">
                  <c:v>9.8625000000000007</c:v>
                </c:pt>
                <c:pt idx="2377">
                  <c:v>9.8666669999999996</c:v>
                </c:pt>
                <c:pt idx="2378">
                  <c:v>9.8708329999999993</c:v>
                </c:pt>
                <c:pt idx="2379">
                  <c:v>9.875</c:v>
                </c:pt>
                <c:pt idx="2380">
                  <c:v>9.8791670000000007</c:v>
                </c:pt>
                <c:pt idx="2381">
                  <c:v>9.8833330000000004</c:v>
                </c:pt>
                <c:pt idx="2382">
                  <c:v>9.8874999999999993</c:v>
                </c:pt>
                <c:pt idx="2383">
                  <c:v>9.891667</c:v>
                </c:pt>
                <c:pt idx="2384">
                  <c:v>9.8958329999999997</c:v>
                </c:pt>
                <c:pt idx="2385">
                  <c:v>9.9</c:v>
                </c:pt>
                <c:pt idx="2386">
                  <c:v>9.9041669999999993</c:v>
                </c:pt>
                <c:pt idx="2387">
                  <c:v>9.9083330000000007</c:v>
                </c:pt>
                <c:pt idx="2388">
                  <c:v>9.9124999999999996</c:v>
                </c:pt>
                <c:pt idx="2389">
                  <c:v>9.9166670000000003</c:v>
                </c:pt>
                <c:pt idx="2390">
                  <c:v>9.920833</c:v>
                </c:pt>
                <c:pt idx="2391">
                  <c:v>9.9250000000000007</c:v>
                </c:pt>
                <c:pt idx="2392">
                  <c:v>9.9291669999999996</c:v>
                </c:pt>
                <c:pt idx="2393">
                  <c:v>9.9333329999999993</c:v>
                </c:pt>
                <c:pt idx="2394">
                  <c:v>9.9375</c:v>
                </c:pt>
                <c:pt idx="2395">
                  <c:v>9.9416670000000007</c:v>
                </c:pt>
                <c:pt idx="2396">
                  <c:v>9.9458330000000004</c:v>
                </c:pt>
                <c:pt idx="2397">
                  <c:v>9.9499999999999993</c:v>
                </c:pt>
                <c:pt idx="2398">
                  <c:v>9.954167</c:v>
                </c:pt>
                <c:pt idx="2399">
                  <c:v>9.9583329999999997</c:v>
                </c:pt>
                <c:pt idx="2400">
                  <c:v>9.9625000000000004</c:v>
                </c:pt>
                <c:pt idx="2401">
                  <c:v>9.9666669999999993</c:v>
                </c:pt>
                <c:pt idx="2402">
                  <c:v>9.9708330000000007</c:v>
                </c:pt>
                <c:pt idx="2403">
                  <c:v>9.9749999999999996</c:v>
                </c:pt>
                <c:pt idx="2404">
                  <c:v>9.9791670000000003</c:v>
                </c:pt>
                <c:pt idx="2405">
                  <c:v>9.983333</c:v>
                </c:pt>
                <c:pt idx="2406">
                  <c:v>9.9875000000000007</c:v>
                </c:pt>
                <c:pt idx="2407">
                  <c:v>9.9916669999999996</c:v>
                </c:pt>
                <c:pt idx="2408">
                  <c:v>9.9958329999999993</c:v>
                </c:pt>
                <c:pt idx="2409">
                  <c:v>10</c:v>
                </c:pt>
                <c:pt idx="2410">
                  <c:v>10.004167000000001</c:v>
                </c:pt>
                <c:pt idx="2411">
                  <c:v>10.008333</c:v>
                </c:pt>
                <c:pt idx="2412">
                  <c:v>10.012499999999999</c:v>
                </c:pt>
                <c:pt idx="2413">
                  <c:v>10.016667</c:v>
                </c:pt>
                <c:pt idx="2414">
                  <c:v>10.020833</c:v>
                </c:pt>
                <c:pt idx="2415">
                  <c:v>10.025</c:v>
                </c:pt>
                <c:pt idx="2416">
                  <c:v>10.029166999999999</c:v>
                </c:pt>
                <c:pt idx="2417">
                  <c:v>10.033333000000001</c:v>
                </c:pt>
                <c:pt idx="2418">
                  <c:v>10.0375</c:v>
                </c:pt>
                <c:pt idx="2419">
                  <c:v>10.041667</c:v>
                </c:pt>
                <c:pt idx="2420">
                  <c:v>10.045833</c:v>
                </c:pt>
                <c:pt idx="2421">
                  <c:v>10.050000000000001</c:v>
                </c:pt>
                <c:pt idx="2422">
                  <c:v>10.054167</c:v>
                </c:pt>
                <c:pt idx="2423">
                  <c:v>10.058332999999999</c:v>
                </c:pt>
                <c:pt idx="2424">
                  <c:v>10.0625</c:v>
                </c:pt>
                <c:pt idx="2425">
                  <c:v>10.066667000000001</c:v>
                </c:pt>
                <c:pt idx="2426">
                  <c:v>10.070833</c:v>
                </c:pt>
                <c:pt idx="2427">
                  <c:v>10.074999999999999</c:v>
                </c:pt>
                <c:pt idx="2428">
                  <c:v>10.079167</c:v>
                </c:pt>
                <c:pt idx="2429">
                  <c:v>10.083333</c:v>
                </c:pt>
                <c:pt idx="2430">
                  <c:v>10.0875</c:v>
                </c:pt>
                <c:pt idx="2431">
                  <c:v>10.091666999999999</c:v>
                </c:pt>
                <c:pt idx="2432">
                  <c:v>10.095833000000001</c:v>
                </c:pt>
                <c:pt idx="2433">
                  <c:v>10.1</c:v>
                </c:pt>
                <c:pt idx="2434">
                  <c:v>10.104167</c:v>
                </c:pt>
                <c:pt idx="2435">
                  <c:v>10.108333</c:v>
                </c:pt>
                <c:pt idx="2436">
                  <c:v>10.112500000000001</c:v>
                </c:pt>
                <c:pt idx="2437">
                  <c:v>10.116667</c:v>
                </c:pt>
                <c:pt idx="2438">
                  <c:v>10.120832999999999</c:v>
                </c:pt>
                <c:pt idx="2439">
                  <c:v>10.125</c:v>
                </c:pt>
                <c:pt idx="2440">
                  <c:v>10.129167000000001</c:v>
                </c:pt>
                <c:pt idx="2441">
                  <c:v>10.133333</c:v>
                </c:pt>
                <c:pt idx="2442">
                  <c:v>10.137499999999999</c:v>
                </c:pt>
                <c:pt idx="2443">
                  <c:v>10.141667</c:v>
                </c:pt>
                <c:pt idx="2444">
                  <c:v>10.145833</c:v>
                </c:pt>
                <c:pt idx="2445">
                  <c:v>10.15</c:v>
                </c:pt>
                <c:pt idx="2446">
                  <c:v>10.154166999999999</c:v>
                </c:pt>
                <c:pt idx="2447">
                  <c:v>10.158333000000001</c:v>
                </c:pt>
                <c:pt idx="2448">
                  <c:v>10.1625</c:v>
                </c:pt>
                <c:pt idx="2449">
                  <c:v>10.166667</c:v>
                </c:pt>
                <c:pt idx="2450">
                  <c:v>10.170833</c:v>
                </c:pt>
                <c:pt idx="2451">
                  <c:v>10.175000000000001</c:v>
                </c:pt>
                <c:pt idx="2452">
                  <c:v>10.179167</c:v>
                </c:pt>
                <c:pt idx="2453">
                  <c:v>10.183332999999999</c:v>
                </c:pt>
                <c:pt idx="2454">
                  <c:v>10.1875</c:v>
                </c:pt>
                <c:pt idx="2455">
                  <c:v>10.191667000000001</c:v>
                </c:pt>
                <c:pt idx="2456">
                  <c:v>10.195833</c:v>
                </c:pt>
                <c:pt idx="2457">
                  <c:v>10.199999999999999</c:v>
                </c:pt>
                <c:pt idx="2458">
                  <c:v>10.204167</c:v>
                </c:pt>
                <c:pt idx="2459">
                  <c:v>10.208333</c:v>
                </c:pt>
                <c:pt idx="2460">
                  <c:v>10.2125</c:v>
                </c:pt>
                <c:pt idx="2461">
                  <c:v>10.216666999999999</c:v>
                </c:pt>
                <c:pt idx="2462">
                  <c:v>10.220833000000001</c:v>
                </c:pt>
                <c:pt idx="2463">
                  <c:v>10.225</c:v>
                </c:pt>
                <c:pt idx="2464">
                  <c:v>10.229167</c:v>
                </c:pt>
                <c:pt idx="2465">
                  <c:v>10.233333</c:v>
                </c:pt>
                <c:pt idx="2466">
                  <c:v>10.237500000000001</c:v>
                </c:pt>
                <c:pt idx="2467">
                  <c:v>10.241667</c:v>
                </c:pt>
                <c:pt idx="2468">
                  <c:v>10.245832999999999</c:v>
                </c:pt>
                <c:pt idx="2469">
                  <c:v>10.25</c:v>
                </c:pt>
                <c:pt idx="2470">
                  <c:v>10.254167000000001</c:v>
                </c:pt>
                <c:pt idx="2471">
                  <c:v>10.258333</c:v>
                </c:pt>
                <c:pt idx="2472">
                  <c:v>10.262499999999999</c:v>
                </c:pt>
                <c:pt idx="2473">
                  <c:v>10.266667</c:v>
                </c:pt>
                <c:pt idx="2474">
                  <c:v>10.270833</c:v>
                </c:pt>
                <c:pt idx="2475">
                  <c:v>10.275</c:v>
                </c:pt>
                <c:pt idx="2476">
                  <c:v>10.279166999999999</c:v>
                </c:pt>
                <c:pt idx="2477">
                  <c:v>10.283333000000001</c:v>
                </c:pt>
                <c:pt idx="2478">
                  <c:v>10.2875</c:v>
                </c:pt>
                <c:pt idx="2479">
                  <c:v>10.291667</c:v>
                </c:pt>
                <c:pt idx="2480">
                  <c:v>10.295833</c:v>
                </c:pt>
                <c:pt idx="2481">
                  <c:v>10.3</c:v>
                </c:pt>
                <c:pt idx="2482">
                  <c:v>10.304167</c:v>
                </c:pt>
                <c:pt idx="2483">
                  <c:v>10.308332999999999</c:v>
                </c:pt>
                <c:pt idx="2484">
                  <c:v>10.3125</c:v>
                </c:pt>
                <c:pt idx="2485">
                  <c:v>10.316667000000001</c:v>
                </c:pt>
                <c:pt idx="2486">
                  <c:v>10.320833</c:v>
                </c:pt>
                <c:pt idx="2487">
                  <c:v>10.324999999999999</c:v>
                </c:pt>
                <c:pt idx="2488">
                  <c:v>10.329167</c:v>
                </c:pt>
                <c:pt idx="2489">
                  <c:v>10.333333</c:v>
                </c:pt>
                <c:pt idx="2490">
                  <c:v>10.3375</c:v>
                </c:pt>
                <c:pt idx="2491">
                  <c:v>10.341666999999999</c:v>
                </c:pt>
                <c:pt idx="2492">
                  <c:v>10.345833000000001</c:v>
                </c:pt>
                <c:pt idx="2493">
                  <c:v>10.35</c:v>
                </c:pt>
                <c:pt idx="2494">
                  <c:v>10.354167</c:v>
                </c:pt>
                <c:pt idx="2495">
                  <c:v>10.358333</c:v>
                </c:pt>
                <c:pt idx="2496">
                  <c:v>10.362500000000001</c:v>
                </c:pt>
                <c:pt idx="2497">
                  <c:v>10.366667</c:v>
                </c:pt>
                <c:pt idx="2498">
                  <c:v>10.370832999999999</c:v>
                </c:pt>
                <c:pt idx="2499">
                  <c:v>10.375</c:v>
                </c:pt>
                <c:pt idx="2500">
                  <c:v>10.379167000000001</c:v>
                </c:pt>
                <c:pt idx="2501">
                  <c:v>10.383333</c:v>
                </c:pt>
                <c:pt idx="2502">
                  <c:v>10.387499999999999</c:v>
                </c:pt>
                <c:pt idx="2503">
                  <c:v>10.391667</c:v>
                </c:pt>
                <c:pt idx="2504">
                  <c:v>10.395833</c:v>
                </c:pt>
                <c:pt idx="2505">
                  <c:v>10.4</c:v>
                </c:pt>
                <c:pt idx="2506">
                  <c:v>10.404166999999999</c:v>
                </c:pt>
                <c:pt idx="2507">
                  <c:v>10.408333000000001</c:v>
                </c:pt>
                <c:pt idx="2508">
                  <c:v>10.4125</c:v>
                </c:pt>
                <c:pt idx="2509">
                  <c:v>10.416667</c:v>
                </c:pt>
                <c:pt idx="2510">
                  <c:v>10.420833</c:v>
                </c:pt>
                <c:pt idx="2511">
                  <c:v>10.425000000000001</c:v>
                </c:pt>
                <c:pt idx="2512">
                  <c:v>10.429167</c:v>
                </c:pt>
                <c:pt idx="2513">
                  <c:v>10.433332999999999</c:v>
                </c:pt>
                <c:pt idx="2514">
                  <c:v>10.4375</c:v>
                </c:pt>
                <c:pt idx="2515">
                  <c:v>10.441667000000001</c:v>
                </c:pt>
                <c:pt idx="2516">
                  <c:v>10.445833</c:v>
                </c:pt>
                <c:pt idx="2517">
                  <c:v>10.45</c:v>
                </c:pt>
                <c:pt idx="2518">
                  <c:v>10.454167</c:v>
                </c:pt>
                <c:pt idx="2519">
                  <c:v>10.458333</c:v>
                </c:pt>
                <c:pt idx="2520">
                  <c:v>10.4625</c:v>
                </c:pt>
                <c:pt idx="2521">
                  <c:v>10.466666999999999</c:v>
                </c:pt>
                <c:pt idx="2522">
                  <c:v>10.470833000000001</c:v>
                </c:pt>
                <c:pt idx="2523">
                  <c:v>10.475</c:v>
                </c:pt>
                <c:pt idx="2524">
                  <c:v>10.479167</c:v>
                </c:pt>
                <c:pt idx="2525">
                  <c:v>10.483333</c:v>
                </c:pt>
                <c:pt idx="2526">
                  <c:v>10.487500000000001</c:v>
                </c:pt>
                <c:pt idx="2527">
                  <c:v>10.491667</c:v>
                </c:pt>
                <c:pt idx="2528">
                  <c:v>10.495832999999999</c:v>
                </c:pt>
                <c:pt idx="2529">
                  <c:v>10.5</c:v>
                </c:pt>
                <c:pt idx="2530">
                  <c:v>10.504167000000001</c:v>
                </c:pt>
                <c:pt idx="2531">
                  <c:v>10.508333</c:v>
                </c:pt>
                <c:pt idx="2532">
                  <c:v>10.512499999999999</c:v>
                </c:pt>
                <c:pt idx="2533">
                  <c:v>10.516667</c:v>
                </c:pt>
                <c:pt idx="2534">
                  <c:v>10.520833</c:v>
                </c:pt>
                <c:pt idx="2535">
                  <c:v>10.525</c:v>
                </c:pt>
                <c:pt idx="2536">
                  <c:v>10.529166999999999</c:v>
                </c:pt>
                <c:pt idx="2537">
                  <c:v>10.533333000000001</c:v>
                </c:pt>
                <c:pt idx="2538">
                  <c:v>10.5375</c:v>
                </c:pt>
                <c:pt idx="2539">
                  <c:v>10.541667</c:v>
                </c:pt>
                <c:pt idx="2540">
                  <c:v>10.545833</c:v>
                </c:pt>
                <c:pt idx="2541">
                  <c:v>10.55</c:v>
                </c:pt>
                <c:pt idx="2542">
                  <c:v>10.554167</c:v>
                </c:pt>
                <c:pt idx="2543">
                  <c:v>10.558332999999999</c:v>
                </c:pt>
                <c:pt idx="2544">
                  <c:v>10.5625</c:v>
                </c:pt>
                <c:pt idx="2545">
                  <c:v>10.566667000000001</c:v>
                </c:pt>
                <c:pt idx="2546">
                  <c:v>10.570833</c:v>
                </c:pt>
                <c:pt idx="2547">
                  <c:v>10.574999999999999</c:v>
                </c:pt>
                <c:pt idx="2548">
                  <c:v>10.579167</c:v>
                </c:pt>
                <c:pt idx="2549">
                  <c:v>10.583333</c:v>
                </c:pt>
                <c:pt idx="2550">
                  <c:v>10.5875</c:v>
                </c:pt>
                <c:pt idx="2551">
                  <c:v>10.591666999999999</c:v>
                </c:pt>
                <c:pt idx="2552">
                  <c:v>10.595833000000001</c:v>
                </c:pt>
                <c:pt idx="2553">
                  <c:v>10.6</c:v>
                </c:pt>
                <c:pt idx="2554">
                  <c:v>10.604167</c:v>
                </c:pt>
                <c:pt idx="2555">
                  <c:v>10.608333</c:v>
                </c:pt>
                <c:pt idx="2556">
                  <c:v>10.612500000000001</c:v>
                </c:pt>
                <c:pt idx="2557">
                  <c:v>10.616667</c:v>
                </c:pt>
                <c:pt idx="2558">
                  <c:v>10.620832999999999</c:v>
                </c:pt>
                <c:pt idx="2559">
                  <c:v>10.625</c:v>
                </c:pt>
                <c:pt idx="2560">
                  <c:v>10.629167000000001</c:v>
                </c:pt>
                <c:pt idx="2561">
                  <c:v>10.633333</c:v>
                </c:pt>
                <c:pt idx="2562">
                  <c:v>10.637499999999999</c:v>
                </c:pt>
                <c:pt idx="2563">
                  <c:v>10.641667</c:v>
                </c:pt>
                <c:pt idx="2564">
                  <c:v>10.645833</c:v>
                </c:pt>
                <c:pt idx="2565">
                  <c:v>10.65</c:v>
                </c:pt>
                <c:pt idx="2566">
                  <c:v>10.654166999999999</c:v>
                </c:pt>
                <c:pt idx="2567">
                  <c:v>10.658333000000001</c:v>
                </c:pt>
                <c:pt idx="2568">
                  <c:v>10.6625</c:v>
                </c:pt>
                <c:pt idx="2569">
                  <c:v>10.666667</c:v>
                </c:pt>
                <c:pt idx="2570">
                  <c:v>10.670833</c:v>
                </c:pt>
                <c:pt idx="2571">
                  <c:v>10.675000000000001</c:v>
                </c:pt>
                <c:pt idx="2572">
                  <c:v>10.679167</c:v>
                </c:pt>
                <c:pt idx="2573">
                  <c:v>10.683332999999999</c:v>
                </c:pt>
                <c:pt idx="2574">
                  <c:v>10.6875</c:v>
                </c:pt>
                <c:pt idx="2575">
                  <c:v>10.691667000000001</c:v>
                </c:pt>
                <c:pt idx="2576">
                  <c:v>10.695833</c:v>
                </c:pt>
                <c:pt idx="2577">
                  <c:v>10.7</c:v>
                </c:pt>
                <c:pt idx="2578">
                  <c:v>10.704167</c:v>
                </c:pt>
                <c:pt idx="2579">
                  <c:v>10.708333</c:v>
                </c:pt>
                <c:pt idx="2580">
                  <c:v>10.7125</c:v>
                </c:pt>
                <c:pt idx="2581">
                  <c:v>10.716666999999999</c:v>
                </c:pt>
                <c:pt idx="2582">
                  <c:v>10.720833000000001</c:v>
                </c:pt>
                <c:pt idx="2583">
                  <c:v>10.725</c:v>
                </c:pt>
                <c:pt idx="2584">
                  <c:v>10.729167</c:v>
                </c:pt>
                <c:pt idx="2585">
                  <c:v>10.733333</c:v>
                </c:pt>
                <c:pt idx="2586">
                  <c:v>10.737500000000001</c:v>
                </c:pt>
                <c:pt idx="2587">
                  <c:v>10.741667</c:v>
                </c:pt>
                <c:pt idx="2588">
                  <c:v>10.745832999999999</c:v>
                </c:pt>
                <c:pt idx="2589">
                  <c:v>10.75</c:v>
                </c:pt>
                <c:pt idx="2590">
                  <c:v>10.754167000000001</c:v>
                </c:pt>
                <c:pt idx="2591">
                  <c:v>10.758333</c:v>
                </c:pt>
                <c:pt idx="2592">
                  <c:v>10.762499999999999</c:v>
                </c:pt>
                <c:pt idx="2593">
                  <c:v>10.766667</c:v>
                </c:pt>
                <c:pt idx="2594">
                  <c:v>10.770833</c:v>
                </c:pt>
                <c:pt idx="2595">
                  <c:v>10.775</c:v>
                </c:pt>
                <c:pt idx="2596">
                  <c:v>10.779166999999999</c:v>
                </c:pt>
                <c:pt idx="2597">
                  <c:v>10.783333000000001</c:v>
                </c:pt>
                <c:pt idx="2598">
                  <c:v>10.7875</c:v>
                </c:pt>
                <c:pt idx="2599">
                  <c:v>10.791667</c:v>
                </c:pt>
                <c:pt idx="2600">
                  <c:v>10.795833</c:v>
                </c:pt>
                <c:pt idx="2601">
                  <c:v>10.8</c:v>
                </c:pt>
                <c:pt idx="2602">
                  <c:v>10.804167</c:v>
                </c:pt>
                <c:pt idx="2603">
                  <c:v>10.808332999999999</c:v>
                </c:pt>
                <c:pt idx="2604">
                  <c:v>10.8125</c:v>
                </c:pt>
                <c:pt idx="2605">
                  <c:v>10.816667000000001</c:v>
                </c:pt>
                <c:pt idx="2606">
                  <c:v>10.820833</c:v>
                </c:pt>
                <c:pt idx="2607">
                  <c:v>10.824999999999999</c:v>
                </c:pt>
                <c:pt idx="2608">
                  <c:v>10.829167</c:v>
                </c:pt>
                <c:pt idx="2609">
                  <c:v>10.833333</c:v>
                </c:pt>
                <c:pt idx="2610">
                  <c:v>10.8375</c:v>
                </c:pt>
                <c:pt idx="2611">
                  <c:v>10.841666999999999</c:v>
                </c:pt>
                <c:pt idx="2612">
                  <c:v>10.845833000000001</c:v>
                </c:pt>
                <c:pt idx="2613">
                  <c:v>10.85</c:v>
                </c:pt>
                <c:pt idx="2614">
                  <c:v>10.854167</c:v>
                </c:pt>
                <c:pt idx="2615">
                  <c:v>10.858333</c:v>
                </c:pt>
                <c:pt idx="2616">
                  <c:v>10.862500000000001</c:v>
                </c:pt>
                <c:pt idx="2617">
                  <c:v>10.866667</c:v>
                </c:pt>
                <c:pt idx="2618">
                  <c:v>10.870832999999999</c:v>
                </c:pt>
                <c:pt idx="2619">
                  <c:v>10.875</c:v>
                </c:pt>
                <c:pt idx="2620">
                  <c:v>10.879167000000001</c:v>
                </c:pt>
                <c:pt idx="2621">
                  <c:v>10.883333</c:v>
                </c:pt>
                <c:pt idx="2622">
                  <c:v>10.887499999999999</c:v>
                </c:pt>
                <c:pt idx="2623">
                  <c:v>10.891667</c:v>
                </c:pt>
                <c:pt idx="2624">
                  <c:v>10.895833</c:v>
                </c:pt>
                <c:pt idx="2625">
                  <c:v>10.9</c:v>
                </c:pt>
                <c:pt idx="2626">
                  <c:v>10.904166999999999</c:v>
                </c:pt>
                <c:pt idx="2627">
                  <c:v>10.908333000000001</c:v>
                </c:pt>
                <c:pt idx="2628">
                  <c:v>10.9125</c:v>
                </c:pt>
                <c:pt idx="2629">
                  <c:v>10.916667</c:v>
                </c:pt>
                <c:pt idx="2630">
                  <c:v>10.920833</c:v>
                </c:pt>
                <c:pt idx="2631">
                  <c:v>10.925000000000001</c:v>
                </c:pt>
                <c:pt idx="2632">
                  <c:v>10.929167</c:v>
                </c:pt>
                <c:pt idx="2633">
                  <c:v>10.933332999999999</c:v>
                </c:pt>
                <c:pt idx="2634">
                  <c:v>10.9375</c:v>
                </c:pt>
                <c:pt idx="2635">
                  <c:v>10.941667000000001</c:v>
                </c:pt>
                <c:pt idx="2636">
                  <c:v>10.945833</c:v>
                </c:pt>
                <c:pt idx="2637">
                  <c:v>10.95</c:v>
                </c:pt>
                <c:pt idx="2638">
                  <c:v>10.954167</c:v>
                </c:pt>
                <c:pt idx="2639">
                  <c:v>10.958333</c:v>
                </c:pt>
                <c:pt idx="2640">
                  <c:v>10.9625</c:v>
                </c:pt>
                <c:pt idx="2641">
                  <c:v>10.966666999999999</c:v>
                </c:pt>
                <c:pt idx="2642">
                  <c:v>10.970833000000001</c:v>
                </c:pt>
                <c:pt idx="2643">
                  <c:v>10.975</c:v>
                </c:pt>
                <c:pt idx="2644">
                  <c:v>10.979167</c:v>
                </c:pt>
                <c:pt idx="2645">
                  <c:v>10.983333</c:v>
                </c:pt>
                <c:pt idx="2646">
                  <c:v>10.987500000000001</c:v>
                </c:pt>
                <c:pt idx="2647">
                  <c:v>10.991667</c:v>
                </c:pt>
                <c:pt idx="2648">
                  <c:v>10.995832999999999</c:v>
                </c:pt>
                <c:pt idx="2649">
                  <c:v>11</c:v>
                </c:pt>
                <c:pt idx="2650">
                  <c:v>11.004167000000001</c:v>
                </c:pt>
                <c:pt idx="2651">
                  <c:v>11.008333</c:v>
                </c:pt>
                <c:pt idx="2652">
                  <c:v>11.012499999999999</c:v>
                </c:pt>
                <c:pt idx="2653">
                  <c:v>11.016667</c:v>
                </c:pt>
                <c:pt idx="2654">
                  <c:v>11.020833</c:v>
                </c:pt>
                <c:pt idx="2655">
                  <c:v>11.025</c:v>
                </c:pt>
                <c:pt idx="2656">
                  <c:v>11.029166999999999</c:v>
                </c:pt>
                <c:pt idx="2657">
                  <c:v>11.033333000000001</c:v>
                </c:pt>
                <c:pt idx="2658">
                  <c:v>11.0375</c:v>
                </c:pt>
                <c:pt idx="2659">
                  <c:v>11.041667</c:v>
                </c:pt>
                <c:pt idx="2660">
                  <c:v>11.045833</c:v>
                </c:pt>
                <c:pt idx="2661">
                  <c:v>11.05</c:v>
                </c:pt>
                <c:pt idx="2662">
                  <c:v>11.054167</c:v>
                </c:pt>
                <c:pt idx="2663">
                  <c:v>11.058332999999999</c:v>
                </c:pt>
                <c:pt idx="2664">
                  <c:v>11.0625</c:v>
                </c:pt>
                <c:pt idx="2665">
                  <c:v>11.066667000000001</c:v>
                </c:pt>
                <c:pt idx="2666">
                  <c:v>11.070833</c:v>
                </c:pt>
                <c:pt idx="2667">
                  <c:v>11.074999999999999</c:v>
                </c:pt>
                <c:pt idx="2668">
                  <c:v>11.079167</c:v>
                </c:pt>
                <c:pt idx="2669">
                  <c:v>11.083333</c:v>
                </c:pt>
                <c:pt idx="2670">
                  <c:v>11.0875</c:v>
                </c:pt>
                <c:pt idx="2671">
                  <c:v>11.091666999999999</c:v>
                </c:pt>
                <c:pt idx="2672">
                  <c:v>11.095833000000001</c:v>
                </c:pt>
                <c:pt idx="2673">
                  <c:v>11.1</c:v>
                </c:pt>
                <c:pt idx="2674">
                  <c:v>11.104167</c:v>
                </c:pt>
                <c:pt idx="2675">
                  <c:v>11.108333</c:v>
                </c:pt>
                <c:pt idx="2676">
                  <c:v>11.112500000000001</c:v>
                </c:pt>
                <c:pt idx="2677">
                  <c:v>11.116667</c:v>
                </c:pt>
                <c:pt idx="2678">
                  <c:v>11.120832999999999</c:v>
                </c:pt>
                <c:pt idx="2679">
                  <c:v>11.125</c:v>
                </c:pt>
                <c:pt idx="2680">
                  <c:v>11.129167000000001</c:v>
                </c:pt>
                <c:pt idx="2681">
                  <c:v>11.133333</c:v>
                </c:pt>
                <c:pt idx="2682">
                  <c:v>11.137499999999999</c:v>
                </c:pt>
                <c:pt idx="2683">
                  <c:v>11.141667</c:v>
                </c:pt>
                <c:pt idx="2684">
                  <c:v>11.145833</c:v>
                </c:pt>
                <c:pt idx="2685">
                  <c:v>11.15</c:v>
                </c:pt>
                <c:pt idx="2686">
                  <c:v>11.154166999999999</c:v>
                </c:pt>
                <c:pt idx="2687">
                  <c:v>11.158333000000001</c:v>
                </c:pt>
                <c:pt idx="2688">
                  <c:v>11.1625</c:v>
                </c:pt>
                <c:pt idx="2689">
                  <c:v>11.166667</c:v>
                </c:pt>
                <c:pt idx="2690">
                  <c:v>11.170833</c:v>
                </c:pt>
                <c:pt idx="2691">
                  <c:v>11.175000000000001</c:v>
                </c:pt>
                <c:pt idx="2692">
                  <c:v>11.179167</c:v>
                </c:pt>
                <c:pt idx="2693">
                  <c:v>11.183332999999999</c:v>
                </c:pt>
                <c:pt idx="2694">
                  <c:v>11.1875</c:v>
                </c:pt>
                <c:pt idx="2695">
                  <c:v>11.191667000000001</c:v>
                </c:pt>
                <c:pt idx="2696">
                  <c:v>11.195833</c:v>
                </c:pt>
                <c:pt idx="2697">
                  <c:v>11.2</c:v>
                </c:pt>
                <c:pt idx="2698">
                  <c:v>11.204167</c:v>
                </c:pt>
                <c:pt idx="2699">
                  <c:v>11.208333</c:v>
                </c:pt>
                <c:pt idx="2700">
                  <c:v>11.2125</c:v>
                </c:pt>
                <c:pt idx="2701">
                  <c:v>11.216666999999999</c:v>
                </c:pt>
                <c:pt idx="2702">
                  <c:v>11.220833000000001</c:v>
                </c:pt>
                <c:pt idx="2703">
                  <c:v>11.225</c:v>
                </c:pt>
                <c:pt idx="2704">
                  <c:v>11.229167</c:v>
                </c:pt>
                <c:pt idx="2705">
                  <c:v>11.233333</c:v>
                </c:pt>
                <c:pt idx="2706">
                  <c:v>11.237500000000001</c:v>
                </c:pt>
                <c:pt idx="2707">
                  <c:v>11.241667</c:v>
                </c:pt>
                <c:pt idx="2708">
                  <c:v>11.245832999999999</c:v>
                </c:pt>
                <c:pt idx="2709">
                  <c:v>11.25</c:v>
                </c:pt>
                <c:pt idx="2710">
                  <c:v>11.254167000000001</c:v>
                </c:pt>
                <c:pt idx="2711">
                  <c:v>11.258333</c:v>
                </c:pt>
                <c:pt idx="2712">
                  <c:v>11.262499999999999</c:v>
                </c:pt>
                <c:pt idx="2713">
                  <c:v>11.266667</c:v>
                </c:pt>
                <c:pt idx="2714">
                  <c:v>11.270833</c:v>
                </c:pt>
                <c:pt idx="2715">
                  <c:v>11.275</c:v>
                </c:pt>
                <c:pt idx="2716">
                  <c:v>11.279166999999999</c:v>
                </c:pt>
                <c:pt idx="2717">
                  <c:v>11.283333000000001</c:v>
                </c:pt>
                <c:pt idx="2718">
                  <c:v>11.2875</c:v>
                </c:pt>
                <c:pt idx="2719">
                  <c:v>11.291667</c:v>
                </c:pt>
                <c:pt idx="2720">
                  <c:v>11.295833</c:v>
                </c:pt>
                <c:pt idx="2721">
                  <c:v>11.3</c:v>
                </c:pt>
                <c:pt idx="2722">
                  <c:v>11.304167</c:v>
                </c:pt>
                <c:pt idx="2723">
                  <c:v>11.308332999999999</c:v>
                </c:pt>
                <c:pt idx="2724">
                  <c:v>11.3125</c:v>
                </c:pt>
                <c:pt idx="2725">
                  <c:v>11.316667000000001</c:v>
                </c:pt>
                <c:pt idx="2726">
                  <c:v>11.320833</c:v>
                </c:pt>
                <c:pt idx="2727">
                  <c:v>11.324999999999999</c:v>
                </c:pt>
                <c:pt idx="2728">
                  <c:v>11.329167</c:v>
                </c:pt>
                <c:pt idx="2729">
                  <c:v>11.333333</c:v>
                </c:pt>
                <c:pt idx="2730">
                  <c:v>11.3375</c:v>
                </c:pt>
                <c:pt idx="2731">
                  <c:v>11.341666999999999</c:v>
                </c:pt>
                <c:pt idx="2732">
                  <c:v>11.345833000000001</c:v>
                </c:pt>
                <c:pt idx="2733">
                  <c:v>11.35</c:v>
                </c:pt>
                <c:pt idx="2734">
                  <c:v>11.354167</c:v>
                </c:pt>
                <c:pt idx="2735">
                  <c:v>11.358333</c:v>
                </c:pt>
                <c:pt idx="2736">
                  <c:v>11.362500000000001</c:v>
                </c:pt>
                <c:pt idx="2737">
                  <c:v>11.366667</c:v>
                </c:pt>
                <c:pt idx="2738">
                  <c:v>11.370832999999999</c:v>
                </c:pt>
                <c:pt idx="2739">
                  <c:v>11.375</c:v>
                </c:pt>
                <c:pt idx="2740">
                  <c:v>11.379167000000001</c:v>
                </c:pt>
                <c:pt idx="2741">
                  <c:v>11.383333</c:v>
                </c:pt>
                <c:pt idx="2742">
                  <c:v>11.387499999999999</c:v>
                </c:pt>
                <c:pt idx="2743">
                  <c:v>11.391667</c:v>
                </c:pt>
                <c:pt idx="2744">
                  <c:v>11.395833</c:v>
                </c:pt>
                <c:pt idx="2745">
                  <c:v>11.4</c:v>
                </c:pt>
                <c:pt idx="2746">
                  <c:v>11.404166999999999</c:v>
                </c:pt>
                <c:pt idx="2747">
                  <c:v>11.408333000000001</c:v>
                </c:pt>
                <c:pt idx="2748">
                  <c:v>11.4125</c:v>
                </c:pt>
                <c:pt idx="2749">
                  <c:v>11.416667</c:v>
                </c:pt>
                <c:pt idx="2750">
                  <c:v>11.420833</c:v>
                </c:pt>
                <c:pt idx="2751">
                  <c:v>11.425000000000001</c:v>
                </c:pt>
                <c:pt idx="2752">
                  <c:v>11.429167</c:v>
                </c:pt>
                <c:pt idx="2753">
                  <c:v>11.433332999999999</c:v>
                </c:pt>
                <c:pt idx="2754">
                  <c:v>11.4375</c:v>
                </c:pt>
                <c:pt idx="2755">
                  <c:v>11.441667000000001</c:v>
                </c:pt>
                <c:pt idx="2756">
                  <c:v>11.445833</c:v>
                </c:pt>
                <c:pt idx="2757">
                  <c:v>11.45</c:v>
                </c:pt>
                <c:pt idx="2758">
                  <c:v>11.454167</c:v>
                </c:pt>
                <c:pt idx="2759">
                  <c:v>11.458333</c:v>
                </c:pt>
                <c:pt idx="2760">
                  <c:v>11.4625</c:v>
                </c:pt>
                <c:pt idx="2761">
                  <c:v>11.466666999999999</c:v>
                </c:pt>
                <c:pt idx="2762">
                  <c:v>11.470833000000001</c:v>
                </c:pt>
                <c:pt idx="2763">
                  <c:v>11.475</c:v>
                </c:pt>
                <c:pt idx="2764">
                  <c:v>11.479167</c:v>
                </c:pt>
                <c:pt idx="2765">
                  <c:v>11.483333</c:v>
                </c:pt>
                <c:pt idx="2766">
                  <c:v>11.487500000000001</c:v>
                </c:pt>
                <c:pt idx="2767">
                  <c:v>11.491667</c:v>
                </c:pt>
                <c:pt idx="2768">
                  <c:v>11.495832999999999</c:v>
                </c:pt>
                <c:pt idx="2769">
                  <c:v>11.5</c:v>
                </c:pt>
                <c:pt idx="2770">
                  <c:v>11.504167000000001</c:v>
                </c:pt>
                <c:pt idx="2771">
                  <c:v>11.508333</c:v>
                </c:pt>
                <c:pt idx="2772">
                  <c:v>11.512499999999999</c:v>
                </c:pt>
                <c:pt idx="2773">
                  <c:v>11.516667</c:v>
                </c:pt>
                <c:pt idx="2774">
                  <c:v>11.520833</c:v>
                </c:pt>
                <c:pt idx="2775">
                  <c:v>11.525</c:v>
                </c:pt>
                <c:pt idx="2776">
                  <c:v>11.529166999999999</c:v>
                </c:pt>
                <c:pt idx="2777">
                  <c:v>11.533333000000001</c:v>
                </c:pt>
                <c:pt idx="2778">
                  <c:v>11.5375</c:v>
                </c:pt>
                <c:pt idx="2779">
                  <c:v>11.541667</c:v>
                </c:pt>
                <c:pt idx="2780">
                  <c:v>11.545833</c:v>
                </c:pt>
                <c:pt idx="2781">
                  <c:v>11.55</c:v>
                </c:pt>
                <c:pt idx="2782">
                  <c:v>11.554167</c:v>
                </c:pt>
                <c:pt idx="2783">
                  <c:v>11.558332999999999</c:v>
                </c:pt>
                <c:pt idx="2784">
                  <c:v>11.5625</c:v>
                </c:pt>
                <c:pt idx="2785">
                  <c:v>11.566667000000001</c:v>
                </c:pt>
                <c:pt idx="2786">
                  <c:v>11.570833</c:v>
                </c:pt>
                <c:pt idx="2787">
                  <c:v>11.574999999999999</c:v>
                </c:pt>
                <c:pt idx="2788">
                  <c:v>11.579167</c:v>
                </c:pt>
                <c:pt idx="2789">
                  <c:v>11.583333</c:v>
                </c:pt>
                <c:pt idx="2790">
                  <c:v>11.5875</c:v>
                </c:pt>
                <c:pt idx="2791">
                  <c:v>11.591666999999999</c:v>
                </c:pt>
                <c:pt idx="2792">
                  <c:v>11.595833000000001</c:v>
                </c:pt>
                <c:pt idx="2793">
                  <c:v>11.6</c:v>
                </c:pt>
                <c:pt idx="2794">
                  <c:v>11.604167</c:v>
                </c:pt>
                <c:pt idx="2795">
                  <c:v>11.608333</c:v>
                </c:pt>
                <c:pt idx="2796">
                  <c:v>11.612500000000001</c:v>
                </c:pt>
                <c:pt idx="2797">
                  <c:v>11.616667</c:v>
                </c:pt>
                <c:pt idx="2798">
                  <c:v>11.620832999999999</c:v>
                </c:pt>
                <c:pt idx="2799">
                  <c:v>11.625</c:v>
                </c:pt>
                <c:pt idx="2800">
                  <c:v>11.629167000000001</c:v>
                </c:pt>
                <c:pt idx="2801">
                  <c:v>11.633333</c:v>
                </c:pt>
                <c:pt idx="2802">
                  <c:v>11.637499999999999</c:v>
                </c:pt>
                <c:pt idx="2803">
                  <c:v>11.641667</c:v>
                </c:pt>
                <c:pt idx="2804">
                  <c:v>11.645833</c:v>
                </c:pt>
                <c:pt idx="2805">
                  <c:v>11.65</c:v>
                </c:pt>
                <c:pt idx="2806">
                  <c:v>11.654166999999999</c:v>
                </c:pt>
                <c:pt idx="2807">
                  <c:v>11.658333000000001</c:v>
                </c:pt>
                <c:pt idx="2808">
                  <c:v>11.6625</c:v>
                </c:pt>
                <c:pt idx="2809">
                  <c:v>11.666667</c:v>
                </c:pt>
                <c:pt idx="2810">
                  <c:v>11.670833</c:v>
                </c:pt>
                <c:pt idx="2811">
                  <c:v>11.675000000000001</c:v>
                </c:pt>
                <c:pt idx="2812">
                  <c:v>11.679167</c:v>
                </c:pt>
                <c:pt idx="2813">
                  <c:v>11.683332999999999</c:v>
                </c:pt>
                <c:pt idx="2814">
                  <c:v>11.6875</c:v>
                </c:pt>
                <c:pt idx="2815">
                  <c:v>11.691667000000001</c:v>
                </c:pt>
                <c:pt idx="2816">
                  <c:v>11.695833</c:v>
                </c:pt>
                <c:pt idx="2817">
                  <c:v>11.7</c:v>
                </c:pt>
                <c:pt idx="2818">
                  <c:v>11.704167</c:v>
                </c:pt>
                <c:pt idx="2819">
                  <c:v>11.708333</c:v>
                </c:pt>
                <c:pt idx="2820">
                  <c:v>11.7125</c:v>
                </c:pt>
                <c:pt idx="2821">
                  <c:v>11.716666999999999</c:v>
                </c:pt>
                <c:pt idx="2822">
                  <c:v>11.720833000000001</c:v>
                </c:pt>
                <c:pt idx="2823">
                  <c:v>11.725</c:v>
                </c:pt>
                <c:pt idx="2824">
                  <c:v>11.729167</c:v>
                </c:pt>
                <c:pt idx="2825">
                  <c:v>11.733333</c:v>
                </c:pt>
                <c:pt idx="2826">
                  <c:v>11.737500000000001</c:v>
                </c:pt>
                <c:pt idx="2827">
                  <c:v>11.741667</c:v>
                </c:pt>
                <c:pt idx="2828">
                  <c:v>11.745832999999999</c:v>
                </c:pt>
                <c:pt idx="2829">
                  <c:v>11.75</c:v>
                </c:pt>
                <c:pt idx="2830">
                  <c:v>11.754167000000001</c:v>
                </c:pt>
                <c:pt idx="2831">
                  <c:v>11.758333</c:v>
                </c:pt>
                <c:pt idx="2832">
                  <c:v>11.762499999999999</c:v>
                </c:pt>
                <c:pt idx="2833">
                  <c:v>11.766667</c:v>
                </c:pt>
                <c:pt idx="2834">
                  <c:v>11.770833</c:v>
                </c:pt>
                <c:pt idx="2835">
                  <c:v>11.775</c:v>
                </c:pt>
                <c:pt idx="2836">
                  <c:v>11.779166999999999</c:v>
                </c:pt>
                <c:pt idx="2837">
                  <c:v>11.783333000000001</c:v>
                </c:pt>
                <c:pt idx="2838">
                  <c:v>11.7875</c:v>
                </c:pt>
                <c:pt idx="2839">
                  <c:v>11.791667</c:v>
                </c:pt>
                <c:pt idx="2840">
                  <c:v>11.795833</c:v>
                </c:pt>
                <c:pt idx="2841">
                  <c:v>11.8</c:v>
                </c:pt>
                <c:pt idx="2842">
                  <c:v>11.804167</c:v>
                </c:pt>
                <c:pt idx="2843">
                  <c:v>11.808332999999999</c:v>
                </c:pt>
                <c:pt idx="2844">
                  <c:v>11.8125</c:v>
                </c:pt>
                <c:pt idx="2845">
                  <c:v>11.816667000000001</c:v>
                </c:pt>
                <c:pt idx="2846">
                  <c:v>11.820833</c:v>
                </c:pt>
                <c:pt idx="2847">
                  <c:v>11.824999999999999</c:v>
                </c:pt>
                <c:pt idx="2848">
                  <c:v>11.829167</c:v>
                </c:pt>
                <c:pt idx="2849">
                  <c:v>11.833333</c:v>
                </c:pt>
                <c:pt idx="2850">
                  <c:v>11.8375</c:v>
                </c:pt>
                <c:pt idx="2851">
                  <c:v>11.841666999999999</c:v>
                </c:pt>
                <c:pt idx="2852">
                  <c:v>11.845833000000001</c:v>
                </c:pt>
                <c:pt idx="2853">
                  <c:v>11.85</c:v>
                </c:pt>
                <c:pt idx="2854">
                  <c:v>11.854167</c:v>
                </c:pt>
                <c:pt idx="2855">
                  <c:v>11.858333</c:v>
                </c:pt>
                <c:pt idx="2856">
                  <c:v>11.862500000000001</c:v>
                </c:pt>
                <c:pt idx="2857">
                  <c:v>11.866667</c:v>
                </c:pt>
                <c:pt idx="2858">
                  <c:v>11.870832999999999</c:v>
                </c:pt>
                <c:pt idx="2859">
                  <c:v>11.875</c:v>
                </c:pt>
                <c:pt idx="2860">
                  <c:v>11.879167000000001</c:v>
                </c:pt>
                <c:pt idx="2861">
                  <c:v>11.883333</c:v>
                </c:pt>
                <c:pt idx="2862">
                  <c:v>11.887499999999999</c:v>
                </c:pt>
                <c:pt idx="2863">
                  <c:v>11.891667</c:v>
                </c:pt>
                <c:pt idx="2864">
                  <c:v>11.895833</c:v>
                </c:pt>
                <c:pt idx="2865">
                  <c:v>11.9</c:v>
                </c:pt>
                <c:pt idx="2866">
                  <c:v>11.904166999999999</c:v>
                </c:pt>
                <c:pt idx="2867">
                  <c:v>11.908333000000001</c:v>
                </c:pt>
                <c:pt idx="2868">
                  <c:v>11.9125</c:v>
                </c:pt>
                <c:pt idx="2869">
                  <c:v>11.916667</c:v>
                </c:pt>
                <c:pt idx="2870">
                  <c:v>11.920833</c:v>
                </c:pt>
                <c:pt idx="2871">
                  <c:v>11.925000000000001</c:v>
                </c:pt>
                <c:pt idx="2872">
                  <c:v>11.929167</c:v>
                </c:pt>
                <c:pt idx="2873">
                  <c:v>11.933332999999999</c:v>
                </c:pt>
                <c:pt idx="2874">
                  <c:v>11.9375</c:v>
                </c:pt>
                <c:pt idx="2875">
                  <c:v>11.941667000000001</c:v>
                </c:pt>
                <c:pt idx="2876">
                  <c:v>11.945833</c:v>
                </c:pt>
                <c:pt idx="2877">
                  <c:v>11.95</c:v>
                </c:pt>
                <c:pt idx="2878">
                  <c:v>11.954167</c:v>
                </c:pt>
                <c:pt idx="2879">
                  <c:v>11.958333</c:v>
                </c:pt>
                <c:pt idx="2880">
                  <c:v>11.9625</c:v>
                </c:pt>
                <c:pt idx="2881">
                  <c:v>11.966666999999999</c:v>
                </c:pt>
                <c:pt idx="2882">
                  <c:v>11.970833000000001</c:v>
                </c:pt>
                <c:pt idx="2883">
                  <c:v>11.975</c:v>
                </c:pt>
                <c:pt idx="2884">
                  <c:v>11.979167</c:v>
                </c:pt>
                <c:pt idx="2885">
                  <c:v>11.983333</c:v>
                </c:pt>
                <c:pt idx="2886">
                  <c:v>11.987500000000001</c:v>
                </c:pt>
                <c:pt idx="2887">
                  <c:v>11.991667</c:v>
                </c:pt>
                <c:pt idx="2888">
                  <c:v>11.995832999999999</c:v>
                </c:pt>
                <c:pt idx="2889">
                  <c:v>12</c:v>
                </c:pt>
                <c:pt idx="2890">
                  <c:v>12.004167000000001</c:v>
                </c:pt>
                <c:pt idx="2891">
                  <c:v>12.008333</c:v>
                </c:pt>
                <c:pt idx="2892">
                  <c:v>12.012499999999999</c:v>
                </c:pt>
                <c:pt idx="2893">
                  <c:v>12.016667</c:v>
                </c:pt>
                <c:pt idx="2894">
                  <c:v>12.020833</c:v>
                </c:pt>
                <c:pt idx="2895">
                  <c:v>12.025</c:v>
                </c:pt>
                <c:pt idx="2896">
                  <c:v>12.029166999999999</c:v>
                </c:pt>
                <c:pt idx="2897">
                  <c:v>12.033333000000001</c:v>
                </c:pt>
                <c:pt idx="2898">
                  <c:v>12.0375</c:v>
                </c:pt>
                <c:pt idx="2899">
                  <c:v>12.041667</c:v>
                </c:pt>
                <c:pt idx="2900">
                  <c:v>12.045833</c:v>
                </c:pt>
                <c:pt idx="2901">
                  <c:v>12.05</c:v>
                </c:pt>
                <c:pt idx="2902">
                  <c:v>12.054167</c:v>
                </c:pt>
                <c:pt idx="2903">
                  <c:v>12.058332999999999</c:v>
                </c:pt>
                <c:pt idx="2904">
                  <c:v>12.0625</c:v>
                </c:pt>
                <c:pt idx="2905">
                  <c:v>12.066667000000001</c:v>
                </c:pt>
                <c:pt idx="2906">
                  <c:v>12.070833</c:v>
                </c:pt>
                <c:pt idx="2907">
                  <c:v>12.074999999999999</c:v>
                </c:pt>
                <c:pt idx="2908">
                  <c:v>12.079167</c:v>
                </c:pt>
                <c:pt idx="2909">
                  <c:v>12.083333</c:v>
                </c:pt>
                <c:pt idx="2910">
                  <c:v>12.0875</c:v>
                </c:pt>
                <c:pt idx="2911">
                  <c:v>12.091666999999999</c:v>
                </c:pt>
                <c:pt idx="2912">
                  <c:v>12.095833000000001</c:v>
                </c:pt>
                <c:pt idx="2913">
                  <c:v>12.1</c:v>
                </c:pt>
                <c:pt idx="2914">
                  <c:v>12.104167</c:v>
                </c:pt>
                <c:pt idx="2915">
                  <c:v>12.108333</c:v>
                </c:pt>
                <c:pt idx="2916">
                  <c:v>12.112500000000001</c:v>
                </c:pt>
                <c:pt idx="2917">
                  <c:v>12.116667</c:v>
                </c:pt>
                <c:pt idx="2918">
                  <c:v>12.120832999999999</c:v>
                </c:pt>
                <c:pt idx="2919">
                  <c:v>12.125</c:v>
                </c:pt>
                <c:pt idx="2920">
                  <c:v>12.129167000000001</c:v>
                </c:pt>
                <c:pt idx="2921">
                  <c:v>12.133333</c:v>
                </c:pt>
                <c:pt idx="2922">
                  <c:v>12.137499999999999</c:v>
                </c:pt>
                <c:pt idx="2923">
                  <c:v>12.141667</c:v>
                </c:pt>
                <c:pt idx="2924">
                  <c:v>12.145833</c:v>
                </c:pt>
                <c:pt idx="2925">
                  <c:v>12.15</c:v>
                </c:pt>
                <c:pt idx="2926">
                  <c:v>12.154166999999999</c:v>
                </c:pt>
                <c:pt idx="2927">
                  <c:v>12.158333000000001</c:v>
                </c:pt>
                <c:pt idx="2928">
                  <c:v>12.1625</c:v>
                </c:pt>
                <c:pt idx="2929">
                  <c:v>12.166667</c:v>
                </c:pt>
                <c:pt idx="2930">
                  <c:v>12.170833</c:v>
                </c:pt>
                <c:pt idx="2931">
                  <c:v>12.175000000000001</c:v>
                </c:pt>
                <c:pt idx="2932">
                  <c:v>12.179167</c:v>
                </c:pt>
                <c:pt idx="2933">
                  <c:v>12.183332999999999</c:v>
                </c:pt>
                <c:pt idx="2934">
                  <c:v>12.1875</c:v>
                </c:pt>
                <c:pt idx="2935">
                  <c:v>12.191667000000001</c:v>
                </c:pt>
                <c:pt idx="2936">
                  <c:v>12.195833</c:v>
                </c:pt>
                <c:pt idx="2937">
                  <c:v>12.2</c:v>
                </c:pt>
                <c:pt idx="2938">
                  <c:v>12.204167</c:v>
                </c:pt>
                <c:pt idx="2939">
                  <c:v>12.208333</c:v>
                </c:pt>
                <c:pt idx="2940">
                  <c:v>12.2125</c:v>
                </c:pt>
                <c:pt idx="2941">
                  <c:v>12.216666999999999</c:v>
                </c:pt>
                <c:pt idx="2942">
                  <c:v>12.220833000000001</c:v>
                </c:pt>
                <c:pt idx="2943">
                  <c:v>12.225</c:v>
                </c:pt>
                <c:pt idx="2944">
                  <c:v>12.229167</c:v>
                </c:pt>
                <c:pt idx="2945">
                  <c:v>12.233333</c:v>
                </c:pt>
                <c:pt idx="2946">
                  <c:v>12.237500000000001</c:v>
                </c:pt>
                <c:pt idx="2947">
                  <c:v>12.241667</c:v>
                </c:pt>
                <c:pt idx="2948">
                  <c:v>12.245832999999999</c:v>
                </c:pt>
                <c:pt idx="2949">
                  <c:v>12.25</c:v>
                </c:pt>
                <c:pt idx="2950">
                  <c:v>12.254167000000001</c:v>
                </c:pt>
                <c:pt idx="2951">
                  <c:v>12.258333</c:v>
                </c:pt>
                <c:pt idx="2952">
                  <c:v>12.262499999999999</c:v>
                </c:pt>
                <c:pt idx="2953">
                  <c:v>12.266667</c:v>
                </c:pt>
                <c:pt idx="2954">
                  <c:v>12.270833</c:v>
                </c:pt>
                <c:pt idx="2955">
                  <c:v>12.275</c:v>
                </c:pt>
                <c:pt idx="2956">
                  <c:v>12.279166999999999</c:v>
                </c:pt>
                <c:pt idx="2957">
                  <c:v>12.283333000000001</c:v>
                </c:pt>
                <c:pt idx="2958">
                  <c:v>12.2875</c:v>
                </c:pt>
                <c:pt idx="2959">
                  <c:v>12.291667</c:v>
                </c:pt>
                <c:pt idx="2960">
                  <c:v>12.295833</c:v>
                </c:pt>
                <c:pt idx="2961">
                  <c:v>12.3</c:v>
                </c:pt>
                <c:pt idx="2962">
                  <c:v>12.304167</c:v>
                </c:pt>
                <c:pt idx="2963">
                  <c:v>12.308332999999999</c:v>
                </c:pt>
                <c:pt idx="2964">
                  <c:v>12.3125</c:v>
                </c:pt>
                <c:pt idx="2965">
                  <c:v>12.316667000000001</c:v>
                </c:pt>
                <c:pt idx="2966">
                  <c:v>12.320833</c:v>
                </c:pt>
                <c:pt idx="2967">
                  <c:v>12.324999999999999</c:v>
                </c:pt>
                <c:pt idx="2968">
                  <c:v>12.329167</c:v>
                </c:pt>
                <c:pt idx="2969">
                  <c:v>12.333333</c:v>
                </c:pt>
                <c:pt idx="2970">
                  <c:v>12.3375</c:v>
                </c:pt>
                <c:pt idx="2971">
                  <c:v>12.341666999999999</c:v>
                </c:pt>
                <c:pt idx="2972">
                  <c:v>12.345833000000001</c:v>
                </c:pt>
                <c:pt idx="2973">
                  <c:v>12.35</c:v>
                </c:pt>
                <c:pt idx="2974">
                  <c:v>12.354167</c:v>
                </c:pt>
                <c:pt idx="2975">
                  <c:v>12.358333</c:v>
                </c:pt>
                <c:pt idx="2976">
                  <c:v>12.362500000000001</c:v>
                </c:pt>
                <c:pt idx="2977">
                  <c:v>12.366667</c:v>
                </c:pt>
                <c:pt idx="2978">
                  <c:v>12.370832999999999</c:v>
                </c:pt>
                <c:pt idx="2979">
                  <c:v>12.375</c:v>
                </c:pt>
                <c:pt idx="2980">
                  <c:v>12.379167000000001</c:v>
                </c:pt>
                <c:pt idx="2981">
                  <c:v>12.383333</c:v>
                </c:pt>
                <c:pt idx="2982">
                  <c:v>12.387499999999999</c:v>
                </c:pt>
                <c:pt idx="2983">
                  <c:v>12.391667</c:v>
                </c:pt>
                <c:pt idx="2984">
                  <c:v>12.395833</c:v>
                </c:pt>
                <c:pt idx="2985">
                  <c:v>12.4</c:v>
                </c:pt>
                <c:pt idx="2986">
                  <c:v>12.404166999999999</c:v>
                </c:pt>
                <c:pt idx="2987">
                  <c:v>12.408333000000001</c:v>
                </c:pt>
                <c:pt idx="2988">
                  <c:v>12.4125</c:v>
                </c:pt>
                <c:pt idx="2989">
                  <c:v>12.416667</c:v>
                </c:pt>
                <c:pt idx="2990">
                  <c:v>12.420833</c:v>
                </c:pt>
                <c:pt idx="2991">
                  <c:v>12.425000000000001</c:v>
                </c:pt>
                <c:pt idx="2992">
                  <c:v>12.429167</c:v>
                </c:pt>
                <c:pt idx="2993">
                  <c:v>12.433332999999999</c:v>
                </c:pt>
                <c:pt idx="2994">
                  <c:v>12.4375</c:v>
                </c:pt>
                <c:pt idx="2995">
                  <c:v>12.441667000000001</c:v>
                </c:pt>
                <c:pt idx="2996">
                  <c:v>12.445833</c:v>
                </c:pt>
                <c:pt idx="2997">
                  <c:v>12.45</c:v>
                </c:pt>
                <c:pt idx="2998">
                  <c:v>12.454167</c:v>
                </c:pt>
                <c:pt idx="2999">
                  <c:v>12.458333</c:v>
                </c:pt>
                <c:pt idx="3000">
                  <c:v>12.4625</c:v>
                </c:pt>
                <c:pt idx="3001">
                  <c:v>12.466666999999999</c:v>
                </c:pt>
                <c:pt idx="3002">
                  <c:v>12.470833000000001</c:v>
                </c:pt>
                <c:pt idx="3003">
                  <c:v>12.475</c:v>
                </c:pt>
                <c:pt idx="3004">
                  <c:v>12.479167</c:v>
                </c:pt>
                <c:pt idx="3005">
                  <c:v>12.483333</c:v>
                </c:pt>
                <c:pt idx="3006">
                  <c:v>12.487500000000001</c:v>
                </c:pt>
                <c:pt idx="3007">
                  <c:v>12.491667</c:v>
                </c:pt>
                <c:pt idx="3008">
                  <c:v>12.495832999999999</c:v>
                </c:pt>
                <c:pt idx="3009">
                  <c:v>12.5</c:v>
                </c:pt>
                <c:pt idx="3010">
                  <c:v>12.504167000000001</c:v>
                </c:pt>
                <c:pt idx="3011">
                  <c:v>12.508333</c:v>
                </c:pt>
                <c:pt idx="3012">
                  <c:v>12.512499999999999</c:v>
                </c:pt>
                <c:pt idx="3013">
                  <c:v>12.516667</c:v>
                </c:pt>
                <c:pt idx="3014">
                  <c:v>12.520833</c:v>
                </c:pt>
                <c:pt idx="3015">
                  <c:v>12.525</c:v>
                </c:pt>
                <c:pt idx="3016">
                  <c:v>12.529166999999999</c:v>
                </c:pt>
                <c:pt idx="3017">
                  <c:v>12.533333000000001</c:v>
                </c:pt>
                <c:pt idx="3018">
                  <c:v>12.5375</c:v>
                </c:pt>
                <c:pt idx="3019">
                  <c:v>12.541667</c:v>
                </c:pt>
                <c:pt idx="3020">
                  <c:v>12.545833</c:v>
                </c:pt>
                <c:pt idx="3021">
                  <c:v>12.55</c:v>
                </c:pt>
                <c:pt idx="3022">
                  <c:v>12.554167</c:v>
                </c:pt>
                <c:pt idx="3023">
                  <c:v>12.558332999999999</c:v>
                </c:pt>
                <c:pt idx="3024">
                  <c:v>12.5625</c:v>
                </c:pt>
                <c:pt idx="3025">
                  <c:v>12.566667000000001</c:v>
                </c:pt>
                <c:pt idx="3026">
                  <c:v>12.570833</c:v>
                </c:pt>
                <c:pt idx="3027">
                  <c:v>12.574999999999999</c:v>
                </c:pt>
                <c:pt idx="3028">
                  <c:v>12.579167</c:v>
                </c:pt>
                <c:pt idx="3029">
                  <c:v>12.583333</c:v>
                </c:pt>
                <c:pt idx="3030">
                  <c:v>12.5875</c:v>
                </c:pt>
                <c:pt idx="3031">
                  <c:v>12.591666999999999</c:v>
                </c:pt>
                <c:pt idx="3032">
                  <c:v>12.595833000000001</c:v>
                </c:pt>
                <c:pt idx="3033">
                  <c:v>12.6</c:v>
                </c:pt>
                <c:pt idx="3034">
                  <c:v>12.604167</c:v>
                </c:pt>
                <c:pt idx="3035">
                  <c:v>12.608333</c:v>
                </c:pt>
                <c:pt idx="3036">
                  <c:v>12.612500000000001</c:v>
                </c:pt>
                <c:pt idx="3037">
                  <c:v>12.616667</c:v>
                </c:pt>
                <c:pt idx="3038">
                  <c:v>12.620832999999999</c:v>
                </c:pt>
                <c:pt idx="3039">
                  <c:v>12.625</c:v>
                </c:pt>
                <c:pt idx="3040">
                  <c:v>12.629167000000001</c:v>
                </c:pt>
                <c:pt idx="3041">
                  <c:v>12.633333</c:v>
                </c:pt>
                <c:pt idx="3042">
                  <c:v>12.637499999999999</c:v>
                </c:pt>
                <c:pt idx="3043">
                  <c:v>12.641667</c:v>
                </c:pt>
                <c:pt idx="3044">
                  <c:v>12.645833</c:v>
                </c:pt>
                <c:pt idx="3045">
                  <c:v>12.65</c:v>
                </c:pt>
                <c:pt idx="3046">
                  <c:v>12.654166999999999</c:v>
                </c:pt>
                <c:pt idx="3047">
                  <c:v>12.658333000000001</c:v>
                </c:pt>
                <c:pt idx="3048">
                  <c:v>12.6625</c:v>
                </c:pt>
                <c:pt idx="3049">
                  <c:v>12.666667</c:v>
                </c:pt>
                <c:pt idx="3050">
                  <c:v>12.670833</c:v>
                </c:pt>
                <c:pt idx="3051">
                  <c:v>12.675000000000001</c:v>
                </c:pt>
                <c:pt idx="3052">
                  <c:v>12.679167</c:v>
                </c:pt>
                <c:pt idx="3053">
                  <c:v>12.683332999999999</c:v>
                </c:pt>
                <c:pt idx="3054">
                  <c:v>12.6875</c:v>
                </c:pt>
                <c:pt idx="3055">
                  <c:v>12.691667000000001</c:v>
                </c:pt>
                <c:pt idx="3056">
                  <c:v>12.695833</c:v>
                </c:pt>
                <c:pt idx="3057">
                  <c:v>12.7</c:v>
                </c:pt>
                <c:pt idx="3058">
                  <c:v>12.704167</c:v>
                </c:pt>
                <c:pt idx="3059">
                  <c:v>12.708333</c:v>
                </c:pt>
                <c:pt idx="3060">
                  <c:v>12.7125</c:v>
                </c:pt>
                <c:pt idx="3061">
                  <c:v>12.716666999999999</c:v>
                </c:pt>
                <c:pt idx="3062">
                  <c:v>12.720833000000001</c:v>
                </c:pt>
                <c:pt idx="3063">
                  <c:v>12.725</c:v>
                </c:pt>
                <c:pt idx="3064">
                  <c:v>12.729167</c:v>
                </c:pt>
                <c:pt idx="3065">
                  <c:v>12.733333</c:v>
                </c:pt>
                <c:pt idx="3066">
                  <c:v>12.737500000000001</c:v>
                </c:pt>
                <c:pt idx="3067">
                  <c:v>12.741667</c:v>
                </c:pt>
                <c:pt idx="3068">
                  <c:v>12.745832999999999</c:v>
                </c:pt>
                <c:pt idx="3069">
                  <c:v>12.75</c:v>
                </c:pt>
                <c:pt idx="3070">
                  <c:v>12.754167000000001</c:v>
                </c:pt>
                <c:pt idx="3071">
                  <c:v>12.758333</c:v>
                </c:pt>
                <c:pt idx="3072">
                  <c:v>12.762499999999999</c:v>
                </c:pt>
                <c:pt idx="3073">
                  <c:v>12.766667</c:v>
                </c:pt>
                <c:pt idx="3074">
                  <c:v>12.770833</c:v>
                </c:pt>
                <c:pt idx="3075">
                  <c:v>12.775</c:v>
                </c:pt>
                <c:pt idx="3076">
                  <c:v>12.779166999999999</c:v>
                </c:pt>
                <c:pt idx="3077">
                  <c:v>12.783333000000001</c:v>
                </c:pt>
                <c:pt idx="3078">
                  <c:v>12.7875</c:v>
                </c:pt>
                <c:pt idx="3079">
                  <c:v>12.791667</c:v>
                </c:pt>
                <c:pt idx="3080">
                  <c:v>12.795833</c:v>
                </c:pt>
                <c:pt idx="3081">
                  <c:v>12.8</c:v>
                </c:pt>
                <c:pt idx="3082">
                  <c:v>12.804167</c:v>
                </c:pt>
                <c:pt idx="3083">
                  <c:v>12.808332999999999</c:v>
                </c:pt>
                <c:pt idx="3084">
                  <c:v>12.8125</c:v>
                </c:pt>
                <c:pt idx="3085">
                  <c:v>12.816667000000001</c:v>
                </c:pt>
                <c:pt idx="3086">
                  <c:v>12.820833</c:v>
                </c:pt>
                <c:pt idx="3087">
                  <c:v>12.824999999999999</c:v>
                </c:pt>
                <c:pt idx="3088">
                  <c:v>12.829167</c:v>
                </c:pt>
                <c:pt idx="3089">
                  <c:v>12.833333</c:v>
                </c:pt>
                <c:pt idx="3090">
                  <c:v>12.8375</c:v>
                </c:pt>
                <c:pt idx="3091">
                  <c:v>12.841666999999999</c:v>
                </c:pt>
                <c:pt idx="3092">
                  <c:v>12.845833000000001</c:v>
                </c:pt>
                <c:pt idx="3093">
                  <c:v>12.85</c:v>
                </c:pt>
                <c:pt idx="3094">
                  <c:v>12.854167</c:v>
                </c:pt>
                <c:pt idx="3095">
                  <c:v>12.858333</c:v>
                </c:pt>
                <c:pt idx="3096">
                  <c:v>12.862500000000001</c:v>
                </c:pt>
                <c:pt idx="3097">
                  <c:v>12.866667</c:v>
                </c:pt>
                <c:pt idx="3098">
                  <c:v>12.870832999999999</c:v>
                </c:pt>
                <c:pt idx="3099">
                  <c:v>12.875</c:v>
                </c:pt>
                <c:pt idx="3100">
                  <c:v>12.879167000000001</c:v>
                </c:pt>
                <c:pt idx="3101">
                  <c:v>12.883333</c:v>
                </c:pt>
                <c:pt idx="3102">
                  <c:v>12.887499999999999</c:v>
                </c:pt>
                <c:pt idx="3103">
                  <c:v>12.891667</c:v>
                </c:pt>
                <c:pt idx="3104">
                  <c:v>12.895833</c:v>
                </c:pt>
                <c:pt idx="3105">
                  <c:v>12.9</c:v>
                </c:pt>
                <c:pt idx="3106">
                  <c:v>12.904166999999999</c:v>
                </c:pt>
                <c:pt idx="3107">
                  <c:v>12.908333000000001</c:v>
                </c:pt>
                <c:pt idx="3108">
                  <c:v>12.9125</c:v>
                </c:pt>
                <c:pt idx="3109">
                  <c:v>12.916667</c:v>
                </c:pt>
                <c:pt idx="3110">
                  <c:v>12.920833</c:v>
                </c:pt>
                <c:pt idx="3111">
                  <c:v>12.925000000000001</c:v>
                </c:pt>
                <c:pt idx="3112">
                  <c:v>12.929167</c:v>
                </c:pt>
                <c:pt idx="3113">
                  <c:v>12.933332999999999</c:v>
                </c:pt>
                <c:pt idx="3114">
                  <c:v>12.9375</c:v>
                </c:pt>
                <c:pt idx="3115">
                  <c:v>12.941667000000001</c:v>
                </c:pt>
                <c:pt idx="3116">
                  <c:v>12.945833</c:v>
                </c:pt>
                <c:pt idx="3117">
                  <c:v>12.95</c:v>
                </c:pt>
                <c:pt idx="3118">
                  <c:v>12.954167</c:v>
                </c:pt>
                <c:pt idx="3119">
                  <c:v>12.958333</c:v>
                </c:pt>
                <c:pt idx="3120">
                  <c:v>12.9625</c:v>
                </c:pt>
                <c:pt idx="3121">
                  <c:v>12.966666999999999</c:v>
                </c:pt>
                <c:pt idx="3122">
                  <c:v>12.970833000000001</c:v>
                </c:pt>
                <c:pt idx="3123">
                  <c:v>12.975</c:v>
                </c:pt>
                <c:pt idx="3124">
                  <c:v>12.979167</c:v>
                </c:pt>
                <c:pt idx="3125">
                  <c:v>12.983333</c:v>
                </c:pt>
                <c:pt idx="3126">
                  <c:v>12.987500000000001</c:v>
                </c:pt>
                <c:pt idx="3127">
                  <c:v>12.991667</c:v>
                </c:pt>
                <c:pt idx="3128">
                  <c:v>12.995832999999999</c:v>
                </c:pt>
                <c:pt idx="3129">
                  <c:v>13</c:v>
                </c:pt>
                <c:pt idx="3130">
                  <c:v>13.004167000000001</c:v>
                </c:pt>
                <c:pt idx="3131">
                  <c:v>13.008333</c:v>
                </c:pt>
                <c:pt idx="3132">
                  <c:v>13.012499999999999</c:v>
                </c:pt>
                <c:pt idx="3133">
                  <c:v>13.016667</c:v>
                </c:pt>
                <c:pt idx="3134">
                  <c:v>13.020833</c:v>
                </c:pt>
                <c:pt idx="3135">
                  <c:v>13.025</c:v>
                </c:pt>
                <c:pt idx="3136">
                  <c:v>13.029166999999999</c:v>
                </c:pt>
                <c:pt idx="3137">
                  <c:v>13.033333000000001</c:v>
                </c:pt>
                <c:pt idx="3138">
                  <c:v>13.0375</c:v>
                </c:pt>
                <c:pt idx="3139">
                  <c:v>13.041667</c:v>
                </c:pt>
                <c:pt idx="3140">
                  <c:v>13.045833</c:v>
                </c:pt>
                <c:pt idx="3141">
                  <c:v>13.05</c:v>
                </c:pt>
                <c:pt idx="3142">
                  <c:v>13.054167</c:v>
                </c:pt>
                <c:pt idx="3143">
                  <c:v>13.058332999999999</c:v>
                </c:pt>
                <c:pt idx="3144">
                  <c:v>13.0625</c:v>
                </c:pt>
                <c:pt idx="3145">
                  <c:v>13.066667000000001</c:v>
                </c:pt>
                <c:pt idx="3146">
                  <c:v>13.070833</c:v>
                </c:pt>
                <c:pt idx="3147">
                  <c:v>13.074999999999999</c:v>
                </c:pt>
                <c:pt idx="3148">
                  <c:v>13.079167</c:v>
                </c:pt>
                <c:pt idx="3149">
                  <c:v>13.083333</c:v>
                </c:pt>
                <c:pt idx="3150">
                  <c:v>13.0875</c:v>
                </c:pt>
                <c:pt idx="3151">
                  <c:v>13.091666999999999</c:v>
                </c:pt>
                <c:pt idx="3152">
                  <c:v>13.095833000000001</c:v>
                </c:pt>
                <c:pt idx="3153">
                  <c:v>13.1</c:v>
                </c:pt>
                <c:pt idx="3154">
                  <c:v>13.104167</c:v>
                </c:pt>
                <c:pt idx="3155">
                  <c:v>13.108333</c:v>
                </c:pt>
                <c:pt idx="3156">
                  <c:v>13.112500000000001</c:v>
                </c:pt>
                <c:pt idx="3157">
                  <c:v>13.116667</c:v>
                </c:pt>
                <c:pt idx="3158">
                  <c:v>13.120832999999999</c:v>
                </c:pt>
                <c:pt idx="3159">
                  <c:v>13.125</c:v>
                </c:pt>
                <c:pt idx="3160">
                  <c:v>13.129167000000001</c:v>
                </c:pt>
                <c:pt idx="3161">
                  <c:v>13.133333</c:v>
                </c:pt>
                <c:pt idx="3162">
                  <c:v>13.137499999999999</c:v>
                </c:pt>
                <c:pt idx="3163">
                  <c:v>13.141667</c:v>
                </c:pt>
                <c:pt idx="3164">
                  <c:v>13.145833</c:v>
                </c:pt>
                <c:pt idx="3165">
                  <c:v>13.15</c:v>
                </c:pt>
                <c:pt idx="3166">
                  <c:v>13.154166999999999</c:v>
                </c:pt>
                <c:pt idx="3167">
                  <c:v>13.158333000000001</c:v>
                </c:pt>
                <c:pt idx="3168">
                  <c:v>13.1625</c:v>
                </c:pt>
                <c:pt idx="3169">
                  <c:v>13.166667</c:v>
                </c:pt>
                <c:pt idx="3170">
                  <c:v>13.170833</c:v>
                </c:pt>
                <c:pt idx="3171">
                  <c:v>13.175000000000001</c:v>
                </c:pt>
                <c:pt idx="3172">
                  <c:v>13.179167</c:v>
                </c:pt>
                <c:pt idx="3173">
                  <c:v>13.183332999999999</c:v>
                </c:pt>
                <c:pt idx="3174">
                  <c:v>13.1875</c:v>
                </c:pt>
                <c:pt idx="3175">
                  <c:v>13.191667000000001</c:v>
                </c:pt>
                <c:pt idx="3176">
                  <c:v>13.195833</c:v>
                </c:pt>
                <c:pt idx="3177">
                  <c:v>13.2</c:v>
                </c:pt>
                <c:pt idx="3178">
                  <c:v>13.204167</c:v>
                </c:pt>
                <c:pt idx="3179">
                  <c:v>13.208333</c:v>
                </c:pt>
                <c:pt idx="3180">
                  <c:v>13.2125</c:v>
                </c:pt>
                <c:pt idx="3181">
                  <c:v>13.216666999999999</c:v>
                </c:pt>
                <c:pt idx="3182">
                  <c:v>13.220833000000001</c:v>
                </c:pt>
                <c:pt idx="3183">
                  <c:v>13.225</c:v>
                </c:pt>
                <c:pt idx="3184">
                  <c:v>13.229167</c:v>
                </c:pt>
                <c:pt idx="3185">
                  <c:v>13.233333</c:v>
                </c:pt>
                <c:pt idx="3186">
                  <c:v>13.237500000000001</c:v>
                </c:pt>
                <c:pt idx="3187">
                  <c:v>13.241667</c:v>
                </c:pt>
                <c:pt idx="3188">
                  <c:v>13.245832999999999</c:v>
                </c:pt>
                <c:pt idx="3189">
                  <c:v>13.25</c:v>
                </c:pt>
                <c:pt idx="3190">
                  <c:v>13.254167000000001</c:v>
                </c:pt>
                <c:pt idx="3191">
                  <c:v>13.258333</c:v>
                </c:pt>
                <c:pt idx="3192">
                  <c:v>13.262499999999999</c:v>
                </c:pt>
                <c:pt idx="3193">
                  <c:v>13.266667</c:v>
                </c:pt>
                <c:pt idx="3194">
                  <c:v>13.270833</c:v>
                </c:pt>
                <c:pt idx="3195">
                  <c:v>13.275</c:v>
                </c:pt>
                <c:pt idx="3196">
                  <c:v>13.279166999999999</c:v>
                </c:pt>
                <c:pt idx="3197">
                  <c:v>13.283333000000001</c:v>
                </c:pt>
                <c:pt idx="3198">
                  <c:v>13.2875</c:v>
                </c:pt>
                <c:pt idx="3199">
                  <c:v>13.291667</c:v>
                </c:pt>
                <c:pt idx="3200">
                  <c:v>13.295833</c:v>
                </c:pt>
                <c:pt idx="3201">
                  <c:v>13.3</c:v>
                </c:pt>
                <c:pt idx="3202">
                  <c:v>13.304167</c:v>
                </c:pt>
                <c:pt idx="3203">
                  <c:v>13.308332999999999</c:v>
                </c:pt>
                <c:pt idx="3204">
                  <c:v>13.3125</c:v>
                </c:pt>
                <c:pt idx="3205">
                  <c:v>13.316667000000001</c:v>
                </c:pt>
                <c:pt idx="3206">
                  <c:v>13.320833</c:v>
                </c:pt>
                <c:pt idx="3207">
                  <c:v>13.324999999999999</c:v>
                </c:pt>
                <c:pt idx="3208">
                  <c:v>13.329167</c:v>
                </c:pt>
                <c:pt idx="3209">
                  <c:v>13.333333</c:v>
                </c:pt>
                <c:pt idx="3210">
                  <c:v>13.3375</c:v>
                </c:pt>
                <c:pt idx="3211">
                  <c:v>13.341666999999999</c:v>
                </c:pt>
                <c:pt idx="3212">
                  <c:v>13.345833000000001</c:v>
                </c:pt>
                <c:pt idx="3213">
                  <c:v>13.35</c:v>
                </c:pt>
                <c:pt idx="3214">
                  <c:v>13.354167</c:v>
                </c:pt>
                <c:pt idx="3215">
                  <c:v>13.358333</c:v>
                </c:pt>
                <c:pt idx="3216">
                  <c:v>13.362500000000001</c:v>
                </c:pt>
                <c:pt idx="3217">
                  <c:v>13.366667</c:v>
                </c:pt>
                <c:pt idx="3218">
                  <c:v>13.370832999999999</c:v>
                </c:pt>
                <c:pt idx="3219">
                  <c:v>13.375</c:v>
                </c:pt>
                <c:pt idx="3220">
                  <c:v>13.379167000000001</c:v>
                </c:pt>
                <c:pt idx="3221">
                  <c:v>13.383333</c:v>
                </c:pt>
                <c:pt idx="3222">
                  <c:v>13.387499999999999</c:v>
                </c:pt>
                <c:pt idx="3223">
                  <c:v>13.391667</c:v>
                </c:pt>
                <c:pt idx="3224">
                  <c:v>13.395833</c:v>
                </c:pt>
                <c:pt idx="3225">
                  <c:v>13.4</c:v>
                </c:pt>
                <c:pt idx="3226">
                  <c:v>13.404166999999999</c:v>
                </c:pt>
                <c:pt idx="3227">
                  <c:v>13.408333000000001</c:v>
                </c:pt>
                <c:pt idx="3228">
                  <c:v>13.4125</c:v>
                </c:pt>
                <c:pt idx="3229">
                  <c:v>13.416667</c:v>
                </c:pt>
                <c:pt idx="3230">
                  <c:v>13.420833</c:v>
                </c:pt>
                <c:pt idx="3231">
                  <c:v>13.425000000000001</c:v>
                </c:pt>
                <c:pt idx="3232">
                  <c:v>13.429167</c:v>
                </c:pt>
                <c:pt idx="3233">
                  <c:v>13.433332999999999</c:v>
                </c:pt>
                <c:pt idx="3234">
                  <c:v>13.4375</c:v>
                </c:pt>
                <c:pt idx="3235">
                  <c:v>13.441667000000001</c:v>
                </c:pt>
                <c:pt idx="3236">
                  <c:v>13.445833</c:v>
                </c:pt>
                <c:pt idx="3237">
                  <c:v>13.45</c:v>
                </c:pt>
                <c:pt idx="3238">
                  <c:v>13.454167</c:v>
                </c:pt>
                <c:pt idx="3239">
                  <c:v>13.458333</c:v>
                </c:pt>
                <c:pt idx="3240">
                  <c:v>13.4625</c:v>
                </c:pt>
                <c:pt idx="3241">
                  <c:v>13.466666999999999</c:v>
                </c:pt>
                <c:pt idx="3242">
                  <c:v>13.470833000000001</c:v>
                </c:pt>
                <c:pt idx="3243">
                  <c:v>13.475</c:v>
                </c:pt>
                <c:pt idx="3244">
                  <c:v>13.479167</c:v>
                </c:pt>
                <c:pt idx="3245">
                  <c:v>13.483333</c:v>
                </c:pt>
                <c:pt idx="3246">
                  <c:v>13.487500000000001</c:v>
                </c:pt>
                <c:pt idx="3247">
                  <c:v>13.491667</c:v>
                </c:pt>
                <c:pt idx="3248">
                  <c:v>13.495832999999999</c:v>
                </c:pt>
                <c:pt idx="3249">
                  <c:v>13.5</c:v>
                </c:pt>
                <c:pt idx="3250">
                  <c:v>13.504167000000001</c:v>
                </c:pt>
                <c:pt idx="3251">
                  <c:v>13.508333</c:v>
                </c:pt>
                <c:pt idx="3252">
                  <c:v>13.512499999999999</c:v>
                </c:pt>
                <c:pt idx="3253">
                  <c:v>13.516667</c:v>
                </c:pt>
                <c:pt idx="3254">
                  <c:v>13.520833</c:v>
                </c:pt>
                <c:pt idx="3255">
                  <c:v>13.525</c:v>
                </c:pt>
                <c:pt idx="3256">
                  <c:v>13.529166999999999</c:v>
                </c:pt>
                <c:pt idx="3257">
                  <c:v>13.533333000000001</c:v>
                </c:pt>
                <c:pt idx="3258">
                  <c:v>13.5375</c:v>
                </c:pt>
                <c:pt idx="3259">
                  <c:v>13.541667</c:v>
                </c:pt>
                <c:pt idx="3260">
                  <c:v>13.545833</c:v>
                </c:pt>
                <c:pt idx="3261">
                  <c:v>13.55</c:v>
                </c:pt>
                <c:pt idx="3262">
                  <c:v>13.554167</c:v>
                </c:pt>
                <c:pt idx="3263">
                  <c:v>13.558332999999999</c:v>
                </c:pt>
                <c:pt idx="3264">
                  <c:v>13.5625</c:v>
                </c:pt>
                <c:pt idx="3265">
                  <c:v>13.566667000000001</c:v>
                </c:pt>
                <c:pt idx="3266">
                  <c:v>13.570833</c:v>
                </c:pt>
                <c:pt idx="3267">
                  <c:v>13.574999999999999</c:v>
                </c:pt>
                <c:pt idx="3268">
                  <c:v>13.579167</c:v>
                </c:pt>
                <c:pt idx="3269">
                  <c:v>13.583333</c:v>
                </c:pt>
                <c:pt idx="3270">
                  <c:v>13.5875</c:v>
                </c:pt>
                <c:pt idx="3271">
                  <c:v>13.591666999999999</c:v>
                </c:pt>
                <c:pt idx="3272">
                  <c:v>13.595833000000001</c:v>
                </c:pt>
                <c:pt idx="3273">
                  <c:v>13.6</c:v>
                </c:pt>
                <c:pt idx="3274">
                  <c:v>13.604167</c:v>
                </c:pt>
                <c:pt idx="3275">
                  <c:v>13.608333</c:v>
                </c:pt>
                <c:pt idx="3276">
                  <c:v>13.612500000000001</c:v>
                </c:pt>
                <c:pt idx="3277">
                  <c:v>13.616667</c:v>
                </c:pt>
                <c:pt idx="3278">
                  <c:v>13.620832999999999</c:v>
                </c:pt>
                <c:pt idx="3279">
                  <c:v>13.625</c:v>
                </c:pt>
                <c:pt idx="3280">
                  <c:v>13.629167000000001</c:v>
                </c:pt>
                <c:pt idx="3281">
                  <c:v>13.633333</c:v>
                </c:pt>
                <c:pt idx="3282">
                  <c:v>13.637499999999999</c:v>
                </c:pt>
                <c:pt idx="3283">
                  <c:v>13.641667</c:v>
                </c:pt>
                <c:pt idx="3284">
                  <c:v>13.645833</c:v>
                </c:pt>
                <c:pt idx="3285">
                  <c:v>13.65</c:v>
                </c:pt>
                <c:pt idx="3286">
                  <c:v>13.654166999999999</c:v>
                </c:pt>
                <c:pt idx="3287">
                  <c:v>13.658333000000001</c:v>
                </c:pt>
                <c:pt idx="3288">
                  <c:v>13.6625</c:v>
                </c:pt>
                <c:pt idx="3289">
                  <c:v>13.666667</c:v>
                </c:pt>
                <c:pt idx="3290">
                  <c:v>13.670833</c:v>
                </c:pt>
                <c:pt idx="3291">
                  <c:v>13.675000000000001</c:v>
                </c:pt>
                <c:pt idx="3292">
                  <c:v>13.679167</c:v>
                </c:pt>
                <c:pt idx="3293">
                  <c:v>13.683332999999999</c:v>
                </c:pt>
                <c:pt idx="3294">
                  <c:v>13.6875</c:v>
                </c:pt>
                <c:pt idx="3295">
                  <c:v>13.691667000000001</c:v>
                </c:pt>
                <c:pt idx="3296">
                  <c:v>13.695833</c:v>
                </c:pt>
                <c:pt idx="3297">
                  <c:v>13.7</c:v>
                </c:pt>
                <c:pt idx="3298">
                  <c:v>13.704167</c:v>
                </c:pt>
                <c:pt idx="3299">
                  <c:v>13.708333</c:v>
                </c:pt>
                <c:pt idx="3300">
                  <c:v>13.7125</c:v>
                </c:pt>
                <c:pt idx="3301">
                  <c:v>13.716666999999999</c:v>
                </c:pt>
                <c:pt idx="3302">
                  <c:v>13.720833000000001</c:v>
                </c:pt>
                <c:pt idx="3303">
                  <c:v>13.725</c:v>
                </c:pt>
                <c:pt idx="3304">
                  <c:v>13.729167</c:v>
                </c:pt>
                <c:pt idx="3305">
                  <c:v>13.733333</c:v>
                </c:pt>
                <c:pt idx="3306">
                  <c:v>13.737500000000001</c:v>
                </c:pt>
                <c:pt idx="3307">
                  <c:v>13.741667</c:v>
                </c:pt>
                <c:pt idx="3308">
                  <c:v>13.745832999999999</c:v>
                </c:pt>
                <c:pt idx="3309">
                  <c:v>13.75</c:v>
                </c:pt>
                <c:pt idx="3310">
                  <c:v>13.754167000000001</c:v>
                </c:pt>
                <c:pt idx="3311">
                  <c:v>13.758333</c:v>
                </c:pt>
                <c:pt idx="3312">
                  <c:v>13.762499999999999</c:v>
                </c:pt>
                <c:pt idx="3313">
                  <c:v>13.766667</c:v>
                </c:pt>
                <c:pt idx="3314">
                  <c:v>13.770833</c:v>
                </c:pt>
                <c:pt idx="3315">
                  <c:v>13.775</c:v>
                </c:pt>
                <c:pt idx="3316">
                  <c:v>13.779166999999999</c:v>
                </c:pt>
                <c:pt idx="3317">
                  <c:v>13.783333000000001</c:v>
                </c:pt>
                <c:pt idx="3318">
                  <c:v>13.7875</c:v>
                </c:pt>
                <c:pt idx="3319">
                  <c:v>13.791667</c:v>
                </c:pt>
                <c:pt idx="3320">
                  <c:v>13.795833</c:v>
                </c:pt>
                <c:pt idx="3321">
                  <c:v>13.8</c:v>
                </c:pt>
                <c:pt idx="3322">
                  <c:v>13.804167</c:v>
                </c:pt>
                <c:pt idx="3323">
                  <c:v>13.808332999999999</c:v>
                </c:pt>
                <c:pt idx="3324">
                  <c:v>13.8125</c:v>
                </c:pt>
                <c:pt idx="3325">
                  <c:v>13.816667000000001</c:v>
                </c:pt>
                <c:pt idx="3326">
                  <c:v>13.820833</c:v>
                </c:pt>
                <c:pt idx="3327">
                  <c:v>13.824999999999999</c:v>
                </c:pt>
                <c:pt idx="3328">
                  <c:v>13.829167</c:v>
                </c:pt>
                <c:pt idx="3329">
                  <c:v>13.833333</c:v>
                </c:pt>
                <c:pt idx="3330">
                  <c:v>13.8375</c:v>
                </c:pt>
                <c:pt idx="3331">
                  <c:v>13.841666999999999</c:v>
                </c:pt>
                <c:pt idx="3332">
                  <c:v>13.845833000000001</c:v>
                </c:pt>
                <c:pt idx="3333">
                  <c:v>13.85</c:v>
                </c:pt>
                <c:pt idx="3334">
                  <c:v>13.854167</c:v>
                </c:pt>
                <c:pt idx="3335">
                  <c:v>13.858333</c:v>
                </c:pt>
                <c:pt idx="3336">
                  <c:v>13.862500000000001</c:v>
                </c:pt>
                <c:pt idx="3337">
                  <c:v>13.866667</c:v>
                </c:pt>
                <c:pt idx="3338">
                  <c:v>13.870832999999999</c:v>
                </c:pt>
                <c:pt idx="3339">
                  <c:v>13.875</c:v>
                </c:pt>
                <c:pt idx="3340">
                  <c:v>13.879167000000001</c:v>
                </c:pt>
                <c:pt idx="3341">
                  <c:v>13.883333</c:v>
                </c:pt>
                <c:pt idx="3342">
                  <c:v>13.887499999999999</c:v>
                </c:pt>
                <c:pt idx="3343">
                  <c:v>13.891667</c:v>
                </c:pt>
                <c:pt idx="3344">
                  <c:v>13.895833</c:v>
                </c:pt>
                <c:pt idx="3345">
                  <c:v>13.9</c:v>
                </c:pt>
                <c:pt idx="3346">
                  <c:v>13.904166999999999</c:v>
                </c:pt>
                <c:pt idx="3347">
                  <c:v>13.908333000000001</c:v>
                </c:pt>
                <c:pt idx="3348">
                  <c:v>13.9125</c:v>
                </c:pt>
                <c:pt idx="3349">
                  <c:v>13.916667</c:v>
                </c:pt>
                <c:pt idx="3350">
                  <c:v>13.920833</c:v>
                </c:pt>
                <c:pt idx="3351">
                  <c:v>13.925000000000001</c:v>
                </c:pt>
                <c:pt idx="3352">
                  <c:v>13.929167</c:v>
                </c:pt>
                <c:pt idx="3353">
                  <c:v>13.933332999999999</c:v>
                </c:pt>
                <c:pt idx="3354">
                  <c:v>13.9375</c:v>
                </c:pt>
                <c:pt idx="3355">
                  <c:v>13.941667000000001</c:v>
                </c:pt>
                <c:pt idx="3356">
                  <c:v>13.945833</c:v>
                </c:pt>
                <c:pt idx="3357">
                  <c:v>13.95</c:v>
                </c:pt>
                <c:pt idx="3358">
                  <c:v>13.954167</c:v>
                </c:pt>
                <c:pt idx="3359">
                  <c:v>13.958333</c:v>
                </c:pt>
                <c:pt idx="3360">
                  <c:v>13.9625</c:v>
                </c:pt>
                <c:pt idx="3361">
                  <c:v>13.966666999999999</c:v>
                </c:pt>
                <c:pt idx="3362">
                  <c:v>13.970833000000001</c:v>
                </c:pt>
                <c:pt idx="3363">
                  <c:v>13.975</c:v>
                </c:pt>
                <c:pt idx="3364">
                  <c:v>13.979167</c:v>
                </c:pt>
                <c:pt idx="3365">
                  <c:v>13.983333</c:v>
                </c:pt>
                <c:pt idx="3366">
                  <c:v>13.987500000000001</c:v>
                </c:pt>
                <c:pt idx="3367">
                  <c:v>13.991667</c:v>
                </c:pt>
                <c:pt idx="3368">
                  <c:v>13.995832999999999</c:v>
                </c:pt>
                <c:pt idx="3369">
                  <c:v>14</c:v>
                </c:pt>
                <c:pt idx="3370">
                  <c:v>14.004167000000001</c:v>
                </c:pt>
                <c:pt idx="3371">
                  <c:v>14.008333</c:v>
                </c:pt>
                <c:pt idx="3372">
                  <c:v>14.012499999999999</c:v>
                </c:pt>
                <c:pt idx="3373">
                  <c:v>14.016667</c:v>
                </c:pt>
                <c:pt idx="3374">
                  <c:v>14.020833</c:v>
                </c:pt>
                <c:pt idx="3375">
                  <c:v>14.025</c:v>
                </c:pt>
                <c:pt idx="3376">
                  <c:v>14.029166999999999</c:v>
                </c:pt>
                <c:pt idx="3377">
                  <c:v>14.033333000000001</c:v>
                </c:pt>
                <c:pt idx="3378">
                  <c:v>14.0375</c:v>
                </c:pt>
                <c:pt idx="3379">
                  <c:v>14.041667</c:v>
                </c:pt>
                <c:pt idx="3380">
                  <c:v>14.045833</c:v>
                </c:pt>
                <c:pt idx="3381">
                  <c:v>14.05</c:v>
                </c:pt>
                <c:pt idx="3382">
                  <c:v>14.054167</c:v>
                </c:pt>
                <c:pt idx="3383">
                  <c:v>14.058332999999999</c:v>
                </c:pt>
                <c:pt idx="3384">
                  <c:v>14.0625</c:v>
                </c:pt>
                <c:pt idx="3385">
                  <c:v>14.066667000000001</c:v>
                </c:pt>
                <c:pt idx="3386">
                  <c:v>14.070833</c:v>
                </c:pt>
                <c:pt idx="3387">
                  <c:v>14.074999999999999</c:v>
                </c:pt>
                <c:pt idx="3388">
                  <c:v>14.079167</c:v>
                </c:pt>
                <c:pt idx="3389">
                  <c:v>14.083333</c:v>
                </c:pt>
                <c:pt idx="3390">
                  <c:v>14.0875</c:v>
                </c:pt>
                <c:pt idx="3391">
                  <c:v>14.091666999999999</c:v>
                </c:pt>
                <c:pt idx="3392">
                  <c:v>14.095833000000001</c:v>
                </c:pt>
                <c:pt idx="3393">
                  <c:v>14.1</c:v>
                </c:pt>
                <c:pt idx="3394">
                  <c:v>14.104167</c:v>
                </c:pt>
                <c:pt idx="3395">
                  <c:v>14.108333</c:v>
                </c:pt>
                <c:pt idx="3396">
                  <c:v>14.112500000000001</c:v>
                </c:pt>
                <c:pt idx="3397">
                  <c:v>14.116667</c:v>
                </c:pt>
                <c:pt idx="3398">
                  <c:v>14.120832999999999</c:v>
                </c:pt>
                <c:pt idx="3399">
                  <c:v>14.125</c:v>
                </c:pt>
                <c:pt idx="3400">
                  <c:v>14.129167000000001</c:v>
                </c:pt>
                <c:pt idx="3401">
                  <c:v>14.133333</c:v>
                </c:pt>
                <c:pt idx="3402">
                  <c:v>14.137499999999999</c:v>
                </c:pt>
                <c:pt idx="3403">
                  <c:v>14.141667</c:v>
                </c:pt>
                <c:pt idx="3404">
                  <c:v>14.145833</c:v>
                </c:pt>
                <c:pt idx="3405">
                  <c:v>14.15</c:v>
                </c:pt>
                <c:pt idx="3406">
                  <c:v>14.154166999999999</c:v>
                </c:pt>
                <c:pt idx="3407">
                  <c:v>14.158333000000001</c:v>
                </c:pt>
                <c:pt idx="3408">
                  <c:v>14.1625</c:v>
                </c:pt>
                <c:pt idx="3409">
                  <c:v>14.166667</c:v>
                </c:pt>
                <c:pt idx="3410">
                  <c:v>14.170833</c:v>
                </c:pt>
                <c:pt idx="3411">
                  <c:v>14.175000000000001</c:v>
                </c:pt>
                <c:pt idx="3412">
                  <c:v>14.179167</c:v>
                </c:pt>
                <c:pt idx="3413">
                  <c:v>14.183332999999999</c:v>
                </c:pt>
                <c:pt idx="3414">
                  <c:v>14.1875</c:v>
                </c:pt>
                <c:pt idx="3415">
                  <c:v>14.191667000000001</c:v>
                </c:pt>
                <c:pt idx="3416">
                  <c:v>14.195833</c:v>
                </c:pt>
                <c:pt idx="3417">
                  <c:v>14.2</c:v>
                </c:pt>
                <c:pt idx="3418">
                  <c:v>14.204167</c:v>
                </c:pt>
                <c:pt idx="3419">
                  <c:v>14.208333</c:v>
                </c:pt>
                <c:pt idx="3420">
                  <c:v>14.2125</c:v>
                </c:pt>
                <c:pt idx="3421">
                  <c:v>14.216666999999999</c:v>
                </c:pt>
                <c:pt idx="3422">
                  <c:v>14.220833000000001</c:v>
                </c:pt>
                <c:pt idx="3423">
                  <c:v>14.225</c:v>
                </c:pt>
                <c:pt idx="3424">
                  <c:v>14.229167</c:v>
                </c:pt>
                <c:pt idx="3425">
                  <c:v>14.233333</c:v>
                </c:pt>
                <c:pt idx="3426">
                  <c:v>14.237500000000001</c:v>
                </c:pt>
                <c:pt idx="3427">
                  <c:v>14.241667</c:v>
                </c:pt>
                <c:pt idx="3428">
                  <c:v>14.245832999999999</c:v>
                </c:pt>
                <c:pt idx="3429">
                  <c:v>14.25</c:v>
                </c:pt>
                <c:pt idx="3430">
                  <c:v>14.254167000000001</c:v>
                </c:pt>
                <c:pt idx="3431">
                  <c:v>14.258333</c:v>
                </c:pt>
                <c:pt idx="3432">
                  <c:v>14.262499999999999</c:v>
                </c:pt>
                <c:pt idx="3433">
                  <c:v>14.266667</c:v>
                </c:pt>
                <c:pt idx="3434">
                  <c:v>14.270833</c:v>
                </c:pt>
                <c:pt idx="3435">
                  <c:v>14.275</c:v>
                </c:pt>
                <c:pt idx="3436">
                  <c:v>14.279166999999999</c:v>
                </c:pt>
                <c:pt idx="3437">
                  <c:v>14.283333000000001</c:v>
                </c:pt>
                <c:pt idx="3438">
                  <c:v>14.2875</c:v>
                </c:pt>
                <c:pt idx="3439">
                  <c:v>14.291667</c:v>
                </c:pt>
                <c:pt idx="3440">
                  <c:v>14.295833</c:v>
                </c:pt>
                <c:pt idx="3441">
                  <c:v>14.3</c:v>
                </c:pt>
                <c:pt idx="3442">
                  <c:v>14.304167</c:v>
                </c:pt>
                <c:pt idx="3443">
                  <c:v>14.308332999999999</c:v>
                </c:pt>
                <c:pt idx="3444">
                  <c:v>14.3125</c:v>
                </c:pt>
                <c:pt idx="3445">
                  <c:v>14.316667000000001</c:v>
                </c:pt>
                <c:pt idx="3446">
                  <c:v>14.320833</c:v>
                </c:pt>
                <c:pt idx="3447">
                  <c:v>14.324999999999999</c:v>
                </c:pt>
                <c:pt idx="3448">
                  <c:v>14.329167</c:v>
                </c:pt>
                <c:pt idx="3449">
                  <c:v>14.333333</c:v>
                </c:pt>
                <c:pt idx="3450">
                  <c:v>14.3375</c:v>
                </c:pt>
                <c:pt idx="3451">
                  <c:v>14.341666999999999</c:v>
                </c:pt>
                <c:pt idx="3452">
                  <c:v>14.345833000000001</c:v>
                </c:pt>
                <c:pt idx="3453">
                  <c:v>14.35</c:v>
                </c:pt>
                <c:pt idx="3454">
                  <c:v>14.354167</c:v>
                </c:pt>
                <c:pt idx="3455">
                  <c:v>14.358333</c:v>
                </c:pt>
                <c:pt idx="3456">
                  <c:v>14.362500000000001</c:v>
                </c:pt>
                <c:pt idx="3457">
                  <c:v>14.366667</c:v>
                </c:pt>
                <c:pt idx="3458">
                  <c:v>14.370832999999999</c:v>
                </c:pt>
                <c:pt idx="3459">
                  <c:v>14.375</c:v>
                </c:pt>
                <c:pt idx="3460">
                  <c:v>14.379167000000001</c:v>
                </c:pt>
                <c:pt idx="3461">
                  <c:v>14.383333</c:v>
                </c:pt>
                <c:pt idx="3462">
                  <c:v>14.387499999999999</c:v>
                </c:pt>
                <c:pt idx="3463">
                  <c:v>14.391667</c:v>
                </c:pt>
                <c:pt idx="3464">
                  <c:v>14.395833</c:v>
                </c:pt>
                <c:pt idx="3465">
                  <c:v>14.4</c:v>
                </c:pt>
                <c:pt idx="3466">
                  <c:v>14.404166999999999</c:v>
                </c:pt>
                <c:pt idx="3467">
                  <c:v>14.408333000000001</c:v>
                </c:pt>
                <c:pt idx="3468">
                  <c:v>14.4125</c:v>
                </c:pt>
                <c:pt idx="3469">
                  <c:v>14.416667</c:v>
                </c:pt>
                <c:pt idx="3470">
                  <c:v>14.420833</c:v>
                </c:pt>
                <c:pt idx="3471">
                  <c:v>14.425000000000001</c:v>
                </c:pt>
                <c:pt idx="3472">
                  <c:v>14.429167</c:v>
                </c:pt>
                <c:pt idx="3473">
                  <c:v>14.433332999999999</c:v>
                </c:pt>
                <c:pt idx="3474">
                  <c:v>14.4375</c:v>
                </c:pt>
                <c:pt idx="3475">
                  <c:v>14.441667000000001</c:v>
                </c:pt>
                <c:pt idx="3476">
                  <c:v>14.445833</c:v>
                </c:pt>
                <c:pt idx="3477">
                  <c:v>14.45</c:v>
                </c:pt>
                <c:pt idx="3478">
                  <c:v>14.454167</c:v>
                </c:pt>
                <c:pt idx="3479">
                  <c:v>14.458333</c:v>
                </c:pt>
                <c:pt idx="3480">
                  <c:v>14.4625</c:v>
                </c:pt>
                <c:pt idx="3481">
                  <c:v>14.466666999999999</c:v>
                </c:pt>
                <c:pt idx="3482">
                  <c:v>14.470833000000001</c:v>
                </c:pt>
                <c:pt idx="3483">
                  <c:v>14.475</c:v>
                </c:pt>
                <c:pt idx="3484">
                  <c:v>14.479167</c:v>
                </c:pt>
                <c:pt idx="3485">
                  <c:v>14.483333</c:v>
                </c:pt>
                <c:pt idx="3486">
                  <c:v>14.487500000000001</c:v>
                </c:pt>
                <c:pt idx="3487">
                  <c:v>14.491667</c:v>
                </c:pt>
                <c:pt idx="3488">
                  <c:v>14.495832999999999</c:v>
                </c:pt>
                <c:pt idx="3489">
                  <c:v>14.5</c:v>
                </c:pt>
                <c:pt idx="3490">
                  <c:v>14.504167000000001</c:v>
                </c:pt>
                <c:pt idx="3491">
                  <c:v>14.508333</c:v>
                </c:pt>
                <c:pt idx="3492">
                  <c:v>14.512499999999999</c:v>
                </c:pt>
                <c:pt idx="3493">
                  <c:v>14.516667</c:v>
                </c:pt>
                <c:pt idx="3494">
                  <c:v>14.520833</c:v>
                </c:pt>
                <c:pt idx="3495">
                  <c:v>14.525</c:v>
                </c:pt>
                <c:pt idx="3496">
                  <c:v>14.529166999999999</c:v>
                </c:pt>
                <c:pt idx="3497">
                  <c:v>14.533333000000001</c:v>
                </c:pt>
                <c:pt idx="3498">
                  <c:v>14.5375</c:v>
                </c:pt>
                <c:pt idx="3499">
                  <c:v>14.541667</c:v>
                </c:pt>
                <c:pt idx="3500">
                  <c:v>14.545833</c:v>
                </c:pt>
                <c:pt idx="3501">
                  <c:v>14.55</c:v>
                </c:pt>
                <c:pt idx="3502">
                  <c:v>14.554167</c:v>
                </c:pt>
                <c:pt idx="3503">
                  <c:v>14.558332999999999</c:v>
                </c:pt>
                <c:pt idx="3504">
                  <c:v>14.5625</c:v>
                </c:pt>
                <c:pt idx="3505">
                  <c:v>14.566667000000001</c:v>
                </c:pt>
                <c:pt idx="3506">
                  <c:v>14.570833</c:v>
                </c:pt>
                <c:pt idx="3507">
                  <c:v>14.574999999999999</c:v>
                </c:pt>
                <c:pt idx="3508">
                  <c:v>14.579167</c:v>
                </c:pt>
                <c:pt idx="3509">
                  <c:v>14.583333</c:v>
                </c:pt>
                <c:pt idx="3510">
                  <c:v>14.5875</c:v>
                </c:pt>
                <c:pt idx="3511">
                  <c:v>14.591666999999999</c:v>
                </c:pt>
                <c:pt idx="3512">
                  <c:v>14.595833000000001</c:v>
                </c:pt>
                <c:pt idx="3513">
                  <c:v>14.6</c:v>
                </c:pt>
                <c:pt idx="3514">
                  <c:v>14.604167</c:v>
                </c:pt>
                <c:pt idx="3515">
                  <c:v>14.608333</c:v>
                </c:pt>
                <c:pt idx="3516">
                  <c:v>14.612500000000001</c:v>
                </c:pt>
                <c:pt idx="3517">
                  <c:v>14.616667</c:v>
                </c:pt>
                <c:pt idx="3518">
                  <c:v>14.620832999999999</c:v>
                </c:pt>
                <c:pt idx="3519">
                  <c:v>14.625</c:v>
                </c:pt>
                <c:pt idx="3520">
                  <c:v>14.629167000000001</c:v>
                </c:pt>
                <c:pt idx="3521">
                  <c:v>14.633333</c:v>
                </c:pt>
                <c:pt idx="3522">
                  <c:v>14.637499999999999</c:v>
                </c:pt>
                <c:pt idx="3523">
                  <c:v>14.641667</c:v>
                </c:pt>
                <c:pt idx="3524">
                  <c:v>14.645833</c:v>
                </c:pt>
                <c:pt idx="3525">
                  <c:v>14.65</c:v>
                </c:pt>
                <c:pt idx="3526">
                  <c:v>14.654166999999999</c:v>
                </c:pt>
                <c:pt idx="3527">
                  <c:v>14.658333000000001</c:v>
                </c:pt>
                <c:pt idx="3528">
                  <c:v>14.6625</c:v>
                </c:pt>
                <c:pt idx="3529">
                  <c:v>14.666667</c:v>
                </c:pt>
                <c:pt idx="3530">
                  <c:v>14.670833</c:v>
                </c:pt>
                <c:pt idx="3531">
                  <c:v>14.675000000000001</c:v>
                </c:pt>
                <c:pt idx="3532">
                  <c:v>14.679167</c:v>
                </c:pt>
                <c:pt idx="3533">
                  <c:v>14.683332999999999</c:v>
                </c:pt>
                <c:pt idx="3534">
                  <c:v>14.6875</c:v>
                </c:pt>
                <c:pt idx="3535">
                  <c:v>14.691667000000001</c:v>
                </c:pt>
                <c:pt idx="3536">
                  <c:v>14.695833</c:v>
                </c:pt>
                <c:pt idx="3537">
                  <c:v>14.7</c:v>
                </c:pt>
                <c:pt idx="3538">
                  <c:v>14.704167</c:v>
                </c:pt>
                <c:pt idx="3539">
                  <c:v>14.708333</c:v>
                </c:pt>
                <c:pt idx="3540">
                  <c:v>14.7125</c:v>
                </c:pt>
                <c:pt idx="3541">
                  <c:v>14.716666999999999</c:v>
                </c:pt>
                <c:pt idx="3542">
                  <c:v>14.720833000000001</c:v>
                </c:pt>
                <c:pt idx="3543">
                  <c:v>14.725</c:v>
                </c:pt>
                <c:pt idx="3544">
                  <c:v>14.729167</c:v>
                </c:pt>
                <c:pt idx="3545">
                  <c:v>14.733333</c:v>
                </c:pt>
                <c:pt idx="3546">
                  <c:v>14.737500000000001</c:v>
                </c:pt>
                <c:pt idx="3547">
                  <c:v>14.741667</c:v>
                </c:pt>
                <c:pt idx="3548">
                  <c:v>14.745832999999999</c:v>
                </c:pt>
                <c:pt idx="3549">
                  <c:v>14.75</c:v>
                </c:pt>
                <c:pt idx="3550">
                  <c:v>14.754167000000001</c:v>
                </c:pt>
                <c:pt idx="3551">
                  <c:v>14.758333</c:v>
                </c:pt>
                <c:pt idx="3552">
                  <c:v>14.762499999999999</c:v>
                </c:pt>
                <c:pt idx="3553">
                  <c:v>14.766667</c:v>
                </c:pt>
                <c:pt idx="3554">
                  <c:v>14.770833</c:v>
                </c:pt>
                <c:pt idx="3555">
                  <c:v>14.775</c:v>
                </c:pt>
                <c:pt idx="3556">
                  <c:v>14.779166999999999</c:v>
                </c:pt>
                <c:pt idx="3557">
                  <c:v>14.783333000000001</c:v>
                </c:pt>
                <c:pt idx="3558">
                  <c:v>14.7875</c:v>
                </c:pt>
                <c:pt idx="3559">
                  <c:v>14.791667</c:v>
                </c:pt>
                <c:pt idx="3560">
                  <c:v>14.795833</c:v>
                </c:pt>
                <c:pt idx="3561">
                  <c:v>14.8</c:v>
                </c:pt>
                <c:pt idx="3562">
                  <c:v>14.804167</c:v>
                </c:pt>
                <c:pt idx="3563">
                  <c:v>14.808332999999999</c:v>
                </c:pt>
                <c:pt idx="3564">
                  <c:v>14.8125</c:v>
                </c:pt>
                <c:pt idx="3565">
                  <c:v>14.816667000000001</c:v>
                </c:pt>
                <c:pt idx="3566">
                  <c:v>14.820833</c:v>
                </c:pt>
                <c:pt idx="3567">
                  <c:v>14.824999999999999</c:v>
                </c:pt>
                <c:pt idx="3568">
                  <c:v>14.829167</c:v>
                </c:pt>
                <c:pt idx="3569">
                  <c:v>14.833333</c:v>
                </c:pt>
                <c:pt idx="3570">
                  <c:v>14.8375</c:v>
                </c:pt>
                <c:pt idx="3571">
                  <c:v>14.841666999999999</c:v>
                </c:pt>
                <c:pt idx="3572">
                  <c:v>14.845833000000001</c:v>
                </c:pt>
                <c:pt idx="3573">
                  <c:v>14.85</c:v>
                </c:pt>
                <c:pt idx="3574">
                  <c:v>14.854167</c:v>
                </c:pt>
                <c:pt idx="3575">
                  <c:v>14.858333</c:v>
                </c:pt>
                <c:pt idx="3576">
                  <c:v>14.862500000000001</c:v>
                </c:pt>
                <c:pt idx="3577">
                  <c:v>14.866667</c:v>
                </c:pt>
                <c:pt idx="3578">
                  <c:v>14.870832999999999</c:v>
                </c:pt>
                <c:pt idx="3579">
                  <c:v>14.875</c:v>
                </c:pt>
                <c:pt idx="3580">
                  <c:v>14.879167000000001</c:v>
                </c:pt>
                <c:pt idx="3581">
                  <c:v>14.883333</c:v>
                </c:pt>
                <c:pt idx="3582">
                  <c:v>14.887499999999999</c:v>
                </c:pt>
                <c:pt idx="3583">
                  <c:v>14.891667</c:v>
                </c:pt>
                <c:pt idx="3584">
                  <c:v>14.895833</c:v>
                </c:pt>
                <c:pt idx="3585">
                  <c:v>14.9</c:v>
                </c:pt>
                <c:pt idx="3586">
                  <c:v>14.904166999999999</c:v>
                </c:pt>
                <c:pt idx="3587">
                  <c:v>14.908333000000001</c:v>
                </c:pt>
                <c:pt idx="3588">
                  <c:v>14.9125</c:v>
                </c:pt>
                <c:pt idx="3589">
                  <c:v>14.916667</c:v>
                </c:pt>
                <c:pt idx="3590">
                  <c:v>14.920833</c:v>
                </c:pt>
                <c:pt idx="3591">
                  <c:v>14.925000000000001</c:v>
                </c:pt>
                <c:pt idx="3592">
                  <c:v>14.929167</c:v>
                </c:pt>
                <c:pt idx="3593">
                  <c:v>14.933332999999999</c:v>
                </c:pt>
                <c:pt idx="3594">
                  <c:v>14.9375</c:v>
                </c:pt>
                <c:pt idx="3595">
                  <c:v>14.941667000000001</c:v>
                </c:pt>
                <c:pt idx="3596">
                  <c:v>14.945833</c:v>
                </c:pt>
                <c:pt idx="3597">
                  <c:v>14.95</c:v>
                </c:pt>
                <c:pt idx="3598">
                  <c:v>14.954167</c:v>
                </c:pt>
                <c:pt idx="3599">
                  <c:v>14.958333</c:v>
                </c:pt>
                <c:pt idx="3600">
                  <c:v>14.9625</c:v>
                </c:pt>
                <c:pt idx="3601">
                  <c:v>14.966666999999999</c:v>
                </c:pt>
                <c:pt idx="3602">
                  <c:v>14.970833000000001</c:v>
                </c:pt>
                <c:pt idx="3603">
                  <c:v>14.975</c:v>
                </c:pt>
                <c:pt idx="3604">
                  <c:v>14.979167</c:v>
                </c:pt>
                <c:pt idx="3605">
                  <c:v>14.983333</c:v>
                </c:pt>
                <c:pt idx="3606">
                  <c:v>14.987500000000001</c:v>
                </c:pt>
                <c:pt idx="3607">
                  <c:v>14.991667</c:v>
                </c:pt>
                <c:pt idx="3608">
                  <c:v>14.995832999999999</c:v>
                </c:pt>
                <c:pt idx="3609">
                  <c:v>15</c:v>
                </c:pt>
                <c:pt idx="3610">
                  <c:v>15.004167000000001</c:v>
                </c:pt>
                <c:pt idx="3611">
                  <c:v>15.008333</c:v>
                </c:pt>
                <c:pt idx="3612">
                  <c:v>15.012499999999999</c:v>
                </c:pt>
                <c:pt idx="3613">
                  <c:v>15.016667</c:v>
                </c:pt>
                <c:pt idx="3614">
                  <c:v>15.020833</c:v>
                </c:pt>
                <c:pt idx="3615">
                  <c:v>15.025</c:v>
                </c:pt>
                <c:pt idx="3616">
                  <c:v>15.029166999999999</c:v>
                </c:pt>
                <c:pt idx="3617">
                  <c:v>15.033333000000001</c:v>
                </c:pt>
                <c:pt idx="3618">
                  <c:v>15.0375</c:v>
                </c:pt>
                <c:pt idx="3619">
                  <c:v>15.041667</c:v>
                </c:pt>
                <c:pt idx="3620">
                  <c:v>15.045833</c:v>
                </c:pt>
                <c:pt idx="3621">
                  <c:v>15.05</c:v>
                </c:pt>
                <c:pt idx="3622">
                  <c:v>15.054167</c:v>
                </c:pt>
                <c:pt idx="3623">
                  <c:v>15.058332999999999</c:v>
                </c:pt>
                <c:pt idx="3624">
                  <c:v>15.0625</c:v>
                </c:pt>
                <c:pt idx="3625">
                  <c:v>15.066667000000001</c:v>
                </c:pt>
                <c:pt idx="3626">
                  <c:v>15.070833</c:v>
                </c:pt>
                <c:pt idx="3627">
                  <c:v>15.074999999999999</c:v>
                </c:pt>
                <c:pt idx="3628">
                  <c:v>15.079167</c:v>
                </c:pt>
                <c:pt idx="3629">
                  <c:v>15.083333</c:v>
                </c:pt>
                <c:pt idx="3630">
                  <c:v>15.0875</c:v>
                </c:pt>
                <c:pt idx="3631">
                  <c:v>15.091666999999999</c:v>
                </c:pt>
                <c:pt idx="3632">
                  <c:v>15.095833000000001</c:v>
                </c:pt>
                <c:pt idx="3633">
                  <c:v>15.1</c:v>
                </c:pt>
                <c:pt idx="3634">
                  <c:v>15.104167</c:v>
                </c:pt>
                <c:pt idx="3635">
                  <c:v>15.108333</c:v>
                </c:pt>
                <c:pt idx="3636">
                  <c:v>15.112500000000001</c:v>
                </c:pt>
                <c:pt idx="3637">
                  <c:v>15.116667</c:v>
                </c:pt>
                <c:pt idx="3638">
                  <c:v>15.120832999999999</c:v>
                </c:pt>
                <c:pt idx="3639">
                  <c:v>15.125</c:v>
                </c:pt>
                <c:pt idx="3640">
                  <c:v>15.129167000000001</c:v>
                </c:pt>
                <c:pt idx="3641">
                  <c:v>15.133333</c:v>
                </c:pt>
                <c:pt idx="3642">
                  <c:v>15.137499999999999</c:v>
                </c:pt>
                <c:pt idx="3643">
                  <c:v>15.141667</c:v>
                </c:pt>
                <c:pt idx="3644">
                  <c:v>15.145833</c:v>
                </c:pt>
                <c:pt idx="3645">
                  <c:v>15.15</c:v>
                </c:pt>
                <c:pt idx="3646">
                  <c:v>15.154166999999999</c:v>
                </c:pt>
                <c:pt idx="3647">
                  <c:v>15.158333000000001</c:v>
                </c:pt>
                <c:pt idx="3648">
                  <c:v>15.1625</c:v>
                </c:pt>
                <c:pt idx="3649">
                  <c:v>15.166667</c:v>
                </c:pt>
                <c:pt idx="3650">
                  <c:v>15.170833</c:v>
                </c:pt>
                <c:pt idx="3651">
                  <c:v>15.175000000000001</c:v>
                </c:pt>
                <c:pt idx="3652">
                  <c:v>15.179167</c:v>
                </c:pt>
                <c:pt idx="3653">
                  <c:v>15.183332999999999</c:v>
                </c:pt>
                <c:pt idx="3654">
                  <c:v>15.1875</c:v>
                </c:pt>
                <c:pt idx="3655">
                  <c:v>15.191667000000001</c:v>
                </c:pt>
                <c:pt idx="3656">
                  <c:v>15.195833</c:v>
                </c:pt>
                <c:pt idx="3657">
                  <c:v>15.2</c:v>
                </c:pt>
                <c:pt idx="3658">
                  <c:v>15.204167</c:v>
                </c:pt>
                <c:pt idx="3659">
                  <c:v>15.208333</c:v>
                </c:pt>
                <c:pt idx="3660">
                  <c:v>15.2125</c:v>
                </c:pt>
                <c:pt idx="3661">
                  <c:v>15.216666999999999</c:v>
                </c:pt>
                <c:pt idx="3662">
                  <c:v>15.220833000000001</c:v>
                </c:pt>
                <c:pt idx="3663">
                  <c:v>15.225</c:v>
                </c:pt>
                <c:pt idx="3664">
                  <c:v>15.229167</c:v>
                </c:pt>
                <c:pt idx="3665">
                  <c:v>15.233333</c:v>
                </c:pt>
                <c:pt idx="3666">
                  <c:v>15.237500000000001</c:v>
                </c:pt>
                <c:pt idx="3667">
                  <c:v>15.241667</c:v>
                </c:pt>
                <c:pt idx="3668">
                  <c:v>15.245832999999999</c:v>
                </c:pt>
                <c:pt idx="3669">
                  <c:v>15.25</c:v>
                </c:pt>
                <c:pt idx="3670">
                  <c:v>15.254167000000001</c:v>
                </c:pt>
                <c:pt idx="3671">
                  <c:v>15.258333</c:v>
                </c:pt>
                <c:pt idx="3672">
                  <c:v>15.262499999999999</c:v>
                </c:pt>
                <c:pt idx="3673">
                  <c:v>15.266667</c:v>
                </c:pt>
                <c:pt idx="3674">
                  <c:v>15.270833</c:v>
                </c:pt>
                <c:pt idx="3675">
                  <c:v>15.275</c:v>
                </c:pt>
                <c:pt idx="3676">
                  <c:v>15.279166999999999</c:v>
                </c:pt>
                <c:pt idx="3677">
                  <c:v>15.283333000000001</c:v>
                </c:pt>
                <c:pt idx="3678">
                  <c:v>15.2875</c:v>
                </c:pt>
                <c:pt idx="3679">
                  <c:v>15.291667</c:v>
                </c:pt>
                <c:pt idx="3680">
                  <c:v>15.295833</c:v>
                </c:pt>
                <c:pt idx="3681">
                  <c:v>15.3</c:v>
                </c:pt>
                <c:pt idx="3682">
                  <c:v>15.304167</c:v>
                </c:pt>
                <c:pt idx="3683">
                  <c:v>15.308332999999999</c:v>
                </c:pt>
                <c:pt idx="3684">
                  <c:v>15.3125</c:v>
                </c:pt>
                <c:pt idx="3685">
                  <c:v>15.316667000000001</c:v>
                </c:pt>
                <c:pt idx="3686">
                  <c:v>15.320833</c:v>
                </c:pt>
                <c:pt idx="3687">
                  <c:v>15.324999999999999</c:v>
                </c:pt>
                <c:pt idx="3688">
                  <c:v>15.329167</c:v>
                </c:pt>
                <c:pt idx="3689">
                  <c:v>15.333333</c:v>
                </c:pt>
                <c:pt idx="3690">
                  <c:v>15.3375</c:v>
                </c:pt>
                <c:pt idx="3691">
                  <c:v>15.341666999999999</c:v>
                </c:pt>
                <c:pt idx="3692">
                  <c:v>15.345833000000001</c:v>
                </c:pt>
                <c:pt idx="3693">
                  <c:v>15.35</c:v>
                </c:pt>
                <c:pt idx="3694">
                  <c:v>15.354167</c:v>
                </c:pt>
                <c:pt idx="3695">
                  <c:v>15.358333</c:v>
                </c:pt>
                <c:pt idx="3696">
                  <c:v>15.362500000000001</c:v>
                </c:pt>
                <c:pt idx="3697">
                  <c:v>15.366667</c:v>
                </c:pt>
                <c:pt idx="3698">
                  <c:v>15.370832999999999</c:v>
                </c:pt>
                <c:pt idx="3699">
                  <c:v>15.375</c:v>
                </c:pt>
                <c:pt idx="3700">
                  <c:v>15.379167000000001</c:v>
                </c:pt>
                <c:pt idx="3701">
                  <c:v>15.383333</c:v>
                </c:pt>
                <c:pt idx="3702">
                  <c:v>15.387499999999999</c:v>
                </c:pt>
                <c:pt idx="3703">
                  <c:v>15.391667</c:v>
                </c:pt>
                <c:pt idx="3704">
                  <c:v>15.395833</c:v>
                </c:pt>
                <c:pt idx="3705">
                  <c:v>15.4</c:v>
                </c:pt>
                <c:pt idx="3706">
                  <c:v>15.404166999999999</c:v>
                </c:pt>
                <c:pt idx="3707">
                  <c:v>15.408333000000001</c:v>
                </c:pt>
                <c:pt idx="3708">
                  <c:v>15.4125</c:v>
                </c:pt>
                <c:pt idx="3709">
                  <c:v>15.416667</c:v>
                </c:pt>
                <c:pt idx="3710">
                  <c:v>15.420833</c:v>
                </c:pt>
                <c:pt idx="3711">
                  <c:v>15.425000000000001</c:v>
                </c:pt>
                <c:pt idx="3712">
                  <c:v>15.429167</c:v>
                </c:pt>
                <c:pt idx="3713">
                  <c:v>15.433332999999999</c:v>
                </c:pt>
                <c:pt idx="3714">
                  <c:v>15.4375</c:v>
                </c:pt>
                <c:pt idx="3715">
                  <c:v>15.441667000000001</c:v>
                </c:pt>
                <c:pt idx="3716">
                  <c:v>15.445833</c:v>
                </c:pt>
                <c:pt idx="3717">
                  <c:v>15.45</c:v>
                </c:pt>
                <c:pt idx="3718">
                  <c:v>15.454167</c:v>
                </c:pt>
                <c:pt idx="3719">
                  <c:v>15.458333</c:v>
                </c:pt>
                <c:pt idx="3720">
                  <c:v>15.4625</c:v>
                </c:pt>
                <c:pt idx="3721">
                  <c:v>15.466666999999999</c:v>
                </c:pt>
                <c:pt idx="3722">
                  <c:v>15.470833000000001</c:v>
                </c:pt>
                <c:pt idx="3723">
                  <c:v>15.475</c:v>
                </c:pt>
                <c:pt idx="3724">
                  <c:v>15.479167</c:v>
                </c:pt>
                <c:pt idx="3725">
                  <c:v>15.483333</c:v>
                </c:pt>
                <c:pt idx="3726">
                  <c:v>15.487500000000001</c:v>
                </c:pt>
                <c:pt idx="3727">
                  <c:v>15.491667</c:v>
                </c:pt>
                <c:pt idx="3728">
                  <c:v>15.495832999999999</c:v>
                </c:pt>
                <c:pt idx="3729">
                  <c:v>15.5</c:v>
                </c:pt>
                <c:pt idx="3730">
                  <c:v>15.504167000000001</c:v>
                </c:pt>
                <c:pt idx="3731">
                  <c:v>15.508333</c:v>
                </c:pt>
                <c:pt idx="3732">
                  <c:v>15.512499999999999</c:v>
                </c:pt>
                <c:pt idx="3733">
                  <c:v>15.516667</c:v>
                </c:pt>
                <c:pt idx="3734">
                  <c:v>15.520833</c:v>
                </c:pt>
                <c:pt idx="3735">
                  <c:v>15.525</c:v>
                </c:pt>
                <c:pt idx="3736">
                  <c:v>15.529166999999999</c:v>
                </c:pt>
                <c:pt idx="3737">
                  <c:v>15.533333000000001</c:v>
                </c:pt>
                <c:pt idx="3738">
                  <c:v>15.5375</c:v>
                </c:pt>
                <c:pt idx="3739">
                  <c:v>15.541667</c:v>
                </c:pt>
                <c:pt idx="3740">
                  <c:v>15.545833</c:v>
                </c:pt>
                <c:pt idx="3741">
                  <c:v>15.55</c:v>
                </c:pt>
                <c:pt idx="3742">
                  <c:v>15.554167</c:v>
                </c:pt>
                <c:pt idx="3743">
                  <c:v>15.558332999999999</c:v>
                </c:pt>
                <c:pt idx="3744">
                  <c:v>15.5625</c:v>
                </c:pt>
                <c:pt idx="3745">
                  <c:v>15.566667000000001</c:v>
                </c:pt>
                <c:pt idx="3746">
                  <c:v>15.570833</c:v>
                </c:pt>
                <c:pt idx="3747">
                  <c:v>15.574999999999999</c:v>
                </c:pt>
                <c:pt idx="3748">
                  <c:v>15.579167</c:v>
                </c:pt>
                <c:pt idx="3749">
                  <c:v>15.583333</c:v>
                </c:pt>
                <c:pt idx="3750">
                  <c:v>15.5875</c:v>
                </c:pt>
                <c:pt idx="3751">
                  <c:v>15.591666999999999</c:v>
                </c:pt>
                <c:pt idx="3752">
                  <c:v>15.595833000000001</c:v>
                </c:pt>
                <c:pt idx="3753">
                  <c:v>15.6</c:v>
                </c:pt>
                <c:pt idx="3754">
                  <c:v>15.604167</c:v>
                </c:pt>
                <c:pt idx="3755">
                  <c:v>15.608333</c:v>
                </c:pt>
                <c:pt idx="3756">
                  <c:v>15.612500000000001</c:v>
                </c:pt>
                <c:pt idx="3757">
                  <c:v>15.616667</c:v>
                </c:pt>
                <c:pt idx="3758">
                  <c:v>15.620832999999999</c:v>
                </c:pt>
                <c:pt idx="3759">
                  <c:v>15.625</c:v>
                </c:pt>
                <c:pt idx="3760">
                  <c:v>15.629167000000001</c:v>
                </c:pt>
                <c:pt idx="3761">
                  <c:v>15.633333</c:v>
                </c:pt>
                <c:pt idx="3762">
                  <c:v>15.637499999999999</c:v>
                </c:pt>
                <c:pt idx="3763">
                  <c:v>15.641667</c:v>
                </c:pt>
                <c:pt idx="3764">
                  <c:v>15.645833</c:v>
                </c:pt>
                <c:pt idx="3765">
                  <c:v>15.65</c:v>
                </c:pt>
                <c:pt idx="3766">
                  <c:v>15.654166999999999</c:v>
                </c:pt>
                <c:pt idx="3767">
                  <c:v>15.658333000000001</c:v>
                </c:pt>
                <c:pt idx="3768">
                  <c:v>15.6625</c:v>
                </c:pt>
                <c:pt idx="3769">
                  <c:v>15.666667</c:v>
                </c:pt>
                <c:pt idx="3770">
                  <c:v>15.670833</c:v>
                </c:pt>
                <c:pt idx="3771">
                  <c:v>15.675000000000001</c:v>
                </c:pt>
                <c:pt idx="3772">
                  <c:v>15.679167</c:v>
                </c:pt>
                <c:pt idx="3773">
                  <c:v>15.683332999999999</c:v>
                </c:pt>
                <c:pt idx="3774">
                  <c:v>15.6875</c:v>
                </c:pt>
                <c:pt idx="3775">
                  <c:v>15.691667000000001</c:v>
                </c:pt>
                <c:pt idx="3776">
                  <c:v>15.695833</c:v>
                </c:pt>
                <c:pt idx="3777">
                  <c:v>15.7</c:v>
                </c:pt>
                <c:pt idx="3778">
                  <c:v>15.704167</c:v>
                </c:pt>
                <c:pt idx="3779">
                  <c:v>15.708333</c:v>
                </c:pt>
                <c:pt idx="3780">
                  <c:v>15.7125</c:v>
                </c:pt>
                <c:pt idx="3781">
                  <c:v>15.716666999999999</c:v>
                </c:pt>
                <c:pt idx="3782">
                  <c:v>15.720833000000001</c:v>
                </c:pt>
                <c:pt idx="3783">
                  <c:v>15.725</c:v>
                </c:pt>
                <c:pt idx="3784">
                  <c:v>15.729167</c:v>
                </c:pt>
                <c:pt idx="3785">
                  <c:v>15.733333</c:v>
                </c:pt>
                <c:pt idx="3786">
                  <c:v>15.737500000000001</c:v>
                </c:pt>
                <c:pt idx="3787">
                  <c:v>15.741667</c:v>
                </c:pt>
                <c:pt idx="3788">
                  <c:v>15.745832999999999</c:v>
                </c:pt>
                <c:pt idx="3789">
                  <c:v>15.75</c:v>
                </c:pt>
                <c:pt idx="3790">
                  <c:v>15.754167000000001</c:v>
                </c:pt>
                <c:pt idx="3791">
                  <c:v>15.758333</c:v>
                </c:pt>
                <c:pt idx="3792">
                  <c:v>15.762499999999999</c:v>
                </c:pt>
                <c:pt idx="3793">
                  <c:v>15.766667</c:v>
                </c:pt>
                <c:pt idx="3794">
                  <c:v>15.770833</c:v>
                </c:pt>
                <c:pt idx="3795">
                  <c:v>15.775</c:v>
                </c:pt>
                <c:pt idx="3796">
                  <c:v>15.779166999999999</c:v>
                </c:pt>
                <c:pt idx="3797">
                  <c:v>15.783333000000001</c:v>
                </c:pt>
                <c:pt idx="3798">
                  <c:v>15.7875</c:v>
                </c:pt>
                <c:pt idx="3799">
                  <c:v>15.791667</c:v>
                </c:pt>
                <c:pt idx="3800">
                  <c:v>15.795833</c:v>
                </c:pt>
                <c:pt idx="3801">
                  <c:v>15.8</c:v>
                </c:pt>
                <c:pt idx="3802">
                  <c:v>15.804167</c:v>
                </c:pt>
                <c:pt idx="3803">
                  <c:v>15.808332999999999</c:v>
                </c:pt>
                <c:pt idx="3804">
                  <c:v>15.8125</c:v>
                </c:pt>
                <c:pt idx="3805">
                  <c:v>15.816667000000001</c:v>
                </c:pt>
                <c:pt idx="3806">
                  <c:v>15.820833</c:v>
                </c:pt>
                <c:pt idx="3807">
                  <c:v>15.824999999999999</c:v>
                </c:pt>
                <c:pt idx="3808">
                  <c:v>15.829167</c:v>
                </c:pt>
                <c:pt idx="3809">
                  <c:v>15.833333</c:v>
                </c:pt>
                <c:pt idx="3810">
                  <c:v>15.8375</c:v>
                </c:pt>
                <c:pt idx="3811">
                  <c:v>15.841666999999999</c:v>
                </c:pt>
                <c:pt idx="3812">
                  <c:v>15.845833000000001</c:v>
                </c:pt>
                <c:pt idx="3813">
                  <c:v>15.85</c:v>
                </c:pt>
                <c:pt idx="3814">
                  <c:v>15.854167</c:v>
                </c:pt>
                <c:pt idx="3815">
                  <c:v>15.858333</c:v>
                </c:pt>
                <c:pt idx="3816">
                  <c:v>15.862500000000001</c:v>
                </c:pt>
                <c:pt idx="3817">
                  <c:v>15.866667</c:v>
                </c:pt>
                <c:pt idx="3818">
                  <c:v>15.870832999999999</c:v>
                </c:pt>
                <c:pt idx="3819">
                  <c:v>15.875</c:v>
                </c:pt>
                <c:pt idx="3820">
                  <c:v>15.879167000000001</c:v>
                </c:pt>
                <c:pt idx="3821">
                  <c:v>15.883333</c:v>
                </c:pt>
                <c:pt idx="3822">
                  <c:v>15.887499999999999</c:v>
                </c:pt>
                <c:pt idx="3823">
                  <c:v>15.891667</c:v>
                </c:pt>
                <c:pt idx="3824">
                  <c:v>15.895833</c:v>
                </c:pt>
                <c:pt idx="3825">
                  <c:v>15.9</c:v>
                </c:pt>
                <c:pt idx="3826">
                  <c:v>15.904166999999999</c:v>
                </c:pt>
                <c:pt idx="3827">
                  <c:v>15.908333000000001</c:v>
                </c:pt>
                <c:pt idx="3828">
                  <c:v>15.9125</c:v>
                </c:pt>
                <c:pt idx="3829">
                  <c:v>15.916667</c:v>
                </c:pt>
                <c:pt idx="3830">
                  <c:v>15.920833</c:v>
                </c:pt>
                <c:pt idx="3831">
                  <c:v>15.925000000000001</c:v>
                </c:pt>
                <c:pt idx="3832">
                  <c:v>15.929167</c:v>
                </c:pt>
                <c:pt idx="3833">
                  <c:v>15.933332999999999</c:v>
                </c:pt>
                <c:pt idx="3834">
                  <c:v>15.9375</c:v>
                </c:pt>
                <c:pt idx="3835">
                  <c:v>15.941667000000001</c:v>
                </c:pt>
                <c:pt idx="3836">
                  <c:v>15.945833</c:v>
                </c:pt>
                <c:pt idx="3837">
                  <c:v>15.95</c:v>
                </c:pt>
                <c:pt idx="3838">
                  <c:v>15.954167</c:v>
                </c:pt>
                <c:pt idx="3839">
                  <c:v>15.958333</c:v>
                </c:pt>
                <c:pt idx="3840">
                  <c:v>15.9625</c:v>
                </c:pt>
                <c:pt idx="3841">
                  <c:v>15.966666999999999</c:v>
                </c:pt>
                <c:pt idx="3842">
                  <c:v>15.970833000000001</c:v>
                </c:pt>
                <c:pt idx="3843">
                  <c:v>15.975</c:v>
                </c:pt>
                <c:pt idx="3844">
                  <c:v>15.979167</c:v>
                </c:pt>
                <c:pt idx="3845">
                  <c:v>15.983333</c:v>
                </c:pt>
                <c:pt idx="3846">
                  <c:v>15.987500000000001</c:v>
                </c:pt>
                <c:pt idx="3847">
                  <c:v>15.991667</c:v>
                </c:pt>
                <c:pt idx="3848">
                  <c:v>15.995832999999999</c:v>
                </c:pt>
                <c:pt idx="3849">
                  <c:v>16</c:v>
                </c:pt>
                <c:pt idx="3850">
                  <c:v>16.004166999999999</c:v>
                </c:pt>
                <c:pt idx="3851">
                  <c:v>16.008333</c:v>
                </c:pt>
                <c:pt idx="3852">
                  <c:v>16.012499999999999</c:v>
                </c:pt>
                <c:pt idx="3853">
                  <c:v>16.016667000000002</c:v>
                </c:pt>
                <c:pt idx="3854">
                  <c:v>16.020833</c:v>
                </c:pt>
                <c:pt idx="3855">
                  <c:v>16.024999999999999</c:v>
                </c:pt>
                <c:pt idx="3856">
                  <c:v>16.029167000000001</c:v>
                </c:pt>
                <c:pt idx="3857">
                  <c:v>16.033332999999999</c:v>
                </c:pt>
                <c:pt idx="3858">
                  <c:v>16.037500000000001</c:v>
                </c:pt>
                <c:pt idx="3859">
                  <c:v>16.041667</c:v>
                </c:pt>
                <c:pt idx="3860">
                  <c:v>16.045832999999998</c:v>
                </c:pt>
                <c:pt idx="3861">
                  <c:v>16.05</c:v>
                </c:pt>
                <c:pt idx="3862">
                  <c:v>16.054167</c:v>
                </c:pt>
                <c:pt idx="3863">
                  <c:v>16.058333000000001</c:v>
                </c:pt>
                <c:pt idx="3864">
                  <c:v>16.0625</c:v>
                </c:pt>
                <c:pt idx="3865">
                  <c:v>16.066666999999999</c:v>
                </c:pt>
                <c:pt idx="3866">
                  <c:v>16.070833</c:v>
                </c:pt>
                <c:pt idx="3867">
                  <c:v>16.074999999999999</c:v>
                </c:pt>
                <c:pt idx="3868">
                  <c:v>16.079167000000002</c:v>
                </c:pt>
                <c:pt idx="3869">
                  <c:v>16.083333</c:v>
                </c:pt>
                <c:pt idx="3870">
                  <c:v>16.087499999999999</c:v>
                </c:pt>
                <c:pt idx="3871">
                  <c:v>16.091667000000001</c:v>
                </c:pt>
                <c:pt idx="3872">
                  <c:v>16.095832999999999</c:v>
                </c:pt>
                <c:pt idx="3873">
                  <c:v>16.100000000000001</c:v>
                </c:pt>
                <c:pt idx="3874">
                  <c:v>16.104167</c:v>
                </c:pt>
                <c:pt idx="3875">
                  <c:v>16.108332999999998</c:v>
                </c:pt>
                <c:pt idx="3876">
                  <c:v>16.112500000000001</c:v>
                </c:pt>
                <c:pt idx="3877">
                  <c:v>16.116667</c:v>
                </c:pt>
                <c:pt idx="3878">
                  <c:v>16.120833000000001</c:v>
                </c:pt>
                <c:pt idx="3879">
                  <c:v>16.125</c:v>
                </c:pt>
                <c:pt idx="3880">
                  <c:v>16.129166999999999</c:v>
                </c:pt>
                <c:pt idx="3881">
                  <c:v>16.133333</c:v>
                </c:pt>
                <c:pt idx="3882">
                  <c:v>16.137499999999999</c:v>
                </c:pt>
                <c:pt idx="3883">
                  <c:v>16.141667000000002</c:v>
                </c:pt>
                <c:pt idx="3884">
                  <c:v>16.145833</c:v>
                </c:pt>
                <c:pt idx="3885">
                  <c:v>16.149999999999999</c:v>
                </c:pt>
                <c:pt idx="3886">
                  <c:v>16.154167000000001</c:v>
                </c:pt>
                <c:pt idx="3887">
                  <c:v>16.158332999999999</c:v>
                </c:pt>
                <c:pt idx="3888">
                  <c:v>16.162500000000001</c:v>
                </c:pt>
                <c:pt idx="3889">
                  <c:v>16.166667</c:v>
                </c:pt>
                <c:pt idx="3890">
                  <c:v>16.170832999999998</c:v>
                </c:pt>
                <c:pt idx="3891">
                  <c:v>16.175000000000001</c:v>
                </c:pt>
                <c:pt idx="3892">
                  <c:v>16.179167</c:v>
                </c:pt>
                <c:pt idx="3893">
                  <c:v>16.183333000000001</c:v>
                </c:pt>
                <c:pt idx="3894">
                  <c:v>16.1875</c:v>
                </c:pt>
                <c:pt idx="3895">
                  <c:v>16.191666999999999</c:v>
                </c:pt>
                <c:pt idx="3896">
                  <c:v>16.195833</c:v>
                </c:pt>
                <c:pt idx="3897">
                  <c:v>16.2</c:v>
                </c:pt>
                <c:pt idx="3898">
                  <c:v>16.204167000000002</c:v>
                </c:pt>
                <c:pt idx="3899">
                  <c:v>16.208333</c:v>
                </c:pt>
                <c:pt idx="3900">
                  <c:v>16.212499999999999</c:v>
                </c:pt>
                <c:pt idx="3901">
                  <c:v>16.216667000000001</c:v>
                </c:pt>
                <c:pt idx="3902">
                  <c:v>16.220832999999999</c:v>
                </c:pt>
                <c:pt idx="3903">
                  <c:v>16.225000000000001</c:v>
                </c:pt>
                <c:pt idx="3904">
                  <c:v>16.229167</c:v>
                </c:pt>
                <c:pt idx="3905">
                  <c:v>16.233332999999998</c:v>
                </c:pt>
                <c:pt idx="3906">
                  <c:v>16.237500000000001</c:v>
                </c:pt>
                <c:pt idx="3907">
                  <c:v>16.241667</c:v>
                </c:pt>
                <c:pt idx="3908">
                  <c:v>16.245833000000001</c:v>
                </c:pt>
                <c:pt idx="3909">
                  <c:v>16.25</c:v>
                </c:pt>
                <c:pt idx="3910">
                  <c:v>16.254166999999999</c:v>
                </c:pt>
                <c:pt idx="3911">
                  <c:v>16.258333</c:v>
                </c:pt>
                <c:pt idx="3912">
                  <c:v>16.262499999999999</c:v>
                </c:pt>
                <c:pt idx="3913">
                  <c:v>16.266667000000002</c:v>
                </c:pt>
                <c:pt idx="3914">
                  <c:v>16.270833</c:v>
                </c:pt>
                <c:pt idx="3915">
                  <c:v>16.274999999999999</c:v>
                </c:pt>
                <c:pt idx="3916">
                  <c:v>16.279167000000001</c:v>
                </c:pt>
                <c:pt idx="3917">
                  <c:v>16.283332999999999</c:v>
                </c:pt>
                <c:pt idx="3918">
                  <c:v>16.287500000000001</c:v>
                </c:pt>
                <c:pt idx="3919">
                  <c:v>16.291667</c:v>
                </c:pt>
                <c:pt idx="3920">
                  <c:v>16.295832999999998</c:v>
                </c:pt>
                <c:pt idx="3921">
                  <c:v>16.3</c:v>
                </c:pt>
                <c:pt idx="3922">
                  <c:v>16.304167</c:v>
                </c:pt>
                <c:pt idx="3923">
                  <c:v>16.308333000000001</c:v>
                </c:pt>
                <c:pt idx="3924">
                  <c:v>16.3125</c:v>
                </c:pt>
                <c:pt idx="3925">
                  <c:v>16.316666999999999</c:v>
                </c:pt>
                <c:pt idx="3926">
                  <c:v>16.320833</c:v>
                </c:pt>
                <c:pt idx="3927">
                  <c:v>16.324999999999999</c:v>
                </c:pt>
                <c:pt idx="3928">
                  <c:v>16.329167000000002</c:v>
                </c:pt>
                <c:pt idx="3929">
                  <c:v>16.333333</c:v>
                </c:pt>
                <c:pt idx="3930">
                  <c:v>16.337499999999999</c:v>
                </c:pt>
                <c:pt idx="3931">
                  <c:v>16.341667000000001</c:v>
                </c:pt>
                <c:pt idx="3932">
                  <c:v>16.345832999999999</c:v>
                </c:pt>
                <c:pt idx="3933">
                  <c:v>16.350000000000001</c:v>
                </c:pt>
                <c:pt idx="3934">
                  <c:v>16.354167</c:v>
                </c:pt>
                <c:pt idx="3935">
                  <c:v>16.358332999999998</c:v>
                </c:pt>
                <c:pt idx="3936">
                  <c:v>16.362500000000001</c:v>
                </c:pt>
                <c:pt idx="3937">
                  <c:v>16.366667</c:v>
                </c:pt>
                <c:pt idx="3938">
                  <c:v>16.370833000000001</c:v>
                </c:pt>
                <c:pt idx="3939">
                  <c:v>16.375</c:v>
                </c:pt>
                <c:pt idx="3940">
                  <c:v>16.379166999999999</c:v>
                </c:pt>
                <c:pt idx="3941">
                  <c:v>16.383333</c:v>
                </c:pt>
                <c:pt idx="3942">
                  <c:v>16.387499999999999</c:v>
                </c:pt>
                <c:pt idx="3943">
                  <c:v>16.391667000000002</c:v>
                </c:pt>
                <c:pt idx="3944">
                  <c:v>16.395833</c:v>
                </c:pt>
                <c:pt idx="3945">
                  <c:v>16.399999999999999</c:v>
                </c:pt>
                <c:pt idx="3946">
                  <c:v>16.404167000000001</c:v>
                </c:pt>
                <c:pt idx="3947">
                  <c:v>16.408332999999999</c:v>
                </c:pt>
                <c:pt idx="3948">
                  <c:v>16.412500000000001</c:v>
                </c:pt>
                <c:pt idx="3949">
                  <c:v>16.416667</c:v>
                </c:pt>
                <c:pt idx="3950">
                  <c:v>16.420832999999998</c:v>
                </c:pt>
                <c:pt idx="3951">
                  <c:v>16.425000000000001</c:v>
                </c:pt>
                <c:pt idx="3952">
                  <c:v>16.429167</c:v>
                </c:pt>
                <c:pt idx="3953">
                  <c:v>16.433333000000001</c:v>
                </c:pt>
                <c:pt idx="3954">
                  <c:v>16.4375</c:v>
                </c:pt>
                <c:pt idx="3955">
                  <c:v>16.441666999999999</c:v>
                </c:pt>
                <c:pt idx="3956">
                  <c:v>16.445833</c:v>
                </c:pt>
                <c:pt idx="3957">
                  <c:v>16.45</c:v>
                </c:pt>
                <c:pt idx="3958">
                  <c:v>16.454167000000002</c:v>
                </c:pt>
                <c:pt idx="3959">
                  <c:v>16.458333</c:v>
                </c:pt>
                <c:pt idx="3960">
                  <c:v>16.462499999999999</c:v>
                </c:pt>
                <c:pt idx="3961">
                  <c:v>16.466667000000001</c:v>
                </c:pt>
                <c:pt idx="3962">
                  <c:v>16.470832999999999</c:v>
                </c:pt>
                <c:pt idx="3963">
                  <c:v>16.475000000000001</c:v>
                </c:pt>
                <c:pt idx="3964">
                  <c:v>16.479167</c:v>
                </c:pt>
                <c:pt idx="3965">
                  <c:v>16.483332999999998</c:v>
                </c:pt>
                <c:pt idx="3966">
                  <c:v>16.487500000000001</c:v>
                </c:pt>
                <c:pt idx="3967">
                  <c:v>16.491667</c:v>
                </c:pt>
                <c:pt idx="3968">
                  <c:v>16.495833000000001</c:v>
                </c:pt>
                <c:pt idx="3969">
                  <c:v>16.5</c:v>
                </c:pt>
                <c:pt idx="3970">
                  <c:v>16.504166999999999</c:v>
                </c:pt>
                <c:pt idx="3971">
                  <c:v>16.508333</c:v>
                </c:pt>
                <c:pt idx="3972">
                  <c:v>16.512499999999999</c:v>
                </c:pt>
                <c:pt idx="3973">
                  <c:v>16.516667000000002</c:v>
                </c:pt>
                <c:pt idx="3974">
                  <c:v>16.520833</c:v>
                </c:pt>
                <c:pt idx="3975">
                  <c:v>16.524999999999999</c:v>
                </c:pt>
                <c:pt idx="3976">
                  <c:v>16.529167000000001</c:v>
                </c:pt>
                <c:pt idx="3977">
                  <c:v>16.533332999999999</c:v>
                </c:pt>
                <c:pt idx="3978">
                  <c:v>16.537500000000001</c:v>
                </c:pt>
                <c:pt idx="3979">
                  <c:v>16.541667</c:v>
                </c:pt>
                <c:pt idx="3980">
                  <c:v>16.545832999999998</c:v>
                </c:pt>
                <c:pt idx="3981">
                  <c:v>16.55</c:v>
                </c:pt>
                <c:pt idx="3982">
                  <c:v>16.554167</c:v>
                </c:pt>
                <c:pt idx="3983">
                  <c:v>16.558333000000001</c:v>
                </c:pt>
                <c:pt idx="3984">
                  <c:v>16.5625</c:v>
                </c:pt>
                <c:pt idx="3985">
                  <c:v>16.566666999999999</c:v>
                </c:pt>
                <c:pt idx="3986">
                  <c:v>16.570833</c:v>
                </c:pt>
                <c:pt idx="3987">
                  <c:v>16.574999999999999</c:v>
                </c:pt>
                <c:pt idx="3988">
                  <c:v>16.579167000000002</c:v>
                </c:pt>
                <c:pt idx="3989">
                  <c:v>16.583333</c:v>
                </c:pt>
                <c:pt idx="3990">
                  <c:v>16.587499999999999</c:v>
                </c:pt>
                <c:pt idx="3991">
                  <c:v>16.591667000000001</c:v>
                </c:pt>
                <c:pt idx="3992">
                  <c:v>16.595832999999999</c:v>
                </c:pt>
                <c:pt idx="3993">
                  <c:v>16.600000000000001</c:v>
                </c:pt>
                <c:pt idx="3994">
                  <c:v>16.604167</c:v>
                </c:pt>
                <c:pt idx="3995">
                  <c:v>16.608332999999998</c:v>
                </c:pt>
                <c:pt idx="3996">
                  <c:v>16.612500000000001</c:v>
                </c:pt>
                <c:pt idx="3997">
                  <c:v>16.616667</c:v>
                </c:pt>
                <c:pt idx="3998">
                  <c:v>16.620833000000001</c:v>
                </c:pt>
                <c:pt idx="3999">
                  <c:v>16.625</c:v>
                </c:pt>
                <c:pt idx="4000">
                  <c:v>16.629166999999999</c:v>
                </c:pt>
                <c:pt idx="4001">
                  <c:v>16.633333</c:v>
                </c:pt>
                <c:pt idx="4002">
                  <c:v>16.637499999999999</c:v>
                </c:pt>
                <c:pt idx="4003">
                  <c:v>16.641667000000002</c:v>
                </c:pt>
                <c:pt idx="4004">
                  <c:v>16.645833</c:v>
                </c:pt>
                <c:pt idx="4005">
                  <c:v>16.649999999999999</c:v>
                </c:pt>
                <c:pt idx="4006">
                  <c:v>16.654167000000001</c:v>
                </c:pt>
                <c:pt idx="4007">
                  <c:v>16.658332999999999</c:v>
                </c:pt>
                <c:pt idx="4008">
                  <c:v>16.662500000000001</c:v>
                </c:pt>
                <c:pt idx="4009">
                  <c:v>16.666667</c:v>
                </c:pt>
                <c:pt idx="4010">
                  <c:v>16.670832999999998</c:v>
                </c:pt>
                <c:pt idx="4011">
                  <c:v>16.675000000000001</c:v>
                </c:pt>
                <c:pt idx="4012">
                  <c:v>16.679167</c:v>
                </c:pt>
                <c:pt idx="4013">
                  <c:v>16.683333000000001</c:v>
                </c:pt>
                <c:pt idx="4014">
                  <c:v>16.6875</c:v>
                </c:pt>
                <c:pt idx="4015">
                  <c:v>16.691666999999999</c:v>
                </c:pt>
                <c:pt idx="4016">
                  <c:v>16.695833</c:v>
                </c:pt>
                <c:pt idx="4017">
                  <c:v>16.7</c:v>
                </c:pt>
                <c:pt idx="4018">
                  <c:v>16.704167000000002</c:v>
                </c:pt>
                <c:pt idx="4019">
                  <c:v>16.708333</c:v>
                </c:pt>
                <c:pt idx="4020">
                  <c:v>16.712499999999999</c:v>
                </c:pt>
                <c:pt idx="4021">
                  <c:v>16.716667000000001</c:v>
                </c:pt>
                <c:pt idx="4022">
                  <c:v>16.720832999999999</c:v>
                </c:pt>
                <c:pt idx="4023">
                  <c:v>16.725000000000001</c:v>
                </c:pt>
                <c:pt idx="4024">
                  <c:v>16.729167</c:v>
                </c:pt>
                <c:pt idx="4025">
                  <c:v>16.733332999999998</c:v>
                </c:pt>
                <c:pt idx="4026">
                  <c:v>16.737500000000001</c:v>
                </c:pt>
                <c:pt idx="4027">
                  <c:v>16.741667</c:v>
                </c:pt>
                <c:pt idx="4028">
                  <c:v>16.745833000000001</c:v>
                </c:pt>
                <c:pt idx="4029">
                  <c:v>16.75</c:v>
                </c:pt>
                <c:pt idx="4030">
                  <c:v>16.754166999999999</c:v>
                </c:pt>
                <c:pt idx="4031">
                  <c:v>16.758333</c:v>
                </c:pt>
                <c:pt idx="4032">
                  <c:v>16.762499999999999</c:v>
                </c:pt>
                <c:pt idx="4033">
                  <c:v>16.766667000000002</c:v>
                </c:pt>
                <c:pt idx="4034">
                  <c:v>16.770833</c:v>
                </c:pt>
                <c:pt idx="4035">
                  <c:v>16.774999999999999</c:v>
                </c:pt>
                <c:pt idx="4036">
                  <c:v>16.779167000000001</c:v>
                </c:pt>
                <c:pt idx="4037">
                  <c:v>16.783332999999999</c:v>
                </c:pt>
                <c:pt idx="4038">
                  <c:v>16.787500000000001</c:v>
                </c:pt>
                <c:pt idx="4039">
                  <c:v>16.791667</c:v>
                </c:pt>
                <c:pt idx="4040">
                  <c:v>16.795832999999998</c:v>
                </c:pt>
                <c:pt idx="4041">
                  <c:v>16.8</c:v>
                </c:pt>
                <c:pt idx="4042">
                  <c:v>16.804167</c:v>
                </c:pt>
                <c:pt idx="4043">
                  <c:v>16.808333000000001</c:v>
                </c:pt>
                <c:pt idx="4044">
                  <c:v>16.8125</c:v>
                </c:pt>
                <c:pt idx="4045">
                  <c:v>16.816666999999999</c:v>
                </c:pt>
                <c:pt idx="4046">
                  <c:v>16.820833</c:v>
                </c:pt>
                <c:pt idx="4047">
                  <c:v>16.824999999999999</c:v>
                </c:pt>
                <c:pt idx="4048">
                  <c:v>16.829167000000002</c:v>
                </c:pt>
                <c:pt idx="4049">
                  <c:v>16.833333</c:v>
                </c:pt>
                <c:pt idx="4050">
                  <c:v>16.837499999999999</c:v>
                </c:pt>
                <c:pt idx="4051">
                  <c:v>16.841667000000001</c:v>
                </c:pt>
                <c:pt idx="4052">
                  <c:v>16.845832999999999</c:v>
                </c:pt>
                <c:pt idx="4053">
                  <c:v>16.850000000000001</c:v>
                </c:pt>
                <c:pt idx="4054">
                  <c:v>16.854167</c:v>
                </c:pt>
                <c:pt idx="4055">
                  <c:v>16.858332999999998</c:v>
                </c:pt>
                <c:pt idx="4056">
                  <c:v>16.862500000000001</c:v>
                </c:pt>
                <c:pt idx="4057">
                  <c:v>16.866667</c:v>
                </c:pt>
                <c:pt idx="4058">
                  <c:v>16.870833000000001</c:v>
                </c:pt>
                <c:pt idx="4059">
                  <c:v>16.875</c:v>
                </c:pt>
                <c:pt idx="4060">
                  <c:v>16.879166999999999</c:v>
                </c:pt>
                <c:pt idx="4061">
                  <c:v>16.883333</c:v>
                </c:pt>
                <c:pt idx="4062">
                  <c:v>16.887499999999999</c:v>
                </c:pt>
                <c:pt idx="4063">
                  <c:v>16.891667000000002</c:v>
                </c:pt>
                <c:pt idx="4064">
                  <c:v>16.895833</c:v>
                </c:pt>
                <c:pt idx="4065">
                  <c:v>16.899999999999999</c:v>
                </c:pt>
                <c:pt idx="4066">
                  <c:v>16.904167000000001</c:v>
                </c:pt>
                <c:pt idx="4067">
                  <c:v>16.908332999999999</c:v>
                </c:pt>
                <c:pt idx="4068">
                  <c:v>16.912500000000001</c:v>
                </c:pt>
                <c:pt idx="4069">
                  <c:v>16.916667</c:v>
                </c:pt>
                <c:pt idx="4070">
                  <c:v>16.920832999999998</c:v>
                </c:pt>
                <c:pt idx="4071">
                  <c:v>16.925000000000001</c:v>
                </c:pt>
                <c:pt idx="4072">
                  <c:v>16.929167</c:v>
                </c:pt>
                <c:pt idx="4073">
                  <c:v>16.933333000000001</c:v>
                </c:pt>
                <c:pt idx="4074">
                  <c:v>16.9375</c:v>
                </c:pt>
                <c:pt idx="4075">
                  <c:v>16.941666999999999</c:v>
                </c:pt>
                <c:pt idx="4076">
                  <c:v>16.945833</c:v>
                </c:pt>
                <c:pt idx="4077">
                  <c:v>16.95</c:v>
                </c:pt>
                <c:pt idx="4078">
                  <c:v>16.954167000000002</c:v>
                </c:pt>
                <c:pt idx="4079">
                  <c:v>16.958333</c:v>
                </c:pt>
                <c:pt idx="4080">
                  <c:v>16.962499999999999</c:v>
                </c:pt>
                <c:pt idx="4081">
                  <c:v>16.966667000000001</c:v>
                </c:pt>
                <c:pt idx="4082">
                  <c:v>16.970832999999999</c:v>
                </c:pt>
                <c:pt idx="4083">
                  <c:v>16.975000000000001</c:v>
                </c:pt>
                <c:pt idx="4084">
                  <c:v>16.979167</c:v>
                </c:pt>
                <c:pt idx="4085">
                  <c:v>16.983332999999998</c:v>
                </c:pt>
                <c:pt idx="4086">
                  <c:v>16.987500000000001</c:v>
                </c:pt>
                <c:pt idx="4087">
                  <c:v>16.991667</c:v>
                </c:pt>
                <c:pt idx="4088">
                  <c:v>16.995833000000001</c:v>
                </c:pt>
                <c:pt idx="4089">
                  <c:v>17</c:v>
                </c:pt>
                <c:pt idx="4090">
                  <c:v>17.004166999999999</c:v>
                </c:pt>
                <c:pt idx="4091">
                  <c:v>17.008333</c:v>
                </c:pt>
                <c:pt idx="4092">
                  <c:v>17.012499999999999</c:v>
                </c:pt>
                <c:pt idx="4093">
                  <c:v>17.016667000000002</c:v>
                </c:pt>
                <c:pt idx="4094">
                  <c:v>17.020833</c:v>
                </c:pt>
                <c:pt idx="4095">
                  <c:v>17.024999999999999</c:v>
                </c:pt>
                <c:pt idx="4096">
                  <c:v>17.029167000000001</c:v>
                </c:pt>
                <c:pt idx="4097">
                  <c:v>17.033332999999999</c:v>
                </c:pt>
                <c:pt idx="4098">
                  <c:v>17.037500000000001</c:v>
                </c:pt>
                <c:pt idx="4099">
                  <c:v>17.041667</c:v>
                </c:pt>
                <c:pt idx="4100">
                  <c:v>17.045832999999998</c:v>
                </c:pt>
                <c:pt idx="4101">
                  <c:v>17.05</c:v>
                </c:pt>
                <c:pt idx="4102">
                  <c:v>17.054167</c:v>
                </c:pt>
                <c:pt idx="4103">
                  <c:v>17.058333000000001</c:v>
                </c:pt>
                <c:pt idx="4104">
                  <c:v>17.0625</c:v>
                </c:pt>
                <c:pt idx="4105">
                  <c:v>17.066666999999999</c:v>
                </c:pt>
                <c:pt idx="4106">
                  <c:v>17.070833</c:v>
                </c:pt>
                <c:pt idx="4107">
                  <c:v>17.074999999999999</c:v>
                </c:pt>
                <c:pt idx="4108">
                  <c:v>17.079167000000002</c:v>
                </c:pt>
                <c:pt idx="4109">
                  <c:v>17.083333</c:v>
                </c:pt>
                <c:pt idx="4110">
                  <c:v>17.087499999999999</c:v>
                </c:pt>
                <c:pt idx="4111">
                  <c:v>17.091667000000001</c:v>
                </c:pt>
                <c:pt idx="4112">
                  <c:v>17.095832999999999</c:v>
                </c:pt>
                <c:pt idx="4113">
                  <c:v>17.100000000000001</c:v>
                </c:pt>
                <c:pt idx="4114">
                  <c:v>17.104167</c:v>
                </c:pt>
                <c:pt idx="4115">
                  <c:v>17.108332999999998</c:v>
                </c:pt>
                <c:pt idx="4116">
                  <c:v>17.112500000000001</c:v>
                </c:pt>
                <c:pt idx="4117">
                  <c:v>17.116667</c:v>
                </c:pt>
                <c:pt idx="4118">
                  <c:v>17.120833000000001</c:v>
                </c:pt>
                <c:pt idx="4119">
                  <c:v>17.125</c:v>
                </c:pt>
                <c:pt idx="4120">
                  <c:v>17.129166999999999</c:v>
                </c:pt>
                <c:pt idx="4121">
                  <c:v>17.133333</c:v>
                </c:pt>
                <c:pt idx="4122">
                  <c:v>17.137499999999999</c:v>
                </c:pt>
                <c:pt idx="4123">
                  <c:v>17.141667000000002</c:v>
                </c:pt>
                <c:pt idx="4124">
                  <c:v>17.145833</c:v>
                </c:pt>
                <c:pt idx="4125">
                  <c:v>17.149999999999999</c:v>
                </c:pt>
                <c:pt idx="4126">
                  <c:v>17.154167000000001</c:v>
                </c:pt>
                <c:pt idx="4127">
                  <c:v>17.158332999999999</c:v>
                </c:pt>
                <c:pt idx="4128">
                  <c:v>17.162500000000001</c:v>
                </c:pt>
                <c:pt idx="4129">
                  <c:v>17.166667</c:v>
                </c:pt>
                <c:pt idx="4130">
                  <c:v>17.170832999999998</c:v>
                </c:pt>
                <c:pt idx="4131">
                  <c:v>17.175000000000001</c:v>
                </c:pt>
                <c:pt idx="4132">
                  <c:v>17.179167</c:v>
                </c:pt>
                <c:pt idx="4133">
                  <c:v>17.183333000000001</c:v>
                </c:pt>
                <c:pt idx="4134">
                  <c:v>17.1875</c:v>
                </c:pt>
                <c:pt idx="4135">
                  <c:v>17.191666999999999</c:v>
                </c:pt>
                <c:pt idx="4136">
                  <c:v>17.195833</c:v>
                </c:pt>
                <c:pt idx="4137">
                  <c:v>17.2</c:v>
                </c:pt>
                <c:pt idx="4138">
                  <c:v>17.204167000000002</c:v>
                </c:pt>
                <c:pt idx="4139">
                  <c:v>17.208333</c:v>
                </c:pt>
                <c:pt idx="4140">
                  <c:v>17.212499999999999</c:v>
                </c:pt>
                <c:pt idx="4141">
                  <c:v>17.216667000000001</c:v>
                </c:pt>
                <c:pt idx="4142">
                  <c:v>17.220832999999999</c:v>
                </c:pt>
                <c:pt idx="4143">
                  <c:v>17.225000000000001</c:v>
                </c:pt>
                <c:pt idx="4144">
                  <c:v>17.229167</c:v>
                </c:pt>
                <c:pt idx="4145">
                  <c:v>17.233332999999998</c:v>
                </c:pt>
                <c:pt idx="4146">
                  <c:v>17.237500000000001</c:v>
                </c:pt>
                <c:pt idx="4147">
                  <c:v>17.241667</c:v>
                </c:pt>
                <c:pt idx="4148">
                  <c:v>17.245833000000001</c:v>
                </c:pt>
                <c:pt idx="4149">
                  <c:v>17.25</c:v>
                </c:pt>
                <c:pt idx="4150">
                  <c:v>17.254166999999999</c:v>
                </c:pt>
                <c:pt idx="4151">
                  <c:v>17.258333</c:v>
                </c:pt>
                <c:pt idx="4152">
                  <c:v>17.262499999999999</c:v>
                </c:pt>
                <c:pt idx="4153">
                  <c:v>17.266667000000002</c:v>
                </c:pt>
                <c:pt idx="4154">
                  <c:v>17.270833</c:v>
                </c:pt>
                <c:pt idx="4155">
                  <c:v>17.274999999999999</c:v>
                </c:pt>
                <c:pt idx="4156">
                  <c:v>17.279167000000001</c:v>
                </c:pt>
                <c:pt idx="4157">
                  <c:v>17.283332999999999</c:v>
                </c:pt>
                <c:pt idx="4158">
                  <c:v>17.287500000000001</c:v>
                </c:pt>
                <c:pt idx="4159">
                  <c:v>17.291667</c:v>
                </c:pt>
                <c:pt idx="4160">
                  <c:v>17.295832999999998</c:v>
                </c:pt>
                <c:pt idx="4161">
                  <c:v>17.3</c:v>
                </c:pt>
                <c:pt idx="4162">
                  <c:v>17.304167</c:v>
                </c:pt>
                <c:pt idx="4163">
                  <c:v>17.308333000000001</c:v>
                </c:pt>
                <c:pt idx="4164">
                  <c:v>17.3125</c:v>
                </c:pt>
                <c:pt idx="4165">
                  <c:v>17.316666999999999</c:v>
                </c:pt>
                <c:pt idx="4166">
                  <c:v>17.320833</c:v>
                </c:pt>
                <c:pt idx="4167">
                  <c:v>17.324999999999999</c:v>
                </c:pt>
                <c:pt idx="4168">
                  <c:v>17.329167000000002</c:v>
                </c:pt>
                <c:pt idx="4169">
                  <c:v>17.333333</c:v>
                </c:pt>
                <c:pt idx="4170">
                  <c:v>17.337499999999999</c:v>
                </c:pt>
                <c:pt idx="4171">
                  <c:v>17.341667000000001</c:v>
                </c:pt>
                <c:pt idx="4172">
                  <c:v>17.345832999999999</c:v>
                </c:pt>
                <c:pt idx="4173">
                  <c:v>17.350000000000001</c:v>
                </c:pt>
                <c:pt idx="4174">
                  <c:v>17.354167</c:v>
                </c:pt>
                <c:pt idx="4175">
                  <c:v>17.358332999999998</c:v>
                </c:pt>
                <c:pt idx="4176">
                  <c:v>17.362500000000001</c:v>
                </c:pt>
                <c:pt idx="4177">
                  <c:v>17.366667</c:v>
                </c:pt>
                <c:pt idx="4178">
                  <c:v>17.370833000000001</c:v>
                </c:pt>
                <c:pt idx="4179">
                  <c:v>17.375</c:v>
                </c:pt>
                <c:pt idx="4180">
                  <c:v>17.379166999999999</c:v>
                </c:pt>
                <c:pt idx="4181">
                  <c:v>17.383333</c:v>
                </c:pt>
                <c:pt idx="4182">
                  <c:v>17.387499999999999</c:v>
                </c:pt>
                <c:pt idx="4183">
                  <c:v>17.391667000000002</c:v>
                </c:pt>
                <c:pt idx="4184">
                  <c:v>17.395833</c:v>
                </c:pt>
                <c:pt idx="4185">
                  <c:v>17.399999999999999</c:v>
                </c:pt>
                <c:pt idx="4186">
                  <c:v>17.404167000000001</c:v>
                </c:pt>
                <c:pt idx="4187">
                  <c:v>17.408332999999999</c:v>
                </c:pt>
                <c:pt idx="4188">
                  <c:v>17.412500000000001</c:v>
                </c:pt>
                <c:pt idx="4189">
                  <c:v>17.416667</c:v>
                </c:pt>
                <c:pt idx="4190">
                  <c:v>17.420832999999998</c:v>
                </c:pt>
                <c:pt idx="4191">
                  <c:v>17.425000000000001</c:v>
                </c:pt>
                <c:pt idx="4192">
                  <c:v>17.429167</c:v>
                </c:pt>
                <c:pt idx="4193">
                  <c:v>17.433333000000001</c:v>
                </c:pt>
                <c:pt idx="4194">
                  <c:v>17.4375</c:v>
                </c:pt>
                <c:pt idx="4195">
                  <c:v>17.441666999999999</c:v>
                </c:pt>
                <c:pt idx="4196">
                  <c:v>17.445833</c:v>
                </c:pt>
                <c:pt idx="4197">
                  <c:v>17.45</c:v>
                </c:pt>
                <c:pt idx="4198">
                  <c:v>17.454167000000002</c:v>
                </c:pt>
                <c:pt idx="4199">
                  <c:v>17.458333</c:v>
                </c:pt>
                <c:pt idx="4200">
                  <c:v>17.462499999999999</c:v>
                </c:pt>
                <c:pt idx="4201">
                  <c:v>17.466667000000001</c:v>
                </c:pt>
                <c:pt idx="4202">
                  <c:v>17.470832999999999</c:v>
                </c:pt>
                <c:pt idx="4203">
                  <c:v>17.475000000000001</c:v>
                </c:pt>
                <c:pt idx="4204">
                  <c:v>17.479167</c:v>
                </c:pt>
                <c:pt idx="4205">
                  <c:v>17.483332999999998</c:v>
                </c:pt>
                <c:pt idx="4206">
                  <c:v>17.487500000000001</c:v>
                </c:pt>
                <c:pt idx="4207">
                  <c:v>17.491667</c:v>
                </c:pt>
                <c:pt idx="4208">
                  <c:v>17.495833000000001</c:v>
                </c:pt>
                <c:pt idx="4209">
                  <c:v>17.5</c:v>
                </c:pt>
                <c:pt idx="4210">
                  <c:v>17.504166999999999</c:v>
                </c:pt>
                <c:pt idx="4211">
                  <c:v>17.508333</c:v>
                </c:pt>
                <c:pt idx="4212">
                  <c:v>17.512499999999999</c:v>
                </c:pt>
                <c:pt idx="4213">
                  <c:v>17.516667000000002</c:v>
                </c:pt>
                <c:pt idx="4214">
                  <c:v>17.520833</c:v>
                </c:pt>
                <c:pt idx="4215">
                  <c:v>17.524999999999999</c:v>
                </c:pt>
                <c:pt idx="4216">
                  <c:v>17.529167000000001</c:v>
                </c:pt>
                <c:pt idx="4217">
                  <c:v>17.533332999999999</c:v>
                </c:pt>
                <c:pt idx="4218">
                  <c:v>17.537500000000001</c:v>
                </c:pt>
                <c:pt idx="4219">
                  <c:v>17.541667</c:v>
                </c:pt>
                <c:pt idx="4220">
                  <c:v>17.545832999999998</c:v>
                </c:pt>
                <c:pt idx="4221">
                  <c:v>17.55</c:v>
                </c:pt>
                <c:pt idx="4222">
                  <c:v>17.554167</c:v>
                </c:pt>
                <c:pt idx="4223">
                  <c:v>17.558333000000001</c:v>
                </c:pt>
                <c:pt idx="4224">
                  <c:v>17.5625</c:v>
                </c:pt>
                <c:pt idx="4225">
                  <c:v>17.566666999999999</c:v>
                </c:pt>
                <c:pt idx="4226">
                  <c:v>17.570833</c:v>
                </c:pt>
                <c:pt idx="4227">
                  <c:v>17.574999999999999</c:v>
                </c:pt>
                <c:pt idx="4228">
                  <c:v>17.579167000000002</c:v>
                </c:pt>
                <c:pt idx="4229">
                  <c:v>17.583333</c:v>
                </c:pt>
                <c:pt idx="4230">
                  <c:v>17.587499999999999</c:v>
                </c:pt>
                <c:pt idx="4231">
                  <c:v>17.591667000000001</c:v>
                </c:pt>
                <c:pt idx="4232">
                  <c:v>17.595832999999999</c:v>
                </c:pt>
                <c:pt idx="4233">
                  <c:v>17.600000000000001</c:v>
                </c:pt>
                <c:pt idx="4234">
                  <c:v>17.604167</c:v>
                </c:pt>
                <c:pt idx="4235">
                  <c:v>17.608332999999998</c:v>
                </c:pt>
                <c:pt idx="4236">
                  <c:v>17.612500000000001</c:v>
                </c:pt>
                <c:pt idx="4237">
                  <c:v>17.616667</c:v>
                </c:pt>
                <c:pt idx="4238">
                  <c:v>17.620833000000001</c:v>
                </c:pt>
                <c:pt idx="4239">
                  <c:v>17.625</c:v>
                </c:pt>
                <c:pt idx="4240">
                  <c:v>17.629166999999999</c:v>
                </c:pt>
                <c:pt idx="4241">
                  <c:v>17.633333</c:v>
                </c:pt>
                <c:pt idx="4242">
                  <c:v>17.637499999999999</c:v>
                </c:pt>
                <c:pt idx="4243">
                  <c:v>17.641667000000002</c:v>
                </c:pt>
                <c:pt idx="4244">
                  <c:v>17.645833</c:v>
                </c:pt>
                <c:pt idx="4245">
                  <c:v>17.649999999999999</c:v>
                </c:pt>
                <c:pt idx="4246">
                  <c:v>17.654167000000001</c:v>
                </c:pt>
                <c:pt idx="4247">
                  <c:v>17.658332999999999</c:v>
                </c:pt>
                <c:pt idx="4248">
                  <c:v>17.662500000000001</c:v>
                </c:pt>
                <c:pt idx="4249">
                  <c:v>17.666667</c:v>
                </c:pt>
                <c:pt idx="4250">
                  <c:v>17.670832999999998</c:v>
                </c:pt>
                <c:pt idx="4251">
                  <c:v>17.675000000000001</c:v>
                </c:pt>
                <c:pt idx="4252">
                  <c:v>17.679167</c:v>
                </c:pt>
                <c:pt idx="4253">
                  <c:v>17.683333000000001</c:v>
                </c:pt>
                <c:pt idx="4254">
                  <c:v>17.6875</c:v>
                </c:pt>
                <c:pt idx="4255">
                  <c:v>17.691666999999999</c:v>
                </c:pt>
                <c:pt idx="4256">
                  <c:v>17.695833</c:v>
                </c:pt>
                <c:pt idx="4257">
                  <c:v>17.7</c:v>
                </c:pt>
                <c:pt idx="4258">
                  <c:v>17.704167000000002</c:v>
                </c:pt>
                <c:pt idx="4259">
                  <c:v>17.708333</c:v>
                </c:pt>
                <c:pt idx="4260">
                  <c:v>17.712499999999999</c:v>
                </c:pt>
                <c:pt idx="4261">
                  <c:v>17.716667000000001</c:v>
                </c:pt>
                <c:pt idx="4262">
                  <c:v>17.720832999999999</c:v>
                </c:pt>
                <c:pt idx="4263">
                  <c:v>17.725000000000001</c:v>
                </c:pt>
                <c:pt idx="4264">
                  <c:v>17.729167</c:v>
                </c:pt>
                <c:pt idx="4265">
                  <c:v>17.733332999999998</c:v>
                </c:pt>
                <c:pt idx="4266">
                  <c:v>17.737500000000001</c:v>
                </c:pt>
                <c:pt idx="4267">
                  <c:v>17.741667</c:v>
                </c:pt>
                <c:pt idx="4268">
                  <c:v>17.745833000000001</c:v>
                </c:pt>
                <c:pt idx="4269">
                  <c:v>17.75</c:v>
                </c:pt>
                <c:pt idx="4270">
                  <c:v>17.754166999999999</c:v>
                </c:pt>
                <c:pt idx="4271">
                  <c:v>17.758333</c:v>
                </c:pt>
                <c:pt idx="4272">
                  <c:v>17.762499999999999</c:v>
                </c:pt>
                <c:pt idx="4273">
                  <c:v>17.766667000000002</c:v>
                </c:pt>
                <c:pt idx="4274">
                  <c:v>17.770833</c:v>
                </c:pt>
                <c:pt idx="4275">
                  <c:v>17.774999999999999</c:v>
                </c:pt>
                <c:pt idx="4276">
                  <c:v>17.779167000000001</c:v>
                </c:pt>
                <c:pt idx="4277">
                  <c:v>17.783332999999999</c:v>
                </c:pt>
                <c:pt idx="4278">
                  <c:v>17.787500000000001</c:v>
                </c:pt>
                <c:pt idx="4279">
                  <c:v>17.791667</c:v>
                </c:pt>
                <c:pt idx="4280">
                  <c:v>17.795832999999998</c:v>
                </c:pt>
                <c:pt idx="4281">
                  <c:v>17.8</c:v>
                </c:pt>
                <c:pt idx="4282">
                  <c:v>17.804167</c:v>
                </c:pt>
                <c:pt idx="4283">
                  <c:v>17.808333000000001</c:v>
                </c:pt>
                <c:pt idx="4284">
                  <c:v>17.8125</c:v>
                </c:pt>
                <c:pt idx="4285">
                  <c:v>17.816666999999999</c:v>
                </c:pt>
                <c:pt idx="4286">
                  <c:v>17.820833</c:v>
                </c:pt>
                <c:pt idx="4287">
                  <c:v>17.824999999999999</c:v>
                </c:pt>
                <c:pt idx="4288">
                  <c:v>17.829167000000002</c:v>
                </c:pt>
                <c:pt idx="4289">
                  <c:v>17.833333</c:v>
                </c:pt>
                <c:pt idx="4290">
                  <c:v>17.837499999999999</c:v>
                </c:pt>
                <c:pt idx="4291">
                  <c:v>17.841667000000001</c:v>
                </c:pt>
                <c:pt idx="4292">
                  <c:v>17.845832999999999</c:v>
                </c:pt>
                <c:pt idx="4293">
                  <c:v>17.850000000000001</c:v>
                </c:pt>
                <c:pt idx="4294">
                  <c:v>17.854167</c:v>
                </c:pt>
                <c:pt idx="4295">
                  <c:v>17.858332999999998</c:v>
                </c:pt>
                <c:pt idx="4296">
                  <c:v>17.862500000000001</c:v>
                </c:pt>
                <c:pt idx="4297">
                  <c:v>17.866667</c:v>
                </c:pt>
                <c:pt idx="4298">
                  <c:v>17.870833000000001</c:v>
                </c:pt>
                <c:pt idx="4299">
                  <c:v>17.875</c:v>
                </c:pt>
                <c:pt idx="4300">
                  <c:v>17.879166999999999</c:v>
                </c:pt>
                <c:pt idx="4301">
                  <c:v>17.883333</c:v>
                </c:pt>
                <c:pt idx="4302">
                  <c:v>17.887499999999999</c:v>
                </c:pt>
                <c:pt idx="4303">
                  <c:v>17.891667000000002</c:v>
                </c:pt>
                <c:pt idx="4304">
                  <c:v>17.895833</c:v>
                </c:pt>
                <c:pt idx="4305">
                  <c:v>17.899999999999999</c:v>
                </c:pt>
                <c:pt idx="4306">
                  <c:v>17.904167000000001</c:v>
                </c:pt>
                <c:pt idx="4307">
                  <c:v>17.908332999999999</c:v>
                </c:pt>
                <c:pt idx="4308">
                  <c:v>17.912500000000001</c:v>
                </c:pt>
                <c:pt idx="4309">
                  <c:v>17.916667</c:v>
                </c:pt>
                <c:pt idx="4310">
                  <c:v>17.920832999999998</c:v>
                </c:pt>
                <c:pt idx="4311">
                  <c:v>17.925000000000001</c:v>
                </c:pt>
                <c:pt idx="4312">
                  <c:v>17.929167</c:v>
                </c:pt>
                <c:pt idx="4313">
                  <c:v>17.933333000000001</c:v>
                </c:pt>
                <c:pt idx="4314">
                  <c:v>17.9375</c:v>
                </c:pt>
                <c:pt idx="4315">
                  <c:v>17.941666999999999</c:v>
                </c:pt>
                <c:pt idx="4316">
                  <c:v>17.945833</c:v>
                </c:pt>
                <c:pt idx="4317">
                  <c:v>17.95</c:v>
                </c:pt>
                <c:pt idx="4318">
                  <c:v>17.954167000000002</c:v>
                </c:pt>
                <c:pt idx="4319">
                  <c:v>17.958333</c:v>
                </c:pt>
                <c:pt idx="4320">
                  <c:v>17.962499999999999</c:v>
                </c:pt>
                <c:pt idx="4321">
                  <c:v>17.966667000000001</c:v>
                </c:pt>
                <c:pt idx="4322">
                  <c:v>17.970832999999999</c:v>
                </c:pt>
                <c:pt idx="4323">
                  <c:v>17.975000000000001</c:v>
                </c:pt>
                <c:pt idx="4324">
                  <c:v>17.979167</c:v>
                </c:pt>
                <c:pt idx="4325">
                  <c:v>17.983332999999998</c:v>
                </c:pt>
                <c:pt idx="4326">
                  <c:v>17.987500000000001</c:v>
                </c:pt>
                <c:pt idx="4327">
                  <c:v>17.991667</c:v>
                </c:pt>
                <c:pt idx="4328">
                  <c:v>17.995833000000001</c:v>
                </c:pt>
                <c:pt idx="4329">
                  <c:v>18</c:v>
                </c:pt>
                <c:pt idx="4330">
                  <c:v>18.004166999999999</c:v>
                </c:pt>
                <c:pt idx="4331">
                  <c:v>18.008333</c:v>
                </c:pt>
                <c:pt idx="4332">
                  <c:v>18.012499999999999</c:v>
                </c:pt>
                <c:pt idx="4333">
                  <c:v>18.016667000000002</c:v>
                </c:pt>
                <c:pt idx="4334">
                  <c:v>18.020833</c:v>
                </c:pt>
                <c:pt idx="4335">
                  <c:v>18.024999999999999</c:v>
                </c:pt>
                <c:pt idx="4336">
                  <c:v>18.029167000000001</c:v>
                </c:pt>
                <c:pt idx="4337">
                  <c:v>18.033332999999999</c:v>
                </c:pt>
                <c:pt idx="4338">
                  <c:v>18.037500000000001</c:v>
                </c:pt>
                <c:pt idx="4339">
                  <c:v>18.041667</c:v>
                </c:pt>
                <c:pt idx="4340">
                  <c:v>18.045832999999998</c:v>
                </c:pt>
                <c:pt idx="4341">
                  <c:v>18.05</c:v>
                </c:pt>
                <c:pt idx="4342">
                  <c:v>18.054167</c:v>
                </c:pt>
                <c:pt idx="4343">
                  <c:v>18.058333000000001</c:v>
                </c:pt>
                <c:pt idx="4344">
                  <c:v>18.0625</c:v>
                </c:pt>
                <c:pt idx="4345">
                  <c:v>18.066666999999999</c:v>
                </c:pt>
                <c:pt idx="4346">
                  <c:v>18.070833</c:v>
                </c:pt>
                <c:pt idx="4347">
                  <c:v>18.074999999999999</c:v>
                </c:pt>
                <c:pt idx="4348">
                  <c:v>18.079167000000002</c:v>
                </c:pt>
                <c:pt idx="4349">
                  <c:v>18.083333</c:v>
                </c:pt>
                <c:pt idx="4350">
                  <c:v>18.087499999999999</c:v>
                </c:pt>
                <c:pt idx="4351">
                  <c:v>18.091667000000001</c:v>
                </c:pt>
                <c:pt idx="4352">
                  <c:v>18.095832999999999</c:v>
                </c:pt>
                <c:pt idx="4353">
                  <c:v>18.100000000000001</c:v>
                </c:pt>
                <c:pt idx="4354">
                  <c:v>18.104167</c:v>
                </c:pt>
                <c:pt idx="4355">
                  <c:v>18.108332999999998</c:v>
                </c:pt>
                <c:pt idx="4356">
                  <c:v>18.112500000000001</c:v>
                </c:pt>
                <c:pt idx="4357">
                  <c:v>18.116667</c:v>
                </c:pt>
                <c:pt idx="4358">
                  <c:v>18.120833000000001</c:v>
                </c:pt>
                <c:pt idx="4359">
                  <c:v>18.125</c:v>
                </c:pt>
                <c:pt idx="4360">
                  <c:v>18.129166999999999</c:v>
                </c:pt>
                <c:pt idx="4361">
                  <c:v>18.133333</c:v>
                </c:pt>
                <c:pt idx="4362">
                  <c:v>18.137499999999999</c:v>
                </c:pt>
                <c:pt idx="4363">
                  <c:v>18.141667000000002</c:v>
                </c:pt>
                <c:pt idx="4364">
                  <c:v>18.145833</c:v>
                </c:pt>
                <c:pt idx="4365">
                  <c:v>18.149999999999999</c:v>
                </c:pt>
                <c:pt idx="4366">
                  <c:v>18.154167000000001</c:v>
                </c:pt>
                <c:pt idx="4367">
                  <c:v>18.158332999999999</c:v>
                </c:pt>
                <c:pt idx="4368">
                  <c:v>18.162500000000001</c:v>
                </c:pt>
                <c:pt idx="4369">
                  <c:v>18.166667</c:v>
                </c:pt>
                <c:pt idx="4370">
                  <c:v>18.170832999999998</c:v>
                </c:pt>
                <c:pt idx="4371">
                  <c:v>18.175000000000001</c:v>
                </c:pt>
                <c:pt idx="4372">
                  <c:v>18.179167</c:v>
                </c:pt>
                <c:pt idx="4373">
                  <c:v>18.183333000000001</c:v>
                </c:pt>
                <c:pt idx="4374">
                  <c:v>18.1875</c:v>
                </c:pt>
                <c:pt idx="4375">
                  <c:v>18.191666999999999</c:v>
                </c:pt>
                <c:pt idx="4376">
                  <c:v>18.195833</c:v>
                </c:pt>
                <c:pt idx="4377">
                  <c:v>18.2</c:v>
                </c:pt>
                <c:pt idx="4378">
                  <c:v>18.204167000000002</c:v>
                </c:pt>
                <c:pt idx="4379">
                  <c:v>18.208333</c:v>
                </c:pt>
                <c:pt idx="4380">
                  <c:v>18.212499999999999</c:v>
                </c:pt>
                <c:pt idx="4381">
                  <c:v>18.216667000000001</c:v>
                </c:pt>
                <c:pt idx="4382">
                  <c:v>18.220832999999999</c:v>
                </c:pt>
                <c:pt idx="4383">
                  <c:v>18.225000000000001</c:v>
                </c:pt>
                <c:pt idx="4384">
                  <c:v>18.229167</c:v>
                </c:pt>
                <c:pt idx="4385">
                  <c:v>18.233332999999998</c:v>
                </c:pt>
                <c:pt idx="4386">
                  <c:v>18.237500000000001</c:v>
                </c:pt>
                <c:pt idx="4387">
                  <c:v>18.241667</c:v>
                </c:pt>
                <c:pt idx="4388">
                  <c:v>18.245833000000001</c:v>
                </c:pt>
                <c:pt idx="4389">
                  <c:v>18.25</c:v>
                </c:pt>
                <c:pt idx="4390">
                  <c:v>18.254166999999999</c:v>
                </c:pt>
                <c:pt idx="4391">
                  <c:v>18.258333</c:v>
                </c:pt>
                <c:pt idx="4392">
                  <c:v>18.262499999999999</c:v>
                </c:pt>
                <c:pt idx="4393">
                  <c:v>18.266667000000002</c:v>
                </c:pt>
                <c:pt idx="4394">
                  <c:v>18.270833</c:v>
                </c:pt>
                <c:pt idx="4395">
                  <c:v>18.274999999999999</c:v>
                </c:pt>
                <c:pt idx="4396">
                  <c:v>18.279167000000001</c:v>
                </c:pt>
                <c:pt idx="4397">
                  <c:v>18.283332999999999</c:v>
                </c:pt>
                <c:pt idx="4398">
                  <c:v>18.287500000000001</c:v>
                </c:pt>
                <c:pt idx="4399">
                  <c:v>18.291667</c:v>
                </c:pt>
                <c:pt idx="4400">
                  <c:v>18.295832999999998</c:v>
                </c:pt>
                <c:pt idx="4401">
                  <c:v>18.3</c:v>
                </c:pt>
                <c:pt idx="4402">
                  <c:v>18.304167</c:v>
                </c:pt>
                <c:pt idx="4403">
                  <c:v>18.308333000000001</c:v>
                </c:pt>
                <c:pt idx="4404">
                  <c:v>18.3125</c:v>
                </c:pt>
                <c:pt idx="4405">
                  <c:v>18.316666999999999</c:v>
                </c:pt>
                <c:pt idx="4406">
                  <c:v>18.320833</c:v>
                </c:pt>
                <c:pt idx="4407">
                  <c:v>18.324999999999999</c:v>
                </c:pt>
                <c:pt idx="4408">
                  <c:v>18.329167000000002</c:v>
                </c:pt>
                <c:pt idx="4409">
                  <c:v>18.333333</c:v>
                </c:pt>
                <c:pt idx="4410">
                  <c:v>18.337499999999999</c:v>
                </c:pt>
                <c:pt idx="4411">
                  <c:v>18.341667000000001</c:v>
                </c:pt>
                <c:pt idx="4412">
                  <c:v>18.345832999999999</c:v>
                </c:pt>
                <c:pt idx="4413">
                  <c:v>18.350000000000001</c:v>
                </c:pt>
                <c:pt idx="4414">
                  <c:v>18.354167</c:v>
                </c:pt>
                <c:pt idx="4415">
                  <c:v>18.358332999999998</c:v>
                </c:pt>
                <c:pt idx="4416">
                  <c:v>18.362500000000001</c:v>
                </c:pt>
                <c:pt idx="4417">
                  <c:v>18.366667</c:v>
                </c:pt>
                <c:pt idx="4418">
                  <c:v>18.370833000000001</c:v>
                </c:pt>
                <c:pt idx="4419">
                  <c:v>18.375</c:v>
                </c:pt>
                <c:pt idx="4420">
                  <c:v>18.379166999999999</c:v>
                </c:pt>
                <c:pt idx="4421">
                  <c:v>18.383333</c:v>
                </c:pt>
                <c:pt idx="4422">
                  <c:v>18.387499999999999</c:v>
                </c:pt>
                <c:pt idx="4423">
                  <c:v>18.391667000000002</c:v>
                </c:pt>
                <c:pt idx="4424">
                  <c:v>18.395833</c:v>
                </c:pt>
                <c:pt idx="4425">
                  <c:v>18.399999999999999</c:v>
                </c:pt>
                <c:pt idx="4426">
                  <c:v>18.404167000000001</c:v>
                </c:pt>
                <c:pt idx="4427">
                  <c:v>18.408332999999999</c:v>
                </c:pt>
                <c:pt idx="4428">
                  <c:v>18.412500000000001</c:v>
                </c:pt>
                <c:pt idx="4429">
                  <c:v>18.416667</c:v>
                </c:pt>
                <c:pt idx="4430">
                  <c:v>18.420832999999998</c:v>
                </c:pt>
                <c:pt idx="4431">
                  <c:v>18.425000000000001</c:v>
                </c:pt>
                <c:pt idx="4432">
                  <c:v>18.429167</c:v>
                </c:pt>
                <c:pt idx="4433">
                  <c:v>18.433333000000001</c:v>
                </c:pt>
                <c:pt idx="4434">
                  <c:v>18.4375</c:v>
                </c:pt>
                <c:pt idx="4435">
                  <c:v>18.441666999999999</c:v>
                </c:pt>
                <c:pt idx="4436">
                  <c:v>18.445833</c:v>
                </c:pt>
                <c:pt idx="4437">
                  <c:v>18.45</c:v>
                </c:pt>
                <c:pt idx="4438">
                  <c:v>18.454167000000002</c:v>
                </c:pt>
                <c:pt idx="4439">
                  <c:v>18.458333</c:v>
                </c:pt>
                <c:pt idx="4440">
                  <c:v>18.462499999999999</c:v>
                </c:pt>
                <c:pt idx="4441">
                  <c:v>18.466667000000001</c:v>
                </c:pt>
                <c:pt idx="4442">
                  <c:v>18.470832999999999</c:v>
                </c:pt>
                <c:pt idx="4443">
                  <c:v>18.475000000000001</c:v>
                </c:pt>
                <c:pt idx="4444">
                  <c:v>18.479167</c:v>
                </c:pt>
                <c:pt idx="4445">
                  <c:v>18.483332999999998</c:v>
                </c:pt>
                <c:pt idx="4446">
                  <c:v>18.487500000000001</c:v>
                </c:pt>
                <c:pt idx="4447">
                  <c:v>18.491667</c:v>
                </c:pt>
                <c:pt idx="4448">
                  <c:v>18.495833000000001</c:v>
                </c:pt>
                <c:pt idx="4449">
                  <c:v>18.5</c:v>
                </c:pt>
                <c:pt idx="4450">
                  <c:v>18.504166999999999</c:v>
                </c:pt>
                <c:pt idx="4451">
                  <c:v>18.508333</c:v>
                </c:pt>
                <c:pt idx="4452">
                  <c:v>18.512499999999999</c:v>
                </c:pt>
                <c:pt idx="4453">
                  <c:v>18.516667000000002</c:v>
                </c:pt>
                <c:pt idx="4454">
                  <c:v>18.520833</c:v>
                </c:pt>
                <c:pt idx="4455">
                  <c:v>18.524999999999999</c:v>
                </c:pt>
                <c:pt idx="4456">
                  <c:v>18.529167000000001</c:v>
                </c:pt>
                <c:pt idx="4457">
                  <c:v>18.533332999999999</c:v>
                </c:pt>
                <c:pt idx="4458">
                  <c:v>18.537500000000001</c:v>
                </c:pt>
                <c:pt idx="4459">
                  <c:v>18.541667</c:v>
                </c:pt>
                <c:pt idx="4460">
                  <c:v>18.545832999999998</c:v>
                </c:pt>
                <c:pt idx="4461">
                  <c:v>18.55</c:v>
                </c:pt>
                <c:pt idx="4462">
                  <c:v>18.554167</c:v>
                </c:pt>
                <c:pt idx="4463">
                  <c:v>18.558333000000001</c:v>
                </c:pt>
                <c:pt idx="4464">
                  <c:v>18.5625</c:v>
                </c:pt>
                <c:pt idx="4465">
                  <c:v>18.566666999999999</c:v>
                </c:pt>
                <c:pt idx="4466">
                  <c:v>18.570833</c:v>
                </c:pt>
                <c:pt idx="4467">
                  <c:v>18.574999999999999</c:v>
                </c:pt>
                <c:pt idx="4468">
                  <c:v>18.579167000000002</c:v>
                </c:pt>
                <c:pt idx="4469">
                  <c:v>18.583333</c:v>
                </c:pt>
                <c:pt idx="4470">
                  <c:v>18.587499999999999</c:v>
                </c:pt>
                <c:pt idx="4471">
                  <c:v>18.591667000000001</c:v>
                </c:pt>
                <c:pt idx="4472">
                  <c:v>18.595832999999999</c:v>
                </c:pt>
                <c:pt idx="4473">
                  <c:v>18.600000000000001</c:v>
                </c:pt>
                <c:pt idx="4474">
                  <c:v>18.604167</c:v>
                </c:pt>
                <c:pt idx="4475">
                  <c:v>18.608332999999998</c:v>
                </c:pt>
                <c:pt idx="4476">
                  <c:v>18.612500000000001</c:v>
                </c:pt>
                <c:pt idx="4477">
                  <c:v>18.616667</c:v>
                </c:pt>
                <c:pt idx="4478">
                  <c:v>18.620833000000001</c:v>
                </c:pt>
                <c:pt idx="4479">
                  <c:v>18.625</c:v>
                </c:pt>
                <c:pt idx="4480">
                  <c:v>18.629166999999999</c:v>
                </c:pt>
                <c:pt idx="4481">
                  <c:v>18.633333</c:v>
                </c:pt>
                <c:pt idx="4482">
                  <c:v>18.637499999999999</c:v>
                </c:pt>
                <c:pt idx="4483">
                  <c:v>18.641667000000002</c:v>
                </c:pt>
                <c:pt idx="4484">
                  <c:v>18.645833</c:v>
                </c:pt>
                <c:pt idx="4485">
                  <c:v>18.649999999999999</c:v>
                </c:pt>
                <c:pt idx="4486">
                  <c:v>18.654167000000001</c:v>
                </c:pt>
                <c:pt idx="4487">
                  <c:v>18.658332999999999</c:v>
                </c:pt>
                <c:pt idx="4488">
                  <c:v>18.662500000000001</c:v>
                </c:pt>
                <c:pt idx="4489">
                  <c:v>18.666667</c:v>
                </c:pt>
                <c:pt idx="4490">
                  <c:v>18.670832999999998</c:v>
                </c:pt>
                <c:pt idx="4491">
                  <c:v>18.675000000000001</c:v>
                </c:pt>
                <c:pt idx="4492">
                  <c:v>18.679167</c:v>
                </c:pt>
                <c:pt idx="4493">
                  <c:v>18.683333000000001</c:v>
                </c:pt>
                <c:pt idx="4494">
                  <c:v>18.6875</c:v>
                </c:pt>
                <c:pt idx="4495">
                  <c:v>18.691666999999999</c:v>
                </c:pt>
                <c:pt idx="4496">
                  <c:v>18.695833</c:v>
                </c:pt>
                <c:pt idx="4497">
                  <c:v>18.7</c:v>
                </c:pt>
                <c:pt idx="4498">
                  <c:v>18.704167000000002</c:v>
                </c:pt>
                <c:pt idx="4499">
                  <c:v>18.708333</c:v>
                </c:pt>
                <c:pt idx="4500">
                  <c:v>18.712499999999999</c:v>
                </c:pt>
                <c:pt idx="4501">
                  <c:v>18.716667000000001</c:v>
                </c:pt>
                <c:pt idx="4502">
                  <c:v>18.720832999999999</c:v>
                </c:pt>
                <c:pt idx="4503">
                  <c:v>18.725000000000001</c:v>
                </c:pt>
                <c:pt idx="4504">
                  <c:v>18.729167</c:v>
                </c:pt>
                <c:pt idx="4505">
                  <c:v>18.733332999999998</c:v>
                </c:pt>
                <c:pt idx="4506">
                  <c:v>18.737500000000001</c:v>
                </c:pt>
                <c:pt idx="4507">
                  <c:v>18.741667</c:v>
                </c:pt>
                <c:pt idx="4508">
                  <c:v>18.745833000000001</c:v>
                </c:pt>
                <c:pt idx="4509">
                  <c:v>18.75</c:v>
                </c:pt>
                <c:pt idx="4510">
                  <c:v>18.754166999999999</c:v>
                </c:pt>
                <c:pt idx="4511">
                  <c:v>18.758333</c:v>
                </c:pt>
                <c:pt idx="4512">
                  <c:v>18.762499999999999</c:v>
                </c:pt>
                <c:pt idx="4513">
                  <c:v>18.766667000000002</c:v>
                </c:pt>
                <c:pt idx="4514">
                  <c:v>18.770833</c:v>
                </c:pt>
                <c:pt idx="4515">
                  <c:v>18.774999999999999</c:v>
                </c:pt>
                <c:pt idx="4516">
                  <c:v>18.779167000000001</c:v>
                </c:pt>
                <c:pt idx="4517">
                  <c:v>18.783332999999999</c:v>
                </c:pt>
                <c:pt idx="4518">
                  <c:v>18.787500000000001</c:v>
                </c:pt>
                <c:pt idx="4519">
                  <c:v>18.791667</c:v>
                </c:pt>
                <c:pt idx="4520">
                  <c:v>18.795832999999998</c:v>
                </c:pt>
                <c:pt idx="4521">
                  <c:v>18.8</c:v>
                </c:pt>
                <c:pt idx="4522">
                  <c:v>18.804167</c:v>
                </c:pt>
                <c:pt idx="4523">
                  <c:v>18.808333000000001</c:v>
                </c:pt>
                <c:pt idx="4524">
                  <c:v>18.8125</c:v>
                </c:pt>
                <c:pt idx="4525">
                  <c:v>18.816666999999999</c:v>
                </c:pt>
                <c:pt idx="4526">
                  <c:v>18.820833</c:v>
                </c:pt>
                <c:pt idx="4527">
                  <c:v>18.824999999999999</c:v>
                </c:pt>
                <c:pt idx="4528">
                  <c:v>18.829167000000002</c:v>
                </c:pt>
                <c:pt idx="4529">
                  <c:v>18.833333</c:v>
                </c:pt>
                <c:pt idx="4530">
                  <c:v>18.837499999999999</c:v>
                </c:pt>
                <c:pt idx="4531">
                  <c:v>18.841667000000001</c:v>
                </c:pt>
                <c:pt idx="4532">
                  <c:v>18.845832999999999</c:v>
                </c:pt>
                <c:pt idx="4533">
                  <c:v>18.850000000000001</c:v>
                </c:pt>
                <c:pt idx="4534">
                  <c:v>18.854167</c:v>
                </c:pt>
                <c:pt idx="4535">
                  <c:v>18.858332999999998</c:v>
                </c:pt>
                <c:pt idx="4536">
                  <c:v>18.862500000000001</c:v>
                </c:pt>
                <c:pt idx="4537">
                  <c:v>18.866667</c:v>
                </c:pt>
                <c:pt idx="4538">
                  <c:v>18.870833000000001</c:v>
                </c:pt>
                <c:pt idx="4539">
                  <c:v>18.875</c:v>
                </c:pt>
                <c:pt idx="4540">
                  <c:v>18.879166999999999</c:v>
                </c:pt>
                <c:pt idx="4541">
                  <c:v>18.883333</c:v>
                </c:pt>
                <c:pt idx="4542">
                  <c:v>18.887499999999999</c:v>
                </c:pt>
                <c:pt idx="4543">
                  <c:v>18.891667000000002</c:v>
                </c:pt>
                <c:pt idx="4544">
                  <c:v>18.895833</c:v>
                </c:pt>
                <c:pt idx="4545">
                  <c:v>18.899999999999999</c:v>
                </c:pt>
                <c:pt idx="4546">
                  <c:v>18.904167000000001</c:v>
                </c:pt>
                <c:pt idx="4547">
                  <c:v>18.908332999999999</c:v>
                </c:pt>
                <c:pt idx="4548">
                  <c:v>18.912500000000001</c:v>
                </c:pt>
                <c:pt idx="4549">
                  <c:v>18.916667</c:v>
                </c:pt>
                <c:pt idx="4550">
                  <c:v>18.920832999999998</c:v>
                </c:pt>
                <c:pt idx="4551">
                  <c:v>18.925000000000001</c:v>
                </c:pt>
                <c:pt idx="4552">
                  <c:v>18.929167</c:v>
                </c:pt>
                <c:pt idx="4553">
                  <c:v>18.933333000000001</c:v>
                </c:pt>
                <c:pt idx="4554">
                  <c:v>18.9375</c:v>
                </c:pt>
                <c:pt idx="4555">
                  <c:v>18.941666999999999</c:v>
                </c:pt>
                <c:pt idx="4556">
                  <c:v>18.945833</c:v>
                </c:pt>
                <c:pt idx="4557">
                  <c:v>18.95</c:v>
                </c:pt>
                <c:pt idx="4558">
                  <c:v>18.954167000000002</c:v>
                </c:pt>
                <c:pt idx="4559">
                  <c:v>18.958333</c:v>
                </c:pt>
                <c:pt idx="4560">
                  <c:v>18.962499999999999</c:v>
                </c:pt>
                <c:pt idx="4561">
                  <c:v>18.966667000000001</c:v>
                </c:pt>
                <c:pt idx="4562">
                  <c:v>18.970832999999999</c:v>
                </c:pt>
                <c:pt idx="4563">
                  <c:v>18.975000000000001</c:v>
                </c:pt>
                <c:pt idx="4564">
                  <c:v>18.979167</c:v>
                </c:pt>
                <c:pt idx="4565">
                  <c:v>18.983332999999998</c:v>
                </c:pt>
                <c:pt idx="4566">
                  <c:v>18.987500000000001</c:v>
                </c:pt>
                <c:pt idx="4567">
                  <c:v>18.991667</c:v>
                </c:pt>
                <c:pt idx="4568">
                  <c:v>18.995833000000001</c:v>
                </c:pt>
                <c:pt idx="4569">
                  <c:v>19</c:v>
                </c:pt>
                <c:pt idx="4570">
                  <c:v>19.004166999999999</c:v>
                </c:pt>
                <c:pt idx="4571">
                  <c:v>19.008333</c:v>
                </c:pt>
                <c:pt idx="4572">
                  <c:v>19.012499999999999</c:v>
                </c:pt>
                <c:pt idx="4573">
                  <c:v>19.016667000000002</c:v>
                </c:pt>
                <c:pt idx="4574">
                  <c:v>19.020833</c:v>
                </c:pt>
                <c:pt idx="4575">
                  <c:v>19.024999999999999</c:v>
                </c:pt>
                <c:pt idx="4576">
                  <c:v>19.029167000000001</c:v>
                </c:pt>
                <c:pt idx="4577">
                  <c:v>19.033332999999999</c:v>
                </c:pt>
                <c:pt idx="4578">
                  <c:v>19.037500000000001</c:v>
                </c:pt>
                <c:pt idx="4579">
                  <c:v>19.041667</c:v>
                </c:pt>
                <c:pt idx="4580">
                  <c:v>19.045832999999998</c:v>
                </c:pt>
                <c:pt idx="4581">
                  <c:v>19.05</c:v>
                </c:pt>
                <c:pt idx="4582">
                  <c:v>19.054167</c:v>
                </c:pt>
                <c:pt idx="4583">
                  <c:v>19.058333000000001</c:v>
                </c:pt>
                <c:pt idx="4584">
                  <c:v>19.0625</c:v>
                </c:pt>
                <c:pt idx="4585">
                  <c:v>19.066666999999999</c:v>
                </c:pt>
                <c:pt idx="4586">
                  <c:v>19.070833</c:v>
                </c:pt>
                <c:pt idx="4587">
                  <c:v>19.074999999999999</c:v>
                </c:pt>
                <c:pt idx="4588">
                  <c:v>19.079167000000002</c:v>
                </c:pt>
                <c:pt idx="4589">
                  <c:v>19.083333</c:v>
                </c:pt>
                <c:pt idx="4590">
                  <c:v>19.087499999999999</c:v>
                </c:pt>
                <c:pt idx="4591">
                  <c:v>19.091667000000001</c:v>
                </c:pt>
                <c:pt idx="4592">
                  <c:v>19.095832999999999</c:v>
                </c:pt>
                <c:pt idx="4593">
                  <c:v>19.100000000000001</c:v>
                </c:pt>
                <c:pt idx="4594">
                  <c:v>19.104167</c:v>
                </c:pt>
                <c:pt idx="4595">
                  <c:v>19.108332999999998</c:v>
                </c:pt>
                <c:pt idx="4596">
                  <c:v>19.112500000000001</c:v>
                </c:pt>
                <c:pt idx="4597">
                  <c:v>19.116667</c:v>
                </c:pt>
                <c:pt idx="4598">
                  <c:v>19.120833000000001</c:v>
                </c:pt>
                <c:pt idx="4599">
                  <c:v>19.125</c:v>
                </c:pt>
                <c:pt idx="4600">
                  <c:v>19.129166999999999</c:v>
                </c:pt>
                <c:pt idx="4601">
                  <c:v>19.133333</c:v>
                </c:pt>
                <c:pt idx="4602">
                  <c:v>19.137499999999999</c:v>
                </c:pt>
                <c:pt idx="4603">
                  <c:v>19.141667000000002</c:v>
                </c:pt>
                <c:pt idx="4604">
                  <c:v>19.145833</c:v>
                </c:pt>
                <c:pt idx="4605">
                  <c:v>19.149999999999999</c:v>
                </c:pt>
                <c:pt idx="4606">
                  <c:v>19.154167000000001</c:v>
                </c:pt>
                <c:pt idx="4607">
                  <c:v>19.158332999999999</c:v>
                </c:pt>
                <c:pt idx="4608">
                  <c:v>19.162500000000001</c:v>
                </c:pt>
                <c:pt idx="4609">
                  <c:v>19.166667</c:v>
                </c:pt>
                <c:pt idx="4610">
                  <c:v>19.170832999999998</c:v>
                </c:pt>
                <c:pt idx="4611">
                  <c:v>19.175000000000001</c:v>
                </c:pt>
                <c:pt idx="4612">
                  <c:v>19.179167</c:v>
                </c:pt>
                <c:pt idx="4613">
                  <c:v>19.183333000000001</c:v>
                </c:pt>
                <c:pt idx="4614">
                  <c:v>19.1875</c:v>
                </c:pt>
                <c:pt idx="4615">
                  <c:v>19.191666999999999</c:v>
                </c:pt>
                <c:pt idx="4616">
                  <c:v>19.195833</c:v>
                </c:pt>
                <c:pt idx="4617">
                  <c:v>19.2</c:v>
                </c:pt>
                <c:pt idx="4618">
                  <c:v>19.204167000000002</c:v>
                </c:pt>
                <c:pt idx="4619">
                  <c:v>19.208333</c:v>
                </c:pt>
                <c:pt idx="4620">
                  <c:v>19.212499999999999</c:v>
                </c:pt>
                <c:pt idx="4621">
                  <c:v>19.216667000000001</c:v>
                </c:pt>
                <c:pt idx="4622">
                  <c:v>19.220832999999999</c:v>
                </c:pt>
                <c:pt idx="4623">
                  <c:v>19.225000000000001</c:v>
                </c:pt>
                <c:pt idx="4624">
                  <c:v>19.229167</c:v>
                </c:pt>
                <c:pt idx="4625">
                  <c:v>19.233332999999998</c:v>
                </c:pt>
                <c:pt idx="4626">
                  <c:v>19.237500000000001</c:v>
                </c:pt>
                <c:pt idx="4627">
                  <c:v>19.241667</c:v>
                </c:pt>
                <c:pt idx="4628">
                  <c:v>19.245833000000001</c:v>
                </c:pt>
                <c:pt idx="4629">
                  <c:v>19.25</c:v>
                </c:pt>
                <c:pt idx="4630">
                  <c:v>19.254166999999999</c:v>
                </c:pt>
                <c:pt idx="4631">
                  <c:v>19.258333</c:v>
                </c:pt>
                <c:pt idx="4632">
                  <c:v>19.262499999999999</c:v>
                </c:pt>
                <c:pt idx="4633">
                  <c:v>19.266667000000002</c:v>
                </c:pt>
                <c:pt idx="4634">
                  <c:v>19.270833</c:v>
                </c:pt>
                <c:pt idx="4635">
                  <c:v>19.274999999999999</c:v>
                </c:pt>
                <c:pt idx="4636">
                  <c:v>19.279167000000001</c:v>
                </c:pt>
                <c:pt idx="4637">
                  <c:v>19.283332999999999</c:v>
                </c:pt>
                <c:pt idx="4638">
                  <c:v>19.287500000000001</c:v>
                </c:pt>
                <c:pt idx="4639">
                  <c:v>19.291667</c:v>
                </c:pt>
                <c:pt idx="4640">
                  <c:v>19.295832999999998</c:v>
                </c:pt>
                <c:pt idx="4641">
                  <c:v>19.3</c:v>
                </c:pt>
                <c:pt idx="4642">
                  <c:v>19.304167</c:v>
                </c:pt>
                <c:pt idx="4643">
                  <c:v>19.308333000000001</c:v>
                </c:pt>
                <c:pt idx="4644">
                  <c:v>19.3125</c:v>
                </c:pt>
                <c:pt idx="4645">
                  <c:v>19.316666999999999</c:v>
                </c:pt>
                <c:pt idx="4646">
                  <c:v>19.320833</c:v>
                </c:pt>
                <c:pt idx="4647">
                  <c:v>19.324999999999999</c:v>
                </c:pt>
                <c:pt idx="4648">
                  <c:v>19.329167000000002</c:v>
                </c:pt>
                <c:pt idx="4649">
                  <c:v>19.333333</c:v>
                </c:pt>
                <c:pt idx="4650">
                  <c:v>19.337499999999999</c:v>
                </c:pt>
                <c:pt idx="4651">
                  <c:v>19.341667000000001</c:v>
                </c:pt>
                <c:pt idx="4652">
                  <c:v>19.345832999999999</c:v>
                </c:pt>
                <c:pt idx="4653">
                  <c:v>19.350000000000001</c:v>
                </c:pt>
                <c:pt idx="4654">
                  <c:v>19.354167</c:v>
                </c:pt>
                <c:pt idx="4655">
                  <c:v>19.358332999999998</c:v>
                </c:pt>
                <c:pt idx="4656">
                  <c:v>19.362500000000001</c:v>
                </c:pt>
                <c:pt idx="4657">
                  <c:v>19.366667</c:v>
                </c:pt>
                <c:pt idx="4658">
                  <c:v>19.370833000000001</c:v>
                </c:pt>
                <c:pt idx="4659">
                  <c:v>19.375</c:v>
                </c:pt>
                <c:pt idx="4660">
                  <c:v>19.379166999999999</c:v>
                </c:pt>
                <c:pt idx="4661">
                  <c:v>19.383333</c:v>
                </c:pt>
                <c:pt idx="4662">
                  <c:v>19.387499999999999</c:v>
                </c:pt>
                <c:pt idx="4663">
                  <c:v>19.391667000000002</c:v>
                </c:pt>
                <c:pt idx="4664">
                  <c:v>19.395833</c:v>
                </c:pt>
                <c:pt idx="4665">
                  <c:v>19.399999999999999</c:v>
                </c:pt>
                <c:pt idx="4666">
                  <c:v>19.404167000000001</c:v>
                </c:pt>
                <c:pt idx="4667">
                  <c:v>19.408332999999999</c:v>
                </c:pt>
                <c:pt idx="4668">
                  <c:v>19.412500000000001</c:v>
                </c:pt>
                <c:pt idx="4669">
                  <c:v>19.416667</c:v>
                </c:pt>
                <c:pt idx="4670">
                  <c:v>19.420832999999998</c:v>
                </c:pt>
                <c:pt idx="4671">
                  <c:v>19.425000000000001</c:v>
                </c:pt>
                <c:pt idx="4672">
                  <c:v>19.429167</c:v>
                </c:pt>
                <c:pt idx="4673">
                  <c:v>19.433333000000001</c:v>
                </c:pt>
                <c:pt idx="4674">
                  <c:v>19.4375</c:v>
                </c:pt>
                <c:pt idx="4675">
                  <c:v>19.441666999999999</c:v>
                </c:pt>
                <c:pt idx="4676">
                  <c:v>19.445833</c:v>
                </c:pt>
                <c:pt idx="4677">
                  <c:v>19.45</c:v>
                </c:pt>
                <c:pt idx="4678">
                  <c:v>19.454167000000002</c:v>
                </c:pt>
                <c:pt idx="4679">
                  <c:v>19.458333</c:v>
                </c:pt>
                <c:pt idx="4680">
                  <c:v>19.462499999999999</c:v>
                </c:pt>
                <c:pt idx="4681">
                  <c:v>19.466667000000001</c:v>
                </c:pt>
                <c:pt idx="4682">
                  <c:v>19.470832999999999</c:v>
                </c:pt>
                <c:pt idx="4683">
                  <c:v>19.475000000000001</c:v>
                </c:pt>
                <c:pt idx="4684">
                  <c:v>19.479167</c:v>
                </c:pt>
                <c:pt idx="4685">
                  <c:v>19.483332999999998</c:v>
                </c:pt>
                <c:pt idx="4686">
                  <c:v>19.487500000000001</c:v>
                </c:pt>
                <c:pt idx="4687">
                  <c:v>19.491667</c:v>
                </c:pt>
                <c:pt idx="4688">
                  <c:v>19.495833000000001</c:v>
                </c:pt>
                <c:pt idx="4689">
                  <c:v>19.5</c:v>
                </c:pt>
                <c:pt idx="4690">
                  <c:v>19.504166999999999</c:v>
                </c:pt>
                <c:pt idx="4691">
                  <c:v>19.508333</c:v>
                </c:pt>
                <c:pt idx="4692">
                  <c:v>19.512499999999999</c:v>
                </c:pt>
                <c:pt idx="4693">
                  <c:v>19.516667000000002</c:v>
                </c:pt>
                <c:pt idx="4694">
                  <c:v>19.520833</c:v>
                </c:pt>
                <c:pt idx="4695">
                  <c:v>19.524999999999999</c:v>
                </c:pt>
                <c:pt idx="4696">
                  <c:v>19.529167000000001</c:v>
                </c:pt>
                <c:pt idx="4697">
                  <c:v>19.533332999999999</c:v>
                </c:pt>
                <c:pt idx="4698">
                  <c:v>19.537500000000001</c:v>
                </c:pt>
                <c:pt idx="4699">
                  <c:v>19.541667</c:v>
                </c:pt>
                <c:pt idx="4700">
                  <c:v>19.545832999999998</c:v>
                </c:pt>
                <c:pt idx="4701">
                  <c:v>19.55</c:v>
                </c:pt>
                <c:pt idx="4702">
                  <c:v>19.554167</c:v>
                </c:pt>
                <c:pt idx="4703">
                  <c:v>19.558333000000001</c:v>
                </c:pt>
                <c:pt idx="4704">
                  <c:v>19.5625</c:v>
                </c:pt>
                <c:pt idx="4705">
                  <c:v>19.566666999999999</c:v>
                </c:pt>
                <c:pt idx="4706">
                  <c:v>19.570833</c:v>
                </c:pt>
                <c:pt idx="4707">
                  <c:v>19.574999999999999</c:v>
                </c:pt>
                <c:pt idx="4708">
                  <c:v>19.579167000000002</c:v>
                </c:pt>
                <c:pt idx="4709">
                  <c:v>19.583333</c:v>
                </c:pt>
                <c:pt idx="4710">
                  <c:v>19.587499999999999</c:v>
                </c:pt>
                <c:pt idx="4711">
                  <c:v>19.591667000000001</c:v>
                </c:pt>
                <c:pt idx="4712">
                  <c:v>19.595832999999999</c:v>
                </c:pt>
                <c:pt idx="4713">
                  <c:v>19.600000000000001</c:v>
                </c:pt>
                <c:pt idx="4714">
                  <c:v>19.604167</c:v>
                </c:pt>
                <c:pt idx="4715">
                  <c:v>19.608332999999998</c:v>
                </c:pt>
                <c:pt idx="4716">
                  <c:v>19.612500000000001</c:v>
                </c:pt>
                <c:pt idx="4717">
                  <c:v>19.616667</c:v>
                </c:pt>
                <c:pt idx="4718">
                  <c:v>19.620833000000001</c:v>
                </c:pt>
                <c:pt idx="4719">
                  <c:v>19.625</c:v>
                </c:pt>
                <c:pt idx="4720">
                  <c:v>19.629166999999999</c:v>
                </c:pt>
                <c:pt idx="4721">
                  <c:v>19.633333</c:v>
                </c:pt>
                <c:pt idx="4722">
                  <c:v>19.637499999999999</c:v>
                </c:pt>
                <c:pt idx="4723">
                  <c:v>19.641667000000002</c:v>
                </c:pt>
                <c:pt idx="4724">
                  <c:v>19.645833</c:v>
                </c:pt>
                <c:pt idx="4725">
                  <c:v>19.649999999999999</c:v>
                </c:pt>
                <c:pt idx="4726">
                  <c:v>19.654167000000001</c:v>
                </c:pt>
                <c:pt idx="4727">
                  <c:v>19.658332999999999</c:v>
                </c:pt>
                <c:pt idx="4728">
                  <c:v>19.662500000000001</c:v>
                </c:pt>
                <c:pt idx="4729">
                  <c:v>19.666667</c:v>
                </c:pt>
                <c:pt idx="4730">
                  <c:v>19.670832999999998</c:v>
                </c:pt>
                <c:pt idx="4731">
                  <c:v>19.675000000000001</c:v>
                </c:pt>
                <c:pt idx="4732">
                  <c:v>19.679167</c:v>
                </c:pt>
                <c:pt idx="4733">
                  <c:v>19.683333000000001</c:v>
                </c:pt>
                <c:pt idx="4734">
                  <c:v>19.6875</c:v>
                </c:pt>
                <c:pt idx="4735">
                  <c:v>19.691666999999999</c:v>
                </c:pt>
                <c:pt idx="4736">
                  <c:v>19.695833</c:v>
                </c:pt>
                <c:pt idx="4737">
                  <c:v>19.7</c:v>
                </c:pt>
                <c:pt idx="4738">
                  <c:v>19.704167000000002</c:v>
                </c:pt>
                <c:pt idx="4739">
                  <c:v>19.708333</c:v>
                </c:pt>
                <c:pt idx="4740">
                  <c:v>19.712499999999999</c:v>
                </c:pt>
                <c:pt idx="4741">
                  <c:v>19.716667000000001</c:v>
                </c:pt>
                <c:pt idx="4742">
                  <c:v>19.720832999999999</c:v>
                </c:pt>
                <c:pt idx="4743">
                  <c:v>19.725000000000001</c:v>
                </c:pt>
                <c:pt idx="4744">
                  <c:v>19.729167</c:v>
                </c:pt>
                <c:pt idx="4745">
                  <c:v>19.733332999999998</c:v>
                </c:pt>
                <c:pt idx="4746">
                  <c:v>19.737500000000001</c:v>
                </c:pt>
                <c:pt idx="4747">
                  <c:v>19.741667</c:v>
                </c:pt>
                <c:pt idx="4748">
                  <c:v>19.745833000000001</c:v>
                </c:pt>
                <c:pt idx="4749">
                  <c:v>19.75</c:v>
                </c:pt>
                <c:pt idx="4750">
                  <c:v>19.754166999999999</c:v>
                </c:pt>
                <c:pt idx="4751">
                  <c:v>19.758333</c:v>
                </c:pt>
                <c:pt idx="4752">
                  <c:v>19.762499999999999</c:v>
                </c:pt>
                <c:pt idx="4753">
                  <c:v>19.766667000000002</c:v>
                </c:pt>
                <c:pt idx="4754">
                  <c:v>19.770833</c:v>
                </c:pt>
                <c:pt idx="4755">
                  <c:v>19.774999999999999</c:v>
                </c:pt>
                <c:pt idx="4756">
                  <c:v>19.779167000000001</c:v>
                </c:pt>
                <c:pt idx="4757">
                  <c:v>19.783332999999999</c:v>
                </c:pt>
                <c:pt idx="4758">
                  <c:v>19.787500000000001</c:v>
                </c:pt>
                <c:pt idx="4759">
                  <c:v>19.791667</c:v>
                </c:pt>
                <c:pt idx="4760">
                  <c:v>19.795832999999998</c:v>
                </c:pt>
                <c:pt idx="4761">
                  <c:v>19.8</c:v>
                </c:pt>
                <c:pt idx="4762">
                  <c:v>19.804167</c:v>
                </c:pt>
                <c:pt idx="4763">
                  <c:v>19.808333000000001</c:v>
                </c:pt>
                <c:pt idx="4764">
                  <c:v>19.8125</c:v>
                </c:pt>
                <c:pt idx="4765">
                  <c:v>19.816666999999999</c:v>
                </c:pt>
                <c:pt idx="4766">
                  <c:v>19.820833</c:v>
                </c:pt>
                <c:pt idx="4767">
                  <c:v>19.824999999999999</c:v>
                </c:pt>
                <c:pt idx="4768">
                  <c:v>19.829167000000002</c:v>
                </c:pt>
                <c:pt idx="4769">
                  <c:v>19.833333</c:v>
                </c:pt>
                <c:pt idx="4770">
                  <c:v>19.837499999999999</c:v>
                </c:pt>
                <c:pt idx="4771">
                  <c:v>19.841667000000001</c:v>
                </c:pt>
                <c:pt idx="4772">
                  <c:v>19.845832999999999</c:v>
                </c:pt>
                <c:pt idx="4773">
                  <c:v>19.850000000000001</c:v>
                </c:pt>
                <c:pt idx="4774">
                  <c:v>19.854167</c:v>
                </c:pt>
                <c:pt idx="4775">
                  <c:v>19.858332999999998</c:v>
                </c:pt>
                <c:pt idx="4776">
                  <c:v>19.862500000000001</c:v>
                </c:pt>
                <c:pt idx="4777">
                  <c:v>19.866667</c:v>
                </c:pt>
                <c:pt idx="4778">
                  <c:v>19.870833000000001</c:v>
                </c:pt>
                <c:pt idx="4779">
                  <c:v>19.875</c:v>
                </c:pt>
                <c:pt idx="4780">
                  <c:v>19.879166999999999</c:v>
                </c:pt>
                <c:pt idx="4781">
                  <c:v>19.883333</c:v>
                </c:pt>
                <c:pt idx="4782">
                  <c:v>19.887499999999999</c:v>
                </c:pt>
                <c:pt idx="4783">
                  <c:v>19.891667000000002</c:v>
                </c:pt>
                <c:pt idx="4784">
                  <c:v>19.895833</c:v>
                </c:pt>
                <c:pt idx="4785">
                  <c:v>19.899999999999999</c:v>
                </c:pt>
                <c:pt idx="4786">
                  <c:v>19.904167000000001</c:v>
                </c:pt>
                <c:pt idx="4787">
                  <c:v>19.908332999999999</c:v>
                </c:pt>
                <c:pt idx="4788">
                  <c:v>19.912500000000001</c:v>
                </c:pt>
                <c:pt idx="4789">
                  <c:v>19.916667</c:v>
                </c:pt>
                <c:pt idx="4790">
                  <c:v>19.920832999999998</c:v>
                </c:pt>
                <c:pt idx="4791">
                  <c:v>19.925000000000001</c:v>
                </c:pt>
                <c:pt idx="4792">
                  <c:v>19.929167</c:v>
                </c:pt>
                <c:pt idx="4793">
                  <c:v>19.933333000000001</c:v>
                </c:pt>
                <c:pt idx="4794">
                  <c:v>19.9375</c:v>
                </c:pt>
                <c:pt idx="4795">
                  <c:v>19.941666999999999</c:v>
                </c:pt>
                <c:pt idx="4796">
                  <c:v>19.945833</c:v>
                </c:pt>
                <c:pt idx="4797">
                  <c:v>19.95</c:v>
                </c:pt>
                <c:pt idx="4798">
                  <c:v>19.954167000000002</c:v>
                </c:pt>
                <c:pt idx="4799">
                  <c:v>19.958333</c:v>
                </c:pt>
                <c:pt idx="4800">
                  <c:v>19.962499999999999</c:v>
                </c:pt>
                <c:pt idx="4801">
                  <c:v>19.966667000000001</c:v>
                </c:pt>
                <c:pt idx="4802">
                  <c:v>19.970832999999999</c:v>
                </c:pt>
                <c:pt idx="4803">
                  <c:v>19.975000000000001</c:v>
                </c:pt>
                <c:pt idx="4804">
                  <c:v>19.979167</c:v>
                </c:pt>
                <c:pt idx="4805">
                  <c:v>19.983332999999998</c:v>
                </c:pt>
                <c:pt idx="4806">
                  <c:v>19.987500000000001</c:v>
                </c:pt>
                <c:pt idx="4807">
                  <c:v>19.991667</c:v>
                </c:pt>
                <c:pt idx="4808">
                  <c:v>19.995833000000001</c:v>
                </c:pt>
                <c:pt idx="4809">
                  <c:v>20</c:v>
                </c:pt>
                <c:pt idx="4810">
                  <c:v>20.004166999999999</c:v>
                </c:pt>
                <c:pt idx="4811">
                  <c:v>20.008333</c:v>
                </c:pt>
                <c:pt idx="4812">
                  <c:v>20.012499999999999</c:v>
                </c:pt>
                <c:pt idx="4813">
                  <c:v>20.016667000000002</c:v>
                </c:pt>
                <c:pt idx="4814">
                  <c:v>20.020833</c:v>
                </c:pt>
                <c:pt idx="4815">
                  <c:v>20.024999999999999</c:v>
                </c:pt>
                <c:pt idx="4816">
                  <c:v>20.029167000000001</c:v>
                </c:pt>
                <c:pt idx="4817">
                  <c:v>20.033332999999999</c:v>
                </c:pt>
                <c:pt idx="4818">
                  <c:v>20.037500000000001</c:v>
                </c:pt>
                <c:pt idx="4819">
                  <c:v>20.041667</c:v>
                </c:pt>
                <c:pt idx="4820">
                  <c:v>20.045832999999998</c:v>
                </c:pt>
                <c:pt idx="4821">
                  <c:v>20.05</c:v>
                </c:pt>
                <c:pt idx="4822">
                  <c:v>20.054167</c:v>
                </c:pt>
                <c:pt idx="4823">
                  <c:v>20.058333000000001</c:v>
                </c:pt>
                <c:pt idx="4824">
                  <c:v>20.0625</c:v>
                </c:pt>
                <c:pt idx="4825">
                  <c:v>20.066666999999999</c:v>
                </c:pt>
                <c:pt idx="4826">
                  <c:v>20.070833</c:v>
                </c:pt>
                <c:pt idx="4827">
                  <c:v>20.074999999999999</c:v>
                </c:pt>
                <c:pt idx="4828">
                  <c:v>20.079167000000002</c:v>
                </c:pt>
                <c:pt idx="4829">
                  <c:v>20.083333</c:v>
                </c:pt>
                <c:pt idx="4830">
                  <c:v>20.087499999999999</c:v>
                </c:pt>
                <c:pt idx="4831">
                  <c:v>20.091667000000001</c:v>
                </c:pt>
                <c:pt idx="4832">
                  <c:v>20.095832999999999</c:v>
                </c:pt>
                <c:pt idx="4833">
                  <c:v>20.100000000000001</c:v>
                </c:pt>
                <c:pt idx="4834">
                  <c:v>20.104167</c:v>
                </c:pt>
                <c:pt idx="4835">
                  <c:v>20.108332999999998</c:v>
                </c:pt>
                <c:pt idx="4836">
                  <c:v>20.112500000000001</c:v>
                </c:pt>
                <c:pt idx="4837">
                  <c:v>20.116667</c:v>
                </c:pt>
                <c:pt idx="4838">
                  <c:v>20.120833000000001</c:v>
                </c:pt>
                <c:pt idx="4839">
                  <c:v>20.125</c:v>
                </c:pt>
                <c:pt idx="4840">
                  <c:v>20.129166999999999</c:v>
                </c:pt>
                <c:pt idx="4841">
                  <c:v>20.133333</c:v>
                </c:pt>
                <c:pt idx="4842">
                  <c:v>20.137499999999999</c:v>
                </c:pt>
                <c:pt idx="4843">
                  <c:v>20.141667000000002</c:v>
                </c:pt>
                <c:pt idx="4844">
                  <c:v>20.145833</c:v>
                </c:pt>
                <c:pt idx="4845">
                  <c:v>20.149999999999999</c:v>
                </c:pt>
                <c:pt idx="4846">
                  <c:v>20.154167000000001</c:v>
                </c:pt>
                <c:pt idx="4847">
                  <c:v>20.158332999999999</c:v>
                </c:pt>
                <c:pt idx="4848">
                  <c:v>20.162500000000001</c:v>
                </c:pt>
                <c:pt idx="4849">
                  <c:v>20.166667</c:v>
                </c:pt>
                <c:pt idx="4850">
                  <c:v>20.170832999999998</c:v>
                </c:pt>
                <c:pt idx="4851">
                  <c:v>20.175000000000001</c:v>
                </c:pt>
                <c:pt idx="4852">
                  <c:v>20.179167</c:v>
                </c:pt>
                <c:pt idx="4853">
                  <c:v>20.183333000000001</c:v>
                </c:pt>
                <c:pt idx="4854">
                  <c:v>20.1875</c:v>
                </c:pt>
                <c:pt idx="4855">
                  <c:v>20.191666999999999</c:v>
                </c:pt>
                <c:pt idx="4856">
                  <c:v>20.195833</c:v>
                </c:pt>
                <c:pt idx="4857">
                  <c:v>20.2</c:v>
                </c:pt>
                <c:pt idx="4858">
                  <c:v>20.204167000000002</c:v>
                </c:pt>
                <c:pt idx="4859">
                  <c:v>20.208333</c:v>
                </c:pt>
                <c:pt idx="4860">
                  <c:v>20.212499999999999</c:v>
                </c:pt>
                <c:pt idx="4861">
                  <c:v>20.216667000000001</c:v>
                </c:pt>
                <c:pt idx="4862">
                  <c:v>20.220832999999999</c:v>
                </c:pt>
                <c:pt idx="4863">
                  <c:v>20.225000000000001</c:v>
                </c:pt>
                <c:pt idx="4864">
                  <c:v>20.229167</c:v>
                </c:pt>
                <c:pt idx="4865">
                  <c:v>20.233332999999998</c:v>
                </c:pt>
                <c:pt idx="4866">
                  <c:v>20.237500000000001</c:v>
                </c:pt>
                <c:pt idx="4867">
                  <c:v>20.241667</c:v>
                </c:pt>
                <c:pt idx="4868">
                  <c:v>20.245833000000001</c:v>
                </c:pt>
                <c:pt idx="4869">
                  <c:v>20.25</c:v>
                </c:pt>
                <c:pt idx="4870">
                  <c:v>20.254166999999999</c:v>
                </c:pt>
                <c:pt idx="4871">
                  <c:v>20.258333</c:v>
                </c:pt>
                <c:pt idx="4872">
                  <c:v>20.262499999999999</c:v>
                </c:pt>
                <c:pt idx="4873">
                  <c:v>20.266667000000002</c:v>
                </c:pt>
                <c:pt idx="4874">
                  <c:v>20.270833</c:v>
                </c:pt>
                <c:pt idx="4875">
                  <c:v>20.274999999999999</c:v>
                </c:pt>
                <c:pt idx="4876">
                  <c:v>20.279167000000001</c:v>
                </c:pt>
                <c:pt idx="4877">
                  <c:v>20.283332999999999</c:v>
                </c:pt>
                <c:pt idx="4878">
                  <c:v>20.287500000000001</c:v>
                </c:pt>
                <c:pt idx="4879">
                  <c:v>20.291667</c:v>
                </c:pt>
                <c:pt idx="4880">
                  <c:v>20.295832999999998</c:v>
                </c:pt>
                <c:pt idx="4881">
                  <c:v>20.3</c:v>
                </c:pt>
                <c:pt idx="4882">
                  <c:v>20.304167</c:v>
                </c:pt>
                <c:pt idx="4883">
                  <c:v>20.308333000000001</c:v>
                </c:pt>
                <c:pt idx="4884">
                  <c:v>20.3125</c:v>
                </c:pt>
                <c:pt idx="4885">
                  <c:v>20.316666999999999</c:v>
                </c:pt>
                <c:pt idx="4886">
                  <c:v>20.320833</c:v>
                </c:pt>
                <c:pt idx="4887">
                  <c:v>20.324999999999999</c:v>
                </c:pt>
                <c:pt idx="4888">
                  <c:v>20.329167000000002</c:v>
                </c:pt>
                <c:pt idx="4889">
                  <c:v>20.333333</c:v>
                </c:pt>
                <c:pt idx="4890">
                  <c:v>20.337499999999999</c:v>
                </c:pt>
                <c:pt idx="4891">
                  <c:v>20.341667000000001</c:v>
                </c:pt>
                <c:pt idx="4892">
                  <c:v>20.345832999999999</c:v>
                </c:pt>
                <c:pt idx="4893">
                  <c:v>20.350000000000001</c:v>
                </c:pt>
                <c:pt idx="4894">
                  <c:v>20.354167</c:v>
                </c:pt>
                <c:pt idx="4895">
                  <c:v>20.358332999999998</c:v>
                </c:pt>
                <c:pt idx="4896">
                  <c:v>20.362500000000001</c:v>
                </c:pt>
                <c:pt idx="4897">
                  <c:v>20.366667</c:v>
                </c:pt>
                <c:pt idx="4898">
                  <c:v>20.370833000000001</c:v>
                </c:pt>
                <c:pt idx="4899">
                  <c:v>20.375</c:v>
                </c:pt>
                <c:pt idx="4900">
                  <c:v>20.379166999999999</c:v>
                </c:pt>
                <c:pt idx="4901">
                  <c:v>20.383333</c:v>
                </c:pt>
                <c:pt idx="4902">
                  <c:v>20.387499999999999</c:v>
                </c:pt>
                <c:pt idx="4903">
                  <c:v>20.391667000000002</c:v>
                </c:pt>
                <c:pt idx="4904">
                  <c:v>20.395833</c:v>
                </c:pt>
                <c:pt idx="4905">
                  <c:v>20.399999999999999</c:v>
                </c:pt>
                <c:pt idx="4906">
                  <c:v>20.404167000000001</c:v>
                </c:pt>
                <c:pt idx="4907">
                  <c:v>20.408332999999999</c:v>
                </c:pt>
                <c:pt idx="4908">
                  <c:v>20.412500000000001</c:v>
                </c:pt>
                <c:pt idx="4909">
                  <c:v>20.416667</c:v>
                </c:pt>
                <c:pt idx="4910">
                  <c:v>20.420832999999998</c:v>
                </c:pt>
                <c:pt idx="4911">
                  <c:v>20.425000000000001</c:v>
                </c:pt>
                <c:pt idx="4912">
                  <c:v>20.429167</c:v>
                </c:pt>
                <c:pt idx="4913">
                  <c:v>20.433333000000001</c:v>
                </c:pt>
                <c:pt idx="4914">
                  <c:v>20.4375</c:v>
                </c:pt>
                <c:pt idx="4915">
                  <c:v>20.441666999999999</c:v>
                </c:pt>
                <c:pt idx="4916">
                  <c:v>20.445833</c:v>
                </c:pt>
                <c:pt idx="4917">
                  <c:v>20.45</c:v>
                </c:pt>
                <c:pt idx="4918">
                  <c:v>20.454167000000002</c:v>
                </c:pt>
                <c:pt idx="4919">
                  <c:v>20.458333</c:v>
                </c:pt>
                <c:pt idx="4920">
                  <c:v>20.462499999999999</c:v>
                </c:pt>
                <c:pt idx="4921">
                  <c:v>20.466667000000001</c:v>
                </c:pt>
                <c:pt idx="4922">
                  <c:v>20.470832999999999</c:v>
                </c:pt>
                <c:pt idx="4923">
                  <c:v>20.475000000000001</c:v>
                </c:pt>
                <c:pt idx="4924">
                  <c:v>20.479167</c:v>
                </c:pt>
                <c:pt idx="4925">
                  <c:v>20.483332999999998</c:v>
                </c:pt>
                <c:pt idx="4926">
                  <c:v>20.487500000000001</c:v>
                </c:pt>
                <c:pt idx="4927">
                  <c:v>20.491667</c:v>
                </c:pt>
                <c:pt idx="4928">
                  <c:v>20.495833000000001</c:v>
                </c:pt>
                <c:pt idx="4929">
                  <c:v>20.5</c:v>
                </c:pt>
                <c:pt idx="4930">
                  <c:v>20.504166999999999</c:v>
                </c:pt>
                <c:pt idx="4931">
                  <c:v>20.508333</c:v>
                </c:pt>
                <c:pt idx="4932">
                  <c:v>20.512499999999999</c:v>
                </c:pt>
                <c:pt idx="4933">
                  <c:v>20.516667000000002</c:v>
                </c:pt>
                <c:pt idx="4934">
                  <c:v>20.520833</c:v>
                </c:pt>
                <c:pt idx="4935">
                  <c:v>20.524999999999999</c:v>
                </c:pt>
                <c:pt idx="4936">
                  <c:v>20.529167000000001</c:v>
                </c:pt>
                <c:pt idx="4937">
                  <c:v>20.533332999999999</c:v>
                </c:pt>
                <c:pt idx="4938">
                  <c:v>20.537500000000001</c:v>
                </c:pt>
                <c:pt idx="4939">
                  <c:v>20.541667</c:v>
                </c:pt>
                <c:pt idx="4940">
                  <c:v>20.545832999999998</c:v>
                </c:pt>
                <c:pt idx="4941">
                  <c:v>20.55</c:v>
                </c:pt>
                <c:pt idx="4942">
                  <c:v>20.554167</c:v>
                </c:pt>
                <c:pt idx="4943">
                  <c:v>20.558333000000001</c:v>
                </c:pt>
                <c:pt idx="4944">
                  <c:v>20.5625</c:v>
                </c:pt>
                <c:pt idx="4945">
                  <c:v>20.566666999999999</c:v>
                </c:pt>
                <c:pt idx="4946">
                  <c:v>20.570833</c:v>
                </c:pt>
                <c:pt idx="4947">
                  <c:v>20.574999999999999</c:v>
                </c:pt>
                <c:pt idx="4948">
                  <c:v>20.579167000000002</c:v>
                </c:pt>
                <c:pt idx="4949">
                  <c:v>20.583333</c:v>
                </c:pt>
                <c:pt idx="4950">
                  <c:v>20.587499999999999</c:v>
                </c:pt>
                <c:pt idx="4951">
                  <c:v>20.591667000000001</c:v>
                </c:pt>
                <c:pt idx="4952">
                  <c:v>20.595832999999999</c:v>
                </c:pt>
                <c:pt idx="4953">
                  <c:v>20.6</c:v>
                </c:pt>
                <c:pt idx="4954">
                  <c:v>20.604167</c:v>
                </c:pt>
                <c:pt idx="4955">
                  <c:v>20.608332999999998</c:v>
                </c:pt>
                <c:pt idx="4956">
                  <c:v>20.612500000000001</c:v>
                </c:pt>
                <c:pt idx="4957">
                  <c:v>20.616667</c:v>
                </c:pt>
                <c:pt idx="4958">
                  <c:v>20.620833000000001</c:v>
                </c:pt>
                <c:pt idx="4959">
                  <c:v>20.625</c:v>
                </c:pt>
                <c:pt idx="4960">
                  <c:v>20.629166999999999</c:v>
                </c:pt>
                <c:pt idx="4961">
                  <c:v>20.633333</c:v>
                </c:pt>
                <c:pt idx="4962">
                  <c:v>20.637499999999999</c:v>
                </c:pt>
                <c:pt idx="4963">
                  <c:v>20.641667000000002</c:v>
                </c:pt>
                <c:pt idx="4964">
                  <c:v>20.645833</c:v>
                </c:pt>
                <c:pt idx="4965">
                  <c:v>20.65</c:v>
                </c:pt>
                <c:pt idx="4966">
                  <c:v>20.654167000000001</c:v>
                </c:pt>
                <c:pt idx="4967">
                  <c:v>20.658332999999999</c:v>
                </c:pt>
                <c:pt idx="4968">
                  <c:v>20.662500000000001</c:v>
                </c:pt>
                <c:pt idx="4969">
                  <c:v>20.666667</c:v>
                </c:pt>
                <c:pt idx="4970">
                  <c:v>20.670832999999998</c:v>
                </c:pt>
                <c:pt idx="4971">
                  <c:v>20.675000000000001</c:v>
                </c:pt>
                <c:pt idx="4972">
                  <c:v>20.679167</c:v>
                </c:pt>
                <c:pt idx="4973">
                  <c:v>20.683333000000001</c:v>
                </c:pt>
                <c:pt idx="4974">
                  <c:v>20.6875</c:v>
                </c:pt>
                <c:pt idx="4975">
                  <c:v>20.691666999999999</c:v>
                </c:pt>
                <c:pt idx="4976">
                  <c:v>20.695833</c:v>
                </c:pt>
                <c:pt idx="4977">
                  <c:v>20.7</c:v>
                </c:pt>
                <c:pt idx="4978">
                  <c:v>20.704167000000002</c:v>
                </c:pt>
                <c:pt idx="4979">
                  <c:v>20.708333</c:v>
                </c:pt>
                <c:pt idx="4980">
                  <c:v>20.712499999999999</c:v>
                </c:pt>
                <c:pt idx="4981">
                  <c:v>20.716667000000001</c:v>
                </c:pt>
                <c:pt idx="4982">
                  <c:v>20.720832999999999</c:v>
                </c:pt>
                <c:pt idx="4983">
                  <c:v>20.725000000000001</c:v>
                </c:pt>
                <c:pt idx="4984">
                  <c:v>20.729167</c:v>
                </c:pt>
                <c:pt idx="4985">
                  <c:v>20.733332999999998</c:v>
                </c:pt>
                <c:pt idx="4986">
                  <c:v>20.737500000000001</c:v>
                </c:pt>
                <c:pt idx="4987">
                  <c:v>20.741667</c:v>
                </c:pt>
                <c:pt idx="4988">
                  <c:v>20.745833000000001</c:v>
                </c:pt>
                <c:pt idx="4989">
                  <c:v>20.75</c:v>
                </c:pt>
                <c:pt idx="4990">
                  <c:v>20.754166999999999</c:v>
                </c:pt>
                <c:pt idx="4991">
                  <c:v>20.758333</c:v>
                </c:pt>
                <c:pt idx="4992">
                  <c:v>20.762499999999999</c:v>
                </c:pt>
                <c:pt idx="4993">
                  <c:v>20.766667000000002</c:v>
                </c:pt>
                <c:pt idx="4994">
                  <c:v>20.770833</c:v>
                </c:pt>
                <c:pt idx="4995">
                  <c:v>20.774999999999999</c:v>
                </c:pt>
                <c:pt idx="4996">
                  <c:v>20.779167000000001</c:v>
                </c:pt>
                <c:pt idx="4997">
                  <c:v>20.783332999999999</c:v>
                </c:pt>
                <c:pt idx="4998">
                  <c:v>20.787500000000001</c:v>
                </c:pt>
                <c:pt idx="4999">
                  <c:v>20.791667</c:v>
                </c:pt>
                <c:pt idx="5000">
                  <c:v>20.795832999999998</c:v>
                </c:pt>
                <c:pt idx="5001">
                  <c:v>20.8</c:v>
                </c:pt>
                <c:pt idx="5002">
                  <c:v>20.804167</c:v>
                </c:pt>
                <c:pt idx="5003">
                  <c:v>20.808333000000001</c:v>
                </c:pt>
                <c:pt idx="5004">
                  <c:v>20.8125</c:v>
                </c:pt>
                <c:pt idx="5005">
                  <c:v>20.816666999999999</c:v>
                </c:pt>
                <c:pt idx="5006">
                  <c:v>20.820833</c:v>
                </c:pt>
                <c:pt idx="5007">
                  <c:v>20.824999999999999</c:v>
                </c:pt>
                <c:pt idx="5008">
                  <c:v>20.829167000000002</c:v>
                </c:pt>
                <c:pt idx="5009">
                  <c:v>20.833333</c:v>
                </c:pt>
                <c:pt idx="5010">
                  <c:v>20.837499999999999</c:v>
                </c:pt>
                <c:pt idx="5011">
                  <c:v>20.841667000000001</c:v>
                </c:pt>
                <c:pt idx="5012">
                  <c:v>20.845832999999999</c:v>
                </c:pt>
                <c:pt idx="5013">
                  <c:v>20.85</c:v>
                </c:pt>
                <c:pt idx="5014">
                  <c:v>20.854167</c:v>
                </c:pt>
                <c:pt idx="5015">
                  <c:v>20.858332999999998</c:v>
                </c:pt>
                <c:pt idx="5016">
                  <c:v>20.862500000000001</c:v>
                </c:pt>
                <c:pt idx="5017">
                  <c:v>20.866667</c:v>
                </c:pt>
                <c:pt idx="5018">
                  <c:v>20.870833000000001</c:v>
                </c:pt>
                <c:pt idx="5019">
                  <c:v>20.875</c:v>
                </c:pt>
                <c:pt idx="5020">
                  <c:v>20.879166999999999</c:v>
                </c:pt>
                <c:pt idx="5021">
                  <c:v>20.883333</c:v>
                </c:pt>
                <c:pt idx="5022">
                  <c:v>20.887499999999999</c:v>
                </c:pt>
                <c:pt idx="5023">
                  <c:v>20.891667000000002</c:v>
                </c:pt>
                <c:pt idx="5024">
                  <c:v>20.895833</c:v>
                </c:pt>
                <c:pt idx="5025">
                  <c:v>20.9</c:v>
                </c:pt>
                <c:pt idx="5026">
                  <c:v>20.904167000000001</c:v>
                </c:pt>
                <c:pt idx="5027">
                  <c:v>20.908332999999999</c:v>
                </c:pt>
                <c:pt idx="5028">
                  <c:v>20.912500000000001</c:v>
                </c:pt>
                <c:pt idx="5029">
                  <c:v>20.916667</c:v>
                </c:pt>
                <c:pt idx="5030">
                  <c:v>20.920832999999998</c:v>
                </c:pt>
                <c:pt idx="5031">
                  <c:v>20.925000000000001</c:v>
                </c:pt>
                <c:pt idx="5032">
                  <c:v>20.929167</c:v>
                </c:pt>
                <c:pt idx="5033">
                  <c:v>20.933333000000001</c:v>
                </c:pt>
                <c:pt idx="5034">
                  <c:v>20.9375</c:v>
                </c:pt>
                <c:pt idx="5035">
                  <c:v>20.941666999999999</c:v>
                </c:pt>
                <c:pt idx="5036">
                  <c:v>20.945833</c:v>
                </c:pt>
                <c:pt idx="5037">
                  <c:v>20.95</c:v>
                </c:pt>
                <c:pt idx="5038">
                  <c:v>20.954167000000002</c:v>
                </c:pt>
                <c:pt idx="5039">
                  <c:v>20.958333</c:v>
                </c:pt>
                <c:pt idx="5040">
                  <c:v>20.962499999999999</c:v>
                </c:pt>
                <c:pt idx="5041">
                  <c:v>20.966667000000001</c:v>
                </c:pt>
                <c:pt idx="5042">
                  <c:v>20.970832999999999</c:v>
                </c:pt>
                <c:pt idx="5043">
                  <c:v>20.975000000000001</c:v>
                </c:pt>
                <c:pt idx="5044">
                  <c:v>20.979167</c:v>
                </c:pt>
                <c:pt idx="5045">
                  <c:v>20.983332999999998</c:v>
                </c:pt>
                <c:pt idx="5046">
                  <c:v>20.987500000000001</c:v>
                </c:pt>
                <c:pt idx="5047">
                  <c:v>20.991667</c:v>
                </c:pt>
                <c:pt idx="5048">
                  <c:v>20.995833000000001</c:v>
                </c:pt>
                <c:pt idx="5049">
                  <c:v>21</c:v>
                </c:pt>
                <c:pt idx="5050">
                  <c:v>21.004166999999999</c:v>
                </c:pt>
                <c:pt idx="5051">
                  <c:v>21.008333</c:v>
                </c:pt>
                <c:pt idx="5052">
                  <c:v>21.012499999999999</c:v>
                </c:pt>
                <c:pt idx="5053">
                  <c:v>21.016667000000002</c:v>
                </c:pt>
                <c:pt idx="5054">
                  <c:v>21.020833</c:v>
                </c:pt>
                <c:pt idx="5055">
                  <c:v>21.024999999999999</c:v>
                </c:pt>
                <c:pt idx="5056">
                  <c:v>21.029167000000001</c:v>
                </c:pt>
                <c:pt idx="5057">
                  <c:v>21.033332999999999</c:v>
                </c:pt>
                <c:pt idx="5058">
                  <c:v>21.037500000000001</c:v>
                </c:pt>
                <c:pt idx="5059">
                  <c:v>21.041667</c:v>
                </c:pt>
                <c:pt idx="5060">
                  <c:v>21.045832999999998</c:v>
                </c:pt>
                <c:pt idx="5061">
                  <c:v>21.05</c:v>
                </c:pt>
                <c:pt idx="5062">
                  <c:v>21.054167</c:v>
                </c:pt>
                <c:pt idx="5063">
                  <c:v>21.058333000000001</c:v>
                </c:pt>
                <c:pt idx="5064">
                  <c:v>21.0625</c:v>
                </c:pt>
                <c:pt idx="5065">
                  <c:v>21.066666999999999</c:v>
                </c:pt>
                <c:pt idx="5066">
                  <c:v>21.070833</c:v>
                </c:pt>
                <c:pt idx="5067">
                  <c:v>21.074999999999999</c:v>
                </c:pt>
                <c:pt idx="5068">
                  <c:v>21.079167000000002</c:v>
                </c:pt>
                <c:pt idx="5069">
                  <c:v>21.083333</c:v>
                </c:pt>
                <c:pt idx="5070">
                  <c:v>21.087499999999999</c:v>
                </c:pt>
                <c:pt idx="5071">
                  <c:v>21.091667000000001</c:v>
                </c:pt>
                <c:pt idx="5072">
                  <c:v>21.095832999999999</c:v>
                </c:pt>
                <c:pt idx="5073">
                  <c:v>21.1</c:v>
                </c:pt>
                <c:pt idx="5074">
                  <c:v>21.104167</c:v>
                </c:pt>
                <c:pt idx="5075">
                  <c:v>21.108332999999998</c:v>
                </c:pt>
                <c:pt idx="5076">
                  <c:v>21.112500000000001</c:v>
                </c:pt>
                <c:pt idx="5077">
                  <c:v>21.116667</c:v>
                </c:pt>
                <c:pt idx="5078">
                  <c:v>21.120833000000001</c:v>
                </c:pt>
                <c:pt idx="5079">
                  <c:v>21.125</c:v>
                </c:pt>
                <c:pt idx="5080">
                  <c:v>21.129166999999999</c:v>
                </c:pt>
                <c:pt idx="5081">
                  <c:v>21.133333</c:v>
                </c:pt>
                <c:pt idx="5082">
                  <c:v>21.137499999999999</c:v>
                </c:pt>
                <c:pt idx="5083">
                  <c:v>21.141667000000002</c:v>
                </c:pt>
                <c:pt idx="5084">
                  <c:v>21.145833</c:v>
                </c:pt>
                <c:pt idx="5085">
                  <c:v>21.15</c:v>
                </c:pt>
                <c:pt idx="5086">
                  <c:v>21.154167000000001</c:v>
                </c:pt>
                <c:pt idx="5087">
                  <c:v>21.158332999999999</c:v>
                </c:pt>
                <c:pt idx="5088">
                  <c:v>21.162500000000001</c:v>
                </c:pt>
                <c:pt idx="5089">
                  <c:v>21.166667</c:v>
                </c:pt>
                <c:pt idx="5090">
                  <c:v>21.170832999999998</c:v>
                </c:pt>
                <c:pt idx="5091">
                  <c:v>21.175000000000001</c:v>
                </c:pt>
                <c:pt idx="5092">
                  <c:v>21.179167</c:v>
                </c:pt>
                <c:pt idx="5093">
                  <c:v>21.183333000000001</c:v>
                </c:pt>
                <c:pt idx="5094">
                  <c:v>21.1875</c:v>
                </c:pt>
                <c:pt idx="5095">
                  <c:v>21.191666999999999</c:v>
                </c:pt>
                <c:pt idx="5096">
                  <c:v>21.195833</c:v>
                </c:pt>
                <c:pt idx="5097">
                  <c:v>21.2</c:v>
                </c:pt>
                <c:pt idx="5098">
                  <c:v>21.204167000000002</c:v>
                </c:pt>
                <c:pt idx="5099">
                  <c:v>21.208333</c:v>
                </c:pt>
                <c:pt idx="5100">
                  <c:v>21.212499999999999</c:v>
                </c:pt>
                <c:pt idx="5101">
                  <c:v>21.216667000000001</c:v>
                </c:pt>
                <c:pt idx="5102">
                  <c:v>21.220832999999999</c:v>
                </c:pt>
                <c:pt idx="5103">
                  <c:v>21.225000000000001</c:v>
                </c:pt>
                <c:pt idx="5104">
                  <c:v>21.229167</c:v>
                </c:pt>
                <c:pt idx="5105">
                  <c:v>21.233332999999998</c:v>
                </c:pt>
                <c:pt idx="5106">
                  <c:v>21.237500000000001</c:v>
                </c:pt>
                <c:pt idx="5107">
                  <c:v>21.241667</c:v>
                </c:pt>
                <c:pt idx="5108">
                  <c:v>21.245833000000001</c:v>
                </c:pt>
                <c:pt idx="5109">
                  <c:v>21.25</c:v>
                </c:pt>
                <c:pt idx="5110">
                  <c:v>21.254166999999999</c:v>
                </c:pt>
                <c:pt idx="5111">
                  <c:v>21.258333</c:v>
                </c:pt>
                <c:pt idx="5112">
                  <c:v>21.262499999999999</c:v>
                </c:pt>
                <c:pt idx="5113">
                  <c:v>21.266667000000002</c:v>
                </c:pt>
                <c:pt idx="5114">
                  <c:v>21.270833</c:v>
                </c:pt>
                <c:pt idx="5115">
                  <c:v>21.274999999999999</c:v>
                </c:pt>
                <c:pt idx="5116">
                  <c:v>21.279167000000001</c:v>
                </c:pt>
                <c:pt idx="5117">
                  <c:v>21.283332999999999</c:v>
                </c:pt>
                <c:pt idx="5118">
                  <c:v>21.287500000000001</c:v>
                </c:pt>
                <c:pt idx="5119">
                  <c:v>21.291667</c:v>
                </c:pt>
                <c:pt idx="5120">
                  <c:v>21.295832999999998</c:v>
                </c:pt>
                <c:pt idx="5121">
                  <c:v>21.3</c:v>
                </c:pt>
                <c:pt idx="5122">
                  <c:v>21.304167</c:v>
                </c:pt>
                <c:pt idx="5123">
                  <c:v>21.308333000000001</c:v>
                </c:pt>
                <c:pt idx="5124">
                  <c:v>21.3125</c:v>
                </c:pt>
                <c:pt idx="5125">
                  <c:v>21.316666999999999</c:v>
                </c:pt>
                <c:pt idx="5126">
                  <c:v>21.320833</c:v>
                </c:pt>
                <c:pt idx="5127">
                  <c:v>21.324999999999999</c:v>
                </c:pt>
                <c:pt idx="5128">
                  <c:v>21.329167000000002</c:v>
                </c:pt>
                <c:pt idx="5129">
                  <c:v>21.333333</c:v>
                </c:pt>
                <c:pt idx="5130">
                  <c:v>21.337499999999999</c:v>
                </c:pt>
                <c:pt idx="5131">
                  <c:v>21.341667000000001</c:v>
                </c:pt>
                <c:pt idx="5132">
                  <c:v>21.345832999999999</c:v>
                </c:pt>
                <c:pt idx="5133">
                  <c:v>21.35</c:v>
                </c:pt>
                <c:pt idx="5134">
                  <c:v>21.354167</c:v>
                </c:pt>
                <c:pt idx="5135">
                  <c:v>21.358332999999998</c:v>
                </c:pt>
                <c:pt idx="5136">
                  <c:v>21.362500000000001</c:v>
                </c:pt>
                <c:pt idx="5137">
                  <c:v>21.366667</c:v>
                </c:pt>
                <c:pt idx="5138">
                  <c:v>21.370833000000001</c:v>
                </c:pt>
                <c:pt idx="5139">
                  <c:v>21.375</c:v>
                </c:pt>
                <c:pt idx="5140">
                  <c:v>21.379166999999999</c:v>
                </c:pt>
                <c:pt idx="5141">
                  <c:v>21.383333</c:v>
                </c:pt>
                <c:pt idx="5142">
                  <c:v>21.387499999999999</c:v>
                </c:pt>
                <c:pt idx="5143">
                  <c:v>21.391667000000002</c:v>
                </c:pt>
                <c:pt idx="5144">
                  <c:v>21.395833</c:v>
                </c:pt>
                <c:pt idx="5145">
                  <c:v>21.4</c:v>
                </c:pt>
                <c:pt idx="5146">
                  <c:v>21.404167000000001</c:v>
                </c:pt>
                <c:pt idx="5147">
                  <c:v>21.408332999999999</c:v>
                </c:pt>
                <c:pt idx="5148">
                  <c:v>21.412500000000001</c:v>
                </c:pt>
                <c:pt idx="5149">
                  <c:v>21.416667</c:v>
                </c:pt>
                <c:pt idx="5150">
                  <c:v>21.420832999999998</c:v>
                </c:pt>
                <c:pt idx="5151">
                  <c:v>21.425000000000001</c:v>
                </c:pt>
                <c:pt idx="5152">
                  <c:v>21.429167</c:v>
                </c:pt>
                <c:pt idx="5153">
                  <c:v>21.433333000000001</c:v>
                </c:pt>
                <c:pt idx="5154">
                  <c:v>21.4375</c:v>
                </c:pt>
                <c:pt idx="5155">
                  <c:v>21.441666999999999</c:v>
                </c:pt>
                <c:pt idx="5156">
                  <c:v>21.445833</c:v>
                </c:pt>
                <c:pt idx="5157">
                  <c:v>21.45</c:v>
                </c:pt>
                <c:pt idx="5158">
                  <c:v>21.454167000000002</c:v>
                </c:pt>
                <c:pt idx="5159">
                  <c:v>21.458333</c:v>
                </c:pt>
                <c:pt idx="5160">
                  <c:v>21.462499999999999</c:v>
                </c:pt>
                <c:pt idx="5161">
                  <c:v>21.466667000000001</c:v>
                </c:pt>
                <c:pt idx="5162">
                  <c:v>21.470832999999999</c:v>
                </c:pt>
                <c:pt idx="5163">
                  <c:v>21.475000000000001</c:v>
                </c:pt>
                <c:pt idx="5164">
                  <c:v>21.479167</c:v>
                </c:pt>
                <c:pt idx="5165">
                  <c:v>21.483332999999998</c:v>
                </c:pt>
                <c:pt idx="5166">
                  <c:v>21.487500000000001</c:v>
                </c:pt>
                <c:pt idx="5167">
                  <c:v>21.491667</c:v>
                </c:pt>
                <c:pt idx="5168">
                  <c:v>21.495833000000001</c:v>
                </c:pt>
                <c:pt idx="5169">
                  <c:v>21.5</c:v>
                </c:pt>
                <c:pt idx="5170">
                  <c:v>21.504166999999999</c:v>
                </c:pt>
                <c:pt idx="5171">
                  <c:v>21.508333</c:v>
                </c:pt>
                <c:pt idx="5172">
                  <c:v>21.512499999999999</c:v>
                </c:pt>
                <c:pt idx="5173">
                  <c:v>21.516667000000002</c:v>
                </c:pt>
                <c:pt idx="5174">
                  <c:v>21.520833</c:v>
                </c:pt>
                <c:pt idx="5175">
                  <c:v>21.524999999999999</c:v>
                </c:pt>
                <c:pt idx="5176">
                  <c:v>21.529167000000001</c:v>
                </c:pt>
                <c:pt idx="5177">
                  <c:v>21.533332999999999</c:v>
                </c:pt>
                <c:pt idx="5178">
                  <c:v>21.537500000000001</c:v>
                </c:pt>
                <c:pt idx="5179">
                  <c:v>21.541667</c:v>
                </c:pt>
                <c:pt idx="5180">
                  <c:v>21.545832999999998</c:v>
                </c:pt>
                <c:pt idx="5181">
                  <c:v>21.55</c:v>
                </c:pt>
                <c:pt idx="5182">
                  <c:v>21.554167</c:v>
                </c:pt>
                <c:pt idx="5183">
                  <c:v>21.558333000000001</c:v>
                </c:pt>
                <c:pt idx="5184">
                  <c:v>21.5625</c:v>
                </c:pt>
                <c:pt idx="5185">
                  <c:v>21.566666999999999</c:v>
                </c:pt>
                <c:pt idx="5186">
                  <c:v>21.570833</c:v>
                </c:pt>
                <c:pt idx="5187">
                  <c:v>21.574999999999999</c:v>
                </c:pt>
                <c:pt idx="5188">
                  <c:v>21.579167000000002</c:v>
                </c:pt>
                <c:pt idx="5189">
                  <c:v>21.583333</c:v>
                </c:pt>
                <c:pt idx="5190">
                  <c:v>21.587499999999999</c:v>
                </c:pt>
                <c:pt idx="5191">
                  <c:v>21.591667000000001</c:v>
                </c:pt>
                <c:pt idx="5192">
                  <c:v>21.595832999999999</c:v>
                </c:pt>
                <c:pt idx="5193">
                  <c:v>21.6</c:v>
                </c:pt>
                <c:pt idx="5194">
                  <c:v>21.604167</c:v>
                </c:pt>
                <c:pt idx="5195">
                  <c:v>21.608332999999998</c:v>
                </c:pt>
                <c:pt idx="5196">
                  <c:v>21.612500000000001</c:v>
                </c:pt>
                <c:pt idx="5197">
                  <c:v>21.616667</c:v>
                </c:pt>
                <c:pt idx="5198">
                  <c:v>21.620833000000001</c:v>
                </c:pt>
                <c:pt idx="5199">
                  <c:v>21.625</c:v>
                </c:pt>
                <c:pt idx="5200">
                  <c:v>21.629166999999999</c:v>
                </c:pt>
                <c:pt idx="5201">
                  <c:v>21.633333</c:v>
                </c:pt>
                <c:pt idx="5202">
                  <c:v>21.637499999999999</c:v>
                </c:pt>
                <c:pt idx="5203">
                  <c:v>21.641667000000002</c:v>
                </c:pt>
                <c:pt idx="5204">
                  <c:v>21.645833</c:v>
                </c:pt>
                <c:pt idx="5205">
                  <c:v>21.65</c:v>
                </c:pt>
                <c:pt idx="5206">
                  <c:v>21.654167000000001</c:v>
                </c:pt>
                <c:pt idx="5207">
                  <c:v>21.658332999999999</c:v>
                </c:pt>
                <c:pt idx="5208">
                  <c:v>21.662500000000001</c:v>
                </c:pt>
                <c:pt idx="5209">
                  <c:v>21.666667</c:v>
                </c:pt>
                <c:pt idx="5210">
                  <c:v>21.670832999999998</c:v>
                </c:pt>
                <c:pt idx="5211">
                  <c:v>21.675000000000001</c:v>
                </c:pt>
                <c:pt idx="5212">
                  <c:v>21.679167</c:v>
                </c:pt>
                <c:pt idx="5213">
                  <c:v>21.683333000000001</c:v>
                </c:pt>
                <c:pt idx="5214">
                  <c:v>21.6875</c:v>
                </c:pt>
                <c:pt idx="5215">
                  <c:v>21.691666999999999</c:v>
                </c:pt>
                <c:pt idx="5216">
                  <c:v>21.695833</c:v>
                </c:pt>
                <c:pt idx="5217">
                  <c:v>21.7</c:v>
                </c:pt>
                <c:pt idx="5218">
                  <c:v>21.704167000000002</c:v>
                </c:pt>
                <c:pt idx="5219">
                  <c:v>21.708333</c:v>
                </c:pt>
                <c:pt idx="5220">
                  <c:v>21.712499999999999</c:v>
                </c:pt>
                <c:pt idx="5221">
                  <c:v>21.716667000000001</c:v>
                </c:pt>
                <c:pt idx="5222">
                  <c:v>21.720832999999999</c:v>
                </c:pt>
                <c:pt idx="5223">
                  <c:v>21.725000000000001</c:v>
                </c:pt>
                <c:pt idx="5224">
                  <c:v>21.729167</c:v>
                </c:pt>
                <c:pt idx="5225">
                  <c:v>21.733332999999998</c:v>
                </c:pt>
                <c:pt idx="5226">
                  <c:v>21.737500000000001</c:v>
                </c:pt>
                <c:pt idx="5227">
                  <c:v>21.741667</c:v>
                </c:pt>
                <c:pt idx="5228">
                  <c:v>21.745833000000001</c:v>
                </c:pt>
                <c:pt idx="5229">
                  <c:v>21.75</c:v>
                </c:pt>
                <c:pt idx="5230">
                  <c:v>21.754166999999999</c:v>
                </c:pt>
                <c:pt idx="5231">
                  <c:v>21.758333</c:v>
                </c:pt>
                <c:pt idx="5232">
                  <c:v>21.762499999999999</c:v>
                </c:pt>
                <c:pt idx="5233">
                  <c:v>21.766667000000002</c:v>
                </c:pt>
                <c:pt idx="5234">
                  <c:v>21.770833</c:v>
                </c:pt>
                <c:pt idx="5235">
                  <c:v>21.774999999999999</c:v>
                </c:pt>
                <c:pt idx="5236">
                  <c:v>21.779167000000001</c:v>
                </c:pt>
                <c:pt idx="5237">
                  <c:v>21.783332999999999</c:v>
                </c:pt>
                <c:pt idx="5238">
                  <c:v>21.787500000000001</c:v>
                </c:pt>
                <c:pt idx="5239">
                  <c:v>21.791667</c:v>
                </c:pt>
                <c:pt idx="5240">
                  <c:v>21.795832999999998</c:v>
                </c:pt>
                <c:pt idx="5241">
                  <c:v>21.8</c:v>
                </c:pt>
                <c:pt idx="5242">
                  <c:v>21.804167</c:v>
                </c:pt>
                <c:pt idx="5243">
                  <c:v>21.808333000000001</c:v>
                </c:pt>
                <c:pt idx="5244">
                  <c:v>21.8125</c:v>
                </c:pt>
                <c:pt idx="5245">
                  <c:v>21.816666999999999</c:v>
                </c:pt>
                <c:pt idx="5246">
                  <c:v>21.820833</c:v>
                </c:pt>
                <c:pt idx="5247">
                  <c:v>21.824999999999999</c:v>
                </c:pt>
                <c:pt idx="5248">
                  <c:v>21.829167000000002</c:v>
                </c:pt>
                <c:pt idx="5249">
                  <c:v>21.833333</c:v>
                </c:pt>
                <c:pt idx="5250">
                  <c:v>21.837499999999999</c:v>
                </c:pt>
                <c:pt idx="5251">
                  <c:v>21.841667000000001</c:v>
                </c:pt>
                <c:pt idx="5252">
                  <c:v>21.845832999999999</c:v>
                </c:pt>
                <c:pt idx="5253">
                  <c:v>21.85</c:v>
                </c:pt>
                <c:pt idx="5254">
                  <c:v>21.854167</c:v>
                </c:pt>
                <c:pt idx="5255">
                  <c:v>21.858332999999998</c:v>
                </c:pt>
                <c:pt idx="5256">
                  <c:v>21.862500000000001</c:v>
                </c:pt>
                <c:pt idx="5257">
                  <c:v>21.866667</c:v>
                </c:pt>
                <c:pt idx="5258">
                  <c:v>21.870833000000001</c:v>
                </c:pt>
                <c:pt idx="5259">
                  <c:v>21.875</c:v>
                </c:pt>
                <c:pt idx="5260">
                  <c:v>21.879166999999999</c:v>
                </c:pt>
                <c:pt idx="5261">
                  <c:v>21.883333</c:v>
                </c:pt>
                <c:pt idx="5262">
                  <c:v>21.887499999999999</c:v>
                </c:pt>
                <c:pt idx="5263">
                  <c:v>21.891667000000002</c:v>
                </c:pt>
                <c:pt idx="5264">
                  <c:v>21.895833</c:v>
                </c:pt>
                <c:pt idx="5265">
                  <c:v>21.9</c:v>
                </c:pt>
                <c:pt idx="5266">
                  <c:v>21.904167000000001</c:v>
                </c:pt>
                <c:pt idx="5267">
                  <c:v>21.908332999999999</c:v>
                </c:pt>
                <c:pt idx="5268">
                  <c:v>21.912500000000001</c:v>
                </c:pt>
                <c:pt idx="5269">
                  <c:v>21.916667</c:v>
                </c:pt>
                <c:pt idx="5270">
                  <c:v>21.920832999999998</c:v>
                </c:pt>
                <c:pt idx="5271">
                  <c:v>21.925000000000001</c:v>
                </c:pt>
                <c:pt idx="5272">
                  <c:v>21.929167</c:v>
                </c:pt>
                <c:pt idx="5273">
                  <c:v>21.933333000000001</c:v>
                </c:pt>
                <c:pt idx="5274">
                  <c:v>21.9375</c:v>
                </c:pt>
                <c:pt idx="5275">
                  <c:v>21.941666999999999</c:v>
                </c:pt>
                <c:pt idx="5276">
                  <c:v>21.945833</c:v>
                </c:pt>
                <c:pt idx="5277">
                  <c:v>21.95</c:v>
                </c:pt>
                <c:pt idx="5278">
                  <c:v>21.954167000000002</c:v>
                </c:pt>
                <c:pt idx="5279">
                  <c:v>21.958333</c:v>
                </c:pt>
                <c:pt idx="5280">
                  <c:v>21.962499999999999</c:v>
                </c:pt>
                <c:pt idx="5281">
                  <c:v>21.966667000000001</c:v>
                </c:pt>
                <c:pt idx="5282">
                  <c:v>21.970832999999999</c:v>
                </c:pt>
                <c:pt idx="5283">
                  <c:v>21.975000000000001</c:v>
                </c:pt>
                <c:pt idx="5284">
                  <c:v>21.979167</c:v>
                </c:pt>
                <c:pt idx="5285">
                  <c:v>21.983332999999998</c:v>
                </c:pt>
                <c:pt idx="5286">
                  <c:v>21.987500000000001</c:v>
                </c:pt>
                <c:pt idx="5287">
                  <c:v>21.991667</c:v>
                </c:pt>
                <c:pt idx="5288">
                  <c:v>21.995833000000001</c:v>
                </c:pt>
                <c:pt idx="5289">
                  <c:v>22</c:v>
                </c:pt>
                <c:pt idx="5290">
                  <c:v>22.004166999999999</c:v>
                </c:pt>
                <c:pt idx="5291">
                  <c:v>22.008333</c:v>
                </c:pt>
                <c:pt idx="5292">
                  <c:v>22.012499999999999</c:v>
                </c:pt>
                <c:pt idx="5293">
                  <c:v>22.016667000000002</c:v>
                </c:pt>
                <c:pt idx="5294">
                  <c:v>22.020833</c:v>
                </c:pt>
                <c:pt idx="5295">
                  <c:v>22.024999999999999</c:v>
                </c:pt>
                <c:pt idx="5296">
                  <c:v>22.029167000000001</c:v>
                </c:pt>
                <c:pt idx="5297">
                  <c:v>22.033332999999999</c:v>
                </c:pt>
                <c:pt idx="5298">
                  <c:v>22.037500000000001</c:v>
                </c:pt>
                <c:pt idx="5299">
                  <c:v>22.041667</c:v>
                </c:pt>
                <c:pt idx="5300">
                  <c:v>22.045832999999998</c:v>
                </c:pt>
                <c:pt idx="5301">
                  <c:v>22.05</c:v>
                </c:pt>
                <c:pt idx="5302">
                  <c:v>22.054167</c:v>
                </c:pt>
                <c:pt idx="5303">
                  <c:v>22.058333000000001</c:v>
                </c:pt>
                <c:pt idx="5304">
                  <c:v>22.0625</c:v>
                </c:pt>
                <c:pt idx="5305">
                  <c:v>22.066666999999999</c:v>
                </c:pt>
                <c:pt idx="5306">
                  <c:v>22.070833</c:v>
                </c:pt>
                <c:pt idx="5307">
                  <c:v>22.074999999999999</c:v>
                </c:pt>
                <c:pt idx="5308">
                  <c:v>22.079167000000002</c:v>
                </c:pt>
                <c:pt idx="5309">
                  <c:v>22.083333</c:v>
                </c:pt>
                <c:pt idx="5310">
                  <c:v>22.087499999999999</c:v>
                </c:pt>
                <c:pt idx="5311">
                  <c:v>22.091667000000001</c:v>
                </c:pt>
                <c:pt idx="5312">
                  <c:v>22.095832999999999</c:v>
                </c:pt>
                <c:pt idx="5313">
                  <c:v>22.1</c:v>
                </c:pt>
                <c:pt idx="5314">
                  <c:v>22.104167</c:v>
                </c:pt>
                <c:pt idx="5315">
                  <c:v>22.108332999999998</c:v>
                </c:pt>
                <c:pt idx="5316">
                  <c:v>22.112500000000001</c:v>
                </c:pt>
                <c:pt idx="5317">
                  <c:v>22.116667</c:v>
                </c:pt>
                <c:pt idx="5318">
                  <c:v>22.120833000000001</c:v>
                </c:pt>
                <c:pt idx="5319">
                  <c:v>22.125</c:v>
                </c:pt>
                <c:pt idx="5320">
                  <c:v>22.129166999999999</c:v>
                </c:pt>
                <c:pt idx="5321">
                  <c:v>22.133333</c:v>
                </c:pt>
                <c:pt idx="5322">
                  <c:v>22.137499999999999</c:v>
                </c:pt>
                <c:pt idx="5323">
                  <c:v>22.141667000000002</c:v>
                </c:pt>
                <c:pt idx="5324">
                  <c:v>22.145833</c:v>
                </c:pt>
                <c:pt idx="5325">
                  <c:v>22.15</c:v>
                </c:pt>
                <c:pt idx="5326">
                  <c:v>22.154167000000001</c:v>
                </c:pt>
                <c:pt idx="5327">
                  <c:v>22.158332999999999</c:v>
                </c:pt>
                <c:pt idx="5328">
                  <c:v>22.162500000000001</c:v>
                </c:pt>
                <c:pt idx="5329">
                  <c:v>22.166667</c:v>
                </c:pt>
                <c:pt idx="5330">
                  <c:v>22.170832999999998</c:v>
                </c:pt>
                <c:pt idx="5331">
                  <c:v>22.175000000000001</c:v>
                </c:pt>
                <c:pt idx="5332">
                  <c:v>22.179167</c:v>
                </c:pt>
                <c:pt idx="5333">
                  <c:v>22.183333000000001</c:v>
                </c:pt>
                <c:pt idx="5334">
                  <c:v>22.1875</c:v>
                </c:pt>
                <c:pt idx="5335">
                  <c:v>22.191666999999999</c:v>
                </c:pt>
                <c:pt idx="5336">
                  <c:v>22.195833</c:v>
                </c:pt>
                <c:pt idx="5337">
                  <c:v>22.2</c:v>
                </c:pt>
                <c:pt idx="5338">
                  <c:v>22.204167000000002</c:v>
                </c:pt>
                <c:pt idx="5339">
                  <c:v>22.208333</c:v>
                </c:pt>
                <c:pt idx="5340">
                  <c:v>22.212499999999999</c:v>
                </c:pt>
                <c:pt idx="5341">
                  <c:v>22.216667000000001</c:v>
                </c:pt>
                <c:pt idx="5342">
                  <c:v>22.220832999999999</c:v>
                </c:pt>
                <c:pt idx="5343">
                  <c:v>22.225000000000001</c:v>
                </c:pt>
                <c:pt idx="5344">
                  <c:v>22.229167</c:v>
                </c:pt>
                <c:pt idx="5345">
                  <c:v>22.233332999999998</c:v>
                </c:pt>
                <c:pt idx="5346">
                  <c:v>22.237500000000001</c:v>
                </c:pt>
                <c:pt idx="5347">
                  <c:v>22.241667</c:v>
                </c:pt>
                <c:pt idx="5348">
                  <c:v>22.245833000000001</c:v>
                </c:pt>
                <c:pt idx="5349">
                  <c:v>22.25</c:v>
                </c:pt>
                <c:pt idx="5350">
                  <c:v>22.254166999999999</c:v>
                </c:pt>
                <c:pt idx="5351">
                  <c:v>22.258333</c:v>
                </c:pt>
                <c:pt idx="5352">
                  <c:v>22.262499999999999</c:v>
                </c:pt>
                <c:pt idx="5353">
                  <c:v>22.266667000000002</c:v>
                </c:pt>
                <c:pt idx="5354">
                  <c:v>22.270833</c:v>
                </c:pt>
                <c:pt idx="5355">
                  <c:v>22.274999999999999</c:v>
                </c:pt>
                <c:pt idx="5356">
                  <c:v>22.279167000000001</c:v>
                </c:pt>
                <c:pt idx="5357">
                  <c:v>22.283332999999999</c:v>
                </c:pt>
                <c:pt idx="5358">
                  <c:v>22.287500000000001</c:v>
                </c:pt>
                <c:pt idx="5359">
                  <c:v>22.291667</c:v>
                </c:pt>
                <c:pt idx="5360">
                  <c:v>22.295832999999998</c:v>
                </c:pt>
                <c:pt idx="5361">
                  <c:v>22.3</c:v>
                </c:pt>
                <c:pt idx="5362">
                  <c:v>22.304167</c:v>
                </c:pt>
                <c:pt idx="5363">
                  <c:v>22.308333000000001</c:v>
                </c:pt>
                <c:pt idx="5364">
                  <c:v>22.3125</c:v>
                </c:pt>
                <c:pt idx="5365">
                  <c:v>22.316666999999999</c:v>
                </c:pt>
                <c:pt idx="5366">
                  <c:v>22.320833</c:v>
                </c:pt>
                <c:pt idx="5367">
                  <c:v>22.324999999999999</c:v>
                </c:pt>
                <c:pt idx="5368">
                  <c:v>22.329167000000002</c:v>
                </c:pt>
                <c:pt idx="5369">
                  <c:v>22.333333</c:v>
                </c:pt>
                <c:pt idx="5370">
                  <c:v>22.337499999999999</c:v>
                </c:pt>
                <c:pt idx="5371">
                  <c:v>22.341667000000001</c:v>
                </c:pt>
                <c:pt idx="5372">
                  <c:v>22.345832999999999</c:v>
                </c:pt>
                <c:pt idx="5373">
                  <c:v>22.35</c:v>
                </c:pt>
                <c:pt idx="5374">
                  <c:v>22.354167</c:v>
                </c:pt>
                <c:pt idx="5375">
                  <c:v>22.358332999999998</c:v>
                </c:pt>
                <c:pt idx="5376">
                  <c:v>22.362500000000001</c:v>
                </c:pt>
                <c:pt idx="5377">
                  <c:v>22.366667</c:v>
                </c:pt>
                <c:pt idx="5378">
                  <c:v>22.370833000000001</c:v>
                </c:pt>
                <c:pt idx="5379">
                  <c:v>22.375</c:v>
                </c:pt>
                <c:pt idx="5380">
                  <c:v>22.379166999999999</c:v>
                </c:pt>
                <c:pt idx="5381">
                  <c:v>22.383333</c:v>
                </c:pt>
                <c:pt idx="5382">
                  <c:v>22.387499999999999</c:v>
                </c:pt>
                <c:pt idx="5383">
                  <c:v>22.391667000000002</c:v>
                </c:pt>
                <c:pt idx="5384">
                  <c:v>22.395833</c:v>
                </c:pt>
                <c:pt idx="5385">
                  <c:v>22.4</c:v>
                </c:pt>
                <c:pt idx="5386">
                  <c:v>22.404167000000001</c:v>
                </c:pt>
                <c:pt idx="5387">
                  <c:v>22.408332999999999</c:v>
                </c:pt>
                <c:pt idx="5388">
                  <c:v>22.412500000000001</c:v>
                </c:pt>
                <c:pt idx="5389">
                  <c:v>22.416667</c:v>
                </c:pt>
                <c:pt idx="5390">
                  <c:v>22.420832999999998</c:v>
                </c:pt>
                <c:pt idx="5391">
                  <c:v>22.425000000000001</c:v>
                </c:pt>
                <c:pt idx="5392">
                  <c:v>22.429167</c:v>
                </c:pt>
                <c:pt idx="5393">
                  <c:v>22.433333000000001</c:v>
                </c:pt>
                <c:pt idx="5394">
                  <c:v>22.4375</c:v>
                </c:pt>
                <c:pt idx="5395">
                  <c:v>22.441666999999999</c:v>
                </c:pt>
                <c:pt idx="5396">
                  <c:v>22.445833</c:v>
                </c:pt>
                <c:pt idx="5397">
                  <c:v>22.45</c:v>
                </c:pt>
                <c:pt idx="5398">
                  <c:v>22.454167000000002</c:v>
                </c:pt>
                <c:pt idx="5399">
                  <c:v>22.458333</c:v>
                </c:pt>
                <c:pt idx="5400">
                  <c:v>22.462499999999999</c:v>
                </c:pt>
                <c:pt idx="5401">
                  <c:v>22.466667000000001</c:v>
                </c:pt>
                <c:pt idx="5402">
                  <c:v>22.470832999999999</c:v>
                </c:pt>
                <c:pt idx="5403">
                  <c:v>22.475000000000001</c:v>
                </c:pt>
                <c:pt idx="5404">
                  <c:v>22.479167</c:v>
                </c:pt>
                <c:pt idx="5405">
                  <c:v>22.483332999999998</c:v>
                </c:pt>
                <c:pt idx="5406">
                  <c:v>22.487500000000001</c:v>
                </c:pt>
                <c:pt idx="5407">
                  <c:v>22.491667</c:v>
                </c:pt>
                <c:pt idx="5408">
                  <c:v>22.495833000000001</c:v>
                </c:pt>
                <c:pt idx="5409">
                  <c:v>22.5</c:v>
                </c:pt>
                <c:pt idx="5410">
                  <c:v>22.504166999999999</c:v>
                </c:pt>
                <c:pt idx="5411">
                  <c:v>22.508333</c:v>
                </c:pt>
                <c:pt idx="5412">
                  <c:v>22.512499999999999</c:v>
                </c:pt>
                <c:pt idx="5413">
                  <c:v>22.516667000000002</c:v>
                </c:pt>
                <c:pt idx="5414">
                  <c:v>22.520833</c:v>
                </c:pt>
                <c:pt idx="5415">
                  <c:v>22.524999999999999</c:v>
                </c:pt>
                <c:pt idx="5416">
                  <c:v>22.529167000000001</c:v>
                </c:pt>
                <c:pt idx="5417">
                  <c:v>22.533332999999999</c:v>
                </c:pt>
                <c:pt idx="5418">
                  <c:v>22.537500000000001</c:v>
                </c:pt>
                <c:pt idx="5419">
                  <c:v>22.541667</c:v>
                </c:pt>
                <c:pt idx="5420">
                  <c:v>22.545832999999998</c:v>
                </c:pt>
                <c:pt idx="5421">
                  <c:v>22.55</c:v>
                </c:pt>
                <c:pt idx="5422">
                  <c:v>22.554167</c:v>
                </c:pt>
                <c:pt idx="5423">
                  <c:v>22.558333000000001</c:v>
                </c:pt>
                <c:pt idx="5424">
                  <c:v>22.5625</c:v>
                </c:pt>
                <c:pt idx="5425">
                  <c:v>22.566666999999999</c:v>
                </c:pt>
                <c:pt idx="5426">
                  <c:v>22.570833</c:v>
                </c:pt>
                <c:pt idx="5427">
                  <c:v>22.574999999999999</c:v>
                </c:pt>
                <c:pt idx="5428">
                  <c:v>22.579167000000002</c:v>
                </c:pt>
                <c:pt idx="5429">
                  <c:v>22.583333</c:v>
                </c:pt>
                <c:pt idx="5430">
                  <c:v>22.587499999999999</c:v>
                </c:pt>
                <c:pt idx="5431">
                  <c:v>22.591667000000001</c:v>
                </c:pt>
                <c:pt idx="5432">
                  <c:v>22.595832999999999</c:v>
                </c:pt>
                <c:pt idx="5433">
                  <c:v>22.6</c:v>
                </c:pt>
                <c:pt idx="5434">
                  <c:v>22.604167</c:v>
                </c:pt>
                <c:pt idx="5435">
                  <c:v>22.608332999999998</c:v>
                </c:pt>
                <c:pt idx="5436">
                  <c:v>22.612500000000001</c:v>
                </c:pt>
                <c:pt idx="5437">
                  <c:v>22.616667</c:v>
                </c:pt>
                <c:pt idx="5438">
                  <c:v>22.620833000000001</c:v>
                </c:pt>
                <c:pt idx="5439">
                  <c:v>22.625</c:v>
                </c:pt>
                <c:pt idx="5440">
                  <c:v>22.629166999999999</c:v>
                </c:pt>
                <c:pt idx="5441">
                  <c:v>22.633333</c:v>
                </c:pt>
                <c:pt idx="5442">
                  <c:v>22.637499999999999</c:v>
                </c:pt>
                <c:pt idx="5443">
                  <c:v>22.641667000000002</c:v>
                </c:pt>
                <c:pt idx="5444">
                  <c:v>22.645833</c:v>
                </c:pt>
                <c:pt idx="5445">
                  <c:v>22.65</c:v>
                </c:pt>
                <c:pt idx="5446">
                  <c:v>22.654167000000001</c:v>
                </c:pt>
                <c:pt idx="5447">
                  <c:v>22.658332999999999</c:v>
                </c:pt>
                <c:pt idx="5448">
                  <c:v>22.662500000000001</c:v>
                </c:pt>
                <c:pt idx="5449">
                  <c:v>22.666667</c:v>
                </c:pt>
                <c:pt idx="5450">
                  <c:v>22.670832999999998</c:v>
                </c:pt>
                <c:pt idx="5451">
                  <c:v>22.675000000000001</c:v>
                </c:pt>
                <c:pt idx="5452">
                  <c:v>22.679167</c:v>
                </c:pt>
                <c:pt idx="5453">
                  <c:v>22.683333000000001</c:v>
                </c:pt>
                <c:pt idx="5454">
                  <c:v>22.6875</c:v>
                </c:pt>
                <c:pt idx="5455">
                  <c:v>22.691666999999999</c:v>
                </c:pt>
                <c:pt idx="5456">
                  <c:v>22.695833</c:v>
                </c:pt>
                <c:pt idx="5457">
                  <c:v>22.7</c:v>
                </c:pt>
                <c:pt idx="5458">
                  <c:v>22.704167000000002</c:v>
                </c:pt>
                <c:pt idx="5459">
                  <c:v>22.708333</c:v>
                </c:pt>
                <c:pt idx="5460">
                  <c:v>22.712499999999999</c:v>
                </c:pt>
                <c:pt idx="5461">
                  <c:v>22.716667000000001</c:v>
                </c:pt>
                <c:pt idx="5462">
                  <c:v>22.720832999999999</c:v>
                </c:pt>
                <c:pt idx="5463">
                  <c:v>22.725000000000001</c:v>
                </c:pt>
                <c:pt idx="5464">
                  <c:v>22.729167</c:v>
                </c:pt>
                <c:pt idx="5465">
                  <c:v>22.733332999999998</c:v>
                </c:pt>
                <c:pt idx="5466">
                  <c:v>22.737500000000001</c:v>
                </c:pt>
                <c:pt idx="5467">
                  <c:v>22.741667</c:v>
                </c:pt>
                <c:pt idx="5468">
                  <c:v>22.745833000000001</c:v>
                </c:pt>
                <c:pt idx="5469">
                  <c:v>22.75</c:v>
                </c:pt>
                <c:pt idx="5470">
                  <c:v>22.754166999999999</c:v>
                </c:pt>
                <c:pt idx="5471">
                  <c:v>22.758333</c:v>
                </c:pt>
                <c:pt idx="5472">
                  <c:v>22.762499999999999</c:v>
                </c:pt>
                <c:pt idx="5473">
                  <c:v>22.766667000000002</c:v>
                </c:pt>
                <c:pt idx="5474">
                  <c:v>22.770833</c:v>
                </c:pt>
                <c:pt idx="5475">
                  <c:v>22.774999999999999</c:v>
                </c:pt>
                <c:pt idx="5476">
                  <c:v>22.779167000000001</c:v>
                </c:pt>
                <c:pt idx="5477">
                  <c:v>22.783332999999999</c:v>
                </c:pt>
                <c:pt idx="5478">
                  <c:v>22.787500000000001</c:v>
                </c:pt>
                <c:pt idx="5479">
                  <c:v>22.791667</c:v>
                </c:pt>
                <c:pt idx="5480">
                  <c:v>22.795832999999998</c:v>
                </c:pt>
                <c:pt idx="5481">
                  <c:v>22.8</c:v>
                </c:pt>
                <c:pt idx="5482">
                  <c:v>22.804167</c:v>
                </c:pt>
                <c:pt idx="5483">
                  <c:v>22.808333000000001</c:v>
                </c:pt>
                <c:pt idx="5484">
                  <c:v>22.8125</c:v>
                </c:pt>
                <c:pt idx="5485">
                  <c:v>22.816666999999999</c:v>
                </c:pt>
                <c:pt idx="5486">
                  <c:v>22.820833</c:v>
                </c:pt>
                <c:pt idx="5487">
                  <c:v>22.824999999999999</c:v>
                </c:pt>
                <c:pt idx="5488">
                  <c:v>22.829167000000002</c:v>
                </c:pt>
                <c:pt idx="5489">
                  <c:v>22.833333</c:v>
                </c:pt>
                <c:pt idx="5490">
                  <c:v>22.837499999999999</c:v>
                </c:pt>
                <c:pt idx="5491">
                  <c:v>22.841667000000001</c:v>
                </c:pt>
                <c:pt idx="5492">
                  <c:v>22.845832999999999</c:v>
                </c:pt>
                <c:pt idx="5493">
                  <c:v>22.85</c:v>
                </c:pt>
                <c:pt idx="5494">
                  <c:v>22.854167</c:v>
                </c:pt>
                <c:pt idx="5495">
                  <c:v>22.858332999999998</c:v>
                </c:pt>
                <c:pt idx="5496">
                  <c:v>22.862500000000001</c:v>
                </c:pt>
                <c:pt idx="5497">
                  <c:v>22.866667</c:v>
                </c:pt>
                <c:pt idx="5498">
                  <c:v>22.870833000000001</c:v>
                </c:pt>
                <c:pt idx="5499">
                  <c:v>22.875</c:v>
                </c:pt>
                <c:pt idx="5500">
                  <c:v>22.879166999999999</c:v>
                </c:pt>
                <c:pt idx="5501">
                  <c:v>22.883333</c:v>
                </c:pt>
                <c:pt idx="5502">
                  <c:v>22.887499999999999</c:v>
                </c:pt>
                <c:pt idx="5503">
                  <c:v>22.891667000000002</c:v>
                </c:pt>
                <c:pt idx="5504">
                  <c:v>22.895833</c:v>
                </c:pt>
                <c:pt idx="5505">
                  <c:v>22.9</c:v>
                </c:pt>
                <c:pt idx="5506">
                  <c:v>22.904167000000001</c:v>
                </c:pt>
                <c:pt idx="5507">
                  <c:v>22.908332999999999</c:v>
                </c:pt>
                <c:pt idx="5508">
                  <c:v>22.912500000000001</c:v>
                </c:pt>
                <c:pt idx="5509">
                  <c:v>22.916667</c:v>
                </c:pt>
                <c:pt idx="5510">
                  <c:v>22.920832999999998</c:v>
                </c:pt>
                <c:pt idx="5511">
                  <c:v>22.925000000000001</c:v>
                </c:pt>
                <c:pt idx="5512">
                  <c:v>22.929167</c:v>
                </c:pt>
                <c:pt idx="5513">
                  <c:v>22.933333000000001</c:v>
                </c:pt>
                <c:pt idx="5514">
                  <c:v>22.9375</c:v>
                </c:pt>
                <c:pt idx="5515">
                  <c:v>22.941666999999999</c:v>
                </c:pt>
                <c:pt idx="5516">
                  <c:v>22.945833</c:v>
                </c:pt>
                <c:pt idx="5517">
                  <c:v>22.95</c:v>
                </c:pt>
                <c:pt idx="5518">
                  <c:v>22.954167000000002</c:v>
                </c:pt>
                <c:pt idx="5519">
                  <c:v>22.958333</c:v>
                </c:pt>
                <c:pt idx="5520">
                  <c:v>22.962499999999999</c:v>
                </c:pt>
                <c:pt idx="5521">
                  <c:v>22.966667000000001</c:v>
                </c:pt>
                <c:pt idx="5522">
                  <c:v>22.970832999999999</c:v>
                </c:pt>
                <c:pt idx="5523">
                  <c:v>22.975000000000001</c:v>
                </c:pt>
                <c:pt idx="5524">
                  <c:v>22.979167</c:v>
                </c:pt>
                <c:pt idx="5525">
                  <c:v>22.983332999999998</c:v>
                </c:pt>
                <c:pt idx="5526">
                  <c:v>22.987500000000001</c:v>
                </c:pt>
                <c:pt idx="5527">
                  <c:v>22.991667</c:v>
                </c:pt>
                <c:pt idx="5528">
                  <c:v>22.995833000000001</c:v>
                </c:pt>
                <c:pt idx="5529">
                  <c:v>23</c:v>
                </c:pt>
                <c:pt idx="5530">
                  <c:v>23.004166999999999</c:v>
                </c:pt>
                <c:pt idx="5531">
                  <c:v>23.008333</c:v>
                </c:pt>
                <c:pt idx="5532">
                  <c:v>23.012499999999999</c:v>
                </c:pt>
                <c:pt idx="5533">
                  <c:v>23.016667000000002</c:v>
                </c:pt>
                <c:pt idx="5534">
                  <c:v>23.020833</c:v>
                </c:pt>
                <c:pt idx="5535">
                  <c:v>23.024999999999999</c:v>
                </c:pt>
                <c:pt idx="5536">
                  <c:v>23.029167000000001</c:v>
                </c:pt>
                <c:pt idx="5537">
                  <c:v>23.033332999999999</c:v>
                </c:pt>
                <c:pt idx="5538">
                  <c:v>23.037500000000001</c:v>
                </c:pt>
                <c:pt idx="5539">
                  <c:v>23.041667</c:v>
                </c:pt>
                <c:pt idx="5540">
                  <c:v>23.045832999999998</c:v>
                </c:pt>
                <c:pt idx="5541">
                  <c:v>23.05</c:v>
                </c:pt>
                <c:pt idx="5542">
                  <c:v>23.054167</c:v>
                </c:pt>
                <c:pt idx="5543">
                  <c:v>23.058333000000001</c:v>
                </c:pt>
                <c:pt idx="5544">
                  <c:v>23.0625</c:v>
                </c:pt>
                <c:pt idx="5545">
                  <c:v>23.066666999999999</c:v>
                </c:pt>
                <c:pt idx="5546">
                  <c:v>23.070833</c:v>
                </c:pt>
                <c:pt idx="5547">
                  <c:v>23.074999999999999</c:v>
                </c:pt>
                <c:pt idx="5548">
                  <c:v>23.079167000000002</c:v>
                </c:pt>
                <c:pt idx="5549">
                  <c:v>23.083333</c:v>
                </c:pt>
                <c:pt idx="5550">
                  <c:v>23.087499999999999</c:v>
                </c:pt>
                <c:pt idx="5551">
                  <c:v>23.091667000000001</c:v>
                </c:pt>
                <c:pt idx="5552">
                  <c:v>23.095832999999999</c:v>
                </c:pt>
                <c:pt idx="5553">
                  <c:v>23.1</c:v>
                </c:pt>
                <c:pt idx="5554">
                  <c:v>23.104167</c:v>
                </c:pt>
                <c:pt idx="5555">
                  <c:v>23.108332999999998</c:v>
                </c:pt>
                <c:pt idx="5556">
                  <c:v>23.112500000000001</c:v>
                </c:pt>
                <c:pt idx="5557">
                  <c:v>23.116667</c:v>
                </c:pt>
                <c:pt idx="5558">
                  <c:v>23.120833000000001</c:v>
                </c:pt>
                <c:pt idx="5559">
                  <c:v>23.125</c:v>
                </c:pt>
                <c:pt idx="5560">
                  <c:v>23.129166999999999</c:v>
                </c:pt>
                <c:pt idx="5561">
                  <c:v>23.133333</c:v>
                </c:pt>
                <c:pt idx="5562">
                  <c:v>23.137499999999999</c:v>
                </c:pt>
                <c:pt idx="5563">
                  <c:v>23.141667000000002</c:v>
                </c:pt>
                <c:pt idx="5564">
                  <c:v>23.145833</c:v>
                </c:pt>
                <c:pt idx="5565">
                  <c:v>23.15</c:v>
                </c:pt>
                <c:pt idx="5566">
                  <c:v>23.154167000000001</c:v>
                </c:pt>
                <c:pt idx="5567">
                  <c:v>23.158332999999999</c:v>
                </c:pt>
                <c:pt idx="5568">
                  <c:v>23.162500000000001</c:v>
                </c:pt>
                <c:pt idx="5569">
                  <c:v>23.166667</c:v>
                </c:pt>
                <c:pt idx="5570">
                  <c:v>23.170832999999998</c:v>
                </c:pt>
                <c:pt idx="5571">
                  <c:v>23.175000000000001</c:v>
                </c:pt>
                <c:pt idx="5572">
                  <c:v>23.179167</c:v>
                </c:pt>
                <c:pt idx="5573">
                  <c:v>23.183333000000001</c:v>
                </c:pt>
                <c:pt idx="5574">
                  <c:v>23.1875</c:v>
                </c:pt>
                <c:pt idx="5575">
                  <c:v>23.191666999999999</c:v>
                </c:pt>
                <c:pt idx="5576">
                  <c:v>23.195833</c:v>
                </c:pt>
                <c:pt idx="5577">
                  <c:v>23.2</c:v>
                </c:pt>
                <c:pt idx="5578">
                  <c:v>23.204167000000002</c:v>
                </c:pt>
                <c:pt idx="5579">
                  <c:v>23.208333</c:v>
                </c:pt>
                <c:pt idx="5580">
                  <c:v>23.212499999999999</c:v>
                </c:pt>
                <c:pt idx="5581">
                  <c:v>23.216667000000001</c:v>
                </c:pt>
                <c:pt idx="5582">
                  <c:v>23.220832999999999</c:v>
                </c:pt>
                <c:pt idx="5583">
                  <c:v>23.225000000000001</c:v>
                </c:pt>
                <c:pt idx="5584">
                  <c:v>23.229167</c:v>
                </c:pt>
                <c:pt idx="5585">
                  <c:v>23.233332999999998</c:v>
                </c:pt>
                <c:pt idx="5586">
                  <c:v>23.237500000000001</c:v>
                </c:pt>
                <c:pt idx="5587">
                  <c:v>23.241667</c:v>
                </c:pt>
                <c:pt idx="5588">
                  <c:v>23.245833000000001</c:v>
                </c:pt>
                <c:pt idx="5589">
                  <c:v>23.25</c:v>
                </c:pt>
                <c:pt idx="5590">
                  <c:v>23.254166999999999</c:v>
                </c:pt>
                <c:pt idx="5591">
                  <c:v>23.258333</c:v>
                </c:pt>
                <c:pt idx="5592">
                  <c:v>23.262499999999999</c:v>
                </c:pt>
                <c:pt idx="5593">
                  <c:v>23.266667000000002</c:v>
                </c:pt>
                <c:pt idx="5594">
                  <c:v>23.270833</c:v>
                </c:pt>
                <c:pt idx="5595">
                  <c:v>23.274999999999999</c:v>
                </c:pt>
                <c:pt idx="5596">
                  <c:v>23.279167000000001</c:v>
                </c:pt>
                <c:pt idx="5597">
                  <c:v>23.283332999999999</c:v>
                </c:pt>
                <c:pt idx="5598">
                  <c:v>23.287500000000001</c:v>
                </c:pt>
                <c:pt idx="5599">
                  <c:v>23.291667</c:v>
                </c:pt>
                <c:pt idx="5600">
                  <c:v>23.295832999999998</c:v>
                </c:pt>
                <c:pt idx="5601">
                  <c:v>23.3</c:v>
                </c:pt>
                <c:pt idx="5602">
                  <c:v>23.304167</c:v>
                </c:pt>
                <c:pt idx="5603">
                  <c:v>23.308333000000001</c:v>
                </c:pt>
                <c:pt idx="5604">
                  <c:v>23.3125</c:v>
                </c:pt>
                <c:pt idx="5605">
                  <c:v>23.316666999999999</c:v>
                </c:pt>
                <c:pt idx="5606">
                  <c:v>23.320833</c:v>
                </c:pt>
                <c:pt idx="5607">
                  <c:v>23.324999999999999</c:v>
                </c:pt>
                <c:pt idx="5608">
                  <c:v>23.329167000000002</c:v>
                </c:pt>
                <c:pt idx="5609">
                  <c:v>23.333333</c:v>
                </c:pt>
                <c:pt idx="5610">
                  <c:v>23.337499999999999</c:v>
                </c:pt>
                <c:pt idx="5611">
                  <c:v>23.341667000000001</c:v>
                </c:pt>
                <c:pt idx="5612">
                  <c:v>23.345832999999999</c:v>
                </c:pt>
                <c:pt idx="5613">
                  <c:v>23.35</c:v>
                </c:pt>
                <c:pt idx="5614">
                  <c:v>23.354167</c:v>
                </c:pt>
                <c:pt idx="5615">
                  <c:v>23.358332999999998</c:v>
                </c:pt>
                <c:pt idx="5616">
                  <c:v>23.362500000000001</c:v>
                </c:pt>
                <c:pt idx="5617">
                  <c:v>23.366667</c:v>
                </c:pt>
                <c:pt idx="5618">
                  <c:v>23.370833000000001</c:v>
                </c:pt>
                <c:pt idx="5619">
                  <c:v>23.375</c:v>
                </c:pt>
                <c:pt idx="5620">
                  <c:v>23.379166999999999</c:v>
                </c:pt>
                <c:pt idx="5621">
                  <c:v>23.383333</c:v>
                </c:pt>
                <c:pt idx="5622">
                  <c:v>23.387499999999999</c:v>
                </c:pt>
                <c:pt idx="5623">
                  <c:v>23.391667000000002</c:v>
                </c:pt>
                <c:pt idx="5624">
                  <c:v>23.395833</c:v>
                </c:pt>
                <c:pt idx="5625">
                  <c:v>23.4</c:v>
                </c:pt>
                <c:pt idx="5626">
                  <c:v>23.404167000000001</c:v>
                </c:pt>
                <c:pt idx="5627">
                  <c:v>23.408332999999999</c:v>
                </c:pt>
                <c:pt idx="5628">
                  <c:v>23.412500000000001</c:v>
                </c:pt>
                <c:pt idx="5629">
                  <c:v>23.416667</c:v>
                </c:pt>
                <c:pt idx="5630">
                  <c:v>23.420832999999998</c:v>
                </c:pt>
                <c:pt idx="5631">
                  <c:v>23.425000000000001</c:v>
                </c:pt>
                <c:pt idx="5632">
                  <c:v>23.429167</c:v>
                </c:pt>
                <c:pt idx="5633">
                  <c:v>23.433333000000001</c:v>
                </c:pt>
                <c:pt idx="5634">
                  <c:v>23.4375</c:v>
                </c:pt>
                <c:pt idx="5635">
                  <c:v>23.441666999999999</c:v>
                </c:pt>
                <c:pt idx="5636">
                  <c:v>23.445833</c:v>
                </c:pt>
                <c:pt idx="5637">
                  <c:v>23.45</c:v>
                </c:pt>
                <c:pt idx="5638">
                  <c:v>23.454167000000002</c:v>
                </c:pt>
                <c:pt idx="5639">
                  <c:v>23.458333</c:v>
                </c:pt>
                <c:pt idx="5640">
                  <c:v>23.462499999999999</c:v>
                </c:pt>
                <c:pt idx="5641">
                  <c:v>23.466667000000001</c:v>
                </c:pt>
                <c:pt idx="5642">
                  <c:v>23.470832999999999</c:v>
                </c:pt>
                <c:pt idx="5643">
                  <c:v>23.475000000000001</c:v>
                </c:pt>
                <c:pt idx="5644">
                  <c:v>23.479167</c:v>
                </c:pt>
                <c:pt idx="5645">
                  <c:v>23.483332999999998</c:v>
                </c:pt>
                <c:pt idx="5646">
                  <c:v>23.487500000000001</c:v>
                </c:pt>
                <c:pt idx="5647">
                  <c:v>23.491667</c:v>
                </c:pt>
                <c:pt idx="5648">
                  <c:v>23.495833000000001</c:v>
                </c:pt>
                <c:pt idx="5649">
                  <c:v>23.5</c:v>
                </c:pt>
                <c:pt idx="5650">
                  <c:v>23.504166999999999</c:v>
                </c:pt>
                <c:pt idx="5651">
                  <c:v>23.508333</c:v>
                </c:pt>
                <c:pt idx="5652">
                  <c:v>23.512499999999999</c:v>
                </c:pt>
                <c:pt idx="5653">
                  <c:v>23.516667000000002</c:v>
                </c:pt>
                <c:pt idx="5654">
                  <c:v>23.520833</c:v>
                </c:pt>
                <c:pt idx="5655">
                  <c:v>23.524999999999999</c:v>
                </c:pt>
                <c:pt idx="5656">
                  <c:v>23.529167000000001</c:v>
                </c:pt>
                <c:pt idx="5657">
                  <c:v>23.533332999999999</c:v>
                </c:pt>
                <c:pt idx="5658">
                  <c:v>23.537500000000001</c:v>
                </c:pt>
                <c:pt idx="5659">
                  <c:v>23.541667</c:v>
                </c:pt>
                <c:pt idx="5660">
                  <c:v>23.545832999999998</c:v>
                </c:pt>
                <c:pt idx="5661">
                  <c:v>23.55</c:v>
                </c:pt>
                <c:pt idx="5662">
                  <c:v>23.554167</c:v>
                </c:pt>
                <c:pt idx="5663">
                  <c:v>23.558333000000001</c:v>
                </c:pt>
                <c:pt idx="5664">
                  <c:v>23.5625</c:v>
                </c:pt>
                <c:pt idx="5665">
                  <c:v>23.566666999999999</c:v>
                </c:pt>
                <c:pt idx="5666">
                  <c:v>23.570833</c:v>
                </c:pt>
                <c:pt idx="5667">
                  <c:v>23.574999999999999</c:v>
                </c:pt>
                <c:pt idx="5668">
                  <c:v>23.579167000000002</c:v>
                </c:pt>
                <c:pt idx="5669">
                  <c:v>23.583333</c:v>
                </c:pt>
                <c:pt idx="5670">
                  <c:v>23.587499999999999</c:v>
                </c:pt>
                <c:pt idx="5671">
                  <c:v>23.591667000000001</c:v>
                </c:pt>
                <c:pt idx="5672">
                  <c:v>23.595832999999999</c:v>
                </c:pt>
                <c:pt idx="5673">
                  <c:v>23.6</c:v>
                </c:pt>
                <c:pt idx="5674">
                  <c:v>23.604167</c:v>
                </c:pt>
                <c:pt idx="5675">
                  <c:v>23.608332999999998</c:v>
                </c:pt>
                <c:pt idx="5676">
                  <c:v>23.612500000000001</c:v>
                </c:pt>
                <c:pt idx="5677">
                  <c:v>23.616667</c:v>
                </c:pt>
                <c:pt idx="5678">
                  <c:v>23.620833000000001</c:v>
                </c:pt>
                <c:pt idx="5679">
                  <c:v>23.625</c:v>
                </c:pt>
                <c:pt idx="5680">
                  <c:v>23.629166999999999</c:v>
                </c:pt>
                <c:pt idx="5681">
                  <c:v>23.633333</c:v>
                </c:pt>
                <c:pt idx="5682">
                  <c:v>23.637499999999999</c:v>
                </c:pt>
                <c:pt idx="5683">
                  <c:v>23.641667000000002</c:v>
                </c:pt>
                <c:pt idx="5684">
                  <c:v>23.645833</c:v>
                </c:pt>
                <c:pt idx="5685">
                  <c:v>23.65</c:v>
                </c:pt>
                <c:pt idx="5686">
                  <c:v>23.654167000000001</c:v>
                </c:pt>
                <c:pt idx="5687">
                  <c:v>23.658332999999999</c:v>
                </c:pt>
                <c:pt idx="5688">
                  <c:v>23.662500000000001</c:v>
                </c:pt>
                <c:pt idx="5689">
                  <c:v>23.666667</c:v>
                </c:pt>
                <c:pt idx="5690">
                  <c:v>23.670832999999998</c:v>
                </c:pt>
                <c:pt idx="5691">
                  <c:v>23.675000000000001</c:v>
                </c:pt>
                <c:pt idx="5692">
                  <c:v>23.679167</c:v>
                </c:pt>
                <c:pt idx="5693">
                  <c:v>23.683333000000001</c:v>
                </c:pt>
                <c:pt idx="5694">
                  <c:v>23.6875</c:v>
                </c:pt>
                <c:pt idx="5695">
                  <c:v>23.691666999999999</c:v>
                </c:pt>
                <c:pt idx="5696">
                  <c:v>23.695833</c:v>
                </c:pt>
                <c:pt idx="5697">
                  <c:v>23.7</c:v>
                </c:pt>
                <c:pt idx="5698">
                  <c:v>23.704167000000002</c:v>
                </c:pt>
                <c:pt idx="5699">
                  <c:v>23.708333</c:v>
                </c:pt>
                <c:pt idx="5700">
                  <c:v>23.712499999999999</c:v>
                </c:pt>
                <c:pt idx="5701">
                  <c:v>23.716667000000001</c:v>
                </c:pt>
                <c:pt idx="5702">
                  <c:v>23.720832999999999</c:v>
                </c:pt>
                <c:pt idx="5703">
                  <c:v>23.725000000000001</c:v>
                </c:pt>
                <c:pt idx="5704">
                  <c:v>23.729167</c:v>
                </c:pt>
                <c:pt idx="5705">
                  <c:v>23.733332999999998</c:v>
                </c:pt>
                <c:pt idx="5706">
                  <c:v>23.737500000000001</c:v>
                </c:pt>
                <c:pt idx="5707">
                  <c:v>23.741667</c:v>
                </c:pt>
                <c:pt idx="5708">
                  <c:v>23.745833000000001</c:v>
                </c:pt>
                <c:pt idx="5709">
                  <c:v>23.75</c:v>
                </c:pt>
                <c:pt idx="5710">
                  <c:v>23.754166999999999</c:v>
                </c:pt>
                <c:pt idx="5711">
                  <c:v>23.758333</c:v>
                </c:pt>
                <c:pt idx="5712">
                  <c:v>23.762499999999999</c:v>
                </c:pt>
                <c:pt idx="5713">
                  <c:v>23.766667000000002</c:v>
                </c:pt>
                <c:pt idx="5714">
                  <c:v>23.770833</c:v>
                </c:pt>
                <c:pt idx="5715">
                  <c:v>23.774999999999999</c:v>
                </c:pt>
                <c:pt idx="5716">
                  <c:v>23.779167000000001</c:v>
                </c:pt>
                <c:pt idx="5717">
                  <c:v>23.783332999999999</c:v>
                </c:pt>
                <c:pt idx="5718">
                  <c:v>23.787500000000001</c:v>
                </c:pt>
                <c:pt idx="5719">
                  <c:v>23.791667</c:v>
                </c:pt>
                <c:pt idx="5720">
                  <c:v>23.795832999999998</c:v>
                </c:pt>
                <c:pt idx="5721">
                  <c:v>23.8</c:v>
                </c:pt>
                <c:pt idx="5722">
                  <c:v>23.804167</c:v>
                </c:pt>
                <c:pt idx="5723">
                  <c:v>23.808333000000001</c:v>
                </c:pt>
                <c:pt idx="5724">
                  <c:v>23.8125</c:v>
                </c:pt>
                <c:pt idx="5725">
                  <c:v>23.816666999999999</c:v>
                </c:pt>
                <c:pt idx="5726">
                  <c:v>23.820833</c:v>
                </c:pt>
                <c:pt idx="5727">
                  <c:v>23.824999999999999</c:v>
                </c:pt>
                <c:pt idx="5728">
                  <c:v>23.829167000000002</c:v>
                </c:pt>
                <c:pt idx="5729">
                  <c:v>23.833333</c:v>
                </c:pt>
                <c:pt idx="5730">
                  <c:v>23.837499999999999</c:v>
                </c:pt>
                <c:pt idx="5731">
                  <c:v>23.841667000000001</c:v>
                </c:pt>
                <c:pt idx="5732">
                  <c:v>23.845832999999999</c:v>
                </c:pt>
                <c:pt idx="5733">
                  <c:v>23.85</c:v>
                </c:pt>
                <c:pt idx="5734">
                  <c:v>23.854167</c:v>
                </c:pt>
                <c:pt idx="5735">
                  <c:v>23.858332999999998</c:v>
                </c:pt>
                <c:pt idx="5736">
                  <c:v>23.862500000000001</c:v>
                </c:pt>
                <c:pt idx="5737">
                  <c:v>23.866667</c:v>
                </c:pt>
                <c:pt idx="5738">
                  <c:v>23.870833000000001</c:v>
                </c:pt>
                <c:pt idx="5739">
                  <c:v>23.875</c:v>
                </c:pt>
                <c:pt idx="5740">
                  <c:v>23.879166999999999</c:v>
                </c:pt>
                <c:pt idx="5741">
                  <c:v>23.883333</c:v>
                </c:pt>
                <c:pt idx="5742">
                  <c:v>23.887499999999999</c:v>
                </c:pt>
                <c:pt idx="5743">
                  <c:v>23.891667000000002</c:v>
                </c:pt>
                <c:pt idx="5744">
                  <c:v>23.895833</c:v>
                </c:pt>
                <c:pt idx="5745">
                  <c:v>23.9</c:v>
                </c:pt>
                <c:pt idx="5746">
                  <c:v>23.904167000000001</c:v>
                </c:pt>
                <c:pt idx="5747">
                  <c:v>23.908332999999999</c:v>
                </c:pt>
                <c:pt idx="5748">
                  <c:v>23.912500000000001</c:v>
                </c:pt>
                <c:pt idx="5749">
                  <c:v>23.916667</c:v>
                </c:pt>
                <c:pt idx="5750">
                  <c:v>23.920832999999998</c:v>
                </c:pt>
                <c:pt idx="5751">
                  <c:v>23.925000000000001</c:v>
                </c:pt>
                <c:pt idx="5752">
                  <c:v>23.929167</c:v>
                </c:pt>
                <c:pt idx="5753">
                  <c:v>23.933333000000001</c:v>
                </c:pt>
                <c:pt idx="5754">
                  <c:v>23.9375</c:v>
                </c:pt>
                <c:pt idx="5755">
                  <c:v>23.941666999999999</c:v>
                </c:pt>
                <c:pt idx="5756">
                  <c:v>23.945833</c:v>
                </c:pt>
                <c:pt idx="5757">
                  <c:v>23.95</c:v>
                </c:pt>
                <c:pt idx="5758">
                  <c:v>23.954167000000002</c:v>
                </c:pt>
                <c:pt idx="5759">
                  <c:v>23.958333</c:v>
                </c:pt>
                <c:pt idx="5760">
                  <c:v>23.962499999999999</c:v>
                </c:pt>
                <c:pt idx="5761">
                  <c:v>23.966667000000001</c:v>
                </c:pt>
                <c:pt idx="5762">
                  <c:v>23.970832999999999</c:v>
                </c:pt>
                <c:pt idx="5763">
                  <c:v>23.975000000000001</c:v>
                </c:pt>
                <c:pt idx="5764">
                  <c:v>23.979167</c:v>
                </c:pt>
                <c:pt idx="5765">
                  <c:v>23.983332999999998</c:v>
                </c:pt>
                <c:pt idx="5766">
                  <c:v>23.987500000000001</c:v>
                </c:pt>
                <c:pt idx="5767">
                  <c:v>23.991667</c:v>
                </c:pt>
                <c:pt idx="5768">
                  <c:v>23.995833000000001</c:v>
                </c:pt>
                <c:pt idx="5769">
                  <c:v>24</c:v>
                </c:pt>
                <c:pt idx="5770">
                  <c:v>24.004166999999999</c:v>
                </c:pt>
                <c:pt idx="5771">
                  <c:v>24.008333</c:v>
                </c:pt>
                <c:pt idx="5772">
                  <c:v>24.012499999999999</c:v>
                </c:pt>
                <c:pt idx="5773">
                  <c:v>24.016667000000002</c:v>
                </c:pt>
                <c:pt idx="5774">
                  <c:v>24.020833</c:v>
                </c:pt>
                <c:pt idx="5775">
                  <c:v>24.024999999999999</c:v>
                </c:pt>
                <c:pt idx="5776">
                  <c:v>24.029167000000001</c:v>
                </c:pt>
                <c:pt idx="5777">
                  <c:v>24.033332999999999</c:v>
                </c:pt>
                <c:pt idx="5778">
                  <c:v>24.037500000000001</c:v>
                </c:pt>
                <c:pt idx="5779">
                  <c:v>24.041667</c:v>
                </c:pt>
                <c:pt idx="5780">
                  <c:v>24.045832999999998</c:v>
                </c:pt>
                <c:pt idx="5781">
                  <c:v>24.05</c:v>
                </c:pt>
                <c:pt idx="5782">
                  <c:v>24.054167</c:v>
                </c:pt>
                <c:pt idx="5783">
                  <c:v>24.058333000000001</c:v>
                </c:pt>
                <c:pt idx="5784">
                  <c:v>24.0625</c:v>
                </c:pt>
                <c:pt idx="5785">
                  <c:v>24.066666999999999</c:v>
                </c:pt>
                <c:pt idx="5786">
                  <c:v>24.070833</c:v>
                </c:pt>
                <c:pt idx="5787">
                  <c:v>24.074999999999999</c:v>
                </c:pt>
                <c:pt idx="5788">
                  <c:v>24.079167000000002</c:v>
                </c:pt>
                <c:pt idx="5789">
                  <c:v>24.083333</c:v>
                </c:pt>
                <c:pt idx="5790">
                  <c:v>24.087499999999999</c:v>
                </c:pt>
                <c:pt idx="5791">
                  <c:v>24.091667000000001</c:v>
                </c:pt>
                <c:pt idx="5792">
                  <c:v>24.095832999999999</c:v>
                </c:pt>
                <c:pt idx="5793">
                  <c:v>24.1</c:v>
                </c:pt>
                <c:pt idx="5794">
                  <c:v>24.104167</c:v>
                </c:pt>
                <c:pt idx="5795">
                  <c:v>24.108332999999998</c:v>
                </c:pt>
                <c:pt idx="5796">
                  <c:v>24.112500000000001</c:v>
                </c:pt>
                <c:pt idx="5797">
                  <c:v>24.116667</c:v>
                </c:pt>
                <c:pt idx="5798">
                  <c:v>24.120833000000001</c:v>
                </c:pt>
                <c:pt idx="5799">
                  <c:v>24.125</c:v>
                </c:pt>
                <c:pt idx="5800">
                  <c:v>24.129166999999999</c:v>
                </c:pt>
                <c:pt idx="5801">
                  <c:v>24.133333</c:v>
                </c:pt>
                <c:pt idx="5802">
                  <c:v>24.137499999999999</c:v>
                </c:pt>
                <c:pt idx="5803">
                  <c:v>24.141667000000002</c:v>
                </c:pt>
                <c:pt idx="5804">
                  <c:v>24.145833</c:v>
                </c:pt>
                <c:pt idx="5805">
                  <c:v>24.15</c:v>
                </c:pt>
                <c:pt idx="5806">
                  <c:v>24.154167000000001</c:v>
                </c:pt>
                <c:pt idx="5807">
                  <c:v>24.158332999999999</c:v>
                </c:pt>
                <c:pt idx="5808">
                  <c:v>24.162500000000001</c:v>
                </c:pt>
                <c:pt idx="5809">
                  <c:v>24.166667</c:v>
                </c:pt>
                <c:pt idx="5810">
                  <c:v>24.170832999999998</c:v>
                </c:pt>
                <c:pt idx="5811">
                  <c:v>24.175000000000001</c:v>
                </c:pt>
                <c:pt idx="5812">
                  <c:v>24.179167</c:v>
                </c:pt>
                <c:pt idx="5813">
                  <c:v>24.183333000000001</c:v>
                </c:pt>
                <c:pt idx="5814">
                  <c:v>24.1875</c:v>
                </c:pt>
                <c:pt idx="5815">
                  <c:v>24.191666999999999</c:v>
                </c:pt>
                <c:pt idx="5816">
                  <c:v>24.195833</c:v>
                </c:pt>
                <c:pt idx="5817">
                  <c:v>24.2</c:v>
                </c:pt>
                <c:pt idx="5818">
                  <c:v>24.204167000000002</c:v>
                </c:pt>
                <c:pt idx="5819">
                  <c:v>24.208333</c:v>
                </c:pt>
                <c:pt idx="5820">
                  <c:v>24.212499999999999</c:v>
                </c:pt>
                <c:pt idx="5821">
                  <c:v>24.216667000000001</c:v>
                </c:pt>
                <c:pt idx="5822">
                  <c:v>24.220832999999999</c:v>
                </c:pt>
                <c:pt idx="5823">
                  <c:v>24.225000000000001</c:v>
                </c:pt>
                <c:pt idx="5824">
                  <c:v>24.229167</c:v>
                </c:pt>
                <c:pt idx="5825">
                  <c:v>24.233332999999998</c:v>
                </c:pt>
                <c:pt idx="5826">
                  <c:v>24.237500000000001</c:v>
                </c:pt>
                <c:pt idx="5827">
                  <c:v>24.241667</c:v>
                </c:pt>
                <c:pt idx="5828">
                  <c:v>24.245833000000001</c:v>
                </c:pt>
                <c:pt idx="5829">
                  <c:v>24.25</c:v>
                </c:pt>
                <c:pt idx="5830">
                  <c:v>24.254166999999999</c:v>
                </c:pt>
                <c:pt idx="5831">
                  <c:v>24.258333</c:v>
                </c:pt>
                <c:pt idx="5832">
                  <c:v>24.262499999999999</c:v>
                </c:pt>
                <c:pt idx="5833">
                  <c:v>24.266667000000002</c:v>
                </c:pt>
                <c:pt idx="5834">
                  <c:v>24.270833</c:v>
                </c:pt>
                <c:pt idx="5835">
                  <c:v>24.274999999999999</c:v>
                </c:pt>
                <c:pt idx="5836">
                  <c:v>24.279167000000001</c:v>
                </c:pt>
                <c:pt idx="5837">
                  <c:v>24.283332999999999</c:v>
                </c:pt>
                <c:pt idx="5838">
                  <c:v>24.287500000000001</c:v>
                </c:pt>
                <c:pt idx="5839">
                  <c:v>24.291667</c:v>
                </c:pt>
                <c:pt idx="5840">
                  <c:v>24.295832999999998</c:v>
                </c:pt>
                <c:pt idx="5841">
                  <c:v>24.3</c:v>
                </c:pt>
                <c:pt idx="5842">
                  <c:v>24.304167</c:v>
                </c:pt>
                <c:pt idx="5843">
                  <c:v>24.308333000000001</c:v>
                </c:pt>
                <c:pt idx="5844">
                  <c:v>24.3125</c:v>
                </c:pt>
                <c:pt idx="5845">
                  <c:v>24.316666999999999</c:v>
                </c:pt>
                <c:pt idx="5846">
                  <c:v>24.320833</c:v>
                </c:pt>
                <c:pt idx="5847">
                  <c:v>24.324999999999999</c:v>
                </c:pt>
                <c:pt idx="5848">
                  <c:v>24.329167000000002</c:v>
                </c:pt>
                <c:pt idx="5849">
                  <c:v>24.333333</c:v>
                </c:pt>
                <c:pt idx="5850">
                  <c:v>24.337499999999999</c:v>
                </c:pt>
                <c:pt idx="5851">
                  <c:v>24.341667000000001</c:v>
                </c:pt>
                <c:pt idx="5852">
                  <c:v>24.345832999999999</c:v>
                </c:pt>
                <c:pt idx="5853">
                  <c:v>24.35</c:v>
                </c:pt>
                <c:pt idx="5854">
                  <c:v>24.354167</c:v>
                </c:pt>
                <c:pt idx="5855">
                  <c:v>24.358332999999998</c:v>
                </c:pt>
                <c:pt idx="5856">
                  <c:v>24.362500000000001</c:v>
                </c:pt>
                <c:pt idx="5857">
                  <c:v>24.366667</c:v>
                </c:pt>
                <c:pt idx="5858">
                  <c:v>24.370833000000001</c:v>
                </c:pt>
                <c:pt idx="5859">
                  <c:v>24.375</c:v>
                </c:pt>
                <c:pt idx="5860">
                  <c:v>24.379166999999999</c:v>
                </c:pt>
                <c:pt idx="5861">
                  <c:v>24.383333</c:v>
                </c:pt>
                <c:pt idx="5862">
                  <c:v>24.387499999999999</c:v>
                </c:pt>
                <c:pt idx="5863">
                  <c:v>24.391667000000002</c:v>
                </c:pt>
                <c:pt idx="5864">
                  <c:v>24.395833</c:v>
                </c:pt>
                <c:pt idx="5865">
                  <c:v>24.4</c:v>
                </c:pt>
                <c:pt idx="5866">
                  <c:v>24.404167000000001</c:v>
                </c:pt>
                <c:pt idx="5867">
                  <c:v>24.408332999999999</c:v>
                </c:pt>
                <c:pt idx="5868">
                  <c:v>24.412500000000001</c:v>
                </c:pt>
                <c:pt idx="5869">
                  <c:v>24.416667</c:v>
                </c:pt>
                <c:pt idx="5870">
                  <c:v>24.420832999999998</c:v>
                </c:pt>
                <c:pt idx="5871">
                  <c:v>24.425000000000001</c:v>
                </c:pt>
                <c:pt idx="5872">
                  <c:v>24.429167</c:v>
                </c:pt>
                <c:pt idx="5873">
                  <c:v>24.433333000000001</c:v>
                </c:pt>
                <c:pt idx="5874">
                  <c:v>24.4375</c:v>
                </c:pt>
                <c:pt idx="5875">
                  <c:v>24.441666999999999</c:v>
                </c:pt>
                <c:pt idx="5876">
                  <c:v>24.445833</c:v>
                </c:pt>
                <c:pt idx="5877">
                  <c:v>24.45</c:v>
                </c:pt>
                <c:pt idx="5878">
                  <c:v>24.454167000000002</c:v>
                </c:pt>
                <c:pt idx="5879">
                  <c:v>24.458333</c:v>
                </c:pt>
                <c:pt idx="5880">
                  <c:v>24.462499999999999</c:v>
                </c:pt>
                <c:pt idx="5881">
                  <c:v>24.466667000000001</c:v>
                </c:pt>
                <c:pt idx="5882">
                  <c:v>24.470832999999999</c:v>
                </c:pt>
                <c:pt idx="5883">
                  <c:v>24.475000000000001</c:v>
                </c:pt>
                <c:pt idx="5884">
                  <c:v>24.479167</c:v>
                </c:pt>
                <c:pt idx="5885">
                  <c:v>24.483332999999998</c:v>
                </c:pt>
                <c:pt idx="5886">
                  <c:v>24.487500000000001</c:v>
                </c:pt>
                <c:pt idx="5887">
                  <c:v>24.491667</c:v>
                </c:pt>
                <c:pt idx="5888">
                  <c:v>24.495833000000001</c:v>
                </c:pt>
                <c:pt idx="5889">
                  <c:v>24.5</c:v>
                </c:pt>
                <c:pt idx="5890">
                  <c:v>24.504166999999999</c:v>
                </c:pt>
                <c:pt idx="5891">
                  <c:v>24.508333</c:v>
                </c:pt>
                <c:pt idx="5892">
                  <c:v>24.512499999999999</c:v>
                </c:pt>
                <c:pt idx="5893">
                  <c:v>24.516667000000002</c:v>
                </c:pt>
                <c:pt idx="5894">
                  <c:v>24.520833</c:v>
                </c:pt>
                <c:pt idx="5895">
                  <c:v>24.524999999999999</c:v>
                </c:pt>
                <c:pt idx="5896">
                  <c:v>24.529167000000001</c:v>
                </c:pt>
                <c:pt idx="5897">
                  <c:v>24.533332999999999</c:v>
                </c:pt>
                <c:pt idx="5898">
                  <c:v>24.537500000000001</c:v>
                </c:pt>
                <c:pt idx="5899">
                  <c:v>24.541667</c:v>
                </c:pt>
                <c:pt idx="5900">
                  <c:v>24.545832999999998</c:v>
                </c:pt>
                <c:pt idx="5901">
                  <c:v>24.55</c:v>
                </c:pt>
                <c:pt idx="5902">
                  <c:v>24.554167</c:v>
                </c:pt>
                <c:pt idx="5903">
                  <c:v>24.558333000000001</c:v>
                </c:pt>
                <c:pt idx="5904">
                  <c:v>24.5625</c:v>
                </c:pt>
                <c:pt idx="5905">
                  <c:v>24.566666999999999</c:v>
                </c:pt>
                <c:pt idx="5906">
                  <c:v>24.570833</c:v>
                </c:pt>
                <c:pt idx="5907">
                  <c:v>24.574999999999999</c:v>
                </c:pt>
                <c:pt idx="5908">
                  <c:v>24.579167000000002</c:v>
                </c:pt>
                <c:pt idx="5909">
                  <c:v>24.583333</c:v>
                </c:pt>
                <c:pt idx="5910">
                  <c:v>24.587499999999999</c:v>
                </c:pt>
                <c:pt idx="5911">
                  <c:v>24.591667000000001</c:v>
                </c:pt>
                <c:pt idx="5912">
                  <c:v>24.595832999999999</c:v>
                </c:pt>
                <c:pt idx="5913">
                  <c:v>24.6</c:v>
                </c:pt>
                <c:pt idx="5914">
                  <c:v>24.604167</c:v>
                </c:pt>
                <c:pt idx="5915">
                  <c:v>24.608332999999998</c:v>
                </c:pt>
                <c:pt idx="5916">
                  <c:v>24.612500000000001</c:v>
                </c:pt>
                <c:pt idx="5917">
                  <c:v>24.616667</c:v>
                </c:pt>
                <c:pt idx="5918">
                  <c:v>24.620833000000001</c:v>
                </c:pt>
                <c:pt idx="5919">
                  <c:v>24.625</c:v>
                </c:pt>
                <c:pt idx="5920">
                  <c:v>24.629166999999999</c:v>
                </c:pt>
                <c:pt idx="5921">
                  <c:v>24.633333</c:v>
                </c:pt>
                <c:pt idx="5922">
                  <c:v>24.637499999999999</c:v>
                </c:pt>
                <c:pt idx="5923">
                  <c:v>24.641667000000002</c:v>
                </c:pt>
                <c:pt idx="5924">
                  <c:v>24.645833</c:v>
                </c:pt>
                <c:pt idx="5925">
                  <c:v>24.65</c:v>
                </c:pt>
                <c:pt idx="5926">
                  <c:v>24.654167000000001</c:v>
                </c:pt>
                <c:pt idx="5927">
                  <c:v>24.658332999999999</c:v>
                </c:pt>
                <c:pt idx="5928">
                  <c:v>24.662500000000001</c:v>
                </c:pt>
                <c:pt idx="5929">
                  <c:v>24.666667</c:v>
                </c:pt>
                <c:pt idx="5930">
                  <c:v>24.670832999999998</c:v>
                </c:pt>
                <c:pt idx="5931">
                  <c:v>24.675000000000001</c:v>
                </c:pt>
                <c:pt idx="5932">
                  <c:v>24.679167</c:v>
                </c:pt>
                <c:pt idx="5933">
                  <c:v>24.683333000000001</c:v>
                </c:pt>
                <c:pt idx="5934">
                  <c:v>24.6875</c:v>
                </c:pt>
                <c:pt idx="5935">
                  <c:v>24.691666999999999</c:v>
                </c:pt>
                <c:pt idx="5936">
                  <c:v>24.695833</c:v>
                </c:pt>
                <c:pt idx="5937">
                  <c:v>24.7</c:v>
                </c:pt>
                <c:pt idx="5938">
                  <c:v>24.704167000000002</c:v>
                </c:pt>
                <c:pt idx="5939">
                  <c:v>24.708333</c:v>
                </c:pt>
                <c:pt idx="5940">
                  <c:v>24.712499999999999</c:v>
                </c:pt>
                <c:pt idx="5941">
                  <c:v>24.716667000000001</c:v>
                </c:pt>
                <c:pt idx="5942">
                  <c:v>24.720832999999999</c:v>
                </c:pt>
                <c:pt idx="5943">
                  <c:v>24.725000000000001</c:v>
                </c:pt>
                <c:pt idx="5944">
                  <c:v>24.729167</c:v>
                </c:pt>
                <c:pt idx="5945">
                  <c:v>24.733332999999998</c:v>
                </c:pt>
                <c:pt idx="5946">
                  <c:v>24.737500000000001</c:v>
                </c:pt>
                <c:pt idx="5947">
                  <c:v>24.741667</c:v>
                </c:pt>
                <c:pt idx="5948">
                  <c:v>24.745833000000001</c:v>
                </c:pt>
                <c:pt idx="5949">
                  <c:v>24.75</c:v>
                </c:pt>
                <c:pt idx="5950">
                  <c:v>24.754166999999999</c:v>
                </c:pt>
                <c:pt idx="5951">
                  <c:v>24.758333</c:v>
                </c:pt>
                <c:pt idx="5952">
                  <c:v>24.762499999999999</c:v>
                </c:pt>
                <c:pt idx="5953">
                  <c:v>24.766667000000002</c:v>
                </c:pt>
                <c:pt idx="5954">
                  <c:v>24.770833</c:v>
                </c:pt>
                <c:pt idx="5955">
                  <c:v>24.774999999999999</c:v>
                </c:pt>
                <c:pt idx="5956">
                  <c:v>24.779167000000001</c:v>
                </c:pt>
                <c:pt idx="5957">
                  <c:v>24.783332999999999</c:v>
                </c:pt>
                <c:pt idx="5958">
                  <c:v>24.787500000000001</c:v>
                </c:pt>
                <c:pt idx="5959">
                  <c:v>24.791667</c:v>
                </c:pt>
                <c:pt idx="5960">
                  <c:v>24.795832999999998</c:v>
                </c:pt>
                <c:pt idx="5961">
                  <c:v>24.8</c:v>
                </c:pt>
                <c:pt idx="5962">
                  <c:v>24.804167</c:v>
                </c:pt>
                <c:pt idx="5963">
                  <c:v>24.808333000000001</c:v>
                </c:pt>
                <c:pt idx="5964">
                  <c:v>24.8125</c:v>
                </c:pt>
                <c:pt idx="5965">
                  <c:v>24.816666999999999</c:v>
                </c:pt>
                <c:pt idx="5966">
                  <c:v>24.820833</c:v>
                </c:pt>
                <c:pt idx="5967">
                  <c:v>24.824999999999999</c:v>
                </c:pt>
                <c:pt idx="5968">
                  <c:v>24.829167000000002</c:v>
                </c:pt>
                <c:pt idx="5969">
                  <c:v>24.833333</c:v>
                </c:pt>
                <c:pt idx="5970">
                  <c:v>24.837499999999999</c:v>
                </c:pt>
                <c:pt idx="5971">
                  <c:v>24.841667000000001</c:v>
                </c:pt>
                <c:pt idx="5972">
                  <c:v>24.845832999999999</c:v>
                </c:pt>
                <c:pt idx="5973">
                  <c:v>24.85</c:v>
                </c:pt>
                <c:pt idx="5974">
                  <c:v>24.854167</c:v>
                </c:pt>
                <c:pt idx="5975">
                  <c:v>24.858332999999998</c:v>
                </c:pt>
                <c:pt idx="5976">
                  <c:v>24.862500000000001</c:v>
                </c:pt>
                <c:pt idx="5977">
                  <c:v>24.866667</c:v>
                </c:pt>
                <c:pt idx="5978">
                  <c:v>24.870833000000001</c:v>
                </c:pt>
                <c:pt idx="5979">
                  <c:v>24.875</c:v>
                </c:pt>
                <c:pt idx="5980">
                  <c:v>24.879166999999999</c:v>
                </c:pt>
                <c:pt idx="5981">
                  <c:v>24.883333</c:v>
                </c:pt>
                <c:pt idx="5982">
                  <c:v>24.887499999999999</c:v>
                </c:pt>
                <c:pt idx="5983">
                  <c:v>24.891667000000002</c:v>
                </c:pt>
                <c:pt idx="5984">
                  <c:v>24.895833</c:v>
                </c:pt>
                <c:pt idx="5985">
                  <c:v>24.9</c:v>
                </c:pt>
                <c:pt idx="5986">
                  <c:v>24.904167000000001</c:v>
                </c:pt>
                <c:pt idx="5987">
                  <c:v>24.908332999999999</c:v>
                </c:pt>
                <c:pt idx="5988">
                  <c:v>24.912500000000001</c:v>
                </c:pt>
                <c:pt idx="5989">
                  <c:v>24.916667</c:v>
                </c:pt>
                <c:pt idx="5990">
                  <c:v>24.920832999999998</c:v>
                </c:pt>
                <c:pt idx="5991">
                  <c:v>24.925000000000001</c:v>
                </c:pt>
                <c:pt idx="5992">
                  <c:v>24.929167</c:v>
                </c:pt>
                <c:pt idx="5993">
                  <c:v>24.933333000000001</c:v>
                </c:pt>
                <c:pt idx="5994">
                  <c:v>24.9375</c:v>
                </c:pt>
                <c:pt idx="5995">
                  <c:v>24.941666999999999</c:v>
                </c:pt>
                <c:pt idx="5996">
                  <c:v>24.945833</c:v>
                </c:pt>
                <c:pt idx="5997">
                  <c:v>24.95</c:v>
                </c:pt>
                <c:pt idx="5998">
                  <c:v>24.954167000000002</c:v>
                </c:pt>
                <c:pt idx="5999">
                  <c:v>24.958333</c:v>
                </c:pt>
                <c:pt idx="6000">
                  <c:v>24.962499999999999</c:v>
                </c:pt>
                <c:pt idx="6001">
                  <c:v>24.966667000000001</c:v>
                </c:pt>
                <c:pt idx="6002">
                  <c:v>24.970832999999999</c:v>
                </c:pt>
                <c:pt idx="6003">
                  <c:v>24.975000000000001</c:v>
                </c:pt>
                <c:pt idx="6004">
                  <c:v>24.979167</c:v>
                </c:pt>
                <c:pt idx="6005">
                  <c:v>24.983332999999998</c:v>
                </c:pt>
                <c:pt idx="6006">
                  <c:v>24.987500000000001</c:v>
                </c:pt>
                <c:pt idx="6007">
                  <c:v>24.991667</c:v>
                </c:pt>
                <c:pt idx="6008">
                  <c:v>24.995833000000001</c:v>
                </c:pt>
                <c:pt idx="6009">
                  <c:v>25</c:v>
                </c:pt>
                <c:pt idx="6010">
                  <c:v>25.004166999999999</c:v>
                </c:pt>
                <c:pt idx="6011">
                  <c:v>25.008333</c:v>
                </c:pt>
                <c:pt idx="6012">
                  <c:v>25.012499999999999</c:v>
                </c:pt>
                <c:pt idx="6013">
                  <c:v>25.016667000000002</c:v>
                </c:pt>
                <c:pt idx="6014">
                  <c:v>25.020833</c:v>
                </c:pt>
                <c:pt idx="6015">
                  <c:v>25.024999999999999</c:v>
                </c:pt>
                <c:pt idx="6016">
                  <c:v>25.029167000000001</c:v>
                </c:pt>
                <c:pt idx="6017">
                  <c:v>25.033332999999999</c:v>
                </c:pt>
                <c:pt idx="6018">
                  <c:v>25.037500000000001</c:v>
                </c:pt>
                <c:pt idx="6019">
                  <c:v>25.041667</c:v>
                </c:pt>
                <c:pt idx="6020">
                  <c:v>25.045832999999998</c:v>
                </c:pt>
                <c:pt idx="6021">
                  <c:v>25.05</c:v>
                </c:pt>
                <c:pt idx="6022">
                  <c:v>25.054167</c:v>
                </c:pt>
                <c:pt idx="6023">
                  <c:v>25.058333000000001</c:v>
                </c:pt>
                <c:pt idx="6024">
                  <c:v>25.0625</c:v>
                </c:pt>
                <c:pt idx="6025">
                  <c:v>25.066666999999999</c:v>
                </c:pt>
                <c:pt idx="6026">
                  <c:v>25.070833</c:v>
                </c:pt>
                <c:pt idx="6027">
                  <c:v>25.074999999999999</c:v>
                </c:pt>
                <c:pt idx="6028">
                  <c:v>25.079167000000002</c:v>
                </c:pt>
                <c:pt idx="6029">
                  <c:v>25.083333</c:v>
                </c:pt>
                <c:pt idx="6030">
                  <c:v>25.087499999999999</c:v>
                </c:pt>
                <c:pt idx="6031">
                  <c:v>25.091667000000001</c:v>
                </c:pt>
                <c:pt idx="6032">
                  <c:v>25.095832999999999</c:v>
                </c:pt>
                <c:pt idx="6033">
                  <c:v>25.1</c:v>
                </c:pt>
                <c:pt idx="6034">
                  <c:v>25.104167</c:v>
                </c:pt>
                <c:pt idx="6035">
                  <c:v>25.108332999999998</c:v>
                </c:pt>
                <c:pt idx="6036">
                  <c:v>25.112500000000001</c:v>
                </c:pt>
                <c:pt idx="6037">
                  <c:v>25.116667</c:v>
                </c:pt>
                <c:pt idx="6038">
                  <c:v>25.120833000000001</c:v>
                </c:pt>
                <c:pt idx="6039">
                  <c:v>25.125</c:v>
                </c:pt>
                <c:pt idx="6040">
                  <c:v>25.129166999999999</c:v>
                </c:pt>
                <c:pt idx="6041">
                  <c:v>25.133333</c:v>
                </c:pt>
                <c:pt idx="6042">
                  <c:v>25.137499999999999</c:v>
                </c:pt>
                <c:pt idx="6043">
                  <c:v>25.141667000000002</c:v>
                </c:pt>
                <c:pt idx="6044">
                  <c:v>25.145833</c:v>
                </c:pt>
                <c:pt idx="6045">
                  <c:v>25.15</c:v>
                </c:pt>
                <c:pt idx="6046">
                  <c:v>25.154167000000001</c:v>
                </c:pt>
                <c:pt idx="6047">
                  <c:v>25.158332999999999</c:v>
                </c:pt>
                <c:pt idx="6048">
                  <c:v>25.162500000000001</c:v>
                </c:pt>
                <c:pt idx="6049">
                  <c:v>25.166667</c:v>
                </c:pt>
                <c:pt idx="6050">
                  <c:v>25.170832999999998</c:v>
                </c:pt>
                <c:pt idx="6051">
                  <c:v>25.175000000000001</c:v>
                </c:pt>
                <c:pt idx="6052">
                  <c:v>25.179167</c:v>
                </c:pt>
                <c:pt idx="6053">
                  <c:v>25.183333000000001</c:v>
                </c:pt>
                <c:pt idx="6054">
                  <c:v>25.1875</c:v>
                </c:pt>
                <c:pt idx="6055">
                  <c:v>25.191666999999999</c:v>
                </c:pt>
                <c:pt idx="6056">
                  <c:v>25.195833</c:v>
                </c:pt>
                <c:pt idx="6057">
                  <c:v>25.2</c:v>
                </c:pt>
                <c:pt idx="6058">
                  <c:v>25.204167000000002</c:v>
                </c:pt>
                <c:pt idx="6059">
                  <c:v>25.208333</c:v>
                </c:pt>
                <c:pt idx="6060">
                  <c:v>25.212499999999999</c:v>
                </c:pt>
                <c:pt idx="6061">
                  <c:v>25.216667000000001</c:v>
                </c:pt>
                <c:pt idx="6062">
                  <c:v>25.220832999999999</c:v>
                </c:pt>
                <c:pt idx="6063">
                  <c:v>25.225000000000001</c:v>
                </c:pt>
                <c:pt idx="6064">
                  <c:v>25.229167</c:v>
                </c:pt>
                <c:pt idx="6065">
                  <c:v>25.233332999999998</c:v>
                </c:pt>
                <c:pt idx="6066">
                  <c:v>25.237500000000001</c:v>
                </c:pt>
                <c:pt idx="6067">
                  <c:v>25.241667</c:v>
                </c:pt>
                <c:pt idx="6068">
                  <c:v>25.245833000000001</c:v>
                </c:pt>
                <c:pt idx="6069">
                  <c:v>25.25</c:v>
                </c:pt>
                <c:pt idx="6070">
                  <c:v>25.254166999999999</c:v>
                </c:pt>
                <c:pt idx="6071">
                  <c:v>25.258333</c:v>
                </c:pt>
                <c:pt idx="6072">
                  <c:v>25.262499999999999</c:v>
                </c:pt>
                <c:pt idx="6073">
                  <c:v>25.266667000000002</c:v>
                </c:pt>
                <c:pt idx="6074">
                  <c:v>25.270833</c:v>
                </c:pt>
                <c:pt idx="6075">
                  <c:v>25.274999999999999</c:v>
                </c:pt>
                <c:pt idx="6076">
                  <c:v>25.279167000000001</c:v>
                </c:pt>
                <c:pt idx="6077">
                  <c:v>25.283332999999999</c:v>
                </c:pt>
                <c:pt idx="6078">
                  <c:v>25.287500000000001</c:v>
                </c:pt>
                <c:pt idx="6079">
                  <c:v>25.291667</c:v>
                </c:pt>
                <c:pt idx="6080">
                  <c:v>25.295832999999998</c:v>
                </c:pt>
                <c:pt idx="6081">
                  <c:v>25.3</c:v>
                </c:pt>
                <c:pt idx="6082">
                  <c:v>25.304167</c:v>
                </c:pt>
                <c:pt idx="6083">
                  <c:v>25.308333000000001</c:v>
                </c:pt>
                <c:pt idx="6084">
                  <c:v>25.3125</c:v>
                </c:pt>
                <c:pt idx="6085">
                  <c:v>25.316666999999999</c:v>
                </c:pt>
                <c:pt idx="6086">
                  <c:v>25.320833</c:v>
                </c:pt>
                <c:pt idx="6087">
                  <c:v>25.324999999999999</c:v>
                </c:pt>
                <c:pt idx="6088">
                  <c:v>25.329167000000002</c:v>
                </c:pt>
                <c:pt idx="6089">
                  <c:v>25.333333</c:v>
                </c:pt>
                <c:pt idx="6090">
                  <c:v>25.337499999999999</c:v>
                </c:pt>
                <c:pt idx="6091">
                  <c:v>25.341667000000001</c:v>
                </c:pt>
                <c:pt idx="6092">
                  <c:v>25.345832999999999</c:v>
                </c:pt>
                <c:pt idx="6093">
                  <c:v>25.35</c:v>
                </c:pt>
                <c:pt idx="6094">
                  <c:v>25.354167</c:v>
                </c:pt>
                <c:pt idx="6095">
                  <c:v>25.358332999999998</c:v>
                </c:pt>
                <c:pt idx="6096">
                  <c:v>25.362500000000001</c:v>
                </c:pt>
                <c:pt idx="6097">
                  <c:v>25.366667</c:v>
                </c:pt>
                <c:pt idx="6098">
                  <c:v>25.370833000000001</c:v>
                </c:pt>
                <c:pt idx="6099">
                  <c:v>25.375</c:v>
                </c:pt>
                <c:pt idx="6100">
                  <c:v>25.379166999999999</c:v>
                </c:pt>
                <c:pt idx="6101">
                  <c:v>25.383333</c:v>
                </c:pt>
                <c:pt idx="6102">
                  <c:v>25.387499999999999</c:v>
                </c:pt>
                <c:pt idx="6103">
                  <c:v>25.391667000000002</c:v>
                </c:pt>
                <c:pt idx="6104">
                  <c:v>25.395833</c:v>
                </c:pt>
                <c:pt idx="6105">
                  <c:v>25.4</c:v>
                </c:pt>
                <c:pt idx="6106">
                  <c:v>25.404167000000001</c:v>
                </c:pt>
                <c:pt idx="6107">
                  <c:v>25.408332999999999</c:v>
                </c:pt>
                <c:pt idx="6108">
                  <c:v>25.412500000000001</c:v>
                </c:pt>
                <c:pt idx="6109">
                  <c:v>25.416667</c:v>
                </c:pt>
                <c:pt idx="6110">
                  <c:v>25.420832999999998</c:v>
                </c:pt>
                <c:pt idx="6111">
                  <c:v>25.425000000000001</c:v>
                </c:pt>
                <c:pt idx="6112">
                  <c:v>25.429167</c:v>
                </c:pt>
                <c:pt idx="6113">
                  <c:v>25.433333000000001</c:v>
                </c:pt>
                <c:pt idx="6114">
                  <c:v>25.4375</c:v>
                </c:pt>
                <c:pt idx="6115">
                  <c:v>25.441666999999999</c:v>
                </c:pt>
                <c:pt idx="6116">
                  <c:v>25.445833</c:v>
                </c:pt>
                <c:pt idx="6117">
                  <c:v>25.45</c:v>
                </c:pt>
                <c:pt idx="6118">
                  <c:v>25.454167000000002</c:v>
                </c:pt>
                <c:pt idx="6119">
                  <c:v>25.458333</c:v>
                </c:pt>
                <c:pt idx="6120">
                  <c:v>25.462499999999999</c:v>
                </c:pt>
                <c:pt idx="6121">
                  <c:v>25.466667000000001</c:v>
                </c:pt>
                <c:pt idx="6122">
                  <c:v>25.470832999999999</c:v>
                </c:pt>
                <c:pt idx="6123">
                  <c:v>25.475000000000001</c:v>
                </c:pt>
                <c:pt idx="6124">
                  <c:v>25.479167</c:v>
                </c:pt>
                <c:pt idx="6125">
                  <c:v>25.483332999999998</c:v>
                </c:pt>
                <c:pt idx="6126">
                  <c:v>25.487500000000001</c:v>
                </c:pt>
                <c:pt idx="6127">
                  <c:v>25.491667</c:v>
                </c:pt>
                <c:pt idx="6128">
                  <c:v>25.495833000000001</c:v>
                </c:pt>
                <c:pt idx="6129">
                  <c:v>25.5</c:v>
                </c:pt>
                <c:pt idx="6130">
                  <c:v>25.504166999999999</c:v>
                </c:pt>
                <c:pt idx="6131">
                  <c:v>25.508333</c:v>
                </c:pt>
                <c:pt idx="6132">
                  <c:v>25.512499999999999</c:v>
                </c:pt>
                <c:pt idx="6133">
                  <c:v>25.516667000000002</c:v>
                </c:pt>
                <c:pt idx="6134">
                  <c:v>25.520833</c:v>
                </c:pt>
                <c:pt idx="6135">
                  <c:v>25.524999999999999</c:v>
                </c:pt>
                <c:pt idx="6136">
                  <c:v>25.529167000000001</c:v>
                </c:pt>
                <c:pt idx="6137">
                  <c:v>25.533332999999999</c:v>
                </c:pt>
                <c:pt idx="6138">
                  <c:v>25.537500000000001</c:v>
                </c:pt>
                <c:pt idx="6139">
                  <c:v>25.541667</c:v>
                </c:pt>
                <c:pt idx="6140">
                  <c:v>25.545832999999998</c:v>
                </c:pt>
                <c:pt idx="6141">
                  <c:v>25.55</c:v>
                </c:pt>
                <c:pt idx="6142">
                  <c:v>25.554167</c:v>
                </c:pt>
                <c:pt idx="6143">
                  <c:v>25.558333000000001</c:v>
                </c:pt>
                <c:pt idx="6144">
                  <c:v>25.5625</c:v>
                </c:pt>
                <c:pt idx="6145">
                  <c:v>25.566666999999999</c:v>
                </c:pt>
                <c:pt idx="6146">
                  <c:v>25.570833</c:v>
                </c:pt>
                <c:pt idx="6147">
                  <c:v>25.574999999999999</c:v>
                </c:pt>
                <c:pt idx="6148">
                  <c:v>25.579167000000002</c:v>
                </c:pt>
                <c:pt idx="6149">
                  <c:v>25.583333</c:v>
                </c:pt>
                <c:pt idx="6150">
                  <c:v>25.587499999999999</c:v>
                </c:pt>
                <c:pt idx="6151">
                  <c:v>25.591667000000001</c:v>
                </c:pt>
                <c:pt idx="6152">
                  <c:v>25.595832999999999</c:v>
                </c:pt>
                <c:pt idx="6153">
                  <c:v>25.6</c:v>
                </c:pt>
                <c:pt idx="6154">
                  <c:v>25.604167</c:v>
                </c:pt>
                <c:pt idx="6155">
                  <c:v>25.608332999999998</c:v>
                </c:pt>
                <c:pt idx="6156">
                  <c:v>25.612500000000001</c:v>
                </c:pt>
                <c:pt idx="6157">
                  <c:v>25.616667</c:v>
                </c:pt>
                <c:pt idx="6158">
                  <c:v>25.620833000000001</c:v>
                </c:pt>
                <c:pt idx="6159">
                  <c:v>25.625</c:v>
                </c:pt>
                <c:pt idx="6160">
                  <c:v>25.629166999999999</c:v>
                </c:pt>
                <c:pt idx="6161">
                  <c:v>25.633333</c:v>
                </c:pt>
                <c:pt idx="6162">
                  <c:v>25.637499999999999</c:v>
                </c:pt>
                <c:pt idx="6163">
                  <c:v>25.641667000000002</c:v>
                </c:pt>
                <c:pt idx="6164">
                  <c:v>25.645833</c:v>
                </c:pt>
                <c:pt idx="6165">
                  <c:v>25.65</c:v>
                </c:pt>
                <c:pt idx="6166">
                  <c:v>25.654167000000001</c:v>
                </c:pt>
                <c:pt idx="6167">
                  <c:v>25.658332999999999</c:v>
                </c:pt>
                <c:pt idx="6168">
                  <c:v>25.662500000000001</c:v>
                </c:pt>
                <c:pt idx="6169">
                  <c:v>25.666667</c:v>
                </c:pt>
                <c:pt idx="6170">
                  <c:v>25.670832999999998</c:v>
                </c:pt>
                <c:pt idx="6171">
                  <c:v>25.675000000000001</c:v>
                </c:pt>
                <c:pt idx="6172">
                  <c:v>25.679167</c:v>
                </c:pt>
                <c:pt idx="6173">
                  <c:v>25.683333000000001</c:v>
                </c:pt>
                <c:pt idx="6174">
                  <c:v>25.6875</c:v>
                </c:pt>
                <c:pt idx="6175">
                  <c:v>25.691666999999999</c:v>
                </c:pt>
                <c:pt idx="6176">
                  <c:v>25.695833</c:v>
                </c:pt>
                <c:pt idx="6177">
                  <c:v>25.7</c:v>
                </c:pt>
                <c:pt idx="6178">
                  <c:v>25.704167000000002</c:v>
                </c:pt>
                <c:pt idx="6179">
                  <c:v>25.708333</c:v>
                </c:pt>
                <c:pt idx="6180">
                  <c:v>25.712499999999999</c:v>
                </c:pt>
                <c:pt idx="6181">
                  <c:v>25.716667000000001</c:v>
                </c:pt>
                <c:pt idx="6182">
                  <c:v>25.720832999999999</c:v>
                </c:pt>
                <c:pt idx="6183">
                  <c:v>25.725000000000001</c:v>
                </c:pt>
                <c:pt idx="6184">
                  <c:v>25.729167</c:v>
                </c:pt>
                <c:pt idx="6185">
                  <c:v>25.733332999999998</c:v>
                </c:pt>
                <c:pt idx="6186">
                  <c:v>25.737500000000001</c:v>
                </c:pt>
                <c:pt idx="6187">
                  <c:v>25.741667</c:v>
                </c:pt>
                <c:pt idx="6188">
                  <c:v>25.745833000000001</c:v>
                </c:pt>
                <c:pt idx="6189">
                  <c:v>25.75</c:v>
                </c:pt>
                <c:pt idx="6190">
                  <c:v>25.754166999999999</c:v>
                </c:pt>
                <c:pt idx="6191">
                  <c:v>25.758333</c:v>
                </c:pt>
                <c:pt idx="6192">
                  <c:v>25.762499999999999</c:v>
                </c:pt>
                <c:pt idx="6193">
                  <c:v>25.766667000000002</c:v>
                </c:pt>
                <c:pt idx="6194">
                  <c:v>25.770833</c:v>
                </c:pt>
                <c:pt idx="6195">
                  <c:v>25.774999999999999</c:v>
                </c:pt>
                <c:pt idx="6196">
                  <c:v>25.779167000000001</c:v>
                </c:pt>
                <c:pt idx="6197">
                  <c:v>25.783332999999999</c:v>
                </c:pt>
                <c:pt idx="6198">
                  <c:v>25.787500000000001</c:v>
                </c:pt>
                <c:pt idx="6199">
                  <c:v>25.791667</c:v>
                </c:pt>
                <c:pt idx="6200">
                  <c:v>25.795832999999998</c:v>
                </c:pt>
                <c:pt idx="6201">
                  <c:v>25.8</c:v>
                </c:pt>
                <c:pt idx="6202">
                  <c:v>25.804167</c:v>
                </c:pt>
                <c:pt idx="6203">
                  <c:v>25.808333000000001</c:v>
                </c:pt>
                <c:pt idx="6204">
                  <c:v>25.8125</c:v>
                </c:pt>
                <c:pt idx="6205">
                  <c:v>25.816666999999999</c:v>
                </c:pt>
                <c:pt idx="6206">
                  <c:v>25.820833</c:v>
                </c:pt>
                <c:pt idx="6207">
                  <c:v>25.824999999999999</c:v>
                </c:pt>
                <c:pt idx="6208">
                  <c:v>25.829167000000002</c:v>
                </c:pt>
                <c:pt idx="6209">
                  <c:v>25.833333</c:v>
                </c:pt>
                <c:pt idx="6210">
                  <c:v>25.837499999999999</c:v>
                </c:pt>
                <c:pt idx="6211">
                  <c:v>25.841667000000001</c:v>
                </c:pt>
                <c:pt idx="6212">
                  <c:v>25.845832999999999</c:v>
                </c:pt>
                <c:pt idx="6213">
                  <c:v>25.85</c:v>
                </c:pt>
                <c:pt idx="6214">
                  <c:v>25.854167</c:v>
                </c:pt>
                <c:pt idx="6215">
                  <c:v>25.858332999999998</c:v>
                </c:pt>
                <c:pt idx="6216">
                  <c:v>25.862500000000001</c:v>
                </c:pt>
                <c:pt idx="6217">
                  <c:v>25.866667</c:v>
                </c:pt>
                <c:pt idx="6218">
                  <c:v>25.870833000000001</c:v>
                </c:pt>
                <c:pt idx="6219">
                  <c:v>25.875</c:v>
                </c:pt>
                <c:pt idx="6220">
                  <c:v>25.879166999999999</c:v>
                </c:pt>
                <c:pt idx="6221">
                  <c:v>25.883333</c:v>
                </c:pt>
                <c:pt idx="6222">
                  <c:v>25.887499999999999</c:v>
                </c:pt>
                <c:pt idx="6223">
                  <c:v>25.891667000000002</c:v>
                </c:pt>
                <c:pt idx="6224">
                  <c:v>25.895833</c:v>
                </c:pt>
                <c:pt idx="6225">
                  <c:v>25.9</c:v>
                </c:pt>
                <c:pt idx="6226">
                  <c:v>25.904167000000001</c:v>
                </c:pt>
                <c:pt idx="6227">
                  <c:v>25.908332999999999</c:v>
                </c:pt>
                <c:pt idx="6228">
                  <c:v>25.912500000000001</c:v>
                </c:pt>
                <c:pt idx="6229">
                  <c:v>25.916667</c:v>
                </c:pt>
                <c:pt idx="6230">
                  <c:v>25.920832999999998</c:v>
                </c:pt>
                <c:pt idx="6231">
                  <c:v>25.925000000000001</c:v>
                </c:pt>
                <c:pt idx="6232">
                  <c:v>25.929167</c:v>
                </c:pt>
                <c:pt idx="6233">
                  <c:v>25.933333000000001</c:v>
                </c:pt>
                <c:pt idx="6234">
                  <c:v>25.9375</c:v>
                </c:pt>
                <c:pt idx="6235">
                  <c:v>25.941666999999999</c:v>
                </c:pt>
                <c:pt idx="6236">
                  <c:v>25.945833</c:v>
                </c:pt>
                <c:pt idx="6237">
                  <c:v>25.95</c:v>
                </c:pt>
                <c:pt idx="6238">
                  <c:v>25.954167000000002</c:v>
                </c:pt>
                <c:pt idx="6239">
                  <c:v>25.958333</c:v>
                </c:pt>
                <c:pt idx="6240">
                  <c:v>25.962499999999999</c:v>
                </c:pt>
                <c:pt idx="6241">
                  <c:v>25.966667000000001</c:v>
                </c:pt>
                <c:pt idx="6242">
                  <c:v>25.970832999999999</c:v>
                </c:pt>
                <c:pt idx="6243">
                  <c:v>25.975000000000001</c:v>
                </c:pt>
                <c:pt idx="6244">
                  <c:v>25.979167</c:v>
                </c:pt>
                <c:pt idx="6245">
                  <c:v>25.983332999999998</c:v>
                </c:pt>
                <c:pt idx="6246">
                  <c:v>25.987500000000001</c:v>
                </c:pt>
                <c:pt idx="6247">
                  <c:v>25.991667</c:v>
                </c:pt>
                <c:pt idx="6248">
                  <c:v>25.995833000000001</c:v>
                </c:pt>
                <c:pt idx="6249">
                  <c:v>26</c:v>
                </c:pt>
                <c:pt idx="6250">
                  <c:v>26.004166999999999</c:v>
                </c:pt>
                <c:pt idx="6251">
                  <c:v>26.008333</c:v>
                </c:pt>
                <c:pt idx="6252">
                  <c:v>26.012499999999999</c:v>
                </c:pt>
                <c:pt idx="6253">
                  <c:v>26.016667000000002</c:v>
                </c:pt>
                <c:pt idx="6254">
                  <c:v>26.020833</c:v>
                </c:pt>
                <c:pt idx="6255">
                  <c:v>26.024999999999999</c:v>
                </c:pt>
                <c:pt idx="6256">
                  <c:v>26.029167000000001</c:v>
                </c:pt>
                <c:pt idx="6257">
                  <c:v>26.033332999999999</c:v>
                </c:pt>
                <c:pt idx="6258">
                  <c:v>26.037500000000001</c:v>
                </c:pt>
                <c:pt idx="6259">
                  <c:v>26.041667</c:v>
                </c:pt>
                <c:pt idx="6260">
                  <c:v>26.045832999999998</c:v>
                </c:pt>
                <c:pt idx="6261">
                  <c:v>26.05</c:v>
                </c:pt>
                <c:pt idx="6262">
                  <c:v>26.054167</c:v>
                </c:pt>
                <c:pt idx="6263">
                  <c:v>26.058333000000001</c:v>
                </c:pt>
                <c:pt idx="6264">
                  <c:v>26.0625</c:v>
                </c:pt>
                <c:pt idx="6265">
                  <c:v>26.066666999999999</c:v>
                </c:pt>
                <c:pt idx="6266">
                  <c:v>26.070833</c:v>
                </c:pt>
                <c:pt idx="6267">
                  <c:v>26.074999999999999</c:v>
                </c:pt>
                <c:pt idx="6268">
                  <c:v>26.079167000000002</c:v>
                </c:pt>
                <c:pt idx="6269">
                  <c:v>26.083333</c:v>
                </c:pt>
                <c:pt idx="6270">
                  <c:v>26.087499999999999</c:v>
                </c:pt>
                <c:pt idx="6271">
                  <c:v>26.091667000000001</c:v>
                </c:pt>
                <c:pt idx="6272">
                  <c:v>26.095832999999999</c:v>
                </c:pt>
                <c:pt idx="6273">
                  <c:v>26.1</c:v>
                </c:pt>
                <c:pt idx="6274">
                  <c:v>26.104167</c:v>
                </c:pt>
                <c:pt idx="6275">
                  <c:v>26.108332999999998</c:v>
                </c:pt>
                <c:pt idx="6276">
                  <c:v>26.112500000000001</c:v>
                </c:pt>
                <c:pt idx="6277">
                  <c:v>26.116667</c:v>
                </c:pt>
                <c:pt idx="6278">
                  <c:v>26.120833000000001</c:v>
                </c:pt>
                <c:pt idx="6279">
                  <c:v>26.125</c:v>
                </c:pt>
                <c:pt idx="6280">
                  <c:v>26.129166999999999</c:v>
                </c:pt>
                <c:pt idx="6281">
                  <c:v>26.133333</c:v>
                </c:pt>
                <c:pt idx="6282">
                  <c:v>26.137499999999999</c:v>
                </c:pt>
                <c:pt idx="6283">
                  <c:v>26.141667000000002</c:v>
                </c:pt>
                <c:pt idx="6284">
                  <c:v>26.145833</c:v>
                </c:pt>
                <c:pt idx="6285">
                  <c:v>26.15</c:v>
                </c:pt>
                <c:pt idx="6286">
                  <c:v>26.154167000000001</c:v>
                </c:pt>
                <c:pt idx="6287">
                  <c:v>26.158332999999999</c:v>
                </c:pt>
                <c:pt idx="6288">
                  <c:v>26.162500000000001</c:v>
                </c:pt>
                <c:pt idx="6289">
                  <c:v>26.166667</c:v>
                </c:pt>
                <c:pt idx="6290">
                  <c:v>26.170832999999998</c:v>
                </c:pt>
                <c:pt idx="6291">
                  <c:v>26.175000000000001</c:v>
                </c:pt>
                <c:pt idx="6292">
                  <c:v>26.179167</c:v>
                </c:pt>
                <c:pt idx="6293">
                  <c:v>26.183333000000001</c:v>
                </c:pt>
                <c:pt idx="6294">
                  <c:v>26.1875</c:v>
                </c:pt>
                <c:pt idx="6295">
                  <c:v>26.191666999999999</c:v>
                </c:pt>
                <c:pt idx="6296">
                  <c:v>26.195833</c:v>
                </c:pt>
                <c:pt idx="6297">
                  <c:v>26.2</c:v>
                </c:pt>
                <c:pt idx="6298">
                  <c:v>26.204167000000002</c:v>
                </c:pt>
                <c:pt idx="6299">
                  <c:v>26.208333</c:v>
                </c:pt>
                <c:pt idx="6300">
                  <c:v>26.212499999999999</c:v>
                </c:pt>
                <c:pt idx="6301">
                  <c:v>26.216667000000001</c:v>
                </c:pt>
                <c:pt idx="6302">
                  <c:v>26.220832999999999</c:v>
                </c:pt>
                <c:pt idx="6303">
                  <c:v>26.225000000000001</c:v>
                </c:pt>
                <c:pt idx="6304">
                  <c:v>26.229167</c:v>
                </c:pt>
                <c:pt idx="6305">
                  <c:v>26.233332999999998</c:v>
                </c:pt>
                <c:pt idx="6306">
                  <c:v>26.237500000000001</c:v>
                </c:pt>
                <c:pt idx="6307">
                  <c:v>26.241667</c:v>
                </c:pt>
                <c:pt idx="6308">
                  <c:v>26.245833000000001</c:v>
                </c:pt>
                <c:pt idx="6309">
                  <c:v>26.25</c:v>
                </c:pt>
                <c:pt idx="6310">
                  <c:v>26.254166999999999</c:v>
                </c:pt>
                <c:pt idx="6311">
                  <c:v>26.258333</c:v>
                </c:pt>
                <c:pt idx="6312">
                  <c:v>26.262499999999999</c:v>
                </c:pt>
                <c:pt idx="6313">
                  <c:v>26.266667000000002</c:v>
                </c:pt>
                <c:pt idx="6314">
                  <c:v>26.270833</c:v>
                </c:pt>
                <c:pt idx="6315">
                  <c:v>26.274999999999999</c:v>
                </c:pt>
                <c:pt idx="6316">
                  <c:v>26.279167000000001</c:v>
                </c:pt>
                <c:pt idx="6317">
                  <c:v>26.283332999999999</c:v>
                </c:pt>
                <c:pt idx="6318">
                  <c:v>26.287500000000001</c:v>
                </c:pt>
                <c:pt idx="6319">
                  <c:v>26.291667</c:v>
                </c:pt>
                <c:pt idx="6320">
                  <c:v>26.295832999999998</c:v>
                </c:pt>
                <c:pt idx="6321">
                  <c:v>26.3</c:v>
                </c:pt>
                <c:pt idx="6322">
                  <c:v>26.304167</c:v>
                </c:pt>
                <c:pt idx="6323">
                  <c:v>26.308333000000001</c:v>
                </c:pt>
                <c:pt idx="6324">
                  <c:v>26.3125</c:v>
                </c:pt>
                <c:pt idx="6325">
                  <c:v>26.316666999999999</c:v>
                </c:pt>
                <c:pt idx="6326">
                  <c:v>26.320833</c:v>
                </c:pt>
                <c:pt idx="6327">
                  <c:v>26.324999999999999</c:v>
                </c:pt>
                <c:pt idx="6328">
                  <c:v>26.329167000000002</c:v>
                </c:pt>
                <c:pt idx="6329">
                  <c:v>26.333333</c:v>
                </c:pt>
                <c:pt idx="6330">
                  <c:v>26.337499999999999</c:v>
                </c:pt>
                <c:pt idx="6331">
                  <c:v>26.341667000000001</c:v>
                </c:pt>
                <c:pt idx="6332">
                  <c:v>26.345832999999999</c:v>
                </c:pt>
                <c:pt idx="6333">
                  <c:v>26.35</c:v>
                </c:pt>
                <c:pt idx="6334">
                  <c:v>26.354167</c:v>
                </c:pt>
                <c:pt idx="6335">
                  <c:v>26.358332999999998</c:v>
                </c:pt>
                <c:pt idx="6336">
                  <c:v>26.362500000000001</c:v>
                </c:pt>
                <c:pt idx="6337">
                  <c:v>26.366667</c:v>
                </c:pt>
                <c:pt idx="6338">
                  <c:v>26.370833000000001</c:v>
                </c:pt>
                <c:pt idx="6339">
                  <c:v>26.375</c:v>
                </c:pt>
                <c:pt idx="6340">
                  <c:v>26.379166999999999</c:v>
                </c:pt>
                <c:pt idx="6341">
                  <c:v>26.383333</c:v>
                </c:pt>
                <c:pt idx="6342">
                  <c:v>26.387499999999999</c:v>
                </c:pt>
                <c:pt idx="6343">
                  <c:v>26.391667000000002</c:v>
                </c:pt>
                <c:pt idx="6344">
                  <c:v>26.395833</c:v>
                </c:pt>
                <c:pt idx="6345">
                  <c:v>26.4</c:v>
                </c:pt>
                <c:pt idx="6346">
                  <c:v>26.404167000000001</c:v>
                </c:pt>
                <c:pt idx="6347">
                  <c:v>26.408332999999999</c:v>
                </c:pt>
                <c:pt idx="6348">
                  <c:v>26.412500000000001</c:v>
                </c:pt>
                <c:pt idx="6349">
                  <c:v>26.416667</c:v>
                </c:pt>
                <c:pt idx="6350">
                  <c:v>26.420832999999998</c:v>
                </c:pt>
                <c:pt idx="6351">
                  <c:v>26.425000000000001</c:v>
                </c:pt>
                <c:pt idx="6352">
                  <c:v>26.429167</c:v>
                </c:pt>
                <c:pt idx="6353">
                  <c:v>26.433333000000001</c:v>
                </c:pt>
                <c:pt idx="6354">
                  <c:v>26.4375</c:v>
                </c:pt>
                <c:pt idx="6355">
                  <c:v>26.441666999999999</c:v>
                </c:pt>
                <c:pt idx="6356">
                  <c:v>26.445833</c:v>
                </c:pt>
                <c:pt idx="6357">
                  <c:v>26.45</c:v>
                </c:pt>
                <c:pt idx="6358">
                  <c:v>26.454167000000002</c:v>
                </c:pt>
                <c:pt idx="6359">
                  <c:v>26.458333</c:v>
                </c:pt>
                <c:pt idx="6360">
                  <c:v>26.462499999999999</c:v>
                </c:pt>
                <c:pt idx="6361">
                  <c:v>26.466667000000001</c:v>
                </c:pt>
                <c:pt idx="6362">
                  <c:v>26.470832999999999</c:v>
                </c:pt>
                <c:pt idx="6363">
                  <c:v>26.475000000000001</c:v>
                </c:pt>
                <c:pt idx="6364">
                  <c:v>26.479167</c:v>
                </c:pt>
                <c:pt idx="6365">
                  <c:v>26.483332999999998</c:v>
                </c:pt>
                <c:pt idx="6366">
                  <c:v>26.487500000000001</c:v>
                </c:pt>
                <c:pt idx="6367">
                  <c:v>26.491667</c:v>
                </c:pt>
                <c:pt idx="6368">
                  <c:v>26.495833000000001</c:v>
                </c:pt>
                <c:pt idx="6369">
                  <c:v>26.5</c:v>
                </c:pt>
                <c:pt idx="6370">
                  <c:v>26.504166999999999</c:v>
                </c:pt>
                <c:pt idx="6371">
                  <c:v>26.508333</c:v>
                </c:pt>
                <c:pt idx="6372">
                  <c:v>26.512499999999999</c:v>
                </c:pt>
                <c:pt idx="6373">
                  <c:v>26.516667000000002</c:v>
                </c:pt>
                <c:pt idx="6374">
                  <c:v>26.520833</c:v>
                </c:pt>
                <c:pt idx="6375">
                  <c:v>26.524999999999999</c:v>
                </c:pt>
                <c:pt idx="6376">
                  <c:v>26.529167000000001</c:v>
                </c:pt>
                <c:pt idx="6377">
                  <c:v>26.533332999999999</c:v>
                </c:pt>
                <c:pt idx="6378">
                  <c:v>26.537500000000001</c:v>
                </c:pt>
                <c:pt idx="6379">
                  <c:v>26.541667</c:v>
                </c:pt>
                <c:pt idx="6380">
                  <c:v>26.545832999999998</c:v>
                </c:pt>
                <c:pt idx="6381">
                  <c:v>26.55</c:v>
                </c:pt>
                <c:pt idx="6382">
                  <c:v>26.554167</c:v>
                </c:pt>
                <c:pt idx="6383">
                  <c:v>26.558333000000001</c:v>
                </c:pt>
                <c:pt idx="6384">
                  <c:v>26.5625</c:v>
                </c:pt>
                <c:pt idx="6385">
                  <c:v>26.566666999999999</c:v>
                </c:pt>
                <c:pt idx="6386">
                  <c:v>26.570833</c:v>
                </c:pt>
                <c:pt idx="6387">
                  <c:v>26.574999999999999</c:v>
                </c:pt>
                <c:pt idx="6388">
                  <c:v>26.579167000000002</c:v>
                </c:pt>
                <c:pt idx="6389">
                  <c:v>26.583333</c:v>
                </c:pt>
                <c:pt idx="6390">
                  <c:v>26.587499999999999</c:v>
                </c:pt>
                <c:pt idx="6391">
                  <c:v>26.591667000000001</c:v>
                </c:pt>
                <c:pt idx="6392">
                  <c:v>26.595832999999999</c:v>
                </c:pt>
                <c:pt idx="6393">
                  <c:v>26.6</c:v>
                </c:pt>
                <c:pt idx="6394">
                  <c:v>26.604167</c:v>
                </c:pt>
                <c:pt idx="6395">
                  <c:v>26.608332999999998</c:v>
                </c:pt>
                <c:pt idx="6396">
                  <c:v>26.612500000000001</c:v>
                </c:pt>
                <c:pt idx="6397">
                  <c:v>26.616667</c:v>
                </c:pt>
                <c:pt idx="6398">
                  <c:v>26.620833000000001</c:v>
                </c:pt>
                <c:pt idx="6399">
                  <c:v>26.625</c:v>
                </c:pt>
                <c:pt idx="6400">
                  <c:v>26.629166999999999</c:v>
                </c:pt>
                <c:pt idx="6401">
                  <c:v>26.633333</c:v>
                </c:pt>
                <c:pt idx="6402">
                  <c:v>26.637499999999999</c:v>
                </c:pt>
                <c:pt idx="6403">
                  <c:v>26.641667000000002</c:v>
                </c:pt>
                <c:pt idx="6404">
                  <c:v>26.645833</c:v>
                </c:pt>
                <c:pt idx="6405">
                  <c:v>26.65</c:v>
                </c:pt>
                <c:pt idx="6406">
                  <c:v>26.654167000000001</c:v>
                </c:pt>
                <c:pt idx="6407">
                  <c:v>26.658332999999999</c:v>
                </c:pt>
                <c:pt idx="6408">
                  <c:v>26.662500000000001</c:v>
                </c:pt>
                <c:pt idx="6409">
                  <c:v>26.666667</c:v>
                </c:pt>
                <c:pt idx="6410">
                  <c:v>26.670832999999998</c:v>
                </c:pt>
                <c:pt idx="6411">
                  <c:v>26.675000000000001</c:v>
                </c:pt>
                <c:pt idx="6412">
                  <c:v>26.679167</c:v>
                </c:pt>
                <c:pt idx="6413">
                  <c:v>26.683333000000001</c:v>
                </c:pt>
                <c:pt idx="6414">
                  <c:v>26.6875</c:v>
                </c:pt>
                <c:pt idx="6415">
                  <c:v>26.691666999999999</c:v>
                </c:pt>
                <c:pt idx="6416">
                  <c:v>26.695833</c:v>
                </c:pt>
                <c:pt idx="6417">
                  <c:v>26.7</c:v>
                </c:pt>
                <c:pt idx="6418">
                  <c:v>26.704167000000002</c:v>
                </c:pt>
                <c:pt idx="6419">
                  <c:v>26.708333</c:v>
                </c:pt>
                <c:pt idx="6420">
                  <c:v>26.712499999999999</c:v>
                </c:pt>
                <c:pt idx="6421">
                  <c:v>26.716667000000001</c:v>
                </c:pt>
                <c:pt idx="6422">
                  <c:v>26.720832999999999</c:v>
                </c:pt>
                <c:pt idx="6423">
                  <c:v>26.725000000000001</c:v>
                </c:pt>
                <c:pt idx="6424">
                  <c:v>26.729167</c:v>
                </c:pt>
                <c:pt idx="6425">
                  <c:v>26.733332999999998</c:v>
                </c:pt>
                <c:pt idx="6426">
                  <c:v>26.737500000000001</c:v>
                </c:pt>
                <c:pt idx="6427">
                  <c:v>26.741667</c:v>
                </c:pt>
                <c:pt idx="6428">
                  <c:v>26.745833000000001</c:v>
                </c:pt>
                <c:pt idx="6429">
                  <c:v>26.75</c:v>
                </c:pt>
                <c:pt idx="6430">
                  <c:v>26.754166999999999</c:v>
                </c:pt>
                <c:pt idx="6431">
                  <c:v>26.758333</c:v>
                </c:pt>
                <c:pt idx="6432">
                  <c:v>26.762499999999999</c:v>
                </c:pt>
                <c:pt idx="6433">
                  <c:v>26.766667000000002</c:v>
                </c:pt>
                <c:pt idx="6434">
                  <c:v>26.770833</c:v>
                </c:pt>
                <c:pt idx="6435">
                  <c:v>26.774999999999999</c:v>
                </c:pt>
                <c:pt idx="6436">
                  <c:v>26.779167000000001</c:v>
                </c:pt>
                <c:pt idx="6437">
                  <c:v>26.783332999999999</c:v>
                </c:pt>
                <c:pt idx="6438">
                  <c:v>26.787500000000001</c:v>
                </c:pt>
                <c:pt idx="6439">
                  <c:v>26.791667</c:v>
                </c:pt>
                <c:pt idx="6440">
                  <c:v>26.795832999999998</c:v>
                </c:pt>
                <c:pt idx="6441">
                  <c:v>26.8</c:v>
                </c:pt>
                <c:pt idx="6442">
                  <c:v>26.804167</c:v>
                </c:pt>
                <c:pt idx="6443">
                  <c:v>26.808333000000001</c:v>
                </c:pt>
                <c:pt idx="6444">
                  <c:v>26.8125</c:v>
                </c:pt>
                <c:pt idx="6445">
                  <c:v>26.816666999999999</c:v>
                </c:pt>
                <c:pt idx="6446">
                  <c:v>26.820833</c:v>
                </c:pt>
                <c:pt idx="6447">
                  <c:v>26.824999999999999</c:v>
                </c:pt>
                <c:pt idx="6448">
                  <c:v>26.829167000000002</c:v>
                </c:pt>
                <c:pt idx="6449">
                  <c:v>26.833333</c:v>
                </c:pt>
                <c:pt idx="6450">
                  <c:v>26.837499999999999</c:v>
                </c:pt>
                <c:pt idx="6451">
                  <c:v>26.841667000000001</c:v>
                </c:pt>
                <c:pt idx="6452">
                  <c:v>26.845832999999999</c:v>
                </c:pt>
                <c:pt idx="6453">
                  <c:v>26.85</c:v>
                </c:pt>
                <c:pt idx="6454">
                  <c:v>26.854167</c:v>
                </c:pt>
                <c:pt idx="6455">
                  <c:v>26.858332999999998</c:v>
                </c:pt>
                <c:pt idx="6456">
                  <c:v>26.862500000000001</c:v>
                </c:pt>
                <c:pt idx="6457">
                  <c:v>26.866667</c:v>
                </c:pt>
                <c:pt idx="6458">
                  <c:v>26.870833000000001</c:v>
                </c:pt>
                <c:pt idx="6459">
                  <c:v>26.875</c:v>
                </c:pt>
                <c:pt idx="6460">
                  <c:v>26.879166999999999</c:v>
                </c:pt>
                <c:pt idx="6461">
                  <c:v>26.883333</c:v>
                </c:pt>
                <c:pt idx="6462">
                  <c:v>26.887499999999999</c:v>
                </c:pt>
                <c:pt idx="6463">
                  <c:v>26.891667000000002</c:v>
                </c:pt>
                <c:pt idx="6464">
                  <c:v>26.895833</c:v>
                </c:pt>
                <c:pt idx="6465">
                  <c:v>26.9</c:v>
                </c:pt>
                <c:pt idx="6466">
                  <c:v>26.904167000000001</c:v>
                </c:pt>
                <c:pt idx="6467">
                  <c:v>26.908332999999999</c:v>
                </c:pt>
                <c:pt idx="6468">
                  <c:v>26.912500000000001</c:v>
                </c:pt>
                <c:pt idx="6469">
                  <c:v>26.916667</c:v>
                </c:pt>
                <c:pt idx="6470">
                  <c:v>26.920832999999998</c:v>
                </c:pt>
                <c:pt idx="6471">
                  <c:v>26.925000000000001</c:v>
                </c:pt>
                <c:pt idx="6472">
                  <c:v>26.929167</c:v>
                </c:pt>
                <c:pt idx="6473">
                  <c:v>26.933333000000001</c:v>
                </c:pt>
                <c:pt idx="6474">
                  <c:v>26.9375</c:v>
                </c:pt>
                <c:pt idx="6475">
                  <c:v>26.941666999999999</c:v>
                </c:pt>
                <c:pt idx="6476">
                  <c:v>26.945833</c:v>
                </c:pt>
                <c:pt idx="6477">
                  <c:v>26.95</c:v>
                </c:pt>
                <c:pt idx="6478">
                  <c:v>26.954167000000002</c:v>
                </c:pt>
                <c:pt idx="6479">
                  <c:v>26.958333</c:v>
                </c:pt>
                <c:pt idx="6480">
                  <c:v>26.962499999999999</c:v>
                </c:pt>
                <c:pt idx="6481">
                  <c:v>26.966667000000001</c:v>
                </c:pt>
                <c:pt idx="6482">
                  <c:v>26.970832999999999</c:v>
                </c:pt>
                <c:pt idx="6483">
                  <c:v>26.975000000000001</c:v>
                </c:pt>
                <c:pt idx="6484">
                  <c:v>26.979167</c:v>
                </c:pt>
                <c:pt idx="6485">
                  <c:v>26.983332999999998</c:v>
                </c:pt>
                <c:pt idx="6486">
                  <c:v>26.987500000000001</c:v>
                </c:pt>
                <c:pt idx="6487">
                  <c:v>26.991667</c:v>
                </c:pt>
                <c:pt idx="6488">
                  <c:v>26.995833000000001</c:v>
                </c:pt>
                <c:pt idx="6489">
                  <c:v>27</c:v>
                </c:pt>
                <c:pt idx="6490">
                  <c:v>27.004166999999999</c:v>
                </c:pt>
                <c:pt idx="6491">
                  <c:v>27.008333</c:v>
                </c:pt>
                <c:pt idx="6492">
                  <c:v>27.012499999999999</c:v>
                </c:pt>
                <c:pt idx="6493">
                  <c:v>27.016667000000002</c:v>
                </c:pt>
                <c:pt idx="6494">
                  <c:v>27.020833</c:v>
                </c:pt>
                <c:pt idx="6495">
                  <c:v>27.024999999999999</c:v>
                </c:pt>
                <c:pt idx="6496">
                  <c:v>27.029167000000001</c:v>
                </c:pt>
                <c:pt idx="6497">
                  <c:v>27.033332999999999</c:v>
                </c:pt>
                <c:pt idx="6498">
                  <c:v>27.037500000000001</c:v>
                </c:pt>
                <c:pt idx="6499">
                  <c:v>27.041667</c:v>
                </c:pt>
                <c:pt idx="6500">
                  <c:v>27.045832999999998</c:v>
                </c:pt>
                <c:pt idx="6501">
                  <c:v>27.05</c:v>
                </c:pt>
                <c:pt idx="6502">
                  <c:v>27.054167</c:v>
                </c:pt>
                <c:pt idx="6503">
                  <c:v>27.058333000000001</c:v>
                </c:pt>
                <c:pt idx="6504">
                  <c:v>27.0625</c:v>
                </c:pt>
                <c:pt idx="6505">
                  <c:v>27.066666999999999</c:v>
                </c:pt>
                <c:pt idx="6506">
                  <c:v>27.070833</c:v>
                </c:pt>
                <c:pt idx="6507">
                  <c:v>27.074999999999999</c:v>
                </c:pt>
                <c:pt idx="6508">
                  <c:v>27.079167000000002</c:v>
                </c:pt>
                <c:pt idx="6509">
                  <c:v>27.083333</c:v>
                </c:pt>
                <c:pt idx="6510">
                  <c:v>27.087499999999999</c:v>
                </c:pt>
                <c:pt idx="6511">
                  <c:v>27.091667000000001</c:v>
                </c:pt>
                <c:pt idx="6512">
                  <c:v>27.095832999999999</c:v>
                </c:pt>
                <c:pt idx="6513">
                  <c:v>27.1</c:v>
                </c:pt>
                <c:pt idx="6514">
                  <c:v>27.104167</c:v>
                </c:pt>
                <c:pt idx="6515">
                  <c:v>27.108332999999998</c:v>
                </c:pt>
                <c:pt idx="6516">
                  <c:v>27.112500000000001</c:v>
                </c:pt>
                <c:pt idx="6517">
                  <c:v>27.116667</c:v>
                </c:pt>
                <c:pt idx="6518">
                  <c:v>27.120833000000001</c:v>
                </c:pt>
                <c:pt idx="6519">
                  <c:v>27.125</c:v>
                </c:pt>
                <c:pt idx="6520">
                  <c:v>27.129166999999999</c:v>
                </c:pt>
                <c:pt idx="6521">
                  <c:v>27.133333</c:v>
                </c:pt>
                <c:pt idx="6522">
                  <c:v>27.137499999999999</c:v>
                </c:pt>
                <c:pt idx="6523">
                  <c:v>27.141667000000002</c:v>
                </c:pt>
                <c:pt idx="6524">
                  <c:v>27.145833</c:v>
                </c:pt>
                <c:pt idx="6525">
                  <c:v>27.15</c:v>
                </c:pt>
                <c:pt idx="6526">
                  <c:v>27.154167000000001</c:v>
                </c:pt>
                <c:pt idx="6527">
                  <c:v>27.158332999999999</c:v>
                </c:pt>
                <c:pt idx="6528">
                  <c:v>27.162500000000001</c:v>
                </c:pt>
                <c:pt idx="6529">
                  <c:v>27.166667</c:v>
                </c:pt>
                <c:pt idx="6530">
                  <c:v>27.170832999999998</c:v>
                </c:pt>
                <c:pt idx="6531">
                  <c:v>27.175000000000001</c:v>
                </c:pt>
                <c:pt idx="6532">
                  <c:v>27.179167</c:v>
                </c:pt>
                <c:pt idx="6533">
                  <c:v>27.183333000000001</c:v>
                </c:pt>
                <c:pt idx="6534">
                  <c:v>27.1875</c:v>
                </c:pt>
                <c:pt idx="6535">
                  <c:v>27.191666999999999</c:v>
                </c:pt>
                <c:pt idx="6536">
                  <c:v>27.195833</c:v>
                </c:pt>
                <c:pt idx="6537">
                  <c:v>27.2</c:v>
                </c:pt>
                <c:pt idx="6538">
                  <c:v>27.204167000000002</c:v>
                </c:pt>
                <c:pt idx="6539">
                  <c:v>27.208333</c:v>
                </c:pt>
                <c:pt idx="6540">
                  <c:v>27.212499999999999</c:v>
                </c:pt>
                <c:pt idx="6541">
                  <c:v>27.216667000000001</c:v>
                </c:pt>
                <c:pt idx="6542">
                  <c:v>27.220832999999999</c:v>
                </c:pt>
                <c:pt idx="6543">
                  <c:v>27.225000000000001</c:v>
                </c:pt>
                <c:pt idx="6544">
                  <c:v>27.229167</c:v>
                </c:pt>
                <c:pt idx="6545">
                  <c:v>27.233332999999998</c:v>
                </c:pt>
                <c:pt idx="6546">
                  <c:v>27.237500000000001</c:v>
                </c:pt>
                <c:pt idx="6547">
                  <c:v>27.241667</c:v>
                </c:pt>
                <c:pt idx="6548">
                  <c:v>27.245833000000001</c:v>
                </c:pt>
                <c:pt idx="6549">
                  <c:v>27.25</c:v>
                </c:pt>
                <c:pt idx="6550">
                  <c:v>27.254166999999999</c:v>
                </c:pt>
                <c:pt idx="6551">
                  <c:v>27.258333</c:v>
                </c:pt>
                <c:pt idx="6552">
                  <c:v>27.262499999999999</c:v>
                </c:pt>
                <c:pt idx="6553">
                  <c:v>27.266667000000002</c:v>
                </c:pt>
                <c:pt idx="6554">
                  <c:v>27.270833</c:v>
                </c:pt>
                <c:pt idx="6555">
                  <c:v>27.274999999999999</c:v>
                </c:pt>
                <c:pt idx="6556">
                  <c:v>27.279167000000001</c:v>
                </c:pt>
                <c:pt idx="6557">
                  <c:v>27.283332999999999</c:v>
                </c:pt>
                <c:pt idx="6558">
                  <c:v>27.287500000000001</c:v>
                </c:pt>
                <c:pt idx="6559">
                  <c:v>27.291667</c:v>
                </c:pt>
                <c:pt idx="6560">
                  <c:v>27.295832999999998</c:v>
                </c:pt>
                <c:pt idx="6561">
                  <c:v>27.3</c:v>
                </c:pt>
                <c:pt idx="6562">
                  <c:v>27.304167</c:v>
                </c:pt>
                <c:pt idx="6563">
                  <c:v>27.308333000000001</c:v>
                </c:pt>
                <c:pt idx="6564">
                  <c:v>27.3125</c:v>
                </c:pt>
                <c:pt idx="6565">
                  <c:v>27.316666999999999</c:v>
                </c:pt>
                <c:pt idx="6566">
                  <c:v>27.320833</c:v>
                </c:pt>
                <c:pt idx="6567">
                  <c:v>27.324999999999999</c:v>
                </c:pt>
                <c:pt idx="6568">
                  <c:v>27.329167000000002</c:v>
                </c:pt>
                <c:pt idx="6569">
                  <c:v>27.333333</c:v>
                </c:pt>
                <c:pt idx="6570">
                  <c:v>27.337499999999999</c:v>
                </c:pt>
                <c:pt idx="6571">
                  <c:v>27.341667000000001</c:v>
                </c:pt>
                <c:pt idx="6572">
                  <c:v>27.345832999999999</c:v>
                </c:pt>
                <c:pt idx="6573">
                  <c:v>27.35</c:v>
                </c:pt>
                <c:pt idx="6574">
                  <c:v>27.354167</c:v>
                </c:pt>
                <c:pt idx="6575">
                  <c:v>27.358332999999998</c:v>
                </c:pt>
                <c:pt idx="6576">
                  <c:v>27.362500000000001</c:v>
                </c:pt>
                <c:pt idx="6577">
                  <c:v>27.366667</c:v>
                </c:pt>
                <c:pt idx="6578">
                  <c:v>27.370833000000001</c:v>
                </c:pt>
                <c:pt idx="6579">
                  <c:v>27.375</c:v>
                </c:pt>
                <c:pt idx="6580">
                  <c:v>27.379166999999999</c:v>
                </c:pt>
                <c:pt idx="6581">
                  <c:v>27.383333</c:v>
                </c:pt>
                <c:pt idx="6582">
                  <c:v>27.387499999999999</c:v>
                </c:pt>
                <c:pt idx="6583">
                  <c:v>27.391667000000002</c:v>
                </c:pt>
                <c:pt idx="6584">
                  <c:v>27.395833</c:v>
                </c:pt>
                <c:pt idx="6585">
                  <c:v>27.4</c:v>
                </c:pt>
                <c:pt idx="6586">
                  <c:v>27.404167000000001</c:v>
                </c:pt>
                <c:pt idx="6587">
                  <c:v>27.408332999999999</c:v>
                </c:pt>
                <c:pt idx="6588">
                  <c:v>27.412500000000001</c:v>
                </c:pt>
                <c:pt idx="6589">
                  <c:v>27.416667</c:v>
                </c:pt>
                <c:pt idx="6590">
                  <c:v>27.420832999999998</c:v>
                </c:pt>
                <c:pt idx="6591">
                  <c:v>27.425000000000001</c:v>
                </c:pt>
                <c:pt idx="6592">
                  <c:v>27.429167</c:v>
                </c:pt>
                <c:pt idx="6593">
                  <c:v>27.433333000000001</c:v>
                </c:pt>
                <c:pt idx="6594">
                  <c:v>27.4375</c:v>
                </c:pt>
                <c:pt idx="6595">
                  <c:v>27.441666999999999</c:v>
                </c:pt>
                <c:pt idx="6596">
                  <c:v>27.445833</c:v>
                </c:pt>
                <c:pt idx="6597">
                  <c:v>27.45</c:v>
                </c:pt>
                <c:pt idx="6598">
                  <c:v>27.454167000000002</c:v>
                </c:pt>
                <c:pt idx="6599">
                  <c:v>27.458333</c:v>
                </c:pt>
                <c:pt idx="6600">
                  <c:v>27.462499999999999</c:v>
                </c:pt>
                <c:pt idx="6601">
                  <c:v>27.466667000000001</c:v>
                </c:pt>
                <c:pt idx="6602">
                  <c:v>27.470832999999999</c:v>
                </c:pt>
                <c:pt idx="6603">
                  <c:v>27.475000000000001</c:v>
                </c:pt>
                <c:pt idx="6604">
                  <c:v>27.479167</c:v>
                </c:pt>
                <c:pt idx="6605">
                  <c:v>27.483332999999998</c:v>
                </c:pt>
                <c:pt idx="6606">
                  <c:v>27.487500000000001</c:v>
                </c:pt>
                <c:pt idx="6607">
                  <c:v>27.491667</c:v>
                </c:pt>
                <c:pt idx="6608">
                  <c:v>27.495833000000001</c:v>
                </c:pt>
                <c:pt idx="6609">
                  <c:v>27.5</c:v>
                </c:pt>
                <c:pt idx="6610">
                  <c:v>27.504166999999999</c:v>
                </c:pt>
                <c:pt idx="6611">
                  <c:v>27.508333</c:v>
                </c:pt>
                <c:pt idx="6612">
                  <c:v>27.512499999999999</c:v>
                </c:pt>
                <c:pt idx="6613">
                  <c:v>27.516667000000002</c:v>
                </c:pt>
                <c:pt idx="6614">
                  <c:v>27.520833</c:v>
                </c:pt>
                <c:pt idx="6615">
                  <c:v>27.524999999999999</c:v>
                </c:pt>
                <c:pt idx="6616">
                  <c:v>27.529167000000001</c:v>
                </c:pt>
                <c:pt idx="6617">
                  <c:v>27.533332999999999</c:v>
                </c:pt>
                <c:pt idx="6618">
                  <c:v>27.537500000000001</c:v>
                </c:pt>
                <c:pt idx="6619">
                  <c:v>27.541667</c:v>
                </c:pt>
                <c:pt idx="6620">
                  <c:v>27.545832999999998</c:v>
                </c:pt>
                <c:pt idx="6621">
                  <c:v>27.55</c:v>
                </c:pt>
                <c:pt idx="6622">
                  <c:v>27.554167</c:v>
                </c:pt>
                <c:pt idx="6623">
                  <c:v>27.558333000000001</c:v>
                </c:pt>
                <c:pt idx="6624">
                  <c:v>27.5625</c:v>
                </c:pt>
                <c:pt idx="6625">
                  <c:v>27.566666999999999</c:v>
                </c:pt>
                <c:pt idx="6626">
                  <c:v>27.570833</c:v>
                </c:pt>
                <c:pt idx="6627">
                  <c:v>27.574999999999999</c:v>
                </c:pt>
                <c:pt idx="6628">
                  <c:v>27.579167000000002</c:v>
                </c:pt>
                <c:pt idx="6629">
                  <c:v>27.583333</c:v>
                </c:pt>
                <c:pt idx="6630">
                  <c:v>27.587499999999999</c:v>
                </c:pt>
                <c:pt idx="6631">
                  <c:v>27.591667000000001</c:v>
                </c:pt>
                <c:pt idx="6632">
                  <c:v>27.595832999999999</c:v>
                </c:pt>
                <c:pt idx="6633">
                  <c:v>27.6</c:v>
                </c:pt>
                <c:pt idx="6634">
                  <c:v>27.604167</c:v>
                </c:pt>
                <c:pt idx="6635">
                  <c:v>27.608332999999998</c:v>
                </c:pt>
                <c:pt idx="6636">
                  <c:v>27.612500000000001</c:v>
                </c:pt>
                <c:pt idx="6637">
                  <c:v>27.616667</c:v>
                </c:pt>
                <c:pt idx="6638">
                  <c:v>27.620833000000001</c:v>
                </c:pt>
                <c:pt idx="6639">
                  <c:v>27.625</c:v>
                </c:pt>
                <c:pt idx="6640">
                  <c:v>27.629166999999999</c:v>
                </c:pt>
                <c:pt idx="6641">
                  <c:v>27.633333</c:v>
                </c:pt>
                <c:pt idx="6642">
                  <c:v>27.637499999999999</c:v>
                </c:pt>
                <c:pt idx="6643">
                  <c:v>27.641667000000002</c:v>
                </c:pt>
                <c:pt idx="6644">
                  <c:v>27.645833</c:v>
                </c:pt>
                <c:pt idx="6645">
                  <c:v>27.65</c:v>
                </c:pt>
                <c:pt idx="6646">
                  <c:v>27.654167000000001</c:v>
                </c:pt>
                <c:pt idx="6647">
                  <c:v>27.658332999999999</c:v>
                </c:pt>
                <c:pt idx="6648">
                  <c:v>27.662500000000001</c:v>
                </c:pt>
                <c:pt idx="6649">
                  <c:v>27.666667</c:v>
                </c:pt>
                <c:pt idx="6650">
                  <c:v>27.670832999999998</c:v>
                </c:pt>
                <c:pt idx="6651">
                  <c:v>27.675000000000001</c:v>
                </c:pt>
                <c:pt idx="6652">
                  <c:v>27.679167</c:v>
                </c:pt>
                <c:pt idx="6653">
                  <c:v>27.683333000000001</c:v>
                </c:pt>
                <c:pt idx="6654">
                  <c:v>27.6875</c:v>
                </c:pt>
                <c:pt idx="6655">
                  <c:v>27.691666999999999</c:v>
                </c:pt>
                <c:pt idx="6656">
                  <c:v>27.695833</c:v>
                </c:pt>
                <c:pt idx="6657">
                  <c:v>27.7</c:v>
                </c:pt>
                <c:pt idx="6658">
                  <c:v>27.704167000000002</c:v>
                </c:pt>
                <c:pt idx="6659">
                  <c:v>27.708333</c:v>
                </c:pt>
                <c:pt idx="6660">
                  <c:v>27.712499999999999</c:v>
                </c:pt>
                <c:pt idx="6661">
                  <c:v>27.716667000000001</c:v>
                </c:pt>
                <c:pt idx="6662">
                  <c:v>27.720832999999999</c:v>
                </c:pt>
                <c:pt idx="6663">
                  <c:v>27.725000000000001</c:v>
                </c:pt>
                <c:pt idx="6664">
                  <c:v>27.729167</c:v>
                </c:pt>
                <c:pt idx="6665">
                  <c:v>27.733332999999998</c:v>
                </c:pt>
                <c:pt idx="6666">
                  <c:v>27.737500000000001</c:v>
                </c:pt>
                <c:pt idx="6667">
                  <c:v>27.741667</c:v>
                </c:pt>
                <c:pt idx="6668">
                  <c:v>27.745833000000001</c:v>
                </c:pt>
                <c:pt idx="6669">
                  <c:v>27.75</c:v>
                </c:pt>
                <c:pt idx="6670">
                  <c:v>27.754166999999999</c:v>
                </c:pt>
                <c:pt idx="6671">
                  <c:v>27.758333</c:v>
                </c:pt>
                <c:pt idx="6672">
                  <c:v>27.762499999999999</c:v>
                </c:pt>
                <c:pt idx="6673">
                  <c:v>27.766667000000002</c:v>
                </c:pt>
                <c:pt idx="6674">
                  <c:v>27.770833</c:v>
                </c:pt>
                <c:pt idx="6675">
                  <c:v>27.774999999999999</c:v>
                </c:pt>
                <c:pt idx="6676">
                  <c:v>27.779167000000001</c:v>
                </c:pt>
                <c:pt idx="6677">
                  <c:v>27.783332999999999</c:v>
                </c:pt>
                <c:pt idx="6678">
                  <c:v>27.787500000000001</c:v>
                </c:pt>
                <c:pt idx="6679">
                  <c:v>27.791667</c:v>
                </c:pt>
                <c:pt idx="6680">
                  <c:v>27.795832999999998</c:v>
                </c:pt>
                <c:pt idx="6681">
                  <c:v>27.8</c:v>
                </c:pt>
                <c:pt idx="6682">
                  <c:v>27.804167</c:v>
                </c:pt>
                <c:pt idx="6683">
                  <c:v>27.808333000000001</c:v>
                </c:pt>
                <c:pt idx="6684">
                  <c:v>27.8125</c:v>
                </c:pt>
                <c:pt idx="6685">
                  <c:v>27.816666999999999</c:v>
                </c:pt>
                <c:pt idx="6686">
                  <c:v>27.820833</c:v>
                </c:pt>
                <c:pt idx="6687">
                  <c:v>27.824999999999999</c:v>
                </c:pt>
                <c:pt idx="6688">
                  <c:v>27.829167000000002</c:v>
                </c:pt>
                <c:pt idx="6689">
                  <c:v>27.833333</c:v>
                </c:pt>
                <c:pt idx="6690">
                  <c:v>27.837499999999999</c:v>
                </c:pt>
                <c:pt idx="6691">
                  <c:v>27.841667000000001</c:v>
                </c:pt>
                <c:pt idx="6692">
                  <c:v>27.845832999999999</c:v>
                </c:pt>
                <c:pt idx="6693">
                  <c:v>27.85</c:v>
                </c:pt>
                <c:pt idx="6694">
                  <c:v>27.854167</c:v>
                </c:pt>
                <c:pt idx="6695">
                  <c:v>27.858332999999998</c:v>
                </c:pt>
                <c:pt idx="6696">
                  <c:v>27.862500000000001</c:v>
                </c:pt>
                <c:pt idx="6697">
                  <c:v>27.866667</c:v>
                </c:pt>
                <c:pt idx="6698">
                  <c:v>27.870833000000001</c:v>
                </c:pt>
                <c:pt idx="6699">
                  <c:v>27.875</c:v>
                </c:pt>
                <c:pt idx="6700">
                  <c:v>27.879166999999999</c:v>
                </c:pt>
                <c:pt idx="6701">
                  <c:v>27.883333</c:v>
                </c:pt>
                <c:pt idx="6702">
                  <c:v>27.887499999999999</c:v>
                </c:pt>
                <c:pt idx="6703">
                  <c:v>27.891667000000002</c:v>
                </c:pt>
                <c:pt idx="6704">
                  <c:v>27.895833</c:v>
                </c:pt>
                <c:pt idx="6705">
                  <c:v>27.9</c:v>
                </c:pt>
                <c:pt idx="6706">
                  <c:v>27.904167000000001</c:v>
                </c:pt>
                <c:pt idx="6707">
                  <c:v>27.908332999999999</c:v>
                </c:pt>
                <c:pt idx="6708">
                  <c:v>27.912500000000001</c:v>
                </c:pt>
                <c:pt idx="6709">
                  <c:v>27.916667</c:v>
                </c:pt>
                <c:pt idx="6710">
                  <c:v>27.920832999999998</c:v>
                </c:pt>
                <c:pt idx="6711">
                  <c:v>27.925000000000001</c:v>
                </c:pt>
                <c:pt idx="6712">
                  <c:v>27.929167</c:v>
                </c:pt>
                <c:pt idx="6713">
                  <c:v>27.933333000000001</c:v>
                </c:pt>
                <c:pt idx="6714">
                  <c:v>27.9375</c:v>
                </c:pt>
                <c:pt idx="6715">
                  <c:v>27.941666999999999</c:v>
                </c:pt>
                <c:pt idx="6716">
                  <c:v>27.945833</c:v>
                </c:pt>
                <c:pt idx="6717">
                  <c:v>27.95</c:v>
                </c:pt>
                <c:pt idx="6718">
                  <c:v>27.954167000000002</c:v>
                </c:pt>
                <c:pt idx="6719">
                  <c:v>27.958333</c:v>
                </c:pt>
                <c:pt idx="6720">
                  <c:v>27.962499999999999</c:v>
                </c:pt>
                <c:pt idx="6721">
                  <c:v>27.966667000000001</c:v>
                </c:pt>
                <c:pt idx="6722">
                  <c:v>27.970832999999999</c:v>
                </c:pt>
                <c:pt idx="6723">
                  <c:v>27.975000000000001</c:v>
                </c:pt>
                <c:pt idx="6724">
                  <c:v>27.979167</c:v>
                </c:pt>
                <c:pt idx="6725">
                  <c:v>27.983332999999998</c:v>
                </c:pt>
                <c:pt idx="6726">
                  <c:v>27.987500000000001</c:v>
                </c:pt>
                <c:pt idx="6727">
                  <c:v>27.991667</c:v>
                </c:pt>
                <c:pt idx="6728">
                  <c:v>27.995833000000001</c:v>
                </c:pt>
                <c:pt idx="6729">
                  <c:v>28</c:v>
                </c:pt>
                <c:pt idx="6730">
                  <c:v>28.004166999999999</c:v>
                </c:pt>
                <c:pt idx="6731">
                  <c:v>28.008333</c:v>
                </c:pt>
                <c:pt idx="6732">
                  <c:v>28.012499999999999</c:v>
                </c:pt>
                <c:pt idx="6733">
                  <c:v>28.016667000000002</c:v>
                </c:pt>
                <c:pt idx="6734">
                  <c:v>28.020833</c:v>
                </c:pt>
                <c:pt idx="6735">
                  <c:v>28.024999999999999</c:v>
                </c:pt>
                <c:pt idx="6736">
                  <c:v>28.029167000000001</c:v>
                </c:pt>
                <c:pt idx="6737">
                  <c:v>28.033332999999999</c:v>
                </c:pt>
                <c:pt idx="6738">
                  <c:v>28.037500000000001</c:v>
                </c:pt>
                <c:pt idx="6739">
                  <c:v>28.041667</c:v>
                </c:pt>
                <c:pt idx="6740">
                  <c:v>28.045832999999998</c:v>
                </c:pt>
                <c:pt idx="6741">
                  <c:v>28.05</c:v>
                </c:pt>
                <c:pt idx="6742">
                  <c:v>28.054167</c:v>
                </c:pt>
                <c:pt idx="6743">
                  <c:v>28.058333000000001</c:v>
                </c:pt>
                <c:pt idx="6744">
                  <c:v>28.0625</c:v>
                </c:pt>
                <c:pt idx="6745">
                  <c:v>28.066666999999999</c:v>
                </c:pt>
                <c:pt idx="6746">
                  <c:v>28.070833</c:v>
                </c:pt>
                <c:pt idx="6747">
                  <c:v>28.074999999999999</c:v>
                </c:pt>
                <c:pt idx="6748">
                  <c:v>28.079167000000002</c:v>
                </c:pt>
                <c:pt idx="6749">
                  <c:v>28.083333</c:v>
                </c:pt>
                <c:pt idx="6750">
                  <c:v>28.087499999999999</c:v>
                </c:pt>
                <c:pt idx="6751">
                  <c:v>28.091667000000001</c:v>
                </c:pt>
                <c:pt idx="6752">
                  <c:v>28.095832999999999</c:v>
                </c:pt>
                <c:pt idx="6753">
                  <c:v>28.1</c:v>
                </c:pt>
                <c:pt idx="6754">
                  <c:v>28.104167</c:v>
                </c:pt>
                <c:pt idx="6755">
                  <c:v>28.108332999999998</c:v>
                </c:pt>
                <c:pt idx="6756">
                  <c:v>28.112500000000001</c:v>
                </c:pt>
                <c:pt idx="6757">
                  <c:v>28.116667</c:v>
                </c:pt>
                <c:pt idx="6758">
                  <c:v>28.120833000000001</c:v>
                </c:pt>
                <c:pt idx="6759">
                  <c:v>28.125</c:v>
                </c:pt>
                <c:pt idx="6760">
                  <c:v>28.129166999999999</c:v>
                </c:pt>
                <c:pt idx="6761">
                  <c:v>28.133333</c:v>
                </c:pt>
                <c:pt idx="6762">
                  <c:v>28.137499999999999</c:v>
                </c:pt>
                <c:pt idx="6763">
                  <c:v>28.141667000000002</c:v>
                </c:pt>
                <c:pt idx="6764">
                  <c:v>28.145833</c:v>
                </c:pt>
                <c:pt idx="6765">
                  <c:v>28.15</c:v>
                </c:pt>
                <c:pt idx="6766">
                  <c:v>28.154167000000001</c:v>
                </c:pt>
                <c:pt idx="6767">
                  <c:v>28.158332999999999</c:v>
                </c:pt>
                <c:pt idx="6768">
                  <c:v>28.162500000000001</c:v>
                </c:pt>
                <c:pt idx="6769">
                  <c:v>28.166667</c:v>
                </c:pt>
                <c:pt idx="6770">
                  <c:v>28.170832999999998</c:v>
                </c:pt>
                <c:pt idx="6771">
                  <c:v>28.175000000000001</c:v>
                </c:pt>
                <c:pt idx="6772">
                  <c:v>28.179167</c:v>
                </c:pt>
                <c:pt idx="6773">
                  <c:v>28.183333000000001</c:v>
                </c:pt>
                <c:pt idx="6774">
                  <c:v>28.1875</c:v>
                </c:pt>
                <c:pt idx="6775">
                  <c:v>28.191666999999999</c:v>
                </c:pt>
                <c:pt idx="6776">
                  <c:v>28.195833</c:v>
                </c:pt>
                <c:pt idx="6777">
                  <c:v>28.2</c:v>
                </c:pt>
                <c:pt idx="6778">
                  <c:v>28.204167000000002</c:v>
                </c:pt>
                <c:pt idx="6779">
                  <c:v>28.208333</c:v>
                </c:pt>
                <c:pt idx="6780">
                  <c:v>28.212499999999999</c:v>
                </c:pt>
                <c:pt idx="6781">
                  <c:v>28.216667000000001</c:v>
                </c:pt>
                <c:pt idx="6782">
                  <c:v>28.220832999999999</c:v>
                </c:pt>
                <c:pt idx="6783">
                  <c:v>28.225000000000001</c:v>
                </c:pt>
                <c:pt idx="6784">
                  <c:v>28.229167</c:v>
                </c:pt>
                <c:pt idx="6785">
                  <c:v>28.233332999999998</c:v>
                </c:pt>
                <c:pt idx="6786">
                  <c:v>28.237500000000001</c:v>
                </c:pt>
                <c:pt idx="6787">
                  <c:v>28.241667</c:v>
                </c:pt>
                <c:pt idx="6788">
                  <c:v>28.245833000000001</c:v>
                </c:pt>
                <c:pt idx="6789">
                  <c:v>28.25</c:v>
                </c:pt>
                <c:pt idx="6790">
                  <c:v>28.254166999999999</c:v>
                </c:pt>
                <c:pt idx="6791">
                  <c:v>28.258333</c:v>
                </c:pt>
                <c:pt idx="6792">
                  <c:v>28.262499999999999</c:v>
                </c:pt>
                <c:pt idx="6793">
                  <c:v>28.266667000000002</c:v>
                </c:pt>
                <c:pt idx="6794">
                  <c:v>28.270833</c:v>
                </c:pt>
                <c:pt idx="6795">
                  <c:v>28.274999999999999</c:v>
                </c:pt>
                <c:pt idx="6796">
                  <c:v>28.279167000000001</c:v>
                </c:pt>
                <c:pt idx="6797">
                  <c:v>28.283332999999999</c:v>
                </c:pt>
                <c:pt idx="6798">
                  <c:v>28.287500000000001</c:v>
                </c:pt>
                <c:pt idx="6799">
                  <c:v>28.291667</c:v>
                </c:pt>
                <c:pt idx="6800">
                  <c:v>28.295832999999998</c:v>
                </c:pt>
                <c:pt idx="6801">
                  <c:v>28.3</c:v>
                </c:pt>
                <c:pt idx="6802">
                  <c:v>28.304167</c:v>
                </c:pt>
                <c:pt idx="6803">
                  <c:v>28.308333000000001</c:v>
                </c:pt>
                <c:pt idx="6804">
                  <c:v>28.3125</c:v>
                </c:pt>
                <c:pt idx="6805">
                  <c:v>28.316666999999999</c:v>
                </c:pt>
                <c:pt idx="6806">
                  <c:v>28.320833</c:v>
                </c:pt>
                <c:pt idx="6807">
                  <c:v>28.324999999999999</c:v>
                </c:pt>
                <c:pt idx="6808">
                  <c:v>28.329167000000002</c:v>
                </c:pt>
                <c:pt idx="6809">
                  <c:v>28.333333</c:v>
                </c:pt>
                <c:pt idx="6810">
                  <c:v>28.337499999999999</c:v>
                </c:pt>
                <c:pt idx="6811">
                  <c:v>28.341667000000001</c:v>
                </c:pt>
                <c:pt idx="6812">
                  <c:v>28.345832999999999</c:v>
                </c:pt>
                <c:pt idx="6813">
                  <c:v>28.35</c:v>
                </c:pt>
                <c:pt idx="6814">
                  <c:v>28.354167</c:v>
                </c:pt>
                <c:pt idx="6815">
                  <c:v>28.358332999999998</c:v>
                </c:pt>
                <c:pt idx="6816">
                  <c:v>28.362500000000001</c:v>
                </c:pt>
                <c:pt idx="6817">
                  <c:v>28.366667</c:v>
                </c:pt>
                <c:pt idx="6818">
                  <c:v>28.370833000000001</c:v>
                </c:pt>
                <c:pt idx="6819">
                  <c:v>28.375</c:v>
                </c:pt>
                <c:pt idx="6820">
                  <c:v>28.379166999999999</c:v>
                </c:pt>
                <c:pt idx="6821">
                  <c:v>28.383333</c:v>
                </c:pt>
                <c:pt idx="6822">
                  <c:v>28.387499999999999</c:v>
                </c:pt>
                <c:pt idx="6823">
                  <c:v>28.391667000000002</c:v>
                </c:pt>
                <c:pt idx="6824">
                  <c:v>28.395833</c:v>
                </c:pt>
                <c:pt idx="6825">
                  <c:v>28.4</c:v>
                </c:pt>
                <c:pt idx="6826">
                  <c:v>28.404167000000001</c:v>
                </c:pt>
                <c:pt idx="6827">
                  <c:v>28.408332999999999</c:v>
                </c:pt>
                <c:pt idx="6828">
                  <c:v>28.412500000000001</c:v>
                </c:pt>
                <c:pt idx="6829">
                  <c:v>28.416667</c:v>
                </c:pt>
                <c:pt idx="6830">
                  <c:v>28.420832999999998</c:v>
                </c:pt>
                <c:pt idx="6831">
                  <c:v>28.425000000000001</c:v>
                </c:pt>
                <c:pt idx="6832">
                  <c:v>28.429167</c:v>
                </c:pt>
                <c:pt idx="6833">
                  <c:v>28.433333000000001</c:v>
                </c:pt>
                <c:pt idx="6834">
                  <c:v>28.4375</c:v>
                </c:pt>
                <c:pt idx="6835">
                  <c:v>28.441666999999999</c:v>
                </c:pt>
                <c:pt idx="6836">
                  <c:v>28.445833</c:v>
                </c:pt>
                <c:pt idx="6837">
                  <c:v>28.45</c:v>
                </c:pt>
                <c:pt idx="6838">
                  <c:v>28.454167000000002</c:v>
                </c:pt>
                <c:pt idx="6839">
                  <c:v>28.458333</c:v>
                </c:pt>
                <c:pt idx="6840">
                  <c:v>28.462499999999999</c:v>
                </c:pt>
                <c:pt idx="6841">
                  <c:v>28.466667000000001</c:v>
                </c:pt>
                <c:pt idx="6842">
                  <c:v>28.470832999999999</c:v>
                </c:pt>
                <c:pt idx="6843">
                  <c:v>28.475000000000001</c:v>
                </c:pt>
                <c:pt idx="6844">
                  <c:v>28.479167</c:v>
                </c:pt>
                <c:pt idx="6845">
                  <c:v>28.483332999999998</c:v>
                </c:pt>
                <c:pt idx="6846">
                  <c:v>28.487500000000001</c:v>
                </c:pt>
                <c:pt idx="6847">
                  <c:v>28.491667</c:v>
                </c:pt>
                <c:pt idx="6848">
                  <c:v>28.495833000000001</c:v>
                </c:pt>
                <c:pt idx="6849">
                  <c:v>28.5</c:v>
                </c:pt>
                <c:pt idx="6850">
                  <c:v>28.504166999999999</c:v>
                </c:pt>
                <c:pt idx="6851">
                  <c:v>28.508333</c:v>
                </c:pt>
                <c:pt idx="6852">
                  <c:v>28.512499999999999</c:v>
                </c:pt>
                <c:pt idx="6853">
                  <c:v>28.516667000000002</c:v>
                </c:pt>
                <c:pt idx="6854">
                  <c:v>28.520833</c:v>
                </c:pt>
                <c:pt idx="6855">
                  <c:v>28.524999999999999</c:v>
                </c:pt>
                <c:pt idx="6856">
                  <c:v>28.529167000000001</c:v>
                </c:pt>
                <c:pt idx="6857">
                  <c:v>28.533332999999999</c:v>
                </c:pt>
                <c:pt idx="6858">
                  <c:v>28.537500000000001</c:v>
                </c:pt>
                <c:pt idx="6859">
                  <c:v>28.541667</c:v>
                </c:pt>
                <c:pt idx="6860">
                  <c:v>28.545832999999998</c:v>
                </c:pt>
                <c:pt idx="6861">
                  <c:v>28.55</c:v>
                </c:pt>
                <c:pt idx="6862">
                  <c:v>28.554167</c:v>
                </c:pt>
                <c:pt idx="6863">
                  <c:v>28.558333000000001</c:v>
                </c:pt>
                <c:pt idx="6864">
                  <c:v>28.5625</c:v>
                </c:pt>
                <c:pt idx="6865">
                  <c:v>28.566666999999999</c:v>
                </c:pt>
                <c:pt idx="6866">
                  <c:v>28.570833</c:v>
                </c:pt>
                <c:pt idx="6867">
                  <c:v>28.574999999999999</c:v>
                </c:pt>
                <c:pt idx="6868">
                  <c:v>28.579167000000002</c:v>
                </c:pt>
                <c:pt idx="6869">
                  <c:v>28.583333</c:v>
                </c:pt>
                <c:pt idx="6870">
                  <c:v>28.587499999999999</c:v>
                </c:pt>
                <c:pt idx="6871">
                  <c:v>28.591667000000001</c:v>
                </c:pt>
                <c:pt idx="6872">
                  <c:v>28.595832999999999</c:v>
                </c:pt>
                <c:pt idx="6873">
                  <c:v>28.6</c:v>
                </c:pt>
                <c:pt idx="6874">
                  <c:v>28.604167</c:v>
                </c:pt>
                <c:pt idx="6875">
                  <c:v>28.608332999999998</c:v>
                </c:pt>
                <c:pt idx="6876">
                  <c:v>28.612500000000001</c:v>
                </c:pt>
                <c:pt idx="6877">
                  <c:v>28.616667</c:v>
                </c:pt>
                <c:pt idx="6878">
                  <c:v>28.620833000000001</c:v>
                </c:pt>
                <c:pt idx="6879">
                  <c:v>28.625</c:v>
                </c:pt>
                <c:pt idx="6880">
                  <c:v>28.629166999999999</c:v>
                </c:pt>
                <c:pt idx="6881">
                  <c:v>28.633333</c:v>
                </c:pt>
                <c:pt idx="6882">
                  <c:v>28.637499999999999</c:v>
                </c:pt>
                <c:pt idx="6883">
                  <c:v>28.641667000000002</c:v>
                </c:pt>
                <c:pt idx="6884">
                  <c:v>28.645833</c:v>
                </c:pt>
                <c:pt idx="6885">
                  <c:v>28.65</c:v>
                </c:pt>
                <c:pt idx="6886">
                  <c:v>28.654167000000001</c:v>
                </c:pt>
                <c:pt idx="6887">
                  <c:v>28.658332999999999</c:v>
                </c:pt>
                <c:pt idx="6888">
                  <c:v>28.662500000000001</c:v>
                </c:pt>
                <c:pt idx="6889">
                  <c:v>28.666667</c:v>
                </c:pt>
                <c:pt idx="6890">
                  <c:v>28.670832999999998</c:v>
                </c:pt>
                <c:pt idx="6891">
                  <c:v>28.675000000000001</c:v>
                </c:pt>
                <c:pt idx="6892">
                  <c:v>28.679167</c:v>
                </c:pt>
                <c:pt idx="6893">
                  <c:v>28.683333000000001</c:v>
                </c:pt>
                <c:pt idx="6894">
                  <c:v>28.6875</c:v>
                </c:pt>
                <c:pt idx="6895">
                  <c:v>28.691666999999999</c:v>
                </c:pt>
                <c:pt idx="6896">
                  <c:v>28.695833</c:v>
                </c:pt>
                <c:pt idx="6897">
                  <c:v>28.7</c:v>
                </c:pt>
                <c:pt idx="6898">
                  <c:v>28.704167000000002</c:v>
                </c:pt>
                <c:pt idx="6899">
                  <c:v>28.708333</c:v>
                </c:pt>
                <c:pt idx="6900">
                  <c:v>28.712499999999999</c:v>
                </c:pt>
                <c:pt idx="6901">
                  <c:v>28.716667000000001</c:v>
                </c:pt>
                <c:pt idx="6902">
                  <c:v>28.720832999999999</c:v>
                </c:pt>
                <c:pt idx="6903">
                  <c:v>28.725000000000001</c:v>
                </c:pt>
                <c:pt idx="6904">
                  <c:v>28.729167</c:v>
                </c:pt>
                <c:pt idx="6905">
                  <c:v>28.733332999999998</c:v>
                </c:pt>
                <c:pt idx="6906">
                  <c:v>28.737500000000001</c:v>
                </c:pt>
                <c:pt idx="6907">
                  <c:v>28.741667</c:v>
                </c:pt>
                <c:pt idx="6908">
                  <c:v>28.745833000000001</c:v>
                </c:pt>
                <c:pt idx="6909">
                  <c:v>28.75</c:v>
                </c:pt>
                <c:pt idx="6910">
                  <c:v>28.754166999999999</c:v>
                </c:pt>
                <c:pt idx="6911">
                  <c:v>28.758333</c:v>
                </c:pt>
                <c:pt idx="6912">
                  <c:v>28.762499999999999</c:v>
                </c:pt>
                <c:pt idx="6913">
                  <c:v>28.766667000000002</c:v>
                </c:pt>
                <c:pt idx="6914">
                  <c:v>28.770833</c:v>
                </c:pt>
                <c:pt idx="6915">
                  <c:v>28.774999999999999</c:v>
                </c:pt>
                <c:pt idx="6916">
                  <c:v>28.779167000000001</c:v>
                </c:pt>
                <c:pt idx="6917">
                  <c:v>28.783332999999999</c:v>
                </c:pt>
                <c:pt idx="6918">
                  <c:v>28.787500000000001</c:v>
                </c:pt>
                <c:pt idx="6919">
                  <c:v>28.791667</c:v>
                </c:pt>
                <c:pt idx="6920">
                  <c:v>28.795832999999998</c:v>
                </c:pt>
                <c:pt idx="6921">
                  <c:v>28.8</c:v>
                </c:pt>
                <c:pt idx="6922">
                  <c:v>28.804167</c:v>
                </c:pt>
                <c:pt idx="6923">
                  <c:v>28.808333000000001</c:v>
                </c:pt>
                <c:pt idx="6924">
                  <c:v>28.8125</c:v>
                </c:pt>
                <c:pt idx="6925">
                  <c:v>28.816666999999999</c:v>
                </c:pt>
                <c:pt idx="6926">
                  <c:v>28.820833</c:v>
                </c:pt>
                <c:pt idx="6927">
                  <c:v>28.824999999999999</c:v>
                </c:pt>
                <c:pt idx="6928">
                  <c:v>28.829167000000002</c:v>
                </c:pt>
                <c:pt idx="6929">
                  <c:v>28.833333</c:v>
                </c:pt>
                <c:pt idx="6930">
                  <c:v>28.837499999999999</c:v>
                </c:pt>
                <c:pt idx="6931">
                  <c:v>28.841667000000001</c:v>
                </c:pt>
                <c:pt idx="6932">
                  <c:v>28.845832999999999</c:v>
                </c:pt>
                <c:pt idx="6933">
                  <c:v>28.85</c:v>
                </c:pt>
                <c:pt idx="6934">
                  <c:v>28.854167</c:v>
                </c:pt>
                <c:pt idx="6935">
                  <c:v>28.858332999999998</c:v>
                </c:pt>
                <c:pt idx="6936">
                  <c:v>28.862500000000001</c:v>
                </c:pt>
                <c:pt idx="6937">
                  <c:v>28.866667</c:v>
                </c:pt>
                <c:pt idx="6938">
                  <c:v>28.870833000000001</c:v>
                </c:pt>
                <c:pt idx="6939">
                  <c:v>28.875</c:v>
                </c:pt>
                <c:pt idx="6940">
                  <c:v>28.879166999999999</c:v>
                </c:pt>
                <c:pt idx="6941">
                  <c:v>28.883333</c:v>
                </c:pt>
                <c:pt idx="6942">
                  <c:v>28.887499999999999</c:v>
                </c:pt>
                <c:pt idx="6943">
                  <c:v>28.891667000000002</c:v>
                </c:pt>
                <c:pt idx="6944">
                  <c:v>28.895833</c:v>
                </c:pt>
                <c:pt idx="6945">
                  <c:v>28.9</c:v>
                </c:pt>
                <c:pt idx="6946">
                  <c:v>28.904167000000001</c:v>
                </c:pt>
                <c:pt idx="6947">
                  <c:v>28.908332999999999</c:v>
                </c:pt>
                <c:pt idx="6948">
                  <c:v>28.912500000000001</c:v>
                </c:pt>
                <c:pt idx="6949">
                  <c:v>28.916667</c:v>
                </c:pt>
                <c:pt idx="6950">
                  <c:v>28.920832999999998</c:v>
                </c:pt>
                <c:pt idx="6951">
                  <c:v>28.925000000000001</c:v>
                </c:pt>
                <c:pt idx="6952">
                  <c:v>28.929167</c:v>
                </c:pt>
                <c:pt idx="6953">
                  <c:v>28.933333000000001</c:v>
                </c:pt>
                <c:pt idx="6954">
                  <c:v>28.9375</c:v>
                </c:pt>
                <c:pt idx="6955">
                  <c:v>28.941666999999999</c:v>
                </c:pt>
                <c:pt idx="6956">
                  <c:v>28.945833</c:v>
                </c:pt>
                <c:pt idx="6957">
                  <c:v>28.95</c:v>
                </c:pt>
                <c:pt idx="6958">
                  <c:v>28.954167000000002</c:v>
                </c:pt>
                <c:pt idx="6959">
                  <c:v>28.958333</c:v>
                </c:pt>
                <c:pt idx="6960">
                  <c:v>28.962499999999999</c:v>
                </c:pt>
                <c:pt idx="6961">
                  <c:v>28.966667000000001</c:v>
                </c:pt>
                <c:pt idx="6962">
                  <c:v>28.970832999999999</c:v>
                </c:pt>
                <c:pt idx="6963">
                  <c:v>28.975000000000001</c:v>
                </c:pt>
                <c:pt idx="6964">
                  <c:v>28.979167</c:v>
                </c:pt>
                <c:pt idx="6965">
                  <c:v>28.983332999999998</c:v>
                </c:pt>
                <c:pt idx="6966">
                  <c:v>28.987500000000001</c:v>
                </c:pt>
                <c:pt idx="6967">
                  <c:v>28.991667</c:v>
                </c:pt>
                <c:pt idx="6968">
                  <c:v>28.995833000000001</c:v>
                </c:pt>
                <c:pt idx="6969">
                  <c:v>29</c:v>
                </c:pt>
                <c:pt idx="6970">
                  <c:v>29.004166999999999</c:v>
                </c:pt>
                <c:pt idx="6971">
                  <c:v>29.008333</c:v>
                </c:pt>
                <c:pt idx="6972">
                  <c:v>29.012499999999999</c:v>
                </c:pt>
                <c:pt idx="6973">
                  <c:v>29.016667000000002</c:v>
                </c:pt>
                <c:pt idx="6974">
                  <c:v>29.020833</c:v>
                </c:pt>
                <c:pt idx="6975">
                  <c:v>29.024999999999999</c:v>
                </c:pt>
                <c:pt idx="6976">
                  <c:v>29.029167000000001</c:v>
                </c:pt>
                <c:pt idx="6977">
                  <c:v>29.033332999999999</c:v>
                </c:pt>
                <c:pt idx="6978">
                  <c:v>29.037500000000001</c:v>
                </c:pt>
                <c:pt idx="6979">
                  <c:v>29.041667</c:v>
                </c:pt>
                <c:pt idx="6980">
                  <c:v>29.045832999999998</c:v>
                </c:pt>
                <c:pt idx="6981">
                  <c:v>29.05</c:v>
                </c:pt>
                <c:pt idx="6982">
                  <c:v>29.054167</c:v>
                </c:pt>
                <c:pt idx="6983">
                  <c:v>29.058333000000001</c:v>
                </c:pt>
                <c:pt idx="6984">
                  <c:v>29.0625</c:v>
                </c:pt>
                <c:pt idx="6985">
                  <c:v>29.066666999999999</c:v>
                </c:pt>
                <c:pt idx="6986">
                  <c:v>29.070833</c:v>
                </c:pt>
                <c:pt idx="6987">
                  <c:v>29.074999999999999</c:v>
                </c:pt>
                <c:pt idx="6988">
                  <c:v>29.079167000000002</c:v>
                </c:pt>
                <c:pt idx="6989">
                  <c:v>29.083333</c:v>
                </c:pt>
                <c:pt idx="6990">
                  <c:v>29.087499999999999</c:v>
                </c:pt>
                <c:pt idx="6991">
                  <c:v>29.091667000000001</c:v>
                </c:pt>
                <c:pt idx="6992">
                  <c:v>29.095832999999999</c:v>
                </c:pt>
                <c:pt idx="6993">
                  <c:v>29.1</c:v>
                </c:pt>
                <c:pt idx="6994">
                  <c:v>29.104167</c:v>
                </c:pt>
                <c:pt idx="6995">
                  <c:v>29.108332999999998</c:v>
                </c:pt>
                <c:pt idx="6996">
                  <c:v>29.112500000000001</c:v>
                </c:pt>
                <c:pt idx="6997">
                  <c:v>29.116667</c:v>
                </c:pt>
                <c:pt idx="6998">
                  <c:v>29.120833000000001</c:v>
                </c:pt>
                <c:pt idx="6999">
                  <c:v>29.125</c:v>
                </c:pt>
                <c:pt idx="7000">
                  <c:v>29.129166999999999</c:v>
                </c:pt>
                <c:pt idx="7001">
                  <c:v>29.133333</c:v>
                </c:pt>
                <c:pt idx="7002">
                  <c:v>29.137499999999999</c:v>
                </c:pt>
                <c:pt idx="7003">
                  <c:v>29.141667000000002</c:v>
                </c:pt>
                <c:pt idx="7004">
                  <c:v>29.145833</c:v>
                </c:pt>
                <c:pt idx="7005">
                  <c:v>29.15</c:v>
                </c:pt>
                <c:pt idx="7006">
                  <c:v>29.154167000000001</c:v>
                </c:pt>
                <c:pt idx="7007">
                  <c:v>29.158332999999999</c:v>
                </c:pt>
                <c:pt idx="7008">
                  <c:v>29.162500000000001</c:v>
                </c:pt>
                <c:pt idx="7009">
                  <c:v>29.166667</c:v>
                </c:pt>
                <c:pt idx="7010">
                  <c:v>29.170832999999998</c:v>
                </c:pt>
                <c:pt idx="7011">
                  <c:v>29.175000000000001</c:v>
                </c:pt>
                <c:pt idx="7012">
                  <c:v>29.179167</c:v>
                </c:pt>
                <c:pt idx="7013">
                  <c:v>29.183333000000001</c:v>
                </c:pt>
                <c:pt idx="7014">
                  <c:v>29.1875</c:v>
                </c:pt>
                <c:pt idx="7015">
                  <c:v>29.191666999999999</c:v>
                </c:pt>
                <c:pt idx="7016">
                  <c:v>29.195833</c:v>
                </c:pt>
                <c:pt idx="7017">
                  <c:v>29.2</c:v>
                </c:pt>
                <c:pt idx="7018">
                  <c:v>29.204167000000002</c:v>
                </c:pt>
                <c:pt idx="7019">
                  <c:v>29.208333</c:v>
                </c:pt>
                <c:pt idx="7020">
                  <c:v>29.212499999999999</c:v>
                </c:pt>
                <c:pt idx="7021">
                  <c:v>29.216667000000001</c:v>
                </c:pt>
                <c:pt idx="7022">
                  <c:v>29.220832999999999</c:v>
                </c:pt>
                <c:pt idx="7023">
                  <c:v>29.225000000000001</c:v>
                </c:pt>
                <c:pt idx="7024">
                  <c:v>29.229167</c:v>
                </c:pt>
                <c:pt idx="7025">
                  <c:v>29.233332999999998</c:v>
                </c:pt>
                <c:pt idx="7026">
                  <c:v>29.237500000000001</c:v>
                </c:pt>
                <c:pt idx="7027">
                  <c:v>29.241667</c:v>
                </c:pt>
                <c:pt idx="7028">
                  <c:v>29.245833000000001</c:v>
                </c:pt>
                <c:pt idx="7029">
                  <c:v>29.25</c:v>
                </c:pt>
                <c:pt idx="7030">
                  <c:v>29.254166999999999</c:v>
                </c:pt>
                <c:pt idx="7031">
                  <c:v>29.258333</c:v>
                </c:pt>
                <c:pt idx="7032">
                  <c:v>29.262499999999999</c:v>
                </c:pt>
                <c:pt idx="7033">
                  <c:v>29.266667000000002</c:v>
                </c:pt>
                <c:pt idx="7034">
                  <c:v>29.270833</c:v>
                </c:pt>
                <c:pt idx="7035">
                  <c:v>29.274999999999999</c:v>
                </c:pt>
                <c:pt idx="7036">
                  <c:v>29.279167000000001</c:v>
                </c:pt>
                <c:pt idx="7037">
                  <c:v>29.283332999999999</c:v>
                </c:pt>
                <c:pt idx="7038">
                  <c:v>29.287500000000001</c:v>
                </c:pt>
                <c:pt idx="7039">
                  <c:v>29.291667</c:v>
                </c:pt>
                <c:pt idx="7040">
                  <c:v>29.295832999999998</c:v>
                </c:pt>
                <c:pt idx="7041">
                  <c:v>29.3</c:v>
                </c:pt>
                <c:pt idx="7042">
                  <c:v>29.304167</c:v>
                </c:pt>
                <c:pt idx="7043">
                  <c:v>29.308333000000001</c:v>
                </c:pt>
                <c:pt idx="7044">
                  <c:v>29.3125</c:v>
                </c:pt>
                <c:pt idx="7045">
                  <c:v>29.316666999999999</c:v>
                </c:pt>
                <c:pt idx="7046">
                  <c:v>29.320833</c:v>
                </c:pt>
                <c:pt idx="7047">
                  <c:v>29.324999999999999</c:v>
                </c:pt>
                <c:pt idx="7048">
                  <c:v>29.329167000000002</c:v>
                </c:pt>
                <c:pt idx="7049">
                  <c:v>29.333333</c:v>
                </c:pt>
                <c:pt idx="7050">
                  <c:v>29.337499999999999</c:v>
                </c:pt>
                <c:pt idx="7051">
                  <c:v>29.341667000000001</c:v>
                </c:pt>
                <c:pt idx="7052">
                  <c:v>29.345832999999999</c:v>
                </c:pt>
                <c:pt idx="7053">
                  <c:v>29.35</c:v>
                </c:pt>
                <c:pt idx="7054">
                  <c:v>29.354167</c:v>
                </c:pt>
                <c:pt idx="7055">
                  <c:v>29.358332999999998</c:v>
                </c:pt>
                <c:pt idx="7056">
                  <c:v>29.362500000000001</c:v>
                </c:pt>
                <c:pt idx="7057">
                  <c:v>29.366667</c:v>
                </c:pt>
                <c:pt idx="7058">
                  <c:v>29.370833000000001</c:v>
                </c:pt>
                <c:pt idx="7059">
                  <c:v>29.375</c:v>
                </c:pt>
                <c:pt idx="7060">
                  <c:v>29.379166999999999</c:v>
                </c:pt>
                <c:pt idx="7061">
                  <c:v>29.383333</c:v>
                </c:pt>
                <c:pt idx="7062">
                  <c:v>29.387499999999999</c:v>
                </c:pt>
                <c:pt idx="7063">
                  <c:v>29.391667000000002</c:v>
                </c:pt>
                <c:pt idx="7064">
                  <c:v>29.395833</c:v>
                </c:pt>
                <c:pt idx="7065">
                  <c:v>29.4</c:v>
                </c:pt>
                <c:pt idx="7066">
                  <c:v>29.404167000000001</c:v>
                </c:pt>
                <c:pt idx="7067">
                  <c:v>29.408332999999999</c:v>
                </c:pt>
                <c:pt idx="7068">
                  <c:v>29.412500000000001</c:v>
                </c:pt>
                <c:pt idx="7069">
                  <c:v>29.416667</c:v>
                </c:pt>
                <c:pt idx="7070">
                  <c:v>29.420832999999998</c:v>
                </c:pt>
                <c:pt idx="7071">
                  <c:v>29.425000000000001</c:v>
                </c:pt>
                <c:pt idx="7072">
                  <c:v>29.429167</c:v>
                </c:pt>
                <c:pt idx="7073">
                  <c:v>29.433333000000001</c:v>
                </c:pt>
                <c:pt idx="7074">
                  <c:v>29.4375</c:v>
                </c:pt>
                <c:pt idx="7075">
                  <c:v>29.441666999999999</c:v>
                </c:pt>
                <c:pt idx="7076">
                  <c:v>29.445833</c:v>
                </c:pt>
                <c:pt idx="7077">
                  <c:v>29.45</c:v>
                </c:pt>
                <c:pt idx="7078">
                  <c:v>29.454167000000002</c:v>
                </c:pt>
                <c:pt idx="7079">
                  <c:v>29.458333</c:v>
                </c:pt>
                <c:pt idx="7080">
                  <c:v>29.462499999999999</c:v>
                </c:pt>
                <c:pt idx="7081">
                  <c:v>29.466667000000001</c:v>
                </c:pt>
                <c:pt idx="7082">
                  <c:v>29.470832999999999</c:v>
                </c:pt>
                <c:pt idx="7083">
                  <c:v>29.475000000000001</c:v>
                </c:pt>
                <c:pt idx="7084">
                  <c:v>29.479167</c:v>
                </c:pt>
                <c:pt idx="7085">
                  <c:v>29.483332999999998</c:v>
                </c:pt>
                <c:pt idx="7086">
                  <c:v>29.487500000000001</c:v>
                </c:pt>
                <c:pt idx="7087">
                  <c:v>29.491667</c:v>
                </c:pt>
                <c:pt idx="7088">
                  <c:v>29.495833000000001</c:v>
                </c:pt>
                <c:pt idx="7089">
                  <c:v>29.5</c:v>
                </c:pt>
                <c:pt idx="7090">
                  <c:v>29.504166999999999</c:v>
                </c:pt>
                <c:pt idx="7091">
                  <c:v>29.508333</c:v>
                </c:pt>
                <c:pt idx="7092">
                  <c:v>29.512499999999999</c:v>
                </c:pt>
                <c:pt idx="7093">
                  <c:v>29.516667000000002</c:v>
                </c:pt>
                <c:pt idx="7094">
                  <c:v>29.520833</c:v>
                </c:pt>
                <c:pt idx="7095">
                  <c:v>29.524999999999999</c:v>
                </c:pt>
                <c:pt idx="7096">
                  <c:v>29.529167000000001</c:v>
                </c:pt>
                <c:pt idx="7097">
                  <c:v>29.533332999999999</c:v>
                </c:pt>
                <c:pt idx="7098">
                  <c:v>29.537500000000001</c:v>
                </c:pt>
                <c:pt idx="7099">
                  <c:v>29.541667</c:v>
                </c:pt>
                <c:pt idx="7100">
                  <c:v>29.545832999999998</c:v>
                </c:pt>
                <c:pt idx="7101">
                  <c:v>29.55</c:v>
                </c:pt>
                <c:pt idx="7102">
                  <c:v>29.554167</c:v>
                </c:pt>
                <c:pt idx="7103">
                  <c:v>29.558333000000001</c:v>
                </c:pt>
                <c:pt idx="7104">
                  <c:v>29.5625</c:v>
                </c:pt>
                <c:pt idx="7105">
                  <c:v>29.566666999999999</c:v>
                </c:pt>
                <c:pt idx="7106">
                  <c:v>29.570833</c:v>
                </c:pt>
                <c:pt idx="7107">
                  <c:v>29.574999999999999</c:v>
                </c:pt>
                <c:pt idx="7108">
                  <c:v>29.579167000000002</c:v>
                </c:pt>
                <c:pt idx="7109">
                  <c:v>29.583333</c:v>
                </c:pt>
                <c:pt idx="7110">
                  <c:v>29.587499999999999</c:v>
                </c:pt>
                <c:pt idx="7111">
                  <c:v>29.591667000000001</c:v>
                </c:pt>
                <c:pt idx="7112">
                  <c:v>29.595832999999999</c:v>
                </c:pt>
                <c:pt idx="7113">
                  <c:v>29.6</c:v>
                </c:pt>
                <c:pt idx="7114">
                  <c:v>29.604167</c:v>
                </c:pt>
                <c:pt idx="7115">
                  <c:v>29.608332999999998</c:v>
                </c:pt>
                <c:pt idx="7116">
                  <c:v>29.612500000000001</c:v>
                </c:pt>
                <c:pt idx="7117">
                  <c:v>29.616667</c:v>
                </c:pt>
                <c:pt idx="7118">
                  <c:v>29.620833000000001</c:v>
                </c:pt>
                <c:pt idx="7119">
                  <c:v>29.625</c:v>
                </c:pt>
                <c:pt idx="7120">
                  <c:v>29.629166999999999</c:v>
                </c:pt>
                <c:pt idx="7121">
                  <c:v>29.633333</c:v>
                </c:pt>
                <c:pt idx="7122">
                  <c:v>29.637499999999999</c:v>
                </c:pt>
                <c:pt idx="7123">
                  <c:v>29.641667000000002</c:v>
                </c:pt>
                <c:pt idx="7124">
                  <c:v>29.645833</c:v>
                </c:pt>
                <c:pt idx="7125">
                  <c:v>29.65</c:v>
                </c:pt>
                <c:pt idx="7126">
                  <c:v>29.654167000000001</c:v>
                </c:pt>
                <c:pt idx="7127">
                  <c:v>29.658332999999999</c:v>
                </c:pt>
                <c:pt idx="7128">
                  <c:v>29.662500000000001</c:v>
                </c:pt>
                <c:pt idx="7129">
                  <c:v>29.666667</c:v>
                </c:pt>
                <c:pt idx="7130">
                  <c:v>29.670832999999998</c:v>
                </c:pt>
                <c:pt idx="7131">
                  <c:v>29.675000000000001</c:v>
                </c:pt>
                <c:pt idx="7132">
                  <c:v>29.679167</c:v>
                </c:pt>
                <c:pt idx="7133">
                  <c:v>29.683333000000001</c:v>
                </c:pt>
                <c:pt idx="7134">
                  <c:v>29.6875</c:v>
                </c:pt>
                <c:pt idx="7135">
                  <c:v>29.691666999999999</c:v>
                </c:pt>
                <c:pt idx="7136">
                  <c:v>29.695833</c:v>
                </c:pt>
                <c:pt idx="7137">
                  <c:v>29.7</c:v>
                </c:pt>
                <c:pt idx="7138">
                  <c:v>29.704167000000002</c:v>
                </c:pt>
                <c:pt idx="7139">
                  <c:v>29.708333</c:v>
                </c:pt>
                <c:pt idx="7140">
                  <c:v>29.712499999999999</c:v>
                </c:pt>
                <c:pt idx="7141">
                  <c:v>29.716667000000001</c:v>
                </c:pt>
                <c:pt idx="7142">
                  <c:v>29.720832999999999</c:v>
                </c:pt>
                <c:pt idx="7143">
                  <c:v>29.725000000000001</c:v>
                </c:pt>
                <c:pt idx="7144">
                  <c:v>29.729167</c:v>
                </c:pt>
                <c:pt idx="7145">
                  <c:v>29.733332999999998</c:v>
                </c:pt>
                <c:pt idx="7146">
                  <c:v>29.737500000000001</c:v>
                </c:pt>
                <c:pt idx="7147">
                  <c:v>29.741667</c:v>
                </c:pt>
                <c:pt idx="7148">
                  <c:v>29.745833000000001</c:v>
                </c:pt>
                <c:pt idx="7149">
                  <c:v>29.75</c:v>
                </c:pt>
                <c:pt idx="7150">
                  <c:v>29.754166999999999</c:v>
                </c:pt>
                <c:pt idx="7151">
                  <c:v>29.758333</c:v>
                </c:pt>
                <c:pt idx="7152">
                  <c:v>29.762499999999999</c:v>
                </c:pt>
                <c:pt idx="7153">
                  <c:v>29.766667000000002</c:v>
                </c:pt>
                <c:pt idx="7154">
                  <c:v>29.770833</c:v>
                </c:pt>
                <c:pt idx="7155">
                  <c:v>29.774999999999999</c:v>
                </c:pt>
                <c:pt idx="7156">
                  <c:v>29.779167000000001</c:v>
                </c:pt>
                <c:pt idx="7157">
                  <c:v>29.783332999999999</c:v>
                </c:pt>
                <c:pt idx="7158">
                  <c:v>29.787500000000001</c:v>
                </c:pt>
                <c:pt idx="7159">
                  <c:v>29.791667</c:v>
                </c:pt>
                <c:pt idx="7160">
                  <c:v>29.795832999999998</c:v>
                </c:pt>
                <c:pt idx="7161">
                  <c:v>29.8</c:v>
                </c:pt>
                <c:pt idx="7162">
                  <c:v>29.804167</c:v>
                </c:pt>
                <c:pt idx="7163">
                  <c:v>29.808333000000001</c:v>
                </c:pt>
                <c:pt idx="7164">
                  <c:v>29.8125</c:v>
                </c:pt>
                <c:pt idx="7165">
                  <c:v>29.816666999999999</c:v>
                </c:pt>
                <c:pt idx="7166">
                  <c:v>29.820833</c:v>
                </c:pt>
                <c:pt idx="7167">
                  <c:v>29.824999999999999</c:v>
                </c:pt>
                <c:pt idx="7168">
                  <c:v>29.829167000000002</c:v>
                </c:pt>
                <c:pt idx="7169">
                  <c:v>29.833333</c:v>
                </c:pt>
                <c:pt idx="7170">
                  <c:v>29.837499999999999</c:v>
                </c:pt>
                <c:pt idx="7171">
                  <c:v>29.841667000000001</c:v>
                </c:pt>
                <c:pt idx="7172">
                  <c:v>29.845832999999999</c:v>
                </c:pt>
                <c:pt idx="7173">
                  <c:v>29.85</c:v>
                </c:pt>
                <c:pt idx="7174">
                  <c:v>29.854167</c:v>
                </c:pt>
                <c:pt idx="7175">
                  <c:v>29.858332999999998</c:v>
                </c:pt>
                <c:pt idx="7176">
                  <c:v>29.862500000000001</c:v>
                </c:pt>
                <c:pt idx="7177">
                  <c:v>29.866667</c:v>
                </c:pt>
                <c:pt idx="7178">
                  <c:v>29.870833000000001</c:v>
                </c:pt>
                <c:pt idx="7179">
                  <c:v>29.875</c:v>
                </c:pt>
                <c:pt idx="7180">
                  <c:v>29.879166999999999</c:v>
                </c:pt>
                <c:pt idx="7181">
                  <c:v>29.883333</c:v>
                </c:pt>
                <c:pt idx="7182">
                  <c:v>29.887499999999999</c:v>
                </c:pt>
                <c:pt idx="7183">
                  <c:v>29.891667000000002</c:v>
                </c:pt>
                <c:pt idx="7184">
                  <c:v>29.895833</c:v>
                </c:pt>
                <c:pt idx="7185">
                  <c:v>29.9</c:v>
                </c:pt>
                <c:pt idx="7186">
                  <c:v>29.904167000000001</c:v>
                </c:pt>
                <c:pt idx="7187">
                  <c:v>29.908332999999999</c:v>
                </c:pt>
                <c:pt idx="7188">
                  <c:v>29.912500000000001</c:v>
                </c:pt>
                <c:pt idx="7189">
                  <c:v>29.916667</c:v>
                </c:pt>
                <c:pt idx="7190">
                  <c:v>29.920832999999998</c:v>
                </c:pt>
                <c:pt idx="7191">
                  <c:v>29.925000000000001</c:v>
                </c:pt>
                <c:pt idx="7192">
                  <c:v>29.929167</c:v>
                </c:pt>
                <c:pt idx="7193">
                  <c:v>29.933333000000001</c:v>
                </c:pt>
                <c:pt idx="7194">
                  <c:v>29.9375</c:v>
                </c:pt>
                <c:pt idx="7195">
                  <c:v>29.941666999999999</c:v>
                </c:pt>
                <c:pt idx="7196">
                  <c:v>29.945833</c:v>
                </c:pt>
                <c:pt idx="7197">
                  <c:v>29.95</c:v>
                </c:pt>
                <c:pt idx="7198">
                  <c:v>29.954167000000002</c:v>
                </c:pt>
                <c:pt idx="7199">
                  <c:v>29.958333</c:v>
                </c:pt>
                <c:pt idx="7200">
                  <c:v>29.962499999999999</c:v>
                </c:pt>
                <c:pt idx="7201">
                  <c:v>29.966667000000001</c:v>
                </c:pt>
                <c:pt idx="7202">
                  <c:v>29.970832999999999</c:v>
                </c:pt>
                <c:pt idx="7203">
                  <c:v>29.975000000000001</c:v>
                </c:pt>
                <c:pt idx="7204">
                  <c:v>29.979167</c:v>
                </c:pt>
                <c:pt idx="7205">
                  <c:v>29.983332999999998</c:v>
                </c:pt>
                <c:pt idx="7206">
                  <c:v>29.987500000000001</c:v>
                </c:pt>
                <c:pt idx="7207">
                  <c:v>29.991667</c:v>
                </c:pt>
                <c:pt idx="7208">
                  <c:v>29.995833000000001</c:v>
                </c:pt>
                <c:pt idx="7209">
                  <c:v>30</c:v>
                </c:pt>
              </c:numCache>
            </c:numRef>
          </c:xVal>
          <c:yVal>
            <c:numRef>
              <c:f>'Double PV'!$K$1:$K$7210</c:f>
              <c:numCache>
                <c:formatCode>General</c:formatCode>
                <c:ptCount val="7210"/>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pt idx="19">
                  <c:v>60</c:v>
                </c:pt>
                <c:pt idx="20">
                  <c:v>60</c:v>
                </c:pt>
                <c:pt idx="21">
                  <c:v>60</c:v>
                </c:pt>
                <c:pt idx="22">
                  <c:v>60</c:v>
                </c:pt>
                <c:pt idx="23">
                  <c:v>60</c:v>
                </c:pt>
                <c:pt idx="24">
                  <c:v>60</c:v>
                </c:pt>
                <c:pt idx="25">
                  <c:v>60</c:v>
                </c:pt>
                <c:pt idx="26">
                  <c:v>60</c:v>
                </c:pt>
                <c:pt idx="27">
                  <c:v>60</c:v>
                </c:pt>
                <c:pt idx="28">
                  <c:v>60</c:v>
                </c:pt>
                <c:pt idx="29">
                  <c:v>60</c:v>
                </c:pt>
                <c:pt idx="30">
                  <c:v>60</c:v>
                </c:pt>
                <c:pt idx="31">
                  <c:v>60</c:v>
                </c:pt>
                <c:pt idx="32">
                  <c:v>60</c:v>
                </c:pt>
                <c:pt idx="33">
                  <c:v>60</c:v>
                </c:pt>
                <c:pt idx="34">
                  <c:v>59.999996189999997</c:v>
                </c:pt>
                <c:pt idx="35">
                  <c:v>59.999996189999997</c:v>
                </c:pt>
                <c:pt idx="36">
                  <c:v>59.999996189999997</c:v>
                </c:pt>
                <c:pt idx="37">
                  <c:v>59.999996189999997</c:v>
                </c:pt>
                <c:pt idx="38">
                  <c:v>59.999996189999997</c:v>
                </c:pt>
                <c:pt idx="39">
                  <c:v>59.999996189999997</c:v>
                </c:pt>
                <c:pt idx="40">
                  <c:v>59.999996189999997</c:v>
                </c:pt>
                <c:pt idx="41">
                  <c:v>59.999996189999997</c:v>
                </c:pt>
                <c:pt idx="42">
                  <c:v>59.999996189999997</c:v>
                </c:pt>
                <c:pt idx="43">
                  <c:v>59.999996189999997</c:v>
                </c:pt>
                <c:pt idx="44">
                  <c:v>59.999996189999997</c:v>
                </c:pt>
                <c:pt idx="45">
                  <c:v>59.999996189999997</c:v>
                </c:pt>
                <c:pt idx="46">
                  <c:v>59.999996189999997</c:v>
                </c:pt>
                <c:pt idx="47">
                  <c:v>59.999996189999997</c:v>
                </c:pt>
                <c:pt idx="48">
                  <c:v>59.999992370000001</c:v>
                </c:pt>
                <c:pt idx="49">
                  <c:v>59.999992370000001</c:v>
                </c:pt>
                <c:pt idx="50">
                  <c:v>59.999992370000001</c:v>
                </c:pt>
                <c:pt idx="51">
                  <c:v>59.999992370000001</c:v>
                </c:pt>
                <c:pt idx="52">
                  <c:v>59.999992370000001</c:v>
                </c:pt>
                <c:pt idx="53">
                  <c:v>59.999992370000001</c:v>
                </c:pt>
                <c:pt idx="54">
                  <c:v>59.999992370000001</c:v>
                </c:pt>
                <c:pt idx="55">
                  <c:v>59.999992370000001</c:v>
                </c:pt>
                <c:pt idx="56">
                  <c:v>59.999992370000001</c:v>
                </c:pt>
                <c:pt idx="57">
                  <c:v>59.999992370000001</c:v>
                </c:pt>
                <c:pt idx="58">
                  <c:v>59.999992370000001</c:v>
                </c:pt>
                <c:pt idx="59">
                  <c:v>59.999992370000001</c:v>
                </c:pt>
                <c:pt idx="60">
                  <c:v>59.999992370000001</c:v>
                </c:pt>
                <c:pt idx="61">
                  <c:v>59.999988559999998</c:v>
                </c:pt>
                <c:pt idx="62">
                  <c:v>59.999988559999998</c:v>
                </c:pt>
                <c:pt idx="63">
                  <c:v>59.999988559999998</c:v>
                </c:pt>
                <c:pt idx="64">
                  <c:v>59.999988559999998</c:v>
                </c:pt>
                <c:pt idx="65">
                  <c:v>59.999988559999998</c:v>
                </c:pt>
                <c:pt idx="66">
                  <c:v>59.999988559999998</c:v>
                </c:pt>
                <c:pt idx="67">
                  <c:v>59.999988559999998</c:v>
                </c:pt>
                <c:pt idx="68">
                  <c:v>59.999988559999998</c:v>
                </c:pt>
                <c:pt idx="69">
                  <c:v>59.999988559999998</c:v>
                </c:pt>
                <c:pt idx="70">
                  <c:v>59.999988559999998</c:v>
                </c:pt>
                <c:pt idx="71">
                  <c:v>59.999984740000002</c:v>
                </c:pt>
                <c:pt idx="72">
                  <c:v>59.999984740000002</c:v>
                </c:pt>
                <c:pt idx="73">
                  <c:v>59.999984740000002</c:v>
                </c:pt>
                <c:pt idx="74">
                  <c:v>59.999984740000002</c:v>
                </c:pt>
                <c:pt idx="75">
                  <c:v>59.999984740000002</c:v>
                </c:pt>
                <c:pt idx="76">
                  <c:v>59.999984740000002</c:v>
                </c:pt>
                <c:pt idx="77">
                  <c:v>59.999984740000002</c:v>
                </c:pt>
                <c:pt idx="78">
                  <c:v>59.999984740000002</c:v>
                </c:pt>
                <c:pt idx="79">
                  <c:v>59.999984740000002</c:v>
                </c:pt>
                <c:pt idx="80">
                  <c:v>59.999984740000002</c:v>
                </c:pt>
                <c:pt idx="81">
                  <c:v>59.99998093</c:v>
                </c:pt>
                <c:pt idx="82">
                  <c:v>59.99998093</c:v>
                </c:pt>
                <c:pt idx="83">
                  <c:v>59.99998093</c:v>
                </c:pt>
                <c:pt idx="84">
                  <c:v>59.99998093</c:v>
                </c:pt>
                <c:pt idx="85">
                  <c:v>59.99998093</c:v>
                </c:pt>
                <c:pt idx="86">
                  <c:v>59.99998093</c:v>
                </c:pt>
                <c:pt idx="87">
                  <c:v>59.99998093</c:v>
                </c:pt>
                <c:pt idx="88">
                  <c:v>59.99998093</c:v>
                </c:pt>
                <c:pt idx="89">
                  <c:v>59.999977110000003</c:v>
                </c:pt>
                <c:pt idx="90">
                  <c:v>59.999977110000003</c:v>
                </c:pt>
                <c:pt idx="91">
                  <c:v>59.999977110000003</c:v>
                </c:pt>
                <c:pt idx="92">
                  <c:v>59.999977110000003</c:v>
                </c:pt>
                <c:pt idx="93">
                  <c:v>59.999977110000003</c:v>
                </c:pt>
                <c:pt idx="94">
                  <c:v>59.999977110000003</c:v>
                </c:pt>
                <c:pt idx="95">
                  <c:v>59.999977110000003</c:v>
                </c:pt>
                <c:pt idx="96">
                  <c:v>59.999973300000001</c:v>
                </c:pt>
                <c:pt idx="97">
                  <c:v>59.999973300000001</c:v>
                </c:pt>
                <c:pt idx="98">
                  <c:v>59.999973300000001</c:v>
                </c:pt>
                <c:pt idx="99">
                  <c:v>59.999973300000001</c:v>
                </c:pt>
                <c:pt idx="100">
                  <c:v>59.999973300000001</c:v>
                </c:pt>
                <c:pt idx="101">
                  <c:v>59.999973300000001</c:v>
                </c:pt>
                <c:pt idx="102">
                  <c:v>59.999973300000001</c:v>
                </c:pt>
                <c:pt idx="103">
                  <c:v>59.999969479999997</c:v>
                </c:pt>
                <c:pt idx="104">
                  <c:v>59.999969479999997</c:v>
                </c:pt>
                <c:pt idx="105">
                  <c:v>59.999969479999997</c:v>
                </c:pt>
                <c:pt idx="106">
                  <c:v>59.999969479999997</c:v>
                </c:pt>
                <c:pt idx="107">
                  <c:v>59.999969479999997</c:v>
                </c:pt>
                <c:pt idx="108">
                  <c:v>59.999969479999997</c:v>
                </c:pt>
                <c:pt idx="109">
                  <c:v>59.999965670000002</c:v>
                </c:pt>
                <c:pt idx="110">
                  <c:v>59.999965670000002</c:v>
                </c:pt>
                <c:pt idx="111">
                  <c:v>59.999965670000002</c:v>
                </c:pt>
                <c:pt idx="112">
                  <c:v>59.999965670000002</c:v>
                </c:pt>
                <c:pt idx="113">
                  <c:v>59.999965670000002</c:v>
                </c:pt>
                <c:pt idx="114">
                  <c:v>59.999961849999998</c:v>
                </c:pt>
                <c:pt idx="115">
                  <c:v>59.999961849999998</c:v>
                </c:pt>
                <c:pt idx="116">
                  <c:v>59.999961849999998</c:v>
                </c:pt>
                <c:pt idx="117">
                  <c:v>59.999961849999998</c:v>
                </c:pt>
                <c:pt idx="118">
                  <c:v>59.999961849999998</c:v>
                </c:pt>
                <c:pt idx="119">
                  <c:v>59.999958040000003</c:v>
                </c:pt>
                <c:pt idx="120">
                  <c:v>59.999958040000003</c:v>
                </c:pt>
                <c:pt idx="121">
                  <c:v>59.999958040000003</c:v>
                </c:pt>
                <c:pt idx="122">
                  <c:v>59.999958040000003</c:v>
                </c:pt>
                <c:pt idx="123">
                  <c:v>59.999958040000003</c:v>
                </c:pt>
                <c:pt idx="124">
                  <c:v>59.999958040000003</c:v>
                </c:pt>
                <c:pt idx="125">
                  <c:v>59.999954219999999</c:v>
                </c:pt>
                <c:pt idx="126">
                  <c:v>59.999954219999999</c:v>
                </c:pt>
                <c:pt idx="127">
                  <c:v>59.999954219999999</c:v>
                </c:pt>
                <c:pt idx="128">
                  <c:v>59.999954219999999</c:v>
                </c:pt>
                <c:pt idx="129">
                  <c:v>59.999950409999997</c:v>
                </c:pt>
                <c:pt idx="130">
                  <c:v>59.999950409999997</c:v>
                </c:pt>
                <c:pt idx="131">
                  <c:v>59.999950409999997</c:v>
                </c:pt>
                <c:pt idx="132">
                  <c:v>59.999950409999997</c:v>
                </c:pt>
                <c:pt idx="133">
                  <c:v>59.999950409999997</c:v>
                </c:pt>
                <c:pt idx="134">
                  <c:v>59.99994659</c:v>
                </c:pt>
                <c:pt idx="135">
                  <c:v>59.99994659</c:v>
                </c:pt>
                <c:pt idx="136">
                  <c:v>59.99994659</c:v>
                </c:pt>
                <c:pt idx="137">
                  <c:v>59.99994659</c:v>
                </c:pt>
                <c:pt idx="138">
                  <c:v>59.99994659</c:v>
                </c:pt>
                <c:pt idx="139">
                  <c:v>59.999942779999998</c:v>
                </c:pt>
                <c:pt idx="140">
                  <c:v>59.999942779999998</c:v>
                </c:pt>
                <c:pt idx="141">
                  <c:v>59.999942779999998</c:v>
                </c:pt>
                <c:pt idx="142">
                  <c:v>59.999942779999998</c:v>
                </c:pt>
                <c:pt idx="143">
                  <c:v>59.999938960000001</c:v>
                </c:pt>
                <c:pt idx="144">
                  <c:v>59.999938960000001</c:v>
                </c:pt>
                <c:pt idx="145">
                  <c:v>59.999938960000001</c:v>
                </c:pt>
                <c:pt idx="146">
                  <c:v>59.999938960000001</c:v>
                </c:pt>
                <c:pt idx="147">
                  <c:v>59.999938960000001</c:v>
                </c:pt>
                <c:pt idx="148">
                  <c:v>59.999938960000001</c:v>
                </c:pt>
                <c:pt idx="149">
                  <c:v>59.999935149999999</c:v>
                </c:pt>
                <c:pt idx="150">
                  <c:v>59.999935149999999</c:v>
                </c:pt>
                <c:pt idx="151">
                  <c:v>59.999935149999999</c:v>
                </c:pt>
                <c:pt idx="152">
                  <c:v>59.999935149999999</c:v>
                </c:pt>
                <c:pt idx="153">
                  <c:v>59.999931340000003</c:v>
                </c:pt>
                <c:pt idx="154">
                  <c:v>59.999931340000003</c:v>
                </c:pt>
                <c:pt idx="155">
                  <c:v>59.999931340000003</c:v>
                </c:pt>
                <c:pt idx="156">
                  <c:v>59.999931340000003</c:v>
                </c:pt>
                <c:pt idx="157">
                  <c:v>59.999931340000003</c:v>
                </c:pt>
                <c:pt idx="158">
                  <c:v>59.99992752</c:v>
                </c:pt>
                <c:pt idx="159">
                  <c:v>59.99992752</c:v>
                </c:pt>
                <c:pt idx="160">
                  <c:v>59.99992752</c:v>
                </c:pt>
                <c:pt idx="161">
                  <c:v>59.99992752</c:v>
                </c:pt>
                <c:pt idx="162">
                  <c:v>59.99992752</c:v>
                </c:pt>
                <c:pt idx="163">
                  <c:v>59.999923709999997</c:v>
                </c:pt>
                <c:pt idx="164">
                  <c:v>59.999923709999997</c:v>
                </c:pt>
                <c:pt idx="165">
                  <c:v>59.999923709999997</c:v>
                </c:pt>
                <c:pt idx="166">
                  <c:v>59.999923709999997</c:v>
                </c:pt>
                <c:pt idx="167">
                  <c:v>59.999919890000001</c:v>
                </c:pt>
                <c:pt idx="168">
                  <c:v>59.999919890000001</c:v>
                </c:pt>
                <c:pt idx="169">
                  <c:v>59.999919890000001</c:v>
                </c:pt>
                <c:pt idx="170">
                  <c:v>59.999919890000001</c:v>
                </c:pt>
                <c:pt idx="171">
                  <c:v>59.999919890000001</c:v>
                </c:pt>
                <c:pt idx="172">
                  <c:v>59.999919890000001</c:v>
                </c:pt>
                <c:pt idx="173">
                  <c:v>59.999916079999998</c:v>
                </c:pt>
                <c:pt idx="174">
                  <c:v>59.999916079999998</c:v>
                </c:pt>
                <c:pt idx="175">
                  <c:v>59.999916079999998</c:v>
                </c:pt>
                <c:pt idx="176">
                  <c:v>59.999916079999998</c:v>
                </c:pt>
                <c:pt idx="177">
                  <c:v>59.999916079999998</c:v>
                </c:pt>
                <c:pt idx="178">
                  <c:v>59.999916079999998</c:v>
                </c:pt>
                <c:pt idx="179">
                  <c:v>59.999912260000002</c:v>
                </c:pt>
                <c:pt idx="180">
                  <c:v>59.999912260000002</c:v>
                </c:pt>
                <c:pt idx="181">
                  <c:v>59.999912260000002</c:v>
                </c:pt>
                <c:pt idx="182">
                  <c:v>59.999912260000002</c:v>
                </c:pt>
                <c:pt idx="183">
                  <c:v>59.99990845</c:v>
                </c:pt>
                <c:pt idx="184">
                  <c:v>59.999912260000002</c:v>
                </c:pt>
                <c:pt idx="185">
                  <c:v>59.99990845</c:v>
                </c:pt>
                <c:pt idx="186">
                  <c:v>59.99990845</c:v>
                </c:pt>
                <c:pt idx="187">
                  <c:v>59.99990845</c:v>
                </c:pt>
                <c:pt idx="188">
                  <c:v>59.99990845</c:v>
                </c:pt>
                <c:pt idx="189">
                  <c:v>59.999904630000003</c:v>
                </c:pt>
                <c:pt idx="190">
                  <c:v>59.99990845</c:v>
                </c:pt>
                <c:pt idx="191">
                  <c:v>59.999904630000003</c:v>
                </c:pt>
                <c:pt idx="192">
                  <c:v>59.999904630000003</c:v>
                </c:pt>
                <c:pt idx="193">
                  <c:v>59.999904630000003</c:v>
                </c:pt>
                <c:pt idx="194">
                  <c:v>59.999904630000003</c:v>
                </c:pt>
                <c:pt idx="195">
                  <c:v>59.999904630000003</c:v>
                </c:pt>
                <c:pt idx="196">
                  <c:v>59.999904630000003</c:v>
                </c:pt>
                <c:pt idx="197">
                  <c:v>59.999900820000001</c:v>
                </c:pt>
                <c:pt idx="198">
                  <c:v>59.999900820000001</c:v>
                </c:pt>
                <c:pt idx="199">
                  <c:v>59.999900820000001</c:v>
                </c:pt>
                <c:pt idx="200">
                  <c:v>59.999900820000001</c:v>
                </c:pt>
                <c:pt idx="201">
                  <c:v>59.999900820000001</c:v>
                </c:pt>
                <c:pt idx="202">
                  <c:v>59.999900820000001</c:v>
                </c:pt>
                <c:pt idx="203">
                  <c:v>59.999900820000001</c:v>
                </c:pt>
                <c:pt idx="204">
                  <c:v>59.999900820000001</c:v>
                </c:pt>
                <c:pt idx="205">
                  <c:v>59.999896999999997</c:v>
                </c:pt>
                <c:pt idx="206">
                  <c:v>59.999896999999997</c:v>
                </c:pt>
                <c:pt idx="207">
                  <c:v>59.999896999999997</c:v>
                </c:pt>
                <c:pt idx="208">
                  <c:v>59.999896999999997</c:v>
                </c:pt>
                <c:pt idx="209">
                  <c:v>59.999896999999997</c:v>
                </c:pt>
                <c:pt idx="210">
                  <c:v>59.999896999999997</c:v>
                </c:pt>
                <c:pt idx="211">
                  <c:v>59.999896999999997</c:v>
                </c:pt>
                <c:pt idx="212">
                  <c:v>59.999896999999997</c:v>
                </c:pt>
                <c:pt idx="213">
                  <c:v>59.999896999999997</c:v>
                </c:pt>
                <c:pt idx="214">
                  <c:v>59.999896999999997</c:v>
                </c:pt>
                <c:pt idx="215">
                  <c:v>59.999893190000002</c:v>
                </c:pt>
                <c:pt idx="216">
                  <c:v>59.999893190000002</c:v>
                </c:pt>
                <c:pt idx="217">
                  <c:v>59.999893190000002</c:v>
                </c:pt>
                <c:pt idx="218">
                  <c:v>59.999893190000002</c:v>
                </c:pt>
                <c:pt idx="219">
                  <c:v>59.999893190000002</c:v>
                </c:pt>
                <c:pt idx="220">
                  <c:v>59.999893190000002</c:v>
                </c:pt>
                <c:pt idx="221">
                  <c:v>59.999893190000002</c:v>
                </c:pt>
                <c:pt idx="222">
                  <c:v>59.999893190000002</c:v>
                </c:pt>
                <c:pt idx="223">
                  <c:v>59.999893190000002</c:v>
                </c:pt>
                <c:pt idx="224">
                  <c:v>59.999893190000002</c:v>
                </c:pt>
                <c:pt idx="225">
                  <c:v>59.999893190000002</c:v>
                </c:pt>
                <c:pt idx="226">
                  <c:v>59.999893190000002</c:v>
                </c:pt>
                <c:pt idx="227">
                  <c:v>59.999893190000002</c:v>
                </c:pt>
                <c:pt idx="228">
                  <c:v>59.999893190000002</c:v>
                </c:pt>
                <c:pt idx="229">
                  <c:v>59.999893190000002</c:v>
                </c:pt>
                <c:pt idx="230">
                  <c:v>59.999893190000002</c:v>
                </c:pt>
                <c:pt idx="231">
                  <c:v>59.999893190000002</c:v>
                </c:pt>
                <c:pt idx="232">
                  <c:v>59.999893190000002</c:v>
                </c:pt>
                <c:pt idx="233">
                  <c:v>59.999889369999998</c:v>
                </c:pt>
                <c:pt idx="234">
                  <c:v>59.999893190000002</c:v>
                </c:pt>
                <c:pt idx="235">
                  <c:v>59.999889369999998</c:v>
                </c:pt>
                <c:pt idx="236">
                  <c:v>59.999893190000002</c:v>
                </c:pt>
                <c:pt idx="237">
                  <c:v>59.999889369999998</c:v>
                </c:pt>
                <c:pt idx="238">
                  <c:v>59.999893190000002</c:v>
                </c:pt>
                <c:pt idx="239">
                  <c:v>59.999889369999998</c:v>
                </c:pt>
                <c:pt idx="240">
                  <c:v>59.999893190000002</c:v>
                </c:pt>
                <c:pt idx="241">
                  <c:v>59.999893190000002</c:v>
                </c:pt>
                <c:pt idx="242">
                  <c:v>59.999652859999998</c:v>
                </c:pt>
                <c:pt idx="243">
                  <c:v>59.999462129999998</c:v>
                </c:pt>
                <c:pt idx="244">
                  <c:v>59.999290469999998</c:v>
                </c:pt>
                <c:pt idx="245">
                  <c:v>59.999126429999997</c:v>
                </c:pt>
                <c:pt idx="246">
                  <c:v>59.998977660000001</c:v>
                </c:pt>
                <c:pt idx="247">
                  <c:v>59.99884033</c:v>
                </c:pt>
                <c:pt idx="248">
                  <c:v>59.998714450000001</c:v>
                </c:pt>
                <c:pt idx="249">
                  <c:v>59.998600009999997</c:v>
                </c:pt>
                <c:pt idx="250">
                  <c:v>59.998493189999998</c:v>
                </c:pt>
                <c:pt idx="251">
                  <c:v>59.998394009999998</c:v>
                </c:pt>
                <c:pt idx="252">
                  <c:v>59.998298650000002</c:v>
                </c:pt>
                <c:pt idx="253">
                  <c:v>59.998210909999997</c:v>
                </c:pt>
                <c:pt idx="254">
                  <c:v>59.99812317</c:v>
                </c:pt>
                <c:pt idx="255">
                  <c:v>59.998039249999998</c:v>
                </c:pt>
                <c:pt idx="256">
                  <c:v>59.997955320000003</c:v>
                </c:pt>
                <c:pt idx="257">
                  <c:v>59.997875209999997</c:v>
                </c:pt>
                <c:pt idx="258">
                  <c:v>59.997791290000002</c:v>
                </c:pt>
                <c:pt idx="259">
                  <c:v>59.997707370000001</c:v>
                </c:pt>
                <c:pt idx="260">
                  <c:v>59.997623439999998</c:v>
                </c:pt>
                <c:pt idx="261">
                  <c:v>59.997535710000001</c:v>
                </c:pt>
                <c:pt idx="262">
                  <c:v>59.997447970000003</c:v>
                </c:pt>
                <c:pt idx="263">
                  <c:v>59.997356410000002</c:v>
                </c:pt>
                <c:pt idx="264">
                  <c:v>59.997261049999999</c:v>
                </c:pt>
                <c:pt idx="265">
                  <c:v>59.997165680000002</c:v>
                </c:pt>
                <c:pt idx="266">
                  <c:v>59.997066500000003</c:v>
                </c:pt>
                <c:pt idx="267">
                  <c:v>59.996959689999997</c:v>
                </c:pt>
                <c:pt idx="268">
                  <c:v>59.996856690000001</c:v>
                </c:pt>
                <c:pt idx="269">
                  <c:v>59.99674606</c:v>
                </c:pt>
                <c:pt idx="270">
                  <c:v>59.996631620000002</c:v>
                </c:pt>
                <c:pt idx="271">
                  <c:v>59.996517179999998</c:v>
                </c:pt>
                <c:pt idx="272">
                  <c:v>59.996398929999998</c:v>
                </c:pt>
                <c:pt idx="273">
                  <c:v>59.996276860000002</c:v>
                </c:pt>
                <c:pt idx="274">
                  <c:v>59.996150970000002</c:v>
                </c:pt>
                <c:pt idx="275">
                  <c:v>59.99602127</c:v>
                </c:pt>
                <c:pt idx="276">
                  <c:v>59.995891569999998</c:v>
                </c:pt>
                <c:pt idx="277">
                  <c:v>59.99575806</c:v>
                </c:pt>
                <c:pt idx="278">
                  <c:v>59.995620729999999</c:v>
                </c:pt>
                <c:pt idx="279">
                  <c:v>59.995483399999998</c:v>
                </c:pt>
                <c:pt idx="280">
                  <c:v>59.995346069999997</c:v>
                </c:pt>
                <c:pt idx="281">
                  <c:v>59.995201109999996</c:v>
                </c:pt>
                <c:pt idx="282">
                  <c:v>59.995056150000003</c:v>
                </c:pt>
                <c:pt idx="283">
                  <c:v>59.994911190000003</c:v>
                </c:pt>
                <c:pt idx="284">
                  <c:v>59.994762420000001</c:v>
                </c:pt>
                <c:pt idx="285">
                  <c:v>59.994613649999998</c:v>
                </c:pt>
                <c:pt idx="286">
                  <c:v>59.994461059999999</c:v>
                </c:pt>
                <c:pt idx="287">
                  <c:v>59.99430847</c:v>
                </c:pt>
                <c:pt idx="288">
                  <c:v>59.994152069999998</c:v>
                </c:pt>
                <c:pt idx="289">
                  <c:v>59.99399185</c:v>
                </c:pt>
                <c:pt idx="290">
                  <c:v>59.993831630000003</c:v>
                </c:pt>
                <c:pt idx="291">
                  <c:v>59.993671419999998</c:v>
                </c:pt>
                <c:pt idx="292">
                  <c:v>59.993507389999998</c:v>
                </c:pt>
                <c:pt idx="293">
                  <c:v>59.993343350000004</c:v>
                </c:pt>
                <c:pt idx="294">
                  <c:v>59.993171689999997</c:v>
                </c:pt>
                <c:pt idx="295">
                  <c:v>59.993003850000001</c:v>
                </c:pt>
                <c:pt idx="296">
                  <c:v>59.992828369999998</c:v>
                </c:pt>
                <c:pt idx="297">
                  <c:v>59.992656709999999</c:v>
                </c:pt>
                <c:pt idx="298">
                  <c:v>59.99247742</c:v>
                </c:pt>
                <c:pt idx="299">
                  <c:v>59.992294309999998</c:v>
                </c:pt>
                <c:pt idx="300">
                  <c:v>59.992111209999997</c:v>
                </c:pt>
                <c:pt idx="301">
                  <c:v>59.991928100000003</c:v>
                </c:pt>
                <c:pt idx="302">
                  <c:v>59.991741179999998</c:v>
                </c:pt>
                <c:pt idx="303">
                  <c:v>59.991554260000001</c:v>
                </c:pt>
                <c:pt idx="304">
                  <c:v>59.991363530000001</c:v>
                </c:pt>
                <c:pt idx="305">
                  <c:v>59.991168979999998</c:v>
                </c:pt>
                <c:pt idx="306">
                  <c:v>59.990974430000001</c:v>
                </c:pt>
                <c:pt idx="307">
                  <c:v>59.990776060000002</c:v>
                </c:pt>
                <c:pt idx="308">
                  <c:v>59.990573879999999</c:v>
                </c:pt>
                <c:pt idx="309">
                  <c:v>59.990371699999997</c:v>
                </c:pt>
                <c:pt idx="310">
                  <c:v>59.990161899999997</c:v>
                </c:pt>
                <c:pt idx="311">
                  <c:v>59.989955899999998</c:v>
                </c:pt>
                <c:pt idx="312">
                  <c:v>59.989742280000002</c:v>
                </c:pt>
                <c:pt idx="313">
                  <c:v>59.989528659999998</c:v>
                </c:pt>
                <c:pt idx="314">
                  <c:v>59.989311219999998</c:v>
                </c:pt>
                <c:pt idx="315">
                  <c:v>59.989086149999999</c:v>
                </c:pt>
                <c:pt idx="316">
                  <c:v>59.988853450000001</c:v>
                </c:pt>
                <c:pt idx="317">
                  <c:v>59.988620760000003</c:v>
                </c:pt>
                <c:pt idx="318">
                  <c:v>59.988391880000002</c:v>
                </c:pt>
                <c:pt idx="319">
                  <c:v>59.988159179999997</c:v>
                </c:pt>
                <c:pt idx="320">
                  <c:v>59.987926479999999</c:v>
                </c:pt>
                <c:pt idx="321">
                  <c:v>59.987686160000003</c:v>
                </c:pt>
                <c:pt idx="322">
                  <c:v>59.987445829999999</c:v>
                </c:pt>
                <c:pt idx="323">
                  <c:v>59.987205510000003</c:v>
                </c:pt>
                <c:pt idx="324">
                  <c:v>59.98695755</c:v>
                </c:pt>
                <c:pt idx="325">
                  <c:v>59.986709589999997</c:v>
                </c:pt>
                <c:pt idx="326">
                  <c:v>59.986457819999998</c:v>
                </c:pt>
                <c:pt idx="327">
                  <c:v>59.986202239999997</c:v>
                </c:pt>
                <c:pt idx="328">
                  <c:v>59.98594284</c:v>
                </c:pt>
                <c:pt idx="329">
                  <c:v>59.985683440000003</c:v>
                </c:pt>
                <c:pt idx="330">
                  <c:v>59.985420230000003</c:v>
                </c:pt>
                <c:pt idx="331">
                  <c:v>59.985153199999999</c:v>
                </c:pt>
                <c:pt idx="332">
                  <c:v>59.984882349999999</c:v>
                </c:pt>
                <c:pt idx="333">
                  <c:v>59.984607699999998</c:v>
                </c:pt>
                <c:pt idx="334">
                  <c:v>59.984333040000003</c:v>
                </c:pt>
                <c:pt idx="335">
                  <c:v>59.984050750000002</c:v>
                </c:pt>
                <c:pt idx="336">
                  <c:v>59.98376846</c:v>
                </c:pt>
                <c:pt idx="337">
                  <c:v>59.98348618</c:v>
                </c:pt>
                <c:pt idx="338">
                  <c:v>59.98319626</c:v>
                </c:pt>
                <c:pt idx="339">
                  <c:v>59.982902529999997</c:v>
                </c:pt>
                <c:pt idx="340">
                  <c:v>59.982608800000001</c:v>
                </c:pt>
                <c:pt idx="341">
                  <c:v>59.982311250000002</c:v>
                </c:pt>
                <c:pt idx="342">
                  <c:v>59.98200989</c:v>
                </c:pt>
                <c:pt idx="343">
                  <c:v>59.981708529999999</c:v>
                </c:pt>
                <c:pt idx="344">
                  <c:v>59.981399539999998</c:v>
                </c:pt>
                <c:pt idx="345">
                  <c:v>59.981090549999998</c:v>
                </c:pt>
                <c:pt idx="346">
                  <c:v>59.980777740000001</c:v>
                </c:pt>
                <c:pt idx="347">
                  <c:v>59.980457309999998</c:v>
                </c:pt>
                <c:pt idx="348">
                  <c:v>59.98013306</c:v>
                </c:pt>
                <c:pt idx="349">
                  <c:v>59.979801180000003</c:v>
                </c:pt>
                <c:pt idx="350">
                  <c:v>59.979465480000002</c:v>
                </c:pt>
                <c:pt idx="351">
                  <c:v>59.979125979999999</c:v>
                </c:pt>
                <c:pt idx="352">
                  <c:v>59.978782649999999</c:v>
                </c:pt>
                <c:pt idx="353">
                  <c:v>59.978435519999998</c:v>
                </c:pt>
                <c:pt idx="354">
                  <c:v>59.978084559999999</c:v>
                </c:pt>
                <c:pt idx="355">
                  <c:v>59.977729799999999</c:v>
                </c:pt>
                <c:pt idx="356">
                  <c:v>59.977375029999997</c:v>
                </c:pt>
                <c:pt idx="357">
                  <c:v>59.977012629999997</c:v>
                </c:pt>
                <c:pt idx="358">
                  <c:v>59.976650239999998</c:v>
                </c:pt>
                <c:pt idx="359">
                  <c:v>59.976284030000002</c:v>
                </c:pt>
                <c:pt idx="360">
                  <c:v>59.975917819999999</c:v>
                </c:pt>
                <c:pt idx="361">
                  <c:v>59.97554779</c:v>
                </c:pt>
                <c:pt idx="362">
                  <c:v>59.975170140000003</c:v>
                </c:pt>
                <c:pt idx="363">
                  <c:v>59.974796300000001</c:v>
                </c:pt>
                <c:pt idx="364">
                  <c:v>59.974414830000001</c:v>
                </c:pt>
                <c:pt idx="365">
                  <c:v>59.97403336</c:v>
                </c:pt>
                <c:pt idx="366">
                  <c:v>59.973651889999999</c:v>
                </c:pt>
                <c:pt idx="367">
                  <c:v>59.97326279</c:v>
                </c:pt>
                <c:pt idx="368">
                  <c:v>59.97287369</c:v>
                </c:pt>
                <c:pt idx="369">
                  <c:v>59.972484590000001</c:v>
                </c:pt>
                <c:pt idx="370">
                  <c:v>59.972087860000002</c:v>
                </c:pt>
                <c:pt idx="371">
                  <c:v>59.97169495</c:v>
                </c:pt>
                <c:pt idx="372">
                  <c:v>59.971298220000001</c:v>
                </c:pt>
                <c:pt idx="373">
                  <c:v>59.970897669999999</c:v>
                </c:pt>
                <c:pt idx="374">
                  <c:v>59.970493320000003</c:v>
                </c:pt>
                <c:pt idx="375">
                  <c:v>59.970092770000001</c:v>
                </c:pt>
                <c:pt idx="376">
                  <c:v>59.969684600000001</c:v>
                </c:pt>
                <c:pt idx="377">
                  <c:v>59.969276430000001</c:v>
                </c:pt>
                <c:pt idx="378">
                  <c:v>59.968868260000001</c:v>
                </c:pt>
                <c:pt idx="379">
                  <c:v>59.968456269999997</c:v>
                </c:pt>
                <c:pt idx="380">
                  <c:v>59.968044280000001</c:v>
                </c:pt>
                <c:pt idx="381">
                  <c:v>59.967628480000002</c:v>
                </c:pt>
                <c:pt idx="382">
                  <c:v>59.96720886</c:v>
                </c:pt>
                <c:pt idx="383">
                  <c:v>59.966789249999998</c:v>
                </c:pt>
                <c:pt idx="384">
                  <c:v>59.966369630000003</c:v>
                </c:pt>
                <c:pt idx="385">
                  <c:v>59.965946199999998</c:v>
                </c:pt>
                <c:pt idx="386">
                  <c:v>59.965518950000003</c:v>
                </c:pt>
                <c:pt idx="387">
                  <c:v>59.965095519999998</c:v>
                </c:pt>
                <c:pt idx="388">
                  <c:v>59.964668269999997</c:v>
                </c:pt>
                <c:pt idx="389">
                  <c:v>59.96423721</c:v>
                </c:pt>
                <c:pt idx="390">
                  <c:v>59.963802340000001</c:v>
                </c:pt>
                <c:pt idx="391">
                  <c:v>59.963371279999997</c:v>
                </c:pt>
                <c:pt idx="392">
                  <c:v>59.962936399999997</c:v>
                </c:pt>
                <c:pt idx="393">
                  <c:v>59.962497710000001</c:v>
                </c:pt>
                <c:pt idx="394">
                  <c:v>59.962059019999998</c:v>
                </c:pt>
                <c:pt idx="395">
                  <c:v>59.961620330000002</c:v>
                </c:pt>
                <c:pt idx="396">
                  <c:v>59.961177829999997</c:v>
                </c:pt>
                <c:pt idx="397">
                  <c:v>59.960735319999998</c:v>
                </c:pt>
                <c:pt idx="398">
                  <c:v>59.960292819999999</c:v>
                </c:pt>
                <c:pt idx="399">
                  <c:v>59.959846499999998</c:v>
                </c:pt>
                <c:pt idx="400">
                  <c:v>59.95939636</c:v>
                </c:pt>
                <c:pt idx="401">
                  <c:v>59.958950039999998</c:v>
                </c:pt>
                <c:pt idx="402">
                  <c:v>59.958496089999997</c:v>
                </c:pt>
                <c:pt idx="403">
                  <c:v>59.95804596</c:v>
                </c:pt>
                <c:pt idx="404">
                  <c:v>59.957592009999999</c:v>
                </c:pt>
                <c:pt idx="405">
                  <c:v>59.957138059999998</c:v>
                </c:pt>
                <c:pt idx="406">
                  <c:v>59.956680300000002</c:v>
                </c:pt>
                <c:pt idx="407">
                  <c:v>59.956222529999998</c:v>
                </c:pt>
                <c:pt idx="408">
                  <c:v>59.955764770000002</c:v>
                </c:pt>
                <c:pt idx="409">
                  <c:v>59.955307009999999</c:v>
                </c:pt>
                <c:pt idx="410">
                  <c:v>59.954845429999999</c:v>
                </c:pt>
                <c:pt idx="411">
                  <c:v>59.954383849999999</c:v>
                </c:pt>
                <c:pt idx="412">
                  <c:v>59.953918459999997</c:v>
                </c:pt>
                <c:pt idx="413">
                  <c:v>59.953453060000001</c:v>
                </c:pt>
                <c:pt idx="414">
                  <c:v>59.952987669999999</c:v>
                </c:pt>
                <c:pt idx="415">
                  <c:v>59.952522279999997</c:v>
                </c:pt>
                <c:pt idx="416">
                  <c:v>59.952056880000001</c:v>
                </c:pt>
                <c:pt idx="417">
                  <c:v>59.951587680000003</c:v>
                </c:pt>
                <c:pt idx="418">
                  <c:v>59.951114650000001</c:v>
                </c:pt>
                <c:pt idx="419">
                  <c:v>59.950645450000003</c:v>
                </c:pt>
                <c:pt idx="420">
                  <c:v>59.950172420000001</c:v>
                </c:pt>
                <c:pt idx="421">
                  <c:v>59.9496994</c:v>
                </c:pt>
                <c:pt idx="422">
                  <c:v>59.949226379999999</c:v>
                </c:pt>
                <c:pt idx="423">
                  <c:v>59.948753359999998</c:v>
                </c:pt>
                <c:pt idx="424">
                  <c:v>59.94827652</c:v>
                </c:pt>
                <c:pt idx="425">
                  <c:v>59.947799680000003</c:v>
                </c:pt>
                <c:pt idx="426">
                  <c:v>59.947322849999999</c:v>
                </c:pt>
                <c:pt idx="427">
                  <c:v>59.946846010000002</c:v>
                </c:pt>
                <c:pt idx="428">
                  <c:v>59.946369169999997</c:v>
                </c:pt>
                <c:pt idx="429">
                  <c:v>59.94589233</c:v>
                </c:pt>
                <c:pt idx="430">
                  <c:v>59.945411679999999</c:v>
                </c:pt>
                <c:pt idx="431">
                  <c:v>59.944931029999999</c:v>
                </c:pt>
                <c:pt idx="432">
                  <c:v>59.944450379999999</c:v>
                </c:pt>
                <c:pt idx="433">
                  <c:v>59.943969729999999</c:v>
                </c:pt>
                <c:pt idx="434">
                  <c:v>59.943489069999998</c:v>
                </c:pt>
                <c:pt idx="435">
                  <c:v>59.943008419999998</c:v>
                </c:pt>
                <c:pt idx="436">
                  <c:v>59.942523960000003</c:v>
                </c:pt>
                <c:pt idx="437">
                  <c:v>59.942039489999999</c:v>
                </c:pt>
                <c:pt idx="438">
                  <c:v>59.941558839999999</c:v>
                </c:pt>
                <c:pt idx="439">
                  <c:v>59.941074370000003</c:v>
                </c:pt>
                <c:pt idx="440">
                  <c:v>59.940589899999999</c:v>
                </c:pt>
                <c:pt idx="441">
                  <c:v>59.940105440000004</c:v>
                </c:pt>
                <c:pt idx="442">
                  <c:v>59.93962097</c:v>
                </c:pt>
                <c:pt idx="443">
                  <c:v>59.939136509999997</c:v>
                </c:pt>
                <c:pt idx="444">
                  <c:v>59.938648219999997</c:v>
                </c:pt>
                <c:pt idx="445">
                  <c:v>59.938163760000002</c:v>
                </c:pt>
                <c:pt idx="446">
                  <c:v>59.937679289999998</c:v>
                </c:pt>
                <c:pt idx="447">
                  <c:v>59.937194820000002</c:v>
                </c:pt>
                <c:pt idx="448">
                  <c:v>59.936710359999999</c:v>
                </c:pt>
                <c:pt idx="449">
                  <c:v>59.936225890000003</c:v>
                </c:pt>
                <c:pt idx="450">
                  <c:v>59.935737609999997</c:v>
                </c:pt>
                <c:pt idx="451">
                  <c:v>59.93525314</c:v>
                </c:pt>
                <c:pt idx="452">
                  <c:v>59.934768679999998</c:v>
                </c:pt>
                <c:pt idx="453">
                  <c:v>59.934284210000001</c:v>
                </c:pt>
                <c:pt idx="454">
                  <c:v>59.933799739999998</c:v>
                </c:pt>
                <c:pt idx="455">
                  <c:v>59.933315280000002</c:v>
                </c:pt>
                <c:pt idx="456">
                  <c:v>59.932830809999999</c:v>
                </c:pt>
                <c:pt idx="457">
                  <c:v>59.932346340000002</c:v>
                </c:pt>
                <c:pt idx="458">
                  <c:v>59.93186188</c:v>
                </c:pt>
                <c:pt idx="459">
                  <c:v>59.931377410000003</c:v>
                </c:pt>
                <c:pt idx="460">
                  <c:v>59.930896760000003</c:v>
                </c:pt>
                <c:pt idx="461">
                  <c:v>59.93041229</c:v>
                </c:pt>
                <c:pt idx="462">
                  <c:v>59.92993164</c:v>
                </c:pt>
                <c:pt idx="463">
                  <c:v>59.929447170000003</c:v>
                </c:pt>
                <c:pt idx="464">
                  <c:v>59.928966520000003</c:v>
                </c:pt>
                <c:pt idx="465">
                  <c:v>59.928485870000003</c:v>
                </c:pt>
                <c:pt idx="466">
                  <c:v>59.928005220000003</c:v>
                </c:pt>
                <c:pt idx="467">
                  <c:v>59.927524570000003</c:v>
                </c:pt>
                <c:pt idx="468">
                  <c:v>59.927047729999998</c:v>
                </c:pt>
                <c:pt idx="469">
                  <c:v>59.926574709999997</c:v>
                </c:pt>
                <c:pt idx="470">
                  <c:v>59.926105499999998</c:v>
                </c:pt>
                <c:pt idx="471">
                  <c:v>59.92563629</c:v>
                </c:pt>
                <c:pt idx="472">
                  <c:v>59.925167080000001</c:v>
                </c:pt>
                <c:pt idx="473">
                  <c:v>59.924701689999999</c:v>
                </c:pt>
                <c:pt idx="474">
                  <c:v>59.92424011</c:v>
                </c:pt>
                <c:pt idx="475">
                  <c:v>59.92377853</c:v>
                </c:pt>
                <c:pt idx="476">
                  <c:v>59.923309330000002</c:v>
                </c:pt>
                <c:pt idx="477">
                  <c:v>59.922847750000003</c:v>
                </c:pt>
                <c:pt idx="478">
                  <c:v>59.922401430000001</c:v>
                </c:pt>
                <c:pt idx="479">
                  <c:v>59.921939850000001</c:v>
                </c:pt>
                <c:pt idx="480">
                  <c:v>59.921474459999999</c:v>
                </c:pt>
                <c:pt idx="481">
                  <c:v>59.921009060000003</c:v>
                </c:pt>
                <c:pt idx="482">
                  <c:v>59.920543670000001</c:v>
                </c:pt>
                <c:pt idx="483">
                  <c:v>59.920078279999998</c:v>
                </c:pt>
                <c:pt idx="484">
                  <c:v>59.919616699999999</c:v>
                </c:pt>
                <c:pt idx="485">
                  <c:v>59.919158940000003</c:v>
                </c:pt>
                <c:pt idx="486">
                  <c:v>59.918701169999999</c:v>
                </c:pt>
                <c:pt idx="487">
                  <c:v>59.918239589999999</c:v>
                </c:pt>
                <c:pt idx="488">
                  <c:v>59.91777802</c:v>
                </c:pt>
                <c:pt idx="489">
                  <c:v>59.917320250000003</c:v>
                </c:pt>
                <c:pt idx="490">
                  <c:v>59.91686249</c:v>
                </c:pt>
                <c:pt idx="491">
                  <c:v>59.916404720000003</c:v>
                </c:pt>
                <c:pt idx="492">
                  <c:v>59.915950780000003</c:v>
                </c:pt>
                <c:pt idx="493">
                  <c:v>59.915496830000002</c:v>
                </c:pt>
                <c:pt idx="494">
                  <c:v>59.915046689999997</c:v>
                </c:pt>
                <c:pt idx="495">
                  <c:v>59.91459656</c:v>
                </c:pt>
                <c:pt idx="496">
                  <c:v>59.914146420000002</c:v>
                </c:pt>
                <c:pt idx="497">
                  <c:v>59.9137001</c:v>
                </c:pt>
                <c:pt idx="498">
                  <c:v>59.913253779999998</c:v>
                </c:pt>
                <c:pt idx="499">
                  <c:v>59.91281128</c:v>
                </c:pt>
                <c:pt idx="500">
                  <c:v>59.91236877</c:v>
                </c:pt>
                <c:pt idx="501">
                  <c:v>59.911930079999998</c:v>
                </c:pt>
                <c:pt idx="502">
                  <c:v>59.911491390000002</c:v>
                </c:pt>
                <c:pt idx="503">
                  <c:v>59.911056520000002</c:v>
                </c:pt>
                <c:pt idx="504">
                  <c:v>59.910614010000003</c:v>
                </c:pt>
                <c:pt idx="505">
                  <c:v>59.910194400000002</c:v>
                </c:pt>
                <c:pt idx="506">
                  <c:v>59.909759520000001</c:v>
                </c:pt>
                <c:pt idx="507">
                  <c:v>59.909320829999999</c:v>
                </c:pt>
                <c:pt idx="508">
                  <c:v>59.908882140000003</c:v>
                </c:pt>
                <c:pt idx="509">
                  <c:v>59.90844345</c:v>
                </c:pt>
                <c:pt idx="510">
                  <c:v>59.908008580000001</c:v>
                </c:pt>
                <c:pt idx="511">
                  <c:v>59.9075737</c:v>
                </c:pt>
                <c:pt idx="512">
                  <c:v>59.90713882</c:v>
                </c:pt>
                <c:pt idx="513">
                  <c:v>59.906707760000003</c:v>
                </c:pt>
                <c:pt idx="514">
                  <c:v>59.906276699999999</c:v>
                </c:pt>
                <c:pt idx="515">
                  <c:v>59.905849459999999</c:v>
                </c:pt>
                <c:pt idx="516">
                  <c:v>59.905426030000001</c:v>
                </c:pt>
                <c:pt idx="517">
                  <c:v>59.905006409999999</c:v>
                </c:pt>
                <c:pt idx="518">
                  <c:v>59.904586790000003</c:v>
                </c:pt>
                <c:pt idx="519">
                  <c:v>59.904167180000002</c:v>
                </c:pt>
                <c:pt idx="520">
                  <c:v>59.903755189999998</c:v>
                </c:pt>
                <c:pt idx="521">
                  <c:v>59.903347019999998</c:v>
                </c:pt>
                <c:pt idx="522">
                  <c:v>59.902935030000002</c:v>
                </c:pt>
                <c:pt idx="523">
                  <c:v>59.902530669999997</c:v>
                </c:pt>
                <c:pt idx="524">
                  <c:v>59.90212631</c:v>
                </c:pt>
                <c:pt idx="525">
                  <c:v>59.901729580000001</c:v>
                </c:pt>
                <c:pt idx="526">
                  <c:v>59.90132904</c:v>
                </c:pt>
                <c:pt idx="527">
                  <c:v>59.900936129999998</c:v>
                </c:pt>
                <c:pt idx="528">
                  <c:v>59.900543210000002</c:v>
                </c:pt>
                <c:pt idx="529">
                  <c:v>59.900154110000003</c:v>
                </c:pt>
                <c:pt idx="530">
                  <c:v>59.899768829999999</c:v>
                </c:pt>
                <c:pt idx="531">
                  <c:v>59.899383540000002</c:v>
                </c:pt>
                <c:pt idx="532">
                  <c:v>59.899005889999998</c:v>
                </c:pt>
                <c:pt idx="533">
                  <c:v>59.89862823</c:v>
                </c:pt>
                <c:pt idx="534">
                  <c:v>59.898262019999997</c:v>
                </c:pt>
                <c:pt idx="535">
                  <c:v>59.897895810000001</c:v>
                </c:pt>
                <c:pt idx="536">
                  <c:v>59.897529599999999</c:v>
                </c:pt>
                <c:pt idx="537">
                  <c:v>59.897171020000002</c:v>
                </c:pt>
                <c:pt idx="538">
                  <c:v>59.896812439999998</c:v>
                </c:pt>
                <c:pt idx="539">
                  <c:v>59.896457669999997</c:v>
                </c:pt>
                <c:pt idx="540">
                  <c:v>59.896106719999999</c:v>
                </c:pt>
                <c:pt idx="541">
                  <c:v>59.895755770000001</c:v>
                </c:pt>
                <c:pt idx="542">
                  <c:v>59.895408629999999</c:v>
                </c:pt>
                <c:pt idx="543">
                  <c:v>59.895069120000002</c:v>
                </c:pt>
                <c:pt idx="544">
                  <c:v>59.894725800000003</c:v>
                </c:pt>
                <c:pt idx="545">
                  <c:v>59.894390110000003</c:v>
                </c:pt>
                <c:pt idx="546">
                  <c:v>59.894065859999998</c:v>
                </c:pt>
                <c:pt idx="547">
                  <c:v>59.89373398</c:v>
                </c:pt>
                <c:pt idx="548">
                  <c:v>59.893409730000002</c:v>
                </c:pt>
                <c:pt idx="549">
                  <c:v>59.893089289999999</c:v>
                </c:pt>
                <c:pt idx="550">
                  <c:v>59.892768859999997</c:v>
                </c:pt>
                <c:pt idx="551">
                  <c:v>59.892459870000003</c:v>
                </c:pt>
                <c:pt idx="552">
                  <c:v>59.892147059999999</c:v>
                </c:pt>
                <c:pt idx="553">
                  <c:v>59.891841890000002</c:v>
                </c:pt>
                <c:pt idx="554">
                  <c:v>59.891536709999997</c:v>
                </c:pt>
                <c:pt idx="555">
                  <c:v>59.891235350000002</c:v>
                </c:pt>
                <c:pt idx="556">
                  <c:v>59.890937809999997</c:v>
                </c:pt>
                <c:pt idx="557">
                  <c:v>59.89064407</c:v>
                </c:pt>
                <c:pt idx="558">
                  <c:v>59.890342709999999</c:v>
                </c:pt>
                <c:pt idx="559">
                  <c:v>59.890052799999999</c:v>
                </c:pt>
                <c:pt idx="560">
                  <c:v>59.889774320000001</c:v>
                </c:pt>
                <c:pt idx="561">
                  <c:v>59.889488219999997</c:v>
                </c:pt>
                <c:pt idx="562">
                  <c:v>59.889209749999999</c:v>
                </c:pt>
                <c:pt idx="563">
                  <c:v>59.888935089999997</c:v>
                </c:pt>
                <c:pt idx="564">
                  <c:v>59.888660430000002</c:v>
                </c:pt>
                <c:pt idx="565">
                  <c:v>59.888660430000002</c:v>
                </c:pt>
                <c:pt idx="566">
                  <c:v>59.888381959999997</c:v>
                </c:pt>
                <c:pt idx="567">
                  <c:v>59.888107300000001</c:v>
                </c:pt>
                <c:pt idx="568">
                  <c:v>59.887832639999999</c:v>
                </c:pt>
                <c:pt idx="569">
                  <c:v>59.887573240000002</c:v>
                </c:pt>
                <c:pt idx="570">
                  <c:v>59.887310030000002</c:v>
                </c:pt>
                <c:pt idx="571">
                  <c:v>59.88705444</c:v>
                </c:pt>
                <c:pt idx="572">
                  <c:v>59.886798859999999</c:v>
                </c:pt>
                <c:pt idx="573">
                  <c:v>59.886550900000003</c:v>
                </c:pt>
                <c:pt idx="574">
                  <c:v>59.88631058</c:v>
                </c:pt>
                <c:pt idx="575">
                  <c:v>59.886070250000003</c:v>
                </c:pt>
                <c:pt idx="576">
                  <c:v>59.88582993</c:v>
                </c:pt>
                <c:pt idx="577">
                  <c:v>59.885578160000001</c:v>
                </c:pt>
                <c:pt idx="578">
                  <c:v>59.885345460000003</c:v>
                </c:pt>
                <c:pt idx="579">
                  <c:v>59.885108950000003</c:v>
                </c:pt>
                <c:pt idx="580">
                  <c:v>59.884868619999999</c:v>
                </c:pt>
                <c:pt idx="581">
                  <c:v>59.884632109999998</c:v>
                </c:pt>
                <c:pt idx="582">
                  <c:v>59.884387969999999</c:v>
                </c:pt>
                <c:pt idx="583">
                  <c:v>59.884159089999997</c:v>
                </c:pt>
                <c:pt idx="584">
                  <c:v>59.883930210000003</c:v>
                </c:pt>
                <c:pt idx="585">
                  <c:v>59.883708949999999</c:v>
                </c:pt>
                <c:pt idx="586">
                  <c:v>59.883480069999997</c:v>
                </c:pt>
                <c:pt idx="587">
                  <c:v>59.883266450000001</c:v>
                </c:pt>
                <c:pt idx="588">
                  <c:v>59.883049010000001</c:v>
                </c:pt>
                <c:pt idx="589">
                  <c:v>59.882827759999998</c:v>
                </c:pt>
                <c:pt idx="590">
                  <c:v>59.882617949999997</c:v>
                </c:pt>
                <c:pt idx="591">
                  <c:v>59.882408140000003</c:v>
                </c:pt>
                <c:pt idx="592">
                  <c:v>59.88220596</c:v>
                </c:pt>
                <c:pt idx="593">
                  <c:v>59.882003779999998</c:v>
                </c:pt>
                <c:pt idx="594">
                  <c:v>59.881805419999999</c:v>
                </c:pt>
                <c:pt idx="595">
                  <c:v>59.881610870000003</c:v>
                </c:pt>
                <c:pt idx="596">
                  <c:v>59.881420140000003</c:v>
                </c:pt>
                <c:pt idx="597">
                  <c:v>59.881237030000001</c:v>
                </c:pt>
                <c:pt idx="598">
                  <c:v>59.881053919999999</c:v>
                </c:pt>
                <c:pt idx="599">
                  <c:v>59.880874630000001</c:v>
                </c:pt>
                <c:pt idx="600">
                  <c:v>59.880699159999999</c:v>
                </c:pt>
                <c:pt idx="601">
                  <c:v>59.880527499999999</c:v>
                </c:pt>
                <c:pt idx="602">
                  <c:v>59.880363459999998</c:v>
                </c:pt>
                <c:pt idx="603">
                  <c:v>59.880207059999996</c:v>
                </c:pt>
                <c:pt idx="604">
                  <c:v>59.880050660000002</c:v>
                </c:pt>
                <c:pt idx="605">
                  <c:v>59.879898070000003</c:v>
                </c:pt>
                <c:pt idx="606">
                  <c:v>59.879745479999997</c:v>
                </c:pt>
                <c:pt idx="607">
                  <c:v>59.879600519999997</c:v>
                </c:pt>
                <c:pt idx="608">
                  <c:v>59.879455569999998</c:v>
                </c:pt>
                <c:pt idx="609">
                  <c:v>59.879310609999997</c:v>
                </c:pt>
                <c:pt idx="610">
                  <c:v>59.87916946</c:v>
                </c:pt>
                <c:pt idx="611">
                  <c:v>59.87903214</c:v>
                </c:pt>
                <c:pt idx="612">
                  <c:v>59.878902439999997</c:v>
                </c:pt>
                <c:pt idx="613">
                  <c:v>59.878772740000002</c:v>
                </c:pt>
                <c:pt idx="614">
                  <c:v>59.878646850000003</c:v>
                </c:pt>
                <c:pt idx="615">
                  <c:v>59.878524779999999</c:v>
                </c:pt>
                <c:pt idx="616">
                  <c:v>59.878406519999999</c:v>
                </c:pt>
                <c:pt idx="617">
                  <c:v>59.878292080000001</c:v>
                </c:pt>
                <c:pt idx="618">
                  <c:v>59.87818146</c:v>
                </c:pt>
                <c:pt idx="619">
                  <c:v>59.87818146</c:v>
                </c:pt>
                <c:pt idx="620">
                  <c:v>59.878383640000003</c:v>
                </c:pt>
                <c:pt idx="621">
                  <c:v>59.878456120000003</c:v>
                </c:pt>
                <c:pt idx="622">
                  <c:v>59.87849808</c:v>
                </c:pt>
                <c:pt idx="623">
                  <c:v>59.87851715</c:v>
                </c:pt>
                <c:pt idx="624">
                  <c:v>59.878524779999999</c:v>
                </c:pt>
                <c:pt idx="625">
                  <c:v>59.878505709999999</c:v>
                </c:pt>
                <c:pt idx="626">
                  <c:v>59.878475190000003</c:v>
                </c:pt>
                <c:pt idx="627">
                  <c:v>59.878437040000001</c:v>
                </c:pt>
                <c:pt idx="628">
                  <c:v>59.878387449999998</c:v>
                </c:pt>
                <c:pt idx="629">
                  <c:v>59.87832642</c:v>
                </c:pt>
                <c:pt idx="630">
                  <c:v>59.878257750000003</c:v>
                </c:pt>
                <c:pt idx="631">
                  <c:v>59.87818146</c:v>
                </c:pt>
                <c:pt idx="632">
                  <c:v>59.87810898</c:v>
                </c:pt>
                <c:pt idx="633">
                  <c:v>59.87801743</c:v>
                </c:pt>
                <c:pt idx="634">
                  <c:v>59.877929690000002</c:v>
                </c:pt>
                <c:pt idx="635">
                  <c:v>59.877838130000001</c:v>
                </c:pt>
                <c:pt idx="636">
                  <c:v>59.877742769999998</c:v>
                </c:pt>
                <c:pt idx="637">
                  <c:v>59.877651210000003</c:v>
                </c:pt>
                <c:pt idx="638">
                  <c:v>59.877559660000003</c:v>
                </c:pt>
                <c:pt idx="639">
                  <c:v>59.877471919999998</c:v>
                </c:pt>
                <c:pt idx="640">
                  <c:v>59.877388000000003</c:v>
                </c:pt>
                <c:pt idx="641">
                  <c:v>59.877304080000002</c:v>
                </c:pt>
                <c:pt idx="642">
                  <c:v>59.877227779999998</c:v>
                </c:pt>
                <c:pt idx="643">
                  <c:v>59.877155299999998</c:v>
                </c:pt>
                <c:pt idx="644">
                  <c:v>59.877086640000002</c:v>
                </c:pt>
                <c:pt idx="645">
                  <c:v>59.877025600000003</c:v>
                </c:pt>
                <c:pt idx="646">
                  <c:v>59.876964569999998</c:v>
                </c:pt>
                <c:pt idx="647">
                  <c:v>59.876911159999999</c:v>
                </c:pt>
                <c:pt idx="648">
                  <c:v>59.876861570000003</c:v>
                </c:pt>
                <c:pt idx="649">
                  <c:v>59.876819609999998</c:v>
                </c:pt>
                <c:pt idx="650">
                  <c:v>59.876777650000001</c:v>
                </c:pt>
                <c:pt idx="651">
                  <c:v>59.876743320000003</c:v>
                </c:pt>
                <c:pt idx="652">
                  <c:v>59.8767128</c:v>
                </c:pt>
                <c:pt idx="653">
                  <c:v>59.876689910000003</c:v>
                </c:pt>
                <c:pt idx="654">
                  <c:v>59.876667019999999</c:v>
                </c:pt>
                <c:pt idx="655">
                  <c:v>59.876651760000001</c:v>
                </c:pt>
                <c:pt idx="656">
                  <c:v>59.876636509999997</c:v>
                </c:pt>
                <c:pt idx="657">
                  <c:v>59.876625060000002</c:v>
                </c:pt>
                <c:pt idx="658">
                  <c:v>59.876621249999999</c:v>
                </c:pt>
                <c:pt idx="659">
                  <c:v>59.876617430000003</c:v>
                </c:pt>
                <c:pt idx="660">
                  <c:v>59.876613620000001</c:v>
                </c:pt>
                <c:pt idx="661">
                  <c:v>59.876617430000003</c:v>
                </c:pt>
                <c:pt idx="662">
                  <c:v>59.876621249999999</c:v>
                </c:pt>
                <c:pt idx="663">
                  <c:v>59.876625060000002</c:v>
                </c:pt>
                <c:pt idx="664">
                  <c:v>59.876636509999997</c:v>
                </c:pt>
                <c:pt idx="665">
                  <c:v>59.876647949999999</c:v>
                </c:pt>
                <c:pt idx="666">
                  <c:v>59.876663209999997</c:v>
                </c:pt>
                <c:pt idx="667">
                  <c:v>59.876678470000002</c:v>
                </c:pt>
                <c:pt idx="668">
                  <c:v>59.876697540000002</c:v>
                </c:pt>
                <c:pt idx="669">
                  <c:v>59.876716610000003</c:v>
                </c:pt>
                <c:pt idx="670">
                  <c:v>59.876739499999999</c:v>
                </c:pt>
                <c:pt idx="671">
                  <c:v>59.876766199999999</c:v>
                </c:pt>
                <c:pt idx="672">
                  <c:v>59.876792909999999</c:v>
                </c:pt>
                <c:pt idx="673">
                  <c:v>59.876827239999997</c:v>
                </c:pt>
                <c:pt idx="674">
                  <c:v>59.87685776</c:v>
                </c:pt>
                <c:pt idx="675">
                  <c:v>59.876895900000001</c:v>
                </c:pt>
                <c:pt idx="676">
                  <c:v>59.876934050000003</c:v>
                </c:pt>
                <c:pt idx="677">
                  <c:v>59.87697601</c:v>
                </c:pt>
                <c:pt idx="678">
                  <c:v>59.877021790000001</c:v>
                </c:pt>
                <c:pt idx="679">
                  <c:v>59.877067570000001</c:v>
                </c:pt>
                <c:pt idx="680">
                  <c:v>59.877117159999997</c:v>
                </c:pt>
                <c:pt idx="681">
                  <c:v>59.877166750000001</c:v>
                </c:pt>
                <c:pt idx="682">
                  <c:v>59.877223970000003</c:v>
                </c:pt>
                <c:pt idx="683">
                  <c:v>59.877281189999998</c:v>
                </c:pt>
                <c:pt idx="684">
                  <c:v>59.87733841</c:v>
                </c:pt>
                <c:pt idx="685">
                  <c:v>59.877395630000002</c:v>
                </c:pt>
                <c:pt idx="686">
                  <c:v>59.877456670000001</c:v>
                </c:pt>
                <c:pt idx="687">
                  <c:v>59.877521510000001</c:v>
                </c:pt>
                <c:pt idx="688">
                  <c:v>59.877586360000002</c:v>
                </c:pt>
                <c:pt idx="689">
                  <c:v>59.877586360000002</c:v>
                </c:pt>
                <c:pt idx="690">
                  <c:v>59.877902980000002</c:v>
                </c:pt>
                <c:pt idx="691">
                  <c:v>59.87815475</c:v>
                </c:pt>
                <c:pt idx="692">
                  <c:v>59.878387449999998</c:v>
                </c:pt>
                <c:pt idx="693">
                  <c:v>59.878608700000001</c:v>
                </c:pt>
                <c:pt idx="694">
                  <c:v>59.878807070000001</c:v>
                </c:pt>
                <c:pt idx="695">
                  <c:v>59.878993989999998</c:v>
                </c:pt>
                <c:pt idx="696">
                  <c:v>59.879161830000001</c:v>
                </c:pt>
                <c:pt idx="697">
                  <c:v>59.879318240000003</c:v>
                </c:pt>
                <c:pt idx="698">
                  <c:v>59.87945938</c:v>
                </c:pt>
                <c:pt idx="699">
                  <c:v>59.879592899999999</c:v>
                </c:pt>
                <c:pt idx="700">
                  <c:v>59.879711149999999</c:v>
                </c:pt>
                <c:pt idx="701">
                  <c:v>59.879825590000003</c:v>
                </c:pt>
                <c:pt idx="702">
                  <c:v>59.879928589999999</c:v>
                </c:pt>
                <c:pt idx="703">
                  <c:v>59.880020139999999</c:v>
                </c:pt>
                <c:pt idx="704">
                  <c:v>59.880115510000003</c:v>
                </c:pt>
                <c:pt idx="705">
                  <c:v>59.880191799999999</c:v>
                </c:pt>
                <c:pt idx="706">
                  <c:v>59.880268100000002</c:v>
                </c:pt>
                <c:pt idx="707">
                  <c:v>59.880340580000002</c:v>
                </c:pt>
                <c:pt idx="708">
                  <c:v>59.880413060000002</c:v>
                </c:pt>
                <c:pt idx="709">
                  <c:v>59.880477910000003</c:v>
                </c:pt>
                <c:pt idx="710">
                  <c:v>59.880542759999997</c:v>
                </c:pt>
                <c:pt idx="711">
                  <c:v>59.880607599999998</c:v>
                </c:pt>
                <c:pt idx="712">
                  <c:v>59.880668640000003</c:v>
                </c:pt>
                <c:pt idx="713">
                  <c:v>59.880733489999997</c:v>
                </c:pt>
                <c:pt idx="714">
                  <c:v>59.880794530000003</c:v>
                </c:pt>
                <c:pt idx="715">
                  <c:v>59.880855560000001</c:v>
                </c:pt>
                <c:pt idx="716">
                  <c:v>59.880916599999999</c:v>
                </c:pt>
                <c:pt idx="717">
                  <c:v>59.880977629999997</c:v>
                </c:pt>
                <c:pt idx="718">
                  <c:v>59.881042479999998</c:v>
                </c:pt>
                <c:pt idx="719">
                  <c:v>59.881103520000003</c:v>
                </c:pt>
                <c:pt idx="720">
                  <c:v>59.881168369999997</c:v>
                </c:pt>
                <c:pt idx="721">
                  <c:v>59.881233219999999</c:v>
                </c:pt>
                <c:pt idx="722">
                  <c:v>59.88129807</c:v>
                </c:pt>
                <c:pt idx="723">
                  <c:v>59.881359099999997</c:v>
                </c:pt>
                <c:pt idx="724">
                  <c:v>59.881427760000001</c:v>
                </c:pt>
                <c:pt idx="725">
                  <c:v>59.881492610000002</c:v>
                </c:pt>
                <c:pt idx="726">
                  <c:v>59.881557460000003</c:v>
                </c:pt>
                <c:pt idx="727">
                  <c:v>59.881622309999997</c:v>
                </c:pt>
                <c:pt idx="728">
                  <c:v>59.881687159999998</c:v>
                </c:pt>
                <c:pt idx="729">
                  <c:v>59.88175201</c:v>
                </c:pt>
                <c:pt idx="730">
                  <c:v>59.881816860000001</c:v>
                </c:pt>
                <c:pt idx="731">
                  <c:v>59.881881710000002</c:v>
                </c:pt>
                <c:pt idx="732">
                  <c:v>59.88194275</c:v>
                </c:pt>
                <c:pt idx="733">
                  <c:v>59.882007600000001</c:v>
                </c:pt>
                <c:pt idx="734">
                  <c:v>59.882068629999999</c:v>
                </c:pt>
                <c:pt idx="735">
                  <c:v>59.882129669999998</c:v>
                </c:pt>
                <c:pt idx="736">
                  <c:v>59.88218689</c:v>
                </c:pt>
                <c:pt idx="737">
                  <c:v>59.882244110000002</c:v>
                </c:pt>
                <c:pt idx="738">
                  <c:v>59.882301329999997</c:v>
                </c:pt>
                <c:pt idx="739">
                  <c:v>59.882358549999999</c:v>
                </c:pt>
                <c:pt idx="740">
                  <c:v>59.882411959999999</c:v>
                </c:pt>
                <c:pt idx="741">
                  <c:v>59.882411959999999</c:v>
                </c:pt>
                <c:pt idx="742">
                  <c:v>59.882770540000003</c:v>
                </c:pt>
                <c:pt idx="743">
                  <c:v>59.882995610000002</c:v>
                </c:pt>
                <c:pt idx="744">
                  <c:v>59.883182529999999</c:v>
                </c:pt>
                <c:pt idx="745">
                  <c:v>59.883182529999999</c:v>
                </c:pt>
                <c:pt idx="746">
                  <c:v>59.883647920000001</c:v>
                </c:pt>
                <c:pt idx="747">
                  <c:v>59.883956910000002</c:v>
                </c:pt>
                <c:pt idx="748">
                  <c:v>59.884212490000003</c:v>
                </c:pt>
                <c:pt idx="749">
                  <c:v>59.884426120000001</c:v>
                </c:pt>
                <c:pt idx="750">
                  <c:v>59.884601590000003</c:v>
                </c:pt>
                <c:pt idx="751">
                  <c:v>59.884738919999997</c:v>
                </c:pt>
                <c:pt idx="752">
                  <c:v>59.884849549999998</c:v>
                </c:pt>
                <c:pt idx="753">
                  <c:v>59.884925840000001</c:v>
                </c:pt>
                <c:pt idx="754">
                  <c:v>59.884979250000001</c:v>
                </c:pt>
                <c:pt idx="755">
                  <c:v>59.885009770000003</c:v>
                </c:pt>
                <c:pt idx="756">
                  <c:v>59.885017400000002</c:v>
                </c:pt>
                <c:pt idx="757">
                  <c:v>59.88500595</c:v>
                </c:pt>
                <c:pt idx="758">
                  <c:v>59.884975429999997</c:v>
                </c:pt>
                <c:pt idx="759">
                  <c:v>59.884937290000003</c:v>
                </c:pt>
                <c:pt idx="760">
                  <c:v>59.884883879999997</c:v>
                </c:pt>
                <c:pt idx="761">
                  <c:v>59.884826660000002</c:v>
                </c:pt>
                <c:pt idx="762">
                  <c:v>59.884754180000002</c:v>
                </c:pt>
                <c:pt idx="763">
                  <c:v>59.884681700000002</c:v>
                </c:pt>
                <c:pt idx="764">
                  <c:v>59.884613039999998</c:v>
                </c:pt>
                <c:pt idx="765">
                  <c:v>59.884540559999998</c:v>
                </c:pt>
                <c:pt idx="766">
                  <c:v>59.884468079999998</c:v>
                </c:pt>
                <c:pt idx="767">
                  <c:v>59.884395599999998</c:v>
                </c:pt>
                <c:pt idx="768">
                  <c:v>59.88432693</c:v>
                </c:pt>
                <c:pt idx="769">
                  <c:v>59.884258269999997</c:v>
                </c:pt>
                <c:pt idx="770">
                  <c:v>59.884258269999997</c:v>
                </c:pt>
                <c:pt idx="771">
                  <c:v>59.884220120000002</c:v>
                </c:pt>
                <c:pt idx="772">
                  <c:v>59.884170529999999</c:v>
                </c:pt>
                <c:pt idx="773">
                  <c:v>59.884124759999999</c:v>
                </c:pt>
                <c:pt idx="774">
                  <c:v>59.884075160000002</c:v>
                </c:pt>
                <c:pt idx="775">
                  <c:v>59.884029390000002</c:v>
                </c:pt>
                <c:pt idx="776">
                  <c:v>59.883983610000001</c:v>
                </c:pt>
                <c:pt idx="777">
                  <c:v>59.883937840000002</c:v>
                </c:pt>
                <c:pt idx="778">
                  <c:v>59.883892060000001</c:v>
                </c:pt>
                <c:pt idx="779">
                  <c:v>59.883850099999997</c:v>
                </c:pt>
                <c:pt idx="780">
                  <c:v>59.883804320000003</c:v>
                </c:pt>
                <c:pt idx="781">
                  <c:v>59.883758540000002</c:v>
                </c:pt>
                <c:pt idx="782">
                  <c:v>59.883705140000004</c:v>
                </c:pt>
                <c:pt idx="783">
                  <c:v>59.88365555</c:v>
                </c:pt>
                <c:pt idx="784">
                  <c:v>59.883613590000003</c:v>
                </c:pt>
                <c:pt idx="785">
                  <c:v>59.883556370000001</c:v>
                </c:pt>
                <c:pt idx="786">
                  <c:v>59.883502960000001</c:v>
                </c:pt>
                <c:pt idx="787">
                  <c:v>59.883453369999998</c:v>
                </c:pt>
                <c:pt idx="788">
                  <c:v>59.88339233</c:v>
                </c:pt>
                <c:pt idx="789">
                  <c:v>59.883331300000002</c:v>
                </c:pt>
                <c:pt idx="790">
                  <c:v>59.88327408</c:v>
                </c:pt>
                <c:pt idx="791">
                  <c:v>59.883209229999999</c:v>
                </c:pt>
                <c:pt idx="792">
                  <c:v>59.88314819</c:v>
                </c:pt>
                <c:pt idx="793">
                  <c:v>59.883083339999999</c:v>
                </c:pt>
                <c:pt idx="794">
                  <c:v>59.883014680000002</c:v>
                </c:pt>
                <c:pt idx="795">
                  <c:v>59.882949830000001</c:v>
                </c:pt>
                <c:pt idx="796">
                  <c:v>59.882881159999997</c:v>
                </c:pt>
                <c:pt idx="797">
                  <c:v>59.8828125</c:v>
                </c:pt>
                <c:pt idx="798">
                  <c:v>59.882743840000003</c:v>
                </c:pt>
                <c:pt idx="799">
                  <c:v>59.882671360000003</c:v>
                </c:pt>
                <c:pt idx="800">
                  <c:v>59.882602689999999</c:v>
                </c:pt>
                <c:pt idx="801">
                  <c:v>59.882534030000002</c:v>
                </c:pt>
                <c:pt idx="802">
                  <c:v>59.882461550000002</c:v>
                </c:pt>
                <c:pt idx="803">
                  <c:v>59.882389070000002</c:v>
                </c:pt>
                <c:pt idx="804">
                  <c:v>59.882320399999998</c:v>
                </c:pt>
                <c:pt idx="805">
                  <c:v>59.882247919999998</c:v>
                </c:pt>
                <c:pt idx="806">
                  <c:v>59.882175449999998</c:v>
                </c:pt>
                <c:pt idx="807">
                  <c:v>59.882102969999998</c:v>
                </c:pt>
                <c:pt idx="808">
                  <c:v>59.882030489999998</c:v>
                </c:pt>
                <c:pt idx="809">
                  <c:v>59.881954190000002</c:v>
                </c:pt>
                <c:pt idx="810">
                  <c:v>59.881881710000002</c:v>
                </c:pt>
                <c:pt idx="811">
                  <c:v>59.881805419999999</c:v>
                </c:pt>
                <c:pt idx="812">
                  <c:v>59.881729129999997</c:v>
                </c:pt>
                <c:pt idx="813">
                  <c:v>59.88165283</c:v>
                </c:pt>
                <c:pt idx="814">
                  <c:v>59.881576539999998</c:v>
                </c:pt>
                <c:pt idx="815">
                  <c:v>59.881496429999999</c:v>
                </c:pt>
                <c:pt idx="816">
                  <c:v>59.88141632</c:v>
                </c:pt>
                <c:pt idx="817">
                  <c:v>59.881336210000001</c:v>
                </c:pt>
                <c:pt idx="818">
                  <c:v>59.881256100000002</c:v>
                </c:pt>
                <c:pt idx="819">
                  <c:v>59.88117218</c:v>
                </c:pt>
                <c:pt idx="820">
                  <c:v>59.881088259999999</c:v>
                </c:pt>
                <c:pt idx="821">
                  <c:v>59.881000520000001</c:v>
                </c:pt>
                <c:pt idx="822">
                  <c:v>59.880916599999999</c:v>
                </c:pt>
                <c:pt idx="823">
                  <c:v>59.880828860000001</c:v>
                </c:pt>
                <c:pt idx="824">
                  <c:v>59.8807373</c:v>
                </c:pt>
                <c:pt idx="825">
                  <c:v>59.880649570000003</c:v>
                </c:pt>
                <c:pt idx="826">
                  <c:v>59.880554199999999</c:v>
                </c:pt>
                <c:pt idx="827">
                  <c:v>59.880462649999998</c:v>
                </c:pt>
                <c:pt idx="828">
                  <c:v>59.880367280000002</c:v>
                </c:pt>
                <c:pt idx="829">
                  <c:v>59.880271909999998</c:v>
                </c:pt>
                <c:pt idx="830">
                  <c:v>59.880176540000001</c:v>
                </c:pt>
                <c:pt idx="831">
                  <c:v>59.880077360000001</c:v>
                </c:pt>
                <c:pt idx="832">
                  <c:v>59.879978180000002</c:v>
                </c:pt>
                <c:pt idx="833">
                  <c:v>59.879875179999999</c:v>
                </c:pt>
                <c:pt idx="834">
                  <c:v>59.879772189999997</c:v>
                </c:pt>
                <c:pt idx="835">
                  <c:v>59.879669190000001</c:v>
                </c:pt>
                <c:pt idx="836">
                  <c:v>59.879562380000003</c:v>
                </c:pt>
                <c:pt idx="837">
                  <c:v>59.879451750000001</c:v>
                </c:pt>
                <c:pt idx="838">
                  <c:v>59.879344940000003</c:v>
                </c:pt>
                <c:pt idx="839">
                  <c:v>59.879234310000001</c:v>
                </c:pt>
                <c:pt idx="840">
                  <c:v>59.879119869999997</c:v>
                </c:pt>
                <c:pt idx="841">
                  <c:v>59.879005429999999</c:v>
                </c:pt>
                <c:pt idx="842">
                  <c:v>59.878890990000002</c:v>
                </c:pt>
                <c:pt idx="843">
                  <c:v>59.878772740000002</c:v>
                </c:pt>
                <c:pt idx="844">
                  <c:v>59.878650669999999</c:v>
                </c:pt>
                <c:pt idx="845">
                  <c:v>59.878528590000002</c:v>
                </c:pt>
                <c:pt idx="846">
                  <c:v>59.878406519999999</c:v>
                </c:pt>
                <c:pt idx="847">
                  <c:v>59.87828064</c:v>
                </c:pt>
                <c:pt idx="848">
                  <c:v>59.87815475</c:v>
                </c:pt>
                <c:pt idx="849">
                  <c:v>59.878025049999998</c:v>
                </c:pt>
                <c:pt idx="850">
                  <c:v>59.87789154</c:v>
                </c:pt>
                <c:pt idx="851">
                  <c:v>59.877758030000003</c:v>
                </c:pt>
                <c:pt idx="852">
                  <c:v>59.877624509999997</c:v>
                </c:pt>
                <c:pt idx="853">
                  <c:v>59.87748337</c:v>
                </c:pt>
                <c:pt idx="854">
                  <c:v>59.877346039999999</c:v>
                </c:pt>
                <c:pt idx="855">
                  <c:v>59.877201079999999</c:v>
                </c:pt>
                <c:pt idx="856">
                  <c:v>59.877059940000002</c:v>
                </c:pt>
                <c:pt idx="857">
                  <c:v>59.876911159999999</c:v>
                </c:pt>
                <c:pt idx="858">
                  <c:v>59.876762390000003</c:v>
                </c:pt>
                <c:pt idx="859">
                  <c:v>59.876609799999997</c:v>
                </c:pt>
                <c:pt idx="860">
                  <c:v>59.876457209999998</c:v>
                </c:pt>
                <c:pt idx="861">
                  <c:v>59.876300809999996</c:v>
                </c:pt>
                <c:pt idx="862">
                  <c:v>59.876144410000002</c:v>
                </c:pt>
                <c:pt idx="863">
                  <c:v>59.875984189999997</c:v>
                </c:pt>
                <c:pt idx="864">
                  <c:v>59.875820160000004</c:v>
                </c:pt>
                <c:pt idx="865">
                  <c:v>59.875656130000003</c:v>
                </c:pt>
                <c:pt idx="866">
                  <c:v>59.875492100000002</c:v>
                </c:pt>
                <c:pt idx="867">
                  <c:v>59.875320430000002</c:v>
                </c:pt>
                <c:pt idx="868">
                  <c:v>59.875148770000003</c:v>
                </c:pt>
                <c:pt idx="869">
                  <c:v>59.874977110000003</c:v>
                </c:pt>
                <c:pt idx="870">
                  <c:v>59.874801640000001</c:v>
                </c:pt>
                <c:pt idx="871">
                  <c:v>59.874626159999998</c:v>
                </c:pt>
                <c:pt idx="872">
                  <c:v>59.874443049999996</c:v>
                </c:pt>
                <c:pt idx="873">
                  <c:v>59.874263759999998</c:v>
                </c:pt>
                <c:pt idx="874">
                  <c:v>59.874080659999997</c:v>
                </c:pt>
                <c:pt idx="875">
                  <c:v>59.87389374</c:v>
                </c:pt>
                <c:pt idx="876">
                  <c:v>59.873706820000002</c:v>
                </c:pt>
                <c:pt idx="877">
                  <c:v>59.873516080000002</c:v>
                </c:pt>
                <c:pt idx="878">
                  <c:v>59.873325350000002</c:v>
                </c:pt>
                <c:pt idx="879">
                  <c:v>59.873130799999998</c:v>
                </c:pt>
                <c:pt idx="880">
                  <c:v>59.872936250000002</c:v>
                </c:pt>
                <c:pt idx="881">
                  <c:v>59.872737880000003</c:v>
                </c:pt>
                <c:pt idx="882">
                  <c:v>59.872535710000001</c:v>
                </c:pt>
                <c:pt idx="883">
                  <c:v>59.872337340000001</c:v>
                </c:pt>
                <c:pt idx="884">
                  <c:v>59.872131349999997</c:v>
                </c:pt>
                <c:pt idx="885">
                  <c:v>59.871925349999998</c:v>
                </c:pt>
                <c:pt idx="886">
                  <c:v>59.87171936</c:v>
                </c:pt>
                <c:pt idx="887">
                  <c:v>59.871509549999999</c:v>
                </c:pt>
                <c:pt idx="888">
                  <c:v>59.871299739999998</c:v>
                </c:pt>
                <c:pt idx="889">
                  <c:v>59.871086120000001</c:v>
                </c:pt>
                <c:pt idx="890">
                  <c:v>59.870868680000001</c:v>
                </c:pt>
                <c:pt idx="891">
                  <c:v>59.870651250000002</c:v>
                </c:pt>
                <c:pt idx="892">
                  <c:v>59.870433810000002</c:v>
                </c:pt>
                <c:pt idx="893">
                  <c:v>59.870212549999998</c:v>
                </c:pt>
                <c:pt idx="894">
                  <c:v>59.869991300000002</c:v>
                </c:pt>
                <c:pt idx="895">
                  <c:v>59.86977005</c:v>
                </c:pt>
                <c:pt idx="896">
                  <c:v>59.869541169999998</c:v>
                </c:pt>
                <c:pt idx="897">
                  <c:v>59.869316099999999</c:v>
                </c:pt>
                <c:pt idx="898">
                  <c:v>59.869087219999997</c:v>
                </c:pt>
                <c:pt idx="899">
                  <c:v>59.868854519999999</c:v>
                </c:pt>
                <c:pt idx="900">
                  <c:v>59.868625639999998</c:v>
                </c:pt>
                <c:pt idx="901">
                  <c:v>59.868389129999997</c:v>
                </c:pt>
                <c:pt idx="902">
                  <c:v>59.868156429999999</c:v>
                </c:pt>
                <c:pt idx="903">
                  <c:v>59.867916110000003</c:v>
                </c:pt>
                <c:pt idx="904">
                  <c:v>59.867679600000002</c:v>
                </c:pt>
                <c:pt idx="905">
                  <c:v>59.867439269999998</c:v>
                </c:pt>
                <c:pt idx="906">
                  <c:v>59.867198940000002</c:v>
                </c:pt>
                <c:pt idx="907">
                  <c:v>59.866954800000002</c:v>
                </c:pt>
                <c:pt idx="908">
                  <c:v>59.866710660000003</c:v>
                </c:pt>
                <c:pt idx="909">
                  <c:v>59.86646271</c:v>
                </c:pt>
                <c:pt idx="910">
                  <c:v>59.866214749999997</c:v>
                </c:pt>
                <c:pt idx="911">
                  <c:v>59.865966800000002</c:v>
                </c:pt>
                <c:pt idx="912">
                  <c:v>59.865715029999997</c:v>
                </c:pt>
                <c:pt idx="913">
                  <c:v>59.865463259999999</c:v>
                </c:pt>
                <c:pt idx="914">
                  <c:v>59.86521149</c:v>
                </c:pt>
                <c:pt idx="915">
                  <c:v>59.864955899999998</c:v>
                </c:pt>
                <c:pt idx="916">
                  <c:v>59.864700319999997</c:v>
                </c:pt>
                <c:pt idx="917">
                  <c:v>59.864444730000002</c:v>
                </c:pt>
                <c:pt idx="918">
                  <c:v>59.864185329999998</c:v>
                </c:pt>
                <c:pt idx="919">
                  <c:v>59.863925930000001</c:v>
                </c:pt>
                <c:pt idx="920">
                  <c:v>59.863662720000001</c:v>
                </c:pt>
                <c:pt idx="921">
                  <c:v>59.863403320000003</c:v>
                </c:pt>
                <c:pt idx="922">
                  <c:v>59.863140110000003</c:v>
                </c:pt>
                <c:pt idx="923">
                  <c:v>59.862876890000003</c:v>
                </c:pt>
                <c:pt idx="924">
                  <c:v>59.862609859999999</c:v>
                </c:pt>
                <c:pt idx="925">
                  <c:v>59.862342830000003</c:v>
                </c:pt>
                <c:pt idx="926">
                  <c:v>59.86207581</c:v>
                </c:pt>
                <c:pt idx="927">
                  <c:v>59.861808779999997</c:v>
                </c:pt>
                <c:pt idx="928">
                  <c:v>59.861541750000001</c:v>
                </c:pt>
                <c:pt idx="929">
                  <c:v>59.861270900000001</c:v>
                </c:pt>
                <c:pt idx="930">
                  <c:v>59.861003879999998</c:v>
                </c:pt>
                <c:pt idx="931">
                  <c:v>59.860733029999999</c:v>
                </c:pt>
                <c:pt idx="932">
                  <c:v>59.86046219</c:v>
                </c:pt>
                <c:pt idx="933">
                  <c:v>59.860187529999997</c:v>
                </c:pt>
                <c:pt idx="934">
                  <c:v>59.859916689999999</c:v>
                </c:pt>
                <c:pt idx="935">
                  <c:v>59.859645839999999</c:v>
                </c:pt>
                <c:pt idx="936">
                  <c:v>59.859371189999997</c:v>
                </c:pt>
                <c:pt idx="937">
                  <c:v>59.859096530000002</c:v>
                </c:pt>
                <c:pt idx="938">
                  <c:v>59.858825680000002</c:v>
                </c:pt>
                <c:pt idx="939">
                  <c:v>59.858551030000001</c:v>
                </c:pt>
                <c:pt idx="940">
                  <c:v>59.858276369999999</c:v>
                </c:pt>
                <c:pt idx="941">
                  <c:v>59.858001710000003</c:v>
                </c:pt>
                <c:pt idx="942">
                  <c:v>59.857727050000001</c:v>
                </c:pt>
                <c:pt idx="943">
                  <c:v>59.857452389999999</c:v>
                </c:pt>
                <c:pt idx="944">
                  <c:v>59.85718155</c:v>
                </c:pt>
                <c:pt idx="945">
                  <c:v>59.856906889999998</c:v>
                </c:pt>
                <c:pt idx="946">
                  <c:v>59.856632230000002</c:v>
                </c:pt>
                <c:pt idx="947">
                  <c:v>59.85635757</c:v>
                </c:pt>
                <c:pt idx="948">
                  <c:v>59.856082919999999</c:v>
                </c:pt>
                <c:pt idx="949">
                  <c:v>59.855812069999999</c:v>
                </c:pt>
                <c:pt idx="950">
                  <c:v>59.855537409999997</c:v>
                </c:pt>
                <c:pt idx="951">
                  <c:v>59.855266569999998</c:v>
                </c:pt>
                <c:pt idx="952">
                  <c:v>59.854991910000003</c:v>
                </c:pt>
                <c:pt idx="953">
                  <c:v>59.854721069999997</c:v>
                </c:pt>
                <c:pt idx="954">
                  <c:v>59.854450229999998</c:v>
                </c:pt>
                <c:pt idx="955">
                  <c:v>59.854179379999998</c:v>
                </c:pt>
                <c:pt idx="956">
                  <c:v>59.853908539999999</c:v>
                </c:pt>
                <c:pt idx="957">
                  <c:v>59.8536377</c:v>
                </c:pt>
                <c:pt idx="958">
                  <c:v>59.853370669999997</c:v>
                </c:pt>
                <c:pt idx="959">
                  <c:v>59.85310364</c:v>
                </c:pt>
                <c:pt idx="960">
                  <c:v>59.852832790000001</c:v>
                </c:pt>
                <c:pt idx="961">
                  <c:v>59.852569580000001</c:v>
                </c:pt>
                <c:pt idx="962">
                  <c:v>59.852302549999997</c:v>
                </c:pt>
                <c:pt idx="963">
                  <c:v>59.852035520000001</c:v>
                </c:pt>
                <c:pt idx="964">
                  <c:v>59.851772310000001</c:v>
                </c:pt>
                <c:pt idx="965">
                  <c:v>59.85150909</c:v>
                </c:pt>
                <c:pt idx="966">
                  <c:v>59.85124588</c:v>
                </c:pt>
                <c:pt idx="967">
                  <c:v>59.850986480000003</c:v>
                </c:pt>
                <c:pt idx="968">
                  <c:v>59.850723270000003</c:v>
                </c:pt>
                <c:pt idx="969">
                  <c:v>59.850463869999999</c:v>
                </c:pt>
                <c:pt idx="970">
                  <c:v>59.850204470000001</c:v>
                </c:pt>
                <c:pt idx="971">
                  <c:v>59.849948879999999</c:v>
                </c:pt>
                <c:pt idx="972">
                  <c:v>59.849693299999998</c:v>
                </c:pt>
                <c:pt idx="973">
                  <c:v>59.849437709999997</c:v>
                </c:pt>
                <c:pt idx="974">
                  <c:v>59.849182130000003</c:v>
                </c:pt>
                <c:pt idx="975">
                  <c:v>59.848930359999997</c:v>
                </c:pt>
                <c:pt idx="976">
                  <c:v>59.848678589999999</c:v>
                </c:pt>
                <c:pt idx="977">
                  <c:v>59.848430630000003</c:v>
                </c:pt>
                <c:pt idx="978">
                  <c:v>59.848178859999997</c:v>
                </c:pt>
                <c:pt idx="979">
                  <c:v>59.847930910000002</c:v>
                </c:pt>
                <c:pt idx="980">
                  <c:v>59.847686770000003</c:v>
                </c:pt>
                <c:pt idx="981">
                  <c:v>59.84743881</c:v>
                </c:pt>
                <c:pt idx="982">
                  <c:v>59.847198489999997</c:v>
                </c:pt>
                <c:pt idx="983">
                  <c:v>59.846954349999997</c:v>
                </c:pt>
                <c:pt idx="984">
                  <c:v>59.84671402</c:v>
                </c:pt>
                <c:pt idx="985">
                  <c:v>59.846473690000003</c:v>
                </c:pt>
                <c:pt idx="986">
                  <c:v>59.846237180000003</c:v>
                </c:pt>
                <c:pt idx="987">
                  <c:v>59.846000670000002</c:v>
                </c:pt>
                <c:pt idx="988">
                  <c:v>59.845764160000002</c:v>
                </c:pt>
                <c:pt idx="989">
                  <c:v>59.845531459999997</c:v>
                </c:pt>
                <c:pt idx="990">
                  <c:v>59.845298769999999</c:v>
                </c:pt>
                <c:pt idx="991">
                  <c:v>59.845069889999998</c:v>
                </c:pt>
                <c:pt idx="992">
                  <c:v>59.844841000000002</c:v>
                </c:pt>
                <c:pt idx="993">
                  <c:v>59.844612120000001</c:v>
                </c:pt>
                <c:pt idx="994">
                  <c:v>59.844387050000002</c:v>
                </c:pt>
                <c:pt idx="995">
                  <c:v>59.844161990000003</c:v>
                </c:pt>
                <c:pt idx="996">
                  <c:v>59.84394073</c:v>
                </c:pt>
                <c:pt idx="997">
                  <c:v>59.843719479999997</c:v>
                </c:pt>
                <c:pt idx="998">
                  <c:v>59.843498230000002</c:v>
                </c:pt>
                <c:pt idx="999">
                  <c:v>59.843280790000001</c:v>
                </c:pt>
                <c:pt idx="1000">
                  <c:v>59.843067169999998</c:v>
                </c:pt>
                <c:pt idx="1001">
                  <c:v>59.842853550000001</c:v>
                </c:pt>
                <c:pt idx="1002">
                  <c:v>59.842639920000003</c:v>
                </c:pt>
                <c:pt idx="1003">
                  <c:v>59.842430110000002</c:v>
                </c:pt>
                <c:pt idx="1004">
                  <c:v>59.842224119999997</c:v>
                </c:pt>
                <c:pt idx="1005">
                  <c:v>59.84201813</c:v>
                </c:pt>
                <c:pt idx="1006">
                  <c:v>59.841812130000001</c:v>
                </c:pt>
                <c:pt idx="1007">
                  <c:v>59.841609949999999</c:v>
                </c:pt>
                <c:pt idx="1008">
                  <c:v>59.84141159</c:v>
                </c:pt>
                <c:pt idx="1009">
                  <c:v>59.841213230000001</c:v>
                </c:pt>
                <c:pt idx="1010">
                  <c:v>59.841014860000001</c:v>
                </c:pt>
                <c:pt idx="1011">
                  <c:v>59.840820309999998</c:v>
                </c:pt>
                <c:pt idx="1012">
                  <c:v>59.840629579999998</c:v>
                </c:pt>
                <c:pt idx="1013">
                  <c:v>59.840438839999997</c:v>
                </c:pt>
                <c:pt idx="1014">
                  <c:v>59.840248109999997</c:v>
                </c:pt>
                <c:pt idx="1015">
                  <c:v>59.840065000000003</c:v>
                </c:pt>
                <c:pt idx="1016">
                  <c:v>59.839881900000002</c:v>
                </c:pt>
                <c:pt idx="1017">
                  <c:v>59.83969879</c:v>
                </c:pt>
                <c:pt idx="1018">
                  <c:v>59.839519500000002</c:v>
                </c:pt>
                <c:pt idx="1019">
                  <c:v>59.839340210000003</c:v>
                </c:pt>
                <c:pt idx="1020">
                  <c:v>59.83916473</c:v>
                </c:pt>
                <c:pt idx="1021">
                  <c:v>59.838989259999998</c:v>
                </c:pt>
                <c:pt idx="1022">
                  <c:v>59.838817599999999</c:v>
                </c:pt>
                <c:pt idx="1023">
                  <c:v>59.838649750000002</c:v>
                </c:pt>
                <c:pt idx="1024">
                  <c:v>59.838481899999998</c:v>
                </c:pt>
                <c:pt idx="1025">
                  <c:v>59.838314060000002</c:v>
                </c:pt>
                <c:pt idx="1026">
                  <c:v>59.83815002</c:v>
                </c:pt>
                <c:pt idx="1027">
                  <c:v>59.837989810000003</c:v>
                </c:pt>
                <c:pt idx="1028">
                  <c:v>59.837829589999998</c:v>
                </c:pt>
                <c:pt idx="1029">
                  <c:v>59.837673189999997</c:v>
                </c:pt>
                <c:pt idx="1030">
                  <c:v>59.837516780000001</c:v>
                </c:pt>
                <c:pt idx="1031">
                  <c:v>59.837364200000003</c:v>
                </c:pt>
                <c:pt idx="1032">
                  <c:v>59.83721542</c:v>
                </c:pt>
                <c:pt idx="1033">
                  <c:v>59.837066649999997</c:v>
                </c:pt>
                <c:pt idx="1034">
                  <c:v>59.836917880000001</c:v>
                </c:pt>
                <c:pt idx="1035">
                  <c:v>59.836772920000001</c:v>
                </c:pt>
                <c:pt idx="1036">
                  <c:v>59.836631769999997</c:v>
                </c:pt>
                <c:pt idx="1037">
                  <c:v>59.83649063</c:v>
                </c:pt>
                <c:pt idx="1038">
                  <c:v>59.836349490000003</c:v>
                </c:pt>
                <c:pt idx="1039">
                  <c:v>59.836212160000002</c:v>
                </c:pt>
                <c:pt idx="1040">
                  <c:v>59.836078639999997</c:v>
                </c:pt>
                <c:pt idx="1041">
                  <c:v>59.835945129999999</c:v>
                </c:pt>
                <c:pt idx="1042">
                  <c:v>59.835815429999997</c:v>
                </c:pt>
                <c:pt idx="1043">
                  <c:v>59.835685730000002</c:v>
                </c:pt>
                <c:pt idx="1044">
                  <c:v>59.835556029999999</c:v>
                </c:pt>
                <c:pt idx="1045">
                  <c:v>59.835433960000003</c:v>
                </c:pt>
                <c:pt idx="1046">
                  <c:v>59.835308070000004</c:v>
                </c:pt>
                <c:pt idx="1047">
                  <c:v>59.835186</c:v>
                </c:pt>
                <c:pt idx="1048">
                  <c:v>59.83506775</c:v>
                </c:pt>
                <c:pt idx="1049">
                  <c:v>59.83494949</c:v>
                </c:pt>
                <c:pt idx="1050">
                  <c:v>59.83483124</c:v>
                </c:pt>
                <c:pt idx="1051">
                  <c:v>59.834716800000002</c:v>
                </c:pt>
                <c:pt idx="1052">
                  <c:v>59.834606170000001</c:v>
                </c:pt>
                <c:pt idx="1053">
                  <c:v>59.834495539999999</c:v>
                </c:pt>
                <c:pt idx="1054">
                  <c:v>59.834384919999998</c:v>
                </c:pt>
                <c:pt idx="1055">
                  <c:v>59.83427811</c:v>
                </c:pt>
                <c:pt idx="1056">
                  <c:v>59.834175109999997</c:v>
                </c:pt>
                <c:pt idx="1057">
                  <c:v>59.834072110000001</c:v>
                </c:pt>
                <c:pt idx="1058">
                  <c:v>59.833969119999999</c:v>
                </c:pt>
                <c:pt idx="1059">
                  <c:v>59.833869929999999</c:v>
                </c:pt>
                <c:pt idx="1060">
                  <c:v>59.833770749999999</c:v>
                </c:pt>
                <c:pt idx="1061">
                  <c:v>59.83367157</c:v>
                </c:pt>
                <c:pt idx="1062">
                  <c:v>59.833576200000003</c:v>
                </c:pt>
                <c:pt idx="1063">
                  <c:v>59.833484650000003</c:v>
                </c:pt>
                <c:pt idx="1064">
                  <c:v>59.833393100000002</c:v>
                </c:pt>
                <c:pt idx="1065">
                  <c:v>59.833301540000001</c:v>
                </c:pt>
                <c:pt idx="1066">
                  <c:v>59.833213809999997</c:v>
                </c:pt>
                <c:pt idx="1067">
                  <c:v>59.833126069999999</c:v>
                </c:pt>
                <c:pt idx="1068">
                  <c:v>59.833042140000003</c:v>
                </c:pt>
                <c:pt idx="1069">
                  <c:v>59.832958220000002</c:v>
                </c:pt>
                <c:pt idx="1070">
                  <c:v>59.832878110000003</c:v>
                </c:pt>
                <c:pt idx="1071">
                  <c:v>59.832794190000001</c:v>
                </c:pt>
                <c:pt idx="1072">
                  <c:v>59.832717899999999</c:v>
                </c:pt>
                <c:pt idx="1073">
                  <c:v>59.83263779</c:v>
                </c:pt>
                <c:pt idx="1074">
                  <c:v>59.832561490000003</c:v>
                </c:pt>
                <c:pt idx="1075">
                  <c:v>59.832489010000003</c:v>
                </c:pt>
                <c:pt idx="1076">
                  <c:v>59.832416530000003</c:v>
                </c:pt>
                <c:pt idx="1077">
                  <c:v>59.832344059999997</c:v>
                </c:pt>
                <c:pt idx="1078">
                  <c:v>59.83227539</c:v>
                </c:pt>
                <c:pt idx="1079">
                  <c:v>59.832206730000003</c:v>
                </c:pt>
                <c:pt idx="1080">
                  <c:v>59.832138059999998</c:v>
                </c:pt>
                <c:pt idx="1081">
                  <c:v>59.832073209999997</c:v>
                </c:pt>
                <c:pt idx="1082">
                  <c:v>59.832008360000003</c:v>
                </c:pt>
                <c:pt idx="1083">
                  <c:v>59.831943510000002</c:v>
                </c:pt>
                <c:pt idx="1084">
                  <c:v>59.831882479999997</c:v>
                </c:pt>
                <c:pt idx="1085">
                  <c:v>59.831821439999999</c:v>
                </c:pt>
                <c:pt idx="1086">
                  <c:v>59.831764219999997</c:v>
                </c:pt>
                <c:pt idx="1087">
                  <c:v>59.831707000000002</c:v>
                </c:pt>
                <c:pt idx="1088">
                  <c:v>59.831649779999999</c:v>
                </c:pt>
                <c:pt idx="1089">
                  <c:v>59.831592559999997</c:v>
                </c:pt>
                <c:pt idx="1090">
                  <c:v>59.831539149999998</c:v>
                </c:pt>
                <c:pt idx="1091">
                  <c:v>59.831485749999999</c:v>
                </c:pt>
                <c:pt idx="1092">
                  <c:v>59.831436160000003</c:v>
                </c:pt>
                <c:pt idx="1093">
                  <c:v>59.831382750000003</c:v>
                </c:pt>
                <c:pt idx="1094">
                  <c:v>59.83133316</c:v>
                </c:pt>
                <c:pt idx="1095">
                  <c:v>59.831287379999999</c:v>
                </c:pt>
                <c:pt idx="1096">
                  <c:v>59.831237790000003</c:v>
                </c:pt>
                <c:pt idx="1097">
                  <c:v>59.831192020000003</c:v>
                </c:pt>
                <c:pt idx="1098">
                  <c:v>59.831146240000002</c:v>
                </c:pt>
                <c:pt idx="1099">
                  <c:v>59.831104279999998</c:v>
                </c:pt>
                <c:pt idx="1100">
                  <c:v>59.831058499999997</c:v>
                </c:pt>
                <c:pt idx="1101">
                  <c:v>59.83101654</c:v>
                </c:pt>
                <c:pt idx="1102">
                  <c:v>59.830974580000003</c:v>
                </c:pt>
                <c:pt idx="1103">
                  <c:v>59.830936430000001</c:v>
                </c:pt>
                <c:pt idx="1104">
                  <c:v>59.830894469999997</c:v>
                </c:pt>
                <c:pt idx="1105">
                  <c:v>59.830856320000002</c:v>
                </c:pt>
                <c:pt idx="1106">
                  <c:v>59.830818180000001</c:v>
                </c:pt>
                <c:pt idx="1107">
                  <c:v>59.83078003</c:v>
                </c:pt>
                <c:pt idx="1108">
                  <c:v>59.830745700000001</c:v>
                </c:pt>
                <c:pt idx="1109">
                  <c:v>59.830711360000002</c:v>
                </c:pt>
                <c:pt idx="1110">
                  <c:v>59.830677029999997</c:v>
                </c:pt>
                <c:pt idx="1111">
                  <c:v>59.830642699999999</c:v>
                </c:pt>
                <c:pt idx="1112">
                  <c:v>59.83060837</c:v>
                </c:pt>
                <c:pt idx="1113">
                  <c:v>59.830577849999997</c:v>
                </c:pt>
                <c:pt idx="1114">
                  <c:v>59.830543519999999</c:v>
                </c:pt>
                <c:pt idx="1115">
                  <c:v>59.830513000000003</c:v>
                </c:pt>
                <c:pt idx="1116">
                  <c:v>59.830482480000001</c:v>
                </c:pt>
                <c:pt idx="1117">
                  <c:v>59.830451969999999</c:v>
                </c:pt>
                <c:pt idx="1118">
                  <c:v>59.830425259999998</c:v>
                </c:pt>
                <c:pt idx="1119">
                  <c:v>59.830394740000003</c:v>
                </c:pt>
                <c:pt idx="1120">
                  <c:v>59.830368040000003</c:v>
                </c:pt>
                <c:pt idx="1121">
                  <c:v>59.83033752</c:v>
                </c:pt>
                <c:pt idx="1122">
                  <c:v>59.830310820000001</c:v>
                </c:pt>
                <c:pt idx="1123">
                  <c:v>59.830284120000002</c:v>
                </c:pt>
                <c:pt idx="1124">
                  <c:v>59.830257420000002</c:v>
                </c:pt>
                <c:pt idx="1125">
                  <c:v>59.830230710000002</c:v>
                </c:pt>
                <c:pt idx="1126">
                  <c:v>59.830207819999998</c:v>
                </c:pt>
                <c:pt idx="1127">
                  <c:v>59.830181119999999</c:v>
                </c:pt>
                <c:pt idx="1128">
                  <c:v>59.830158230000002</c:v>
                </c:pt>
                <c:pt idx="1129">
                  <c:v>59.830135349999999</c:v>
                </c:pt>
                <c:pt idx="1130">
                  <c:v>59.830108639999999</c:v>
                </c:pt>
                <c:pt idx="1131">
                  <c:v>59.830085750000002</c:v>
                </c:pt>
                <c:pt idx="1132">
                  <c:v>59.830062869999999</c:v>
                </c:pt>
                <c:pt idx="1133">
                  <c:v>59.830039980000002</c:v>
                </c:pt>
                <c:pt idx="1134">
                  <c:v>59.830017089999998</c:v>
                </c:pt>
                <c:pt idx="1135">
                  <c:v>59.829994200000002</c:v>
                </c:pt>
                <c:pt idx="1136">
                  <c:v>59.829975130000001</c:v>
                </c:pt>
                <c:pt idx="1137">
                  <c:v>59.829952239999997</c:v>
                </c:pt>
                <c:pt idx="1138">
                  <c:v>59.82992935</c:v>
                </c:pt>
                <c:pt idx="1139">
                  <c:v>59.82991028</c:v>
                </c:pt>
                <c:pt idx="1140">
                  <c:v>59.829891199999999</c:v>
                </c:pt>
                <c:pt idx="1141">
                  <c:v>59.829868320000003</c:v>
                </c:pt>
                <c:pt idx="1142">
                  <c:v>59.829849240000001</c:v>
                </c:pt>
                <c:pt idx="1143">
                  <c:v>59.829826349999998</c:v>
                </c:pt>
                <c:pt idx="1144">
                  <c:v>59.829807279999997</c:v>
                </c:pt>
                <c:pt idx="1145">
                  <c:v>59.829788209999997</c:v>
                </c:pt>
                <c:pt idx="1146">
                  <c:v>59.829769130000003</c:v>
                </c:pt>
                <c:pt idx="1147">
                  <c:v>59.829746249999999</c:v>
                </c:pt>
                <c:pt idx="1148">
                  <c:v>59.829727169999998</c:v>
                </c:pt>
                <c:pt idx="1149">
                  <c:v>59.829708099999998</c:v>
                </c:pt>
                <c:pt idx="1150">
                  <c:v>59.829689029999997</c:v>
                </c:pt>
                <c:pt idx="1151">
                  <c:v>59.829669950000003</c:v>
                </c:pt>
                <c:pt idx="1152">
                  <c:v>59.829650880000003</c:v>
                </c:pt>
                <c:pt idx="1153">
                  <c:v>59.829631810000002</c:v>
                </c:pt>
                <c:pt idx="1154">
                  <c:v>59.829612730000001</c:v>
                </c:pt>
                <c:pt idx="1155">
                  <c:v>59.82959366</c:v>
                </c:pt>
                <c:pt idx="1156">
                  <c:v>59.829574579999999</c:v>
                </c:pt>
                <c:pt idx="1157">
                  <c:v>59.829555509999999</c:v>
                </c:pt>
                <c:pt idx="1158">
                  <c:v>59.829536439999998</c:v>
                </c:pt>
                <c:pt idx="1159">
                  <c:v>59.829517359999997</c:v>
                </c:pt>
                <c:pt idx="1160">
                  <c:v>59.829498289999997</c:v>
                </c:pt>
                <c:pt idx="1161">
                  <c:v>59.829479220000003</c:v>
                </c:pt>
                <c:pt idx="1162">
                  <c:v>59.829463959999998</c:v>
                </c:pt>
                <c:pt idx="1163">
                  <c:v>59.829444889999998</c:v>
                </c:pt>
                <c:pt idx="1164">
                  <c:v>59.829425809999996</c:v>
                </c:pt>
                <c:pt idx="1165">
                  <c:v>59.829406740000003</c:v>
                </c:pt>
                <c:pt idx="1166">
                  <c:v>59.829387660000002</c:v>
                </c:pt>
                <c:pt idx="1167">
                  <c:v>59.829368590000001</c:v>
                </c:pt>
                <c:pt idx="1168">
                  <c:v>59.829349520000001</c:v>
                </c:pt>
                <c:pt idx="1169">
                  <c:v>59.82933044</c:v>
                </c:pt>
                <c:pt idx="1170">
                  <c:v>59.829311369999999</c:v>
                </c:pt>
                <c:pt idx="1171">
                  <c:v>59.829292299999999</c:v>
                </c:pt>
                <c:pt idx="1172">
                  <c:v>59.829273219999997</c:v>
                </c:pt>
                <c:pt idx="1173">
                  <c:v>59.829250340000002</c:v>
                </c:pt>
                <c:pt idx="1174">
                  <c:v>59.82923126</c:v>
                </c:pt>
                <c:pt idx="1175">
                  <c:v>59.82921219</c:v>
                </c:pt>
                <c:pt idx="1176">
                  <c:v>59.829193119999999</c:v>
                </c:pt>
                <c:pt idx="1177">
                  <c:v>59.829170230000003</c:v>
                </c:pt>
                <c:pt idx="1178">
                  <c:v>59.829151150000001</c:v>
                </c:pt>
                <c:pt idx="1179">
                  <c:v>59.829132080000001</c:v>
                </c:pt>
                <c:pt idx="1180">
                  <c:v>59.829109189999997</c:v>
                </c:pt>
                <c:pt idx="1181">
                  <c:v>59.829090119999996</c:v>
                </c:pt>
                <c:pt idx="1182">
                  <c:v>59.82906723</c:v>
                </c:pt>
                <c:pt idx="1183">
                  <c:v>59.829044340000003</c:v>
                </c:pt>
                <c:pt idx="1184">
                  <c:v>59.829025270000002</c:v>
                </c:pt>
                <c:pt idx="1185">
                  <c:v>59.829002379999999</c:v>
                </c:pt>
                <c:pt idx="1186">
                  <c:v>59.828979490000002</c:v>
                </c:pt>
                <c:pt idx="1187">
                  <c:v>59.828956599999998</c:v>
                </c:pt>
                <c:pt idx="1188">
                  <c:v>59.828933720000002</c:v>
                </c:pt>
                <c:pt idx="1189">
                  <c:v>59.828910829999998</c:v>
                </c:pt>
                <c:pt idx="1190">
                  <c:v>59.828887940000001</c:v>
                </c:pt>
                <c:pt idx="1191">
                  <c:v>59.828861240000002</c:v>
                </c:pt>
                <c:pt idx="1192">
                  <c:v>59.828838349999998</c:v>
                </c:pt>
                <c:pt idx="1193">
                  <c:v>59.828815460000001</c:v>
                </c:pt>
                <c:pt idx="1194">
                  <c:v>59.828788760000002</c:v>
                </c:pt>
                <c:pt idx="1195">
                  <c:v>59.828765869999998</c:v>
                </c:pt>
                <c:pt idx="1196">
                  <c:v>59.828739169999999</c:v>
                </c:pt>
                <c:pt idx="1197">
                  <c:v>59.828712459999998</c:v>
                </c:pt>
                <c:pt idx="1198">
                  <c:v>59.828685759999999</c:v>
                </c:pt>
                <c:pt idx="1199">
                  <c:v>59.82865906</c:v>
                </c:pt>
                <c:pt idx="1200">
                  <c:v>59.828632349999999</c:v>
                </c:pt>
                <c:pt idx="1201">
                  <c:v>59.82860565</c:v>
                </c:pt>
                <c:pt idx="1202">
                  <c:v>59.828578950000001</c:v>
                </c:pt>
                <c:pt idx="1203">
                  <c:v>59.828552250000001</c:v>
                </c:pt>
                <c:pt idx="1204">
                  <c:v>59.828521729999999</c:v>
                </c:pt>
                <c:pt idx="1205">
                  <c:v>59.828495029999999</c:v>
                </c:pt>
                <c:pt idx="1206">
                  <c:v>59.828464510000003</c:v>
                </c:pt>
                <c:pt idx="1207">
                  <c:v>59.828437809999997</c:v>
                </c:pt>
                <c:pt idx="1208">
                  <c:v>59.828407290000001</c:v>
                </c:pt>
                <c:pt idx="1209">
                  <c:v>59.828376769999998</c:v>
                </c:pt>
                <c:pt idx="1210">
                  <c:v>59.828346250000003</c:v>
                </c:pt>
                <c:pt idx="1211">
                  <c:v>59.82831573</c:v>
                </c:pt>
                <c:pt idx="1212">
                  <c:v>59.828285219999998</c:v>
                </c:pt>
                <c:pt idx="1213">
                  <c:v>59.82825089</c:v>
                </c:pt>
                <c:pt idx="1214">
                  <c:v>59.828220369999997</c:v>
                </c:pt>
                <c:pt idx="1215">
                  <c:v>59.828186039999999</c:v>
                </c:pt>
                <c:pt idx="1216">
                  <c:v>59.828155520000003</c:v>
                </c:pt>
                <c:pt idx="1217">
                  <c:v>59.828121189999997</c:v>
                </c:pt>
                <c:pt idx="1218">
                  <c:v>59.828086849999998</c:v>
                </c:pt>
                <c:pt idx="1219">
                  <c:v>59.82805252</c:v>
                </c:pt>
                <c:pt idx="1220">
                  <c:v>59.828018190000002</c:v>
                </c:pt>
                <c:pt idx="1221">
                  <c:v>59.827983860000003</c:v>
                </c:pt>
                <c:pt idx="1222">
                  <c:v>59.827949519999997</c:v>
                </c:pt>
                <c:pt idx="1223">
                  <c:v>59.827915189999999</c:v>
                </c:pt>
                <c:pt idx="1224">
                  <c:v>59.82788086</c:v>
                </c:pt>
                <c:pt idx="1225">
                  <c:v>59.827842709999999</c:v>
                </c:pt>
                <c:pt idx="1226">
                  <c:v>59.827804569999998</c:v>
                </c:pt>
                <c:pt idx="1227">
                  <c:v>59.827770229999999</c:v>
                </c:pt>
                <c:pt idx="1228">
                  <c:v>59.827732089999998</c:v>
                </c:pt>
                <c:pt idx="1229">
                  <c:v>59.827693940000003</c:v>
                </c:pt>
                <c:pt idx="1230">
                  <c:v>59.827655790000001</c:v>
                </c:pt>
                <c:pt idx="1231">
                  <c:v>59.827617650000001</c:v>
                </c:pt>
                <c:pt idx="1232">
                  <c:v>59.827579499999999</c:v>
                </c:pt>
                <c:pt idx="1233">
                  <c:v>59.827537540000002</c:v>
                </c:pt>
                <c:pt idx="1234">
                  <c:v>59.82749939</c:v>
                </c:pt>
                <c:pt idx="1235">
                  <c:v>59.827461239999998</c:v>
                </c:pt>
                <c:pt idx="1236">
                  <c:v>59.827419280000001</c:v>
                </c:pt>
                <c:pt idx="1237">
                  <c:v>59.827377319999997</c:v>
                </c:pt>
                <c:pt idx="1238">
                  <c:v>59.827335359999999</c:v>
                </c:pt>
                <c:pt idx="1239">
                  <c:v>59.827293400000002</c:v>
                </c:pt>
                <c:pt idx="1240">
                  <c:v>59.827251429999997</c:v>
                </c:pt>
                <c:pt idx="1241">
                  <c:v>59.82720947</c:v>
                </c:pt>
                <c:pt idx="1242">
                  <c:v>59.827167510000002</c:v>
                </c:pt>
                <c:pt idx="1243">
                  <c:v>59.827121730000002</c:v>
                </c:pt>
                <c:pt idx="1244">
                  <c:v>59.827079769999997</c:v>
                </c:pt>
                <c:pt idx="1245">
                  <c:v>59.827033999999998</c:v>
                </c:pt>
                <c:pt idx="1246">
                  <c:v>59.826988219999997</c:v>
                </c:pt>
                <c:pt idx="1247">
                  <c:v>59.826942440000003</c:v>
                </c:pt>
                <c:pt idx="1248">
                  <c:v>59.826896669999996</c:v>
                </c:pt>
                <c:pt idx="1249">
                  <c:v>59.826850890000003</c:v>
                </c:pt>
                <c:pt idx="1250">
                  <c:v>59.8268013</c:v>
                </c:pt>
                <c:pt idx="1251">
                  <c:v>59.826755519999999</c:v>
                </c:pt>
                <c:pt idx="1252">
                  <c:v>59.826709749999999</c:v>
                </c:pt>
                <c:pt idx="1253">
                  <c:v>59.826660160000003</c:v>
                </c:pt>
                <c:pt idx="1254">
                  <c:v>59.82661057</c:v>
                </c:pt>
                <c:pt idx="1255">
                  <c:v>59.826560970000003</c:v>
                </c:pt>
                <c:pt idx="1256">
                  <c:v>59.826511379999999</c:v>
                </c:pt>
                <c:pt idx="1257">
                  <c:v>59.826461790000003</c:v>
                </c:pt>
                <c:pt idx="1258">
                  <c:v>59.826408389999997</c:v>
                </c:pt>
                <c:pt idx="1259">
                  <c:v>59.826358800000001</c:v>
                </c:pt>
                <c:pt idx="1260">
                  <c:v>59.826309199999997</c:v>
                </c:pt>
                <c:pt idx="1261">
                  <c:v>59.826255799999998</c:v>
                </c:pt>
                <c:pt idx="1262">
                  <c:v>59.826202389999999</c:v>
                </c:pt>
                <c:pt idx="1263">
                  <c:v>59.82614899</c:v>
                </c:pt>
                <c:pt idx="1264">
                  <c:v>59.82609558</c:v>
                </c:pt>
                <c:pt idx="1265">
                  <c:v>59.826042180000002</c:v>
                </c:pt>
                <c:pt idx="1266">
                  <c:v>59.825984949999999</c:v>
                </c:pt>
                <c:pt idx="1267">
                  <c:v>59.82593155</c:v>
                </c:pt>
                <c:pt idx="1268">
                  <c:v>59.825874329999998</c:v>
                </c:pt>
                <c:pt idx="1269">
                  <c:v>59.825817110000003</c:v>
                </c:pt>
                <c:pt idx="1270">
                  <c:v>59.825763700000003</c:v>
                </c:pt>
                <c:pt idx="1271">
                  <c:v>59.825706480000001</c:v>
                </c:pt>
                <c:pt idx="1272">
                  <c:v>59.825645450000003</c:v>
                </c:pt>
                <c:pt idx="1273">
                  <c:v>59.825588230000001</c:v>
                </c:pt>
                <c:pt idx="1274">
                  <c:v>59.825531009999999</c:v>
                </c:pt>
                <c:pt idx="1275">
                  <c:v>59.82546997</c:v>
                </c:pt>
                <c:pt idx="1276">
                  <c:v>59.825408940000003</c:v>
                </c:pt>
                <c:pt idx="1277">
                  <c:v>59.82535172</c:v>
                </c:pt>
                <c:pt idx="1278">
                  <c:v>59.825290680000002</c:v>
                </c:pt>
                <c:pt idx="1279">
                  <c:v>59.825229640000003</c:v>
                </c:pt>
                <c:pt idx="1280">
                  <c:v>59.825164790000002</c:v>
                </c:pt>
                <c:pt idx="1281">
                  <c:v>59.825103759999998</c:v>
                </c:pt>
                <c:pt idx="1282">
                  <c:v>59.825042719999999</c:v>
                </c:pt>
                <c:pt idx="1283">
                  <c:v>59.824977869999998</c:v>
                </c:pt>
                <c:pt idx="1284">
                  <c:v>59.824913019999997</c:v>
                </c:pt>
                <c:pt idx="1285">
                  <c:v>59.824848179999996</c:v>
                </c:pt>
                <c:pt idx="1286">
                  <c:v>59.824783330000002</c:v>
                </c:pt>
                <c:pt idx="1287">
                  <c:v>59.824718480000001</c:v>
                </c:pt>
                <c:pt idx="1288">
                  <c:v>59.82465363</c:v>
                </c:pt>
                <c:pt idx="1289">
                  <c:v>59.824588779999999</c:v>
                </c:pt>
                <c:pt idx="1290">
                  <c:v>59.824520110000002</c:v>
                </c:pt>
                <c:pt idx="1291">
                  <c:v>59.824455260000001</c:v>
                </c:pt>
                <c:pt idx="1292">
                  <c:v>59.824386599999997</c:v>
                </c:pt>
                <c:pt idx="1293">
                  <c:v>59.824317929999999</c:v>
                </c:pt>
                <c:pt idx="1294">
                  <c:v>59.824249270000003</c:v>
                </c:pt>
                <c:pt idx="1295">
                  <c:v>59.824180599999998</c:v>
                </c:pt>
                <c:pt idx="1296">
                  <c:v>59.824111940000002</c:v>
                </c:pt>
                <c:pt idx="1297">
                  <c:v>59.824043269999997</c:v>
                </c:pt>
                <c:pt idx="1298">
                  <c:v>59.823970789999997</c:v>
                </c:pt>
                <c:pt idx="1299">
                  <c:v>59.82390213</c:v>
                </c:pt>
                <c:pt idx="1300">
                  <c:v>59.82382965</c:v>
                </c:pt>
                <c:pt idx="1301">
                  <c:v>59.82375717</c:v>
                </c:pt>
                <c:pt idx="1302">
                  <c:v>59.82368469</c:v>
                </c:pt>
                <c:pt idx="1303">
                  <c:v>59.82361221</c:v>
                </c:pt>
                <c:pt idx="1304">
                  <c:v>59.82353973</c:v>
                </c:pt>
                <c:pt idx="1305">
                  <c:v>59.82346725</c:v>
                </c:pt>
                <c:pt idx="1306">
                  <c:v>59.823390959999998</c:v>
                </c:pt>
                <c:pt idx="1307">
                  <c:v>59.823318479999998</c:v>
                </c:pt>
                <c:pt idx="1308">
                  <c:v>59.823242190000002</c:v>
                </c:pt>
                <c:pt idx="1309">
                  <c:v>59.823169710000002</c:v>
                </c:pt>
                <c:pt idx="1310">
                  <c:v>59.823093409999998</c:v>
                </c:pt>
                <c:pt idx="1311">
                  <c:v>59.823017120000003</c:v>
                </c:pt>
                <c:pt idx="1312">
                  <c:v>59.82294083</c:v>
                </c:pt>
                <c:pt idx="1313">
                  <c:v>59.822864529999997</c:v>
                </c:pt>
                <c:pt idx="1314">
                  <c:v>59.822784419999998</c:v>
                </c:pt>
                <c:pt idx="1315">
                  <c:v>59.822708130000002</c:v>
                </c:pt>
                <c:pt idx="1316">
                  <c:v>59.822628020000003</c:v>
                </c:pt>
                <c:pt idx="1317">
                  <c:v>59.822551730000001</c:v>
                </c:pt>
                <c:pt idx="1318">
                  <c:v>59.822471620000002</c:v>
                </c:pt>
                <c:pt idx="1319">
                  <c:v>59.822391510000003</c:v>
                </c:pt>
                <c:pt idx="1320">
                  <c:v>59.822311399999997</c:v>
                </c:pt>
                <c:pt idx="1321">
                  <c:v>59.822231289999998</c:v>
                </c:pt>
                <c:pt idx="1322">
                  <c:v>59.822151179999999</c:v>
                </c:pt>
                <c:pt idx="1323">
                  <c:v>59.822071080000001</c:v>
                </c:pt>
                <c:pt idx="1324">
                  <c:v>59.821990970000002</c:v>
                </c:pt>
                <c:pt idx="1325">
                  <c:v>59.821907039999999</c:v>
                </c:pt>
                <c:pt idx="1326">
                  <c:v>59.82182693</c:v>
                </c:pt>
                <c:pt idx="1327">
                  <c:v>59.821743009999999</c:v>
                </c:pt>
                <c:pt idx="1328">
                  <c:v>59.8216629</c:v>
                </c:pt>
                <c:pt idx="1329">
                  <c:v>59.821578979999998</c:v>
                </c:pt>
                <c:pt idx="1330">
                  <c:v>59.821495059999997</c:v>
                </c:pt>
                <c:pt idx="1331">
                  <c:v>59.821411130000001</c:v>
                </c:pt>
                <c:pt idx="1332">
                  <c:v>59.82132721</c:v>
                </c:pt>
                <c:pt idx="1333">
                  <c:v>59.821239470000002</c:v>
                </c:pt>
                <c:pt idx="1334">
                  <c:v>59.82115555</c:v>
                </c:pt>
                <c:pt idx="1335">
                  <c:v>59.821071619999998</c:v>
                </c:pt>
                <c:pt idx="1336">
                  <c:v>59.820983890000001</c:v>
                </c:pt>
                <c:pt idx="1337">
                  <c:v>59.820899959999998</c:v>
                </c:pt>
                <c:pt idx="1338">
                  <c:v>59.820812230000001</c:v>
                </c:pt>
                <c:pt idx="1339">
                  <c:v>59.820724490000003</c:v>
                </c:pt>
                <c:pt idx="1340">
                  <c:v>59.820640560000001</c:v>
                </c:pt>
                <c:pt idx="1341">
                  <c:v>59.820552829999997</c:v>
                </c:pt>
                <c:pt idx="1342">
                  <c:v>59.820465089999999</c:v>
                </c:pt>
                <c:pt idx="1343">
                  <c:v>59.820377350000001</c:v>
                </c:pt>
                <c:pt idx="1344">
                  <c:v>59.820289610000003</c:v>
                </c:pt>
                <c:pt idx="1345">
                  <c:v>59.820198060000003</c:v>
                </c:pt>
                <c:pt idx="1346">
                  <c:v>59.820110319999998</c:v>
                </c:pt>
                <c:pt idx="1347">
                  <c:v>59.820018769999997</c:v>
                </c:pt>
                <c:pt idx="1348">
                  <c:v>59.819931029999999</c:v>
                </c:pt>
                <c:pt idx="1349">
                  <c:v>59.819839479999999</c:v>
                </c:pt>
                <c:pt idx="1350">
                  <c:v>59.819751740000001</c:v>
                </c:pt>
                <c:pt idx="1351">
                  <c:v>59.81966019</c:v>
                </c:pt>
                <c:pt idx="1352">
                  <c:v>59.819568629999999</c:v>
                </c:pt>
                <c:pt idx="1353">
                  <c:v>59.819477079999999</c:v>
                </c:pt>
                <c:pt idx="1354">
                  <c:v>59.819385529999998</c:v>
                </c:pt>
                <c:pt idx="1355">
                  <c:v>59.819293979999998</c:v>
                </c:pt>
                <c:pt idx="1356">
                  <c:v>59.819202420000003</c:v>
                </c:pt>
                <c:pt idx="1357">
                  <c:v>59.81910706</c:v>
                </c:pt>
                <c:pt idx="1358">
                  <c:v>59.819015499999999</c:v>
                </c:pt>
                <c:pt idx="1359">
                  <c:v>59.818923949999999</c:v>
                </c:pt>
                <c:pt idx="1360">
                  <c:v>59.818828580000002</c:v>
                </c:pt>
                <c:pt idx="1361">
                  <c:v>59.818737030000001</c:v>
                </c:pt>
                <c:pt idx="1362">
                  <c:v>59.818645480000001</c:v>
                </c:pt>
                <c:pt idx="1363">
                  <c:v>59.818550109999997</c:v>
                </c:pt>
                <c:pt idx="1364">
                  <c:v>59.81845474</c:v>
                </c:pt>
                <c:pt idx="1365">
                  <c:v>59.818363189999999</c:v>
                </c:pt>
                <c:pt idx="1366">
                  <c:v>59.818267820000003</c:v>
                </c:pt>
                <c:pt idx="1367">
                  <c:v>59.818176270000002</c:v>
                </c:pt>
                <c:pt idx="1368">
                  <c:v>59.818080899999998</c:v>
                </c:pt>
                <c:pt idx="1369">
                  <c:v>59.817985530000001</c:v>
                </c:pt>
                <c:pt idx="1370">
                  <c:v>59.817890169999998</c:v>
                </c:pt>
                <c:pt idx="1371">
                  <c:v>59.817794800000001</c:v>
                </c:pt>
                <c:pt idx="1372">
                  <c:v>59.817703250000001</c:v>
                </c:pt>
                <c:pt idx="1373">
                  <c:v>59.817607879999997</c:v>
                </c:pt>
                <c:pt idx="1374">
                  <c:v>59.81751251</c:v>
                </c:pt>
                <c:pt idx="1375">
                  <c:v>59.817417140000003</c:v>
                </c:pt>
                <c:pt idx="1376">
                  <c:v>59.81732178</c:v>
                </c:pt>
                <c:pt idx="1377">
                  <c:v>59.817226410000004</c:v>
                </c:pt>
                <c:pt idx="1378">
                  <c:v>59.81713104</c:v>
                </c:pt>
                <c:pt idx="1379">
                  <c:v>59.817035679999996</c:v>
                </c:pt>
                <c:pt idx="1380">
                  <c:v>59.81694031</c:v>
                </c:pt>
                <c:pt idx="1381">
                  <c:v>59.816844940000003</c:v>
                </c:pt>
                <c:pt idx="1382">
                  <c:v>59.816749569999999</c:v>
                </c:pt>
                <c:pt idx="1383">
                  <c:v>59.816654210000003</c:v>
                </c:pt>
                <c:pt idx="1384">
                  <c:v>59.816558839999999</c:v>
                </c:pt>
                <c:pt idx="1385">
                  <c:v>59.816463470000002</c:v>
                </c:pt>
                <c:pt idx="1386">
                  <c:v>59.816364290000003</c:v>
                </c:pt>
                <c:pt idx="1387">
                  <c:v>59.816268919999999</c:v>
                </c:pt>
                <c:pt idx="1388">
                  <c:v>59.816173550000002</c:v>
                </c:pt>
                <c:pt idx="1389">
                  <c:v>59.816078189999999</c:v>
                </c:pt>
                <c:pt idx="1390">
                  <c:v>59.815982820000002</c:v>
                </c:pt>
                <c:pt idx="1391">
                  <c:v>59.815887449999998</c:v>
                </c:pt>
                <c:pt idx="1392">
                  <c:v>59.815788269999999</c:v>
                </c:pt>
                <c:pt idx="1393">
                  <c:v>59.815692900000002</c:v>
                </c:pt>
                <c:pt idx="1394">
                  <c:v>59.815597529999998</c:v>
                </c:pt>
                <c:pt idx="1395">
                  <c:v>59.815502170000002</c:v>
                </c:pt>
                <c:pt idx="1396">
                  <c:v>59.815402980000002</c:v>
                </c:pt>
                <c:pt idx="1397">
                  <c:v>59.815307619999999</c:v>
                </c:pt>
                <c:pt idx="1398">
                  <c:v>59.815212250000002</c:v>
                </c:pt>
                <c:pt idx="1399">
                  <c:v>59.815116879999998</c:v>
                </c:pt>
                <c:pt idx="1400">
                  <c:v>59.815017699999999</c:v>
                </c:pt>
                <c:pt idx="1401">
                  <c:v>59.814922330000002</c:v>
                </c:pt>
                <c:pt idx="1402">
                  <c:v>59.814826969999999</c:v>
                </c:pt>
                <c:pt idx="1403">
                  <c:v>59.814731600000002</c:v>
                </c:pt>
                <c:pt idx="1404">
                  <c:v>59.814636229999998</c:v>
                </c:pt>
                <c:pt idx="1405">
                  <c:v>59.814537049999998</c:v>
                </c:pt>
                <c:pt idx="1406">
                  <c:v>59.814441680000002</c:v>
                </c:pt>
                <c:pt idx="1407">
                  <c:v>59.814346309999998</c:v>
                </c:pt>
                <c:pt idx="1408">
                  <c:v>59.814250950000002</c:v>
                </c:pt>
                <c:pt idx="1409">
                  <c:v>59.814155579999998</c:v>
                </c:pt>
                <c:pt idx="1410">
                  <c:v>59.814060210000001</c:v>
                </c:pt>
                <c:pt idx="1411">
                  <c:v>59.813964839999997</c:v>
                </c:pt>
                <c:pt idx="1412">
                  <c:v>59.813869480000001</c:v>
                </c:pt>
                <c:pt idx="1413">
                  <c:v>59.813774109999997</c:v>
                </c:pt>
                <c:pt idx="1414">
                  <c:v>59.81367874</c:v>
                </c:pt>
                <c:pt idx="1415">
                  <c:v>59.813583370000003</c:v>
                </c:pt>
                <c:pt idx="1416">
                  <c:v>59.81348801</c:v>
                </c:pt>
                <c:pt idx="1417">
                  <c:v>59.813392640000004</c:v>
                </c:pt>
                <c:pt idx="1418">
                  <c:v>59.81329727</c:v>
                </c:pt>
                <c:pt idx="1419">
                  <c:v>59.813201900000003</c:v>
                </c:pt>
                <c:pt idx="1420">
                  <c:v>59.81310654</c:v>
                </c:pt>
                <c:pt idx="1421">
                  <c:v>59.813011170000003</c:v>
                </c:pt>
                <c:pt idx="1422">
                  <c:v>59.812919620000002</c:v>
                </c:pt>
                <c:pt idx="1423">
                  <c:v>59.812824249999998</c:v>
                </c:pt>
                <c:pt idx="1424">
                  <c:v>59.812728880000002</c:v>
                </c:pt>
                <c:pt idx="1425">
                  <c:v>59.812637330000001</c:v>
                </c:pt>
                <c:pt idx="1426">
                  <c:v>59.812541959999997</c:v>
                </c:pt>
                <c:pt idx="1427">
                  <c:v>59.81244659</c:v>
                </c:pt>
                <c:pt idx="1428">
                  <c:v>59.81235504</c:v>
                </c:pt>
                <c:pt idx="1429">
                  <c:v>59.812259670000003</c:v>
                </c:pt>
                <c:pt idx="1430">
                  <c:v>59.812168120000003</c:v>
                </c:pt>
                <c:pt idx="1431">
                  <c:v>59.812076570000002</c:v>
                </c:pt>
                <c:pt idx="1432">
                  <c:v>59.811981199999998</c:v>
                </c:pt>
                <c:pt idx="1433">
                  <c:v>59.811889649999998</c:v>
                </c:pt>
                <c:pt idx="1434">
                  <c:v>59.811798099999997</c:v>
                </c:pt>
                <c:pt idx="1435">
                  <c:v>59.811706540000003</c:v>
                </c:pt>
                <c:pt idx="1436">
                  <c:v>59.811614990000002</c:v>
                </c:pt>
                <c:pt idx="1437">
                  <c:v>59.811523440000002</c:v>
                </c:pt>
                <c:pt idx="1438">
                  <c:v>59.811431880000001</c:v>
                </c:pt>
                <c:pt idx="1439">
                  <c:v>59.81134033</c:v>
                </c:pt>
                <c:pt idx="1440">
                  <c:v>59.81124878</c:v>
                </c:pt>
                <c:pt idx="1441">
                  <c:v>59.811157229999999</c:v>
                </c:pt>
                <c:pt idx="1442">
                  <c:v>59.811069490000001</c:v>
                </c:pt>
                <c:pt idx="1443">
                  <c:v>59.810977940000001</c:v>
                </c:pt>
                <c:pt idx="1444">
                  <c:v>59.810886379999999</c:v>
                </c:pt>
                <c:pt idx="1445">
                  <c:v>59.810798650000002</c:v>
                </c:pt>
                <c:pt idx="1446">
                  <c:v>59.810707090000001</c:v>
                </c:pt>
                <c:pt idx="1447">
                  <c:v>59.810619350000003</c:v>
                </c:pt>
                <c:pt idx="1448">
                  <c:v>59.810531619999999</c:v>
                </c:pt>
                <c:pt idx="1449">
                  <c:v>59.810443880000001</c:v>
                </c:pt>
                <c:pt idx="1450">
                  <c:v>59.810352330000001</c:v>
                </c:pt>
                <c:pt idx="1451">
                  <c:v>59.810264590000003</c:v>
                </c:pt>
                <c:pt idx="1452">
                  <c:v>59.810176849999998</c:v>
                </c:pt>
                <c:pt idx="1453">
                  <c:v>59.81008911</c:v>
                </c:pt>
                <c:pt idx="1454">
                  <c:v>59.810005189999998</c:v>
                </c:pt>
                <c:pt idx="1455">
                  <c:v>59.80991745</c:v>
                </c:pt>
                <c:pt idx="1456">
                  <c:v>59.809829710000002</c:v>
                </c:pt>
                <c:pt idx="1457">
                  <c:v>59.809741969999997</c:v>
                </c:pt>
                <c:pt idx="1458">
                  <c:v>59.809658050000003</c:v>
                </c:pt>
                <c:pt idx="1459">
                  <c:v>59.809574130000001</c:v>
                </c:pt>
                <c:pt idx="1460">
                  <c:v>59.809486390000004</c:v>
                </c:pt>
                <c:pt idx="1461">
                  <c:v>59.809402470000002</c:v>
                </c:pt>
                <c:pt idx="1462">
                  <c:v>59.80931854</c:v>
                </c:pt>
                <c:pt idx="1463">
                  <c:v>59.809234619999998</c:v>
                </c:pt>
                <c:pt idx="1464">
                  <c:v>59.809150700000004</c:v>
                </c:pt>
                <c:pt idx="1465">
                  <c:v>59.809066770000001</c:v>
                </c:pt>
                <c:pt idx="1466">
                  <c:v>59.80898285</c:v>
                </c:pt>
                <c:pt idx="1467">
                  <c:v>59.808902740000001</c:v>
                </c:pt>
                <c:pt idx="1468">
                  <c:v>59.808818819999999</c:v>
                </c:pt>
                <c:pt idx="1469">
                  <c:v>59.808734889999997</c:v>
                </c:pt>
                <c:pt idx="1470">
                  <c:v>59.808654789999999</c:v>
                </c:pt>
                <c:pt idx="1471">
                  <c:v>59.808570860000003</c:v>
                </c:pt>
                <c:pt idx="1472">
                  <c:v>59.808490749999997</c:v>
                </c:pt>
                <c:pt idx="1473">
                  <c:v>59.808410639999998</c:v>
                </c:pt>
                <c:pt idx="1474">
                  <c:v>59.80833054</c:v>
                </c:pt>
                <c:pt idx="1475">
                  <c:v>59.808250430000001</c:v>
                </c:pt>
                <c:pt idx="1476">
                  <c:v>59.808170320000002</c:v>
                </c:pt>
                <c:pt idx="1477">
                  <c:v>59.808094019999999</c:v>
                </c:pt>
                <c:pt idx="1478">
                  <c:v>59.80801392</c:v>
                </c:pt>
                <c:pt idx="1479">
                  <c:v>59.807937619999997</c:v>
                </c:pt>
                <c:pt idx="1480">
                  <c:v>59.807857509999998</c:v>
                </c:pt>
                <c:pt idx="1481">
                  <c:v>59.807781220000003</c:v>
                </c:pt>
                <c:pt idx="1482">
                  <c:v>59.80770493</c:v>
                </c:pt>
                <c:pt idx="1483">
                  <c:v>59.807628630000004</c:v>
                </c:pt>
                <c:pt idx="1484">
                  <c:v>59.807552340000001</c:v>
                </c:pt>
                <c:pt idx="1485">
                  <c:v>59.807476039999997</c:v>
                </c:pt>
                <c:pt idx="1486">
                  <c:v>59.807399750000002</c:v>
                </c:pt>
                <c:pt idx="1487">
                  <c:v>59.807327270000002</c:v>
                </c:pt>
                <c:pt idx="1488">
                  <c:v>59.807250979999999</c:v>
                </c:pt>
                <c:pt idx="1489">
                  <c:v>59.807178499999999</c:v>
                </c:pt>
                <c:pt idx="1490">
                  <c:v>59.807102200000003</c:v>
                </c:pt>
                <c:pt idx="1491">
                  <c:v>59.807029720000003</c:v>
                </c:pt>
                <c:pt idx="1492">
                  <c:v>59.806957240000003</c:v>
                </c:pt>
                <c:pt idx="1493">
                  <c:v>59.806884770000003</c:v>
                </c:pt>
                <c:pt idx="1494">
                  <c:v>59.806812290000003</c:v>
                </c:pt>
                <c:pt idx="1495">
                  <c:v>59.806743619999999</c:v>
                </c:pt>
                <c:pt idx="1496">
                  <c:v>59.806671139999999</c:v>
                </c:pt>
                <c:pt idx="1497">
                  <c:v>59.806602480000002</c:v>
                </c:pt>
                <c:pt idx="1498">
                  <c:v>59.806533809999998</c:v>
                </c:pt>
                <c:pt idx="1499">
                  <c:v>59.806461329999998</c:v>
                </c:pt>
                <c:pt idx="1500">
                  <c:v>59.806392670000001</c:v>
                </c:pt>
                <c:pt idx="1501">
                  <c:v>59.806324009999997</c:v>
                </c:pt>
                <c:pt idx="1502">
                  <c:v>59.806259160000003</c:v>
                </c:pt>
                <c:pt idx="1503">
                  <c:v>59.806190489999999</c:v>
                </c:pt>
                <c:pt idx="1504">
                  <c:v>59.806125639999998</c:v>
                </c:pt>
                <c:pt idx="1505">
                  <c:v>59.806056980000001</c:v>
                </c:pt>
                <c:pt idx="1506">
                  <c:v>59.80599213</c:v>
                </c:pt>
                <c:pt idx="1507">
                  <c:v>59.805923460000002</c:v>
                </c:pt>
                <c:pt idx="1508">
                  <c:v>59.805862429999998</c:v>
                </c:pt>
                <c:pt idx="1509">
                  <c:v>59.805797579999997</c:v>
                </c:pt>
                <c:pt idx="1510">
                  <c:v>59.805732730000003</c:v>
                </c:pt>
                <c:pt idx="1511">
                  <c:v>59.805667880000001</c:v>
                </c:pt>
                <c:pt idx="1512">
                  <c:v>59.80560303</c:v>
                </c:pt>
                <c:pt idx="1513">
                  <c:v>59.805541990000002</c:v>
                </c:pt>
                <c:pt idx="1514">
                  <c:v>59.805477140000001</c:v>
                </c:pt>
                <c:pt idx="1515">
                  <c:v>59.805416110000003</c:v>
                </c:pt>
                <c:pt idx="1516">
                  <c:v>59.805355069999997</c:v>
                </c:pt>
                <c:pt idx="1517">
                  <c:v>59.80529404</c:v>
                </c:pt>
                <c:pt idx="1518">
                  <c:v>59.805233000000001</c:v>
                </c:pt>
                <c:pt idx="1519">
                  <c:v>59.805175779999999</c:v>
                </c:pt>
                <c:pt idx="1520">
                  <c:v>59.805114750000001</c:v>
                </c:pt>
                <c:pt idx="1521">
                  <c:v>59.805057529999999</c:v>
                </c:pt>
                <c:pt idx="1522">
                  <c:v>59.804996490000001</c:v>
                </c:pt>
                <c:pt idx="1523">
                  <c:v>59.804939269999998</c:v>
                </c:pt>
                <c:pt idx="1524">
                  <c:v>59.804882050000003</c:v>
                </c:pt>
                <c:pt idx="1525">
                  <c:v>59.804828639999997</c:v>
                </c:pt>
                <c:pt idx="1526">
                  <c:v>59.804771420000002</c:v>
                </c:pt>
                <c:pt idx="1527">
                  <c:v>59.804714199999999</c:v>
                </c:pt>
                <c:pt idx="1528">
                  <c:v>59.804660800000001</c:v>
                </c:pt>
                <c:pt idx="1529">
                  <c:v>59.804603579999998</c:v>
                </c:pt>
                <c:pt idx="1530">
                  <c:v>59.804550169999999</c:v>
                </c:pt>
                <c:pt idx="1531">
                  <c:v>59.80449677</c:v>
                </c:pt>
                <c:pt idx="1532">
                  <c:v>59.80444336</c:v>
                </c:pt>
                <c:pt idx="1533">
                  <c:v>59.804393769999997</c:v>
                </c:pt>
                <c:pt idx="1534">
                  <c:v>59.804340359999998</c:v>
                </c:pt>
                <c:pt idx="1535">
                  <c:v>59.804290770000001</c:v>
                </c:pt>
                <c:pt idx="1536">
                  <c:v>59.804237370000003</c:v>
                </c:pt>
                <c:pt idx="1537">
                  <c:v>59.804187769999999</c:v>
                </c:pt>
                <c:pt idx="1538">
                  <c:v>59.804138180000002</c:v>
                </c:pt>
                <c:pt idx="1539">
                  <c:v>59.804088589999999</c:v>
                </c:pt>
                <c:pt idx="1540">
                  <c:v>59.804039000000003</c:v>
                </c:pt>
                <c:pt idx="1541">
                  <c:v>59.803993230000003</c:v>
                </c:pt>
                <c:pt idx="1542">
                  <c:v>59.803947450000003</c:v>
                </c:pt>
                <c:pt idx="1543">
                  <c:v>59.803897859999999</c:v>
                </c:pt>
                <c:pt idx="1544">
                  <c:v>59.803852079999999</c:v>
                </c:pt>
                <c:pt idx="1545">
                  <c:v>59.803806299999998</c:v>
                </c:pt>
                <c:pt idx="1546">
                  <c:v>59.803760529999998</c:v>
                </c:pt>
                <c:pt idx="1547">
                  <c:v>59.803718570000001</c:v>
                </c:pt>
                <c:pt idx="1548">
                  <c:v>59.80367279</c:v>
                </c:pt>
                <c:pt idx="1549">
                  <c:v>59.803630830000003</c:v>
                </c:pt>
                <c:pt idx="1550">
                  <c:v>59.803588869999999</c:v>
                </c:pt>
                <c:pt idx="1551">
                  <c:v>59.803546910000001</c:v>
                </c:pt>
                <c:pt idx="1552">
                  <c:v>59.803504940000003</c:v>
                </c:pt>
                <c:pt idx="1553">
                  <c:v>59.803466800000002</c:v>
                </c:pt>
                <c:pt idx="1554">
                  <c:v>59.803424839999998</c:v>
                </c:pt>
                <c:pt idx="1555">
                  <c:v>59.803386690000004</c:v>
                </c:pt>
                <c:pt idx="1556">
                  <c:v>59.803348540000002</c:v>
                </c:pt>
                <c:pt idx="1557">
                  <c:v>59.80331039</c:v>
                </c:pt>
                <c:pt idx="1558">
                  <c:v>59.803272249999999</c:v>
                </c:pt>
                <c:pt idx="1559">
                  <c:v>59.803237920000001</c:v>
                </c:pt>
                <c:pt idx="1560">
                  <c:v>59.803199769999999</c:v>
                </c:pt>
                <c:pt idx="1561">
                  <c:v>59.803165440000001</c:v>
                </c:pt>
                <c:pt idx="1562">
                  <c:v>59.803131100000002</c:v>
                </c:pt>
                <c:pt idx="1563">
                  <c:v>59.803096770000003</c:v>
                </c:pt>
                <c:pt idx="1564">
                  <c:v>59.803066250000001</c:v>
                </c:pt>
                <c:pt idx="1565">
                  <c:v>59.803031920000002</c:v>
                </c:pt>
                <c:pt idx="1566">
                  <c:v>59.803001399999999</c:v>
                </c:pt>
                <c:pt idx="1567">
                  <c:v>59.802970889999997</c:v>
                </c:pt>
                <c:pt idx="1568">
                  <c:v>59.802940370000002</c:v>
                </c:pt>
                <c:pt idx="1569">
                  <c:v>59.802909849999999</c:v>
                </c:pt>
                <c:pt idx="1570">
                  <c:v>59.802879330000003</c:v>
                </c:pt>
                <c:pt idx="1571">
                  <c:v>59.802852629999997</c:v>
                </c:pt>
                <c:pt idx="1572">
                  <c:v>59.802822110000001</c:v>
                </c:pt>
                <c:pt idx="1573">
                  <c:v>59.802795410000002</c:v>
                </c:pt>
                <c:pt idx="1574">
                  <c:v>59.802772519999998</c:v>
                </c:pt>
                <c:pt idx="1575">
                  <c:v>59.802745819999998</c:v>
                </c:pt>
                <c:pt idx="1576">
                  <c:v>59.802719119999999</c:v>
                </c:pt>
                <c:pt idx="1577">
                  <c:v>59.802696230000002</c:v>
                </c:pt>
                <c:pt idx="1578">
                  <c:v>59.802673339999998</c:v>
                </c:pt>
                <c:pt idx="1579">
                  <c:v>59.802650450000002</c:v>
                </c:pt>
                <c:pt idx="1580">
                  <c:v>59.802627559999998</c:v>
                </c:pt>
                <c:pt idx="1581">
                  <c:v>59.802608489999997</c:v>
                </c:pt>
                <c:pt idx="1582">
                  <c:v>59.802589419999997</c:v>
                </c:pt>
                <c:pt idx="1583">
                  <c:v>59.80256653</c:v>
                </c:pt>
                <c:pt idx="1584">
                  <c:v>59.802547449999999</c:v>
                </c:pt>
                <c:pt idx="1585">
                  <c:v>59.802532200000002</c:v>
                </c:pt>
                <c:pt idx="1586">
                  <c:v>59.80251312</c:v>
                </c:pt>
                <c:pt idx="1587">
                  <c:v>59.802497860000003</c:v>
                </c:pt>
                <c:pt idx="1588">
                  <c:v>59.802482599999998</c:v>
                </c:pt>
                <c:pt idx="1589">
                  <c:v>59.802467350000001</c:v>
                </c:pt>
                <c:pt idx="1590">
                  <c:v>59.802452090000003</c:v>
                </c:pt>
                <c:pt idx="1591">
                  <c:v>59.80244064</c:v>
                </c:pt>
                <c:pt idx="1592">
                  <c:v>59.802425380000003</c:v>
                </c:pt>
                <c:pt idx="1593">
                  <c:v>59.802413940000001</c:v>
                </c:pt>
                <c:pt idx="1594">
                  <c:v>59.802402499999999</c:v>
                </c:pt>
                <c:pt idx="1595">
                  <c:v>59.802394870000001</c:v>
                </c:pt>
                <c:pt idx="1596">
                  <c:v>59.802383419999998</c:v>
                </c:pt>
                <c:pt idx="1597">
                  <c:v>59.802375789999999</c:v>
                </c:pt>
                <c:pt idx="1598">
                  <c:v>59.80236816</c:v>
                </c:pt>
                <c:pt idx="1599">
                  <c:v>59.802360530000001</c:v>
                </c:pt>
                <c:pt idx="1600">
                  <c:v>59.802356719999999</c:v>
                </c:pt>
                <c:pt idx="1601">
                  <c:v>59.80234909</c:v>
                </c:pt>
                <c:pt idx="1602">
                  <c:v>59.802345279999997</c:v>
                </c:pt>
                <c:pt idx="1603">
                  <c:v>59.802341460000001</c:v>
                </c:pt>
                <c:pt idx="1604">
                  <c:v>59.802337649999998</c:v>
                </c:pt>
                <c:pt idx="1605">
                  <c:v>59.802337649999998</c:v>
                </c:pt>
                <c:pt idx="1606">
                  <c:v>59.802333830000002</c:v>
                </c:pt>
                <c:pt idx="1607">
                  <c:v>59.802333830000002</c:v>
                </c:pt>
                <c:pt idx="1608">
                  <c:v>59.802333830000002</c:v>
                </c:pt>
                <c:pt idx="1609">
                  <c:v>59.802333830000002</c:v>
                </c:pt>
                <c:pt idx="1610">
                  <c:v>59.802337649999998</c:v>
                </c:pt>
                <c:pt idx="1611">
                  <c:v>59.802341460000001</c:v>
                </c:pt>
                <c:pt idx="1612">
                  <c:v>59.802345279999997</c:v>
                </c:pt>
                <c:pt idx="1613">
                  <c:v>59.802345279999997</c:v>
                </c:pt>
                <c:pt idx="1614">
                  <c:v>59.802352910000003</c:v>
                </c:pt>
                <c:pt idx="1615">
                  <c:v>59.802360530000001</c:v>
                </c:pt>
                <c:pt idx="1616">
                  <c:v>59.80236816</c:v>
                </c:pt>
                <c:pt idx="1617">
                  <c:v>59.802375789999999</c:v>
                </c:pt>
                <c:pt idx="1618">
                  <c:v>59.802383419999998</c:v>
                </c:pt>
                <c:pt idx="1619">
                  <c:v>59.802391049999997</c:v>
                </c:pt>
                <c:pt idx="1620">
                  <c:v>59.802402499999999</c:v>
                </c:pt>
                <c:pt idx="1621">
                  <c:v>59.802413940000001</c:v>
                </c:pt>
                <c:pt idx="1622">
                  <c:v>59.802425380000003</c:v>
                </c:pt>
                <c:pt idx="1623">
                  <c:v>59.802436829999998</c:v>
                </c:pt>
                <c:pt idx="1624">
                  <c:v>59.802452090000003</c:v>
                </c:pt>
                <c:pt idx="1625">
                  <c:v>59.802467350000001</c:v>
                </c:pt>
                <c:pt idx="1626">
                  <c:v>59.802482599999998</c:v>
                </c:pt>
                <c:pt idx="1627">
                  <c:v>59.802497860000003</c:v>
                </c:pt>
                <c:pt idx="1628">
                  <c:v>59.80251312</c:v>
                </c:pt>
                <c:pt idx="1629">
                  <c:v>59.802532200000002</c:v>
                </c:pt>
                <c:pt idx="1630">
                  <c:v>59.802547449999999</c:v>
                </c:pt>
                <c:pt idx="1631">
                  <c:v>59.80256653</c:v>
                </c:pt>
                <c:pt idx="1632">
                  <c:v>59.8025856</c:v>
                </c:pt>
                <c:pt idx="1633">
                  <c:v>59.802608489999997</c:v>
                </c:pt>
                <c:pt idx="1634">
                  <c:v>59.802631380000001</c:v>
                </c:pt>
                <c:pt idx="1635">
                  <c:v>59.802650450000002</c:v>
                </c:pt>
                <c:pt idx="1636">
                  <c:v>59.802673339999998</c:v>
                </c:pt>
                <c:pt idx="1637">
                  <c:v>59.802700039999998</c:v>
                </c:pt>
                <c:pt idx="1638">
                  <c:v>59.802722930000002</c:v>
                </c:pt>
                <c:pt idx="1639">
                  <c:v>59.802749630000001</c:v>
                </c:pt>
                <c:pt idx="1640">
                  <c:v>59.802776340000001</c:v>
                </c:pt>
                <c:pt idx="1641">
                  <c:v>59.802803040000001</c:v>
                </c:pt>
                <c:pt idx="1642">
                  <c:v>59.80282974</c:v>
                </c:pt>
                <c:pt idx="1643">
                  <c:v>59.802860260000003</c:v>
                </c:pt>
                <c:pt idx="1644">
                  <c:v>59.802886960000002</c:v>
                </c:pt>
                <c:pt idx="1645">
                  <c:v>59.802886960000002</c:v>
                </c:pt>
                <c:pt idx="1646">
                  <c:v>59.802925109999997</c:v>
                </c:pt>
                <c:pt idx="1647">
                  <c:v>59.802963259999999</c:v>
                </c:pt>
                <c:pt idx="1648">
                  <c:v>59.803005220000003</c:v>
                </c:pt>
                <c:pt idx="1649">
                  <c:v>59.803043369999997</c:v>
                </c:pt>
                <c:pt idx="1650">
                  <c:v>59.803081509999998</c:v>
                </c:pt>
                <c:pt idx="1651">
                  <c:v>59.803123470000003</c:v>
                </c:pt>
                <c:pt idx="1652">
                  <c:v>59.803161619999997</c:v>
                </c:pt>
                <c:pt idx="1653">
                  <c:v>59.803203580000002</c:v>
                </c:pt>
                <c:pt idx="1654">
                  <c:v>59.803241730000003</c:v>
                </c:pt>
                <c:pt idx="1655">
                  <c:v>59.803279879999998</c:v>
                </c:pt>
                <c:pt idx="1656">
                  <c:v>59.803321840000002</c:v>
                </c:pt>
                <c:pt idx="1657">
                  <c:v>59.8033638</c:v>
                </c:pt>
                <c:pt idx="1658">
                  <c:v>59.803401950000001</c:v>
                </c:pt>
                <c:pt idx="1659">
                  <c:v>59.803443909999999</c:v>
                </c:pt>
                <c:pt idx="1660">
                  <c:v>59.80348206</c:v>
                </c:pt>
                <c:pt idx="1661">
                  <c:v>59.803524019999998</c:v>
                </c:pt>
                <c:pt idx="1662">
                  <c:v>59.803565980000002</c:v>
                </c:pt>
                <c:pt idx="1663">
                  <c:v>59.803607939999999</c:v>
                </c:pt>
                <c:pt idx="1664">
                  <c:v>59.80365372</c:v>
                </c:pt>
                <c:pt idx="1665">
                  <c:v>59.803695679999997</c:v>
                </c:pt>
                <c:pt idx="1666">
                  <c:v>59.803737640000001</c:v>
                </c:pt>
                <c:pt idx="1667">
                  <c:v>59.803783420000002</c:v>
                </c:pt>
                <c:pt idx="1668">
                  <c:v>59.803829190000002</c:v>
                </c:pt>
                <c:pt idx="1669">
                  <c:v>59.803874970000003</c:v>
                </c:pt>
                <c:pt idx="1670">
                  <c:v>59.803920750000003</c:v>
                </c:pt>
                <c:pt idx="1671">
                  <c:v>59.803966520000003</c:v>
                </c:pt>
                <c:pt idx="1672">
                  <c:v>59.804012299999997</c:v>
                </c:pt>
                <c:pt idx="1673">
                  <c:v>59.80406189</c:v>
                </c:pt>
                <c:pt idx="1674">
                  <c:v>59.80410767</c:v>
                </c:pt>
                <c:pt idx="1675">
                  <c:v>59.804157259999997</c:v>
                </c:pt>
                <c:pt idx="1676">
                  <c:v>59.80420685</c:v>
                </c:pt>
                <c:pt idx="1677">
                  <c:v>59.804256440000003</c:v>
                </c:pt>
                <c:pt idx="1678">
                  <c:v>59.804309840000002</c:v>
                </c:pt>
                <c:pt idx="1679">
                  <c:v>59.804359439999999</c:v>
                </c:pt>
                <c:pt idx="1680">
                  <c:v>59.804412839999998</c:v>
                </c:pt>
                <c:pt idx="1681">
                  <c:v>59.804466249999997</c:v>
                </c:pt>
                <c:pt idx="1682">
                  <c:v>59.804519650000003</c:v>
                </c:pt>
                <c:pt idx="1683">
                  <c:v>59.804573060000003</c:v>
                </c:pt>
                <c:pt idx="1684">
                  <c:v>59.804626460000001</c:v>
                </c:pt>
                <c:pt idx="1685">
                  <c:v>59.804683689999997</c:v>
                </c:pt>
                <c:pt idx="1686">
                  <c:v>59.804737090000003</c:v>
                </c:pt>
                <c:pt idx="1687">
                  <c:v>59.804794309999998</c:v>
                </c:pt>
                <c:pt idx="1688">
                  <c:v>59.804851530000001</c:v>
                </c:pt>
                <c:pt idx="1689">
                  <c:v>59.804908750000003</c:v>
                </c:pt>
                <c:pt idx="1690">
                  <c:v>59.804965969999998</c:v>
                </c:pt>
                <c:pt idx="1691">
                  <c:v>59.80502319</c:v>
                </c:pt>
                <c:pt idx="1692">
                  <c:v>59.805084229999999</c:v>
                </c:pt>
                <c:pt idx="1693">
                  <c:v>59.805145260000003</c:v>
                </c:pt>
                <c:pt idx="1694">
                  <c:v>59.805202479999998</c:v>
                </c:pt>
                <c:pt idx="1695">
                  <c:v>59.805263519999997</c:v>
                </c:pt>
                <c:pt idx="1696">
                  <c:v>59.805324550000002</c:v>
                </c:pt>
                <c:pt idx="1697">
                  <c:v>59.80538559</c:v>
                </c:pt>
                <c:pt idx="1698">
                  <c:v>59.805450440000001</c:v>
                </c:pt>
                <c:pt idx="1699">
                  <c:v>59.805511469999999</c:v>
                </c:pt>
                <c:pt idx="1700">
                  <c:v>59.805572509999998</c:v>
                </c:pt>
                <c:pt idx="1701">
                  <c:v>59.805637359999999</c:v>
                </c:pt>
                <c:pt idx="1702">
                  <c:v>59.80570221</c:v>
                </c:pt>
                <c:pt idx="1703">
                  <c:v>59.805763239999997</c:v>
                </c:pt>
                <c:pt idx="1704">
                  <c:v>59.805828089999999</c:v>
                </c:pt>
                <c:pt idx="1705">
                  <c:v>59.80589294</c:v>
                </c:pt>
                <c:pt idx="1706">
                  <c:v>59.805961609999997</c:v>
                </c:pt>
                <c:pt idx="1707">
                  <c:v>59.806026459999998</c:v>
                </c:pt>
                <c:pt idx="1708">
                  <c:v>59.806091309999999</c:v>
                </c:pt>
                <c:pt idx="1709">
                  <c:v>59.806159970000003</c:v>
                </c:pt>
                <c:pt idx="1710">
                  <c:v>59.80622864</c:v>
                </c:pt>
                <c:pt idx="1711">
                  <c:v>59.806293490000002</c:v>
                </c:pt>
                <c:pt idx="1712">
                  <c:v>59.806362149999998</c:v>
                </c:pt>
                <c:pt idx="1713">
                  <c:v>59.806430820000003</c:v>
                </c:pt>
                <c:pt idx="1714">
                  <c:v>59.806499479999999</c:v>
                </c:pt>
                <c:pt idx="1715">
                  <c:v>59.806568149999997</c:v>
                </c:pt>
                <c:pt idx="1716">
                  <c:v>59.806636810000001</c:v>
                </c:pt>
                <c:pt idx="1717">
                  <c:v>59.806705469999997</c:v>
                </c:pt>
                <c:pt idx="1718">
                  <c:v>59.806774140000002</c:v>
                </c:pt>
                <c:pt idx="1719">
                  <c:v>59.806846620000002</c:v>
                </c:pt>
                <c:pt idx="1720">
                  <c:v>59.806915279999998</c:v>
                </c:pt>
                <c:pt idx="1721">
                  <c:v>59.806987759999998</c:v>
                </c:pt>
                <c:pt idx="1722">
                  <c:v>59.807056430000003</c:v>
                </c:pt>
                <c:pt idx="1723">
                  <c:v>59.807128910000003</c:v>
                </c:pt>
                <c:pt idx="1724">
                  <c:v>59.80719757</c:v>
                </c:pt>
                <c:pt idx="1725">
                  <c:v>59.80727005</c:v>
                </c:pt>
                <c:pt idx="1726">
                  <c:v>59.80734253</c:v>
                </c:pt>
                <c:pt idx="1727">
                  <c:v>59.80741501</c:v>
                </c:pt>
                <c:pt idx="1728">
                  <c:v>59.807483670000003</c:v>
                </c:pt>
                <c:pt idx="1729">
                  <c:v>59.807556150000003</c:v>
                </c:pt>
                <c:pt idx="1730">
                  <c:v>59.807628630000004</c:v>
                </c:pt>
                <c:pt idx="1731">
                  <c:v>59.807701109999996</c:v>
                </c:pt>
                <c:pt idx="1732">
                  <c:v>59.807773589999996</c:v>
                </c:pt>
                <c:pt idx="1733">
                  <c:v>59.807846069999997</c:v>
                </c:pt>
                <c:pt idx="1734">
                  <c:v>59.807918549999997</c:v>
                </c:pt>
                <c:pt idx="1735">
                  <c:v>59.807991029999997</c:v>
                </c:pt>
                <c:pt idx="1736">
                  <c:v>59.808063509999997</c:v>
                </c:pt>
                <c:pt idx="1737">
                  <c:v>59.808135989999997</c:v>
                </c:pt>
                <c:pt idx="1738">
                  <c:v>59.808208469999997</c:v>
                </c:pt>
                <c:pt idx="1739">
                  <c:v>59.808280940000003</c:v>
                </c:pt>
                <c:pt idx="1740">
                  <c:v>59.808353420000003</c:v>
                </c:pt>
                <c:pt idx="1741">
                  <c:v>59.808425900000003</c:v>
                </c:pt>
                <c:pt idx="1742">
                  <c:v>59.808498380000003</c:v>
                </c:pt>
                <c:pt idx="1743">
                  <c:v>59.80857468</c:v>
                </c:pt>
                <c:pt idx="1744">
                  <c:v>59.80864716</c:v>
                </c:pt>
                <c:pt idx="1745">
                  <c:v>59.80871964</c:v>
                </c:pt>
                <c:pt idx="1746">
                  <c:v>59.808792109999999</c:v>
                </c:pt>
                <c:pt idx="1747">
                  <c:v>59.808864589999999</c:v>
                </c:pt>
                <c:pt idx="1748">
                  <c:v>59.808937069999999</c:v>
                </c:pt>
                <c:pt idx="1749">
                  <c:v>59.809009549999999</c:v>
                </c:pt>
                <c:pt idx="1750">
                  <c:v>59.809082029999999</c:v>
                </c:pt>
                <c:pt idx="1751">
                  <c:v>59.809154509999999</c:v>
                </c:pt>
                <c:pt idx="1752">
                  <c:v>59.809226989999999</c:v>
                </c:pt>
                <c:pt idx="1753">
                  <c:v>59.809299469999999</c:v>
                </c:pt>
                <c:pt idx="1754">
                  <c:v>59.809371949999999</c:v>
                </c:pt>
                <c:pt idx="1755">
                  <c:v>59.809444429999999</c:v>
                </c:pt>
                <c:pt idx="1756">
                  <c:v>59.809516909999999</c:v>
                </c:pt>
                <c:pt idx="1757">
                  <c:v>59.809589389999999</c:v>
                </c:pt>
                <c:pt idx="1758">
                  <c:v>59.809661869999999</c:v>
                </c:pt>
                <c:pt idx="1759">
                  <c:v>59.809734339999999</c:v>
                </c:pt>
                <c:pt idx="1760">
                  <c:v>59.809803010000003</c:v>
                </c:pt>
                <c:pt idx="1761">
                  <c:v>59.809875490000003</c:v>
                </c:pt>
                <c:pt idx="1762">
                  <c:v>59.809947970000003</c:v>
                </c:pt>
                <c:pt idx="1763">
                  <c:v>59.81001663</c:v>
                </c:pt>
                <c:pt idx="1764">
                  <c:v>59.81008911</c:v>
                </c:pt>
                <c:pt idx="1765">
                  <c:v>59.810157779999997</c:v>
                </c:pt>
                <c:pt idx="1766">
                  <c:v>59.810230259999997</c:v>
                </c:pt>
                <c:pt idx="1767">
                  <c:v>59.810302729999997</c:v>
                </c:pt>
                <c:pt idx="1768">
                  <c:v>59.810371400000001</c:v>
                </c:pt>
                <c:pt idx="1769">
                  <c:v>59.810440059999998</c:v>
                </c:pt>
                <c:pt idx="1770">
                  <c:v>59.810508730000002</c:v>
                </c:pt>
                <c:pt idx="1771">
                  <c:v>59.810581210000002</c:v>
                </c:pt>
                <c:pt idx="1772">
                  <c:v>59.810649869999999</c:v>
                </c:pt>
                <c:pt idx="1773">
                  <c:v>59.810718540000003</c:v>
                </c:pt>
                <c:pt idx="1774">
                  <c:v>59.8107872</c:v>
                </c:pt>
                <c:pt idx="1775">
                  <c:v>59.810852050000001</c:v>
                </c:pt>
                <c:pt idx="1776">
                  <c:v>59.810920719999999</c:v>
                </c:pt>
                <c:pt idx="1777">
                  <c:v>59.810989380000002</c:v>
                </c:pt>
                <c:pt idx="1778">
                  <c:v>59.811058039999999</c:v>
                </c:pt>
                <c:pt idx="1779">
                  <c:v>59.81112289</c:v>
                </c:pt>
                <c:pt idx="1780">
                  <c:v>59.811187740000001</c:v>
                </c:pt>
                <c:pt idx="1781">
                  <c:v>59.811256409999999</c:v>
                </c:pt>
                <c:pt idx="1782">
                  <c:v>59.81132126</c:v>
                </c:pt>
                <c:pt idx="1783">
                  <c:v>59.811386110000001</c:v>
                </c:pt>
                <c:pt idx="1784">
                  <c:v>59.811450960000002</c:v>
                </c:pt>
                <c:pt idx="1785">
                  <c:v>59.811515810000003</c:v>
                </c:pt>
                <c:pt idx="1786">
                  <c:v>59.811580659999997</c:v>
                </c:pt>
                <c:pt idx="1787">
                  <c:v>59.811645509999998</c:v>
                </c:pt>
                <c:pt idx="1788">
                  <c:v>59.811710359999999</c:v>
                </c:pt>
                <c:pt idx="1789">
                  <c:v>59.811771389999997</c:v>
                </c:pt>
                <c:pt idx="1790">
                  <c:v>59.811836239999998</c:v>
                </c:pt>
                <c:pt idx="1791">
                  <c:v>59.811897279999997</c:v>
                </c:pt>
                <c:pt idx="1792">
                  <c:v>59.811962129999998</c:v>
                </c:pt>
                <c:pt idx="1793">
                  <c:v>59.812023160000003</c:v>
                </c:pt>
                <c:pt idx="1794">
                  <c:v>59.812084200000001</c:v>
                </c:pt>
                <c:pt idx="1795">
                  <c:v>59.812145229999999</c:v>
                </c:pt>
                <c:pt idx="1796">
                  <c:v>59.812206269999997</c:v>
                </c:pt>
                <c:pt idx="1797">
                  <c:v>59.812263489999999</c:v>
                </c:pt>
                <c:pt idx="1798">
                  <c:v>59.812324519999997</c:v>
                </c:pt>
                <c:pt idx="1799">
                  <c:v>59.812381739999999</c:v>
                </c:pt>
                <c:pt idx="1800">
                  <c:v>59.812442779999998</c:v>
                </c:pt>
                <c:pt idx="1801">
                  <c:v>59.8125</c:v>
                </c:pt>
                <c:pt idx="1802">
                  <c:v>59.812557220000002</c:v>
                </c:pt>
                <c:pt idx="1803">
                  <c:v>59.812614439999997</c:v>
                </c:pt>
                <c:pt idx="1804">
                  <c:v>59.812671659999999</c:v>
                </c:pt>
                <c:pt idx="1805">
                  <c:v>59.812728880000002</c:v>
                </c:pt>
                <c:pt idx="1806">
                  <c:v>59.812786099999997</c:v>
                </c:pt>
                <c:pt idx="1807">
                  <c:v>59.812839510000003</c:v>
                </c:pt>
                <c:pt idx="1808">
                  <c:v>59.812892910000002</c:v>
                </c:pt>
                <c:pt idx="1809">
                  <c:v>59.812950129999997</c:v>
                </c:pt>
                <c:pt idx="1810">
                  <c:v>59.813003539999997</c:v>
                </c:pt>
                <c:pt idx="1811">
                  <c:v>59.813056950000004</c:v>
                </c:pt>
                <c:pt idx="1812">
                  <c:v>59.813110350000002</c:v>
                </c:pt>
                <c:pt idx="1813">
                  <c:v>59.813159939999998</c:v>
                </c:pt>
                <c:pt idx="1814">
                  <c:v>59.813213349999998</c:v>
                </c:pt>
                <c:pt idx="1815">
                  <c:v>59.813262940000001</c:v>
                </c:pt>
                <c:pt idx="1816">
                  <c:v>59.813312529999997</c:v>
                </c:pt>
                <c:pt idx="1817">
                  <c:v>59.813362120000001</c:v>
                </c:pt>
                <c:pt idx="1818">
                  <c:v>59.813411709999997</c:v>
                </c:pt>
                <c:pt idx="1819">
                  <c:v>59.8134613</c:v>
                </c:pt>
                <c:pt idx="1820">
                  <c:v>59.813510890000003</c:v>
                </c:pt>
                <c:pt idx="1821">
                  <c:v>59.81356049</c:v>
                </c:pt>
                <c:pt idx="1822">
                  <c:v>59.81360626</c:v>
                </c:pt>
                <c:pt idx="1823">
                  <c:v>59.813652040000001</c:v>
                </c:pt>
                <c:pt idx="1824">
                  <c:v>59.813697810000001</c:v>
                </c:pt>
                <c:pt idx="1825">
                  <c:v>59.813743590000001</c:v>
                </c:pt>
                <c:pt idx="1826">
                  <c:v>59.813789370000002</c:v>
                </c:pt>
                <c:pt idx="1827">
                  <c:v>59.813831329999999</c:v>
                </c:pt>
                <c:pt idx="1828">
                  <c:v>59.81387711</c:v>
                </c:pt>
                <c:pt idx="1829">
                  <c:v>59.813919069999997</c:v>
                </c:pt>
                <c:pt idx="1830">
                  <c:v>59.813961030000002</c:v>
                </c:pt>
                <c:pt idx="1831">
                  <c:v>59.814002989999999</c:v>
                </c:pt>
                <c:pt idx="1832">
                  <c:v>59.814044950000003</c:v>
                </c:pt>
                <c:pt idx="1833">
                  <c:v>59.81408691</c:v>
                </c:pt>
                <c:pt idx="1834">
                  <c:v>59.814125060000002</c:v>
                </c:pt>
                <c:pt idx="1835">
                  <c:v>59.814167019999999</c:v>
                </c:pt>
                <c:pt idx="1836">
                  <c:v>59.814205170000001</c:v>
                </c:pt>
                <c:pt idx="1837">
                  <c:v>59.814243320000003</c:v>
                </c:pt>
                <c:pt idx="1838">
                  <c:v>59.814281459999997</c:v>
                </c:pt>
                <c:pt idx="1839">
                  <c:v>59.814315800000003</c:v>
                </c:pt>
                <c:pt idx="1840">
                  <c:v>59.814353939999997</c:v>
                </c:pt>
                <c:pt idx="1841">
                  <c:v>59.814388280000003</c:v>
                </c:pt>
                <c:pt idx="1842">
                  <c:v>59.814422610000001</c:v>
                </c:pt>
                <c:pt idx="1843">
                  <c:v>59.814456939999999</c:v>
                </c:pt>
                <c:pt idx="1844">
                  <c:v>59.814491269999998</c:v>
                </c:pt>
                <c:pt idx="1845">
                  <c:v>59.814491269999998</c:v>
                </c:pt>
                <c:pt idx="1846">
                  <c:v>59.814647669999999</c:v>
                </c:pt>
                <c:pt idx="1847">
                  <c:v>59.81474686</c:v>
                </c:pt>
                <c:pt idx="1848">
                  <c:v>59.814830780000001</c:v>
                </c:pt>
                <c:pt idx="1849">
                  <c:v>59.814903260000001</c:v>
                </c:pt>
                <c:pt idx="1850">
                  <c:v>59.814968110000002</c:v>
                </c:pt>
                <c:pt idx="1851">
                  <c:v>59.81502914</c:v>
                </c:pt>
                <c:pt idx="1852">
                  <c:v>59.815078739999997</c:v>
                </c:pt>
                <c:pt idx="1853">
                  <c:v>59.815120700000001</c:v>
                </c:pt>
                <c:pt idx="1854">
                  <c:v>59.815162659999999</c:v>
                </c:pt>
                <c:pt idx="1855">
                  <c:v>59.815193180000001</c:v>
                </c:pt>
                <c:pt idx="1856">
                  <c:v>59.815219880000001</c:v>
                </c:pt>
                <c:pt idx="1857">
                  <c:v>59.815242769999998</c:v>
                </c:pt>
                <c:pt idx="1858">
                  <c:v>59.815261839999998</c:v>
                </c:pt>
                <c:pt idx="1859">
                  <c:v>59.815277100000003</c:v>
                </c:pt>
                <c:pt idx="1860">
                  <c:v>59.815288539999997</c:v>
                </c:pt>
                <c:pt idx="1861">
                  <c:v>59.815296170000003</c:v>
                </c:pt>
                <c:pt idx="1862">
                  <c:v>59.81529999</c:v>
                </c:pt>
                <c:pt idx="1863">
                  <c:v>59.815307619999999</c:v>
                </c:pt>
                <c:pt idx="1864">
                  <c:v>59.815307619999999</c:v>
                </c:pt>
                <c:pt idx="1865">
                  <c:v>59.815311430000001</c:v>
                </c:pt>
                <c:pt idx="1866">
                  <c:v>59.815311430000001</c:v>
                </c:pt>
                <c:pt idx="1867">
                  <c:v>59.815311430000001</c:v>
                </c:pt>
                <c:pt idx="1868">
                  <c:v>59.815311430000001</c:v>
                </c:pt>
                <c:pt idx="1869">
                  <c:v>59.815307619999999</c:v>
                </c:pt>
                <c:pt idx="1870">
                  <c:v>59.815307619999999</c:v>
                </c:pt>
                <c:pt idx="1871">
                  <c:v>59.815307619999999</c:v>
                </c:pt>
                <c:pt idx="1872">
                  <c:v>59.815307619999999</c:v>
                </c:pt>
                <c:pt idx="1873">
                  <c:v>59.815307619999999</c:v>
                </c:pt>
                <c:pt idx="1874">
                  <c:v>59.815303800000002</c:v>
                </c:pt>
                <c:pt idx="1875">
                  <c:v>59.815303800000002</c:v>
                </c:pt>
                <c:pt idx="1876">
                  <c:v>59.815303800000002</c:v>
                </c:pt>
                <c:pt idx="1877">
                  <c:v>59.815303800000002</c:v>
                </c:pt>
                <c:pt idx="1878">
                  <c:v>59.815303800000002</c:v>
                </c:pt>
                <c:pt idx="1879">
                  <c:v>59.815303800000002</c:v>
                </c:pt>
                <c:pt idx="1880">
                  <c:v>59.815303800000002</c:v>
                </c:pt>
                <c:pt idx="1881">
                  <c:v>59.815303800000002</c:v>
                </c:pt>
                <c:pt idx="1882">
                  <c:v>59.815303800000002</c:v>
                </c:pt>
                <c:pt idx="1883">
                  <c:v>59.815303800000002</c:v>
                </c:pt>
                <c:pt idx="1884">
                  <c:v>59.815303800000002</c:v>
                </c:pt>
                <c:pt idx="1885">
                  <c:v>59.81529999</c:v>
                </c:pt>
                <c:pt idx="1886">
                  <c:v>59.81529999</c:v>
                </c:pt>
                <c:pt idx="1887">
                  <c:v>59.81529999</c:v>
                </c:pt>
                <c:pt idx="1888">
                  <c:v>59.815296170000003</c:v>
                </c:pt>
                <c:pt idx="1889">
                  <c:v>59.815292360000001</c:v>
                </c:pt>
                <c:pt idx="1890">
                  <c:v>59.815292360000001</c:v>
                </c:pt>
                <c:pt idx="1891">
                  <c:v>59.815288539999997</c:v>
                </c:pt>
                <c:pt idx="1892">
                  <c:v>59.815284730000002</c:v>
                </c:pt>
                <c:pt idx="1893">
                  <c:v>59.815280909999998</c:v>
                </c:pt>
                <c:pt idx="1894">
                  <c:v>59.815277100000003</c:v>
                </c:pt>
                <c:pt idx="1895">
                  <c:v>59.815269469999997</c:v>
                </c:pt>
                <c:pt idx="1896">
                  <c:v>59.815265660000001</c:v>
                </c:pt>
                <c:pt idx="1897">
                  <c:v>59.815261839999998</c:v>
                </c:pt>
                <c:pt idx="1898">
                  <c:v>59.815254209999999</c:v>
                </c:pt>
                <c:pt idx="1899">
                  <c:v>59.81524658</c:v>
                </c:pt>
                <c:pt idx="1900">
                  <c:v>59.815242769999998</c:v>
                </c:pt>
                <c:pt idx="1901">
                  <c:v>59.815235139999999</c:v>
                </c:pt>
                <c:pt idx="1902">
                  <c:v>59.81522751</c:v>
                </c:pt>
                <c:pt idx="1903">
                  <c:v>59.815219880000001</c:v>
                </c:pt>
                <c:pt idx="1904">
                  <c:v>59.815212250000002</c:v>
                </c:pt>
                <c:pt idx="1905">
                  <c:v>59.81520081</c:v>
                </c:pt>
                <c:pt idx="1906">
                  <c:v>59.815193180000001</c:v>
                </c:pt>
                <c:pt idx="1907">
                  <c:v>59.815185550000002</c:v>
                </c:pt>
                <c:pt idx="1908">
                  <c:v>59.815177919999996</c:v>
                </c:pt>
                <c:pt idx="1909">
                  <c:v>59.815166470000001</c:v>
                </c:pt>
                <c:pt idx="1910">
                  <c:v>59.81515503</c:v>
                </c:pt>
                <c:pt idx="1911">
                  <c:v>59.815147400000001</c:v>
                </c:pt>
                <c:pt idx="1912">
                  <c:v>59.815135959999999</c:v>
                </c:pt>
                <c:pt idx="1913">
                  <c:v>59.815124509999997</c:v>
                </c:pt>
                <c:pt idx="1914">
                  <c:v>59.815113070000002</c:v>
                </c:pt>
                <c:pt idx="1915">
                  <c:v>59.81510162</c:v>
                </c:pt>
                <c:pt idx="1916">
                  <c:v>59.815090179999999</c:v>
                </c:pt>
                <c:pt idx="1917">
                  <c:v>59.815078739999997</c:v>
                </c:pt>
                <c:pt idx="1918">
                  <c:v>59.815063479999999</c:v>
                </c:pt>
                <c:pt idx="1919">
                  <c:v>59.815048220000001</c:v>
                </c:pt>
                <c:pt idx="1920">
                  <c:v>59.815036769999999</c:v>
                </c:pt>
                <c:pt idx="1921">
                  <c:v>59.815021510000001</c:v>
                </c:pt>
                <c:pt idx="1922">
                  <c:v>59.815006259999997</c:v>
                </c:pt>
                <c:pt idx="1923">
                  <c:v>59.814990999999999</c:v>
                </c:pt>
                <c:pt idx="1924">
                  <c:v>59.814975740000001</c:v>
                </c:pt>
                <c:pt idx="1925">
                  <c:v>59.814960480000003</c:v>
                </c:pt>
                <c:pt idx="1926">
                  <c:v>59.814945219999998</c:v>
                </c:pt>
                <c:pt idx="1927">
                  <c:v>59.814929960000001</c:v>
                </c:pt>
                <c:pt idx="1928">
                  <c:v>59.81491089</c:v>
                </c:pt>
                <c:pt idx="1929">
                  <c:v>59.81489182</c:v>
                </c:pt>
                <c:pt idx="1930">
                  <c:v>59.814876560000002</c:v>
                </c:pt>
                <c:pt idx="1931">
                  <c:v>59.814857480000001</c:v>
                </c:pt>
                <c:pt idx="1932">
                  <c:v>59.81483841</c:v>
                </c:pt>
                <c:pt idx="1933">
                  <c:v>59.81481934</c:v>
                </c:pt>
                <c:pt idx="1934">
                  <c:v>59.814800259999998</c:v>
                </c:pt>
                <c:pt idx="1935">
                  <c:v>59.814777370000002</c:v>
                </c:pt>
                <c:pt idx="1936">
                  <c:v>59.814758300000001</c:v>
                </c:pt>
                <c:pt idx="1937">
                  <c:v>59.814739230000001</c:v>
                </c:pt>
                <c:pt idx="1938">
                  <c:v>59.814716339999997</c:v>
                </c:pt>
                <c:pt idx="1939">
                  <c:v>59.81469345</c:v>
                </c:pt>
                <c:pt idx="1940">
                  <c:v>59.81467438</c:v>
                </c:pt>
                <c:pt idx="1941">
                  <c:v>59.814651490000003</c:v>
                </c:pt>
                <c:pt idx="1942">
                  <c:v>59.814628599999999</c:v>
                </c:pt>
                <c:pt idx="1943">
                  <c:v>59.814605710000002</c:v>
                </c:pt>
                <c:pt idx="1944">
                  <c:v>59.814582819999998</c:v>
                </c:pt>
                <c:pt idx="1945">
                  <c:v>59.814556119999999</c:v>
                </c:pt>
                <c:pt idx="1946">
                  <c:v>59.814533230000002</c:v>
                </c:pt>
                <c:pt idx="1947">
                  <c:v>59.814506530000003</c:v>
                </c:pt>
                <c:pt idx="1948">
                  <c:v>59.814483639999999</c:v>
                </c:pt>
                <c:pt idx="1949">
                  <c:v>59.814456939999999</c:v>
                </c:pt>
                <c:pt idx="1950">
                  <c:v>59.81443024</c:v>
                </c:pt>
                <c:pt idx="1951">
                  <c:v>59.81440353</c:v>
                </c:pt>
                <c:pt idx="1952">
                  <c:v>59.81437683</c:v>
                </c:pt>
                <c:pt idx="1953">
                  <c:v>59.814350130000001</c:v>
                </c:pt>
                <c:pt idx="1954">
                  <c:v>59.814323430000002</c:v>
                </c:pt>
                <c:pt idx="1955">
                  <c:v>59.814296720000002</c:v>
                </c:pt>
                <c:pt idx="1956">
                  <c:v>59.814270020000002</c:v>
                </c:pt>
                <c:pt idx="1957">
                  <c:v>59.814239499999999</c:v>
                </c:pt>
                <c:pt idx="1958">
                  <c:v>59.8142128</c:v>
                </c:pt>
                <c:pt idx="1959">
                  <c:v>59.814182279999997</c:v>
                </c:pt>
                <c:pt idx="1960">
                  <c:v>59.814151760000001</c:v>
                </c:pt>
                <c:pt idx="1961">
                  <c:v>59.814121249999999</c:v>
                </c:pt>
                <c:pt idx="1962">
                  <c:v>59.814094539999999</c:v>
                </c:pt>
                <c:pt idx="1963">
                  <c:v>59.814064029999997</c:v>
                </c:pt>
                <c:pt idx="1964">
                  <c:v>59.814033510000002</c:v>
                </c:pt>
                <c:pt idx="1965">
                  <c:v>59.814002989999999</c:v>
                </c:pt>
                <c:pt idx="1966">
                  <c:v>59.81396866</c:v>
                </c:pt>
                <c:pt idx="1967">
                  <c:v>59.813938139999998</c:v>
                </c:pt>
                <c:pt idx="1968">
                  <c:v>59.813907620000002</c:v>
                </c:pt>
                <c:pt idx="1969">
                  <c:v>59.81387711</c:v>
                </c:pt>
                <c:pt idx="1970">
                  <c:v>59.813842770000001</c:v>
                </c:pt>
                <c:pt idx="1971">
                  <c:v>59.813812259999999</c:v>
                </c:pt>
                <c:pt idx="1972">
                  <c:v>59.81377792</c:v>
                </c:pt>
                <c:pt idx="1973">
                  <c:v>59.813747409999998</c:v>
                </c:pt>
                <c:pt idx="1974">
                  <c:v>59.813713069999999</c:v>
                </c:pt>
                <c:pt idx="1975">
                  <c:v>59.81367874</c:v>
                </c:pt>
                <c:pt idx="1976">
                  <c:v>59.813644410000002</c:v>
                </c:pt>
                <c:pt idx="1977">
                  <c:v>59.813613889999999</c:v>
                </c:pt>
                <c:pt idx="1978">
                  <c:v>59.813579560000001</c:v>
                </c:pt>
                <c:pt idx="1979">
                  <c:v>59.813545230000003</c:v>
                </c:pt>
                <c:pt idx="1980">
                  <c:v>59.813510890000003</c:v>
                </c:pt>
                <c:pt idx="1981">
                  <c:v>59.813476559999998</c:v>
                </c:pt>
                <c:pt idx="1982">
                  <c:v>59.81344223</c:v>
                </c:pt>
                <c:pt idx="1983">
                  <c:v>59.813407900000001</c:v>
                </c:pt>
                <c:pt idx="1984">
                  <c:v>59.813373570000003</c:v>
                </c:pt>
                <c:pt idx="1985">
                  <c:v>59.813335420000001</c:v>
                </c:pt>
                <c:pt idx="1986">
                  <c:v>59.813301090000003</c:v>
                </c:pt>
                <c:pt idx="1987">
                  <c:v>59.813266749999997</c:v>
                </c:pt>
                <c:pt idx="1988">
                  <c:v>59.813228610000003</c:v>
                </c:pt>
                <c:pt idx="1989">
                  <c:v>59.813194269999997</c:v>
                </c:pt>
                <c:pt idx="1990">
                  <c:v>59.813159939999998</c:v>
                </c:pt>
                <c:pt idx="1991">
                  <c:v>59.813121799999998</c:v>
                </c:pt>
                <c:pt idx="1992">
                  <c:v>59.813087459999998</c:v>
                </c:pt>
                <c:pt idx="1993">
                  <c:v>59.813049319999998</c:v>
                </c:pt>
                <c:pt idx="1994">
                  <c:v>59.813014979999998</c:v>
                </c:pt>
                <c:pt idx="1995">
                  <c:v>59.812976839999997</c:v>
                </c:pt>
                <c:pt idx="1996">
                  <c:v>59.812942499999998</c:v>
                </c:pt>
                <c:pt idx="1997">
                  <c:v>59.812904359999997</c:v>
                </c:pt>
                <c:pt idx="1998">
                  <c:v>59.812866210000003</c:v>
                </c:pt>
                <c:pt idx="1999">
                  <c:v>59.812831879999997</c:v>
                </c:pt>
                <c:pt idx="2000">
                  <c:v>59.812793730000003</c:v>
                </c:pt>
                <c:pt idx="2001">
                  <c:v>59.812755580000001</c:v>
                </c:pt>
                <c:pt idx="2002">
                  <c:v>59.812721250000003</c:v>
                </c:pt>
                <c:pt idx="2003">
                  <c:v>59.812683110000002</c:v>
                </c:pt>
                <c:pt idx="2004">
                  <c:v>59.812648770000003</c:v>
                </c:pt>
                <c:pt idx="2005">
                  <c:v>59.812610630000002</c:v>
                </c:pt>
                <c:pt idx="2006">
                  <c:v>59.81257248</c:v>
                </c:pt>
                <c:pt idx="2007">
                  <c:v>59.812534329999998</c:v>
                </c:pt>
                <c:pt idx="2008">
                  <c:v>59.8125</c:v>
                </c:pt>
                <c:pt idx="2009">
                  <c:v>59.812461849999998</c:v>
                </c:pt>
                <c:pt idx="2010">
                  <c:v>59.812423709999997</c:v>
                </c:pt>
                <c:pt idx="2011">
                  <c:v>59.812385560000003</c:v>
                </c:pt>
                <c:pt idx="2012">
                  <c:v>59.812351229999997</c:v>
                </c:pt>
                <c:pt idx="2013">
                  <c:v>59.812313080000003</c:v>
                </c:pt>
                <c:pt idx="2014">
                  <c:v>59.812274930000001</c:v>
                </c:pt>
                <c:pt idx="2015">
                  <c:v>59.81223679</c:v>
                </c:pt>
                <c:pt idx="2016">
                  <c:v>59.812198639999998</c:v>
                </c:pt>
                <c:pt idx="2017">
                  <c:v>59.81216431</c:v>
                </c:pt>
                <c:pt idx="2018">
                  <c:v>59.812126159999998</c:v>
                </c:pt>
                <c:pt idx="2019">
                  <c:v>59.812088009999997</c:v>
                </c:pt>
                <c:pt idx="2020">
                  <c:v>59.812053679999998</c:v>
                </c:pt>
                <c:pt idx="2021">
                  <c:v>59.812015529999996</c:v>
                </c:pt>
                <c:pt idx="2022">
                  <c:v>59.811977390000003</c:v>
                </c:pt>
                <c:pt idx="2023">
                  <c:v>59.811939240000001</c:v>
                </c:pt>
                <c:pt idx="2024">
                  <c:v>59.811904910000003</c:v>
                </c:pt>
                <c:pt idx="2025">
                  <c:v>59.811866760000001</c:v>
                </c:pt>
                <c:pt idx="2026">
                  <c:v>59.811828609999999</c:v>
                </c:pt>
                <c:pt idx="2027">
                  <c:v>59.811794280000001</c:v>
                </c:pt>
                <c:pt idx="2028">
                  <c:v>59.811756129999999</c:v>
                </c:pt>
                <c:pt idx="2029">
                  <c:v>59.811721800000001</c:v>
                </c:pt>
                <c:pt idx="2030">
                  <c:v>59.811683649999999</c:v>
                </c:pt>
                <c:pt idx="2031">
                  <c:v>59.811649320000001</c:v>
                </c:pt>
                <c:pt idx="2032">
                  <c:v>59.81161118</c:v>
                </c:pt>
                <c:pt idx="2033">
                  <c:v>59.811576840000001</c:v>
                </c:pt>
                <c:pt idx="2034">
                  <c:v>59.8115387</c:v>
                </c:pt>
                <c:pt idx="2035">
                  <c:v>59.811504360000001</c:v>
                </c:pt>
                <c:pt idx="2036">
                  <c:v>59.811470030000002</c:v>
                </c:pt>
                <c:pt idx="2037">
                  <c:v>59.811431880000001</c:v>
                </c:pt>
                <c:pt idx="2038">
                  <c:v>59.811397550000002</c:v>
                </c:pt>
                <c:pt idx="2039">
                  <c:v>59.811363219999997</c:v>
                </c:pt>
                <c:pt idx="2040">
                  <c:v>59.811325070000002</c:v>
                </c:pt>
                <c:pt idx="2041">
                  <c:v>59.811290739999997</c:v>
                </c:pt>
                <c:pt idx="2042">
                  <c:v>59.811256409999999</c:v>
                </c:pt>
                <c:pt idx="2043">
                  <c:v>59.81122208</c:v>
                </c:pt>
                <c:pt idx="2044">
                  <c:v>59.811187740000001</c:v>
                </c:pt>
                <c:pt idx="2045">
                  <c:v>59.811153410000003</c:v>
                </c:pt>
                <c:pt idx="2046">
                  <c:v>59.811119079999997</c:v>
                </c:pt>
                <c:pt idx="2047">
                  <c:v>59.811088560000002</c:v>
                </c:pt>
                <c:pt idx="2048">
                  <c:v>59.811054230000003</c:v>
                </c:pt>
                <c:pt idx="2049">
                  <c:v>59.811019899999998</c:v>
                </c:pt>
                <c:pt idx="2050">
                  <c:v>59.81098557</c:v>
                </c:pt>
                <c:pt idx="2051">
                  <c:v>59.810955049999997</c:v>
                </c:pt>
                <c:pt idx="2052">
                  <c:v>59.810920719999999</c:v>
                </c:pt>
                <c:pt idx="2053">
                  <c:v>59.810890200000003</c:v>
                </c:pt>
                <c:pt idx="2054">
                  <c:v>59.810855869999997</c:v>
                </c:pt>
                <c:pt idx="2055">
                  <c:v>59.810825350000002</c:v>
                </c:pt>
                <c:pt idx="2056">
                  <c:v>59.810794829999999</c:v>
                </c:pt>
                <c:pt idx="2057">
                  <c:v>59.810764310000003</c:v>
                </c:pt>
                <c:pt idx="2058">
                  <c:v>59.810733800000001</c:v>
                </c:pt>
                <c:pt idx="2059">
                  <c:v>59.810703279999998</c:v>
                </c:pt>
                <c:pt idx="2060">
                  <c:v>59.810672760000003</c:v>
                </c:pt>
                <c:pt idx="2061">
                  <c:v>59.81064224</c:v>
                </c:pt>
                <c:pt idx="2062">
                  <c:v>59.810611719999997</c:v>
                </c:pt>
                <c:pt idx="2063">
                  <c:v>59.810581210000002</c:v>
                </c:pt>
                <c:pt idx="2064">
                  <c:v>59.810554500000002</c:v>
                </c:pt>
                <c:pt idx="2065">
                  <c:v>59.81052399</c:v>
                </c:pt>
                <c:pt idx="2066">
                  <c:v>59.81049728</c:v>
                </c:pt>
                <c:pt idx="2067">
                  <c:v>59.810466769999998</c:v>
                </c:pt>
                <c:pt idx="2068">
                  <c:v>59.810440059999998</c:v>
                </c:pt>
                <c:pt idx="2069">
                  <c:v>59.810413359999998</c:v>
                </c:pt>
                <c:pt idx="2070">
                  <c:v>59.810386659999999</c:v>
                </c:pt>
                <c:pt idx="2071">
                  <c:v>59.810359949999999</c:v>
                </c:pt>
                <c:pt idx="2072">
                  <c:v>59.810333249999999</c:v>
                </c:pt>
                <c:pt idx="2073">
                  <c:v>59.81030655</c:v>
                </c:pt>
                <c:pt idx="2074">
                  <c:v>59.810279850000001</c:v>
                </c:pt>
                <c:pt idx="2075">
                  <c:v>59.810256959999997</c:v>
                </c:pt>
                <c:pt idx="2076">
                  <c:v>59.810230259999997</c:v>
                </c:pt>
                <c:pt idx="2077">
                  <c:v>59.810203549999997</c:v>
                </c:pt>
                <c:pt idx="2078">
                  <c:v>59.81018066</c:v>
                </c:pt>
                <c:pt idx="2079">
                  <c:v>59.810157779999997</c:v>
                </c:pt>
                <c:pt idx="2080">
                  <c:v>59.81013489</c:v>
                </c:pt>
                <c:pt idx="2081">
                  <c:v>59.81010818</c:v>
                </c:pt>
                <c:pt idx="2082">
                  <c:v>59.810085299999997</c:v>
                </c:pt>
                <c:pt idx="2083">
                  <c:v>59.81006241</c:v>
                </c:pt>
                <c:pt idx="2084">
                  <c:v>59.810039519999997</c:v>
                </c:pt>
                <c:pt idx="2085">
                  <c:v>59.810020450000003</c:v>
                </c:pt>
                <c:pt idx="2086">
                  <c:v>59.809997559999999</c:v>
                </c:pt>
                <c:pt idx="2087">
                  <c:v>59.809978489999999</c:v>
                </c:pt>
                <c:pt idx="2088">
                  <c:v>59.809955600000002</c:v>
                </c:pt>
                <c:pt idx="2089">
                  <c:v>59.809936520000001</c:v>
                </c:pt>
                <c:pt idx="2090">
                  <c:v>59.80991745</c:v>
                </c:pt>
                <c:pt idx="2091">
                  <c:v>59.80989838</c:v>
                </c:pt>
                <c:pt idx="2092">
                  <c:v>59.809875490000003</c:v>
                </c:pt>
                <c:pt idx="2093">
                  <c:v>59.809860229999998</c:v>
                </c:pt>
                <c:pt idx="2094">
                  <c:v>59.809841159999998</c:v>
                </c:pt>
                <c:pt idx="2095">
                  <c:v>59.809822080000004</c:v>
                </c:pt>
                <c:pt idx="2096">
                  <c:v>59.809803010000003</c:v>
                </c:pt>
                <c:pt idx="2097">
                  <c:v>59.809783940000003</c:v>
                </c:pt>
                <c:pt idx="2098">
                  <c:v>59.809768679999998</c:v>
                </c:pt>
                <c:pt idx="2099">
                  <c:v>59.809749600000004</c:v>
                </c:pt>
                <c:pt idx="2100">
                  <c:v>59.809734339999999</c:v>
                </c:pt>
                <c:pt idx="2101">
                  <c:v>59.809719090000002</c:v>
                </c:pt>
                <c:pt idx="2102">
                  <c:v>59.809703829999997</c:v>
                </c:pt>
                <c:pt idx="2103">
                  <c:v>59.809688569999999</c:v>
                </c:pt>
                <c:pt idx="2104">
                  <c:v>59.809673310000001</c:v>
                </c:pt>
                <c:pt idx="2105">
                  <c:v>59.809658050000003</c:v>
                </c:pt>
                <c:pt idx="2106">
                  <c:v>59.809642789999998</c:v>
                </c:pt>
                <c:pt idx="2107">
                  <c:v>59.80962753</c:v>
                </c:pt>
                <c:pt idx="2108">
                  <c:v>59.809616089999999</c:v>
                </c:pt>
                <c:pt idx="2109">
                  <c:v>59.809600830000001</c:v>
                </c:pt>
                <c:pt idx="2110">
                  <c:v>59.809589389999999</c:v>
                </c:pt>
                <c:pt idx="2111">
                  <c:v>59.809577939999997</c:v>
                </c:pt>
                <c:pt idx="2112">
                  <c:v>59.809566500000003</c:v>
                </c:pt>
                <c:pt idx="2113">
                  <c:v>59.80955505</c:v>
                </c:pt>
                <c:pt idx="2114">
                  <c:v>59.809543609999999</c:v>
                </c:pt>
                <c:pt idx="2115">
                  <c:v>59.809532169999997</c:v>
                </c:pt>
                <c:pt idx="2116">
                  <c:v>59.809520720000002</c:v>
                </c:pt>
                <c:pt idx="2117">
                  <c:v>59.80950928</c:v>
                </c:pt>
                <c:pt idx="2118">
                  <c:v>59.809501650000001</c:v>
                </c:pt>
                <c:pt idx="2119">
                  <c:v>59.809490199999999</c:v>
                </c:pt>
                <c:pt idx="2120">
                  <c:v>59.80948257</c:v>
                </c:pt>
                <c:pt idx="2121">
                  <c:v>59.809474950000002</c:v>
                </c:pt>
                <c:pt idx="2122">
                  <c:v>59.809467320000003</c:v>
                </c:pt>
                <c:pt idx="2123">
                  <c:v>59.809459689999997</c:v>
                </c:pt>
                <c:pt idx="2124">
                  <c:v>59.809452059999998</c:v>
                </c:pt>
                <c:pt idx="2125">
                  <c:v>59.809444429999999</c:v>
                </c:pt>
                <c:pt idx="2126">
                  <c:v>59.8094368</c:v>
                </c:pt>
                <c:pt idx="2127">
                  <c:v>59.809429170000001</c:v>
                </c:pt>
                <c:pt idx="2128">
                  <c:v>59.809425349999998</c:v>
                </c:pt>
                <c:pt idx="2129">
                  <c:v>59.809417719999999</c:v>
                </c:pt>
                <c:pt idx="2130">
                  <c:v>59.809413910000004</c:v>
                </c:pt>
                <c:pt idx="2131">
                  <c:v>59.809410100000001</c:v>
                </c:pt>
                <c:pt idx="2132">
                  <c:v>59.809402470000002</c:v>
                </c:pt>
                <c:pt idx="2133">
                  <c:v>59.809398649999999</c:v>
                </c:pt>
                <c:pt idx="2134">
                  <c:v>59.809394840000003</c:v>
                </c:pt>
                <c:pt idx="2135">
                  <c:v>59.80939102</c:v>
                </c:pt>
                <c:pt idx="2136">
                  <c:v>59.809387209999997</c:v>
                </c:pt>
                <c:pt idx="2137">
                  <c:v>59.809387209999997</c:v>
                </c:pt>
                <c:pt idx="2138">
                  <c:v>59.809383390000001</c:v>
                </c:pt>
                <c:pt idx="2139">
                  <c:v>59.809379579999998</c:v>
                </c:pt>
                <c:pt idx="2140">
                  <c:v>59.809379579999998</c:v>
                </c:pt>
                <c:pt idx="2141">
                  <c:v>59.809379579999998</c:v>
                </c:pt>
                <c:pt idx="2142">
                  <c:v>59.809375760000002</c:v>
                </c:pt>
                <c:pt idx="2143">
                  <c:v>59.809375760000002</c:v>
                </c:pt>
                <c:pt idx="2144">
                  <c:v>59.809375760000002</c:v>
                </c:pt>
                <c:pt idx="2145">
                  <c:v>59.809375760000002</c:v>
                </c:pt>
                <c:pt idx="2146">
                  <c:v>59.809375760000002</c:v>
                </c:pt>
                <c:pt idx="2147">
                  <c:v>59.809375760000002</c:v>
                </c:pt>
                <c:pt idx="2148">
                  <c:v>59.809375760000002</c:v>
                </c:pt>
                <c:pt idx="2149">
                  <c:v>59.809379579999998</c:v>
                </c:pt>
                <c:pt idx="2150">
                  <c:v>59.809379579999998</c:v>
                </c:pt>
                <c:pt idx="2151">
                  <c:v>59.809379579999998</c:v>
                </c:pt>
                <c:pt idx="2152">
                  <c:v>59.809383390000001</c:v>
                </c:pt>
                <c:pt idx="2153">
                  <c:v>59.809383390000001</c:v>
                </c:pt>
                <c:pt idx="2154">
                  <c:v>59.809387209999997</c:v>
                </c:pt>
                <c:pt idx="2155">
                  <c:v>59.80939102</c:v>
                </c:pt>
                <c:pt idx="2156">
                  <c:v>59.809394840000003</c:v>
                </c:pt>
                <c:pt idx="2157">
                  <c:v>59.809394840000003</c:v>
                </c:pt>
                <c:pt idx="2158">
                  <c:v>59.809398649999999</c:v>
                </c:pt>
                <c:pt idx="2159">
                  <c:v>59.809402470000002</c:v>
                </c:pt>
                <c:pt idx="2160">
                  <c:v>59.809410100000001</c:v>
                </c:pt>
                <c:pt idx="2161">
                  <c:v>59.809413910000004</c:v>
                </c:pt>
                <c:pt idx="2162">
                  <c:v>59.809417719999999</c:v>
                </c:pt>
                <c:pt idx="2163">
                  <c:v>59.809421540000002</c:v>
                </c:pt>
                <c:pt idx="2164">
                  <c:v>59.809429170000001</c:v>
                </c:pt>
                <c:pt idx="2165">
                  <c:v>59.809432979999997</c:v>
                </c:pt>
                <c:pt idx="2166">
                  <c:v>59.8094368</c:v>
                </c:pt>
                <c:pt idx="2167">
                  <c:v>59.809444429999999</c:v>
                </c:pt>
                <c:pt idx="2168">
                  <c:v>59.809452059999998</c:v>
                </c:pt>
                <c:pt idx="2169">
                  <c:v>59.809455870000001</c:v>
                </c:pt>
                <c:pt idx="2170">
                  <c:v>59.8094635</c:v>
                </c:pt>
                <c:pt idx="2171">
                  <c:v>59.809471129999999</c:v>
                </c:pt>
                <c:pt idx="2172">
                  <c:v>59.809478759999998</c:v>
                </c:pt>
                <c:pt idx="2173">
                  <c:v>59.809486390000004</c:v>
                </c:pt>
                <c:pt idx="2174">
                  <c:v>59.809490199999999</c:v>
                </c:pt>
                <c:pt idx="2175">
                  <c:v>59.809497829999998</c:v>
                </c:pt>
                <c:pt idx="2176">
                  <c:v>59.809505459999997</c:v>
                </c:pt>
                <c:pt idx="2177">
                  <c:v>59.80950928</c:v>
                </c:pt>
                <c:pt idx="2178">
                  <c:v>59.809516909999999</c:v>
                </c:pt>
                <c:pt idx="2179">
                  <c:v>59.809520720000002</c:v>
                </c:pt>
                <c:pt idx="2180">
                  <c:v>59.809528350000001</c:v>
                </c:pt>
                <c:pt idx="2181">
                  <c:v>59.809532169999997</c:v>
                </c:pt>
                <c:pt idx="2182">
                  <c:v>59.80953598</c:v>
                </c:pt>
                <c:pt idx="2183">
                  <c:v>59.809543609999999</c:v>
                </c:pt>
                <c:pt idx="2184">
                  <c:v>59.809551239999998</c:v>
                </c:pt>
                <c:pt idx="2185">
                  <c:v>59.80955505</c:v>
                </c:pt>
                <c:pt idx="2186">
                  <c:v>59.809562679999999</c:v>
                </c:pt>
                <c:pt idx="2187">
                  <c:v>59.809566500000003</c:v>
                </c:pt>
                <c:pt idx="2188">
                  <c:v>59.809574130000001</c:v>
                </c:pt>
                <c:pt idx="2189">
                  <c:v>59.80958176</c:v>
                </c:pt>
                <c:pt idx="2190">
                  <c:v>59.809589389999999</c:v>
                </c:pt>
                <c:pt idx="2191">
                  <c:v>59.809597019999998</c:v>
                </c:pt>
                <c:pt idx="2192">
                  <c:v>59.809604640000003</c:v>
                </c:pt>
                <c:pt idx="2193">
                  <c:v>59.80960846</c:v>
                </c:pt>
                <c:pt idx="2194">
                  <c:v>59.809616089999999</c:v>
                </c:pt>
                <c:pt idx="2195">
                  <c:v>59.809623719999998</c:v>
                </c:pt>
                <c:pt idx="2196">
                  <c:v>59.809631349999997</c:v>
                </c:pt>
                <c:pt idx="2197">
                  <c:v>59.809638980000003</c:v>
                </c:pt>
                <c:pt idx="2198">
                  <c:v>59.809646610000001</c:v>
                </c:pt>
                <c:pt idx="2199">
                  <c:v>59.809658050000003</c:v>
                </c:pt>
                <c:pt idx="2200">
                  <c:v>59.809665680000002</c:v>
                </c:pt>
                <c:pt idx="2201">
                  <c:v>59.809673310000001</c:v>
                </c:pt>
                <c:pt idx="2202">
                  <c:v>59.80968094</c:v>
                </c:pt>
                <c:pt idx="2203">
                  <c:v>59.809692380000001</c:v>
                </c:pt>
                <c:pt idx="2204">
                  <c:v>59.80970001</c:v>
                </c:pt>
                <c:pt idx="2205">
                  <c:v>59.809711460000003</c:v>
                </c:pt>
                <c:pt idx="2206">
                  <c:v>59.809722899999997</c:v>
                </c:pt>
                <c:pt idx="2207">
                  <c:v>59.809730530000003</c:v>
                </c:pt>
                <c:pt idx="2208">
                  <c:v>59.809741969999997</c:v>
                </c:pt>
                <c:pt idx="2209">
                  <c:v>59.80975342</c:v>
                </c:pt>
                <c:pt idx="2210">
                  <c:v>59.809761049999999</c:v>
                </c:pt>
                <c:pt idx="2211">
                  <c:v>59.80977249</c:v>
                </c:pt>
                <c:pt idx="2212">
                  <c:v>59.809783940000003</c:v>
                </c:pt>
                <c:pt idx="2213">
                  <c:v>59.809795379999997</c:v>
                </c:pt>
                <c:pt idx="2214">
                  <c:v>59.809806819999999</c:v>
                </c:pt>
                <c:pt idx="2215">
                  <c:v>59.809818270000001</c:v>
                </c:pt>
                <c:pt idx="2216">
                  <c:v>59.809829710000002</c:v>
                </c:pt>
                <c:pt idx="2217">
                  <c:v>59.809841159999998</c:v>
                </c:pt>
                <c:pt idx="2218">
                  <c:v>59.809852599999999</c:v>
                </c:pt>
                <c:pt idx="2219">
                  <c:v>59.809864040000001</c:v>
                </c:pt>
                <c:pt idx="2220">
                  <c:v>59.809875490000003</c:v>
                </c:pt>
                <c:pt idx="2221">
                  <c:v>59.809886929999998</c:v>
                </c:pt>
                <c:pt idx="2222">
                  <c:v>59.80989838</c:v>
                </c:pt>
                <c:pt idx="2223">
                  <c:v>59.809909820000001</c:v>
                </c:pt>
                <c:pt idx="2224">
                  <c:v>59.809921260000003</c:v>
                </c:pt>
                <c:pt idx="2225">
                  <c:v>59.809936520000001</c:v>
                </c:pt>
                <c:pt idx="2226">
                  <c:v>59.809947970000003</c:v>
                </c:pt>
                <c:pt idx="2227">
                  <c:v>59.809959409999998</c:v>
                </c:pt>
                <c:pt idx="2228">
                  <c:v>59.80997086</c:v>
                </c:pt>
                <c:pt idx="2229">
                  <c:v>59.809982300000001</c:v>
                </c:pt>
                <c:pt idx="2230">
                  <c:v>59.809993740000003</c:v>
                </c:pt>
                <c:pt idx="2231">
                  <c:v>59.810005189999998</c:v>
                </c:pt>
                <c:pt idx="2232">
                  <c:v>59.81001663</c:v>
                </c:pt>
                <c:pt idx="2233">
                  <c:v>59.810031889999998</c:v>
                </c:pt>
                <c:pt idx="2234">
                  <c:v>59.810043329999999</c:v>
                </c:pt>
                <c:pt idx="2235">
                  <c:v>59.810054780000002</c:v>
                </c:pt>
                <c:pt idx="2236">
                  <c:v>59.810066220000003</c:v>
                </c:pt>
                <c:pt idx="2237">
                  <c:v>59.810077669999998</c:v>
                </c:pt>
                <c:pt idx="2238">
                  <c:v>59.81008911</c:v>
                </c:pt>
                <c:pt idx="2239">
                  <c:v>59.810100560000002</c:v>
                </c:pt>
                <c:pt idx="2240">
                  <c:v>59.810111999999997</c:v>
                </c:pt>
                <c:pt idx="2241">
                  <c:v>59.810127260000002</c:v>
                </c:pt>
                <c:pt idx="2242">
                  <c:v>59.810138700000003</c:v>
                </c:pt>
                <c:pt idx="2243">
                  <c:v>59.810150149999998</c:v>
                </c:pt>
                <c:pt idx="2244">
                  <c:v>59.81016159</c:v>
                </c:pt>
                <c:pt idx="2245">
                  <c:v>59.810173030000001</c:v>
                </c:pt>
                <c:pt idx="2246">
                  <c:v>59.810184479999997</c:v>
                </c:pt>
                <c:pt idx="2247">
                  <c:v>59.810195919999998</c:v>
                </c:pt>
                <c:pt idx="2248">
                  <c:v>59.810207370000001</c:v>
                </c:pt>
                <c:pt idx="2249">
                  <c:v>59.810218810000002</c:v>
                </c:pt>
                <c:pt idx="2250">
                  <c:v>59.810230259999997</c:v>
                </c:pt>
                <c:pt idx="2251">
                  <c:v>59.810241699999999</c:v>
                </c:pt>
                <c:pt idx="2252">
                  <c:v>59.81025314</c:v>
                </c:pt>
                <c:pt idx="2253">
                  <c:v>59.810264590000003</c:v>
                </c:pt>
                <c:pt idx="2254">
                  <c:v>59.810276029999997</c:v>
                </c:pt>
                <c:pt idx="2255">
                  <c:v>59.810283660000003</c:v>
                </c:pt>
                <c:pt idx="2256">
                  <c:v>59.810295099999998</c:v>
                </c:pt>
                <c:pt idx="2257">
                  <c:v>59.81030655</c:v>
                </c:pt>
                <c:pt idx="2258">
                  <c:v>59.810317990000001</c:v>
                </c:pt>
                <c:pt idx="2259">
                  <c:v>59.810329439999997</c:v>
                </c:pt>
                <c:pt idx="2260">
                  <c:v>59.810337070000003</c:v>
                </c:pt>
                <c:pt idx="2261">
                  <c:v>59.810348509999997</c:v>
                </c:pt>
                <c:pt idx="2262">
                  <c:v>59.810359949999999</c:v>
                </c:pt>
                <c:pt idx="2263">
                  <c:v>59.810367579999998</c:v>
                </c:pt>
                <c:pt idx="2264">
                  <c:v>59.81037903</c:v>
                </c:pt>
                <c:pt idx="2265">
                  <c:v>59.810390470000002</c:v>
                </c:pt>
                <c:pt idx="2266">
                  <c:v>59.8103981</c:v>
                </c:pt>
                <c:pt idx="2267">
                  <c:v>59.810409550000003</c:v>
                </c:pt>
                <c:pt idx="2268">
                  <c:v>59.810417180000002</c:v>
                </c:pt>
                <c:pt idx="2269">
                  <c:v>59.810428620000003</c:v>
                </c:pt>
                <c:pt idx="2270">
                  <c:v>59.810436250000002</c:v>
                </c:pt>
                <c:pt idx="2271">
                  <c:v>59.810447689999997</c:v>
                </c:pt>
                <c:pt idx="2272">
                  <c:v>59.810455320000003</c:v>
                </c:pt>
                <c:pt idx="2273">
                  <c:v>59.810466769999998</c:v>
                </c:pt>
                <c:pt idx="2274">
                  <c:v>59.810474399999997</c:v>
                </c:pt>
                <c:pt idx="2275">
                  <c:v>59.810482030000003</c:v>
                </c:pt>
                <c:pt idx="2276">
                  <c:v>59.810489650000001</c:v>
                </c:pt>
                <c:pt idx="2277">
                  <c:v>59.810501100000003</c:v>
                </c:pt>
                <c:pt idx="2278">
                  <c:v>59.810508730000002</c:v>
                </c:pt>
                <c:pt idx="2279">
                  <c:v>59.810516360000001</c:v>
                </c:pt>
                <c:pt idx="2280">
                  <c:v>59.81052399</c:v>
                </c:pt>
                <c:pt idx="2281">
                  <c:v>59.810531619999999</c:v>
                </c:pt>
                <c:pt idx="2282">
                  <c:v>59.810539249999998</c:v>
                </c:pt>
                <c:pt idx="2283">
                  <c:v>59.810546879999997</c:v>
                </c:pt>
                <c:pt idx="2284">
                  <c:v>59.810554500000002</c:v>
                </c:pt>
                <c:pt idx="2285">
                  <c:v>59.810562130000001</c:v>
                </c:pt>
                <c:pt idx="2286">
                  <c:v>59.81056976</c:v>
                </c:pt>
                <c:pt idx="2287">
                  <c:v>59.810577389999999</c:v>
                </c:pt>
                <c:pt idx="2288">
                  <c:v>59.810585019999998</c:v>
                </c:pt>
                <c:pt idx="2289">
                  <c:v>59.810592649999997</c:v>
                </c:pt>
                <c:pt idx="2290">
                  <c:v>59.810600280000003</c:v>
                </c:pt>
                <c:pt idx="2291">
                  <c:v>59.810604099999999</c:v>
                </c:pt>
                <c:pt idx="2292">
                  <c:v>59.810611719999997</c:v>
                </c:pt>
                <c:pt idx="2293">
                  <c:v>59.810619350000003</c:v>
                </c:pt>
                <c:pt idx="2294">
                  <c:v>59.810626980000002</c:v>
                </c:pt>
                <c:pt idx="2295">
                  <c:v>59.810630799999998</c:v>
                </c:pt>
                <c:pt idx="2296">
                  <c:v>59.810638429999997</c:v>
                </c:pt>
                <c:pt idx="2297">
                  <c:v>59.81064224</c:v>
                </c:pt>
                <c:pt idx="2298">
                  <c:v>59.810649869999999</c:v>
                </c:pt>
                <c:pt idx="2299">
                  <c:v>59.810653690000002</c:v>
                </c:pt>
                <c:pt idx="2300">
                  <c:v>59.810661320000001</c:v>
                </c:pt>
                <c:pt idx="2301">
                  <c:v>59.810665129999997</c:v>
                </c:pt>
                <c:pt idx="2302">
                  <c:v>59.81066895</c:v>
                </c:pt>
                <c:pt idx="2303">
                  <c:v>59.810676569999998</c:v>
                </c:pt>
                <c:pt idx="2304">
                  <c:v>59.810680390000002</c:v>
                </c:pt>
                <c:pt idx="2305">
                  <c:v>59.810684199999997</c:v>
                </c:pt>
                <c:pt idx="2306">
                  <c:v>59.810691830000003</c:v>
                </c:pt>
                <c:pt idx="2307">
                  <c:v>59.81069565</c:v>
                </c:pt>
                <c:pt idx="2308">
                  <c:v>59.810699460000002</c:v>
                </c:pt>
                <c:pt idx="2309">
                  <c:v>59.810703279999998</c:v>
                </c:pt>
                <c:pt idx="2310">
                  <c:v>59.810707090000001</c:v>
                </c:pt>
                <c:pt idx="2311">
                  <c:v>59.81071472</c:v>
                </c:pt>
                <c:pt idx="2312">
                  <c:v>59.810718540000003</c:v>
                </c:pt>
                <c:pt idx="2313">
                  <c:v>59.810722349999999</c:v>
                </c:pt>
                <c:pt idx="2314">
                  <c:v>59.810726170000002</c:v>
                </c:pt>
                <c:pt idx="2315">
                  <c:v>59.810726170000002</c:v>
                </c:pt>
                <c:pt idx="2316">
                  <c:v>59.810729979999998</c:v>
                </c:pt>
                <c:pt idx="2317">
                  <c:v>59.810733800000001</c:v>
                </c:pt>
                <c:pt idx="2318">
                  <c:v>59.810737609999997</c:v>
                </c:pt>
                <c:pt idx="2319">
                  <c:v>59.810741419999999</c:v>
                </c:pt>
                <c:pt idx="2320">
                  <c:v>59.810745240000003</c:v>
                </c:pt>
                <c:pt idx="2321">
                  <c:v>59.810749049999998</c:v>
                </c:pt>
                <c:pt idx="2322">
                  <c:v>59.810749049999998</c:v>
                </c:pt>
                <c:pt idx="2323">
                  <c:v>59.810752870000002</c:v>
                </c:pt>
                <c:pt idx="2324">
                  <c:v>59.810756679999997</c:v>
                </c:pt>
                <c:pt idx="2325">
                  <c:v>59.810756679999997</c:v>
                </c:pt>
                <c:pt idx="2326">
                  <c:v>59.810760500000001</c:v>
                </c:pt>
                <c:pt idx="2327">
                  <c:v>59.810764310000003</c:v>
                </c:pt>
                <c:pt idx="2328">
                  <c:v>59.810764310000003</c:v>
                </c:pt>
                <c:pt idx="2329">
                  <c:v>59.81076813</c:v>
                </c:pt>
                <c:pt idx="2330">
                  <c:v>59.81076813</c:v>
                </c:pt>
                <c:pt idx="2331">
                  <c:v>59.810771940000002</c:v>
                </c:pt>
                <c:pt idx="2332">
                  <c:v>59.810771940000002</c:v>
                </c:pt>
                <c:pt idx="2333">
                  <c:v>59.810775759999999</c:v>
                </c:pt>
                <c:pt idx="2334">
                  <c:v>59.810775759999999</c:v>
                </c:pt>
                <c:pt idx="2335">
                  <c:v>59.810779570000001</c:v>
                </c:pt>
                <c:pt idx="2336">
                  <c:v>59.810779570000001</c:v>
                </c:pt>
                <c:pt idx="2337">
                  <c:v>59.810779570000001</c:v>
                </c:pt>
                <c:pt idx="2338">
                  <c:v>59.810779570000001</c:v>
                </c:pt>
                <c:pt idx="2339">
                  <c:v>59.810779570000001</c:v>
                </c:pt>
                <c:pt idx="2340">
                  <c:v>59.810783389999997</c:v>
                </c:pt>
                <c:pt idx="2341">
                  <c:v>59.810783389999997</c:v>
                </c:pt>
                <c:pt idx="2342">
                  <c:v>59.810783389999997</c:v>
                </c:pt>
                <c:pt idx="2343">
                  <c:v>59.810783389999997</c:v>
                </c:pt>
                <c:pt idx="2344">
                  <c:v>59.810783389999997</c:v>
                </c:pt>
                <c:pt idx="2345">
                  <c:v>59.810783389999997</c:v>
                </c:pt>
                <c:pt idx="2346">
                  <c:v>59.810783389999997</c:v>
                </c:pt>
                <c:pt idx="2347">
                  <c:v>59.810783389999997</c:v>
                </c:pt>
                <c:pt idx="2348">
                  <c:v>59.810783389999997</c:v>
                </c:pt>
                <c:pt idx="2349">
                  <c:v>59.810783389999997</c:v>
                </c:pt>
                <c:pt idx="2350">
                  <c:v>59.810783389999997</c:v>
                </c:pt>
                <c:pt idx="2351">
                  <c:v>59.810783389999997</c:v>
                </c:pt>
                <c:pt idx="2352">
                  <c:v>59.810783389999997</c:v>
                </c:pt>
                <c:pt idx="2353">
                  <c:v>59.810783389999997</c:v>
                </c:pt>
                <c:pt idx="2354">
                  <c:v>59.810783389999997</c:v>
                </c:pt>
                <c:pt idx="2355">
                  <c:v>59.810783389999997</c:v>
                </c:pt>
                <c:pt idx="2356">
                  <c:v>59.810779570000001</c:v>
                </c:pt>
                <c:pt idx="2357">
                  <c:v>59.810779570000001</c:v>
                </c:pt>
                <c:pt idx="2358">
                  <c:v>59.810779570000001</c:v>
                </c:pt>
                <c:pt idx="2359">
                  <c:v>59.810779570000001</c:v>
                </c:pt>
                <c:pt idx="2360">
                  <c:v>59.810775759999999</c:v>
                </c:pt>
                <c:pt idx="2361">
                  <c:v>59.810775759999999</c:v>
                </c:pt>
                <c:pt idx="2362">
                  <c:v>59.810775759999999</c:v>
                </c:pt>
                <c:pt idx="2363">
                  <c:v>59.810775759999999</c:v>
                </c:pt>
                <c:pt idx="2364">
                  <c:v>59.810771940000002</c:v>
                </c:pt>
                <c:pt idx="2365">
                  <c:v>59.810771940000002</c:v>
                </c:pt>
                <c:pt idx="2366">
                  <c:v>59.81076813</c:v>
                </c:pt>
                <c:pt idx="2367">
                  <c:v>59.81076813</c:v>
                </c:pt>
                <c:pt idx="2368">
                  <c:v>59.810764310000003</c:v>
                </c:pt>
                <c:pt idx="2369">
                  <c:v>59.810764310000003</c:v>
                </c:pt>
                <c:pt idx="2370">
                  <c:v>59.810760500000001</c:v>
                </c:pt>
                <c:pt idx="2371">
                  <c:v>59.810760500000001</c:v>
                </c:pt>
                <c:pt idx="2372">
                  <c:v>59.810756679999997</c:v>
                </c:pt>
                <c:pt idx="2373">
                  <c:v>59.810756679999997</c:v>
                </c:pt>
                <c:pt idx="2374">
                  <c:v>59.810752870000002</c:v>
                </c:pt>
                <c:pt idx="2375">
                  <c:v>59.810752870000002</c:v>
                </c:pt>
                <c:pt idx="2376">
                  <c:v>59.810749049999998</c:v>
                </c:pt>
                <c:pt idx="2377">
                  <c:v>59.810749049999998</c:v>
                </c:pt>
                <c:pt idx="2378">
                  <c:v>59.810745240000003</c:v>
                </c:pt>
                <c:pt idx="2379">
                  <c:v>59.810745240000003</c:v>
                </c:pt>
                <c:pt idx="2380">
                  <c:v>59.810741419999999</c:v>
                </c:pt>
                <c:pt idx="2381">
                  <c:v>59.810741419999999</c:v>
                </c:pt>
                <c:pt idx="2382">
                  <c:v>59.810737609999997</c:v>
                </c:pt>
                <c:pt idx="2383">
                  <c:v>59.810737609999997</c:v>
                </c:pt>
                <c:pt idx="2384">
                  <c:v>59.810733800000001</c:v>
                </c:pt>
                <c:pt idx="2385">
                  <c:v>59.810729979999998</c:v>
                </c:pt>
                <c:pt idx="2386">
                  <c:v>59.810729979999998</c:v>
                </c:pt>
                <c:pt idx="2387">
                  <c:v>59.810726170000002</c:v>
                </c:pt>
                <c:pt idx="2388">
                  <c:v>59.810726170000002</c:v>
                </c:pt>
                <c:pt idx="2389">
                  <c:v>59.810722349999999</c:v>
                </c:pt>
                <c:pt idx="2390">
                  <c:v>59.810722349999999</c:v>
                </c:pt>
                <c:pt idx="2391">
                  <c:v>59.810718540000003</c:v>
                </c:pt>
                <c:pt idx="2392">
                  <c:v>59.810718540000003</c:v>
                </c:pt>
                <c:pt idx="2393">
                  <c:v>59.81071472</c:v>
                </c:pt>
                <c:pt idx="2394">
                  <c:v>59.81071472</c:v>
                </c:pt>
                <c:pt idx="2395">
                  <c:v>59.810710909999997</c:v>
                </c:pt>
                <c:pt idx="2396">
                  <c:v>59.810710909999997</c:v>
                </c:pt>
                <c:pt idx="2397">
                  <c:v>59.810707090000001</c:v>
                </c:pt>
                <c:pt idx="2398">
                  <c:v>59.810703279999998</c:v>
                </c:pt>
                <c:pt idx="2399">
                  <c:v>59.810703279999998</c:v>
                </c:pt>
                <c:pt idx="2400">
                  <c:v>59.810699460000002</c:v>
                </c:pt>
                <c:pt idx="2401">
                  <c:v>59.810699460000002</c:v>
                </c:pt>
                <c:pt idx="2402">
                  <c:v>59.81069565</c:v>
                </c:pt>
                <c:pt idx="2403">
                  <c:v>59.81069565</c:v>
                </c:pt>
                <c:pt idx="2404">
                  <c:v>59.810691830000003</c:v>
                </c:pt>
                <c:pt idx="2405">
                  <c:v>59.810691830000003</c:v>
                </c:pt>
                <c:pt idx="2406">
                  <c:v>59.810691830000003</c:v>
                </c:pt>
                <c:pt idx="2407">
                  <c:v>59.810688020000001</c:v>
                </c:pt>
                <c:pt idx="2408">
                  <c:v>59.810684199999997</c:v>
                </c:pt>
                <c:pt idx="2409">
                  <c:v>59.810684199999997</c:v>
                </c:pt>
                <c:pt idx="2410">
                  <c:v>59.810684199999997</c:v>
                </c:pt>
                <c:pt idx="2411">
                  <c:v>59.810680390000002</c:v>
                </c:pt>
                <c:pt idx="2412">
                  <c:v>59.810680390000002</c:v>
                </c:pt>
                <c:pt idx="2413">
                  <c:v>59.810680390000002</c:v>
                </c:pt>
                <c:pt idx="2414">
                  <c:v>59.810676569999998</c:v>
                </c:pt>
                <c:pt idx="2415">
                  <c:v>59.810676569999998</c:v>
                </c:pt>
                <c:pt idx="2416">
                  <c:v>59.810676569999998</c:v>
                </c:pt>
                <c:pt idx="2417">
                  <c:v>59.810672760000003</c:v>
                </c:pt>
                <c:pt idx="2418">
                  <c:v>59.810672760000003</c:v>
                </c:pt>
                <c:pt idx="2419">
                  <c:v>59.810672760000003</c:v>
                </c:pt>
                <c:pt idx="2420">
                  <c:v>59.810672760000003</c:v>
                </c:pt>
                <c:pt idx="2421">
                  <c:v>59.81066895</c:v>
                </c:pt>
                <c:pt idx="2422">
                  <c:v>59.81066895</c:v>
                </c:pt>
                <c:pt idx="2423">
                  <c:v>59.81066895</c:v>
                </c:pt>
                <c:pt idx="2424">
                  <c:v>59.81066895</c:v>
                </c:pt>
                <c:pt idx="2425">
                  <c:v>59.81066895</c:v>
                </c:pt>
                <c:pt idx="2426">
                  <c:v>59.81066895</c:v>
                </c:pt>
                <c:pt idx="2427">
                  <c:v>59.81066895</c:v>
                </c:pt>
                <c:pt idx="2428">
                  <c:v>59.81066895</c:v>
                </c:pt>
                <c:pt idx="2429">
                  <c:v>59.81066895</c:v>
                </c:pt>
                <c:pt idx="2430">
                  <c:v>59.81066895</c:v>
                </c:pt>
                <c:pt idx="2431">
                  <c:v>59.81066895</c:v>
                </c:pt>
                <c:pt idx="2432">
                  <c:v>59.810672760000003</c:v>
                </c:pt>
                <c:pt idx="2433">
                  <c:v>59.810672760000003</c:v>
                </c:pt>
                <c:pt idx="2434">
                  <c:v>59.810672760000003</c:v>
                </c:pt>
                <c:pt idx="2435">
                  <c:v>59.810672760000003</c:v>
                </c:pt>
                <c:pt idx="2436">
                  <c:v>59.810676569999998</c:v>
                </c:pt>
                <c:pt idx="2437">
                  <c:v>59.810676569999998</c:v>
                </c:pt>
                <c:pt idx="2438">
                  <c:v>59.810676569999998</c:v>
                </c:pt>
                <c:pt idx="2439">
                  <c:v>59.810680390000002</c:v>
                </c:pt>
                <c:pt idx="2440">
                  <c:v>59.810680390000002</c:v>
                </c:pt>
                <c:pt idx="2441">
                  <c:v>59.810684199999997</c:v>
                </c:pt>
                <c:pt idx="2442">
                  <c:v>59.810684199999997</c:v>
                </c:pt>
                <c:pt idx="2443">
                  <c:v>59.810688020000001</c:v>
                </c:pt>
                <c:pt idx="2444">
                  <c:v>59.810691830000003</c:v>
                </c:pt>
                <c:pt idx="2445">
                  <c:v>59.810691830000003</c:v>
                </c:pt>
                <c:pt idx="2446">
                  <c:v>59.81069565</c:v>
                </c:pt>
                <c:pt idx="2447">
                  <c:v>59.810699460000002</c:v>
                </c:pt>
                <c:pt idx="2448">
                  <c:v>59.810703279999998</c:v>
                </c:pt>
                <c:pt idx="2449">
                  <c:v>59.810707090000001</c:v>
                </c:pt>
                <c:pt idx="2450">
                  <c:v>59.810710909999997</c:v>
                </c:pt>
                <c:pt idx="2451">
                  <c:v>59.81071472</c:v>
                </c:pt>
                <c:pt idx="2452">
                  <c:v>59.810718540000003</c:v>
                </c:pt>
                <c:pt idx="2453">
                  <c:v>59.810722349999999</c:v>
                </c:pt>
                <c:pt idx="2454">
                  <c:v>59.810726170000002</c:v>
                </c:pt>
                <c:pt idx="2455">
                  <c:v>59.810729979999998</c:v>
                </c:pt>
                <c:pt idx="2456">
                  <c:v>59.810733800000001</c:v>
                </c:pt>
                <c:pt idx="2457">
                  <c:v>59.810741419999999</c:v>
                </c:pt>
                <c:pt idx="2458">
                  <c:v>59.810745240000003</c:v>
                </c:pt>
                <c:pt idx="2459">
                  <c:v>59.810749049999998</c:v>
                </c:pt>
                <c:pt idx="2460">
                  <c:v>59.810756679999997</c:v>
                </c:pt>
                <c:pt idx="2461">
                  <c:v>59.810760500000001</c:v>
                </c:pt>
                <c:pt idx="2462">
                  <c:v>59.81076813</c:v>
                </c:pt>
                <c:pt idx="2463">
                  <c:v>59.810775759999999</c:v>
                </c:pt>
                <c:pt idx="2464">
                  <c:v>59.810779570000001</c:v>
                </c:pt>
                <c:pt idx="2465">
                  <c:v>59.8107872</c:v>
                </c:pt>
                <c:pt idx="2466">
                  <c:v>59.810794829999999</c:v>
                </c:pt>
                <c:pt idx="2467">
                  <c:v>59.810802459999998</c:v>
                </c:pt>
                <c:pt idx="2468">
                  <c:v>59.810810089999997</c:v>
                </c:pt>
                <c:pt idx="2469">
                  <c:v>59.810817720000003</c:v>
                </c:pt>
                <c:pt idx="2470">
                  <c:v>59.810825350000002</c:v>
                </c:pt>
                <c:pt idx="2471">
                  <c:v>59.810832980000001</c:v>
                </c:pt>
                <c:pt idx="2472">
                  <c:v>59.81084061</c:v>
                </c:pt>
                <c:pt idx="2473">
                  <c:v>59.810848239999999</c:v>
                </c:pt>
                <c:pt idx="2474">
                  <c:v>59.81085968</c:v>
                </c:pt>
                <c:pt idx="2475">
                  <c:v>59.810867309999999</c:v>
                </c:pt>
                <c:pt idx="2476">
                  <c:v>59.810874939999998</c:v>
                </c:pt>
                <c:pt idx="2477">
                  <c:v>59.810886379999999</c:v>
                </c:pt>
                <c:pt idx="2478">
                  <c:v>59.810897830000002</c:v>
                </c:pt>
                <c:pt idx="2479">
                  <c:v>59.810905460000001</c:v>
                </c:pt>
                <c:pt idx="2480">
                  <c:v>59.810916900000002</c:v>
                </c:pt>
                <c:pt idx="2481">
                  <c:v>59.810928339999997</c:v>
                </c:pt>
                <c:pt idx="2482">
                  <c:v>59.810939789999999</c:v>
                </c:pt>
                <c:pt idx="2483">
                  <c:v>59.810947419999998</c:v>
                </c:pt>
                <c:pt idx="2484">
                  <c:v>59.810962680000003</c:v>
                </c:pt>
                <c:pt idx="2485">
                  <c:v>59.810974119999997</c:v>
                </c:pt>
                <c:pt idx="2486">
                  <c:v>59.81098557</c:v>
                </c:pt>
                <c:pt idx="2487">
                  <c:v>59.810997010000001</c:v>
                </c:pt>
                <c:pt idx="2488">
                  <c:v>59.811008450000003</c:v>
                </c:pt>
                <c:pt idx="2489">
                  <c:v>59.811019899999998</c:v>
                </c:pt>
                <c:pt idx="2490">
                  <c:v>59.811035160000003</c:v>
                </c:pt>
                <c:pt idx="2491">
                  <c:v>59.811046599999997</c:v>
                </c:pt>
                <c:pt idx="2492">
                  <c:v>59.811061860000002</c:v>
                </c:pt>
                <c:pt idx="2493">
                  <c:v>59.811073299999997</c:v>
                </c:pt>
                <c:pt idx="2494">
                  <c:v>59.811088560000002</c:v>
                </c:pt>
                <c:pt idx="2495">
                  <c:v>59.81110382</c:v>
                </c:pt>
                <c:pt idx="2496">
                  <c:v>59.811119079999997</c:v>
                </c:pt>
                <c:pt idx="2497">
                  <c:v>59.811134340000002</c:v>
                </c:pt>
                <c:pt idx="2498">
                  <c:v>59.8111496</c:v>
                </c:pt>
                <c:pt idx="2499">
                  <c:v>59.811164859999998</c:v>
                </c:pt>
                <c:pt idx="2500">
                  <c:v>59.811180110000002</c:v>
                </c:pt>
                <c:pt idx="2501">
                  <c:v>59.81119537</c:v>
                </c:pt>
                <c:pt idx="2502">
                  <c:v>59.811210629999998</c:v>
                </c:pt>
                <c:pt idx="2503">
                  <c:v>59.811229709999999</c:v>
                </c:pt>
                <c:pt idx="2504">
                  <c:v>59.811244960000003</c:v>
                </c:pt>
                <c:pt idx="2505">
                  <c:v>59.811260220000001</c:v>
                </c:pt>
                <c:pt idx="2506">
                  <c:v>59.811279300000002</c:v>
                </c:pt>
                <c:pt idx="2507">
                  <c:v>59.811298370000003</c:v>
                </c:pt>
                <c:pt idx="2508">
                  <c:v>59.811313630000001</c:v>
                </c:pt>
                <c:pt idx="2509">
                  <c:v>59.811332700000001</c:v>
                </c:pt>
                <c:pt idx="2510">
                  <c:v>59.811351780000003</c:v>
                </c:pt>
                <c:pt idx="2511">
                  <c:v>59.811370850000003</c:v>
                </c:pt>
                <c:pt idx="2512">
                  <c:v>59.811389920000003</c:v>
                </c:pt>
                <c:pt idx="2513">
                  <c:v>59.811408999999998</c:v>
                </c:pt>
                <c:pt idx="2514">
                  <c:v>59.811428069999998</c:v>
                </c:pt>
                <c:pt idx="2515">
                  <c:v>59.811450960000002</c:v>
                </c:pt>
                <c:pt idx="2516">
                  <c:v>59.811470030000002</c:v>
                </c:pt>
                <c:pt idx="2517">
                  <c:v>59.811489109999997</c:v>
                </c:pt>
                <c:pt idx="2518">
                  <c:v>59.81151199</c:v>
                </c:pt>
                <c:pt idx="2519">
                  <c:v>59.811531070000001</c:v>
                </c:pt>
                <c:pt idx="2520">
                  <c:v>59.811553959999998</c:v>
                </c:pt>
                <c:pt idx="2521">
                  <c:v>59.811576840000001</c:v>
                </c:pt>
                <c:pt idx="2522">
                  <c:v>59.811595920000002</c:v>
                </c:pt>
                <c:pt idx="2523">
                  <c:v>59.811618799999998</c:v>
                </c:pt>
                <c:pt idx="2524">
                  <c:v>59.811641690000002</c:v>
                </c:pt>
                <c:pt idx="2525">
                  <c:v>59.811664579999999</c:v>
                </c:pt>
                <c:pt idx="2526">
                  <c:v>59.811687470000003</c:v>
                </c:pt>
                <c:pt idx="2527">
                  <c:v>59.811710359999999</c:v>
                </c:pt>
                <c:pt idx="2528">
                  <c:v>59.811733250000003</c:v>
                </c:pt>
                <c:pt idx="2529">
                  <c:v>59.811756129999999</c:v>
                </c:pt>
                <c:pt idx="2530">
                  <c:v>59.811782839999999</c:v>
                </c:pt>
                <c:pt idx="2531">
                  <c:v>59.811805730000003</c:v>
                </c:pt>
                <c:pt idx="2532">
                  <c:v>59.811832430000003</c:v>
                </c:pt>
                <c:pt idx="2533">
                  <c:v>59.811855319999999</c:v>
                </c:pt>
                <c:pt idx="2534">
                  <c:v>59.811882019999999</c:v>
                </c:pt>
                <c:pt idx="2535">
                  <c:v>59.811904910000003</c:v>
                </c:pt>
                <c:pt idx="2536">
                  <c:v>59.811931610000002</c:v>
                </c:pt>
                <c:pt idx="2537">
                  <c:v>59.811958310000001</c:v>
                </c:pt>
                <c:pt idx="2538">
                  <c:v>59.811985020000002</c:v>
                </c:pt>
                <c:pt idx="2539">
                  <c:v>59.812011720000001</c:v>
                </c:pt>
                <c:pt idx="2540">
                  <c:v>59.81203842</c:v>
                </c:pt>
                <c:pt idx="2541">
                  <c:v>59.81206512</c:v>
                </c:pt>
                <c:pt idx="2542">
                  <c:v>59.81209183</c:v>
                </c:pt>
                <c:pt idx="2543">
                  <c:v>59.812118529999999</c:v>
                </c:pt>
                <c:pt idx="2544">
                  <c:v>59.812149050000002</c:v>
                </c:pt>
                <c:pt idx="2545">
                  <c:v>59.812175750000002</c:v>
                </c:pt>
                <c:pt idx="2546">
                  <c:v>59.812202450000001</c:v>
                </c:pt>
                <c:pt idx="2547">
                  <c:v>59.812232969999997</c:v>
                </c:pt>
                <c:pt idx="2548">
                  <c:v>59.812263489999999</c:v>
                </c:pt>
                <c:pt idx="2549">
                  <c:v>59.812290189999999</c:v>
                </c:pt>
                <c:pt idx="2550">
                  <c:v>59.812320710000002</c:v>
                </c:pt>
                <c:pt idx="2551">
                  <c:v>59.812351229999997</c:v>
                </c:pt>
                <c:pt idx="2552">
                  <c:v>59.812381739999999</c:v>
                </c:pt>
                <c:pt idx="2553">
                  <c:v>59.81240845</c:v>
                </c:pt>
                <c:pt idx="2554">
                  <c:v>59.812438960000001</c:v>
                </c:pt>
                <c:pt idx="2555">
                  <c:v>59.812469479999997</c:v>
                </c:pt>
                <c:pt idx="2556">
                  <c:v>59.812503810000003</c:v>
                </c:pt>
                <c:pt idx="2557">
                  <c:v>59.812534329999998</c:v>
                </c:pt>
                <c:pt idx="2558">
                  <c:v>59.812564850000001</c:v>
                </c:pt>
                <c:pt idx="2559">
                  <c:v>59.812595369999997</c:v>
                </c:pt>
                <c:pt idx="2560">
                  <c:v>59.812629700000002</c:v>
                </c:pt>
                <c:pt idx="2561">
                  <c:v>59.812660219999998</c:v>
                </c:pt>
                <c:pt idx="2562">
                  <c:v>59.812694550000003</c:v>
                </c:pt>
                <c:pt idx="2563">
                  <c:v>59.812725069999999</c:v>
                </c:pt>
                <c:pt idx="2564">
                  <c:v>59.812759399999997</c:v>
                </c:pt>
                <c:pt idx="2565">
                  <c:v>59.81278992</c:v>
                </c:pt>
                <c:pt idx="2566">
                  <c:v>59.812824249999998</c:v>
                </c:pt>
                <c:pt idx="2567">
                  <c:v>59.812854770000001</c:v>
                </c:pt>
                <c:pt idx="2568">
                  <c:v>59.8128891</c:v>
                </c:pt>
                <c:pt idx="2569">
                  <c:v>59.812923429999998</c:v>
                </c:pt>
                <c:pt idx="2570">
                  <c:v>59.812957760000003</c:v>
                </c:pt>
                <c:pt idx="2571">
                  <c:v>59.812992100000002</c:v>
                </c:pt>
                <c:pt idx="2572">
                  <c:v>59.813022609999997</c:v>
                </c:pt>
                <c:pt idx="2573">
                  <c:v>59.813056950000004</c:v>
                </c:pt>
                <c:pt idx="2574">
                  <c:v>59.813091280000002</c:v>
                </c:pt>
                <c:pt idx="2575">
                  <c:v>59.81312561</c:v>
                </c:pt>
                <c:pt idx="2576">
                  <c:v>59.813159939999998</c:v>
                </c:pt>
                <c:pt idx="2577">
                  <c:v>59.81319809</c:v>
                </c:pt>
                <c:pt idx="2578">
                  <c:v>59.813232419999999</c:v>
                </c:pt>
                <c:pt idx="2579">
                  <c:v>59.813266749999997</c:v>
                </c:pt>
                <c:pt idx="2580">
                  <c:v>59.813301090000003</c:v>
                </c:pt>
                <c:pt idx="2581">
                  <c:v>59.813339229999997</c:v>
                </c:pt>
                <c:pt idx="2582">
                  <c:v>59.813373570000003</c:v>
                </c:pt>
                <c:pt idx="2583">
                  <c:v>59.813407900000001</c:v>
                </c:pt>
                <c:pt idx="2584">
                  <c:v>59.813446040000002</c:v>
                </c:pt>
                <c:pt idx="2585">
                  <c:v>59.813480380000001</c:v>
                </c:pt>
                <c:pt idx="2586">
                  <c:v>59.813518520000002</c:v>
                </c:pt>
                <c:pt idx="2587">
                  <c:v>59.813556669999997</c:v>
                </c:pt>
                <c:pt idx="2588">
                  <c:v>59.813591000000002</c:v>
                </c:pt>
                <c:pt idx="2589">
                  <c:v>59.813629149999997</c:v>
                </c:pt>
                <c:pt idx="2590">
                  <c:v>59.813667299999999</c:v>
                </c:pt>
                <c:pt idx="2591">
                  <c:v>59.81370544</c:v>
                </c:pt>
                <c:pt idx="2592">
                  <c:v>59.813743590000001</c:v>
                </c:pt>
                <c:pt idx="2593">
                  <c:v>59.813781740000003</c:v>
                </c:pt>
                <c:pt idx="2594">
                  <c:v>59.813819889999998</c:v>
                </c:pt>
                <c:pt idx="2595">
                  <c:v>59.813858029999999</c:v>
                </c:pt>
                <c:pt idx="2596">
                  <c:v>59.813892359999997</c:v>
                </c:pt>
                <c:pt idx="2597">
                  <c:v>59.813930509999999</c:v>
                </c:pt>
                <c:pt idx="2598">
                  <c:v>59.81396866</c:v>
                </c:pt>
                <c:pt idx="2599">
                  <c:v>59.814006810000002</c:v>
                </c:pt>
                <c:pt idx="2600">
                  <c:v>59.81404114</c:v>
                </c:pt>
                <c:pt idx="2601">
                  <c:v>59.814079280000001</c:v>
                </c:pt>
                <c:pt idx="2602">
                  <c:v>59.814117430000003</c:v>
                </c:pt>
                <c:pt idx="2603">
                  <c:v>59.814155579999998</c:v>
                </c:pt>
                <c:pt idx="2604">
                  <c:v>59.81419373</c:v>
                </c:pt>
                <c:pt idx="2605">
                  <c:v>59.81423187</c:v>
                </c:pt>
                <c:pt idx="2606">
                  <c:v>59.814270020000002</c:v>
                </c:pt>
                <c:pt idx="2607">
                  <c:v>59.814308169999997</c:v>
                </c:pt>
                <c:pt idx="2608">
                  <c:v>59.814346309999998</c:v>
                </c:pt>
                <c:pt idx="2609">
                  <c:v>59.814384459999999</c:v>
                </c:pt>
                <c:pt idx="2610">
                  <c:v>59.814422610000001</c:v>
                </c:pt>
                <c:pt idx="2611">
                  <c:v>59.814460750000002</c:v>
                </c:pt>
                <c:pt idx="2612">
                  <c:v>59.81450272</c:v>
                </c:pt>
                <c:pt idx="2613">
                  <c:v>59.814540860000001</c:v>
                </c:pt>
                <c:pt idx="2614">
                  <c:v>59.814579010000003</c:v>
                </c:pt>
                <c:pt idx="2615">
                  <c:v>59.81462097</c:v>
                </c:pt>
                <c:pt idx="2616">
                  <c:v>59.814659120000002</c:v>
                </c:pt>
                <c:pt idx="2617">
                  <c:v>59.814697270000003</c:v>
                </c:pt>
                <c:pt idx="2618">
                  <c:v>59.814739230000001</c:v>
                </c:pt>
                <c:pt idx="2619">
                  <c:v>59.814777370000002</c:v>
                </c:pt>
                <c:pt idx="2620">
                  <c:v>59.81481934</c:v>
                </c:pt>
                <c:pt idx="2621">
                  <c:v>59.814861299999997</c:v>
                </c:pt>
                <c:pt idx="2622">
                  <c:v>59.814899439999998</c:v>
                </c:pt>
                <c:pt idx="2623">
                  <c:v>59.814941410000003</c:v>
                </c:pt>
                <c:pt idx="2624">
                  <c:v>59.81498337</c:v>
                </c:pt>
                <c:pt idx="2625">
                  <c:v>59.815021510000001</c:v>
                </c:pt>
                <c:pt idx="2626">
                  <c:v>59.815063479999999</c:v>
                </c:pt>
                <c:pt idx="2627">
                  <c:v>59.815105440000004</c:v>
                </c:pt>
                <c:pt idx="2628">
                  <c:v>59.815147400000001</c:v>
                </c:pt>
                <c:pt idx="2629">
                  <c:v>59.815189359999998</c:v>
                </c:pt>
                <c:pt idx="2630">
                  <c:v>59.815231320000002</c:v>
                </c:pt>
                <c:pt idx="2631">
                  <c:v>59.81527328</c:v>
                </c:pt>
                <c:pt idx="2632">
                  <c:v>59.815315249999998</c:v>
                </c:pt>
                <c:pt idx="2633">
                  <c:v>59.815357210000002</c:v>
                </c:pt>
                <c:pt idx="2634">
                  <c:v>59.815399169999999</c:v>
                </c:pt>
                <c:pt idx="2635">
                  <c:v>59.815441130000004</c:v>
                </c:pt>
                <c:pt idx="2636">
                  <c:v>59.815483090000001</c:v>
                </c:pt>
                <c:pt idx="2637">
                  <c:v>59.815525049999998</c:v>
                </c:pt>
                <c:pt idx="2638">
                  <c:v>59.815567020000003</c:v>
                </c:pt>
                <c:pt idx="2639">
                  <c:v>59.81560898</c:v>
                </c:pt>
                <c:pt idx="2640">
                  <c:v>59.815650939999998</c:v>
                </c:pt>
                <c:pt idx="2641">
                  <c:v>59.815692900000002</c:v>
                </c:pt>
                <c:pt idx="2642">
                  <c:v>59.815734859999999</c:v>
                </c:pt>
                <c:pt idx="2643">
                  <c:v>59.815776820000004</c:v>
                </c:pt>
                <c:pt idx="2644">
                  <c:v>59.815818790000002</c:v>
                </c:pt>
                <c:pt idx="2645">
                  <c:v>59.815864560000001</c:v>
                </c:pt>
                <c:pt idx="2646">
                  <c:v>59.815906519999999</c:v>
                </c:pt>
                <c:pt idx="2647">
                  <c:v>59.815948489999997</c:v>
                </c:pt>
                <c:pt idx="2648">
                  <c:v>59.815990450000001</c:v>
                </c:pt>
                <c:pt idx="2649">
                  <c:v>59.816032409999998</c:v>
                </c:pt>
                <c:pt idx="2650">
                  <c:v>59.816074370000003</c:v>
                </c:pt>
                <c:pt idx="2651">
                  <c:v>59.81611633</c:v>
                </c:pt>
                <c:pt idx="2652">
                  <c:v>59.81616211</c:v>
                </c:pt>
                <c:pt idx="2653">
                  <c:v>59.816204069999998</c:v>
                </c:pt>
                <c:pt idx="2654">
                  <c:v>59.816246030000002</c:v>
                </c:pt>
                <c:pt idx="2655">
                  <c:v>59.816287989999999</c:v>
                </c:pt>
                <c:pt idx="2656">
                  <c:v>59.816329959999997</c:v>
                </c:pt>
                <c:pt idx="2657">
                  <c:v>59.816371920000002</c:v>
                </c:pt>
                <c:pt idx="2658">
                  <c:v>59.816413879999999</c:v>
                </c:pt>
                <c:pt idx="2659">
                  <c:v>59.816455840000003</c:v>
                </c:pt>
                <c:pt idx="2660">
                  <c:v>59.8164978</c:v>
                </c:pt>
                <c:pt idx="2661">
                  <c:v>59.816543580000001</c:v>
                </c:pt>
                <c:pt idx="2662">
                  <c:v>59.816585539999998</c:v>
                </c:pt>
                <c:pt idx="2663">
                  <c:v>59.816627500000003</c:v>
                </c:pt>
                <c:pt idx="2664">
                  <c:v>59.81666946</c:v>
                </c:pt>
                <c:pt idx="2665">
                  <c:v>59.816711429999998</c:v>
                </c:pt>
                <c:pt idx="2666">
                  <c:v>59.816753390000002</c:v>
                </c:pt>
                <c:pt idx="2667">
                  <c:v>59.81679535</c:v>
                </c:pt>
                <c:pt idx="2668">
                  <c:v>59.816837309999997</c:v>
                </c:pt>
                <c:pt idx="2669">
                  <c:v>59.816879270000001</c:v>
                </c:pt>
                <c:pt idx="2670">
                  <c:v>59.816921229999998</c:v>
                </c:pt>
                <c:pt idx="2671">
                  <c:v>59.816963200000004</c:v>
                </c:pt>
                <c:pt idx="2672">
                  <c:v>59.817005160000001</c:v>
                </c:pt>
                <c:pt idx="2673">
                  <c:v>59.817043300000002</c:v>
                </c:pt>
                <c:pt idx="2674">
                  <c:v>59.81708527</c:v>
                </c:pt>
                <c:pt idx="2675">
                  <c:v>59.817127229999997</c:v>
                </c:pt>
                <c:pt idx="2676">
                  <c:v>59.817169190000001</c:v>
                </c:pt>
                <c:pt idx="2677">
                  <c:v>59.817211149999999</c:v>
                </c:pt>
                <c:pt idx="2678">
                  <c:v>59.8172493</c:v>
                </c:pt>
                <c:pt idx="2679">
                  <c:v>59.817291259999998</c:v>
                </c:pt>
                <c:pt idx="2680">
                  <c:v>59.817333220000002</c:v>
                </c:pt>
                <c:pt idx="2681">
                  <c:v>59.817375179999999</c:v>
                </c:pt>
                <c:pt idx="2682">
                  <c:v>59.817413330000001</c:v>
                </c:pt>
                <c:pt idx="2683">
                  <c:v>59.817455289999998</c:v>
                </c:pt>
                <c:pt idx="2684">
                  <c:v>59.81749344</c:v>
                </c:pt>
                <c:pt idx="2685">
                  <c:v>59.817535399999997</c:v>
                </c:pt>
                <c:pt idx="2686">
                  <c:v>59.817577360000001</c:v>
                </c:pt>
                <c:pt idx="2687">
                  <c:v>59.817615510000003</c:v>
                </c:pt>
                <c:pt idx="2688">
                  <c:v>59.817653659999998</c:v>
                </c:pt>
                <c:pt idx="2689">
                  <c:v>59.817695620000002</c:v>
                </c:pt>
                <c:pt idx="2690">
                  <c:v>59.817733760000003</c:v>
                </c:pt>
                <c:pt idx="2691">
                  <c:v>59.817775730000001</c:v>
                </c:pt>
                <c:pt idx="2692">
                  <c:v>59.817813870000002</c:v>
                </c:pt>
                <c:pt idx="2693">
                  <c:v>59.817852019999997</c:v>
                </c:pt>
                <c:pt idx="2694">
                  <c:v>59.817893980000001</c:v>
                </c:pt>
                <c:pt idx="2695">
                  <c:v>59.817932130000003</c:v>
                </c:pt>
                <c:pt idx="2696">
                  <c:v>59.817970279999997</c:v>
                </c:pt>
                <c:pt idx="2697">
                  <c:v>59.818008419999998</c:v>
                </c:pt>
                <c:pt idx="2698">
                  <c:v>59.81804657</c:v>
                </c:pt>
                <c:pt idx="2699">
                  <c:v>59.818084720000002</c:v>
                </c:pt>
                <c:pt idx="2700">
                  <c:v>59.818122860000003</c:v>
                </c:pt>
                <c:pt idx="2701">
                  <c:v>59.818161009999997</c:v>
                </c:pt>
                <c:pt idx="2702">
                  <c:v>59.818199159999999</c:v>
                </c:pt>
                <c:pt idx="2703">
                  <c:v>59.8182373</c:v>
                </c:pt>
                <c:pt idx="2704">
                  <c:v>59.818275450000002</c:v>
                </c:pt>
                <c:pt idx="2705">
                  <c:v>59.818313600000003</c:v>
                </c:pt>
                <c:pt idx="2706">
                  <c:v>59.818347930000002</c:v>
                </c:pt>
                <c:pt idx="2707">
                  <c:v>59.818386080000003</c:v>
                </c:pt>
                <c:pt idx="2708">
                  <c:v>59.818424219999997</c:v>
                </c:pt>
                <c:pt idx="2709">
                  <c:v>59.818462369999999</c:v>
                </c:pt>
                <c:pt idx="2710">
                  <c:v>59.818496699999997</c:v>
                </c:pt>
                <c:pt idx="2711">
                  <c:v>59.818534849999999</c:v>
                </c:pt>
                <c:pt idx="2712">
                  <c:v>59.818569179999997</c:v>
                </c:pt>
                <c:pt idx="2713">
                  <c:v>59.818607329999999</c:v>
                </c:pt>
                <c:pt idx="2714">
                  <c:v>59.818641659999997</c:v>
                </c:pt>
                <c:pt idx="2715">
                  <c:v>59.818679809999999</c:v>
                </c:pt>
                <c:pt idx="2716">
                  <c:v>59.818714139999997</c:v>
                </c:pt>
                <c:pt idx="2717">
                  <c:v>59.818748470000003</c:v>
                </c:pt>
                <c:pt idx="2718">
                  <c:v>59.818782810000002</c:v>
                </c:pt>
                <c:pt idx="2719">
                  <c:v>59.818820950000003</c:v>
                </c:pt>
                <c:pt idx="2720">
                  <c:v>59.818855290000002</c:v>
                </c:pt>
                <c:pt idx="2721">
                  <c:v>59.81888962</c:v>
                </c:pt>
                <c:pt idx="2722">
                  <c:v>59.818923949999999</c:v>
                </c:pt>
                <c:pt idx="2723">
                  <c:v>59.818958279999997</c:v>
                </c:pt>
                <c:pt idx="2724">
                  <c:v>59.818992610000002</c:v>
                </c:pt>
                <c:pt idx="2725">
                  <c:v>59.819026950000001</c:v>
                </c:pt>
                <c:pt idx="2726">
                  <c:v>59.819057460000003</c:v>
                </c:pt>
                <c:pt idx="2727">
                  <c:v>59.819091800000002</c:v>
                </c:pt>
                <c:pt idx="2728">
                  <c:v>59.819126130000001</c:v>
                </c:pt>
                <c:pt idx="2729">
                  <c:v>59.819160459999999</c:v>
                </c:pt>
                <c:pt idx="2730">
                  <c:v>59.819190980000002</c:v>
                </c:pt>
                <c:pt idx="2731">
                  <c:v>59.81922531</c:v>
                </c:pt>
                <c:pt idx="2732">
                  <c:v>59.819255830000003</c:v>
                </c:pt>
                <c:pt idx="2733">
                  <c:v>59.819290160000001</c:v>
                </c:pt>
                <c:pt idx="2734">
                  <c:v>59.81932449</c:v>
                </c:pt>
                <c:pt idx="2735">
                  <c:v>59.819355010000002</c:v>
                </c:pt>
                <c:pt idx="2736">
                  <c:v>59.819385529999998</c:v>
                </c:pt>
                <c:pt idx="2737">
                  <c:v>59.819416050000001</c:v>
                </c:pt>
                <c:pt idx="2738">
                  <c:v>59.819450379999999</c:v>
                </c:pt>
                <c:pt idx="2739">
                  <c:v>59.819480900000002</c:v>
                </c:pt>
                <c:pt idx="2740">
                  <c:v>59.819511409999997</c:v>
                </c:pt>
                <c:pt idx="2741">
                  <c:v>59.81954193</c:v>
                </c:pt>
                <c:pt idx="2742">
                  <c:v>59.819572450000003</c:v>
                </c:pt>
                <c:pt idx="2743">
                  <c:v>59.819602969999998</c:v>
                </c:pt>
                <c:pt idx="2744">
                  <c:v>59.81963348</c:v>
                </c:pt>
                <c:pt idx="2745">
                  <c:v>59.819664000000003</c:v>
                </c:pt>
                <c:pt idx="2746">
                  <c:v>59.819694519999999</c:v>
                </c:pt>
                <c:pt idx="2747">
                  <c:v>59.819721219999998</c:v>
                </c:pt>
                <c:pt idx="2748">
                  <c:v>59.819751740000001</c:v>
                </c:pt>
                <c:pt idx="2749">
                  <c:v>59.819782259999997</c:v>
                </c:pt>
                <c:pt idx="2750">
                  <c:v>59.819808960000003</c:v>
                </c:pt>
                <c:pt idx="2751">
                  <c:v>59.819839479999999</c:v>
                </c:pt>
                <c:pt idx="2752">
                  <c:v>59.819866179999998</c:v>
                </c:pt>
                <c:pt idx="2753">
                  <c:v>59.819896700000001</c:v>
                </c:pt>
                <c:pt idx="2754">
                  <c:v>59.8199234</c:v>
                </c:pt>
                <c:pt idx="2755">
                  <c:v>59.819953920000003</c:v>
                </c:pt>
                <c:pt idx="2756">
                  <c:v>59.819980620000003</c:v>
                </c:pt>
                <c:pt idx="2757">
                  <c:v>59.820007320000002</c:v>
                </c:pt>
                <c:pt idx="2758">
                  <c:v>59.820037839999998</c:v>
                </c:pt>
                <c:pt idx="2759">
                  <c:v>59.820064539999997</c:v>
                </c:pt>
                <c:pt idx="2760">
                  <c:v>59.820091249999997</c:v>
                </c:pt>
                <c:pt idx="2761">
                  <c:v>59.820117949999997</c:v>
                </c:pt>
                <c:pt idx="2762">
                  <c:v>59.820144650000003</c:v>
                </c:pt>
                <c:pt idx="2763">
                  <c:v>59.820171360000003</c:v>
                </c:pt>
                <c:pt idx="2764">
                  <c:v>59.820198060000003</c:v>
                </c:pt>
                <c:pt idx="2765">
                  <c:v>59.82022095</c:v>
                </c:pt>
                <c:pt idx="2766">
                  <c:v>59.820247649999999</c:v>
                </c:pt>
                <c:pt idx="2767">
                  <c:v>59.820274349999998</c:v>
                </c:pt>
                <c:pt idx="2768">
                  <c:v>59.820301059999998</c:v>
                </c:pt>
                <c:pt idx="2769">
                  <c:v>59.820323940000002</c:v>
                </c:pt>
                <c:pt idx="2770">
                  <c:v>59.820350650000002</c:v>
                </c:pt>
                <c:pt idx="2771">
                  <c:v>59.820377350000001</c:v>
                </c:pt>
                <c:pt idx="2772">
                  <c:v>59.820400239999998</c:v>
                </c:pt>
                <c:pt idx="2773">
                  <c:v>59.820423130000002</c:v>
                </c:pt>
                <c:pt idx="2774">
                  <c:v>59.820449830000001</c:v>
                </c:pt>
                <c:pt idx="2775">
                  <c:v>59.820472719999998</c:v>
                </c:pt>
                <c:pt idx="2776">
                  <c:v>59.820495610000002</c:v>
                </c:pt>
                <c:pt idx="2777">
                  <c:v>59.820522310000001</c:v>
                </c:pt>
                <c:pt idx="2778">
                  <c:v>59.820545199999998</c:v>
                </c:pt>
                <c:pt idx="2779">
                  <c:v>59.820568080000001</c:v>
                </c:pt>
                <c:pt idx="2780">
                  <c:v>59.820590969999998</c:v>
                </c:pt>
                <c:pt idx="2781">
                  <c:v>59.820613860000002</c:v>
                </c:pt>
                <c:pt idx="2782">
                  <c:v>59.820636749999998</c:v>
                </c:pt>
                <c:pt idx="2783">
                  <c:v>59.820659640000002</c:v>
                </c:pt>
                <c:pt idx="2784">
                  <c:v>59.820682529999999</c:v>
                </c:pt>
                <c:pt idx="2785">
                  <c:v>59.820705410000002</c:v>
                </c:pt>
                <c:pt idx="2786">
                  <c:v>59.820724490000003</c:v>
                </c:pt>
                <c:pt idx="2787">
                  <c:v>59.82074738</c:v>
                </c:pt>
                <c:pt idx="2788">
                  <c:v>59.820770260000003</c:v>
                </c:pt>
                <c:pt idx="2789">
                  <c:v>59.82079315</c:v>
                </c:pt>
                <c:pt idx="2790">
                  <c:v>59.820812230000001</c:v>
                </c:pt>
                <c:pt idx="2791">
                  <c:v>59.820835109999997</c:v>
                </c:pt>
                <c:pt idx="2792">
                  <c:v>59.820854189999999</c:v>
                </c:pt>
                <c:pt idx="2793">
                  <c:v>59.820877080000002</c:v>
                </c:pt>
                <c:pt idx="2794">
                  <c:v>59.820896150000003</c:v>
                </c:pt>
                <c:pt idx="2795">
                  <c:v>59.82091904</c:v>
                </c:pt>
                <c:pt idx="2796">
                  <c:v>59.82093811</c:v>
                </c:pt>
                <c:pt idx="2797">
                  <c:v>59.820957180000001</c:v>
                </c:pt>
                <c:pt idx="2798">
                  <c:v>59.820980069999997</c:v>
                </c:pt>
                <c:pt idx="2799">
                  <c:v>59.820999149999999</c:v>
                </c:pt>
                <c:pt idx="2800">
                  <c:v>59.821018219999999</c:v>
                </c:pt>
                <c:pt idx="2801">
                  <c:v>59.82103729</c:v>
                </c:pt>
                <c:pt idx="2802">
                  <c:v>59.821060180000003</c:v>
                </c:pt>
                <c:pt idx="2803">
                  <c:v>59.821079249999997</c:v>
                </c:pt>
                <c:pt idx="2804">
                  <c:v>59.821098329999998</c:v>
                </c:pt>
                <c:pt idx="2805">
                  <c:v>59.821117399999999</c:v>
                </c:pt>
                <c:pt idx="2806">
                  <c:v>59.821136469999999</c:v>
                </c:pt>
                <c:pt idx="2807">
                  <c:v>59.82115555</c:v>
                </c:pt>
                <c:pt idx="2808">
                  <c:v>59.821174620000001</c:v>
                </c:pt>
                <c:pt idx="2809">
                  <c:v>59.821193700000002</c:v>
                </c:pt>
                <c:pt idx="2810">
                  <c:v>59.821208949999999</c:v>
                </c:pt>
                <c:pt idx="2811">
                  <c:v>59.82122803</c:v>
                </c:pt>
                <c:pt idx="2812">
                  <c:v>59.821247100000001</c:v>
                </c:pt>
                <c:pt idx="2813">
                  <c:v>59.821266170000001</c:v>
                </c:pt>
                <c:pt idx="2814">
                  <c:v>59.821285250000003</c:v>
                </c:pt>
                <c:pt idx="2815">
                  <c:v>59.82130051</c:v>
                </c:pt>
                <c:pt idx="2816">
                  <c:v>59.821319580000001</c:v>
                </c:pt>
                <c:pt idx="2817">
                  <c:v>59.821338650000001</c:v>
                </c:pt>
                <c:pt idx="2818">
                  <c:v>59.821353909999999</c:v>
                </c:pt>
                <c:pt idx="2819">
                  <c:v>59.82137299</c:v>
                </c:pt>
                <c:pt idx="2820">
                  <c:v>59.821392060000001</c:v>
                </c:pt>
                <c:pt idx="2821">
                  <c:v>59.821407319999999</c:v>
                </c:pt>
                <c:pt idx="2822">
                  <c:v>59.821422579999997</c:v>
                </c:pt>
                <c:pt idx="2823">
                  <c:v>59.821441649999997</c:v>
                </c:pt>
                <c:pt idx="2824">
                  <c:v>59.821460719999997</c:v>
                </c:pt>
                <c:pt idx="2825">
                  <c:v>59.821475980000002</c:v>
                </c:pt>
                <c:pt idx="2826">
                  <c:v>59.82149124</c:v>
                </c:pt>
                <c:pt idx="2827">
                  <c:v>59.821506499999998</c:v>
                </c:pt>
                <c:pt idx="2828">
                  <c:v>59.821525569999999</c:v>
                </c:pt>
                <c:pt idx="2829">
                  <c:v>59.821540830000004</c:v>
                </c:pt>
                <c:pt idx="2830">
                  <c:v>59.821556090000001</c:v>
                </c:pt>
                <c:pt idx="2831">
                  <c:v>59.821575160000002</c:v>
                </c:pt>
                <c:pt idx="2832">
                  <c:v>59.82159042</c:v>
                </c:pt>
                <c:pt idx="2833">
                  <c:v>59.821605679999998</c:v>
                </c:pt>
                <c:pt idx="2834">
                  <c:v>59.821620940000003</c:v>
                </c:pt>
                <c:pt idx="2835">
                  <c:v>59.8216362</c:v>
                </c:pt>
                <c:pt idx="2836">
                  <c:v>59.821655270000001</c:v>
                </c:pt>
                <c:pt idx="2837">
                  <c:v>59.821670529999999</c:v>
                </c:pt>
                <c:pt idx="2838">
                  <c:v>59.821685789999997</c:v>
                </c:pt>
                <c:pt idx="2839">
                  <c:v>59.821701050000001</c:v>
                </c:pt>
                <c:pt idx="2840">
                  <c:v>59.821716309999999</c:v>
                </c:pt>
                <c:pt idx="2841">
                  <c:v>59.821731569999997</c:v>
                </c:pt>
                <c:pt idx="2842">
                  <c:v>59.821746830000002</c:v>
                </c:pt>
                <c:pt idx="2843">
                  <c:v>59.821762079999999</c:v>
                </c:pt>
                <c:pt idx="2844">
                  <c:v>59.821777339999997</c:v>
                </c:pt>
                <c:pt idx="2845">
                  <c:v>59.821792600000002</c:v>
                </c:pt>
                <c:pt idx="2846">
                  <c:v>59.821804049999997</c:v>
                </c:pt>
                <c:pt idx="2847">
                  <c:v>59.821819310000002</c:v>
                </c:pt>
                <c:pt idx="2848">
                  <c:v>59.821830749999997</c:v>
                </c:pt>
                <c:pt idx="2849">
                  <c:v>59.821842189999998</c:v>
                </c:pt>
                <c:pt idx="2850">
                  <c:v>59.821857450000003</c:v>
                </c:pt>
                <c:pt idx="2851">
                  <c:v>59.821868899999998</c:v>
                </c:pt>
                <c:pt idx="2852">
                  <c:v>59.821884160000003</c:v>
                </c:pt>
                <c:pt idx="2853">
                  <c:v>59.821895599999998</c:v>
                </c:pt>
                <c:pt idx="2854">
                  <c:v>59.821907039999999</c:v>
                </c:pt>
                <c:pt idx="2855">
                  <c:v>59.821922299999997</c:v>
                </c:pt>
                <c:pt idx="2856">
                  <c:v>59.821933749999999</c:v>
                </c:pt>
                <c:pt idx="2857">
                  <c:v>59.821945190000001</c:v>
                </c:pt>
                <c:pt idx="2858">
                  <c:v>59.821960449999999</c:v>
                </c:pt>
                <c:pt idx="2859">
                  <c:v>59.82197189</c:v>
                </c:pt>
                <c:pt idx="2860">
                  <c:v>59.821983340000003</c:v>
                </c:pt>
                <c:pt idx="2861">
                  <c:v>59.821998600000001</c:v>
                </c:pt>
                <c:pt idx="2862">
                  <c:v>59.822010040000002</c:v>
                </c:pt>
                <c:pt idx="2863">
                  <c:v>59.822021479999997</c:v>
                </c:pt>
                <c:pt idx="2864">
                  <c:v>59.822036740000001</c:v>
                </c:pt>
                <c:pt idx="2865">
                  <c:v>59.822048189999997</c:v>
                </c:pt>
                <c:pt idx="2866">
                  <c:v>59.822063450000002</c:v>
                </c:pt>
                <c:pt idx="2867">
                  <c:v>59.822074890000003</c:v>
                </c:pt>
                <c:pt idx="2868">
                  <c:v>59.822090150000001</c:v>
                </c:pt>
                <c:pt idx="2869">
                  <c:v>59.822101590000003</c:v>
                </c:pt>
                <c:pt idx="2870">
                  <c:v>59.822113039999998</c:v>
                </c:pt>
                <c:pt idx="2871">
                  <c:v>59.822128300000003</c:v>
                </c:pt>
                <c:pt idx="2872">
                  <c:v>59.822139739999997</c:v>
                </c:pt>
                <c:pt idx="2873">
                  <c:v>59.822151179999999</c:v>
                </c:pt>
                <c:pt idx="2874">
                  <c:v>59.822166439999997</c:v>
                </c:pt>
                <c:pt idx="2875">
                  <c:v>59.822177889999999</c:v>
                </c:pt>
                <c:pt idx="2876">
                  <c:v>59.82218933</c:v>
                </c:pt>
                <c:pt idx="2877">
                  <c:v>59.822204589999998</c:v>
                </c:pt>
                <c:pt idx="2878">
                  <c:v>59.82221603</c:v>
                </c:pt>
                <c:pt idx="2879">
                  <c:v>59.822231289999998</c:v>
                </c:pt>
                <c:pt idx="2880">
                  <c:v>59.82224274</c:v>
                </c:pt>
                <c:pt idx="2881">
                  <c:v>59.822257999999998</c:v>
                </c:pt>
                <c:pt idx="2882">
                  <c:v>59.822269439999999</c:v>
                </c:pt>
                <c:pt idx="2883">
                  <c:v>59.822280880000001</c:v>
                </c:pt>
                <c:pt idx="2884">
                  <c:v>59.822296139999999</c:v>
                </c:pt>
                <c:pt idx="2885">
                  <c:v>59.822307590000001</c:v>
                </c:pt>
                <c:pt idx="2886">
                  <c:v>59.822322849999999</c:v>
                </c:pt>
                <c:pt idx="2887">
                  <c:v>59.822338100000003</c:v>
                </c:pt>
                <c:pt idx="2888">
                  <c:v>59.822349549999998</c:v>
                </c:pt>
                <c:pt idx="2889">
                  <c:v>59.822364810000003</c:v>
                </c:pt>
                <c:pt idx="2890">
                  <c:v>59.822376249999998</c:v>
                </c:pt>
                <c:pt idx="2891">
                  <c:v>59.822391510000003</c:v>
                </c:pt>
                <c:pt idx="2892">
                  <c:v>59.822406770000001</c:v>
                </c:pt>
                <c:pt idx="2893">
                  <c:v>59.822422029999998</c:v>
                </c:pt>
                <c:pt idx="2894">
                  <c:v>59.82243347</c:v>
                </c:pt>
                <c:pt idx="2895">
                  <c:v>59.822448729999998</c:v>
                </c:pt>
                <c:pt idx="2896">
                  <c:v>59.822463990000003</c:v>
                </c:pt>
                <c:pt idx="2897">
                  <c:v>59.822479250000001</c:v>
                </c:pt>
                <c:pt idx="2898">
                  <c:v>59.822490690000002</c:v>
                </c:pt>
                <c:pt idx="2899">
                  <c:v>59.82250595</c:v>
                </c:pt>
                <c:pt idx="2900">
                  <c:v>59.822521209999998</c:v>
                </c:pt>
                <c:pt idx="2901">
                  <c:v>59.822536470000003</c:v>
                </c:pt>
                <c:pt idx="2902">
                  <c:v>59.822551730000001</c:v>
                </c:pt>
                <c:pt idx="2903">
                  <c:v>59.822566989999999</c:v>
                </c:pt>
                <c:pt idx="2904">
                  <c:v>59.822582240000003</c:v>
                </c:pt>
                <c:pt idx="2905">
                  <c:v>59.822597500000001</c:v>
                </c:pt>
                <c:pt idx="2906">
                  <c:v>59.822612759999998</c:v>
                </c:pt>
                <c:pt idx="2907">
                  <c:v>59.822628020000003</c:v>
                </c:pt>
                <c:pt idx="2908">
                  <c:v>59.822643280000001</c:v>
                </c:pt>
                <c:pt idx="2909">
                  <c:v>59.822658539999999</c:v>
                </c:pt>
                <c:pt idx="2910">
                  <c:v>59.822673799999997</c:v>
                </c:pt>
                <c:pt idx="2911">
                  <c:v>59.822692869999997</c:v>
                </c:pt>
                <c:pt idx="2912">
                  <c:v>59.822708130000002</c:v>
                </c:pt>
                <c:pt idx="2913">
                  <c:v>59.82272339</c:v>
                </c:pt>
                <c:pt idx="2914">
                  <c:v>59.822738649999998</c:v>
                </c:pt>
                <c:pt idx="2915">
                  <c:v>59.822753910000003</c:v>
                </c:pt>
                <c:pt idx="2916">
                  <c:v>59.822772980000003</c:v>
                </c:pt>
                <c:pt idx="2917">
                  <c:v>59.822788240000001</c:v>
                </c:pt>
                <c:pt idx="2918">
                  <c:v>59.822807310000002</c:v>
                </c:pt>
                <c:pt idx="2919">
                  <c:v>59.82282257</c:v>
                </c:pt>
                <c:pt idx="2920">
                  <c:v>59.822837829999997</c:v>
                </c:pt>
                <c:pt idx="2921">
                  <c:v>59.822856899999998</c:v>
                </c:pt>
                <c:pt idx="2922">
                  <c:v>59.822872160000003</c:v>
                </c:pt>
                <c:pt idx="2923">
                  <c:v>59.822891239999997</c:v>
                </c:pt>
                <c:pt idx="2924">
                  <c:v>59.822906490000001</c:v>
                </c:pt>
                <c:pt idx="2925">
                  <c:v>59.822925570000002</c:v>
                </c:pt>
                <c:pt idx="2926">
                  <c:v>59.82294083</c:v>
                </c:pt>
                <c:pt idx="2927">
                  <c:v>59.822959900000001</c:v>
                </c:pt>
                <c:pt idx="2928">
                  <c:v>59.822978970000001</c:v>
                </c:pt>
                <c:pt idx="2929">
                  <c:v>59.822994229999999</c:v>
                </c:pt>
                <c:pt idx="2930">
                  <c:v>59.82301331</c:v>
                </c:pt>
                <c:pt idx="2931">
                  <c:v>59.823032380000001</c:v>
                </c:pt>
                <c:pt idx="2932">
                  <c:v>59.823047639999999</c:v>
                </c:pt>
                <c:pt idx="2933">
                  <c:v>59.823066709999999</c:v>
                </c:pt>
                <c:pt idx="2934">
                  <c:v>59.82308578</c:v>
                </c:pt>
                <c:pt idx="2935">
                  <c:v>59.823104860000001</c:v>
                </c:pt>
                <c:pt idx="2936">
                  <c:v>59.823123930000001</c:v>
                </c:pt>
                <c:pt idx="2937">
                  <c:v>59.823143010000003</c:v>
                </c:pt>
                <c:pt idx="2938">
                  <c:v>59.823162080000003</c:v>
                </c:pt>
                <c:pt idx="2939">
                  <c:v>59.823181150000003</c:v>
                </c:pt>
                <c:pt idx="2940">
                  <c:v>59.823200229999998</c:v>
                </c:pt>
                <c:pt idx="2941">
                  <c:v>59.823219299999998</c:v>
                </c:pt>
                <c:pt idx="2942">
                  <c:v>59.823238369999999</c:v>
                </c:pt>
                <c:pt idx="2943">
                  <c:v>59.82325745</c:v>
                </c:pt>
                <c:pt idx="2944">
                  <c:v>59.82327652</c:v>
                </c:pt>
                <c:pt idx="2945">
                  <c:v>59.823299409999997</c:v>
                </c:pt>
                <c:pt idx="2946">
                  <c:v>59.823318479999998</c:v>
                </c:pt>
                <c:pt idx="2947">
                  <c:v>59.823337549999998</c:v>
                </c:pt>
                <c:pt idx="2948">
                  <c:v>59.823360440000002</c:v>
                </c:pt>
                <c:pt idx="2949">
                  <c:v>59.823379520000003</c:v>
                </c:pt>
                <c:pt idx="2950">
                  <c:v>59.823398589999996</c:v>
                </c:pt>
                <c:pt idx="2951">
                  <c:v>59.823417659999997</c:v>
                </c:pt>
                <c:pt idx="2952">
                  <c:v>59.823440550000001</c:v>
                </c:pt>
                <c:pt idx="2953">
                  <c:v>59.823463439999998</c:v>
                </c:pt>
                <c:pt idx="2954">
                  <c:v>59.823482509999998</c:v>
                </c:pt>
                <c:pt idx="2955">
                  <c:v>59.823505400000002</c:v>
                </c:pt>
                <c:pt idx="2956">
                  <c:v>59.823524480000003</c:v>
                </c:pt>
                <c:pt idx="2957">
                  <c:v>59.823547359999999</c:v>
                </c:pt>
                <c:pt idx="2958">
                  <c:v>59.82356644</c:v>
                </c:pt>
                <c:pt idx="2959">
                  <c:v>59.823589320000004</c:v>
                </c:pt>
                <c:pt idx="2960">
                  <c:v>59.82361221</c:v>
                </c:pt>
                <c:pt idx="2961">
                  <c:v>59.823631290000002</c:v>
                </c:pt>
                <c:pt idx="2962">
                  <c:v>59.823654169999998</c:v>
                </c:pt>
                <c:pt idx="2963">
                  <c:v>59.823677060000001</c:v>
                </c:pt>
                <c:pt idx="2964">
                  <c:v>59.823699949999998</c:v>
                </c:pt>
                <c:pt idx="2965">
                  <c:v>59.823722840000002</c:v>
                </c:pt>
                <c:pt idx="2966">
                  <c:v>59.823745729999999</c:v>
                </c:pt>
                <c:pt idx="2967">
                  <c:v>59.823768620000003</c:v>
                </c:pt>
                <c:pt idx="2968">
                  <c:v>59.823791499999999</c:v>
                </c:pt>
                <c:pt idx="2969">
                  <c:v>59.823814390000003</c:v>
                </c:pt>
                <c:pt idx="2970">
                  <c:v>59.823837279999999</c:v>
                </c:pt>
                <c:pt idx="2971">
                  <c:v>59.823863979999999</c:v>
                </c:pt>
                <c:pt idx="2972">
                  <c:v>59.823886870000003</c:v>
                </c:pt>
                <c:pt idx="2973">
                  <c:v>59.823909759999999</c:v>
                </c:pt>
                <c:pt idx="2974">
                  <c:v>59.823932650000003</c:v>
                </c:pt>
                <c:pt idx="2975">
                  <c:v>59.82395554</c:v>
                </c:pt>
                <c:pt idx="2976">
                  <c:v>59.823982239999999</c:v>
                </c:pt>
                <c:pt idx="2977">
                  <c:v>59.824005130000003</c:v>
                </c:pt>
                <c:pt idx="2978">
                  <c:v>59.824031830000003</c:v>
                </c:pt>
                <c:pt idx="2979">
                  <c:v>59.824054719999999</c:v>
                </c:pt>
                <c:pt idx="2980">
                  <c:v>59.824081419999999</c:v>
                </c:pt>
                <c:pt idx="2981">
                  <c:v>59.824104310000003</c:v>
                </c:pt>
                <c:pt idx="2982">
                  <c:v>59.824131010000002</c:v>
                </c:pt>
                <c:pt idx="2983">
                  <c:v>59.824157710000001</c:v>
                </c:pt>
                <c:pt idx="2984">
                  <c:v>59.824180599999998</c:v>
                </c:pt>
                <c:pt idx="2985">
                  <c:v>59.824207309999998</c:v>
                </c:pt>
                <c:pt idx="2986">
                  <c:v>59.824234009999998</c:v>
                </c:pt>
                <c:pt idx="2987">
                  <c:v>59.824260709999997</c:v>
                </c:pt>
                <c:pt idx="2988">
                  <c:v>59.824287409999997</c:v>
                </c:pt>
                <c:pt idx="2989">
                  <c:v>59.8243103</c:v>
                </c:pt>
                <c:pt idx="2990">
                  <c:v>59.824337010000001</c:v>
                </c:pt>
                <c:pt idx="2991">
                  <c:v>59.82436371</c:v>
                </c:pt>
                <c:pt idx="2992">
                  <c:v>59.824390409999999</c:v>
                </c:pt>
                <c:pt idx="2993">
                  <c:v>59.824417109999999</c:v>
                </c:pt>
                <c:pt idx="2994">
                  <c:v>59.824443819999999</c:v>
                </c:pt>
                <c:pt idx="2995">
                  <c:v>59.824470519999998</c:v>
                </c:pt>
                <c:pt idx="2996">
                  <c:v>59.824501040000001</c:v>
                </c:pt>
                <c:pt idx="2997">
                  <c:v>59.824527740000001</c:v>
                </c:pt>
                <c:pt idx="2998">
                  <c:v>59.82455444</c:v>
                </c:pt>
                <c:pt idx="2999">
                  <c:v>59.82458115</c:v>
                </c:pt>
                <c:pt idx="3000">
                  <c:v>59.82460785</c:v>
                </c:pt>
                <c:pt idx="3001">
                  <c:v>59.824638370000002</c:v>
                </c:pt>
                <c:pt idx="3002">
                  <c:v>59.824665070000002</c:v>
                </c:pt>
                <c:pt idx="3003">
                  <c:v>59.824695589999997</c:v>
                </c:pt>
                <c:pt idx="3004">
                  <c:v>59.824722289999997</c:v>
                </c:pt>
                <c:pt idx="3005">
                  <c:v>59.824748990000003</c:v>
                </c:pt>
                <c:pt idx="3006">
                  <c:v>59.824779509999999</c:v>
                </c:pt>
                <c:pt idx="3007">
                  <c:v>59.824806209999998</c:v>
                </c:pt>
                <c:pt idx="3008">
                  <c:v>59.824836730000001</c:v>
                </c:pt>
                <c:pt idx="3009">
                  <c:v>59.824863430000001</c:v>
                </c:pt>
                <c:pt idx="3010">
                  <c:v>59.824893950000003</c:v>
                </c:pt>
                <c:pt idx="3011">
                  <c:v>59.824924469999999</c:v>
                </c:pt>
                <c:pt idx="3012">
                  <c:v>59.824954990000002</c:v>
                </c:pt>
                <c:pt idx="3013">
                  <c:v>59.824981690000001</c:v>
                </c:pt>
                <c:pt idx="3014">
                  <c:v>59.825012209999997</c:v>
                </c:pt>
                <c:pt idx="3015">
                  <c:v>59.825042719999999</c:v>
                </c:pt>
                <c:pt idx="3016">
                  <c:v>59.825073240000002</c:v>
                </c:pt>
                <c:pt idx="3017">
                  <c:v>59.825099950000002</c:v>
                </c:pt>
                <c:pt idx="3018">
                  <c:v>59.825130459999997</c:v>
                </c:pt>
                <c:pt idx="3019">
                  <c:v>59.82516098</c:v>
                </c:pt>
                <c:pt idx="3020">
                  <c:v>59.825191500000003</c:v>
                </c:pt>
                <c:pt idx="3021">
                  <c:v>59.825222019999998</c:v>
                </c:pt>
                <c:pt idx="3022">
                  <c:v>59.82525253</c:v>
                </c:pt>
                <c:pt idx="3023">
                  <c:v>59.82527924</c:v>
                </c:pt>
                <c:pt idx="3024">
                  <c:v>59.825309750000002</c:v>
                </c:pt>
                <c:pt idx="3025">
                  <c:v>59.825344090000002</c:v>
                </c:pt>
                <c:pt idx="3026">
                  <c:v>59.825374600000004</c:v>
                </c:pt>
                <c:pt idx="3027">
                  <c:v>59.825405119999999</c:v>
                </c:pt>
                <c:pt idx="3028">
                  <c:v>59.825435640000002</c:v>
                </c:pt>
                <c:pt idx="3029">
                  <c:v>59.825466159999998</c:v>
                </c:pt>
                <c:pt idx="3030">
                  <c:v>59.82549667</c:v>
                </c:pt>
                <c:pt idx="3031">
                  <c:v>59.825527190000003</c:v>
                </c:pt>
                <c:pt idx="3032">
                  <c:v>59.825557709999998</c:v>
                </c:pt>
                <c:pt idx="3033">
                  <c:v>59.825592039999997</c:v>
                </c:pt>
                <c:pt idx="3034">
                  <c:v>59.825622559999999</c:v>
                </c:pt>
                <c:pt idx="3035">
                  <c:v>59.825653080000002</c:v>
                </c:pt>
                <c:pt idx="3036">
                  <c:v>59.825683589999997</c:v>
                </c:pt>
                <c:pt idx="3037">
                  <c:v>59.825717930000003</c:v>
                </c:pt>
                <c:pt idx="3038">
                  <c:v>59.825748439999998</c:v>
                </c:pt>
                <c:pt idx="3039">
                  <c:v>59.825778960000001</c:v>
                </c:pt>
                <c:pt idx="3040">
                  <c:v>59.825813289999999</c:v>
                </c:pt>
                <c:pt idx="3041">
                  <c:v>59.825843810000002</c:v>
                </c:pt>
                <c:pt idx="3042">
                  <c:v>59.82587814</c:v>
                </c:pt>
                <c:pt idx="3043">
                  <c:v>59.825908660000003</c:v>
                </c:pt>
                <c:pt idx="3044">
                  <c:v>59.825939179999999</c:v>
                </c:pt>
                <c:pt idx="3045">
                  <c:v>59.825973509999997</c:v>
                </c:pt>
                <c:pt idx="3046">
                  <c:v>59.82600403</c:v>
                </c:pt>
                <c:pt idx="3047">
                  <c:v>59.826038359999998</c:v>
                </c:pt>
                <c:pt idx="3048">
                  <c:v>59.826068880000001</c:v>
                </c:pt>
                <c:pt idx="3049">
                  <c:v>59.826103209999999</c:v>
                </c:pt>
                <c:pt idx="3050">
                  <c:v>59.826133730000002</c:v>
                </c:pt>
                <c:pt idx="3051">
                  <c:v>59.826168060000001</c:v>
                </c:pt>
                <c:pt idx="3052">
                  <c:v>59.826202389999999</c:v>
                </c:pt>
                <c:pt idx="3053">
                  <c:v>59.826232910000002</c:v>
                </c:pt>
                <c:pt idx="3054">
                  <c:v>59.82626724</c:v>
                </c:pt>
                <c:pt idx="3055">
                  <c:v>59.826297760000003</c:v>
                </c:pt>
                <c:pt idx="3056">
                  <c:v>59.826332090000001</c:v>
                </c:pt>
                <c:pt idx="3057">
                  <c:v>59.826366419999999</c:v>
                </c:pt>
                <c:pt idx="3058">
                  <c:v>59.826396940000002</c:v>
                </c:pt>
                <c:pt idx="3059">
                  <c:v>59.82643127</c:v>
                </c:pt>
                <c:pt idx="3060">
                  <c:v>59.826461790000003</c:v>
                </c:pt>
                <c:pt idx="3061">
                  <c:v>59.826496120000002</c:v>
                </c:pt>
                <c:pt idx="3062">
                  <c:v>59.826530460000001</c:v>
                </c:pt>
                <c:pt idx="3063">
                  <c:v>59.826564789999999</c:v>
                </c:pt>
                <c:pt idx="3064">
                  <c:v>59.826595310000002</c:v>
                </c:pt>
                <c:pt idx="3065">
                  <c:v>59.82662964</c:v>
                </c:pt>
                <c:pt idx="3066">
                  <c:v>59.826663969999998</c:v>
                </c:pt>
                <c:pt idx="3067">
                  <c:v>59.826698299999997</c:v>
                </c:pt>
                <c:pt idx="3068">
                  <c:v>59.82672882</c:v>
                </c:pt>
                <c:pt idx="3069">
                  <c:v>59.826763149999998</c:v>
                </c:pt>
                <c:pt idx="3070">
                  <c:v>59.826797489999997</c:v>
                </c:pt>
                <c:pt idx="3071">
                  <c:v>59.826827999999999</c:v>
                </c:pt>
                <c:pt idx="3072">
                  <c:v>59.826862339999998</c:v>
                </c:pt>
                <c:pt idx="3073">
                  <c:v>59.82689285</c:v>
                </c:pt>
                <c:pt idx="3074">
                  <c:v>59.826927189999999</c:v>
                </c:pt>
                <c:pt idx="3075">
                  <c:v>59.826961519999998</c:v>
                </c:pt>
                <c:pt idx="3076">
                  <c:v>59.82699203</c:v>
                </c:pt>
                <c:pt idx="3077">
                  <c:v>59.827026369999999</c:v>
                </c:pt>
                <c:pt idx="3078">
                  <c:v>59.827060699999997</c:v>
                </c:pt>
                <c:pt idx="3079">
                  <c:v>59.82709122</c:v>
                </c:pt>
                <c:pt idx="3080">
                  <c:v>59.827125549999998</c:v>
                </c:pt>
                <c:pt idx="3081">
                  <c:v>59.827159880000004</c:v>
                </c:pt>
                <c:pt idx="3082">
                  <c:v>59.827190399999999</c:v>
                </c:pt>
                <c:pt idx="3083">
                  <c:v>59.827224729999998</c:v>
                </c:pt>
                <c:pt idx="3084">
                  <c:v>59.827259060000003</c:v>
                </c:pt>
                <c:pt idx="3085">
                  <c:v>59.827289579999999</c:v>
                </c:pt>
                <c:pt idx="3086">
                  <c:v>59.827323909999997</c:v>
                </c:pt>
                <c:pt idx="3087">
                  <c:v>59.82735443</c:v>
                </c:pt>
                <c:pt idx="3088">
                  <c:v>59.827388759999998</c:v>
                </c:pt>
                <c:pt idx="3089">
                  <c:v>59.827423099999997</c:v>
                </c:pt>
                <c:pt idx="3090">
                  <c:v>59.827453609999999</c:v>
                </c:pt>
                <c:pt idx="3091">
                  <c:v>59.827487949999998</c:v>
                </c:pt>
                <c:pt idx="3092">
                  <c:v>59.82751846</c:v>
                </c:pt>
                <c:pt idx="3093">
                  <c:v>59.827552799999999</c:v>
                </c:pt>
                <c:pt idx="3094">
                  <c:v>59.827587129999998</c:v>
                </c:pt>
                <c:pt idx="3095">
                  <c:v>59.827617650000001</c:v>
                </c:pt>
                <c:pt idx="3096">
                  <c:v>59.827651979999999</c:v>
                </c:pt>
                <c:pt idx="3097">
                  <c:v>59.827682500000002</c:v>
                </c:pt>
                <c:pt idx="3098">
                  <c:v>59.827713009999997</c:v>
                </c:pt>
                <c:pt idx="3099">
                  <c:v>59.827747340000002</c:v>
                </c:pt>
                <c:pt idx="3100">
                  <c:v>59.827777859999998</c:v>
                </c:pt>
                <c:pt idx="3101">
                  <c:v>59.827812190000003</c:v>
                </c:pt>
                <c:pt idx="3102">
                  <c:v>59.827842709999999</c:v>
                </c:pt>
                <c:pt idx="3103">
                  <c:v>59.827877039999997</c:v>
                </c:pt>
                <c:pt idx="3104">
                  <c:v>59.82790756</c:v>
                </c:pt>
                <c:pt idx="3105">
                  <c:v>59.827941889999998</c:v>
                </c:pt>
                <c:pt idx="3106">
                  <c:v>59.827972410000001</c:v>
                </c:pt>
                <c:pt idx="3107">
                  <c:v>59.828002929999997</c:v>
                </c:pt>
                <c:pt idx="3108">
                  <c:v>59.82803345</c:v>
                </c:pt>
                <c:pt idx="3109">
                  <c:v>59.828067779999998</c:v>
                </c:pt>
                <c:pt idx="3110">
                  <c:v>59.828098300000001</c:v>
                </c:pt>
                <c:pt idx="3111">
                  <c:v>59.828128810000003</c:v>
                </c:pt>
                <c:pt idx="3112">
                  <c:v>59.828163150000002</c:v>
                </c:pt>
                <c:pt idx="3113">
                  <c:v>59.828193659999997</c:v>
                </c:pt>
                <c:pt idx="3114">
                  <c:v>59.828224179999999</c:v>
                </c:pt>
                <c:pt idx="3115">
                  <c:v>59.828254700000002</c:v>
                </c:pt>
                <c:pt idx="3116">
                  <c:v>59.828285219999998</c:v>
                </c:pt>
                <c:pt idx="3117">
                  <c:v>59.82831573</c:v>
                </c:pt>
                <c:pt idx="3118">
                  <c:v>59.828346250000003</c:v>
                </c:pt>
                <c:pt idx="3119">
                  <c:v>59.828376769999998</c:v>
                </c:pt>
                <c:pt idx="3120">
                  <c:v>59.828407290000001</c:v>
                </c:pt>
                <c:pt idx="3121">
                  <c:v>59.82844162</c:v>
                </c:pt>
                <c:pt idx="3122">
                  <c:v>59.828472140000002</c:v>
                </c:pt>
                <c:pt idx="3123">
                  <c:v>59.828502659999998</c:v>
                </c:pt>
                <c:pt idx="3124">
                  <c:v>59.828529359999997</c:v>
                </c:pt>
                <c:pt idx="3125">
                  <c:v>59.82855988</c:v>
                </c:pt>
                <c:pt idx="3126">
                  <c:v>59.828590390000002</c:v>
                </c:pt>
                <c:pt idx="3127">
                  <c:v>59.828620909999998</c:v>
                </c:pt>
                <c:pt idx="3128">
                  <c:v>59.828651430000001</c:v>
                </c:pt>
                <c:pt idx="3129">
                  <c:v>59.82867813</c:v>
                </c:pt>
                <c:pt idx="3130">
                  <c:v>59.828708650000003</c:v>
                </c:pt>
                <c:pt idx="3131">
                  <c:v>59.828739169999999</c:v>
                </c:pt>
                <c:pt idx="3132">
                  <c:v>59.828769680000001</c:v>
                </c:pt>
                <c:pt idx="3133">
                  <c:v>59.828796390000001</c:v>
                </c:pt>
                <c:pt idx="3134">
                  <c:v>59.828826900000003</c:v>
                </c:pt>
                <c:pt idx="3135">
                  <c:v>59.828853610000003</c:v>
                </c:pt>
                <c:pt idx="3136">
                  <c:v>59.828884119999998</c:v>
                </c:pt>
                <c:pt idx="3137">
                  <c:v>59.828910829999998</c:v>
                </c:pt>
                <c:pt idx="3138">
                  <c:v>59.828941350000001</c:v>
                </c:pt>
                <c:pt idx="3139">
                  <c:v>59.82896805</c:v>
                </c:pt>
                <c:pt idx="3140">
                  <c:v>59.828998570000003</c:v>
                </c:pt>
                <c:pt idx="3141">
                  <c:v>59.829025270000002</c:v>
                </c:pt>
                <c:pt idx="3142">
                  <c:v>59.829051970000002</c:v>
                </c:pt>
                <c:pt idx="3143">
                  <c:v>59.829078670000001</c:v>
                </c:pt>
                <c:pt idx="3144">
                  <c:v>59.829105380000001</c:v>
                </c:pt>
                <c:pt idx="3145">
                  <c:v>59.829135890000003</c:v>
                </c:pt>
                <c:pt idx="3146">
                  <c:v>59.829162599999997</c:v>
                </c:pt>
                <c:pt idx="3147">
                  <c:v>59.829189300000003</c:v>
                </c:pt>
                <c:pt idx="3148">
                  <c:v>59.829216000000002</c:v>
                </c:pt>
                <c:pt idx="3149">
                  <c:v>59.829242710000003</c:v>
                </c:pt>
                <c:pt idx="3150">
                  <c:v>59.829269410000002</c:v>
                </c:pt>
                <c:pt idx="3151">
                  <c:v>59.829296110000001</c:v>
                </c:pt>
                <c:pt idx="3152">
                  <c:v>59.829322810000001</c:v>
                </c:pt>
                <c:pt idx="3153">
                  <c:v>59.829349520000001</c:v>
                </c:pt>
                <c:pt idx="3154">
                  <c:v>59.82937622</c:v>
                </c:pt>
                <c:pt idx="3155">
                  <c:v>59.829399109999997</c:v>
                </c:pt>
                <c:pt idx="3156">
                  <c:v>59.829425809999996</c:v>
                </c:pt>
                <c:pt idx="3157">
                  <c:v>59.829452510000003</c:v>
                </c:pt>
                <c:pt idx="3158">
                  <c:v>59.829479220000003</c:v>
                </c:pt>
                <c:pt idx="3159">
                  <c:v>59.82950211</c:v>
                </c:pt>
                <c:pt idx="3160">
                  <c:v>59.829528809999999</c:v>
                </c:pt>
                <c:pt idx="3161">
                  <c:v>59.829551700000003</c:v>
                </c:pt>
                <c:pt idx="3162">
                  <c:v>59.829578400000003</c:v>
                </c:pt>
                <c:pt idx="3163">
                  <c:v>59.829601289999999</c:v>
                </c:pt>
                <c:pt idx="3164">
                  <c:v>59.829627989999999</c:v>
                </c:pt>
                <c:pt idx="3165">
                  <c:v>59.829650880000003</c:v>
                </c:pt>
                <c:pt idx="3166">
                  <c:v>59.829677580000002</c:v>
                </c:pt>
                <c:pt idx="3167">
                  <c:v>59.829700469999999</c:v>
                </c:pt>
                <c:pt idx="3168">
                  <c:v>59.829723360000003</c:v>
                </c:pt>
                <c:pt idx="3169">
                  <c:v>59.829746249999999</c:v>
                </c:pt>
                <c:pt idx="3170">
                  <c:v>59.829772949999999</c:v>
                </c:pt>
                <c:pt idx="3171">
                  <c:v>59.829795840000003</c:v>
                </c:pt>
                <c:pt idx="3172">
                  <c:v>59.82981873</c:v>
                </c:pt>
                <c:pt idx="3173">
                  <c:v>59.829841610000003</c:v>
                </c:pt>
                <c:pt idx="3174">
                  <c:v>59.829864499999999</c:v>
                </c:pt>
                <c:pt idx="3175">
                  <c:v>59.829887390000003</c:v>
                </c:pt>
                <c:pt idx="3176">
                  <c:v>59.82991028</c:v>
                </c:pt>
                <c:pt idx="3177">
                  <c:v>59.82992935</c:v>
                </c:pt>
                <c:pt idx="3178">
                  <c:v>59.829952239999997</c:v>
                </c:pt>
                <c:pt idx="3179">
                  <c:v>59.829975130000001</c:v>
                </c:pt>
                <c:pt idx="3180">
                  <c:v>59.829998019999998</c:v>
                </c:pt>
                <c:pt idx="3181">
                  <c:v>59.830020900000001</c:v>
                </c:pt>
                <c:pt idx="3182">
                  <c:v>59.830039980000002</c:v>
                </c:pt>
                <c:pt idx="3183">
                  <c:v>59.830062869999999</c:v>
                </c:pt>
                <c:pt idx="3184">
                  <c:v>59.830081939999999</c:v>
                </c:pt>
                <c:pt idx="3185">
                  <c:v>59.830104830000003</c:v>
                </c:pt>
                <c:pt idx="3186">
                  <c:v>59.830123899999997</c:v>
                </c:pt>
                <c:pt idx="3187">
                  <c:v>59.830146790000001</c:v>
                </c:pt>
                <c:pt idx="3188">
                  <c:v>59.830165860000001</c:v>
                </c:pt>
                <c:pt idx="3189">
                  <c:v>59.830188749999998</c:v>
                </c:pt>
                <c:pt idx="3190">
                  <c:v>59.830207819999998</c:v>
                </c:pt>
                <c:pt idx="3191">
                  <c:v>59.8302269</c:v>
                </c:pt>
                <c:pt idx="3192">
                  <c:v>59.83024597</c:v>
                </c:pt>
                <c:pt idx="3193">
                  <c:v>59.830268859999997</c:v>
                </c:pt>
                <c:pt idx="3194">
                  <c:v>59.830287929999997</c:v>
                </c:pt>
                <c:pt idx="3195">
                  <c:v>59.830307009999999</c:v>
                </c:pt>
                <c:pt idx="3196">
                  <c:v>59.830326079999999</c:v>
                </c:pt>
                <c:pt idx="3197">
                  <c:v>59.830345149999999</c:v>
                </c:pt>
                <c:pt idx="3198">
                  <c:v>59.830364230000001</c:v>
                </c:pt>
                <c:pt idx="3199">
                  <c:v>59.830383300000001</c:v>
                </c:pt>
                <c:pt idx="3200">
                  <c:v>59.830398559999999</c:v>
                </c:pt>
                <c:pt idx="3201">
                  <c:v>59.830417629999999</c:v>
                </c:pt>
                <c:pt idx="3202">
                  <c:v>59.830436710000001</c:v>
                </c:pt>
                <c:pt idx="3203">
                  <c:v>59.830455780000001</c:v>
                </c:pt>
                <c:pt idx="3204">
                  <c:v>59.830471039999999</c:v>
                </c:pt>
                <c:pt idx="3205">
                  <c:v>59.83049011</c:v>
                </c:pt>
                <c:pt idx="3206">
                  <c:v>59.830509190000001</c:v>
                </c:pt>
                <c:pt idx="3207">
                  <c:v>59.830524439999998</c:v>
                </c:pt>
                <c:pt idx="3208">
                  <c:v>59.830543519999999</c:v>
                </c:pt>
                <c:pt idx="3209">
                  <c:v>59.830558779999997</c:v>
                </c:pt>
                <c:pt idx="3210">
                  <c:v>59.830577849999997</c:v>
                </c:pt>
                <c:pt idx="3211">
                  <c:v>59.830593110000002</c:v>
                </c:pt>
                <c:pt idx="3212">
                  <c:v>59.830612180000003</c:v>
                </c:pt>
                <c:pt idx="3213">
                  <c:v>59.830627440000001</c:v>
                </c:pt>
                <c:pt idx="3214">
                  <c:v>59.830642699999999</c:v>
                </c:pt>
                <c:pt idx="3215">
                  <c:v>59.830661769999999</c:v>
                </c:pt>
                <c:pt idx="3216">
                  <c:v>59.830677029999997</c:v>
                </c:pt>
                <c:pt idx="3217">
                  <c:v>59.830692290000002</c:v>
                </c:pt>
                <c:pt idx="3218">
                  <c:v>59.830711360000002</c:v>
                </c:pt>
                <c:pt idx="3219">
                  <c:v>59.83072662</c:v>
                </c:pt>
                <c:pt idx="3220">
                  <c:v>59.830741879999998</c:v>
                </c:pt>
                <c:pt idx="3221">
                  <c:v>59.830757140000003</c:v>
                </c:pt>
                <c:pt idx="3222">
                  <c:v>59.830772400000001</c:v>
                </c:pt>
                <c:pt idx="3223">
                  <c:v>59.830791470000001</c:v>
                </c:pt>
                <c:pt idx="3224">
                  <c:v>59.830806729999999</c:v>
                </c:pt>
                <c:pt idx="3225">
                  <c:v>59.830821989999997</c:v>
                </c:pt>
                <c:pt idx="3226">
                  <c:v>59.830837250000002</c:v>
                </c:pt>
                <c:pt idx="3227">
                  <c:v>59.83085251</c:v>
                </c:pt>
                <c:pt idx="3228">
                  <c:v>59.830863950000001</c:v>
                </c:pt>
                <c:pt idx="3229">
                  <c:v>59.830879209999999</c:v>
                </c:pt>
                <c:pt idx="3230">
                  <c:v>59.830894469999997</c:v>
                </c:pt>
                <c:pt idx="3231">
                  <c:v>59.830909730000002</c:v>
                </c:pt>
                <c:pt idx="3232">
                  <c:v>59.83092499</c:v>
                </c:pt>
                <c:pt idx="3233">
                  <c:v>59.830936430000001</c:v>
                </c:pt>
                <c:pt idx="3234">
                  <c:v>59.830951689999999</c:v>
                </c:pt>
                <c:pt idx="3235">
                  <c:v>59.830966949999997</c:v>
                </c:pt>
                <c:pt idx="3236">
                  <c:v>59.830978389999999</c:v>
                </c:pt>
                <c:pt idx="3237">
                  <c:v>59.830993650000003</c:v>
                </c:pt>
                <c:pt idx="3238">
                  <c:v>59.831008910000001</c:v>
                </c:pt>
                <c:pt idx="3239">
                  <c:v>59.831020359999997</c:v>
                </c:pt>
                <c:pt idx="3240">
                  <c:v>59.831035610000001</c:v>
                </c:pt>
                <c:pt idx="3241">
                  <c:v>59.831047060000003</c:v>
                </c:pt>
                <c:pt idx="3242">
                  <c:v>59.831062320000001</c:v>
                </c:pt>
                <c:pt idx="3243">
                  <c:v>59.831073760000002</c:v>
                </c:pt>
                <c:pt idx="3244">
                  <c:v>59.83108902</c:v>
                </c:pt>
                <c:pt idx="3245">
                  <c:v>59.831100460000002</c:v>
                </c:pt>
                <c:pt idx="3246">
                  <c:v>59.831111909999997</c:v>
                </c:pt>
                <c:pt idx="3247">
                  <c:v>59.831123349999999</c:v>
                </c:pt>
                <c:pt idx="3248">
                  <c:v>59.831138609999996</c:v>
                </c:pt>
                <c:pt idx="3249">
                  <c:v>59.831150049999998</c:v>
                </c:pt>
                <c:pt idx="3250">
                  <c:v>59.8311615</c:v>
                </c:pt>
                <c:pt idx="3251">
                  <c:v>59.831172940000002</c:v>
                </c:pt>
                <c:pt idx="3252">
                  <c:v>59.8311882</c:v>
                </c:pt>
                <c:pt idx="3253">
                  <c:v>59.831199650000002</c:v>
                </c:pt>
                <c:pt idx="3254">
                  <c:v>59.831211089999996</c:v>
                </c:pt>
                <c:pt idx="3255">
                  <c:v>59.831222529999998</c:v>
                </c:pt>
                <c:pt idx="3256">
                  <c:v>59.83123398</c:v>
                </c:pt>
                <c:pt idx="3257">
                  <c:v>59.831245420000002</c:v>
                </c:pt>
                <c:pt idx="3258">
                  <c:v>59.831256869999997</c:v>
                </c:pt>
                <c:pt idx="3259">
                  <c:v>59.831268309999999</c:v>
                </c:pt>
                <c:pt idx="3260">
                  <c:v>59.83127975</c:v>
                </c:pt>
                <c:pt idx="3261">
                  <c:v>59.831291200000003</c:v>
                </c:pt>
                <c:pt idx="3262">
                  <c:v>59.831302639999997</c:v>
                </c:pt>
                <c:pt idx="3263">
                  <c:v>59.831314089999999</c:v>
                </c:pt>
                <c:pt idx="3264">
                  <c:v>59.831325530000001</c:v>
                </c:pt>
                <c:pt idx="3265">
                  <c:v>59.83133316</c:v>
                </c:pt>
                <c:pt idx="3266">
                  <c:v>59.831344600000001</c:v>
                </c:pt>
                <c:pt idx="3267">
                  <c:v>59.831356049999997</c:v>
                </c:pt>
                <c:pt idx="3268">
                  <c:v>59.831367489999998</c:v>
                </c:pt>
                <c:pt idx="3269">
                  <c:v>59.83137894</c:v>
                </c:pt>
                <c:pt idx="3270">
                  <c:v>59.831386569999999</c:v>
                </c:pt>
                <c:pt idx="3271">
                  <c:v>59.831398010000001</c:v>
                </c:pt>
                <c:pt idx="3272">
                  <c:v>59.831409450000002</c:v>
                </c:pt>
                <c:pt idx="3273">
                  <c:v>59.831420899999998</c:v>
                </c:pt>
                <c:pt idx="3274">
                  <c:v>59.831432339999999</c:v>
                </c:pt>
                <c:pt idx="3275">
                  <c:v>59.831439969999998</c:v>
                </c:pt>
                <c:pt idx="3276">
                  <c:v>59.83145142</c:v>
                </c:pt>
                <c:pt idx="3277">
                  <c:v>59.831462860000002</c:v>
                </c:pt>
                <c:pt idx="3278">
                  <c:v>59.831470490000001</c:v>
                </c:pt>
                <c:pt idx="3279">
                  <c:v>59.831481930000002</c:v>
                </c:pt>
                <c:pt idx="3280">
                  <c:v>59.831493379999998</c:v>
                </c:pt>
                <c:pt idx="3281">
                  <c:v>59.831501009999997</c:v>
                </c:pt>
                <c:pt idx="3282">
                  <c:v>59.831512449999998</c:v>
                </c:pt>
                <c:pt idx="3283">
                  <c:v>59.831520079999997</c:v>
                </c:pt>
                <c:pt idx="3284">
                  <c:v>59.831531519999999</c:v>
                </c:pt>
                <c:pt idx="3285">
                  <c:v>59.831542970000001</c:v>
                </c:pt>
                <c:pt idx="3286">
                  <c:v>59.8315506</c:v>
                </c:pt>
                <c:pt idx="3287">
                  <c:v>59.831562040000001</c:v>
                </c:pt>
                <c:pt idx="3288">
                  <c:v>59.83156967</c:v>
                </c:pt>
                <c:pt idx="3289">
                  <c:v>59.831581120000003</c:v>
                </c:pt>
                <c:pt idx="3290">
                  <c:v>59.831592559999997</c:v>
                </c:pt>
                <c:pt idx="3291">
                  <c:v>59.831600190000003</c:v>
                </c:pt>
                <c:pt idx="3292">
                  <c:v>59.831611629999998</c:v>
                </c:pt>
                <c:pt idx="3293">
                  <c:v>59.831619259999997</c:v>
                </c:pt>
                <c:pt idx="3294">
                  <c:v>59.831630709999999</c:v>
                </c:pt>
                <c:pt idx="3295">
                  <c:v>59.831638339999998</c:v>
                </c:pt>
                <c:pt idx="3296">
                  <c:v>59.831649779999999</c:v>
                </c:pt>
                <c:pt idx="3297">
                  <c:v>59.831661220000001</c:v>
                </c:pt>
                <c:pt idx="3298">
                  <c:v>59.83166885</c:v>
                </c:pt>
                <c:pt idx="3299">
                  <c:v>59.831680300000002</c:v>
                </c:pt>
                <c:pt idx="3300">
                  <c:v>59.831687930000001</c:v>
                </c:pt>
                <c:pt idx="3301">
                  <c:v>59.831699370000003</c:v>
                </c:pt>
                <c:pt idx="3302">
                  <c:v>59.831710819999998</c:v>
                </c:pt>
                <c:pt idx="3303">
                  <c:v>59.831718440000003</c:v>
                </c:pt>
                <c:pt idx="3304">
                  <c:v>59.831729889999998</c:v>
                </c:pt>
                <c:pt idx="3305">
                  <c:v>59.831737519999997</c:v>
                </c:pt>
                <c:pt idx="3306">
                  <c:v>59.831748959999999</c:v>
                </c:pt>
                <c:pt idx="3307">
                  <c:v>59.831756589999998</c:v>
                </c:pt>
                <c:pt idx="3308">
                  <c:v>59.83176804</c:v>
                </c:pt>
                <c:pt idx="3309">
                  <c:v>59.831779480000002</c:v>
                </c:pt>
                <c:pt idx="3310">
                  <c:v>59.83178711</c:v>
                </c:pt>
                <c:pt idx="3311">
                  <c:v>59.831794739999999</c:v>
                </c:pt>
                <c:pt idx="3312">
                  <c:v>59.831806180000001</c:v>
                </c:pt>
                <c:pt idx="3313">
                  <c:v>59.831817630000003</c:v>
                </c:pt>
                <c:pt idx="3314">
                  <c:v>59.831825260000002</c:v>
                </c:pt>
                <c:pt idx="3315">
                  <c:v>59.831836699999997</c:v>
                </c:pt>
                <c:pt idx="3316">
                  <c:v>59.831844330000003</c:v>
                </c:pt>
                <c:pt idx="3317">
                  <c:v>59.831855769999997</c:v>
                </c:pt>
                <c:pt idx="3318">
                  <c:v>59.831867219999999</c:v>
                </c:pt>
                <c:pt idx="3319">
                  <c:v>59.831874849999998</c:v>
                </c:pt>
                <c:pt idx="3320">
                  <c:v>59.83188629</c:v>
                </c:pt>
                <c:pt idx="3321">
                  <c:v>59.831893919999999</c:v>
                </c:pt>
                <c:pt idx="3322">
                  <c:v>59.83190536</c:v>
                </c:pt>
                <c:pt idx="3323">
                  <c:v>59.831912989999999</c:v>
                </c:pt>
                <c:pt idx="3324">
                  <c:v>59.831924440000002</c:v>
                </c:pt>
                <c:pt idx="3325">
                  <c:v>59.831932070000001</c:v>
                </c:pt>
                <c:pt idx="3326">
                  <c:v>59.831943510000002</c:v>
                </c:pt>
                <c:pt idx="3327">
                  <c:v>59.831951140000001</c:v>
                </c:pt>
                <c:pt idx="3328">
                  <c:v>59.831962590000003</c:v>
                </c:pt>
                <c:pt idx="3329">
                  <c:v>59.831970210000001</c:v>
                </c:pt>
                <c:pt idx="3330">
                  <c:v>59.831981659999997</c:v>
                </c:pt>
                <c:pt idx="3331">
                  <c:v>59.831993099999998</c:v>
                </c:pt>
                <c:pt idx="3332">
                  <c:v>59.832000729999997</c:v>
                </c:pt>
                <c:pt idx="3333">
                  <c:v>59.83201218</c:v>
                </c:pt>
                <c:pt idx="3334">
                  <c:v>59.832019809999998</c:v>
                </c:pt>
                <c:pt idx="3335">
                  <c:v>59.83203125</c:v>
                </c:pt>
                <c:pt idx="3336">
                  <c:v>59.832038879999999</c:v>
                </c:pt>
                <c:pt idx="3337">
                  <c:v>59.83205032</c:v>
                </c:pt>
                <c:pt idx="3338">
                  <c:v>59.832057949999999</c:v>
                </c:pt>
                <c:pt idx="3339">
                  <c:v>59.832069400000002</c:v>
                </c:pt>
                <c:pt idx="3340">
                  <c:v>59.832080840000003</c:v>
                </c:pt>
                <c:pt idx="3341">
                  <c:v>59.832088470000002</c:v>
                </c:pt>
                <c:pt idx="3342">
                  <c:v>59.832099909999997</c:v>
                </c:pt>
                <c:pt idx="3343">
                  <c:v>59.832107540000003</c:v>
                </c:pt>
                <c:pt idx="3344">
                  <c:v>59.832118989999998</c:v>
                </c:pt>
                <c:pt idx="3345">
                  <c:v>59.832130429999999</c:v>
                </c:pt>
                <c:pt idx="3346">
                  <c:v>59.832138059999998</c:v>
                </c:pt>
                <c:pt idx="3347">
                  <c:v>59.832149510000001</c:v>
                </c:pt>
                <c:pt idx="3348">
                  <c:v>59.832160950000002</c:v>
                </c:pt>
                <c:pt idx="3349">
                  <c:v>59.832168580000001</c:v>
                </c:pt>
                <c:pt idx="3350">
                  <c:v>59.832180020000003</c:v>
                </c:pt>
                <c:pt idx="3351">
                  <c:v>59.832191469999998</c:v>
                </c:pt>
                <c:pt idx="3352">
                  <c:v>59.832202909999999</c:v>
                </c:pt>
                <c:pt idx="3353">
                  <c:v>59.832210539999998</c:v>
                </c:pt>
                <c:pt idx="3354">
                  <c:v>59.83222198</c:v>
                </c:pt>
                <c:pt idx="3355">
                  <c:v>59.832233430000002</c:v>
                </c:pt>
                <c:pt idx="3356">
                  <c:v>59.832244869999997</c:v>
                </c:pt>
                <c:pt idx="3357">
                  <c:v>59.832256319999999</c:v>
                </c:pt>
                <c:pt idx="3358">
                  <c:v>59.832263949999998</c:v>
                </c:pt>
                <c:pt idx="3359">
                  <c:v>59.83227539</c:v>
                </c:pt>
                <c:pt idx="3360">
                  <c:v>59.832286830000001</c:v>
                </c:pt>
                <c:pt idx="3361">
                  <c:v>59.832298280000003</c:v>
                </c:pt>
                <c:pt idx="3362">
                  <c:v>59.832309719999998</c:v>
                </c:pt>
                <c:pt idx="3363">
                  <c:v>59.83232117</c:v>
                </c:pt>
                <c:pt idx="3364">
                  <c:v>59.832332610000002</c:v>
                </c:pt>
                <c:pt idx="3365">
                  <c:v>59.832344059999997</c:v>
                </c:pt>
                <c:pt idx="3366">
                  <c:v>59.832355499999998</c:v>
                </c:pt>
                <c:pt idx="3367">
                  <c:v>59.83236694</c:v>
                </c:pt>
                <c:pt idx="3368">
                  <c:v>59.832374569999999</c:v>
                </c:pt>
                <c:pt idx="3369">
                  <c:v>59.832386020000001</c:v>
                </c:pt>
                <c:pt idx="3370">
                  <c:v>59.832397460000003</c:v>
                </c:pt>
                <c:pt idx="3371">
                  <c:v>59.832408909999998</c:v>
                </c:pt>
                <c:pt idx="3372">
                  <c:v>59.83242035</c:v>
                </c:pt>
                <c:pt idx="3373">
                  <c:v>59.832431790000001</c:v>
                </c:pt>
                <c:pt idx="3374">
                  <c:v>59.832443240000003</c:v>
                </c:pt>
                <c:pt idx="3375">
                  <c:v>59.832458500000001</c:v>
                </c:pt>
                <c:pt idx="3376">
                  <c:v>59.832469940000003</c:v>
                </c:pt>
                <c:pt idx="3377">
                  <c:v>59.832481379999997</c:v>
                </c:pt>
                <c:pt idx="3378">
                  <c:v>59.83249283</c:v>
                </c:pt>
                <c:pt idx="3379">
                  <c:v>59.832504270000001</c:v>
                </c:pt>
                <c:pt idx="3380">
                  <c:v>59.832515720000004</c:v>
                </c:pt>
                <c:pt idx="3381">
                  <c:v>59.832527159999998</c:v>
                </c:pt>
                <c:pt idx="3382">
                  <c:v>59.832538599999999</c:v>
                </c:pt>
                <c:pt idx="3383">
                  <c:v>59.832550050000002</c:v>
                </c:pt>
                <c:pt idx="3384">
                  <c:v>59.832561490000003</c:v>
                </c:pt>
                <c:pt idx="3385">
                  <c:v>59.832576750000001</c:v>
                </c:pt>
                <c:pt idx="3386">
                  <c:v>59.832588200000004</c:v>
                </c:pt>
                <c:pt idx="3387">
                  <c:v>59.832599639999998</c:v>
                </c:pt>
                <c:pt idx="3388">
                  <c:v>59.83261108</c:v>
                </c:pt>
                <c:pt idx="3389">
                  <c:v>59.832622530000002</c:v>
                </c:pt>
                <c:pt idx="3390">
                  <c:v>59.832633970000003</c:v>
                </c:pt>
                <c:pt idx="3391">
                  <c:v>59.832649230000001</c:v>
                </c:pt>
                <c:pt idx="3392">
                  <c:v>59.832660679999996</c:v>
                </c:pt>
                <c:pt idx="3393">
                  <c:v>59.832672119999998</c:v>
                </c:pt>
                <c:pt idx="3394">
                  <c:v>59.832687380000003</c:v>
                </c:pt>
                <c:pt idx="3395">
                  <c:v>59.832698819999997</c:v>
                </c:pt>
                <c:pt idx="3396">
                  <c:v>59.83271027</c:v>
                </c:pt>
                <c:pt idx="3397">
                  <c:v>59.832721710000001</c:v>
                </c:pt>
                <c:pt idx="3398">
                  <c:v>59.832736969999999</c:v>
                </c:pt>
                <c:pt idx="3399">
                  <c:v>59.832748410000001</c:v>
                </c:pt>
                <c:pt idx="3400">
                  <c:v>59.832759860000003</c:v>
                </c:pt>
                <c:pt idx="3401">
                  <c:v>59.832775120000001</c:v>
                </c:pt>
                <c:pt idx="3402">
                  <c:v>59.832786560000002</c:v>
                </c:pt>
                <c:pt idx="3403">
                  <c:v>59.83280182</c:v>
                </c:pt>
                <c:pt idx="3404">
                  <c:v>59.832813260000002</c:v>
                </c:pt>
                <c:pt idx="3405">
                  <c:v>59.832824709999997</c:v>
                </c:pt>
                <c:pt idx="3406">
                  <c:v>59.832839970000002</c:v>
                </c:pt>
                <c:pt idx="3407">
                  <c:v>59.832851410000004</c:v>
                </c:pt>
                <c:pt idx="3408">
                  <c:v>59.832866670000001</c:v>
                </c:pt>
                <c:pt idx="3409">
                  <c:v>59.832878110000003</c:v>
                </c:pt>
                <c:pt idx="3410">
                  <c:v>59.832893370000001</c:v>
                </c:pt>
                <c:pt idx="3411">
                  <c:v>59.832904820000003</c:v>
                </c:pt>
                <c:pt idx="3412">
                  <c:v>59.83292007</c:v>
                </c:pt>
                <c:pt idx="3413">
                  <c:v>59.832931520000002</c:v>
                </c:pt>
                <c:pt idx="3414">
                  <c:v>59.83294678</c:v>
                </c:pt>
                <c:pt idx="3415">
                  <c:v>59.832962039999998</c:v>
                </c:pt>
                <c:pt idx="3416">
                  <c:v>59.83297348</c:v>
                </c:pt>
                <c:pt idx="3417">
                  <c:v>59.832988739999998</c:v>
                </c:pt>
                <c:pt idx="3418">
                  <c:v>59.833000179999999</c:v>
                </c:pt>
                <c:pt idx="3419">
                  <c:v>59.833015439999997</c:v>
                </c:pt>
                <c:pt idx="3420">
                  <c:v>59.833030700000002</c:v>
                </c:pt>
                <c:pt idx="3421">
                  <c:v>59.833042140000003</c:v>
                </c:pt>
                <c:pt idx="3422">
                  <c:v>59.833057400000001</c:v>
                </c:pt>
                <c:pt idx="3423">
                  <c:v>59.833072659999999</c:v>
                </c:pt>
                <c:pt idx="3424">
                  <c:v>59.833087919999997</c:v>
                </c:pt>
                <c:pt idx="3425">
                  <c:v>59.833099369999999</c:v>
                </c:pt>
                <c:pt idx="3426">
                  <c:v>59.833114620000003</c:v>
                </c:pt>
                <c:pt idx="3427">
                  <c:v>59.833129880000001</c:v>
                </c:pt>
                <c:pt idx="3428">
                  <c:v>59.833145139999999</c:v>
                </c:pt>
                <c:pt idx="3429">
                  <c:v>59.833156590000002</c:v>
                </c:pt>
                <c:pt idx="3430">
                  <c:v>59.833171839999999</c:v>
                </c:pt>
                <c:pt idx="3431">
                  <c:v>59.833187100000004</c:v>
                </c:pt>
                <c:pt idx="3432">
                  <c:v>59.833202360000001</c:v>
                </c:pt>
                <c:pt idx="3433">
                  <c:v>59.833217619999999</c:v>
                </c:pt>
                <c:pt idx="3434">
                  <c:v>59.833232879999997</c:v>
                </c:pt>
                <c:pt idx="3435">
                  <c:v>59.833244319999999</c:v>
                </c:pt>
                <c:pt idx="3436">
                  <c:v>59.833259580000004</c:v>
                </c:pt>
                <c:pt idx="3437">
                  <c:v>59.833274840000001</c:v>
                </c:pt>
                <c:pt idx="3438">
                  <c:v>59.833290099999999</c:v>
                </c:pt>
                <c:pt idx="3439">
                  <c:v>59.833305359999997</c:v>
                </c:pt>
                <c:pt idx="3440">
                  <c:v>59.833320620000002</c:v>
                </c:pt>
                <c:pt idx="3441">
                  <c:v>59.83333588</c:v>
                </c:pt>
                <c:pt idx="3442">
                  <c:v>59.833351139999998</c:v>
                </c:pt>
                <c:pt idx="3443">
                  <c:v>59.833366390000002</c:v>
                </c:pt>
                <c:pt idx="3444">
                  <c:v>59.83338165</c:v>
                </c:pt>
                <c:pt idx="3445">
                  <c:v>59.833396909999998</c:v>
                </c:pt>
                <c:pt idx="3446">
                  <c:v>59.833412170000003</c:v>
                </c:pt>
                <c:pt idx="3447">
                  <c:v>59.83342743</c:v>
                </c:pt>
                <c:pt idx="3448">
                  <c:v>59.833442689999998</c:v>
                </c:pt>
                <c:pt idx="3449">
                  <c:v>59.833457950000003</c:v>
                </c:pt>
                <c:pt idx="3450">
                  <c:v>59.833473210000001</c:v>
                </c:pt>
                <c:pt idx="3451">
                  <c:v>59.833488459999998</c:v>
                </c:pt>
                <c:pt idx="3452">
                  <c:v>59.833507539999999</c:v>
                </c:pt>
                <c:pt idx="3453">
                  <c:v>59.833522799999997</c:v>
                </c:pt>
                <c:pt idx="3454">
                  <c:v>59.833538060000002</c:v>
                </c:pt>
                <c:pt idx="3455">
                  <c:v>59.833553309999999</c:v>
                </c:pt>
                <c:pt idx="3456">
                  <c:v>59.833568569999997</c:v>
                </c:pt>
                <c:pt idx="3457">
                  <c:v>59.833583830000002</c:v>
                </c:pt>
                <c:pt idx="3458">
                  <c:v>59.833602910000003</c:v>
                </c:pt>
                <c:pt idx="3459">
                  <c:v>59.83361816</c:v>
                </c:pt>
                <c:pt idx="3460">
                  <c:v>59.833633419999998</c:v>
                </c:pt>
                <c:pt idx="3461">
                  <c:v>59.833648680000003</c:v>
                </c:pt>
                <c:pt idx="3462">
                  <c:v>59.833667759999997</c:v>
                </c:pt>
                <c:pt idx="3463">
                  <c:v>59.833683010000001</c:v>
                </c:pt>
                <c:pt idx="3464">
                  <c:v>59.833698269999999</c:v>
                </c:pt>
                <c:pt idx="3465">
                  <c:v>59.833717350000001</c:v>
                </c:pt>
                <c:pt idx="3466">
                  <c:v>59.833732599999998</c:v>
                </c:pt>
                <c:pt idx="3467">
                  <c:v>59.833747860000003</c:v>
                </c:pt>
                <c:pt idx="3468">
                  <c:v>59.833766939999997</c:v>
                </c:pt>
                <c:pt idx="3469">
                  <c:v>59.833782200000002</c:v>
                </c:pt>
                <c:pt idx="3470">
                  <c:v>59.833797449999999</c:v>
                </c:pt>
                <c:pt idx="3471">
                  <c:v>59.83381653</c:v>
                </c:pt>
                <c:pt idx="3472">
                  <c:v>59.833831789999998</c:v>
                </c:pt>
                <c:pt idx="3473">
                  <c:v>59.833850859999998</c:v>
                </c:pt>
                <c:pt idx="3474">
                  <c:v>59.833866120000003</c:v>
                </c:pt>
                <c:pt idx="3475">
                  <c:v>59.833885189999997</c:v>
                </c:pt>
                <c:pt idx="3476">
                  <c:v>59.833900450000002</c:v>
                </c:pt>
                <c:pt idx="3477">
                  <c:v>59.833919530000003</c:v>
                </c:pt>
                <c:pt idx="3478">
                  <c:v>59.83393478</c:v>
                </c:pt>
                <c:pt idx="3479">
                  <c:v>59.833953860000001</c:v>
                </c:pt>
                <c:pt idx="3480">
                  <c:v>59.833969119999999</c:v>
                </c:pt>
                <c:pt idx="3481">
                  <c:v>59.833988189999999</c:v>
                </c:pt>
                <c:pt idx="3482">
                  <c:v>59.834003449999997</c:v>
                </c:pt>
                <c:pt idx="3483">
                  <c:v>59.834022519999998</c:v>
                </c:pt>
                <c:pt idx="3484">
                  <c:v>59.834041599999999</c:v>
                </c:pt>
                <c:pt idx="3485">
                  <c:v>59.83406067</c:v>
                </c:pt>
                <c:pt idx="3486">
                  <c:v>59.834075929999997</c:v>
                </c:pt>
                <c:pt idx="3487">
                  <c:v>59.834094999999998</c:v>
                </c:pt>
                <c:pt idx="3488">
                  <c:v>59.834114069999998</c:v>
                </c:pt>
                <c:pt idx="3489">
                  <c:v>59.83413315</c:v>
                </c:pt>
                <c:pt idx="3490">
                  <c:v>59.834148409999997</c:v>
                </c:pt>
                <c:pt idx="3491">
                  <c:v>59.834167479999998</c:v>
                </c:pt>
                <c:pt idx="3492">
                  <c:v>59.834186549999998</c:v>
                </c:pt>
                <c:pt idx="3493">
                  <c:v>59.834201810000003</c:v>
                </c:pt>
                <c:pt idx="3494">
                  <c:v>59.834220889999997</c:v>
                </c:pt>
                <c:pt idx="3495">
                  <c:v>59.834239959999998</c:v>
                </c:pt>
                <c:pt idx="3496">
                  <c:v>59.834259029999998</c:v>
                </c:pt>
                <c:pt idx="3497">
                  <c:v>59.83427811</c:v>
                </c:pt>
                <c:pt idx="3498">
                  <c:v>59.83429718</c:v>
                </c:pt>
                <c:pt idx="3499">
                  <c:v>59.834312439999998</c:v>
                </c:pt>
                <c:pt idx="3500">
                  <c:v>59.834331509999998</c:v>
                </c:pt>
                <c:pt idx="3501">
                  <c:v>59.83435059</c:v>
                </c:pt>
                <c:pt idx="3502">
                  <c:v>59.83436966</c:v>
                </c:pt>
                <c:pt idx="3503">
                  <c:v>59.834388730000001</c:v>
                </c:pt>
                <c:pt idx="3504">
                  <c:v>59.834407810000002</c:v>
                </c:pt>
                <c:pt idx="3505">
                  <c:v>59.834426880000002</c:v>
                </c:pt>
                <c:pt idx="3506">
                  <c:v>59.834445950000003</c:v>
                </c:pt>
                <c:pt idx="3507">
                  <c:v>59.834465029999997</c:v>
                </c:pt>
                <c:pt idx="3508">
                  <c:v>59.834484099999997</c:v>
                </c:pt>
                <c:pt idx="3509">
                  <c:v>59.834499360000002</c:v>
                </c:pt>
                <c:pt idx="3510">
                  <c:v>59.834518430000003</c:v>
                </c:pt>
                <c:pt idx="3511">
                  <c:v>59.834537509999997</c:v>
                </c:pt>
                <c:pt idx="3512">
                  <c:v>59.834556579999997</c:v>
                </c:pt>
                <c:pt idx="3513">
                  <c:v>59.834575649999998</c:v>
                </c:pt>
                <c:pt idx="3514">
                  <c:v>59.834598540000002</c:v>
                </c:pt>
                <c:pt idx="3515">
                  <c:v>59.834617610000002</c:v>
                </c:pt>
                <c:pt idx="3516">
                  <c:v>59.834636690000004</c:v>
                </c:pt>
                <c:pt idx="3517">
                  <c:v>59.834655759999997</c:v>
                </c:pt>
                <c:pt idx="3518">
                  <c:v>59.834674839999998</c:v>
                </c:pt>
                <c:pt idx="3519">
                  <c:v>59.834693909999999</c:v>
                </c:pt>
                <c:pt idx="3520">
                  <c:v>59.834712979999999</c:v>
                </c:pt>
                <c:pt idx="3521">
                  <c:v>59.83473206</c:v>
                </c:pt>
                <c:pt idx="3522">
                  <c:v>59.834751130000001</c:v>
                </c:pt>
                <c:pt idx="3523">
                  <c:v>59.834774019999998</c:v>
                </c:pt>
                <c:pt idx="3524">
                  <c:v>59.834793089999998</c:v>
                </c:pt>
                <c:pt idx="3525">
                  <c:v>59.834812159999998</c:v>
                </c:pt>
                <c:pt idx="3526">
                  <c:v>59.83483124</c:v>
                </c:pt>
                <c:pt idx="3527">
                  <c:v>59.83485031</c:v>
                </c:pt>
                <c:pt idx="3528">
                  <c:v>59.834869380000001</c:v>
                </c:pt>
                <c:pt idx="3529">
                  <c:v>59.834888460000002</c:v>
                </c:pt>
                <c:pt idx="3530">
                  <c:v>59.834911349999999</c:v>
                </c:pt>
                <c:pt idx="3531">
                  <c:v>59.834930419999999</c:v>
                </c:pt>
                <c:pt idx="3532">
                  <c:v>59.83494949</c:v>
                </c:pt>
                <c:pt idx="3533">
                  <c:v>59.834968570000001</c:v>
                </c:pt>
                <c:pt idx="3534">
                  <c:v>59.834991459999998</c:v>
                </c:pt>
                <c:pt idx="3535">
                  <c:v>59.835010529999998</c:v>
                </c:pt>
                <c:pt idx="3536">
                  <c:v>59.835029599999999</c:v>
                </c:pt>
                <c:pt idx="3537">
                  <c:v>59.835052490000002</c:v>
                </c:pt>
                <c:pt idx="3538">
                  <c:v>59.835071560000003</c:v>
                </c:pt>
                <c:pt idx="3539">
                  <c:v>59.835090639999997</c:v>
                </c:pt>
                <c:pt idx="3540">
                  <c:v>59.835109709999998</c:v>
                </c:pt>
                <c:pt idx="3541">
                  <c:v>59.835132600000001</c:v>
                </c:pt>
                <c:pt idx="3542">
                  <c:v>59.835151670000002</c:v>
                </c:pt>
                <c:pt idx="3543">
                  <c:v>59.835174559999999</c:v>
                </c:pt>
                <c:pt idx="3544">
                  <c:v>59.835193629999999</c:v>
                </c:pt>
                <c:pt idx="3545">
                  <c:v>59.83521271</c:v>
                </c:pt>
                <c:pt idx="3546">
                  <c:v>59.835235599999997</c:v>
                </c:pt>
                <c:pt idx="3547">
                  <c:v>59.835254669999998</c:v>
                </c:pt>
                <c:pt idx="3548">
                  <c:v>59.835277560000002</c:v>
                </c:pt>
                <c:pt idx="3549">
                  <c:v>59.835296630000002</c:v>
                </c:pt>
                <c:pt idx="3550">
                  <c:v>59.835319519999999</c:v>
                </c:pt>
                <c:pt idx="3551">
                  <c:v>59.835338589999999</c:v>
                </c:pt>
                <c:pt idx="3552">
                  <c:v>59.835361480000003</c:v>
                </c:pt>
                <c:pt idx="3553">
                  <c:v>59.835380549999996</c:v>
                </c:pt>
                <c:pt idx="3554">
                  <c:v>59.83540344</c:v>
                </c:pt>
                <c:pt idx="3555">
                  <c:v>59.835422520000002</c:v>
                </c:pt>
                <c:pt idx="3556">
                  <c:v>59.835445399999998</c:v>
                </c:pt>
                <c:pt idx="3557">
                  <c:v>59.835468290000001</c:v>
                </c:pt>
                <c:pt idx="3558">
                  <c:v>59.835487370000003</c:v>
                </c:pt>
                <c:pt idx="3559">
                  <c:v>59.835510249999999</c:v>
                </c:pt>
                <c:pt idx="3560">
                  <c:v>59.83552933</c:v>
                </c:pt>
                <c:pt idx="3561">
                  <c:v>59.835552219999997</c:v>
                </c:pt>
                <c:pt idx="3562">
                  <c:v>59.8355751</c:v>
                </c:pt>
                <c:pt idx="3563">
                  <c:v>59.835594180000001</c:v>
                </c:pt>
                <c:pt idx="3564">
                  <c:v>59.835617069999998</c:v>
                </c:pt>
                <c:pt idx="3565">
                  <c:v>59.835636139999998</c:v>
                </c:pt>
                <c:pt idx="3566">
                  <c:v>59.835659030000002</c:v>
                </c:pt>
                <c:pt idx="3567">
                  <c:v>59.835681919999999</c:v>
                </c:pt>
                <c:pt idx="3568">
                  <c:v>59.835700989999999</c:v>
                </c:pt>
                <c:pt idx="3569">
                  <c:v>59.835723880000003</c:v>
                </c:pt>
                <c:pt idx="3570">
                  <c:v>59.83574677</c:v>
                </c:pt>
                <c:pt idx="3571">
                  <c:v>59.835769650000003</c:v>
                </c:pt>
                <c:pt idx="3572">
                  <c:v>59.835788729999997</c:v>
                </c:pt>
                <c:pt idx="3573">
                  <c:v>59.83581161</c:v>
                </c:pt>
                <c:pt idx="3574">
                  <c:v>59.835834499999997</c:v>
                </c:pt>
                <c:pt idx="3575">
                  <c:v>59.835853579999998</c:v>
                </c:pt>
                <c:pt idx="3576">
                  <c:v>59.835876460000001</c:v>
                </c:pt>
                <c:pt idx="3577">
                  <c:v>59.835899349999998</c:v>
                </c:pt>
                <c:pt idx="3578">
                  <c:v>59.835922240000002</c:v>
                </c:pt>
                <c:pt idx="3579">
                  <c:v>59.835941310000003</c:v>
                </c:pt>
                <c:pt idx="3580">
                  <c:v>59.835964199999999</c:v>
                </c:pt>
                <c:pt idx="3581">
                  <c:v>59.835987090000003</c:v>
                </c:pt>
                <c:pt idx="3582">
                  <c:v>59.83600998</c:v>
                </c:pt>
                <c:pt idx="3583">
                  <c:v>59.836032869999997</c:v>
                </c:pt>
                <c:pt idx="3584">
                  <c:v>59.836055760000001</c:v>
                </c:pt>
                <c:pt idx="3585">
                  <c:v>59.836074830000001</c:v>
                </c:pt>
                <c:pt idx="3586">
                  <c:v>59.836097719999998</c:v>
                </c:pt>
                <c:pt idx="3587">
                  <c:v>59.836120610000002</c:v>
                </c:pt>
                <c:pt idx="3588">
                  <c:v>59.836143489999998</c:v>
                </c:pt>
                <c:pt idx="3589">
                  <c:v>59.836166380000002</c:v>
                </c:pt>
                <c:pt idx="3590">
                  <c:v>59.836189269999998</c:v>
                </c:pt>
                <c:pt idx="3591">
                  <c:v>59.836212160000002</c:v>
                </c:pt>
                <c:pt idx="3592">
                  <c:v>59.836235049999999</c:v>
                </c:pt>
                <c:pt idx="3593">
                  <c:v>59.836257930000002</c:v>
                </c:pt>
                <c:pt idx="3594">
                  <c:v>59.836280819999999</c:v>
                </c:pt>
                <c:pt idx="3595">
                  <c:v>59.836303710000003</c:v>
                </c:pt>
                <c:pt idx="3596">
                  <c:v>59.8363266</c:v>
                </c:pt>
                <c:pt idx="3597">
                  <c:v>59.836349490000003</c:v>
                </c:pt>
                <c:pt idx="3598">
                  <c:v>59.83637238</c:v>
                </c:pt>
                <c:pt idx="3599">
                  <c:v>59.836395260000003</c:v>
                </c:pt>
                <c:pt idx="3600">
                  <c:v>59.83641815</c:v>
                </c:pt>
                <c:pt idx="3601">
                  <c:v>59.836441039999997</c:v>
                </c:pt>
                <c:pt idx="3602">
                  <c:v>59.836463930000001</c:v>
                </c:pt>
                <c:pt idx="3603">
                  <c:v>59.836486819999998</c:v>
                </c:pt>
                <c:pt idx="3604">
                  <c:v>59.836509700000001</c:v>
                </c:pt>
                <c:pt idx="3605">
                  <c:v>59.836532589999997</c:v>
                </c:pt>
                <c:pt idx="3606">
                  <c:v>59.836559299999998</c:v>
                </c:pt>
                <c:pt idx="3607">
                  <c:v>59.836582180000001</c:v>
                </c:pt>
                <c:pt idx="3608">
                  <c:v>59.836605069999997</c:v>
                </c:pt>
                <c:pt idx="3609">
                  <c:v>59.836627960000001</c:v>
                </c:pt>
                <c:pt idx="3610">
                  <c:v>59.836650849999998</c:v>
                </c:pt>
                <c:pt idx="3611">
                  <c:v>59.836673740000002</c:v>
                </c:pt>
                <c:pt idx="3612">
                  <c:v>59.836700440000001</c:v>
                </c:pt>
                <c:pt idx="3613">
                  <c:v>59.836723329999998</c:v>
                </c:pt>
                <c:pt idx="3614">
                  <c:v>59.836746220000002</c:v>
                </c:pt>
                <c:pt idx="3615">
                  <c:v>59.836769099999998</c:v>
                </c:pt>
                <c:pt idx="3616">
                  <c:v>59.836791990000002</c:v>
                </c:pt>
                <c:pt idx="3617">
                  <c:v>59.836818700000002</c:v>
                </c:pt>
                <c:pt idx="3618">
                  <c:v>59.836841579999998</c:v>
                </c:pt>
                <c:pt idx="3619">
                  <c:v>59.836864470000002</c:v>
                </c:pt>
                <c:pt idx="3620">
                  <c:v>59.836887359999999</c:v>
                </c:pt>
                <c:pt idx="3621">
                  <c:v>59.836914059999998</c:v>
                </c:pt>
                <c:pt idx="3622">
                  <c:v>59.836936950000002</c:v>
                </c:pt>
                <c:pt idx="3623">
                  <c:v>59.836959839999999</c:v>
                </c:pt>
                <c:pt idx="3624">
                  <c:v>59.836986539999998</c:v>
                </c:pt>
                <c:pt idx="3625">
                  <c:v>59.837009430000002</c:v>
                </c:pt>
                <c:pt idx="3626">
                  <c:v>59.837032319999999</c:v>
                </c:pt>
                <c:pt idx="3627">
                  <c:v>59.837059019999998</c:v>
                </c:pt>
                <c:pt idx="3628">
                  <c:v>59.837081910000002</c:v>
                </c:pt>
                <c:pt idx="3629">
                  <c:v>59.837104799999999</c:v>
                </c:pt>
                <c:pt idx="3630">
                  <c:v>59.837131499999998</c:v>
                </c:pt>
                <c:pt idx="3631">
                  <c:v>59.837154390000002</c:v>
                </c:pt>
                <c:pt idx="3632">
                  <c:v>59.837177279999999</c:v>
                </c:pt>
                <c:pt idx="3633">
                  <c:v>59.837203979999998</c:v>
                </c:pt>
                <c:pt idx="3634">
                  <c:v>59.837226870000002</c:v>
                </c:pt>
                <c:pt idx="3635">
                  <c:v>59.837253570000001</c:v>
                </c:pt>
                <c:pt idx="3636">
                  <c:v>59.837276459999998</c:v>
                </c:pt>
                <c:pt idx="3637">
                  <c:v>59.837299350000002</c:v>
                </c:pt>
                <c:pt idx="3638">
                  <c:v>59.837326050000001</c:v>
                </c:pt>
                <c:pt idx="3639">
                  <c:v>59.837348939999998</c:v>
                </c:pt>
                <c:pt idx="3640">
                  <c:v>59.837375639999998</c:v>
                </c:pt>
                <c:pt idx="3641">
                  <c:v>59.837398530000002</c:v>
                </c:pt>
                <c:pt idx="3642">
                  <c:v>59.837425230000001</c:v>
                </c:pt>
                <c:pt idx="3643">
                  <c:v>59.837448119999998</c:v>
                </c:pt>
                <c:pt idx="3644">
                  <c:v>59.837474819999997</c:v>
                </c:pt>
                <c:pt idx="3645">
                  <c:v>59.837497710000001</c:v>
                </c:pt>
                <c:pt idx="3646">
                  <c:v>59.83752441</c:v>
                </c:pt>
                <c:pt idx="3647">
                  <c:v>59.837547299999997</c:v>
                </c:pt>
                <c:pt idx="3648">
                  <c:v>59.837574009999997</c:v>
                </c:pt>
                <c:pt idx="3649">
                  <c:v>59.83759689</c:v>
                </c:pt>
                <c:pt idx="3650">
                  <c:v>59.837623600000001</c:v>
                </c:pt>
                <c:pt idx="3651">
                  <c:v>59.8376503</c:v>
                </c:pt>
                <c:pt idx="3652">
                  <c:v>59.837673189999997</c:v>
                </c:pt>
                <c:pt idx="3653">
                  <c:v>59.837699890000003</c:v>
                </c:pt>
                <c:pt idx="3654">
                  <c:v>59.83772278</c:v>
                </c:pt>
                <c:pt idx="3655">
                  <c:v>59.837749479999999</c:v>
                </c:pt>
                <c:pt idx="3656">
                  <c:v>59.837772370000003</c:v>
                </c:pt>
                <c:pt idx="3657">
                  <c:v>59.837799070000003</c:v>
                </c:pt>
                <c:pt idx="3658">
                  <c:v>59.837825780000003</c:v>
                </c:pt>
                <c:pt idx="3659">
                  <c:v>59.837852480000002</c:v>
                </c:pt>
                <c:pt idx="3660">
                  <c:v>59.837875369999999</c:v>
                </c:pt>
                <c:pt idx="3661">
                  <c:v>59.837902069999998</c:v>
                </c:pt>
                <c:pt idx="3662">
                  <c:v>59.837928769999998</c:v>
                </c:pt>
                <c:pt idx="3663">
                  <c:v>59.837951660000002</c:v>
                </c:pt>
                <c:pt idx="3664">
                  <c:v>59.837978360000001</c:v>
                </c:pt>
                <c:pt idx="3665">
                  <c:v>59.838005070000001</c:v>
                </c:pt>
                <c:pt idx="3666">
                  <c:v>59.838027949999997</c:v>
                </c:pt>
                <c:pt idx="3667">
                  <c:v>59.838054659999997</c:v>
                </c:pt>
                <c:pt idx="3668">
                  <c:v>59.838081359999997</c:v>
                </c:pt>
                <c:pt idx="3669">
                  <c:v>59.838108060000003</c:v>
                </c:pt>
                <c:pt idx="3670">
                  <c:v>59.838134770000003</c:v>
                </c:pt>
                <c:pt idx="3671">
                  <c:v>59.838157649999999</c:v>
                </c:pt>
                <c:pt idx="3672">
                  <c:v>59.83818436</c:v>
                </c:pt>
                <c:pt idx="3673">
                  <c:v>59.838211059999999</c:v>
                </c:pt>
                <c:pt idx="3674">
                  <c:v>59.838237759999998</c:v>
                </c:pt>
                <c:pt idx="3675">
                  <c:v>59.838264469999999</c:v>
                </c:pt>
                <c:pt idx="3676">
                  <c:v>59.838287350000002</c:v>
                </c:pt>
                <c:pt idx="3677">
                  <c:v>59.838314060000002</c:v>
                </c:pt>
                <c:pt idx="3678">
                  <c:v>59.838340760000001</c:v>
                </c:pt>
                <c:pt idx="3679">
                  <c:v>59.838367460000001</c:v>
                </c:pt>
                <c:pt idx="3680">
                  <c:v>59.838394170000001</c:v>
                </c:pt>
                <c:pt idx="3681">
                  <c:v>59.83842087</c:v>
                </c:pt>
                <c:pt idx="3682">
                  <c:v>59.83844757</c:v>
                </c:pt>
                <c:pt idx="3683">
                  <c:v>59.838470460000003</c:v>
                </c:pt>
                <c:pt idx="3684">
                  <c:v>59.838497160000003</c:v>
                </c:pt>
                <c:pt idx="3685">
                  <c:v>59.838523860000002</c:v>
                </c:pt>
                <c:pt idx="3686">
                  <c:v>59.838550570000002</c:v>
                </c:pt>
                <c:pt idx="3687">
                  <c:v>59.838577270000002</c:v>
                </c:pt>
                <c:pt idx="3688">
                  <c:v>59.838603970000001</c:v>
                </c:pt>
                <c:pt idx="3689">
                  <c:v>59.838630680000001</c:v>
                </c:pt>
                <c:pt idx="3690">
                  <c:v>59.838657380000001</c:v>
                </c:pt>
                <c:pt idx="3691">
                  <c:v>59.83868408</c:v>
                </c:pt>
                <c:pt idx="3692">
                  <c:v>59.83871078</c:v>
                </c:pt>
                <c:pt idx="3693">
                  <c:v>59.83873749</c:v>
                </c:pt>
                <c:pt idx="3694">
                  <c:v>59.838764189999999</c:v>
                </c:pt>
                <c:pt idx="3695">
                  <c:v>59.838790889999999</c:v>
                </c:pt>
                <c:pt idx="3696">
                  <c:v>59.838817599999999</c:v>
                </c:pt>
                <c:pt idx="3697">
                  <c:v>59.838844299999998</c:v>
                </c:pt>
                <c:pt idx="3698">
                  <c:v>59.838870999999997</c:v>
                </c:pt>
                <c:pt idx="3699">
                  <c:v>59.838897709999998</c:v>
                </c:pt>
                <c:pt idx="3700">
                  <c:v>59.838924409999997</c:v>
                </c:pt>
                <c:pt idx="3701">
                  <c:v>59.838951109999996</c:v>
                </c:pt>
                <c:pt idx="3702">
                  <c:v>59.838977810000003</c:v>
                </c:pt>
                <c:pt idx="3703">
                  <c:v>59.839004520000003</c:v>
                </c:pt>
                <c:pt idx="3704">
                  <c:v>59.839031220000003</c:v>
                </c:pt>
                <c:pt idx="3705">
                  <c:v>59.839057920000002</c:v>
                </c:pt>
                <c:pt idx="3706">
                  <c:v>59.839084630000002</c:v>
                </c:pt>
                <c:pt idx="3707">
                  <c:v>59.839111330000001</c:v>
                </c:pt>
                <c:pt idx="3708">
                  <c:v>59.839141849999997</c:v>
                </c:pt>
                <c:pt idx="3709">
                  <c:v>59.839168549999997</c:v>
                </c:pt>
                <c:pt idx="3710">
                  <c:v>59.839195250000003</c:v>
                </c:pt>
                <c:pt idx="3711">
                  <c:v>59.839221950000002</c:v>
                </c:pt>
                <c:pt idx="3712">
                  <c:v>59.839248660000003</c:v>
                </c:pt>
                <c:pt idx="3713">
                  <c:v>59.839275360000002</c:v>
                </c:pt>
                <c:pt idx="3714">
                  <c:v>59.839302060000001</c:v>
                </c:pt>
                <c:pt idx="3715">
                  <c:v>59.839332579999997</c:v>
                </c:pt>
                <c:pt idx="3716">
                  <c:v>59.839359279999996</c:v>
                </c:pt>
                <c:pt idx="3717">
                  <c:v>59.839385989999997</c:v>
                </c:pt>
                <c:pt idx="3718">
                  <c:v>59.839412690000003</c:v>
                </c:pt>
                <c:pt idx="3719">
                  <c:v>59.839439390000003</c:v>
                </c:pt>
                <c:pt idx="3720">
                  <c:v>59.839469909999998</c:v>
                </c:pt>
                <c:pt idx="3721">
                  <c:v>59.839496609999998</c:v>
                </c:pt>
                <c:pt idx="3722">
                  <c:v>59.839523319999998</c:v>
                </c:pt>
                <c:pt idx="3723">
                  <c:v>59.839550019999997</c:v>
                </c:pt>
                <c:pt idx="3724">
                  <c:v>59.83958054</c:v>
                </c:pt>
                <c:pt idx="3725">
                  <c:v>59.839607239999999</c:v>
                </c:pt>
                <c:pt idx="3726">
                  <c:v>59.839633939999999</c:v>
                </c:pt>
                <c:pt idx="3727">
                  <c:v>59.839660639999998</c:v>
                </c:pt>
                <c:pt idx="3728">
                  <c:v>59.839691160000001</c:v>
                </c:pt>
                <c:pt idx="3729">
                  <c:v>59.83971786</c:v>
                </c:pt>
                <c:pt idx="3730">
                  <c:v>59.839744570000001</c:v>
                </c:pt>
                <c:pt idx="3731">
                  <c:v>59.839775090000003</c:v>
                </c:pt>
                <c:pt idx="3732">
                  <c:v>59.839801790000003</c:v>
                </c:pt>
                <c:pt idx="3733">
                  <c:v>59.839832309999998</c:v>
                </c:pt>
                <c:pt idx="3734">
                  <c:v>59.839859009999998</c:v>
                </c:pt>
                <c:pt idx="3735">
                  <c:v>59.839885709999997</c:v>
                </c:pt>
                <c:pt idx="3736">
                  <c:v>59.83991623</c:v>
                </c:pt>
                <c:pt idx="3737">
                  <c:v>59.839942929999999</c:v>
                </c:pt>
                <c:pt idx="3738">
                  <c:v>59.83996964</c:v>
                </c:pt>
                <c:pt idx="3739">
                  <c:v>59.840000150000002</c:v>
                </c:pt>
                <c:pt idx="3740">
                  <c:v>59.840026860000002</c:v>
                </c:pt>
                <c:pt idx="3741">
                  <c:v>59.840057369999997</c:v>
                </c:pt>
                <c:pt idx="3742">
                  <c:v>59.840084079999997</c:v>
                </c:pt>
                <c:pt idx="3743">
                  <c:v>59.840110780000003</c:v>
                </c:pt>
                <c:pt idx="3744">
                  <c:v>59.840141299999999</c:v>
                </c:pt>
                <c:pt idx="3745">
                  <c:v>59.840167999999998</c:v>
                </c:pt>
                <c:pt idx="3746">
                  <c:v>59.840198520000001</c:v>
                </c:pt>
                <c:pt idx="3747">
                  <c:v>59.840225220000001</c:v>
                </c:pt>
                <c:pt idx="3748">
                  <c:v>59.840255740000003</c:v>
                </c:pt>
                <c:pt idx="3749">
                  <c:v>59.840282440000003</c:v>
                </c:pt>
                <c:pt idx="3750">
                  <c:v>59.840309140000002</c:v>
                </c:pt>
                <c:pt idx="3751">
                  <c:v>59.840339659999998</c:v>
                </c:pt>
                <c:pt idx="3752">
                  <c:v>59.840366359999997</c:v>
                </c:pt>
                <c:pt idx="3753">
                  <c:v>59.84039688</c:v>
                </c:pt>
                <c:pt idx="3754">
                  <c:v>59.840427400000003</c:v>
                </c:pt>
                <c:pt idx="3755">
                  <c:v>59.840454100000002</c:v>
                </c:pt>
                <c:pt idx="3756">
                  <c:v>59.840484619999998</c:v>
                </c:pt>
                <c:pt idx="3757">
                  <c:v>59.840511319999997</c:v>
                </c:pt>
                <c:pt idx="3758">
                  <c:v>59.84054184</c:v>
                </c:pt>
                <c:pt idx="3759">
                  <c:v>59.84056854</c:v>
                </c:pt>
                <c:pt idx="3760">
                  <c:v>59.840599060000002</c:v>
                </c:pt>
                <c:pt idx="3761">
                  <c:v>59.840625760000002</c:v>
                </c:pt>
                <c:pt idx="3762">
                  <c:v>59.840656279999997</c:v>
                </c:pt>
                <c:pt idx="3763">
                  <c:v>59.840682979999997</c:v>
                </c:pt>
                <c:pt idx="3764">
                  <c:v>59.8407135</c:v>
                </c:pt>
                <c:pt idx="3765">
                  <c:v>59.840740199999999</c:v>
                </c:pt>
                <c:pt idx="3766">
                  <c:v>59.840770720000002</c:v>
                </c:pt>
                <c:pt idx="3767">
                  <c:v>59.840801239999998</c:v>
                </c:pt>
                <c:pt idx="3768">
                  <c:v>59.840827939999997</c:v>
                </c:pt>
                <c:pt idx="3769">
                  <c:v>59.84085846</c:v>
                </c:pt>
                <c:pt idx="3770">
                  <c:v>59.840885159999999</c:v>
                </c:pt>
                <c:pt idx="3771">
                  <c:v>59.840915680000002</c:v>
                </c:pt>
                <c:pt idx="3772">
                  <c:v>59.840946199999998</c:v>
                </c:pt>
                <c:pt idx="3773">
                  <c:v>59.840972899999997</c:v>
                </c:pt>
                <c:pt idx="3774">
                  <c:v>59.84100342</c:v>
                </c:pt>
                <c:pt idx="3775">
                  <c:v>59.841030119999999</c:v>
                </c:pt>
                <c:pt idx="3776">
                  <c:v>59.841060640000002</c:v>
                </c:pt>
                <c:pt idx="3777">
                  <c:v>59.841091159999998</c:v>
                </c:pt>
                <c:pt idx="3778">
                  <c:v>59.841117859999997</c:v>
                </c:pt>
                <c:pt idx="3779">
                  <c:v>59.84114838</c:v>
                </c:pt>
                <c:pt idx="3780">
                  <c:v>59.841178890000002</c:v>
                </c:pt>
                <c:pt idx="3781">
                  <c:v>59.841205600000002</c:v>
                </c:pt>
                <c:pt idx="3782">
                  <c:v>59.841236109999997</c:v>
                </c:pt>
                <c:pt idx="3783">
                  <c:v>59.84126663</c:v>
                </c:pt>
                <c:pt idx="3784">
                  <c:v>59.841293329999999</c:v>
                </c:pt>
                <c:pt idx="3785">
                  <c:v>59.841323850000002</c:v>
                </c:pt>
                <c:pt idx="3786">
                  <c:v>59.841354369999998</c:v>
                </c:pt>
                <c:pt idx="3787">
                  <c:v>59.84138489</c:v>
                </c:pt>
                <c:pt idx="3788">
                  <c:v>59.84141159</c:v>
                </c:pt>
                <c:pt idx="3789">
                  <c:v>59.841442110000003</c:v>
                </c:pt>
                <c:pt idx="3790">
                  <c:v>59.841472629999998</c:v>
                </c:pt>
                <c:pt idx="3791">
                  <c:v>59.841499329999998</c:v>
                </c:pt>
                <c:pt idx="3792">
                  <c:v>59.841529850000001</c:v>
                </c:pt>
                <c:pt idx="3793">
                  <c:v>59.841560360000003</c:v>
                </c:pt>
                <c:pt idx="3794">
                  <c:v>59.841590879999998</c:v>
                </c:pt>
                <c:pt idx="3795">
                  <c:v>59.841617579999998</c:v>
                </c:pt>
                <c:pt idx="3796">
                  <c:v>59.8416481</c:v>
                </c:pt>
                <c:pt idx="3797">
                  <c:v>59.841678620000003</c:v>
                </c:pt>
                <c:pt idx="3798">
                  <c:v>59.841709139999999</c:v>
                </c:pt>
                <c:pt idx="3799">
                  <c:v>59.841739650000001</c:v>
                </c:pt>
                <c:pt idx="3800">
                  <c:v>59.841766360000001</c:v>
                </c:pt>
                <c:pt idx="3801">
                  <c:v>59.841796879999997</c:v>
                </c:pt>
                <c:pt idx="3802">
                  <c:v>59.841827389999999</c:v>
                </c:pt>
                <c:pt idx="3803">
                  <c:v>59.841854099999999</c:v>
                </c:pt>
                <c:pt idx="3804">
                  <c:v>59.841884610000001</c:v>
                </c:pt>
                <c:pt idx="3805">
                  <c:v>59.841915129999997</c:v>
                </c:pt>
                <c:pt idx="3806">
                  <c:v>59.84194565</c:v>
                </c:pt>
                <c:pt idx="3807">
                  <c:v>59.841976170000002</c:v>
                </c:pt>
                <c:pt idx="3808">
                  <c:v>59.842002870000002</c:v>
                </c:pt>
                <c:pt idx="3809">
                  <c:v>59.842033389999997</c:v>
                </c:pt>
                <c:pt idx="3810">
                  <c:v>59.842063899999999</c:v>
                </c:pt>
                <c:pt idx="3811">
                  <c:v>59.842094420000002</c:v>
                </c:pt>
                <c:pt idx="3812">
                  <c:v>59.842121120000002</c:v>
                </c:pt>
                <c:pt idx="3813">
                  <c:v>59.842151639999997</c:v>
                </c:pt>
                <c:pt idx="3814">
                  <c:v>59.84218216</c:v>
                </c:pt>
                <c:pt idx="3815">
                  <c:v>59.842212680000003</c:v>
                </c:pt>
                <c:pt idx="3816">
                  <c:v>59.842243189999998</c:v>
                </c:pt>
                <c:pt idx="3817">
                  <c:v>59.842269899999998</c:v>
                </c:pt>
                <c:pt idx="3818">
                  <c:v>59.842300420000001</c:v>
                </c:pt>
                <c:pt idx="3819">
                  <c:v>59.842330930000003</c:v>
                </c:pt>
                <c:pt idx="3820">
                  <c:v>59.842361449999999</c:v>
                </c:pt>
                <c:pt idx="3821">
                  <c:v>59.842391970000001</c:v>
                </c:pt>
                <c:pt idx="3822">
                  <c:v>59.842418670000001</c:v>
                </c:pt>
                <c:pt idx="3823">
                  <c:v>59.842449190000004</c:v>
                </c:pt>
                <c:pt idx="3824">
                  <c:v>59.842479709999999</c:v>
                </c:pt>
                <c:pt idx="3825">
                  <c:v>59.842510220000001</c:v>
                </c:pt>
                <c:pt idx="3826">
                  <c:v>59.842540739999997</c:v>
                </c:pt>
                <c:pt idx="3827">
                  <c:v>59.842567440000003</c:v>
                </c:pt>
                <c:pt idx="3828">
                  <c:v>59.842597959999999</c:v>
                </c:pt>
                <c:pt idx="3829">
                  <c:v>59.842628480000002</c:v>
                </c:pt>
                <c:pt idx="3830">
                  <c:v>59.842658999999998</c:v>
                </c:pt>
                <c:pt idx="3831">
                  <c:v>59.84268951</c:v>
                </c:pt>
                <c:pt idx="3832">
                  <c:v>59.84271622</c:v>
                </c:pt>
                <c:pt idx="3833">
                  <c:v>59.842746730000002</c:v>
                </c:pt>
                <c:pt idx="3834">
                  <c:v>59.842777249999997</c:v>
                </c:pt>
                <c:pt idx="3835">
                  <c:v>59.84280777</c:v>
                </c:pt>
                <c:pt idx="3836">
                  <c:v>59.842838290000003</c:v>
                </c:pt>
                <c:pt idx="3837">
                  <c:v>59.842864990000002</c:v>
                </c:pt>
                <c:pt idx="3838">
                  <c:v>59.842895509999998</c:v>
                </c:pt>
                <c:pt idx="3839">
                  <c:v>59.842926030000001</c:v>
                </c:pt>
                <c:pt idx="3840">
                  <c:v>59.842956540000003</c:v>
                </c:pt>
                <c:pt idx="3841">
                  <c:v>59.842987059999999</c:v>
                </c:pt>
                <c:pt idx="3842">
                  <c:v>59.843017580000001</c:v>
                </c:pt>
                <c:pt idx="3843">
                  <c:v>59.843044280000001</c:v>
                </c:pt>
                <c:pt idx="3844">
                  <c:v>59.843074799999997</c:v>
                </c:pt>
                <c:pt idx="3845">
                  <c:v>59.843105319999999</c:v>
                </c:pt>
                <c:pt idx="3846">
                  <c:v>59.843135830000001</c:v>
                </c:pt>
                <c:pt idx="3847">
                  <c:v>59.843162540000002</c:v>
                </c:pt>
                <c:pt idx="3848">
                  <c:v>59.843193049999996</c:v>
                </c:pt>
                <c:pt idx="3849">
                  <c:v>59.843223569999999</c:v>
                </c:pt>
                <c:pt idx="3850">
                  <c:v>59.843254090000002</c:v>
                </c:pt>
                <c:pt idx="3851">
                  <c:v>59.843284609999998</c:v>
                </c:pt>
                <c:pt idx="3852">
                  <c:v>59.843311309999997</c:v>
                </c:pt>
                <c:pt idx="3853">
                  <c:v>59.84334183</c:v>
                </c:pt>
                <c:pt idx="3854">
                  <c:v>59.843372340000002</c:v>
                </c:pt>
                <c:pt idx="3855">
                  <c:v>59.843402859999998</c:v>
                </c:pt>
                <c:pt idx="3856">
                  <c:v>59.84343338</c:v>
                </c:pt>
                <c:pt idx="3857">
                  <c:v>59.843463900000003</c:v>
                </c:pt>
                <c:pt idx="3858">
                  <c:v>59.843490600000003</c:v>
                </c:pt>
                <c:pt idx="3859">
                  <c:v>59.843521119999998</c:v>
                </c:pt>
                <c:pt idx="3860">
                  <c:v>59.843551640000001</c:v>
                </c:pt>
                <c:pt idx="3861">
                  <c:v>59.843582150000003</c:v>
                </c:pt>
                <c:pt idx="3862">
                  <c:v>59.843608860000003</c:v>
                </c:pt>
                <c:pt idx="3863">
                  <c:v>59.843639369999998</c:v>
                </c:pt>
                <c:pt idx="3864">
                  <c:v>59.843669890000001</c:v>
                </c:pt>
                <c:pt idx="3865">
                  <c:v>59.843700409999997</c:v>
                </c:pt>
                <c:pt idx="3866">
                  <c:v>59.843727110000003</c:v>
                </c:pt>
                <c:pt idx="3867">
                  <c:v>59.843757629999999</c:v>
                </c:pt>
                <c:pt idx="3868">
                  <c:v>59.843788150000002</c:v>
                </c:pt>
                <c:pt idx="3869">
                  <c:v>59.843814850000001</c:v>
                </c:pt>
                <c:pt idx="3870">
                  <c:v>59.843845369999997</c:v>
                </c:pt>
                <c:pt idx="3871">
                  <c:v>59.84387589</c:v>
                </c:pt>
                <c:pt idx="3872">
                  <c:v>59.843902589999999</c:v>
                </c:pt>
                <c:pt idx="3873">
                  <c:v>59.843933110000002</c:v>
                </c:pt>
                <c:pt idx="3874">
                  <c:v>59.843963619999997</c:v>
                </c:pt>
                <c:pt idx="3875">
                  <c:v>59.843990329999997</c:v>
                </c:pt>
                <c:pt idx="3876">
                  <c:v>59.844020839999999</c:v>
                </c:pt>
                <c:pt idx="3877">
                  <c:v>59.844051360000002</c:v>
                </c:pt>
                <c:pt idx="3878">
                  <c:v>59.844078060000001</c:v>
                </c:pt>
                <c:pt idx="3879">
                  <c:v>59.844108579999997</c:v>
                </c:pt>
                <c:pt idx="3880">
                  <c:v>59.8441391</c:v>
                </c:pt>
                <c:pt idx="3881">
                  <c:v>59.844165799999999</c:v>
                </c:pt>
                <c:pt idx="3882">
                  <c:v>59.844196320000002</c:v>
                </c:pt>
                <c:pt idx="3883">
                  <c:v>59.844226839999997</c:v>
                </c:pt>
                <c:pt idx="3884">
                  <c:v>59.844253539999997</c:v>
                </c:pt>
                <c:pt idx="3885">
                  <c:v>59.84428406</c:v>
                </c:pt>
                <c:pt idx="3886">
                  <c:v>59.844310759999999</c:v>
                </c:pt>
                <c:pt idx="3887">
                  <c:v>59.844341280000002</c:v>
                </c:pt>
                <c:pt idx="3888">
                  <c:v>59.844367980000001</c:v>
                </c:pt>
                <c:pt idx="3889">
                  <c:v>59.844398499999997</c:v>
                </c:pt>
                <c:pt idx="3890">
                  <c:v>59.84442902</c:v>
                </c:pt>
                <c:pt idx="3891">
                  <c:v>59.844455719999999</c:v>
                </c:pt>
                <c:pt idx="3892">
                  <c:v>59.844486240000002</c:v>
                </c:pt>
                <c:pt idx="3893">
                  <c:v>59.844512940000001</c:v>
                </c:pt>
                <c:pt idx="3894">
                  <c:v>59.844543459999997</c:v>
                </c:pt>
                <c:pt idx="3895">
                  <c:v>59.844570160000004</c:v>
                </c:pt>
                <c:pt idx="3896">
                  <c:v>59.844600679999999</c:v>
                </c:pt>
                <c:pt idx="3897">
                  <c:v>59.844627379999999</c:v>
                </c:pt>
                <c:pt idx="3898">
                  <c:v>59.844657900000001</c:v>
                </c:pt>
                <c:pt idx="3899">
                  <c:v>59.844684600000001</c:v>
                </c:pt>
                <c:pt idx="3900">
                  <c:v>59.844715119999996</c:v>
                </c:pt>
                <c:pt idx="3901">
                  <c:v>59.844741820000003</c:v>
                </c:pt>
                <c:pt idx="3902">
                  <c:v>59.844772339999999</c:v>
                </c:pt>
                <c:pt idx="3903">
                  <c:v>59.844799039999998</c:v>
                </c:pt>
                <c:pt idx="3904">
                  <c:v>59.844829560000001</c:v>
                </c:pt>
                <c:pt idx="3905">
                  <c:v>59.84485626</c:v>
                </c:pt>
                <c:pt idx="3906">
                  <c:v>59.84488297</c:v>
                </c:pt>
                <c:pt idx="3907">
                  <c:v>59.844913480000002</c:v>
                </c:pt>
                <c:pt idx="3908">
                  <c:v>59.844940190000003</c:v>
                </c:pt>
                <c:pt idx="3909">
                  <c:v>59.844970699999998</c:v>
                </c:pt>
                <c:pt idx="3910">
                  <c:v>59.844997409999998</c:v>
                </c:pt>
                <c:pt idx="3911">
                  <c:v>59.845024109999997</c:v>
                </c:pt>
                <c:pt idx="3912">
                  <c:v>59.84505463</c:v>
                </c:pt>
                <c:pt idx="3913">
                  <c:v>59.845081329999999</c:v>
                </c:pt>
                <c:pt idx="3914">
                  <c:v>59.845111850000002</c:v>
                </c:pt>
                <c:pt idx="3915">
                  <c:v>59.845138550000001</c:v>
                </c:pt>
                <c:pt idx="3916">
                  <c:v>59.845165250000001</c:v>
                </c:pt>
                <c:pt idx="3917">
                  <c:v>59.845195769999997</c:v>
                </c:pt>
                <c:pt idx="3918">
                  <c:v>59.845222470000003</c:v>
                </c:pt>
                <c:pt idx="3919">
                  <c:v>59.845249180000003</c:v>
                </c:pt>
                <c:pt idx="3920">
                  <c:v>59.845275880000003</c:v>
                </c:pt>
                <c:pt idx="3921">
                  <c:v>59.845306399999998</c:v>
                </c:pt>
                <c:pt idx="3922">
                  <c:v>59.845333099999998</c:v>
                </c:pt>
                <c:pt idx="3923">
                  <c:v>59.845359799999997</c:v>
                </c:pt>
                <c:pt idx="3924">
                  <c:v>59.845386509999997</c:v>
                </c:pt>
                <c:pt idx="3925">
                  <c:v>59.845417019999999</c:v>
                </c:pt>
                <c:pt idx="3926">
                  <c:v>59.84544373</c:v>
                </c:pt>
                <c:pt idx="3927">
                  <c:v>59.845470429999999</c:v>
                </c:pt>
                <c:pt idx="3928">
                  <c:v>59.845497129999998</c:v>
                </c:pt>
                <c:pt idx="3929">
                  <c:v>59.845523829999998</c:v>
                </c:pt>
                <c:pt idx="3930">
                  <c:v>59.84555435</c:v>
                </c:pt>
                <c:pt idx="3931">
                  <c:v>59.84558105</c:v>
                </c:pt>
                <c:pt idx="3932">
                  <c:v>59.84560776</c:v>
                </c:pt>
                <c:pt idx="3933">
                  <c:v>59.845634459999999</c:v>
                </c:pt>
                <c:pt idx="3934">
                  <c:v>59.845661159999999</c:v>
                </c:pt>
                <c:pt idx="3935">
                  <c:v>59.845687869999999</c:v>
                </c:pt>
                <c:pt idx="3936">
                  <c:v>59.845714569999998</c:v>
                </c:pt>
                <c:pt idx="3937">
                  <c:v>59.845741269999998</c:v>
                </c:pt>
                <c:pt idx="3938">
                  <c:v>59.845767969999997</c:v>
                </c:pt>
                <c:pt idx="3939">
                  <c:v>59.845794679999997</c:v>
                </c:pt>
                <c:pt idx="3940">
                  <c:v>59.845821379999997</c:v>
                </c:pt>
                <c:pt idx="3941">
                  <c:v>59.845848080000003</c:v>
                </c:pt>
                <c:pt idx="3942">
                  <c:v>59.845874790000003</c:v>
                </c:pt>
                <c:pt idx="3943">
                  <c:v>59.845901490000003</c:v>
                </c:pt>
                <c:pt idx="3944">
                  <c:v>59.845928190000002</c:v>
                </c:pt>
                <c:pt idx="3945">
                  <c:v>59.845954900000002</c:v>
                </c:pt>
                <c:pt idx="3946">
                  <c:v>59.845981600000002</c:v>
                </c:pt>
                <c:pt idx="3947">
                  <c:v>59.846008300000001</c:v>
                </c:pt>
                <c:pt idx="3948">
                  <c:v>59.846035000000001</c:v>
                </c:pt>
                <c:pt idx="3949">
                  <c:v>59.846061710000001</c:v>
                </c:pt>
                <c:pt idx="3950">
                  <c:v>59.84608841</c:v>
                </c:pt>
                <c:pt idx="3951">
                  <c:v>59.84611511</c:v>
                </c:pt>
                <c:pt idx="3952">
                  <c:v>59.84614182</c:v>
                </c:pt>
                <c:pt idx="3953">
                  <c:v>59.846164700000003</c:v>
                </c:pt>
                <c:pt idx="3954">
                  <c:v>59.846191410000003</c:v>
                </c:pt>
                <c:pt idx="3955">
                  <c:v>59.846218110000002</c:v>
                </c:pt>
                <c:pt idx="3956">
                  <c:v>59.846244810000002</c:v>
                </c:pt>
                <c:pt idx="3957">
                  <c:v>59.846267699999999</c:v>
                </c:pt>
                <c:pt idx="3958">
                  <c:v>59.846294399999998</c:v>
                </c:pt>
                <c:pt idx="3959">
                  <c:v>59.846321109999998</c:v>
                </c:pt>
                <c:pt idx="3960">
                  <c:v>59.846347809999997</c:v>
                </c:pt>
                <c:pt idx="3961">
                  <c:v>59.846370700000001</c:v>
                </c:pt>
                <c:pt idx="3962">
                  <c:v>59.846397400000001</c:v>
                </c:pt>
                <c:pt idx="3963">
                  <c:v>59.8464241</c:v>
                </c:pt>
                <c:pt idx="3964">
                  <c:v>59.846446989999997</c:v>
                </c:pt>
                <c:pt idx="3965">
                  <c:v>59.846473690000003</c:v>
                </c:pt>
                <c:pt idx="3966">
                  <c:v>59.846500399999996</c:v>
                </c:pt>
                <c:pt idx="3967">
                  <c:v>59.84652328</c:v>
                </c:pt>
                <c:pt idx="3968">
                  <c:v>59.84654999</c:v>
                </c:pt>
                <c:pt idx="3969">
                  <c:v>59.846576689999999</c:v>
                </c:pt>
                <c:pt idx="3970">
                  <c:v>59.846599580000003</c:v>
                </c:pt>
                <c:pt idx="3971">
                  <c:v>59.846626280000002</c:v>
                </c:pt>
                <c:pt idx="3972">
                  <c:v>59.846649169999999</c:v>
                </c:pt>
                <c:pt idx="3973">
                  <c:v>59.846675869999999</c:v>
                </c:pt>
                <c:pt idx="3974">
                  <c:v>59.846698760000002</c:v>
                </c:pt>
                <c:pt idx="3975">
                  <c:v>59.846725460000002</c:v>
                </c:pt>
                <c:pt idx="3976">
                  <c:v>59.846748349999999</c:v>
                </c:pt>
                <c:pt idx="3977">
                  <c:v>59.846775049999998</c:v>
                </c:pt>
                <c:pt idx="3978">
                  <c:v>59.846797940000002</c:v>
                </c:pt>
                <c:pt idx="3979">
                  <c:v>59.846824650000002</c:v>
                </c:pt>
                <c:pt idx="3980">
                  <c:v>59.846847529999998</c:v>
                </c:pt>
                <c:pt idx="3981">
                  <c:v>59.846874239999998</c:v>
                </c:pt>
                <c:pt idx="3982">
                  <c:v>59.846897130000002</c:v>
                </c:pt>
                <c:pt idx="3983">
                  <c:v>59.846920009999998</c:v>
                </c:pt>
                <c:pt idx="3984">
                  <c:v>59.846946719999998</c:v>
                </c:pt>
                <c:pt idx="3985">
                  <c:v>59.846969600000001</c:v>
                </c:pt>
                <c:pt idx="3986">
                  <c:v>59.846992489999998</c:v>
                </c:pt>
                <c:pt idx="3987">
                  <c:v>59.847015380000002</c:v>
                </c:pt>
                <c:pt idx="3988">
                  <c:v>59.847042080000001</c:v>
                </c:pt>
                <c:pt idx="3989">
                  <c:v>59.847064969999998</c:v>
                </c:pt>
                <c:pt idx="3990">
                  <c:v>59.847087860000002</c:v>
                </c:pt>
                <c:pt idx="3991">
                  <c:v>59.847114560000001</c:v>
                </c:pt>
                <c:pt idx="3992">
                  <c:v>59.847137449999998</c:v>
                </c:pt>
                <c:pt idx="3993">
                  <c:v>59.847160340000002</c:v>
                </c:pt>
                <c:pt idx="3994">
                  <c:v>59.847183229999999</c:v>
                </c:pt>
                <c:pt idx="3995">
                  <c:v>59.847206120000003</c:v>
                </c:pt>
                <c:pt idx="3996">
                  <c:v>59.847228999999999</c:v>
                </c:pt>
                <c:pt idx="3997">
                  <c:v>59.847255709999999</c:v>
                </c:pt>
                <c:pt idx="3998">
                  <c:v>59.847278590000002</c:v>
                </c:pt>
                <c:pt idx="3999">
                  <c:v>59.847301479999999</c:v>
                </c:pt>
                <c:pt idx="4000">
                  <c:v>59.847324370000003</c:v>
                </c:pt>
                <c:pt idx="4001">
                  <c:v>59.847347259999999</c:v>
                </c:pt>
                <c:pt idx="4002">
                  <c:v>59.847370150000003</c:v>
                </c:pt>
                <c:pt idx="4003">
                  <c:v>59.84739304</c:v>
                </c:pt>
                <c:pt idx="4004">
                  <c:v>59.847415920000003</c:v>
                </c:pt>
                <c:pt idx="4005">
                  <c:v>59.84743881</c:v>
                </c:pt>
                <c:pt idx="4006">
                  <c:v>59.847461699999997</c:v>
                </c:pt>
                <c:pt idx="4007">
                  <c:v>59.847484590000001</c:v>
                </c:pt>
                <c:pt idx="4008">
                  <c:v>59.847507479999997</c:v>
                </c:pt>
                <c:pt idx="4009">
                  <c:v>59.84753036</c:v>
                </c:pt>
                <c:pt idx="4010">
                  <c:v>59.847553249999997</c:v>
                </c:pt>
                <c:pt idx="4011">
                  <c:v>59.847572329999998</c:v>
                </c:pt>
                <c:pt idx="4012">
                  <c:v>59.847595210000001</c:v>
                </c:pt>
                <c:pt idx="4013">
                  <c:v>59.847618099999998</c:v>
                </c:pt>
                <c:pt idx="4014">
                  <c:v>59.847640990000002</c:v>
                </c:pt>
                <c:pt idx="4015">
                  <c:v>59.847663879999999</c:v>
                </c:pt>
                <c:pt idx="4016">
                  <c:v>59.847686770000003</c:v>
                </c:pt>
                <c:pt idx="4017">
                  <c:v>59.847705840000003</c:v>
                </c:pt>
                <c:pt idx="4018">
                  <c:v>59.84772873</c:v>
                </c:pt>
                <c:pt idx="4019">
                  <c:v>59.847751619999997</c:v>
                </c:pt>
                <c:pt idx="4020">
                  <c:v>59.847774510000001</c:v>
                </c:pt>
                <c:pt idx="4021">
                  <c:v>59.847793580000001</c:v>
                </c:pt>
                <c:pt idx="4022">
                  <c:v>59.847816469999998</c:v>
                </c:pt>
                <c:pt idx="4023">
                  <c:v>59.847839360000002</c:v>
                </c:pt>
                <c:pt idx="4024">
                  <c:v>59.847862239999998</c:v>
                </c:pt>
                <c:pt idx="4025">
                  <c:v>59.847881319999999</c:v>
                </c:pt>
                <c:pt idx="4026">
                  <c:v>59.847904210000003</c:v>
                </c:pt>
                <c:pt idx="4027">
                  <c:v>59.847923280000003</c:v>
                </c:pt>
                <c:pt idx="4028">
                  <c:v>59.84794617</c:v>
                </c:pt>
                <c:pt idx="4029">
                  <c:v>59.847969059999997</c:v>
                </c:pt>
                <c:pt idx="4030">
                  <c:v>59.847988129999997</c:v>
                </c:pt>
                <c:pt idx="4031">
                  <c:v>59.848011020000001</c:v>
                </c:pt>
                <c:pt idx="4032">
                  <c:v>59.848030090000002</c:v>
                </c:pt>
                <c:pt idx="4033">
                  <c:v>59.848052979999999</c:v>
                </c:pt>
                <c:pt idx="4034">
                  <c:v>59.848072049999999</c:v>
                </c:pt>
                <c:pt idx="4035">
                  <c:v>59.848094940000003</c:v>
                </c:pt>
                <c:pt idx="4036">
                  <c:v>59.84811783</c:v>
                </c:pt>
                <c:pt idx="4037">
                  <c:v>59.8481369</c:v>
                </c:pt>
                <c:pt idx="4038">
                  <c:v>59.848155980000001</c:v>
                </c:pt>
                <c:pt idx="4039">
                  <c:v>59.848178859999997</c:v>
                </c:pt>
                <c:pt idx="4040">
                  <c:v>59.848197939999999</c:v>
                </c:pt>
                <c:pt idx="4041">
                  <c:v>59.848220830000002</c:v>
                </c:pt>
                <c:pt idx="4042">
                  <c:v>59.848239900000003</c:v>
                </c:pt>
                <c:pt idx="4043">
                  <c:v>59.84826279</c:v>
                </c:pt>
                <c:pt idx="4044">
                  <c:v>59.84828186</c:v>
                </c:pt>
                <c:pt idx="4045">
                  <c:v>59.848300930000001</c:v>
                </c:pt>
                <c:pt idx="4046">
                  <c:v>59.848323819999997</c:v>
                </c:pt>
                <c:pt idx="4047">
                  <c:v>59.848342899999999</c:v>
                </c:pt>
                <c:pt idx="4048">
                  <c:v>59.848361969999999</c:v>
                </c:pt>
                <c:pt idx="4049">
                  <c:v>59.848384860000003</c:v>
                </c:pt>
                <c:pt idx="4050">
                  <c:v>59.848403930000003</c:v>
                </c:pt>
                <c:pt idx="4051">
                  <c:v>59.848422999999997</c:v>
                </c:pt>
                <c:pt idx="4052">
                  <c:v>59.848442079999998</c:v>
                </c:pt>
                <c:pt idx="4053">
                  <c:v>59.848464970000002</c:v>
                </c:pt>
                <c:pt idx="4054">
                  <c:v>59.848484040000002</c:v>
                </c:pt>
                <c:pt idx="4055">
                  <c:v>59.848503110000003</c:v>
                </c:pt>
                <c:pt idx="4056">
                  <c:v>59.848522189999997</c:v>
                </c:pt>
                <c:pt idx="4057">
                  <c:v>59.848541259999998</c:v>
                </c:pt>
                <c:pt idx="4058">
                  <c:v>59.848560329999998</c:v>
                </c:pt>
                <c:pt idx="4059">
                  <c:v>59.848583220000002</c:v>
                </c:pt>
                <c:pt idx="4060">
                  <c:v>59.848602290000002</c:v>
                </c:pt>
                <c:pt idx="4061">
                  <c:v>59.848621369999996</c:v>
                </c:pt>
                <c:pt idx="4062">
                  <c:v>59.848640439999997</c:v>
                </c:pt>
                <c:pt idx="4063">
                  <c:v>59.848659519999998</c:v>
                </c:pt>
                <c:pt idx="4064">
                  <c:v>59.848678589999999</c:v>
                </c:pt>
                <c:pt idx="4065">
                  <c:v>59.848701480000003</c:v>
                </c:pt>
                <c:pt idx="4066">
                  <c:v>59.848720550000003</c:v>
                </c:pt>
                <c:pt idx="4067">
                  <c:v>59.848739620000003</c:v>
                </c:pt>
                <c:pt idx="4068">
                  <c:v>59.848758699999998</c:v>
                </c:pt>
                <c:pt idx="4069">
                  <c:v>59.848777769999998</c:v>
                </c:pt>
                <c:pt idx="4070">
                  <c:v>59.848796839999999</c:v>
                </c:pt>
                <c:pt idx="4071">
                  <c:v>59.84881592</c:v>
                </c:pt>
                <c:pt idx="4072">
                  <c:v>59.84883499</c:v>
                </c:pt>
                <c:pt idx="4073">
                  <c:v>59.848854060000001</c:v>
                </c:pt>
                <c:pt idx="4074">
                  <c:v>59.848873140000002</c:v>
                </c:pt>
                <c:pt idx="4075">
                  <c:v>59.848892210000002</c:v>
                </c:pt>
                <c:pt idx="4076">
                  <c:v>59.848911289999997</c:v>
                </c:pt>
                <c:pt idx="4077">
                  <c:v>59.848930359999997</c:v>
                </c:pt>
                <c:pt idx="4078">
                  <c:v>59.848949429999998</c:v>
                </c:pt>
                <c:pt idx="4079">
                  <c:v>59.848968509999999</c:v>
                </c:pt>
                <c:pt idx="4080">
                  <c:v>59.848987579999999</c:v>
                </c:pt>
                <c:pt idx="4081">
                  <c:v>59.84900665</c:v>
                </c:pt>
                <c:pt idx="4082">
                  <c:v>59.849025730000001</c:v>
                </c:pt>
                <c:pt idx="4083">
                  <c:v>59.849044800000001</c:v>
                </c:pt>
                <c:pt idx="4084">
                  <c:v>59.849063870000002</c:v>
                </c:pt>
                <c:pt idx="4085">
                  <c:v>59.849082950000003</c:v>
                </c:pt>
                <c:pt idx="4086">
                  <c:v>59.849102019999997</c:v>
                </c:pt>
                <c:pt idx="4087">
                  <c:v>59.849121089999997</c:v>
                </c:pt>
                <c:pt idx="4088">
                  <c:v>59.849136350000002</c:v>
                </c:pt>
                <c:pt idx="4089">
                  <c:v>59.849155430000003</c:v>
                </c:pt>
                <c:pt idx="4090">
                  <c:v>59.849174499999997</c:v>
                </c:pt>
                <c:pt idx="4091">
                  <c:v>59.849193569999997</c:v>
                </c:pt>
                <c:pt idx="4092">
                  <c:v>59.849212649999998</c:v>
                </c:pt>
                <c:pt idx="4093">
                  <c:v>59.849227910000003</c:v>
                </c:pt>
                <c:pt idx="4094">
                  <c:v>59.849246979999997</c:v>
                </c:pt>
                <c:pt idx="4095">
                  <c:v>59.849266049999997</c:v>
                </c:pt>
                <c:pt idx="4096">
                  <c:v>59.849285129999998</c:v>
                </c:pt>
                <c:pt idx="4097">
                  <c:v>59.849304199999999</c:v>
                </c:pt>
                <c:pt idx="4098">
                  <c:v>59.849319459999997</c:v>
                </c:pt>
                <c:pt idx="4099">
                  <c:v>59.849338529999997</c:v>
                </c:pt>
                <c:pt idx="4100">
                  <c:v>59.849357599999998</c:v>
                </c:pt>
                <c:pt idx="4101">
                  <c:v>59.849376679999999</c:v>
                </c:pt>
                <c:pt idx="4102">
                  <c:v>59.849391939999997</c:v>
                </c:pt>
                <c:pt idx="4103">
                  <c:v>59.849411009999997</c:v>
                </c:pt>
                <c:pt idx="4104">
                  <c:v>59.849430079999998</c:v>
                </c:pt>
                <c:pt idx="4105">
                  <c:v>59.849449159999999</c:v>
                </c:pt>
                <c:pt idx="4106">
                  <c:v>59.849464419999997</c:v>
                </c:pt>
                <c:pt idx="4107">
                  <c:v>59.849483489999997</c:v>
                </c:pt>
                <c:pt idx="4108">
                  <c:v>59.849498750000002</c:v>
                </c:pt>
                <c:pt idx="4109">
                  <c:v>59.849517820000003</c:v>
                </c:pt>
                <c:pt idx="4110">
                  <c:v>59.84953308</c:v>
                </c:pt>
                <c:pt idx="4111">
                  <c:v>59.849552150000001</c:v>
                </c:pt>
                <c:pt idx="4112">
                  <c:v>59.849567409999999</c:v>
                </c:pt>
                <c:pt idx="4113">
                  <c:v>59.84958649</c:v>
                </c:pt>
                <c:pt idx="4114">
                  <c:v>59.849605560000001</c:v>
                </c:pt>
                <c:pt idx="4115">
                  <c:v>59.849620819999998</c:v>
                </c:pt>
                <c:pt idx="4116">
                  <c:v>59.849639889999999</c:v>
                </c:pt>
                <c:pt idx="4117">
                  <c:v>59.849655149999997</c:v>
                </c:pt>
                <c:pt idx="4118">
                  <c:v>59.849674219999997</c:v>
                </c:pt>
                <c:pt idx="4119">
                  <c:v>59.849689480000002</c:v>
                </c:pt>
                <c:pt idx="4120">
                  <c:v>59.849708560000003</c:v>
                </c:pt>
                <c:pt idx="4121">
                  <c:v>59.849723820000001</c:v>
                </c:pt>
                <c:pt idx="4122">
                  <c:v>59.849742890000002</c:v>
                </c:pt>
                <c:pt idx="4123">
                  <c:v>59.84975815</c:v>
                </c:pt>
                <c:pt idx="4124">
                  <c:v>59.84977722</c:v>
                </c:pt>
                <c:pt idx="4125">
                  <c:v>59.849792479999998</c:v>
                </c:pt>
                <c:pt idx="4126">
                  <c:v>59.849811549999998</c:v>
                </c:pt>
                <c:pt idx="4127">
                  <c:v>59.849826810000003</c:v>
                </c:pt>
                <c:pt idx="4128">
                  <c:v>59.849845889999997</c:v>
                </c:pt>
                <c:pt idx="4129">
                  <c:v>59.849861150000002</c:v>
                </c:pt>
                <c:pt idx="4130">
                  <c:v>59.849876399999999</c:v>
                </c:pt>
                <c:pt idx="4131">
                  <c:v>59.849895480000001</c:v>
                </c:pt>
                <c:pt idx="4132">
                  <c:v>59.849910739999999</c:v>
                </c:pt>
                <c:pt idx="4133">
                  <c:v>59.849929809999999</c:v>
                </c:pt>
                <c:pt idx="4134">
                  <c:v>59.849945069999997</c:v>
                </c:pt>
                <c:pt idx="4135">
                  <c:v>59.849964139999997</c:v>
                </c:pt>
                <c:pt idx="4136">
                  <c:v>59.849979400000002</c:v>
                </c:pt>
                <c:pt idx="4137">
                  <c:v>59.84999466</c:v>
                </c:pt>
                <c:pt idx="4138">
                  <c:v>59.850013730000001</c:v>
                </c:pt>
                <c:pt idx="4139">
                  <c:v>59.850028989999998</c:v>
                </c:pt>
                <c:pt idx="4140">
                  <c:v>59.85004807</c:v>
                </c:pt>
                <c:pt idx="4141">
                  <c:v>59.850063319999997</c:v>
                </c:pt>
                <c:pt idx="4142">
                  <c:v>59.850082399999998</c:v>
                </c:pt>
                <c:pt idx="4143">
                  <c:v>59.850097660000003</c:v>
                </c:pt>
                <c:pt idx="4144">
                  <c:v>59.850116730000003</c:v>
                </c:pt>
                <c:pt idx="4145">
                  <c:v>59.850131990000001</c:v>
                </c:pt>
                <c:pt idx="4146">
                  <c:v>59.850151060000002</c:v>
                </c:pt>
                <c:pt idx="4147">
                  <c:v>59.85016632</c:v>
                </c:pt>
                <c:pt idx="4148">
                  <c:v>59.85018539</c:v>
                </c:pt>
                <c:pt idx="4149">
                  <c:v>59.850200649999998</c:v>
                </c:pt>
                <c:pt idx="4150">
                  <c:v>59.850219729999999</c:v>
                </c:pt>
                <c:pt idx="4151">
                  <c:v>59.850234989999997</c:v>
                </c:pt>
                <c:pt idx="4152">
                  <c:v>59.850250240000001</c:v>
                </c:pt>
                <c:pt idx="4153">
                  <c:v>59.850269320000002</c:v>
                </c:pt>
                <c:pt idx="4154">
                  <c:v>59.85028458</c:v>
                </c:pt>
                <c:pt idx="4155">
                  <c:v>59.850303650000001</c:v>
                </c:pt>
                <c:pt idx="4156">
                  <c:v>59.850318909999999</c:v>
                </c:pt>
                <c:pt idx="4157">
                  <c:v>59.850337979999999</c:v>
                </c:pt>
                <c:pt idx="4158">
                  <c:v>59.850353239999997</c:v>
                </c:pt>
                <c:pt idx="4159">
                  <c:v>59.850368500000002</c:v>
                </c:pt>
                <c:pt idx="4160">
                  <c:v>59.850387570000002</c:v>
                </c:pt>
                <c:pt idx="4161">
                  <c:v>59.85040283</c:v>
                </c:pt>
                <c:pt idx="4162">
                  <c:v>59.850421910000001</c:v>
                </c:pt>
                <c:pt idx="4163">
                  <c:v>59.850437159999998</c:v>
                </c:pt>
                <c:pt idx="4164">
                  <c:v>59.850452420000003</c:v>
                </c:pt>
                <c:pt idx="4165">
                  <c:v>59.850471499999998</c:v>
                </c:pt>
                <c:pt idx="4166">
                  <c:v>59.850486760000003</c:v>
                </c:pt>
                <c:pt idx="4167">
                  <c:v>59.85050201</c:v>
                </c:pt>
                <c:pt idx="4168">
                  <c:v>59.850521090000001</c:v>
                </c:pt>
                <c:pt idx="4169">
                  <c:v>59.850536349999999</c:v>
                </c:pt>
                <c:pt idx="4170">
                  <c:v>59.850551609999997</c:v>
                </c:pt>
                <c:pt idx="4171">
                  <c:v>59.850566860000001</c:v>
                </c:pt>
                <c:pt idx="4172">
                  <c:v>59.850585940000002</c:v>
                </c:pt>
                <c:pt idx="4173">
                  <c:v>59.8506012</c:v>
                </c:pt>
                <c:pt idx="4174">
                  <c:v>59.850616459999998</c:v>
                </c:pt>
                <c:pt idx="4175">
                  <c:v>59.850631710000002</c:v>
                </c:pt>
                <c:pt idx="4176">
                  <c:v>59.850650790000003</c:v>
                </c:pt>
                <c:pt idx="4177">
                  <c:v>59.850666050000001</c:v>
                </c:pt>
                <c:pt idx="4178">
                  <c:v>59.850681299999998</c:v>
                </c:pt>
                <c:pt idx="4179">
                  <c:v>59.850696560000003</c:v>
                </c:pt>
                <c:pt idx="4180">
                  <c:v>59.850715639999997</c:v>
                </c:pt>
                <c:pt idx="4181">
                  <c:v>59.850730900000002</c:v>
                </c:pt>
                <c:pt idx="4182">
                  <c:v>59.850746149999999</c:v>
                </c:pt>
                <c:pt idx="4183">
                  <c:v>59.850761409999997</c:v>
                </c:pt>
                <c:pt idx="4184">
                  <c:v>59.850776670000002</c:v>
                </c:pt>
                <c:pt idx="4185">
                  <c:v>59.850795750000003</c:v>
                </c:pt>
                <c:pt idx="4186">
                  <c:v>59.850811</c:v>
                </c:pt>
                <c:pt idx="4187">
                  <c:v>59.850826259999998</c:v>
                </c:pt>
                <c:pt idx="4188">
                  <c:v>59.850841520000003</c:v>
                </c:pt>
                <c:pt idx="4189">
                  <c:v>59.850856780000001</c:v>
                </c:pt>
                <c:pt idx="4190">
                  <c:v>59.850872039999999</c:v>
                </c:pt>
                <c:pt idx="4191">
                  <c:v>59.850891109999999</c:v>
                </c:pt>
                <c:pt idx="4192">
                  <c:v>59.850906369999997</c:v>
                </c:pt>
                <c:pt idx="4193">
                  <c:v>59.850921630000002</c:v>
                </c:pt>
                <c:pt idx="4194">
                  <c:v>59.85093689</c:v>
                </c:pt>
                <c:pt idx="4195">
                  <c:v>59.850952149999998</c:v>
                </c:pt>
                <c:pt idx="4196">
                  <c:v>59.850967410000003</c:v>
                </c:pt>
                <c:pt idx="4197">
                  <c:v>59.85098267</c:v>
                </c:pt>
                <c:pt idx="4198">
                  <c:v>59.851001740000001</c:v>
                </c:pt>
                <c:pt idx="4199">
                  <c:v>59.851016999999999</c:v>
                </c:pt>
                <c:pt idx="4200">
                  <c:v>59.851032259999997</c:v>
                </c:pt>
                <c:pt idx="4201">
                  <c:v>59.851047520000002</c:v>
                </c:pt>
                <c:pt idx="4202">
                  <c:v>59.851062769999999</c:v>
                </c:pt>
                <c:pt idx="4203">
                  <c:v>59.851078029999996</c:v>
                </c:pt>
                <c:pt idx="4204">
                  <c:v>59.851093290000001</c:v>
                </c:pt>
                <c:pt idx="4205">
                  <c:v>59.851108549999999</c:v>
                </c:pt>
                <c:pt idx="4206">
                  <c:v>59.851123809999997</c:v>
                </c:pt>
                <c:pt idx="4207">
                  <c:v>59.851139070000002</c:v>
                </c:pt>
                <c:pt idx="4208">
                  <c:v>59.851158140000003</c:v>
                </c:pt>
                <c:pt idx="4209">
                  <c:v>59.8511734</c:v>
                </c:pt>
                <c:pt idx="4210">
                  <c:v>59.851188659999998</c:v>
                </c:pt>
                <c:pt idx="4211">
                  <c:v>59.851203920000003</c:v>
                </c:pt>
                <c:pt idx="4212">
                  <c:v>59.851219180000001</c:v>
                </c:pt>
                <c:pt idx="4213">
                  <c:v>59.851234439999999</c:v>
                </c:pt>
                <c:pt idx="4214">
                  <c:v>59.851249690000003</c:v>
                </c:pt>
                <c:pt idx="4215">
                  <c:v>59.851264950000001</c:v>
                </c:pt>
                <c:pt idx="4216">
                  <c:v>59.851280209999999</c:v>
                </c:pt>
                <c:pt idx="4217">
                  <c:v>59.851295469999997</c:v>
                </c:pt>
                <c:pt idx="4218">
                  <c:v>59.851310730000002</c:v>
                </c:pt>
                <c:pt idx="4219">
                  <c:v>59.851325989999999</c:v>
                </c:pt>
                <c:pt idx="4220">
                  <c:v>59.851341249999997</c:v>
                </c:pt>
                <c:pt idx="4221">
                  <c:v>59.851360319999998</c:v>
                </c:pt>
                <c:pt idx="4222">
                  <c:v>59.851375580000003</c:v>
                </c:pt>
                <c:pt idx="4223">
                  <c:v>59.851390840000001</c:v>
                </c:pt>
                <c:pt idx="4224">
                  <c:v>59.851406099999998</c:v>
                </c:pt>
                <c:pt idx="4225">
                  <c:v>59.851421360000003</c:v>
                </c:pt>
                <c:pt idx="4226">
                  <c:v>59.85143661</c:v>
                </c:pt>
                <c:pt idx="4227">
                  <c:v>59.851451869999998</c:v>
                </c:pt>
                <c:pt idx="4228">
                  <c:v>59.851467130000003</c:v>
                </c:pt>
                <c:pt idx="4229">
                  <c:v>59.851482390000001</c:v>
                </c:pt>
                <c:pt idx="4230">
                  <c:v>59.851497649999999</c:v>
                </c:pt>
                <c:pt idx="4231">
                  <c:v>59.851512909999997</c:v>
                </c:pt>
                <c:pt idx="4232">
                  <c:v>59.851528170000002</c:v>
                </c:pt>
                <c:pt idx="4233">
                  <c:v>59.85154343</c:v>
                </c:pt>
                <c:pt idx="4234">
                  <c:v>59.851558689999997</c:v>
                </c:pt>
                <c:pt idx="4235">
                  <c:v>59.851573940000002</c:v>
                </c:pt>
                <c:pt idx="4236">
                  <c:v>59.851589199999999</c:v>
                </c:pt>
                <c:pt idx="4237">
                  <c:v>59.851604459999997</c:v>
                </c:pt>
                <c:pt idx="4238">
                  <c:v>59.851619720000002</c:v>
                </c:pt>
                <c:pt idx="4239">
                  <c:v>59.85163498</c:v>
                </c:pt>
                <c:pt idx="4240">
                  <c:v>59.851650239999998</c:v>
                </c:pt>
                <c:pt idx="4241">
                  <c:v>59.851661679999999</c:v>
                </c:pt>
                <c:pt idx="4242">
                  <c:v>59.851676939999997</c:v>
                </c:pt>
                <c:pt idx="4243">
                  <c:v>59.851696009999998</c:v>
                </c:pt>
                <c:pt idx="4244">
                  <c:v>59.85170746</c:v>
                </c:pt>
                <c:pt idx="4245">
                  <c:v>59.851722719999998</c:v>
                </c:pt>
                <c:pt idx="4246">
                  <c:v>59.851737980000003</c:v>
                </c:pt>
                <c:pt idx="4247">
                  <c:v>59.85175323</c:v>
                </c:pt>
                <c:pt idx="4248">
                  <c:v>59.851768489999998</c:v>
                </c:pt>
                <c:pt idx="4249">
                  <c:v>59.851783750000003</c:v>
                </c:pt>
                <c:pt idx="4250">
                  <c:v>59.851799010000001</c:v>
                </c:pt>
                <c:pt idx="4251">
                  <c:v>59.851814269999998</c:v>
                </c:pt>
                <c:pt idx="4252">
                  <c:v>59.851829530000003</c:v>
                </c:pt>
                <c:pt idx="4253">
                  <c:v>59.851844790000001</c:v>
                </c:pt>
                <c:pt idx="4254">
                  <c:v>59.851860049999999</c:v>
                </c:pt>
                <c:pt idx="4255">
                  <c:v>59.851871490000001</c:v>
                </c:pt>
                <c:pt idx="4256">
                  <c:v>59.851886749999998</c:v>
                </c:pt>
                <c:pt idx="4257">
                  <c:v>59.851902010000003</c:v>
                </c:pt>
                <c:pt idx="4258">
                  <c:v>59.851917270000001</c:v>
                </c:pt>
                <c:pt idx="4259">
                  <c:v>59.851932529999999</c:v>
                </c:pt>
                <c:pt idx="4260">
                  <c:v>59.851947780000003</c:v>
                </c:pt>
                <c:pt idx="4261">
                  <c:v>59.851963040000001</c:v>
                </c:pt>
                <c:pt idx="4262">
                  <c:v>59.851978299999999</c:v>
                </c:pt>
                <c:pt idx="4263">
                  <c:v>59.851993559999997</c:v>
                </c:pt>
                <c:pt idx="4264">
                  <c:v>59.852004999999998</c:v>
                </c:pt>
                <c:pt idx="4265">
                  <c:v>59.852020260000003</c:v>
                </c:pt>
                <c:pt idx="4266">
                  <c:v>59.852035520000001</c:v>
                </c:pt>
                <c:pt idx="4267">
                  <c:v>59.852050779999999</c:v>
                </c:pt>
                <c:pt idx="4268">
                  <c:v>59.852066039999997</c:v>
                </c:pt>
                <c:pt idx="4269">
                  <c:v>59.852081300000002</c:v>
                </c:pt>
                <c:pt idx="4270">
                  <c:v>59.85209656</c:v>
                </c:pt>
                <c:pt idx="4271">
                  <c:v>59.852111819999998</c:v>
                </c:pt>
                <c:pt idx="4272">
                  <c:v>59.852123259999999</c:v>
                </c:pt>
                <c:pt idx="4273">
                  <c:v>59.852138519999997</c:v>
                </c:pt>
                <c:pt idx="4274">
                  <c:v>59.852153780000002</c:v>
                </c:pt>
                <c:pt idx="4275">
                  <c:v>59.85216904</c:v>
                </c:pt>
                <c:pt idx="4276">
                  <c:v>59.852184299999998</c:v>
                </c:pt>
                <c:pt idx="4277">
                  <c:v>59.852199550000002</c:v>
                </c:pt>
                <c:pt idx="4278">
                  <c:v>59.85221481</c:v>
                </c:pt>
                <c:pt idx="4279">
                  <c:v>59.852226260000002</c:v>
                </c:pt>
                <c:pt idx="4280">
                  <c:v>59.85224152</c:v>
                </c:pt>
                <c:pt idx="4281">
                  <c:v>59.852256769999997</c:v>
                </c:pt>
                <c:pt idx="4282">
                  <c:v>59.852272030000002</c:v>
                </c:pt>
                <c:pt idx="4283">
                  <c:v>59.85228729</c:v>
                </c:pt>
                <c:pt idx="4284">
                  <c:v>59.852302549999997</c:v>
                </c:pt>
                <c:pt idx="4285">
                  <c:v>59.852314</c:v>
                </c:pt>
                <c:pt idx="4286">
                  <c:v>59.852329249999997</c:v>
                </c:pt>
                <c:pt idx="4287">
                  <c:v>59.852344510000002</c:v>
                </c:pt>
                <c:pt idx="4288">
                  <c:v>59.85235977</c:v>
                </c:pt>
                <c:pt idx="4289">
                  <c:v>59.852375029999997</c:v>
                </c:pt>
                <c:pt idx="4290">
                  <c:v>59.852386469999999</c:v>
                </c:pt>
                <c:pt idx="4291">
                  <c:v>59.852401729999997</c:v>
                </c:pt>
                <c:pt idx="4292">
                  <c:v>59.852416990000002</c:v>
                </c:pt>
                <c:pt idx="4293">
                  <c:v>59.85243225</c:v>
                </c:pt>
                <c:pt idx="4294">
                  <c:v>59.852447509999998</c:v>
                </c:pt>
                <c:pt idx="4295">
                  <c:v>59.852458949999999</c:v>
                </c:pt>
                <c:pt idx="4296">
                  <c:v>59.852474209999997</c:v>
                </c:pt>
                <c:pt idx="4297">
                  <c:v>59.852489470000002</c:v>
                </c:pt>
                <c:pt idx="4298">
                  <c:v>59.85250473</c:v>
                </c:pt>
                <c:pt idx="4299">
                  <c:v>59.852519989999998</c:v>
                </c:pt>
                <c:pt idx="4300">
                  <c:v>59.852531429999999</c:v>
                </c:pt>
                <c:pt idx="4301">
                  <c:v>59.852546689999997</c:v>
                </c:pt>
                <c:pt idx="4302">
                  <c:v>59.852561950000002</c:v>
                </c:pt>
                <c:pt idx="4303">
                  <c:v>59.85257721</c:v>
                </c:pt>
                <c:pt idx="4304">
                  <c:v>59.852592469999998</c:v>
                </c:pt>
                <c:pt idx="4305">
                  <c:v>59.852603909999999</c:v>
                </c:pt>
                <c:pt idx="4306">
                  <c:v>59.852619169999997</c:v>
                </c:pt>
                <c:pt idx="4307">
                  <c:v>59.852634430000002</c:v>
                </c:pt>
                <c:pt idx="4308">
                  <c:v>59.85264969</c:v>
                </c:pt>
                <c:pt idx="4309">
                  <c:v>59.852664949999998</c:v>
                </c:pt>
                <c:pt idx="4310">
                  <c:v>59.852676389999999</c:v>
                </c:pt>
                <c:pt idx="4311">
                  <c:v>59.852691649999997</c:v>
                </c:pt>
                <c:pt idx="4312">
                  <c:v>59.852706910000002</c:v>
                </c:pt>
                <c:pt idx="4313">
                  <c:v>59.85272217</c:v>
                </c:pt>
                <c:pt idx="4314">
                  <c:v>59.852733610000001</c:v>
                </c:pt>
                <c:pt idx="4315">
                  <c:v>59.852748869999999</c:v>
                </c:pt>
                <c:pt idx="4316">
                  <c:v>59.852764129999997</c:v>
                </c:pt>
                <c:pt idx="4317">
                  <c:v>59.852779390000002</c:v>
                </c:pt>
                <c:pt idx="4318">
                  <c:v>59.85279465</c:v>
                </c:pt>
                <c:pt idx="4319">
                  <c:v>59.852806090000001</c:v>
                </c:pt>
                <c:pt idx="4320">
                  <c:v>59.852821349999999</c:v>
                </c:pt>
                <c:pt idx="4321">
                  <c:v>59.852836609999997</c:v>
                </c:pt>
                <c:pt idx="4322">
                  <c:v>59.852851870000002</c:v>
                </c:pt>
                <c:pt idx="4323">
                  <c:v>59.852863309999996</c:v>
                </c:pt>
                <c:pt idx="4324">
                  <c:v>59.852878570000001</c:v>
                </c:pt>
                <c:pt idx="4325">
                  <c:v>59.852893829999999</c:v>
                </c:pt>
                <c:pt idx="4326">
                  <c:v>59.852909089999997</c:v>
                </c:pt>
                <c:pt idx="4327">
                  <c:v>59.852924350000002</c:v>
                </c:pt>
                <c:pt idx="4328">
                  <c:v>59.852935789999997</c:v>
                </c:pt>
                <c:pt idx="4329">
                  <c:v>59.852951050000001</c:v>
                </c:pt>
                <c:pt idx="4330">
                  <c:v>59.852966309999999</c:v>
                </c:pt>
                <c:pt idx="4331">
                  <c:v>59.852981569999997</c:v>
                </c:pt>
                <c:pt idx="4332">
                  <c:v>59.852996830000002</c:v>
                </c:pt>
                <c:pt idx="4333">
                  <c:v>59.853008269999997</c:v>
                </c:pt>
                <c:pt idx="4334">
                  <c:v>59.853023530000002</c:v>
                </c:pt>
                <c:pt idx="4335">
                  <c:v>59.853038789999999</c:v>
                </c:pt>
                <c:pt idx="4336">
                  <c:v>59.853054049999997</c:v>
                </c:pt>
                <c:pt idx="4337">
                  <c:v>59.853065489999999</c:v>
                </c:pt>
                <c:pt idx="4338">
                  <c:v>59.853080749999997</c:v>
                </c:pt>
                <c:pt idx="4339">
                  <c:v>59.853096010000002</c:v>
                </c:pt>
                <c:pt idx="4340">
                  <c:v>59.853111269999999</c:v>
                </c:pt>
                <c:pt idx="4341">
                  <c:v>59.853126529999997</c:v>
                </c:pt>
                <c:pt idx="4342">
                  <c:v>59.853141780000001</c:v>
                </c:pt>
                <c:pt idx="4343">
                  <c:v>59.853153229999997</c:v>
                </c:pt>
                <c:pt idx="4344">
                  <c:v>59.853168490000002</c:v>
                </c:pt>
                <c:pt idx="4345">
                  <c:v>59.853183749999999</c:v>
                </c:pt>
                <c:pt idx="4346">
                  <c:v>59.853199009999997</c:v>
                </c:pt>
                <c:pt idx="4347">
                  <c:v>59.853214260000001</c:v>
                </c:pt>
                <c:pt idx="4348">
                  <c:v>59.853229519999999</c:v>
                </c:pt>
                <c:pt idx="4349">
                  <c:v>59.853240970000002</c:v>
                </c:pt>
                <c:pt idx="4350">
                  <c:v>59.85325623</c:v>
                </c:pt>
                <c:pt idx="4351">
                  <c:v>59.853271479999997</c:v>
                </c:pt>
                <c:pt idx="4352">
                  <c:v>59.853286740000001</c:v>
                </c:pt>
                <c:pt idx="4353">
                  <c:v>59.853301999999999</c:v>
                </c:pt>
                <c:pt idx="4354">
                  <c:v>59.853313450000002</c:v>
                </c:pt>
                <c:pt idx="4355">
                  <c:v>59.853328699999999</c:v>
                </c:pt>
                <c:pt idx="4356">
                  <c:v>59.853343959999997</c:v>
                </c:pt>
                <c:pt idx="4357">
                  <c:v>59.853359220000002</c:v>
                </c:pt>
                <c:pt idx="4358">
                  <c:v>59.853374479999999</c:v>
                </c:pt>
                <c:pt idx="4359">
                  <c:v>59.853389739999997</c:v>
                </c:pt>
                <c:pt idx="4360">
                  <c:v>59.853401179999999</c:v>
                </c:pt>
                <c:pt idx="4361">
                  <c:v>59.853416439999997</c:v>
                </c:pt>
                <c:pt idx="4362">
                  <c:v>59.853431700000002</c:v>
                </c:pt>
                <c:pt idx="4363">
                  <c:v>59.853446959999999</c:v>
                </c:pt>
                <c:pt idx="4364">
                  <c:v>59.853462219999997</c:v>
                </c:pt>
                <c:pt idx="4365">
                  <c:v>59.853477480000002</c:v>
                </c:pt>
                <c:pt idx="4366">
                  <c:v>59.853488919999997</c:v>
                </c:pt>
                <c:pt idx="4367">
                  <c:v>59.853504180000002</c:v>
                </c:pt>
                <c:pt idx="4368">
                  <c:v>59.853519439999999</c:v>
                </c:pt>
                <c:pt idx="4369">
                  <c:v>59.853534699999997</c:v>
                </c:pt>
                <c:pt idx="4370">
                  <c:v>59.853549960000002</c:v>
                </c:pt>
                <c:pt idx="4371">
                  <c:v>59.85356522</c:v>
                </c:pt>
                <c:pt idx="4372">
                  <c:v>59.853580469999997</c:v>
                </c:pt>
                <c:pt idx="4373">
                  <c:v>59.85359192</c:v>
                </c:pt>
                <c:pt idx="4374">
                  <c:v>59.853607179999997</c:v>
                </c:pt>
                <c:pt idx="4375">
                  <c:v>59.853622440000002</c:v>
                </c:pt>
                <c:pt idx="4376">
                  <c:v>59.8536377</c:v>
                </c:pt>
                <c:pt idx="4377">
                  <c:v>59.853652949999997</c:v>
                </c:pt>
                <c:pt idx="4378">
                  <c:v>59.853668210000002</c:v>
                </c:pt>
                <c:pt idx="4379">
                  <c:v>59.85368347</c:v>
                </c:pt>
                <c:pt idx="4380">
                  <c:v>59.853698729999998</c:v>
                </c:pt>
                <c:pt idx="4381">
                  <c:v>59.853713990000003</c:v>
                </c:pt>
                <c:pt idx="4382">
                  <c:v>59.853729250000001</c:v>
                </c:pt>
                <c:pt idx="4383">
                  <c:v>59.853740690000002</c:v>
                </c:pt>
                <c:pt idx="4384">
                  <c:v>59.85375595</c:v>
                </c:pt>
                <c:pt idx="4385">
                  <c:v>59.853771209999998</c:v>
                </c:pt>
                <c:pt idx="4386">
                  <c:v>59.853786470000003</c:v>
                </c:pt>
                <c:pt idx="4387">
                  <c:v>59.853801730000001</c:v>
                </c:pt>
                <c:pt idx="4388">
                  <c:v>59.853816989999999</c:v>
                </c:pt>
                <c:pt idx="4389">
                  <c:v>59.853832240000003</c:v>
                </c:pt>
                <c:pt idx="4390">
                  <c:v>59.853847500000001</c:v>
                </c:pt>
                <c:pt idx="4391">
                  <c:v>59.853862759999998</c:v>
                </c:pt>
                <c:pt idx="4392">
                  <c:v>59.853878020000003</c:v>
                </c:pt>
                <c:pt idx="4393">
                  <c:v>59.853893280000001</c:v>
                </c:pt>
                <c:pt idx="4394">
                  <c:v>59.853904720000003</c:v>
                </c:pt>
                <c:pt idx="4395">
                  <c:v>59.853919980000001</c:v>
                </c:pt>
                <c:pt idx="4396">
                  <c:v>59.853935239999998</c:v>
                </c:pt>
                <c:pt idx="4397">
                  <c:v>59.853950500000003</c:v>
                </c:pt>
                <c:pt idx="4398">
                  <c:v>59.853965760000001</c:v>
                </c:pt>
                <c:pt idx="4399">
                  <c:v>59.853981019999999</c:v>
                </c:pt>
                <c:pt idx="4400">
                  <c:v>59.853996279999997</c:v>
                </c:pt>
                <c:pt idx="4401">
                  <c:v>59.854015349999997</c:v>
                </c:pt>
                <c:pt idx="4402">
                  <c:v>59.854030610000002</c:v>
                </c:pt>
                <c:pt idx="4403">
                  <c:v>59.854042049999997</c:v>
                </c:pt>
                <c:pt idx="4404">
                  <c:v>59.854061129999998</c:v>
                </c:pt>
                <c:pt idx="4405">
                  <c:v>59.854076390000003</c:v>
                </c:pt>
                <c:pt idx="4406">
                  <c:v>59.85409164</c:v>
                </c:pt>
                <c:pt idx="4407">
                  <c:v>59.854103090000002</c:v>
                </c:pt>
                <c:pt idx="4408">
                  <c:v>59.854122160000003</c:v>
                </c:pt>
                <c:pt idx="4409">
                  <c:v>59.854137420000001</c:v>
                </c:pt>
                <c:pt idx="4410">
                  <c:v>59.854152679999999</c:v>
                </c:pt>
                <c:pt idx="4411">
                  <c:v>59.854175570000002</c:v>
                </c:pt>
                <c:pt idx="4412">
                  <c:v>59.854183200000001</c:v>
                </c:pt>
                <c:pt idx="4413">
                  <c:v>59.854198459999999</c:v>
                </c:pt>
                <c:pt idx="4414">
                  <c:v>59.854213710000003</c:v>
                </c:pt>
                <c:pt idx="4415">
                  <c:v>59.854228970000001</c:v>
                </c:pt>
                <c:pt idx="4416">
                  <c:v>59.854244229999999</c:v>
                </c:pt>
                <c:pt idx="4417">
                  <c:v>59.854259489999997</c:v>
                </c:pt>
                <c:pt idx="4418">
                  <c:v>59.854274750000002</c:v>
                </c:pt>
                <c:pt idx="4419">
                  <c:v>59.85429001</c:v>
                </c:pt>
                <c:pt idx="4420">
                  <c:v>59.854305269999998</c:v>
                </c:pt>
                <c:pt idx="4421">
                  <c:v>59.854320530000003</c:v>
                </c:pt>
                <c:pt idx="4422">
                  <c:v>59.85433578</c:v>
                </c:pt>
                <c:pt idx="4423">
                  <c:v>59.854351039999997</c:v>
                </c:pt>
                <c:pt idx="4424">
                  <c:v>59.854366300000002</c:v>
                </c:pt>
                <c:pt idx="4425">
                  <c:v>59.85438156</c:v>
                </c:pt>
                <c:pt idx="4426">
                  <c:v>59.854396819999998</c:v>
                </c:pt>
                <c:pt idx="4427">
                  <c:v>59.854412080000003</c:v>
                </c:pt>
                <c:pt idx="4428">
                  <c:v>59.854427340000001</c:v>
                </c:pt>
                <c:pt idx="4429">
                  <c:v>59.854446410000001</c:v>
                </c:pt>
                <c:pt idx="4430">
                  <c:v>59.854461669999999</c:v>
                </c:pt>
                <c:pt idx="4431">
                  <c:v>59.854476929999997</c:v>
                </c:pt>
                <c:pt idx="4432">
                  <c:v>59.854492190000002</c:v>
                </c:pt>
                <c:pt idx="4433">
                  <c:v>59.85450745</c:v>
                </c:pt>
                <c:pt idx="4434">
                  <c:v>59.854522709999998</c:v>
                </c:pt>
                <c:pt idx="4435">
                  <c:v>59.854537960000002</c:v>
                </c:pt>
                <c:pt idx="4436">
                  <c:v>59.85455322</c:v>
                </c:pt>
                <c:pt idx="4437">
                  <c:v>59.854568479999998</c:v>
                </c:pt>
                <c:pt idx="4438">
                  <c:v>59.854583740000002</c:v>
                </c:pt>
                <c:pt idx="4439">
                  <c:v>59.854602810000003</c:v>
                </c:pt>
                <c:pt idx="4440">
                  <c:v>59.854618070000001</c:v>
                </c:pt>
                <c:pt idx="4441">
                  <c:v>59.854633329999999</c:v>
                </c:pt>
                <c:pt idx="4442">
                  <c:v>59.854648589999996</c:v>
                </c:pt>
                <c:pt idx="4443">
                  <c:v>59.854663850000001</c:v>
                </c:pt>
                <c:pt idx="4444">
                  <c:v>59.854679109999999</c:v>
                </c:pt>
                <c:pt idx="4445">
                  <c:v>59.854694369999997</c:v>
                </c:pt>
                <c:pt idx="4446">
                  <c:v>59.854713439999998</c:v>
                </c:pt>
                <c:pt idx="4447">
                  <c:v>59.854728700000003</c:v>
                </c:pt>
                <c:pt idx="4448">
                  <c:v>59.85474396</c:v>
                </c:pt>
                <c:pt idx="4449">
                  <c:v>59.854759219999998</c:v>
                </c:pt>
                <c:pt idx="4450">
                  <c:v>59.854774480000003</c:v>
                </c:pt>
                <c:pt idx="4451">
                  <c:v>59.854793549999997</c:v>
                </c:pt>
                <c:pt idx="4452">
                  <c:v>59.854808810000002</c:v>
                </c:pt>
                <c:pt idx="4453">
                  <c:v>59.854824069999999</c:v>
                </c:pt>
                <c:pt idx="4454">
                  <c:v>59.854839320000004</c:v>
                </c:pt>
                <c:pt idx="4455">
                  <c:v>59.854854580000001</c:v>
                </c:pt>
                <c:pt idx="4456">
                  <c:v>59.854869839999999</c:v>
                </c:pt>
                <c:pt idx="4457">
                  <c:v>59.85488892</c:v>
                </c:pt>
                <c:pt idx="4458">
                  <c:v>59.854904169999998</c:v>
                </c:pt>
                <c:pt idx="4459">
                  <c:v>59.854919430000002</c:v>
                </c:pt>
                <c:pt idx="4460">
                  <c:v>59.85493469</c:v>
                </c:pt>
                <c:pt idx="4461">
                  <c:v>59.854949949999998</c:v>
                </c:pt>
                <c:pt idx="4462">
                  <c:v>59.854969019999999</c:v>
                </c:pt>
                <c:pt idx="4463">
                  <c:v>59.854984279999996</c:v>
                </c:pt>
                <c:pt idx="4464">
                  <c:v>59.854999540000001</c:v>
                </c:pt>
                <c:pt idx="4465">
                  <c:v>59.855014799999999</c:v>
                </c:pt>
                <c:pt idx="4466">
                  <c:v>59.85503387</c:v>
                </c:pt>
                <c:pt idx="4467">
                  <c:v>59.855049129999998</c:v>
                </c:pt>
                <c:pt idx="4468">
                  <c:v>59.855064390000003</c:v>
                </c:pt>
                <c:pt idx="4469">
                  <c:v>59.85507965</c:v>
                </c:pt>
                <c:pt idx="4470">
                  <c:v>59.855098720000001</c:v>
                </c:pt>
                <c:pt idx="4471">
                  <c:v>59.855113979999999</c:v>
                </c:pt>
                <c:pt idx="4472">
                  <c:v>59.855129239999997</c:v>
                </c:pt>
                <c:pt idx="4473">
                  <c:v>59.855144500000002</c:v>
                </c:pt>
                <c:pt idx="4474">
                  <c:v>59.855163570000002</c:v>
                </c:pt>
                <c:pt idx="4475">
                  <c:v>59.85517883</c:v>
                </c:pt>
                <c:pt idx="4476">
                  <c:v>59.855194089999998</c:v>
                </c:pt>
                <c:pt idx="4477">
                  <c:v>59.855209350000003</c:v>
                </c:pt>
                <c:pt idx="4478">
                  <c:v>59.85522461</c:v>
                </c:pt>
                <c:pt idx="4479">
                  <c:v>59.855243680000001</c:v>
                </c:pt>
                <c:pt idx="4480">
                  <c:v>59.855258939999999</c:v>
                </c:pt>
                <c:pt idx="4481">
                  <c:v>59.855274199999997</c:v>
                </c:pt>
                <c:pt idx="4482">
                  <c:v>59.855293269999997</c:v>
                </c:pt>
                <c:pt idx="4483">
                  <c:v>59.855308530000002</c:v>
                </c:pt>
                <c:pt idx="4484">
                  <c:v>59.85532379</c:v>
                </c:pt>
                <c:pt idx="4485">
                  <c:v>59.855339049999998</c:v>
                </c:pt>
                <c:pt idx="4486">
                  <c:v>59.855358119999998</c:v>
                </c:pt>
                <c:pt idx="4487">
                  <c:v>59.855373380000003</c:v>
                </c:pt>
                <c:pt idx="4488">
                  <c:v>59.855388640000001</c:v>
                </c:pt>
                <c:pt idx="4489">
                  <c:v>59.855407710000001</c:v>
                </c:pt>
                <c:pt idx="4490">
                  <c:v>59.855422969999999</c:v>
                </c:pt>
                <c:pt idx="4491">
                  <c:v>59.855438229999997</c:v>
                </c:pt>
                <c:pt idx="4492">
                  <c:v>59.855453490000002</c:v>
                </c:pt>
                <c:pt idx="4493">
                  <c:v>59.855472560000003</c:v>
                </c:pt>
                <c:pt idx="4494">
                  <c:v>59.85548782</c:v>
                </c:pt>
                <c:pt idx="4495">
                  <c:v>59.855503079999998</c:v>
                </c:pt>
                <c:pt idx="4496">
                  <c:v>59.85552216</c:v>
                </c:pt>
                <c:pt idx="4497">
                  <c:v>59.855537409999997</c:v>
                </c:pt>
                <c:pt idx="4498">
                  <c:v>59.855552670000002</c:v>
                </c:pt>
                <c:pt idx="4499">
                  <c:v>59.855571750000003</c:v>
                </c:pt>
                <c:pt idx="4500">
                  <c:v>59.855587010000001</c:v>
                </c:pt>
                <c:pt idx="4501">
                  <c:v>59.855602259999998</c:v>
                </c:pt>
                <c:pt idx="4502">
                  <c:v>59.855617520000003</c:v>
                </c:pt>
                <c:pt idx="4503">
                  <c:v>59.855636599999997</c:v>
                </c:pt>
                <c:pt idx="4504">
                  <c:v>59.855651860000002</c:v>
                </c:pt>
                <c:pt idx="4505">
                  <c:v>59.855667109999999</c:v>
                </c:pt>
                <c:pt idx="4506">
                  <c:v>59.85568619</c:v>
                </c:pt>
                <c:pt idx="4507">
                  <c:v>59.855701449999998</c:v>
                </c:pt>
                <c:pt idx="4508">
                  <c:v>59.855716710000003</c:v>
                </c:pt>
                <c:pt idx="4509">
                  <c:v>59.855735780000003</c:v>
                </c:pt>
                <c:pt idx="4510">
                  <c:v>59.855751040000001</c:v>
                </c:pt>
                <c:pt idx="4511">
                  <c:v>59.855766299999999</c:v>
                </c:pt>
                <c:pt idx="4512">
                  <c:v>59.85578537</c:v>
                </c:pt>
                <c:pt idx="4513">
                  <c:v>59.855800629999997</c:v>
                </c:pt>
                <c:pt idx="4514">
                  <c:v>59.855815890000002</c:v>
                </c:pt>
                <c:pt idx="4515">
                  <c:v>59.855834960000003</c:v>
                </c:pt>
                <c:pt idx="4516">
                  <c:v>59.855850220000001</c:v>
                </c:pt>
                <c:pt idx="4517">
                  <c:v>59.855869290000001</c:v>
                </c:pt>
                <c:pt idx="4518">
                  <c:v>59.855884549999999</c:v>
                </c:pt>
                <c:pt idx="4519">
                  <c:v>59.855899809999997</c:v>
                </c:pt>
                <c:pt idx="4520">
                  <c:v>59.855918879999997</c:v>
                </c:pt>
                <c:pt idx="4521">
                  <c:v>59.855934140000002</c:v>
                </c:pt>
                <c:pt idx="4522">
                  <c:v>59.8559494</c:v>
                </c:pt>
                <c:pt idx="4523">
                  <c:v>59.855968480000001</c:v>
                </c:pt>
                <c:pt idx="4524">
                  <c:v>59.855983729999998</c:v>
                </c:pt>
                <c:pt idx="4525">
                  <c:v>59.85600281</c:v>
                </c:pt>
                <c:pt idx="4526">
                  <c:v>59.856018069999998</c:v>
                </c:pt>
                <c:pt idx="4527">
                  <c:v>59.856033330000002</c:v>
                </c:pt>
                <c:pt idx="4528">
                  <c:v>59.856052400000003</c:v>
                </c:pt>
                <c:pt idx="4529">
                  <c:v>59.856067660000001</c:v>
                </c:pt>
                <c:pt idx="4530">
                  <c:v>59.856086730000001</c:v>
                </c:pt>
                <c:pt idx="4531">
                  <c:v>59.856101989999999</c:v>
                </c:pt>
                <c:pt idx="4532">
                  <c:v>59.856117249999997</c:v>
                </c:pt>
                <c:pt idx="4533">
                  <c:v>59.856136319999997</c:v>
                </c:pt>
                <c:pt idx="4534">
                  <c:v>59.856151580000002</c:v>
                </c:pt>
                <c:pt idx="4535">
                  <c:v>59.85616684</c:v>
                </c:pt>
                <c:pt idx="4536">
                  <c:v>59.856185910000001</c:v>
                </c:pt>
                <c:pt idx="4537">
                  <c:v>59.856201169999999</c:v>
                </c:pt>
                <c:pt idx="4538">
                  <c:v>59.85622025</c:v>
                </c:pt>
                <c:pt idx="4539">
                  <c:v>59.856235499999997</c:v>
                </c:pt>
                <c:pt idx="4540">
                  <c:v>59.856250760000002</c:v>
                </c:pt>
                <c:pt idx="4541">
                  <c:v>59.856269840000003</c:v>
                </c:pt>
                <c:pt idx="4542">
                  <c:v>59.856285100000001</c:v>
                </c:pt>
                <c:pt idx="4543">
                  <c:v>59.856304170000001</c:v>
                </c:pt>
                <c:pt idx="4544">
                  <c:v>59.856319429999999</c:v>
                </c:pt>
                <c:pt idx="4545">
                  <c:v>59.8563385</c:v>
                </c:pt>
                <c:pt idx="4546">
                  <c:v>59.856353759999998</c:v>
                </c:pt>
                <c:pt idx="4547">
                  <c:v>59.856369020000002</c:v>
                </c:pt>
                <c:pt idx="4548">
                  <c:v>59.856388090000003</c:v>
                </c:pt>
                <c:pt idx="4549">
                  <c:v>59.856403350000001</c:v>
                </c:pt>
                <c:pt idx="4550">
                  <c:v>59.856422420000001</c:v>
                </c:pt>
                <c:pt idx="4551">
                  <c:v>59.856437679999999</c:v>
                </c:pt>
                <c:pt idx="4552">
                  <c:v>59.85645676</c:v>
                </c:pt>
                <c:pt idx="4553">
                  <c:v>59.856472019999998</c:v>
                </c:pt>
                <c:pt idx="4554">
                  <c:v>59.856487270000002</c:v>
                </c:pt>
                <c:pt idx="4555">
                  <c:v>59.856506349999997</c:v>
                </c:pt>
                <c:pt idx="4556">
                  <c:v>59.856521610000001</c:v>
                </c:pt>
                <c:pt idx="4557">
                  <c:v>59.856540680000002</c:v>
                </c:pt>
                <c:pt idx="4558">
                  <c:v>59.85655594</c:v>
                </c:pt>
                <c:pt idx="4559">
                  <c:v>59.85657501</c:v>
                </c:pt>
                <c:pt idx="4560">
                  <c:v>59.856590269999998</c:v>
                </c:pt>
                <c:pt idx="4561">
                  <c:v>59.856605530000003</c:v>
                </c:pt>
                <c:pt idx="4562">
                  <c:v>59.856624600000004</c:v>
                </c:pt>
                <c:pt idx="4563">
                  <c:v>59.856639860000001</c:v>
                </c:pt>
                <c:pt idx="4564">
                  <c:v>59.856658940000003</c:v>
                </c:pt>
                <c:pt idx="4565">
                  <c:v>59.85667419</c:v>
                </c:pt>
                <c:pt idx="4566">
                  <c:v>59.856693270000001</c:v>
                </c:pt>
                <c:pt idx="4567">
                  <c:v>59.856708529999999</c:v>
                </c:pt>
                <c:pt idx="4568">
                  <c:v>59.856727599999999</c:v>
                </c:pt>
                <c:pt idx="4569">
                  <c:v>59.856742859999997</c:v>
                </c:pt>
                <c:pt idx="4570">
                  <c:v>59.856761929999998</c:v>
                </c:pt>
                <c:pt idx="4571">
                  <c:v>59.856777190000003</c:v>
                </c:pt>
                <c:pt idx="4572">
                  <c:v>59.856796260000003</c:v>
                </c:pt>
                <c:pt idx="4573">
                  <c:v>59.856811520000001</c:v>
                </c:pt>
                <c:pt idx="4574">
                  <c:v>59.856830600000002</c:v>
                </c:pt>
                <c:pt idx="4575">
                  <c:v>59.85684586</c:v>
                </c:pt>
                <c:pt idx="4576">
                  <c:v>59.85686493</c:v>
                </c:pt>
                <c:pt idx="4577">
                  <c:v>59.856880189999998</c:v>
                </c:pt>
                <c:pt idx="4578">
                  <c:v>59.856899259999999</c:v>
                </c:pt>
                <c:pt idx="4579">
                  <c:v>59.856914519999997</c:v>
                </c:pt>
                <c:pt idx="4580">
                  <c:v>59.856933589999997</c:v>
                </c:pt>
                <c:pt idx="4581">
                  <c:v>59.856948850000002</c:v>
                </c:pt>
                <c:pt idx="4582">
                  <c:v>59.856967930000003</c:v>
                </c:pt>
                <c:pt idx="4583">
                  <c:v>59.85698318</c:v>
                </c:pt>
                <c:pt idx="4584">
                  <c:v>59.857002260000002</c:v>
                </c:pt>
                <c:pt idx="4585">
                  <c:v>59.857017519999999</c:v>
                </c:pt>
                <c:pt idx="4586">
                  <c:v>59.85703659</c:v>
                </c:pt>
                <c:pt idx="4587">
                  <c:v>59.85705566</c:v>
                </c:pt>
                <c:pt idx="4588">
                  <c:v>59.857070919999998</c:v>
                </c:pt>
                <c:pt idx="4589">
                  <c:v>59.857089999999999</c:v>
                </c:pt>
                <c:pt idx="4590">
                  <c:v>59.857105259999997</c:v>
                </c:pt>
                <c:pt idx="4591">
                  <c:v>59.857124329999998</c:v>
                </c:pt>
                <c:pt idx="4592">
                  <c:v>59.857139590000003</c:v>
                </c:pt>
                <c:pt idx="4593">
                  <c:v>59.857158660000003</c:v>
                </c:pt>
                <c:pt idx="4594">
                  <c:v>59.857173920000001</c:v>
                </c:pt>
                <c:pt idx="4595">
                  <c:v>59.857192990000001</c:v>
                </c:pt>
                <c:pt idx="4596">
                  <c:v>59.857212070000003</c:v>
                </c:pt>
                <c:pt idx="4597">
                  <c:v>59.857227330000001</c:v>
                </c:pt>
                <c:pt idx="4598">
                  <c:v>59.857242579999998</c:v>
                </c:pt>
                <c:pt idx="4599">
                  <c:v>59.857261659999999</c:v>
                </c:pt>
                <c:pt idx="4600">
                  <c:v>59.857280729999999</c:v>
                </c:pt>
                <c:pt idx="4601">
                  <c:v>59.857295989999997</c:v>
                </c:pt>
                <c:pt idx="4602">
                  <c:v>59.857315059999998</c:v>
                </c:pt>
                <c:pt idx="4603">
                  <c:v>59.857330320000003</c:v>
                </c:pt>
                <c:pt idx="4604">
                  <c:v>59.857349399999997</c:v>
                </c:pt>
                <c:pt idx="4605">
                  <c:v>59.857368469999997</c:v>
                </c:pt>
                <c:pt idx="4606">
                  <c:v>59.857383730000002</c:v>
                </c:pt>
                <c:pt idx="4607">
                  <c:v>59.857402800000003</c:v>
                </c:pt>
                <c:pt idx="4608">
                  <c:v>59.857418060000001</c:v>
                </c:pt>
                <c:pt idx="4609">
                  <c:v>59.857437130000001</c:v>
                </c:pt>
                <c:pt idx="4610">
                  <c:v>59.857452389999999</c:v>
                </c:pt>
                <c:pt idx="4611">
                  <c:v>59.85747147</c:v>
                </c:pt>
                <c:pt idx="4612">
                  <c:v>59.857490540000001</c:v>
                </c:pt>
                <c:pt idx="4613">
                  <c:v>59.857505799999998</c:v>
                </c:pt>
                <c:pt idx="4614">
                  <c:v>59.857524869999999</c:v>
                </c:pt>
                <c:pt idx="4615">
                  <c:v>59.85754395</c:v>
                </c:pt>
                <c:pt idx="4616">
                  <c:v>59.857559199999997</c:v>
                </c:pt>
                <c:pt idx="4617">
                  <c:v>59.857578279999998</c:v>
                </c:pt>
                <c:pt idx="4618">
                  <c:v>59.857593540000003</c:v>
                </c:pt>
                <c:pt idx="4619">
                  <c:v>59.857612609999997</c:v>
                </c:pt>
                <c:pt idx="4620">
                  <c:v>59.857631679999997</c:v>
                </c:pt>
                <c:pt idx="4621">
                  <c:v>59.857646940000002</c:v>
                </c:pt>
                <c:pt idx="4622">
                  <c:v>59.857666020000003</c:v>
                </c:pt>
                <c:pt idx="4623">
                  <c:v>59.85768127</c:v>
                </c:pt>
                <c:pt idx="4624">
                  <c:v>59.857700350000002</c:v>
                </c:pt>
                <c:pt idx="4625">
                  <c:v>59.857719420000002</c:v>
                </c:pt>
                <c:pt idx="4626">
                  <c:v>59.85773468</c:v>
                </c:pt>
                <c:pt idx="4627">
                  <c:v>59.857753750000001</c:v>
                </c:pt>
                <c:pt idx="4628">
                  <c:v>59.857772830000002</c:v>
                </c:pt>
                <c:pt idx="4629">
                  <c:v>59.85778809</c:v>
                </c:pt>
                <c:pt idx="4630">
                  <c:v>59.85780716</c:v>
                </c:pt>
                <c:pt idx="4631">
                  <c:v>59.857826230000001</c:v>
                </c:pt>
                <c:pt idx="4632">
                  <c:v>59.857841489999998</c:v>
                </c:pt>
                <c:pt idx="4633">
                  <c:v>59.85786057</c:v>
                </c:pt>
                <c:pt idx="4634">
                  <c:v>59.85787964</c:v>
                </c:pt>
                <c:pt idx="4635">
                  <c:v>59.857898710000001</c:v>
                </c:pt>
                <c:pt idx="4636">
                  <c:v>59.857913969999998</c:v>
                </c:pt>
                <c:pt idx="4637">
                  <c:v>59.857933039999999</c:v>
                </c:pt>
                <c:pt idx="4638">
                  <c:v>59.85795212</c:v>
                </c:pt>
                <c:pt idx="4639">
                  <c:v>59.857967379999998</c:v>
                </c:pt>
                <c:pt idx="4640">
                  <c:v>59.857986449999999</c:v>
                </c:pt>
                <c:pt idx="4641">
                  <c:v>59.858005519999999</c:v>
                </c:pt>
                <c:pt idx="4642">
                  <c:v>59.8580246</c:v>
                </c:pt>
                <c:pt idx="4643">
                  <c:v>59.858039859999998</c:v>
                </c:pt>
                <c:pt idx="4644">
                  <c:v>59.858058929999999</c:v>
                </c:pt>
                <c:pt idx="4645">
                  <c:v>59.858077999999999</c:v>
                </c:pt>
                <c:pt idx="4646">
                  <c:v>59.85809708</c:v>
                </c:pt>
                <c:pt idx="4647">
                  <c:v>59.858112339999998</c:v>
                </c:pt>
                <c:pt idx="4648">
                  <c:v>59.858131409999999</c:v>
                </c:pt>
                <c:pt idx="4649">
                  <c:v>59.858150479999999</c:v>
                </c:pt>
                <c:pt idx="4650">
                  <c:v>59.85816956</c:v>
                </c:pt>
                <c:pt idx="4651">
                  <c:v>59.858184809999997</c:v>
                </c:pt>
                <c:pt idx="4652">
                  <c:v>59.858203889999999</c:v>
                </c:pt>
                <c:pt idx="4653">
                  <c:v>59.858222959999999</c:v>
                </c:pt>
                <c:pt idx="4654">
                  <c:v>59.85824203</c:v>
                </c:pt>
                <c:pt idx="4655">
                  <c:v>59.858257289999997</c:v>
                </c:pt>
                <c:pt idx="4656">
                  <c:v>59.858276369999999</c:v>
                </c:pt>
                <c:pt idx="4657">
                  <c:v>59.858295439999999</c:v>
                </c:pt>
                <c:pt idx="4658">
                  <c:v>59.85831451</c:v>
                </c:pt>
                <c:pt idx="4659">
                  <c:v>59.858333590000001</c:v>
                </c:pt>
                <c:pt idx="4660">
                  <c:v>59.858348849999999</c:v>
                </c:pt>
                <c:pt idx="4661">
                  <c:v>59.858367919999999</c:v>
                </c:pt>
                <c:pt idx="4662">
                  <c:v>59.85838699</c:v>
                </c:pt>
                <c:pt idx="4663">
                  <c:v>59.858406070000001</c:v>
                </c:pt>
                <c:pt idx="4664">
                  <c:v>59.858425140000001</c:v>
                </c:pt>
                <c:pt idx="4665">
                  <c:v>59.858444210000002</c:v>
                </c:pt>
                <c:pt idx="4666">
                  <c:v>59.858463290000003</c:v>
                </c:pt>
                <c:pt idx="4667">
                  <c:v>59.858482359999996</c:v>
                </c:pt>
                <c:pt idx="4668">
                  <c:v>59.858497620000001</c:v>
                </c:pt>
                <c:pt idx="4669">
                  <c:v>59.858516690000002</c:v>
                </c:pt>
                <c:pt idx="4670">
                  <c:v>59.858535770000003</c:v>
                </c:pt>
                <c:pt idx="4671">
                  <c:v>59.858554839999996</c:v>
                </c:pt>
                <c:pt idx="4672">
                  <c:v>59.858573909999997</c:v>
                </c:pt>
                <c:pt idx="4673">
                  <c:v>59.858592989999998</c:v>
                </c:pt>
                <c:pt idx="4674">
                  <c:v>59.858612059999999</c:v>
                </c:pt>
                <c:pt idx="4675">
                  <c:v>59.858631129999999</c:v>
                </c:pt>
                <c:pt idx="4676">
                  <c:v>59.85865021</c:v>
                </c:pt>
                <c:pt idx="4677">
                  <c:v>59.858669280000001</c:v>
                </c:pt>
                <c:pt idx="4678">
                  <c:v>59.858688350000001</c:v>
                </c:pt>
                <c:pt idx="4679">
                  <c:v>59.858707430000003</c:v>
                </c:pt>
                <c:pt idx="4680">
                  <c:v>59.858726500000003</c:v>
                </c:pt>
                <c:pt idx="4681">
                  <c:v>59.858745570000004</c:v>
                </c:pt>
                <c:pt idx="4682">
                  <c:v>59.858764649999998</c:v>
                </c:pt>
                <c:pt idx="4683">
                  <c:v>59.858783719999998</c:v>
                </c:pt>
                <c:pt idx="4684">
                  <c:v>59.858802799999999</c:v>
                </c:pt>
                <c:pt idx="4685">
                  <c:v>59.85882187</c:v>
                </c:pt>
                <c:pt idx="4686">
                  <c:v>59.85884094</c:v>
                </c:pt>
                <c:pt idx="4687">
                  <c:v>59.858860020000002</c:v>
                </c:pt>
                <c:pt idx="4688">
                  <c:v>59.858879090000002</c:v>
                </c:pt>
                <c:pt idx="4689">
                  <c:v>59.858898160000003</c:v>
                </c:pt>
                <c:pt idx="4690">
                  <c:v>59.858917239999997</c:v>
                </c:pt>
                <c:pt idx="4691">
                  <c:v>59.858936309999997</c:v>
                </c:pt>
                <c:pt idx="4692">
                  <c:v>59.858951570000002</c:v>
                </c:pt>
                <c:pt idx="4693">
                  <c:v>59.858974459999999</c:v>
                </c:pt>
                <c:pt idx="4694">
                  <c:v>59.858993529999999</c:v>
                </c:pt>
                <c:pt idx="4695">
                  <c:v>59.8590126</c:v>
                </c:pt>
                <c:pt idx="4696">
                  <c:v>59.859031680000001</c:v>
                </c:pt>
                <c:pt idx="4697">
                  <c:v>59.859046939999999</c:v>
                </c:pt>
                <c:pt idx="4698">
                  <c:v>59.859066009999999</c:v>
                </c:pt>
                <c:pt idx="4699">
                  <c:v>59.85908508</c:v>
                </c:pt>
                <c:pt idx="4700">
                  <c:v>59.859104160000001</c:v>
                </c:pt>
                <c:pt idx="4701">
                  <c:v>59.859123230000002</c:v>
                </c:pt>
                <c:pt idx="4702">
                  <c:v>59.859142300000002</c:v>
                </c:pt>
                <c:pt idx="4703">
                  <c:v>59.859161380000003</c:v>
                </c:pt>
                <c:pt idx="4704">
                  <c:v>59.859180449999997</c:v>
                </c:pt>
                <c:pt idx="4705">
                  <c:v>59.859199519999997</c:v>
                </c:pt>
                <c:pt idx="4706">
                  <c:v>59.859218599999998</c:v>
                </c:pt>
                <c:pt idx="4707">
                  <c:v>59.859237669999999</c:v>
                </c:pt>
                <c:pt idx="4708">
                  <c:v>59.859256739999999</c:v>
                </c:pt>
                <c:pt idx="4709">
                  <c:v>59.859275820000001</c:v>
                </c:pt>
                <c:pt idx="4710">
                  <c:v>59.859298709999997</c:v>
                </c:pt>
                <c:pt idx="4711">
                  <c:v>59.859317779999998</c:v>
                </c:pt>
                <c:pt idx="4712">
                  <c:v>59.859333040000003</c:v>
                </c:pt>
                <c:pt idx="4713">
                  <c:v>59.85935593</c:v>
                </c:pt>
                <c:pt idx="4714">
                  <c:v>59.859375</c:v>
                </c:pt>
                <c:pt idx="4715">
                  <c:v>59.85939407</c:v>
                </c:pt>
                <c:pt idx="4716">
                  <c:v>59.859409329999998</c:v>
                </c:pt>
                <c:pt idx="4717">
                  <c:v>59.859432220000002</c:v>
                </c:pt>
                <c:pt idx="4718">
                  <c:v>59.859451290000003</c:v>
                </c:pt>
                <c:pt idx="4719">
                  <c:v>59.859470369999997</c:v>
                </c:pt>
                <c:pt idx="4720">
                  <c:v>59.859485630000002</c:v>
                </c:pt>
                <c:pt idx="4721">
                  <c:v>59.859504700000002</c:v>
                </c:pt>
                <c:pt idx="4722">
                  <c:v>59.859527589999999</c:v>
                </c:pt>
                <c:pt idx="4723">
                  <c:v>59.859546659999999</c:v>
                </c:pt>
                <c:pt idx="4724">
                  <c:v>59.859561919999997</c:v>
                </c:pt>
                <c:pt idx="4725">
                  <c:v>59.859584810000001</c:v>
                </c:pt>
                <c:pt idx="4726">
                  <c:v>59.859603880000002</c:v>
                </c:pt>
                <c:pt idx="4727">
                  <c:v>59.859622960000003</c:v>
                </c:pt>
                <c:pt idx="4728">
                  <c:v>59.85963821</c:v>
                </c:pt>
                <c:pt idx="4729">
                  <c:v>59.859661099999997</c:v>
                </c:pt>
                <c:pt idx="4730">
                  <c:v>59.859680179999998</c:v>
                </c:pt>
                <c:pt idx="4731">
                  <c:v>59.859699249999998</c:v>
                </c:pt>
                <c:pt idx="4732">
                  <c:v>59.859714510000003</c:v>
                </c:pt>
                <c:pt idx="4733">
                  <c:v>59.8597374</c:v>
                </c:pt>
                <c:pt idx="4734">
                  <c:v>59.859756470000001</c:v>
                </c:pt>
                <c:pt idx="4735">
                  <c:v>59.859775540000001</c:v>
                </c:pt>
                <c:pt idx="4736">
                  <c:v>59.859790799999999</c:v>
                </c:pt>
                <c:pt idx="4737">
                  <c:v>59.859813690000003</c:v>
                </c:pt>
                <c:pt idx="4738">
                  <c:v>59.859832760000003</c:v>
                </c:pt>
                <c:pt idx="4739">
                  <c:v>59.859851839999997</c:v>
                </c:pt>
                <c:pt idx="4740">
                  <c:v>59.859870909999998</c:v>
                </c:pt>
                <c:pt idx="4741">
                  <c:v>59.859889979999998</c:v>
                </c:pt>
                <c:pt idx="4742">
                  <c:v>59.85990906</c:v>
                </c:pt>
                <c:pt idx="4743">
                  <c:v>59.85992813</c:v>
                </c:pt>
                <c:pt idx="4744">
                  <c:v>59.859947200000001</c:v>
                </c:pt>
                <c:pt idx="4745">
                  <c:v>59.859966280000002</c:v>
                </c:pt>
                <c:pt idx="4746">
                  <c:v>59.859985350000002</c:v>
                </c:pt>
                <c:pt idx="4747">
                  <c:v>59.860004429999996</c:v>
                </c:pt>
                <c:pt idx="4748">
                  <c:v>59.860023499999997</c:v>
                </c:pt>
                <c:pt idx="4749">
                  <c:v>59.860042569999997</c:v>
                </c:pt>
                <c:pt idx="4750">
                  <c:v>59.860061649999999</c:v>
                </c:pt>
                <c:pt idx="4751">
                  <c:v>59.860080719999999</c:v>
                </c:pt>
                <c:pt idx="4752">
                  <c:v>59.86009979</c:v>
                </c:pt>
                <c:pt idx="4753">
                  <c:v>59.860118870000001</c:v>
                </c:pt>
                <c:pt idx="4754">
                  <c:v>59.860137940000001</c:v>
                </c:pt>
                <c:pt idx="4755">
                  <c:v>59.860157010000002</c:v>
                </c:pt>
                <c:pt idx="4756">
                  <c:v>59.860176090000003</c:v>
                </c:pt>
                <c:pt idx="4757">
                  <c:v>59.860195160000004</c:v>
                </c:pt>
                <c:pt idx="4758">
                  <c:v>59.860214229999997</c:v>
                </c:pt>
                <c:pt idx="4759">
                  <c:v>59.860233309999998</c:v>
                </c:pt>
                <c:pt idx="4760">
                  <c:v>59.860252379999999</c:v>
                </c:pt>
                <c:pt idx="4761">
                  <c:v>59.860271449999999</c:v>
                </c:pt>
                <c:pt idx="4762">
                  <c:v>59.86029053</c:v>
                </c:pt>
                <c:pt idx="4763">
                  <c:v>59.860309600000001</c:v>
                </c:pt>
                <c:pt idx="4764">
                  <c:v>59.860328670000001</c:v>
                </c:pt>
                <c:pt idx="4765">
                  <c:v>59.860347750000003</c:v>
                </c:pt>
                <c:pt idx="4766">
                  <c:v>59.860366820000003</c:v>
                </c:pt>
                <c:pt idx="4767">
                  <c:v>59.860385890000003</c:v>
                </c:pt>
                <c:pt idx="4768">
                  <c:v>59.860404969999998</c:v>
                </c:pt>
                <c:pt idx="4769">
                  <c:v>59.860424039999998</c:v>
                </c:pt>
                <c:pt idx="4770">
                  <c:v>59.860443119999999</c:v>
                </c:pt>
                <c:pt idx="4771">
                  <c:v>59.86046219</c:v>
                </c:pt>
                <c:pt idx="4772">
                  <c:v>59.86048126</c:v>
                </c:pt>
                <c:pt idx="4773">
                  <c:v>59.860500340000002</c:v>
                </c:pt>
                <c:pt idx="4774">
                  <c:v>59.860519410000002</c:v>
                </c:pt>
                <c:pt idx="4775">
                  <c:v>59.860538480000002</c:v>
                </c:pt>
                <c:pt idx="4776">
                  <c:v>59.860557559999997</c:v>
                </c:pt>
                <c:pt idx="4777">
                  <c:v>59.860576629999997</c:v>
                </c:pt>
                <c:pt idx="4778">
                  <c:v>59.860595699999998</c:v>
                </c:pt>
                <c:pt idx="4779">
                  <c:v>59.860614779999999</c:v>
                </c:pt>
                <c:pt idx="4780">
                  <c:v>59.860630039999997</c:v>
                </c:pt>
                <c:pt idx="4781">
                  <c:v>59.860649109999997</c:v>
                </c:pt>
                <c:pt idx="4782">
                  <c:v>59.860672000000001</c:v>
                </c:pt>
                <c:pt idx="4783">
                  <c:v>59.860687259999999</c:v>
                </c:pt>
                <c:pt idx="4784">
                  <c:v>59.860706329999999</c:v>
                </c:pt>
                <c:pt idx="4785">
                  <c:v>59.8607254</c:v>
                </c:pt>
                <c:pt idx="4786">
                  <c:v>59.860744480000001</c:v>
                </c:pt>
                <c:pt idx="4787">
                  <c:v>59.860763550000001</c:v>
                </c:pt>
                <c:pt idx="4788">
                  <c:v>59.860782620000002</c:v>
                </c:pt>
                <c:pt idx="4789">
                  <c:v>59.860801700000003</c:v>
                </c:pt>
                <c:pt idx="4790">
                  <c:v>59.860820769999997</c:v>
                </c:pt>
                <c:pt idx="4791">
                  <c:v>59.860839839999997</c:v>
                </c:pt>
                <c:pt idx="4792">
                  <c:v>59.860858919999998</c:v>
                </c:pt>
                <c:pt idx="4793">
                  <c:v>59.860877989999999</c:v>
                </c:pt>
                <c:pt idx="4794">
                  <c:v>59.860897059999999</c:v>
                </c:pt>
                <c:pt idx="4795">
                  <c:v>59.86091614</c:v>
                </c:pt>
                <c:pt idx="4796">
                  <c:v>59.860931399999998</c:v>
                </c:pt>
                <c:pt idx="4797">
                  <c:v>59.860950469999999</c:v>
                </c:pt>
                <c:pt idx="4798">
                  <c:v>59.860969539999999</c:v>
                </c:pt>
                <c:pt idx="4799">
                  <c:v>59.860988620000001</c:v>
                </c:pt>
                <c:pt idx="4800">
                  <c:v>59.861007690000001</c:v>
                </c:pt>
                <c:pt idx="4801">
                  <c:v>59.861026760000001</c:v>
                </c:pt>
                <c:pt idx="4802">
                  <c:v>59.861045840000003</c:v>
                </c:pt>
                <c:pt idx="4803">
                  <c:v>59.861064910000003</c:v>
                </c:pt>
                <c:pt idx="4804">
                  <c:v>59.861083979999997</c:v>
                </c:pt>
                <c:pt idx="4805">
                  <c:v>59.861099240000001</c:v>
                </c:pt>
                <c:pt idx="4806">
                  <c:v>59.861118320000003</c:v>
                </c:pt>
                <c:pt idx="4807">
                  <c:v>59.861137390000003</c:v>
                </c:pt>
                <c:pt idx="4808">
                  <c:v>59.861156459999997</c:v>
                </c:pt>
                <c:pt idx="4809">
                  <c:v>59.861175539999998</c:v>
                </c:pt>
                <c:pt idx="4810">
                  <c:v>59.861194609999998</c:v>
                </c:pt>
                <c:pt idx="4811">
                  <c:v>59.861213679999999</c:v>
                </c:pt>
                <c:pt idx="4812">
                  <c:v>59.86123276</c:v>
                </c:pt>
                <c:pt idx="4813">
                  <c:v>59.861248019999998</c:v>
                </c:pt>
                <c:pt idx="4814">
                  <c:v>59.861267089999998</c:v>
                </c:pt>
                <c:pt idx="4815">
                  <c:v>59.861286159999999</c:v>
                </c:pt>
                <c:pt idx="4816">
                  <c:v>59.86130524</c:v>
                </c:pt>
                <c:pt idx="4817">
                  <c:v>59.861324310000001</c:v>
                </c:pt>
                <c:pt idx="4818">
                  <c:v>59.861343380000001</c:v>
                </c:pt>
                <c:pt idx="4819">
                  <c:v>59.861362460000002</c:v>
                </c:pt>
                <c:pt idx="4820">
                  <c:v>59.86137772</c:v>
                </c:pt>
                <c:pt idx="4821">
                  <c:v>59.861396790000001</c:v>
                </c:pt>
                <c:pt idx="4822">
                  <c:v>59.861415860000001</c:v>
                </c:pt>
                <c:pt idx="4823">
                  <c:v>59.861434940000002</c:v>
                </c:pt>
                <c:pt idx="4824">
                  <c:v>59.861454010000003</c:v>
                </c:pt>
                <c:pt idx="4825">
                  <c:v>59.861469270000001</c:v>
                </c:pt>
                <c:pt idx="4826">
                  <c:v>59.861488340000001</c:v>
                </c:pt>
                <c:pt idx="4827">
                  <c:v>59.861518859999997</c:v>
                </c:pt>
                <c:pt idx="4828">
                  <c:v>59.861537929999997</c:v>
                </c:pt>
                <c:pt idx="4829">
                  <c:v>59.861557009999999</c:v>
                </c:pt>
                <c:pt idx="4830">
                  <c:v>59.861576079999999</c:v>
                </c:pt>
                <c:pt idx="4831">
                  <c:v>59.861595149999999</c:v>
                </c:pt>
                <c:pt idx="4832">
                  <c:v>59.861614230000001</c:v>
                </c:pt>
                <c:pt idx="4833">
                  <c:v>59.861633300000001</c:v>
                </c:pt>
                <c:pt idx="4834">
                  <c:v>59.861652370000002</c:v>
                </c:pt>
                <c:pt idx="4835">
                  <c:v>59.861671450000003</c:v>
                </c:pt>
                <c:pt idx="4836">
                  <c:v>59.861690520000003</c:v>
                </c:pt>
                <c:pt idx="4837">
                  <c:v>59.861705780000001</c:v>
                </c:pt>
                <c:pt idx="4838">
                  <c:v>59.861724850000002</c:v>
                </c:pt>
                <c:pt idx="4839">
                  <c:v>59.861743930000003</c:v>
                </c:pt>
                <c:pt idx="4840">
                  <c:v>59.861759190000001</c:v>
                </c:pt>
                <c:pt idx="4841">
                  <c:v>59.861778260000001</c:v>
                </c:pt>
                <c:pt idx="4842">
                  <c:v>59.86178589</c:v>
                </c:pt>
                <c:pt idx="4843">
                  <c:v>59.861801149999998</c:v>
                </c:pt>
                <c:pt idx="4844">
                  <c:v>59.861820219999998</c:v>
                </c:pt>
                <c:pt idx="4845">
                  <c:v>59.861835480000003</c:v>
                </c:pt>
                <c:pt idx="4846">
                  <c:v>59.861854549999997</c:v>
                </c:pt>
                <c:pt idx="4847">
                  <c:v>59.861869810000002</c:v>
                </c:pt>
                <c:pt idx="4848">
                  <c:v>59.861888890000003</c:v>
                </c:pt>
                <c:pt idx="4849">
                  <c:v>59.86190414</c:v>
                </c:pt>
                <c:pt idx="4850">
                  <c:v>59.861923220000001</c:v>
                </c:pt>
                <c:pt idx="4851">
                  <c:v>59.861942290000002</c:v>
                </c:pt>
                <c:pt idx="4852">
                  <c:v>59.861961360000002</c:v>
                </c:pt>
                <c:pt idx="4853">
                  <c:v>59.86197662</c:v>
                </c:pt>
                <c:pt idx="4854">
                  <c:v>59.861995700000001</c:v>
                </c:pt>
                <c:pt idx="4855">
                  <c:v>59.862014770000002</c:v>
                </c:pt>
                <c:pt idx="4856">
                  <c:v>59.862033840000002</c:v>
                </c:pt>
                <c:pt idx="4857">
                  <c:v>59.862052919999996</c:v>
                </c:pt>
                <c:pt idx="4858">
                  <c:v>59.862068180000001</c:v>
                </c:pt>
                <c:pt idx="4859">
                  <c:v>59.862087250000002</c:v>
                </c:pt>
                <c:pt idx="4860">
                  <c:v>59.862106320000002</c:v>
                </c:pt>
                <c:pt idx="4861">
                  <c:v>59.862125399999996</c:v>
                </c:pt>
                <c:pt idx="4862">
                  <c:v>59.862140660000001</c:v>
                </c:pt>
                <c:pt idx="4863">
                  <c:v>59.862159730000002</c:v>
                </c:pt>
                <c:pt idx="4864">
                  <c:v>59.862178800000002</c:v>
                </c:pt>
                <c:pt idx="4865">
                  <c:v>59.862197879999997</c:v>
                </c:pt>
                <c:pt idx="4866">
                  <c:v>59.862213130000001</c:v>
                </c:pt>
                <c:pt idx="4867">
                  <c:v>59.862232210000002</c:v>
                </c:pt>
                <c:pt idx="4868">
                  <c:v>59.862251280000002</c:v>
                </c:pt>
                <c:pt idx="4869">
                  <c:v>59.862270359999997</c:v>
                </c:pt>
                <c:pt idx="4870">
                  <c:v>59.862285610000001</c:v>
                </c:pt>
                <c:pt idx="4871">
                  <c:v>59.862304690000002</c:v>
                </c:pt>
                <c:pt idx="4872">
                  <c:v>59.862323760000002</c:v>
                </c:pt>
                <c:pt idx="4873">
                  <c:v>59.862342830000003</c:v>
                </c:pt>
                <c:pt idx="4874">
                  <c:v>59.862358090000001</c:v>
                </c:pt>
                <c:pt idx="4875">
                  <c:v>59.862377170000002</c:v>
                </c:pt>
                <c:pt idx="4876">
                  <c:v>59.862396240000002</c:v>
                </c:pt>
                <c:pt idx="4877">
                  <c:v>59.8624115</c:v>
                </c:pt>
                <c:pt idx="4878">
                  <c:v>59.862430570000001</c:v>
                </c:pt>
                <c:pt idx="4879">
                  <c:v>59.862449650000002</c:v>
                </c:pt>
                <c:pt idx="4880">
                  <c:v>59.862464899999999</c:v>
                </c:pt>
                <c:pt idx="4881">
                  <c:v>59.86248398</c:v>
                </c:pt>
                <c:pt idx="4882">
                  <c:v>59.862499239999998</c:v>
                </c:pt>
                <c:pt idx="4883">
                  <c:v>59.862518309999999</c:v>
                </c:pt>
                <c:pt idx="4884">
                  <c:v>59.862537379999999</c:v>
                </c:pt>
                <c:pt idx="4885">
                  <c:v>59.862552639999997</c:v>
                </c:pt>
                <c:pt idx="4886">
                  <c:v>59.862571719999998</c:v>
                </c:pt>
                <c:pt idx="4887">
                  <c:v>59.862590789999999</c:v>
                </c:pt>
                <c:pt idx="4888">
                  <c:v>59.862606049999997</c:v>
                </c:pt>
                <c:pt idx="4889">
                  <c:v>59.862625119999997</c:v>
                </c:pt>
                <c:pt idx="4890">
                  <c:v>59.862644199999998</c:v>
                </c:pt>
                <c:pt idx="4891">
                  <c:v>59.862663269999999</c:v>
                </c:pt>
                <c:pt idx="4892">
                  <c:v>59.862678529999997</c:v>
                </c:pt>
                <c:pt idx="4893">
                  <c:v>59.862697599999997</c:v>
                </c:pt>
                <c:pt idx="4894">
                  <c:v>59.862716669999998</c:v>
                </c:pt>
                <c:pt idx="4895">
                  <c:v>59.862731930000002</c:v>
                </c:pt>
                <c:pt idx="4896">
                  <c:v>59.862751009999997</c:v>
                </c:pt>
                <c:pt idx="4897">
                  <c:v>59.862770079999997</c:v>
                </c:pt>
                <c:pt idx="4898">
                  <c:v>59.862785340000002</c:v>
                </c:pt>
                <c:pt idx="4899">
                  <c:v>59.862804410000003</c:v>
                </c:pt>
                <c:pt idx="4900">
                  <c:v>59.86281967</c:v>
                </c:pt>
                <c:pt idx="4901">
                  <c:v>59.862838750000002</c:v>
                </c:pt>
                <c:pt idx="4902">
                  <c:v>59.862857820000002</c:v>
                </c:pt>
                <c:pt idx="4903">
                  <c:v>59.86287308</c:v>
                </c:pt>
                <c:pt idx="4904">
                  <c:v>59.86289215</c:v>
                </c:pt>
                <c:pt idx="4905">
                  <c:v>59.862911220000001</c:v>
                </c:pt>
                <c:pt idx="4906">
                  <c:v>59.862926479999999</c:v>
                </c:pt>
                <c:pt idx="4907">
                  <c:v>59.86294556</c:v>
                </c:pt>
                <c:pt idx="4908">
                  <c:v>59.862960819999998</c:v>
                </c:pt>
                <c:pt idx="4909">
                  <c:v>59.862979889999998</c:v>
                </c:pt>
                <c:pt idx="4910">
                  <c:v>59.862998959999999</c:v>
                </c:pt>
                <c:pt idx="4911">
                  <c:v>59.863014219999997</c:v>
                </c:pt>
                <c:pt idx="4912">
                  <c:v>59.863033289999997</c:v>
                </c:pt>
                <c:pt idx="4913">
                  <c:v>59.863052369999998</c:v>
                </c:pt>
                <c:pt idx="4914">
                  <c:v>59.863067630000003</c:v>
                </c:pt>
                <c:pt idx="4915">
                  <c:v>59.863086699999997</c:v>
                </c:pt>
                <c:pt idx="4916">
                  <c:v>59.863101960000002</c:v>
                </c:pt>
                <c:pt idx="4917">
                  <c:v>59.863121030000002</c:v>
                </c:pt>
                <c:pt idx="4918">
                  <c:v>59.863140110000003</c:v>
                </c:pt>
                <c:pt idx="4919">
                  <c:v>59.86315536</c:v>
                </c:pt>
                <c:pt idx="4920">
                  <c:v>59.863174440000002</c:v>
                </c:pt>
                <c:pt idx="4921">
                  <c:v>59.8631897</c:v>
                </c:pt>
                <c:pt idx="4922">
                  <c:v>59.86320877</c:v>
                </c:pt>
                <c:pt idx="4923">
                  <c:v>59.86322784</c:v>
                </c:pt>
                <c:pt idx="4924">
                  <c:v>59.863243099999998</c:v>
                </c:pt>
                <c:pt idx="4925">
                  <c:v>59.86326218</c:v>
                </c:pt>
                <c:pt idx="4926">
                  <c:v>59.863277439999997</c:v>
                </c:pt>
                <c:pt idx="4927">
                  <c:v>59.863296509999998</c:v>
                </c:pt>
                <c:pt idx="4928">
                  <c:v>59.863311770000003</c:v>
                </c:pt>
                <c:pt idx="4929">
                  <c:v>59.863330840000003</c:v>
                </c:pt>
                <c:pt idx="4930">
                  <c:v>59.863349909999997</c:v>
                </c:pt>
                <c:pt idx="4931">
                  <c:v>59.863365170000002</c:v>
                </c:pt>
                <c:pt idx="4932">
                  <c:v>59.863384250000003</c:v>
                </c:pt>
                <c:pt idx="4933">
                  <c:v>59.863399510000001</c:v>
                </c:pt>
                <c:pt idx="4934">
                  <c:v>59.863418580000001</c:v>
                </c:pt>
                <c:pt idx="4935">
                  <c:v>59.863437650000002</c:v>
                </c:pt>
                <c:pt idx="4936">
                  <c:v>59.863452909999999</c:v>
                </c:pt>
                <c:pt idx="4937">
                  <c:v>59.86347198</c:v>
                </c:pt>
                <c:pt idx="4938">
                  <c:v>59.863487239999998</c:v>
                </c:pt>
                <c:pt idx="4939">
                  <c:v>59.863506319999999</c:v>
                </c:pt>
                <c:pt idx="4940">
                  <c:v>59.86352539</c:v>
                </c:pt>
                <c:pt idx="4941">
                  <c:v>59.863540649999997</c:v>
                </c:pt>
                <c:pt idx="4942">
                  <c:v>59.863559719999998</c:v>
                </c:pt>
                <c:pt idx="4943">
                  <c:v>59.863574980000003</c:v>
                </c:pt>
                <c:pt idx="4944">
                  <c:v>59.863594059999997</c:v>
                </c:pt>
                <c:pt idx="4945">
                  <c:v>59.863613129999997</c:v>
                </c:pt>
                <c:pt idx="4946">
                  <c:v>59.863628390000002</c:v>
                </c:pt>
                <c:pt idx="4947">
                  <c:v>59.863647460000003</c:v>
                </c:pt>
                <c:pt idx="4948">
                  <c:v>59.863662720000001</c:v>
                </c:pt>
                <c:pt idx="4949">
                  <c:v>59.863681790000001</c:v>
                </c:pt>
                <c:pt idx="4950">
                  <c:v>59.863700870000002</c:v>
                </c:pt>
                <c:pt idx="4951">
                  <c:v>59.86371613</c:v>
                </c:pt>
                <c:pt idx="4952">
                  <c:v>59.863735200000001</c:v>
                </c:pt>
                <c:pt idx="4953">
                  <c:v>59.863750459999999</c:v>
                </c:pt>
                <c:pt idx="4954">
                  <c:v>59.863769529999999</c:v>
                </c:pt>
                <c:pt idx="4955">
                  <c:v>59.863784789999997</c:v>
                </c:pt>
                <c:pt idx="4956">
                  <c:v>59.863803859999997</c:v>
                </c:pt>
                <c:pt idx="4957">
                  <c:v>59.863822939999999</c:v>
                </c:pt>
                <c:pt idx="4958">
                  <c:v>59.863838200000004</c:v>
                </c:pt>
                <c:pt idx="4959">
                  <c:v>59.863857269999997</c:v>
                </c:pt>
                <c:pt idx="4960">
                  <c:v>59.863872530000002</c:v>
                </c:pt>
                <c:pt idx="4961">
                  <c:v>59.863891600000002</c:v>
                </c:pt>
                <c:pt idx="4962">
                  <c:v>59.86390686</c:v>
                </c:pt>
                <c:pt idx="4963">
                  <c:v>59.863925930000001</c:v>
                </c:pt>
                <c:pt idx="4964">
                  <c:v>59.863945010000002</c:v>
                </c:pt>
                <c:pt idx="4965">
                  <c:v>59.86396027</c:v>
                </c:pt>
                <c:pt idx="4966">
                  <c:v>59.86397934</c:v>
                </c:pt>
                <c:pt idx="4967">
                  <c:v>59.863994599999998</c:v>
                </c:pt>
                <c:pt idx="4968">
                  <c:v>59.864013669999999</c:v>
                </c:pt>
                <c:pt idx="4969">
                  <c:v>59.864028930000003</c:v>
                </c:pt>
                <c:pt idx="4970">
                  <c:v>59.864047999999997</c:v>
                </c:pt>
                <c:pt idx="4971">
                  <c:v>59.864063260000002</c:v>
                </c:pt>
                <c:pt idx="4972">
                  <c:v>59.864082340000003</c:v>
                </c:pt>
                <c:pt idx="4973">
                  <c:v>59.864101410000004</c:v>
                </c:pt>
                <c:pt idx="4974">
                  <c:v>59.864116670000001</c:v>
                </c:pt>
                <c:pt idx="4975">
                  <c:v>59.864135740000002</c:v>
                </c:pt>
                <c:pt idx="4976">
                  <c:v>59.864151</c:v>
                </c:pt>
                <c:pt idx="4977">
                  <c:v>59.86417007</c:v>
                </c:pt>
                <c:pt idx="4978">
                  <c:v>59.864185329999998</c:v>
                </c:pt>
                <c:pt idx="4979">
                  <c:v>59.864204409999999</c:v>
                </c:pt>
                <c:pt idx="4980">
                  <c:v>59.864219669999997</c:v>
                </c:pt>
                <c:pt idx="4981">
                  <c:v>59.864238739999998</c:v>
                </c:pt>
                <c:pt idx="4982">
                  <c:v>59.864254000000003</c:v>
                </c:pt>
                <c:pt idx="4983">
                  <c:v>59.864273070000003</c:v>
                </c:pt>
                <c:pt idx="4984">
                  <c:v>59.864292140000003</c:v>
                </c:pt>
                <c:pt idx="4985">
                  <c:v>59.864307400000001</c:v>
                </c:pt>
                <c:pt idx="4986">
                  <c:v>59.864326480000003</c:v>
                </c:pt>
                <c:pt idx="4987">
                  <c:v>59.86434174</c:v>
                </c:pt>
                <c:pt idx="4988">
                  <c:v>59.864360810000001</c:v>
                </c:pt>
                <c:pt idx="4989">
                  <c:v>59.864376069999999</c:v>
                </c:pt>
                <c:pt idx="4990">
                  <c:v>59.864395139999999</c:v>
                </c:pt>
                <c:pt idx="4991">
                  <c:v>59.864410399999997</c:v>
                </c:pt>
                <c:pt idx="4992">
                  <c:v>59.864429469999997</c:v>
                </c:pt>
                <c:pt idx="4993">
                  <c:v>59.864444730000002</c:v>
                </c:pt>
                <c:pt idx="4994">
                  <c:v>59.864463809999997</c:v>
                </c:pt>
                <c:pt idx="4995">
                  <c:v>59.864479060000001</c:v>
                </c:pt>
                <c:pt idx="4996">
                  <c:v>59.864498140000002</c:v>
                </c:pt>
                <c:pt idx="4997">
                  <c:v>59.8645134</c:v>
                </c:pt>
                <c:pt idx="4998">
                  <c:v>59.86453247</c:v>
                </c:pt>
                <c:pt idx="4999">
                  <c:v>59.864551540000001</c:v>
                </c:pt>
                <c:pt idx="5000">
                  <c:v>59.864566799999999</c:v>
                </c:pt>
                <c:pt idx="5001">
                  <c:v>59.86458588</c:v>
                </c:pt>
                <c:pt idx="5002">
                  <c:v>59.864601139999998</c:v>
                </c:pt>
                <c:pt idx="5003">
                  <c:v>59.864620209999998</c:v>
                </c:pt>
                <c:pt idx="5004">
                  <c:v>59.864635470000003</c:v>
                </c:pt>
                <c:pt idx="5005">
                  <c:v>59.864654539999997</c:v>
                </c:pt>
                <c:pt idx="5006">
                  <c:v>59.864669800000001</c:v>
                </c:pt>
                <c:pt idx="5007">
                  <c:v>59.864688870000002</c:v>
                </c:pt>
                <c:pt idx="5008">
                  <c:v>59.86470413</c:v>
                </c:pt>
                <c:pt idx="5009">
                  <c:v>59.864723210000001</c:v>
                </c:pt>
                <c:pt idx="5010">
                  <c:v>59.864738459999998</c:v>
                </c:pt>
                <c:pt idx="5011">
                  <c:v>59.864757539999999</c:v>
                </c:pt>
                <c:pt idx="5012">
                  <c:v>59.864772799999997</c:v>
                </c:pt>
                <c:pt idx="5013">
                  <c:v>59.864791869999998</c:v>
                </c:pt>
                <c:pt idx="5014">
                  <c:v>59.864807130000003</c:v>
                </c:pt>
                <c:pt idx="5015">
                  <c:v>59.864826200000003</c:v>
                </c:pt>
                <c:pt idx="5016">
                  <c:v>59.864841460000001</c:v>
                </c:pt>
                <c:pt idx="5017">
                  <c:v>59.864860530000001</c:v>
                </c:pt>
                <c:pt idx="5018">
                  <c:v>59.864875789999999</c:v>
                </c:pt>
                <c:pt idx="5019">
                  <c:v>59.864894870000001</c:v>
                </c:pt>
                <c:pt idx="5020">
                  <c:v>59.864910129999998</c:v>
                </c:pt>
                <c:pt idx="5021">
                  <c:v>59.864929199999999</c:v>
                </c:pt>
                <c:pt idx="5022">
                  <c:v>59.864944459999997</c:v>
                </c:pt>
                <c:pt idx="5023">
                  <c:v>59.864959720000002</c:v>
                </c:pt>
                <c:pt idx="5024">
                  <c:v>59.864978790000002</c:v>
                </c:pt>
                <c:pt idx="5025">
                  <c:v>59.86499405</c:v>
                </c:pt>
                <c:pt idx="5026">
                  <c:v>59.86501312</c:v>
                </c:pt>
                <c:pt idx="5027">
                  <c:v>59.865028379999998</c:v>
                </c:pt>
                <c:pt idx="5028">
                  <c:v>59.865047449999999</c:v>
                </c:pt>
                <c:pt idx="5029">
                  <c:v>59.865062709999997</c:v>
                </c:pt>
                <c:pt idx="5030">
                  <c:v>59.865077970000002</c:v>
                </c:pt>
                <c:pt idx="5031">
                  <c:v>59.865097050000003</c:v>
                </c:pt>
                <c:pt idx="5032">
                  <c:v>59.8651123</c:v>
                </c:pt>
                <c:pt idx="5033">
                  <c:v>59.865131380000001</c:v>
                </c:pt>
                <c:pt idx="5034">
                  <c:v>59.865146639999999</c:v>
                </c:pt>
                <c:pt idx="5035">
                  <c:v>59.865165709999999</c:v>
                </c:pt>
                <c:pt idx="5036">
                  <c:v>59.865180969999997</c:v>
                </c:pt>
                <c:pt idx="5037">
                  <c:v>59.865200039999998</c:v>
                </c:pt>
                <c:pt idx="5038">
                  <c:v>59.865215300000003</c:v>
                </c:pt>
                <c:pt idx="5039">
                  <c:v>59.865230560000001</c:v>
                </c:pt>
                <c:pt idx="5040">
                  <c:v>59.865249630000001</c:v>
                </c:pt>
                <c:pt idx="5041">
                  <c:v>59.865264889999999</c:v>
                </c:pt>
                <c:pt idx="5042">
                  <c:v>59.865280149999997</c:v>
                </c:pt>
                <c:pt idx="5043">
                  <c:v>59.865299219999997</c:v>
                </c:pt>
                <c:pt idx="5044">
                  <c:v>59.865314480000002</c:v>
                </c:pt>
                <c:pt idx="5045">
                  <c:v>59.865333560000003</c:v>
                </c:pt>
                <c:pt idx="5046">
                  <c:v>59.865348820000001</c:v>
                </c:pt>
                <c:pt idx="5047">
                  <c:v>59.865364069999998</c:v>
                </c:pt>
                <c:pt idx="5048">
                  <c:v>59.86538315</c:v>
                </c:pt>
                <c:pt idx="5049">
                  <c:v>59.865398409999997</c:v>
                </c:pt>
                <c:pt idx="5050">
                  <c:v>59.865413670000002</c:v>
                </c:pt>
                <c:pt idx="5051">
                  <c:v>59.865432740000003</c:v>
                </c:pt>
                <c:pt idx="5052">
                  <c:v>59.865448000000001</c:v>
                </c:pt>
                <c:pt idx="5053">
                  <c:v>59.865467070000001</c:v>
                </c:pt>
                <c:pt idx="5054">
                  <c:v>59.865482329999999</c:v>
                </c:pt>
                <c:pt idx="5055">
                  <c:v>59.865497589999997</c:v>
                </c:pt>
                <c:pt idx="5056">
                  <c:v>59.865516659999997</c:v>
                </c:pt>
                <c:pt idx="5057">
                  <c:v>59.865531920000002</c:v>
                </c:pt>
                <c:pt idx="5058">
                  <c:v>59.86554718</c:v>
                </c:pt>
                <c:pt idx="5059">
                  <c:v>59.865566250000001</c:v>
                </c:pt>
                <c:pt idx="5060">
                  <c:v>59.865581509999998</c:v>
                </c:pt>
                <c:pt idx="5061">
                  <c:v>59.865596770000003</c:v>
                </c:pt>
                <c:pt idx="5062">
                  <c:v>59.865612030000001</c:v>
                </c:pt>
                <c:pt idx="5063">
                  <c:v>59.865631100000002</c:v>
                </c:pt>
                <c:pt idx="5064">
                  <c:v>59.86564636</c:v>
                </c:pt>
                <c:pt idx="5065">
                  <c:v>59.865661619999997</c:v>
                </c:pt>
                <c:pt idx="5066">
                  <c:v>59.865680689999998</c:v>
                </c:pt>
                <c:pt idx="5067">
                  <c:v>59.865695950000003</c:v>
                </c:pt>
                <c:pt idx="5068">
                  <c:v>59.865711210000001</c:v>
                </c:pt>
                <c:pt idx="5069">
                  <c:v>59.865726469999998</c:v>
                </c:pt>
                <c:pt idx="5070">
                  <c:v>59.865745539999999</c:v>
                </c:pt>
                <c:pt idx="5071">
                  <c:v>59.865760799999997</c:v>
                </c:pt>
                <c:pt idx="5072">
                  <c:v>59.865776060000002</c:v>
                </c:pt>
                <c:pt idx="5073">
                  <c:v>59.865795140000003</c:v>
                </c:pt>
                <c:pt idx="5074">
                  <c:v>59.86581039</c:v>
                </c:pt>
                <c:pt idx="5075">
                  <c:v>59.865825649999998</c:v>
                </c:pt>
                <c:pt idx="5076">
                  <c:v>59.865840910000003</c:v>
                </c:pt>
                <c:pt idx="5077">
                  <c:v>59.865859989999997</c:v>
                </c:pt>
                <c:pt idx="5078">
                  <c:v>59.865875240000001</c:v>
                </c:pt>
                <c:pt idx="5079">
                  <c:v>59.865890499999999</c:v>
                </c:pt>
                <c:pt idx="5080">
                  <c:v>59.865905759999997</c:v>
                </c:pt>
                <c:pt idx="5081">
                  <c:v>59.865921020000002</c:v>
                </c:pt>
                <c:pt idx="5082">
                  <c:v>59.865940090000002</c:v>
                </c:pt>
                <c:pt idx="5083">
                  <c:v>59.86595535</c:v>
                </c:pt>
                <c:pt idx="5084">
                  <c:v>59.865970609999998</c:v>
                </c:pt>
                <c:pt idx="5085">
                  <c:v>59.865985870000003</c:v>
                </c:pt>
                <c:pt idx="5086">
                  <c:v>59.866004940000003</c:v>
                </c:pt>
                <c:pt idx="5087">
                  <c:v>59.866020200000001</c:v>
                </c:pt>
                <c:pt idx="5088">
                  <c:v>59.866035459999999</c:v>
                </c:pt>
                <c:pt idx="5089">
                  <c:v>59.866050719999997</c:v>
                </c:pt>
                <c:pt idx="5090">
                  <c:v>59.866065980000002</c:v>
                </c:pt>
                <c:pt idx="5091">
                  <c:v>59.86608124</c:v>
                </c:pt>
                <c:pt idx="5092">
                  <c:v>59.86610031</c:v>
                </c:pt>
                <c:pt idx="5093">
                  <c:v>59.866115569999998</c:v>
                </c:pt>
                <c:pt idx="5094">
                  <c:v>59.866130830000003</c:v>
                </c:pt>
                <c:pt idx="5095">
                  <c:v>59.866146090000001</c:v>
                </c:pt>
                <c:pt idx="5096">
                  <c:v>59.866161349999999</c:v>
                </c:pt>
                <c:pt idx="5097">
                  <c:v>59.866176609999997</c:v>
                </c:pt>
                <c:pt idx="5098">
                  <c:v>59.866191860000001</c:v>
                </c:pt>
                <c:pt idx="5099">
                  <c:v>59.866207119999999</c:v>
                </c:pt>
                <c:pt idx="5100">
                  <c:v>59.8662262</c:v>
                </c:pt>
                <c:pt idx="5101">
                  <c:v>59.866241459999998</c:v>
                </c:pt>
                <c:pt idx="5102">
                  <c:v>59.866256710000002</c:v>
                </c:pt>
                <c:pt idx="5103">
                  <c:v>59.86627197</c:v>
                </c:pt>
                <c:pt idx="5104">
                  <c:v>59.866287229999998</c:v>
                </c:pt>
                <c:pt idx="5105">
                  <c:v>59.866302490000002</c:v>
                </c:pt>
                <c:pt idx="5106">
                  <c:v>59.86631775</c:v>
                </c:pt>
                <c:pt idx="5107">
                  <c:v>59.866333009999998</c:v>
                </c:pt>
                <c:pt idx="5108">
                  <c:v>59.866348270000003</c:v>
                </c:pt>
                <c:pt idx="5109">
                  <c:v>59.866363530000001</c:v>
                </c:pt>
                <c:pt idx="5110">
                  <c:v>59.866378779999998</c:v>
                </c:pt>
                <c:pt idx="5111">
                  <c:v>59.866394040000003</c:v>
                </c:pt>
                <c:pt idx="5112">
                  <c:v>59.866409300000001</c:v>
                </c:pt>
                <c:pt idx="5113">
                  <c:v>59.866424559999999</c:v>
                </c:pt>
                <c:pt idx="5114">
                  <c:v>59.866439819999997</c:v>
                </c:pt>
                <c:pt idx="5115">
                  <c:v>59.866455080000001</c:v>
                </c:pt>
                <c:pt idx="5116">
                  <c:v>59.866470339999999</c:v>
                </c:pt>
                <c:pt idx="5117">
                  <c:v>59.866485599999997</c:v>
                </c:pt>
                <c:pt idx="5118">
                  <c:v>59.866500850000001</c:v>
                </c:pt>
                <c:pt idx="5119">
                  <c:v>59.866519930000003</c:v>
                </c:pt>
                <c:pt idx="5120">
                  <c:v>59.86653519</c:v>
                </c:pt>
                <c:pt idx="5121">
                  <c:v>59.866550449999998</c:v>
                </c:pt>
                <c:pt idx="5122">
                  <c:v>59.866565700000002</c:v>
                </c:pt>
                <c:pt idx="5123">
                  <c:v>59.86658096</c:v>
                </c:pt>
                <c:pt idx="5124">
                  <c:v>59.866596219999998</c:v>
                </c:pt>
                <c:pt idx="5125">
                  <c:v>59.866611480000003</c:v>
                </c:pt>
                <c:pt idx="5126">
                  <c:v>59.866626740000001</c:v>
                </c:pt>
                <c:pt idx="5127">
                  <c:v>59.866641999999999</c:v>
                </c:pt>
                <c:pt idx="5128">
                  <c:v>59.866657259999997</c:v>
                </c:pt>
                <c:pt idx="5129">
                  <c:v>59.866672520000002</c:v>
                </c:pt>
                <c:pt idx="5130">
                  <c:v>59.866687769999999</c:v>
                </c:pt>
                <c:pt idx="5131">
                  <c:v>59.866703029999996</c:v>
                </c:pt>
                <c:pt idx="5132">
                  <c:v>59.866718290000001</c:v>
                </c:pt>
                <c:pt idx="5133">
                  <c:v>59.866733549999999</c:v>
                </c:pt>
                <c:pt idx="5134">
                  <c:v>59.866748809999997</c:v>
                </c:pt>
                <c:pt idx="5135">
                  <c:v>59.866764070000002</c:v>
                </c:pt>
                <c:pt idx="5136">
                  <c:v>59.86677933</c:v>
                </c:pt>
                <c:pt idx="5137">
                  <c:v>59.866794589999998</c:v>
                </c:pt>
                <c:pt idx="5138">
                  <c:v>59.866806029999999</c:v>
                </c:pt>
                <c:pt idx="5139">
                  <c:v>59.866821289999997</c:v>
                </c:pt>
                <c:pt idx="5140">
                  <c:v>59.866836550000002</c:v>
                </c:pt>
                <c:pt idx="5141">
                  <c:v>59.86685181</c:v>
                </c:pt>
                <c:pt idx="5142">
                  <c:v>59.866867069999998</c:v>
                </c:pt>
                <c:pt idx="5143">
                  <c:v>59.866882320000002</c:v>
                </c:pt>
                <c:pt idx="5144">
                  <c:v>59.86689758</c:v>
                </c:pt>
                <c:pt idx="5145">
                  <c:v>59.866912839999998</c:v>
                </c:pt>
                <c:pt idx="5146">
                  <c:v>59.866928100000003</c:v>
                </c:pt>
                <c:pt idx="5147">
                  <c:v>59.866939539999997</c:v>
                </c:pt>
                <c:pt idx="5148">
                  <c:v>59.866954800000002</c:v>
                </c:pt>
                <c:pt idx="5149">
                  <c:v>59.86697006</c:v>
                </c:pt>
                <c:pt idx="5150">
                  <c:v>59.866985319999998</c:v>
                </c:pt>
                <c:pt idx="5151">
                  <c:v>59.867000580000003</c:v>
                </c:pt>
                <c:pt idx="5152">
                  <c:v>59.867015840000001</c:v>
                </c:pt>
                <c:pt idx="5153">
                  <c:v>59.867027280000002</c:v>
                </c:pt>
                <c:pt idx="5154">
                  <c:v>59.86704254</c:v>
                </c:pt>
                <c:pt idx="5155">
                  <c:v>59.867057799999998</c:v>
                </c:pt>
                <c:pt idx="5156">
                  <c:v>59.867073060000003</c:v>
                </c:pt>
                <c:pt idx="5157">
                  <c:v>59.867088320000001</c:v>
                </c:pt>
                <c:pt idx="5158">
                  <c:v>59.867103579999998</c:v>
                </c:pt>
                <c:pt idx="5159">
                  <c:v>59.86711502</c:v>
                </c:pt>
                <c:pt idx="5160">
                  <c:v>59.867130279999998</c:v>
                </c:pt>
                <c:pt idx="5161">
                  <c:v>59.867145540000003</c:v>
                </c:pt>
                <c:pt idx="5162">
                  <c:v>59.867160800000001</c:v>
                </c:pt>
                <c:pt idx="5163">
                  <c:v>59.867176059999998</c:v>
                </c:pt>
                <c:pt idx="5164">
                  <c:v>59.8671875</c:v>
                </c:pt>
                <c:pt idx="5165">
                  <c:v>59.867202759999998</c:v>
                </c:pt>
                <c:pt idx="5166">
                  <c:v>59.867218020000003</c:v>
                </c:pt>
                <c:pt idx="5167">
                  <c:v>59.867233280000001</c:v>
                </c:pt>
                <c:pt idx="5168">
                  <c:v>59.867244720000002</c:v>
                </c:pt>
                <c:pt idx="5169">
                  <c:v>59.86725998</c:v>
                </c:pt>
                <c:pt idx="5170">
                  <c:v>59.867275239999998</c:v>
                </c:pt>
                <c:pt idx="5171">
                  <c:v>59.867286679999999</c:v>
                </c:pt>
                <c:pt idx="5172">
                  <c:v>59.867301939999997</c:v>
                </c:pt>
                <c:pt idx="5173">
                  <c:v>59.867317200000002</c:v>
                </c:pt>
                <c:pt idx="5174">
                  <c:v>59.86733246</c:v>
                </c:pt>
                <c:pt idx="5175">
                  <c:v>59.867343900000002</c:v>
                </c:pt>
                <c:pt idx="5176">
                  <c:v>59.867359159999999</c:v>
                </c:pt>
                <c:pt idx="5177">
                  <c:v>59.867374419999997</c:v>
                </c:pt>
                <c:pt idx="5178">
                  <c:v>59.867385859999999</c:v>
                </c:pt>
                <c:pt idx="5179">
                  <c:v>59.867401119999997</c:v>
                </c:pt>
                <c:pt idx="5180">
                  <c:v>59.867416380000002</c:v>
                </c:pt>
                <c:pt idx="5181">
                  <c:v>59.867427829999997</c:v>
                </c:pt>
                <c:pt idx="5182">
                  <c:v>59.867443080000001</c:v>
                </c:pt>
                <c:pt idx="5183">
                  <c:v>59.867458339999999</c:v>
                </c:pt>
                <c:pt idx="5184">
                  <c:v>59.867469790000001</c:v>
                </c:pt>
                <c:pt idx="5185">
                  <c:v>59.867485049999999</c:v>
                </c:pt>
                <c:pt idx="5186">
                  <c:v>59.867500309999997</c:v>
                </c:pt>
                <c:pt idx="5187">
                  <c:v>59.867511749999998</c:v>
                </c:pt>
                <c:pt idx="5188">
                  <c:v>59.867527010000003</c:v>
                </c:pt>
                <c:pt idx="5189">
                  <c:v>59.867538449999998</c:v>
                </c:pt>
                <c:pt idx="5190">
                  <c:v>59.867553710000003</c:v>
                </c:pt>
                <c:pt idx="5191">
                  <c:v>59.867568970000001</c:v>
                </c:pt>
                <c:pt idx="5192">
                  <c:v>59.867580410000002</c:v>
                </c:pt>
                <c:pt idx="5193">
                  <c:v>59.86759567</c:v>
                </c:pt>
                <c:pt idx="5194">
                  <c:v>59.867607120000002</c:v>
                </c:pt>
                <c:pt idx="5195">
                  <c:v>59.86762238</c:v>
                </c:pt>
                <c:pt idx="5196">
                  <c:v>59.867637629999997</c:v>
                </c:pt>
                <c:pt idx="5197">
                  <c:v>59.86764908</c:v>
                </c:pt>
                <c:pt idx="5198">
                  <c:v>59.867664339999997</c:v>
                </c:pt>
                <c:pt idx="5199">
                  <c:v>59.867675779999999</c:v>
                </c:pt>
                <c:pt idx="5200">
                  <c:v>59.867691039999997</c:v>
                </c:pt>
                <c:pt idx="5201">
                  <c:v>59.867702479999998</c:v>
                </c:pt>
                <c:pt idx="5202">
                  <c:v>59.867717740000003</c:v>
                </c:pt>
                <c:pt idx="5203">
                  <c:v>59.867729189999999</c:v>
                </c:pt>
                <c:pt idx="5204">
                  <c:v>59.867744450000004</c:v>
                </c:pt>
                <c:pt idx="5205">
                  <c:v>59.867755889999998</c:v>
                </c:pt>
                <c:pt idx="5206">
                  <c:v>59.867771150000003</c:v>
                </c:pt>
                <c:pt idx="5207">
                  <c:v>59.867782589999997</c:v>
                </c:pt>
                <c:pt idx="5208">
                  <c:v>59.867797850000002</c:v>
                </c:pt>
                <c:pt idx="5209">
                  <c:v>59.867809299999998</c:v>
                </c:pt>
                <c:pt idx="5210">
                  <c:v>59.867824550000002</c:v>
                </c:pt>
                <c:pt idx="5211">
                  <c:v>59.867835999999997</c:v>
                </c:pt>
                <c:pt idx="5212">
                  <c:v>59.867851260000002</c:v>
                </c:pt>
                <c:pt idx="5213">
                  <c:v>59.867862700000003</c:v>
                </c:pt>
                <c:pt idx="5214">
                  <c:v>59.867877960000001</c:v>
                </c:pt>
                <c:pt idx="5215">
                  <c:v>59.867889400000003</c:v>
                </c:pt>
                <c:pt idx="5216">
                  <c:v>59.867904660000001</c:v>
                </c:pt>
                <c:pt idx="5217">
                  <c:v>59.867916110000003</c:v>
                </c:pt>
                <c:pt idx="5218">
                  <c:v>59.867931370000001</c:v>
                </c:pt>
                <c:pt idx="5219">
                  <c:v>59.867942810000002</c:v>
                </c:pt>
                <c:pt idx="5220">
                  <c:v>59.867954249999997</c:v>
                </c:pt>
                <c:pt idx="5221">
                  <c:v>59.867969510000002</c:v>
                </c:pt>
                <c:pt idx="5222">
                  <c:v>59.867980959999997</c:v>
                </c:pt>
                <c:pt idx="5223">
                  <c:v>59.867996220000002</c:v>
                </c:pt>
                <c:pt idx="5224">
                  <c:v>59.868007660000004</c:v>
                </c:pt>
                <c:pt idx="5225">
                  <c:v>59.868019099999998</c:v>
                </c:pt>
                <c:pt idx="5226">
                  <c:v>59.868034360000003</c:v>
                </c:pt>
                <c:pt idx="5227">
                  <c:v>59.868045809999998</c:v>
                </c:pt>
                <c:pt idx="5228">
                  <c:v>59.86805725</c:v>
                </c:pt>
                <c:pt idx="5229">
                  <c:v>59.868072509999998</c:v>
                </c:pt>
                <c:pt idx="5230">
                  <c:v>59.868083949999999</c:v>
                </c:pt>
                <c:pt idx="5231">
                  <c:v>59.868099209999997</c:v>
                </c:pt>
                <c:pt idx="5232">
                  <c:v>59.868110659999999</c:v>
                </c:pt>
                <c:pt idx="5233">
                  <c:v>59.868122100000001</c:v>
                </c:pt>
                <c:pt idx="5234">
                  <c:v>59.868133540000002</c:v>
                </c:pt>
                <c:pt idx="5235">
                  <c:v>59.8681488</c:v>
                </c:pt>
                <c:pt idx="5236">
                  <c:v>59.868160250000003</c:v>
                </c:pt>
                <c:pt idx="5237">
                  <c:v>59.868171689999997</c:v>
                </c:pt>
                <c:pt idx="5238">
                  <c:v>59.868186950000002</c:v>
                </c:pt>
                <c:pt idx="5239">
                  <c:v>59.868198390000003</c:v>
                </c:pt>
                <c:pt idx="5240">
                  <c:v>59.868209839999999</c:v>
                </c:pt>
                <c:pt idx="5241">
                  <c:v>59.868225099999997</c:v>
                </c:pt>
                <c:pt idx="5242">
                  <c:v>59.868236539999998</c:v>
                </c:pt>
                <c:pt idx="5243">
                  <c:v>59.86824799</c:v>
                </c:pt>
                <c:pt idx="5244">
                  <c:v>59.868263239999997</c:v>
                </c:pt>
                <c:pt idx="5245">
                  <c:v>59.86827469</c:v>
                </c:pt>
                <c:pt idx="5246">
                  <c:v>59.868286130000001</c:v>
                </c:pt>
                <c:pt idx="5247">
                  <c:v>59.868297579999997</c:v>
                </c:pt>
                <c:pt idx="5248">
                  <c:v>59.868312840000002</c:v>
                </c:pt>
                <c:pt idx="5249">
                  <c:v>59.868324280000003</c:v>
                </c:pt>
                <c:pt idx="5250">
                  <c:v>59.868335719999997</c:v>
                </c:pt>
                <c:pt idx="5251">
                  <c:v>59.86834717</c:v>
                </c:pt>
                <c:pt idx="5252">
                  <c:v>59.868358610000001</c:v>
                </c:pt>
                <c:pt idx="5253">
                  <c:v>59.868373869999999</c:v>
                </c:pt>
                <c:pt idx="5254">
                  <c:v>59.86839294</c:v>
                </c:pt>
                <c:pt idx="5255">
                  <c:v>59.868408199999998</c:v>
                </c:pt>
                <c:pt idx="5256">
                  <c:v>59.868423460000002</c:v>
                </c:pt>
                <c:pt idx="5257">
                  <c:v>59.868434909999998</c:v>
                </c:pt>
                <c:pt idx="5258">
                  <c:v>59.868446349999999</c:v>
                </c:pt>
                <c:pt idx="5259">
                  <c:v>59.868461609999997</c:v>
                </c:pt>
                <c:pt idx="5260">
                  <c:v>59.868473049999999</c:v>
                </c:pt>
                <c:pt idx="5261">
                  <c:v>59.868484500000001</c:v>
                </c:pt>
                <c:pt idx="5262">
                  <c:v>59.868495940000003</c:v>
                </c:pt>
                <c:pt idx="5263">
                  <c:v>59.8685112</c:v>
                </c:pt>
                <c:pt idx="5264">
                  <c:v>59.868522640000002</c:v>
                </c:pt>
                <c:pt idx="5265">
                  <c:v>59.868534089999997</c:v>
                </c:pt>
                <c:pt idx="5266">
                  <c:v>59.868545529999999</c:v>
                </c:pt>
                <c:pt idx="5267">
                  <c:v>59.868556980000001</c:v>
                </c:pt>
                <c:pt idx="5268">
                  <c:v>59.868568420000003</c:v>
                </c:pt>
                <c:pt idx="5269">
                  <c:v>59.868579859999997</c:v>
                </c:pt>
                <c:pt idx="5270">
                  <c:v>59.868579859999997</c:v>
                </c:pt>
                <c:pt idx="5271">
                  <c:v>59.868591309999999</c:v>
                </c:pt>
                <c:pt idx="5272">
                  <c:v>59.868602750000001</c:v>
                </c:pt>
                <c:pt idx="5273">
                  <c:v>59.86861038</c:v>
                </c:pt>
                <c:pt idx="5274">
                  <c:v>59.868621830000002</c:v>
                </c:pt>
                <c:pt idx="5275">
                  <c:v>59.868633269999997</c:v>
                </c:pt>
                <c:pt idx="5276">
                  <c:v>59.868644709999998</c:v>
                </c:pt>
                <c:pt idx="5277">
                  <c:v>59.86865616</c:v>
                </c:pt>
                <c:pt idx="5278">
                  <c:v>59.868667600000002</c:v>
                </c:pt>
                <c:pt idx="5279">
                  <c:v>59.868679049999997</c:v>
                </c:pt>
                <c:pt idx="5280">
                  <c:v>59.868690489999999</c:v>
                </c:pt>
                <c:pt idx="5281">
                  <c:v>59.86870193</c:v>
                </c:pt>
                <c:pt idx="5282">
                  <c:v>59.868713380000003</c:v>
                </c:pt>
                <c:pt idx="5283">
                  <c:v>59.868724819999997</c:v>
                </c:pt>
                <c:pt idx="5284">
                  <c:v>59.868736269999999</c:v>
                </c:pt>
                <c:pt idx="5285">
                  <c:v>59.868747710000001</c:v>
                </c:pt>
                <c:pt idx="5286">
                  <c:v>59.868759160000003</c:v>
                </c:pt>
                <c:pt idx="5287">
                  <c:v>59.868770599999998</c:v>
                </c:pt>
                <c:pt idx="5288">
                  <c:v>59.868785860000003</c:v>
                </c:pt>
                <c:pt idx="5289">
                  <c:v>59.868797299999997</c:v>
                </c:pt>
                <c:pt idx="5290">
                  <c:v>59.868808749999999</c:v>
                </c:pt>
                <c:pt idx="5291">
                  <c:v>59.868820190000001</c:v>
                </c:pt>
                <c:pt idx="5292">
                  <c:v>59.868831630000003</c:v>
                </c:pt>
                <c:pt idx="5293">
                  <c:v>59.868843079999998</c:v>
                </c:pt>
                <c:pt idx="5294">
                  <c:v>59.868850709999997</c:v>
                </c:pt>
                <c:pt idx="5295">
                  <c:v>59.868862149999998</c:v>
                </c:pt>
                <c:pt idx="5296">
                  <c:v>59.868873600000001</c:v>
                </c:pt>
                <c:pt idx="5297">
                  <c:v>59.868885040000002</c:v>
                </c:pt>
                <c:pt idx="5298">
                  <c:v>59.868896479999997</c:v>
                </c:pt>
                <c:pt idx="5299">
                  <c:v>59.868907929999999</c:v>
                </c:pt>
                <c:pt idx="5300">
                  <c:v>59.86891937</c:v>
                </c:pt>
                <c:pt idx="5301">
                  <c:v>59.868930820000003</c:v>
                </c:pt>
                <c:pt idx="5302">
                  <c:v>59.868942259999997</c:v>
                </c:pt>
                <c:pt idx="5303">
                  <c:v>59.868949890000003</c:v>
                </c:pt>
                <c:pt idx="5304">
                  <c:v>59.868961329999998</c:v>
                </c:pt>
                <c:pt idx="5305">
                  <c:v>59.86897278</c:v>
                </c:pt>
                <c:pt idx="5306">
                  <c:v>59.868984220000002</c:v>
                </c:pt>
                <c:pt idx="5307">
                  <c:v>59.868995669999997</c:v>
                </c:pt>
                <c:pt idx="5308">
                  <c:v>59.869007109999998</c:v>
                </c:pt>
                <c:pt idx="5309">
                  <c:v>59.869014739999997</c:v>
                </c:pt>
                <c:pt idx="5310">
                  <c:v>59.869026179999999</c:v>
                </c:pt>
                <c:pt idx="5311">
                  <c:v>59.869037630000001</c:v>
                </c:pt>
                <c:pt idx="5312">
                  <c:v>59.869049070000003</c:v>
                </c:pt>
                <c:pt idx="5313">
                  <c:v>59.869060519999998</c:v>
                </c:pt>
                <c:pt idx="5314">
                  <c:v>59.869068149999997</c:v>
                </c:pt>
                <c:pt idx="5315">
                  <c:v>59.86909103</c:v>
                </c:pt>
                <c:pt idx="5316">
                  <c:v>59.869102480000002</c:v>
                </c:pt>
                <c:pt idx="5317">
                  <c:v>59.869113919999997</c:v>
                </c:pt>
                <c:pt idx="5318">
                  <c:v>59.869125369999999</c:v>
                </c:pt>
                <c:pt idx="5319">
                  <c:v>59.869136810000001</c:v>
                </c:pt>
                <c:pt idx="5320">
                  <c:v>59.869148250000002</c:v>
                </c:pt>
                <c:pt idx="5321">
                  <c:v>59.869159699999997</c:v>
                </c:pt>
                <c:pt idx="5322">
                  <c:v>59.869171139999999</c:v>
                </c:pt>
                <c:pt idx="5323">
                  <c:v>59.869178769999998</c:v>
                </c:pt>
                <c:pt idx="5324">
                  <c:v>59.86919022</c:v>
                </c:pt>
                <c:pt idx="5325">
                  <c:v>59.869201660000002</c:v>
                </c:pt>
                <c:pt idx="5326">
                  <c:v>59.869209290000001</c:v>
                </c:pt>
                <c:pt idx="5327">
                  <c:v>59.869220730000002</c:v>
                </c:pt>
                <c:pt idx="5328">
                  <c:v>59.869232179999997</c:v>
                </c:pt>
                <c:pt idx="5329">
                  <c:v>59.869239810000003</c:v>
                </c:pt>
                <c:pt idx="5330">
                  <c:v>59.869251249999998</c:v>
                </c:pt>
                <c:pt idx="5331">
                  <c:v>59.869258879999997</c:v>
                </c:pt>
                <c:pt idx="5332">
                  <c:v>59.869270319999998</c:v>
                </c:pt>
                <c:pt idx="5333">
                  <c:v>59.869270319999998</c:v>
                </c:pt>
                <c:pt idx="5334">
                  <c:v>59.869277949999997</c:v>
                </c:pt>
                <c:pt idx="5335">
                  <c:v>59.869285580000003</c:v>
                </c:pt>
                <c:pt idx="5336">
                  <c:v>59.869297029999998</c:v>
                </c:pt>
                <c:pt idx="5337">
                  <c:v>59.869304659999997</c:v>
                </c:pt>
                <c:pt idx="5338">
                  <c:v>59.869316099999999</c:v>
                </c:pt>
                <c:pt idx="5339">
                  <c:v>59.869323729999998</c:v>
                </c:pt>
                <c:pt idx="5340">
                  <c:v>59.869335169999999</c:v>
                </c:pt>
                <c:pt idx="5341">
                  <c:v>59.869342799999998</c:v>
                </c:pt>
                <c:pt idx="5342">
                  <c:v>59.869354250000001</c:v>
                </c:pt>
                <c:pt idx="5343">
                  <c:v>59.869365690000002</c:v>
                </c:pt>
                <c:pt idx="5344">
                  <c:v>59.869373320000001</c:v>
                </c:pt>
                <c:pt idx="5345">
                  <c:v>59.869384770000003</c:v>
                </c:pt>
                <c:pt idx="5346">
                  <c:v>59.869396209999998</c:v>
                </c:pt>
                <c:pt idx="5347">
                  <c:v>59.869403839999997</c:v>
                </c:pt>
                <c:pt idx="5348">
                  <c:v>59.869415279999998</c:v>
                </c:pt>
                <c:pt idx="5349">
                  <c:v>59.869426730000001</c:v>
                </c:pt>
                <c:pt idx="5350">
                  <c:v>59.86943436</c:v>
                </c:pt>
                <c:pt idx="5351">
                  <c:v>59.869445800000001</c:v>
                </c:pt>
                <c:pt idx="5352">
                  <c:v>59.86945343</c:v>
                </c:pt>
                <c:pt idx="5353">
                  <c:v>59.869464870000002</c:v>
                </c:pt>
                <c:pt idx="5354">
                  <c:v>59.869476319999997</c:v>
                </c:pt>
                <c:pt idx="5355">
                  <c:v>59.869483950000003</c:v>
                </c:pt>
                <c:pt idx="5356">
                  <c:v>59.869495389999997</c:v>
                </c:pt>
                <c:pt idx="5357">
                  <c:v>59.869503020000003</c:v>
                </c:pt>
                <c:pt idx="5358">
                  <c:v>59.869514469999999</c:v>
                </c:pt>
                <c:pt idx="5359">
                  <c:v>59.86952591</c:v>
                </c:pt>
                <c:pt idx="5360">
                  <c:v>59.869533539999999</c:v>
                </c:pt>
                <c:pt idx="5361">
                  <c:v>59.869544980000001</c:v>
                </c:pt>
                <c:pt idx="5362">
                  <c:v>59.86955261</c:v>
                </c:pt>
                <c:pt idx="5363">
                  <c:v>59.869564060000002</c:v>
                </c:pt>
                <c:pt idx="5364">
                  <c:v>59.869571690000001</c:v>
                </c:pt>
                <c:pt idx="5365">
                  <c:v>59.869583130000002</c:v>
                </c:pt>
                <c:pt idx="5366">
                  <c:v>59.869590760000001</c:v>
                </c:pt>
                <c:pt idx="5367">
                  <c:v>59.869602200000003</c:v>
                </c:pt>
                <c:pt idx="5368">
                  <c:v>59.869609830000002</c:v>
                </c:pt>
                <c:pt idx="5369">
                  <c:v>59.869621279999997</c:v>
                </c:pt>
                <c:pt idx="5370">
                  <c:v>59.869628910000003</c:v>
                </c:pt>
                <c:pt idx="5371">
                  <c:v>59.869640349999997</c:v>
                </c:pt>
                <c:pt idx="5372">
                  <c:v>59.869647980000003</c:v>
                </c:pt>
                <c:pt idx="5373">
                  <c:v>59.869659419999998</c:v>
                </c:pt>
                <c:pt idx="5374">
                  <c:v>59.869667049999997</c:v>
                </c:pt>
                <c:pt idx="5375">
                  <c:v>59.869674680000003</c:v>
                </c:pt>
                <c:pt idx="5376">
                  <c:v>59.869686129999998</c:v>
                </c:pt>
                <c:pt idx="5377">
                  <c:v>59.869693759999997</c:v>
                </c:pt>
                <c:pt idx="5378">
                  <c:v>59.869705199999999</c:v>
                </c:pt>
                <c:pt idx="5379">
                  <c:v>59.869712829999997</c:v>
                </c:pt>
                <c:pt idx="5380">
                  <c:v>59.869724269999999</c:v>
                </c:pt>
                <c:pt idx="5381">
                  <c:v>59.869731899999998</c:v>
                </c:pt>
                <c:pt idx="5382">
                  <c:v>59.86974335</c:v>
                </c:pt>
                <c:pt idx="5383">
                  <c:v>59.869750979999999</c:v>
                </c:pt>
                <c:pt idx="5384">
                  <c:v>59.869762420000001</c:v>
                </c:pt>
                <c:pt idx="5385">
                  <c:v>59.86977005</c:v>
                </c:pt>
                <c:pt idx="5386">
                  <c:v>59.869781490000001</c:v>
                </c:pt>
                <c:pt idx="5387">
                  <c:v>59.86978912</c:v>
                </c:pt>
                <c:pt idx="5388">
                  <c:v>59.869800570000002</c:v>
                </c:pt>
                <c:pt idx="5389">
                  <c:v>59.869808200000001</c:v>
                </c:pt>
                <c:pt idx="5390">
                  <c:v>59.86981583</c:v>
                </c:pt>
                <c:pt idx="5391">
                  <c:v>59.869827270000002</c:v>
                </c:pt>
                <c:pt idx="5392">
                  <c:v>59.869834900000001</c:v>
                </c:pt>
                <c:pt idx="5393">
                  <c:v>59.869846340000002</c:v>
                </c:pt>
                <c:pt idx="5394">
                  <c:v>59.869853970000001</c:v>
                </c:pt>
                <c:pt idx="5395">
                  <c:v>59.869865419999996</c:v>
                </c:pt>
                <c:pt idx="5396">
                  <c:v>59.869873050000002</c:v>
                </c:pt>
                <c:pt idx="5397">
                  <c:v>59.869880680000001</c:v>
                </c:pt>
                <c:pt idx="5398">
                  <c:v>59.869892120000003</c:v>
                </c:pt>
                <c:pt idx="5399">
                  <c:v>59.869899750000002</c:v>
                </c:pt>
                <c:pt idx="5400">
                  <c:v>59.869911190000003</c:v>
                </c:pt>
                <c:pt idx="5401">
                  <c:v>59.869918820000002</c:v>
                </c:pt>
                <c:pt idx="5402">
                  <c:v>59.869926450000001</c:v>
                </c:pt>
                <c:pt idx="5403">
                  <c:v>59.869937899999996</c:v>
                </c:pt>
                <c:pt idx="5404">
                  <c:v>59.869945530000003</c:v>
                </c:pt>
                <c:pt idx="5405">
                  <c:v>59.869956969999997</c:v>
                </c:pt>
                <c:pt idx="5406">
                  <c:v>59.869964600000003</c:v>
                </c:pt>
                <c:pt idx="5407">
                  <c:v>59.869976039999997</c:v>
                </c:pt>
                <c:pt idx="5408">
                  <c:v>59.869983670000003</c:v>
                </c:pt>
                <c:pt idx="5409">
                  <c:v>59.869991300000002</c:v>
                </c:pt>
                <c:pt idx="5410">
                  <c:v>59.870002749999998</c:v>
                </c:pt>
                <c:pt idx="5411">
                  <c:v>59.870010379999997</c:v>
                </c:pt>
                <c:pt idx="5412">
                  <c:v>59.870021819999998</c:v>
                </c:pt>
                <c:pt idx="5413">
                  <c:v>59.870029449999997</c:v>
                </c:pt>
                <c:pt idx="5414">
                  <c:v>59.870037080000003</c:v>
                </c:pt>
                <c:pt idx="5415">
                  <c:v>59.870048519999997</c:v>
                </c:pt>
                <c:pt idx="5416">
                  <c:v>59.870056150000003</c:v>
                </c:pt>
                <c:pt idx="5417">
                  <c:v>59.870067599999999</c:v>
                </c:pt>
                <c:pt idx="5418">
                  <c:v>59.870075229999998</c:v>
                </c:pt>
                <c:pt idx="5419">
                  <c:v>59.870086669999999</c:v>
                </c:pt>
                <c:pt idx="5420">
                  <c:v>59.870094299999998</c:v>
                </c:pt>
                <c:pt idx="5421">
                  <c:v>59.870101929999997</c:v>
                </c:pt>
                <c:pt idx="5422">
                  <c:v>59.870113369999999</c:v>
                </c:pt>
                <c:pt idx="5423">
                  <c:v>59.870120999999997</c:v>
                </c:pt>
                <c:pt idx="5424">
                  <c:v>59.87013245</c:v>
                </c:pt>
                <c:pt idx="5425">
                  <c:v>59.870140079999999</c:v>
                </c:pt>
                <c:pt idx="5426">
                  <c:v>59.87015152</c:v>
                </c:pt>
                <c:pt idx="5427">
                  <c:v>59.870159149999999</c:v>
                </c:pt>
                <c:pt idx="5428">
                  <c:v>59.870170590000001</c:v>
                </c:pt>
                <c:pt idx="5429">
                  <c:v>59.87017822</c:v>
                </c:pt>
                <c:pt idx="5430">
                  <c:v>59.870189670000002</c:v>
                </c:pt>
                <c:pt idx="5431">
                  <c:v>59.870197300000001</c:v>
                </c:pt>
                <c:pt idx="5432">
                  <c:v>59.87020493</c:v>
                </c:pt>
                <c:pt idx="5433">
                  <c:v>59.870216370000001</c:v>
                </c:pt>
                <c:pt idx="5434">
                  <c:v>59.870224</c:v>
                </c:pt>
                <c:pt idx="5435">
                  <c:v>59.870235440000002</c:v>
                </c:pt>
                <c:pt idx="5436">
                  <c:v>59.870243070000001</c:v>
                </c:pt>
                <c:pt idx="5437">
                  <c:v>59.870254520000003</c:v>
                </c:pt>
                <c:pt idx="5438">
                  <c:v>59.870262150000002</c:v>
                </c:pt>
                <c:pt idx="5439">
                  <c:v>59.870273589999996</c:v>
                </c:pt>
                <c:pt idx="5440">
                  <c:v>59.870281220000003</c:v>
                </c:pt>
                <c:pt idx="5441">
                  <c:v>59.870292659999997</c:v>
                </c:pt>
                <c:pt idx="5442">
                  <c:v>59.870300290000003</c:v>
                </c:pt>
                <c:pt idx="5443">
                  <c:v>59.870311739999998</c:v>
                </c:pt>
                <c:pt idx="5444">
                  <c:v>59.870319369999997</c:v>
                </c:pt>
                <c:pt idx="5445">
                  <c:v>59.870330809999999</c:v>
                </c:pt>
                <c:pt idx="5446">
                  <c:v>59.870338439999998</c:v>
                </c:pt>
                <c:pt idx="5447">
                  <c:v>59.870349879999999</c:v>
                </c:pt>
                <c:pt idx="5448">
                  <c:v>59.870357509999998</c:v>
                </c:pt>
                <c:pt idx="5449">
                  <c:v>59.87036896</c:v>
                </c:pt>
                <c:pt idx="5450">
                  <c:v>59.870376589999999</c:v>
                </c:pt>
                <c:pt idx="5451">
                  <c:v>59.870388030000001</c:v>
                </c:pt>
                <c:pt idx="5452">
                  <c:v>59.87039566</c:v>
                </c:pt>
                <c:pt idx="5453">
                  <c:v>59.870407100000001</c:v>
                </c:pt>
                <c:pt idx="5454">
                  <c:v>59.87041473</c:v>
                </c:pt>
                <c:pt idx="5455">
                  <c:v>59.870426180000003</c:v>
                </c:pt>
                <c:pt idx="5456">
                  <c:v>59.870433810000002</c:v>
                </c:pt>
                <c:pt idx="5457">
                  <c:v>59.870445250000003</c:v>
                </c:pt>
                <c:pt idx="5458">
                  <c:v>59.870452880000002</c:v>
                </c:pt>
                <c:pt idx="5459">
                  <c:v>59.870464320000004</c:v>
                </c:pt>
                <c:pt idx="5460">
                  <c:v>59.870471950000002</c:v>
                </c:pt>
                <c:pt idx="5461">
                  <c:v>59.870483399999998</c:v>
                </c:pt>
                <c:pt idx="5462">
                  <c:v>59.870494839999999</c:v>
                </c:pt>
                <c:pt idx="5463">
                  <c:v>59.870502469999998</c:v>
                </c:pt>
                <c:pt idx="5464">
                  <c:v>59.87051392</c:v>
                </c:pt>
                <c:pt idx="5465">
                  <c:v>59.870521549999999</c:v>
                </c:pt>
                <c:pt idx="5466">
                  <c:v>59.870532990000001</c:v>
                </c:pt>
                <c:pt idx="5467">
                  <c:v>59.87054062</c:v>
                </c:pt>
                <c:pt idx="5468">
                  <c:v>59.870552060000001</c:v>
                </c:pt>
                <c:pt idx="5469">
                  <c:v>59.87055969</c:v>
                </c:pt>
                <c:pt idx="5470">
                  <c:v>59.870571140000003</c:v>
                </c:pt>
                <c:pt idx="5471">
                  <c:v>59.870578770000002</c:v>
                </c:pt>
                <c:pt idx="5472">
                  <c:v>59.870590210000003</c:v>
                </c:pt>
                <c:pt idx="5473">
                  <c:v>59.870601649999998</c:v>
                </c:pt>
                <c:pt idx="5474">
                  <c:v>59.870609279999996</c:v>
                </c:pt>
                <c:pt idx="5475">
                  <c:v>59.870620729999999</c:v>
                </c:pt>
                <c:pt idx="5476">
                  <c:v>59.870628359999998</c:v>
                </c:pt>
                <c:pt idx="5477">
                  <c:v>59.870639799999999</c:v>
                </c:pt>
                <c:pt idx="5478">
                  <c:v>59.870651250000002</c:v>
                </c:pt>
                <c:pt idx="5479">
                  <c:v>59.87065887</c:v>
                </c:pt>
                <c:pt idx="5480">
                  <c:v>59.870670320000002</c:v>
                </c:pt>
                <c:pt idx="5481">
                  <c:v>59.870677950000001</c:v>
                </c:pt>
                <c:pt idx="5482">
                  <c:v>59.870689390000003</c:v>
                </c:pt>
                <c:pt idx="5483">
                  <c:v>59.870700839999998</c:v>
                </c:pt>
                <c:pt idx="5484">
                  <c:v>59.870708469999997</c:v>
                </c:pt>
                <c:pt idx="5485">
                  <c:v>59.870719909999998</c:v>
                </c:pt>
                <c:pt idx="5486">
                  <c:v>59.870727539999997</c:v>
                </c:pt>
                <c:pt idx="5487">
                  <c:v>59.870738979999999</c:v>
                </c:pt>
                <c:pt idx="5488">
                  <c:v>59.870750430000001</c:v>
                </c:pt>
                <c:pt idx="5489">
                  <c:v>59.87075806</c:v>
                </c:pt>
                <c:pt idx="5490">
                  <c:v>59.870769500000002</c:v>
                </c:pt>
                <c:pt idx="5491">
                  <c:v>59.870780940000003</c:v>
                </c:pt>
                <c:pt idx="5492">
                  <c:v>59.870788570000002</c:v>
                </c:pt>
                <c:pt idx="5493">
                  <c:v>59.870800019999997</c:v>
                </c:pt>
                <c:pt idx="5494">
                  <c:v>59.870811459999999</c:v>
                </c:pt>
                <c:pt idx="5495">
                  <c:v>59.870819089999998</c:v>
                </c:pt>
                <c:pt idx="5496">
                  <c:v>59.87083054</c:v>
                </c:pt>
                <c:pt idx="5497">
                  <c:v>59.870841980000002</c:v>
                </c:pt>
                <c:pt idx="5498">
                  <c:v>59.870853420000003</c:v>
                </c:pt>
                <c:pt idx="5499">
                  <c:v>59.870861050000002</c:v>
                </c:pt>
                <c:pt idx="5500">
                  <c:v>59.870872499999997</c:v>
                </c:pt>
                <c:pt idx="5501">
                  <c:v>59.870883939999999</c:v>
                </c:pt>
                <c:pt idx="5502">
                  <c:v>59.870895390000001</c:v>
                </c:pt>
                <c:pt idx="5503">
                  <c:v>59.87090302</c:v>
                </c:pt>
                <c:pt idx="5504">
                  <c:v>59.870914460000002</c:v>
                </c:pt>
                <c:pt idx="5505">
                  <c:v>59.870925900000003</c:v>
                </c:pt>
                <c:pt idx="5506">
                  <c:v>59.870933530000002</c:v>
                </c:pt>
                <c:pt idx="5507">
                  <c:v>59.870944979999997</c:v>
                </c:pt>
                <c:pt idx="5508">
                  <c:v>59.870956419999999</c:v>
                </c:pt>
                <c:pt idx="5509">
                  <c:v>59.87096786</c:v>
                </c:pt>
                <c:pt idx="5510">
                  <c:v>59.870975489999999</c:v>
                </c:pt>
                <c:pt idx="5511">
                  <c:v>59.870986940000002</c:v>
                </c:pt>
                <c:pt idx="5512">
                  <c:v>59.870998380000003</c:v>
                </c:pt>
                <c:pt idx="5513">
                  <c:v>59.871009829999998</c:v>
                </c:pt>
                <c:pt idx="5514">
                  <c:v>59.87102127</c:v>
                </c:pt>
                <c:pt idx="5515">
                  <c:v>59.871028899999999</c:v>
                </c:pt>
                <c:pt idx="5516">
                  <c:v>59.87104034</c:v>
                </c:pt>
                <c:pt idx="5517">
                  <c:v>59.871051790000003</c:v>
                </c:pt>
                <c:pt idx="5518">
                  <c:v>59.871063229999997</c:v>
                </c:pt>
                <c:pt idx="5519">
                  <c:v>59.871070860000003</c:v>
                </c:pt>
                <c:pt idx="5520">
                  <c:v>59.871082309999998</c:v>
                </c:pt>
                <c:pt idx="5521">
                  <c:v>59.87109375</c:v>
                </c:pt>
                <c:pt idx="5522">
                  <c:v>59.871105190000002</c:v>
                </c:pt>
                <c:pt idx="5523">
                  <c:v>59.871116639999997</c:v>
                </c:pt>
                <c:pt idx="5524">
                  <c:v>59.871128079999998</c:v>
                </c:pt>
                <c:pt idx="5525">
                  <c:v>59.871135709999997</c:v>
                </c:pt>
                <c:pt idx="5526">
                  <c:v>59.87114716</c:v>
                </c:pt>
                <c:pt idx="5527">
                  <c:v>59.871158600000001</c:v>
                </c:pt>
                <c:pt idx="5528">
                  <c:v>59.871170040000003</c:v>
                </c:pt>
                <c:pt idx="5529">
                  <c:v>59.871181489999998</c:v>
                </c:pt>
                <c:pt idx="5530">
                  <c:v>59.871192929999999</c:v>
                </c:pt>
                <c:pt idx="5531">
                  <c:v>59.871200559999998</c:v>
                </c:pt>
                <c:pt idx="5532">
                  <c:v>59.871212010000001</c:v>
                </c:pt>
                <c:pt idx="5533">
                  <c:v>59.871223450000002</c:v>
                </c:pt>
                <c:pt idx="5534">
                  <c:v>59.871234889999997</c:v>
                </c:pt>
                <c:pt idx="5535">
                  <c:v>59.871246339999999</c:v>
                </c:pt>
                <c:pt idx="5536">
                  <c:v>59.871257780000001</c:v>
                </c:pt>
                <c:pt idx="5537">
                  <c:v>59.871269230000003</c:v>
                </c:pt>
                <c:pt idx="5538">
                  <c:v>59.871280669999997</c:v>
                </c:pt>
                <c:pt idx="5539">
                  <c:v>59.871288300000003</c:v>
                </c:pt>
                <c:pt idx="5540">
                  <c:v>59.871299739999998</c:v>
                </c:pt>
                <c:pt idx="5541">
                  <c:v>59.87131119</c:v>
                </c:pt>
                <c:pt idx="5542">
                  <c:v>59.871322630000002</c:v>
                </c:pt>
                <c:pt idx="5543">
                  <c:v>59.871334079999997</c:v>
                </c:pt>
                <c:pt idx="5544">
                  <c:v>59.871345519999998</c:v>
                </c:pt>
                <c:pt idx="5545">
                  <c:v>59.87135696</c:v>
                </c:pt>
                <c:pt idx="5546">
                  <c:v>59.871368410000002</c:v>
                </c:pt>
                <c:pt idx="5547">
                  <c:v>59.871379849999997</c:v>
                </c:pt>
                <c:pt idx="5548">
                  <c:v>59.871391299999999</c:v>
                </c:pt>
                <c:pt idx="5549">
                  <c:v>59.871402740000001</c:v>
                </c:pt>
                <c:pt idx="5550">
                  <c:v>59.87141037</c:v>
                </c:pt>
                <c:pt idx="5551">
                  <c:v>59.871421810000001</c:v>
                </c:pt>
                <c:pt idx="5552">
                  <c:v>59.871433260000003</c:v>
                </c:pt>
                <c:pt idx="5553">
                  <c:v>59.871444699999998</c:v>
                </c:pt>
                <c:pt idx="5554">
                  <c:v>59.87145615</c:v>
                </c:pt>
                <c:pt idx="5555">
                  <c:v>59.871467590000002</c:v>
                </c:pt>
                <c:pt idx="5556">
                  <c:v>59.871479030000003</c:v>
                </c:pt>
                <c:pt idx="5557">
                  <c:v>59.871490479999999</c:v>
                </c:pt>
                <c:pt idx="5558">
                  <c:v>59.87150192</c:v>
                </c:pt>
                <c:pt idx="5559">
                  <c:v>59.871513370000002</c:v>
                </c:pt>
                <c:pt idx="5560">
                  <c:v>59.871524809999997</c:v>
                </c:pt>
                <c:pt idx="5561">
                  <c:v>59.871536249999998</c:v>
                </c:pt>
                <c:pt idx="5562">
                  <c:v>59.871547700000001</c:v>
                </c:pt>
                <c:pt idx="5563">
                  <c:v>59.871559140000002</c:v>
                </c:pt>
                <c:pt idx="5564">
                  <c:v>59.871570589999997</c:v>
                </c:pt>
                <c:pt idx="5565">
                  <c:v>59.871582029999999</c:v>
                </c:pt>
                <c:pt idx="5566">
                  <c:v>59.871593480000001</c:v>
                </c:pt>
                <c:pt idx="5567">
                  <c:v>59.871604920000003</c:v>
                </c:pt>
                <c:pt idx="5568">
                  <c:v>59.871616359999997</c:v>
                </c:pt>
                <c:pt idx="5569">
                  <c:v>59.87162781</c:v>
                </c:pt>
                <c:pt idx="5570">
                  <c:v>59.871639250000001</c:v>
                </c:pt>
                <c:pt idx="5571">
                  <c:v>59.871650700000004</c:v>
                </c:pt>
                <c:pt idx="5572">
                  <c:v>59.871662139999998</c:v>
                </c:pt>
                <c:pt idx="5573">
                  <c:v>59.87167358</c:v>
                </c:pt>
                <c:pt idx="5574">
                  <c:v>59.871685030000002</c:v>
                </c:pt>
                <c:pt idx="5575">
                  <c:v>59.871696470000003</c:v>
                </c:pt>
                <c:pt idx="5576">
                  <c:v>59.871707919999999</c:v>
                </c:pt>
                <c:pt idx="5577">
                  <c:v>59.87171936</c:v>
                </c:pt>
                <c:pt idx="5578">
                  <c:v>59.871730800000002</c:v>
                </c:pt>
                <c:pt idx="5579">
                  <c:v>59.871742249999997</c:v>
                </c:pt>
                <c:pt idx="5580">
                  <c:v>59.871753689999998</c:v>
                </c:pt>
                <c:pt idx="5581">
                  <c:v>59.871765140000001</c:v>
                </c:pt>
                <c:pt idx="5582">
                  <c:v>59.871776580000002</c:v>
                </c:pt>
                <c:pt idx="5583">
                  <c:v>59.871788019999997</c:v>
                </c:pt>
                <c:pt idx="5584">
                  <c:v>59.871799469999999</c:v>
                </c:pt>
                <c:pt idx="5585">
                  <c:v>59.871810910000001</c:v>
                </c:pt>
                <c:pt idx="5586">
                  <c:v>59.871826169999999</c:v>
                </c:pt>
                <c:pt idx="5587">
                  <c:v>59.871837620000001</c:v>
                </c:pt>
                <c:pt idx="5588">
                  <c:v>59.871849060000002</c:v>
                </c:pt>
                <c:pt idx="5589">
                  <c:v>59.871860499999997</c:v>
                </c:pt>
                <c:pt idx="5590">
                  <c:v>59.871871949999999</c:v>
                </c:pt>
                <c:pt idx="5591">
                  <c:v>59.871883390000001</c:v>
                </c:pt>
                <c:pt idx="5592">
                  <c:v>59.871894840000003</c:v>
                </c:pt>
                <c:pt idx="5593">
                  <c:v>59.871906279999997</c:v>
                </c:pt>
                <c:pt idx="5594">
                  <c:v>59.871917719999999</c:v>
                </c:pt>
                <c:pt idx="5595">
                  <c:v>59.871929170000001</c:v>
                </c:pt>
                <c:pt idx="5596">
                  <c:v>59.871940610000003</c:v>
                </c:pt>
                <c:pt idx="5597">
                  <c:v>59.871952059999998</c:v>
                </c:pt>
                <c:pt idx="5598">
                  <c:v>59.8719635</c:v>
                </c:pt>
                <c:pt idx="5599">
                  <c:v>59.871974950000002</c:v>
                </c:pt>
                <c:pt idx="5600">
                  <c:v>59.871990199999999</c:v>
                </c:pt>
                <c:pt idx="5601">
                  <c:v>59.872001650000001</c:v>
                </c:pt>
                <c:pt idx="5602">
                  <c:v>59.872013090000003</c:v>
                </c:pt>
                <c:pt idx="5603">
                  <c:v>59.872024539999998</c:v>
                </c:pt>
                <c:pt idx="5604">
                  <c:v>59.87203598</c:v>
                </c:pt>
                <c:pt idx="5605">
                  <c:v>59.872047420000001</c:v>
                </c:pt>
                <c:pt idx="5606">
                  <c:v>59.872058869999996</c:v>
                </c:pt>
                <c:pt idx="5607">
                  <c:v>59.872070309999998</c:v>
                </c:pt>
                <c:pt idx="5608">
                  <c:v>59.87208176</c:v>
                </c:pt>
                <c:pt idx="5609">
                  <c:v>59.872093200000002</c:v>
                </c:pt>
                <c:pt idx="5610">
                  <c:v>59.872104640000003</c:v>
                </c:pt>
                <c:pt idx="5611">
                  <c:v>59.872116089999999</c:v>
                </c:pt>
                <c:pt idx="5612">
                  <c:v>59.87212753</c:v>
                </c:pt>
                <c:pt idx="5613">
                  <c:v>59.872142789999998</c:v>
                </c:pt>
                <c:pt idx="5614">
                  <c:v>59.87215424</c:v>
                </c:pt>
                <c:pt idx="5615">
                  <c:v>59.872165680000002</c:v>
                </c:pt>
                <c:pt idx="5616">
                  <c:v>59.872177120000003</c:v>
                </c:pt>
                <c:pt idx="5617">
                  <c:v>59.872188569999999</c:v>
                </c:pt>
                <c:pt idx="5618">
                  <c:v>59.87220001</c:v>
                </c:pt>
                <c:pt idx="5619">
                  <c:v>59.872211460000003</c:v>
                </c:pt>
                <c:pt idx="5620">
                  <c:v>59.872222899999997</c:v>
                </c:pt>
                <c:pt idx="5621">
                  <c:v>59.872238160000002</c:v>
                </c:pt>
                <c:pt idx="5622">
                  <c:v>59.872249600000004</c:v>
                </c:pt>
                <c:pt idx="5623">
                  <c:v>59.872261049999999</c:v>
                </c:pt>
                <c:pt idx="5624">
                  <c:v>59.87227249</c:v>
                </c:pt>
                <c:pt idx="5625">
                  <c:v>59.872283940000003</c:v>
                </c:pt>
                <c:pt idx="5626">
                  <c:v>59.87229919</c:v>
                </c:pt>
                <c:pt idx="5627">
                  <c:v>59.872310640000002</c:v>
                </c:pt>
                <c:pt idx="5628">
                  <c:v>59.872322080000004</c:v>
                </c:pt>
                <c:pt idx="5629">
                  <c:v>59.872333529999999</c:v>
                </c:pt>
                <c:pt idx="5630">
                  <c:v>59.87234497</c:v>
                </c:pt>
                <c:pt idx="5631">
                  <c:v>59.872356410000002</c:v>
                </c:pt>
                <c:pt idx="5632">
                  <c:v>59.87237167</c:v>
                </c:pt>
                <c:pt idx="5633">
                  <c:v>59.872383120000002</c:v>
                </c:pt>
                <c:pt idx="5634">
                  <c:v>59.872394559999996</c:v>
                </c:pt>
                <c:pt idx="5635">
                  <c:v>59.872406009999999</c:v>
                </c:pt>
                <c:pt idx="5636">
                  <c:v>59.87241745</c:v>
                </c:pt>
                <c:pt idx="5637">
                  <c:v>59.872432709999998</c:v>
                </c:pt>
                <c:pt idx="5638">
                  <c:v>59.87244415</c:v>
                </c:pt>
                <c:pt idx="5639">
                  <c:v>59.872455600000002</c:v>
                </c:pt>
                <c:pt idx="5640">
                  <c:v>59.872467039999997</c:v>
                </c:pt>
                <c:pt idx="5641">
                  <c:v>59.872478489999999</c:v>
                </c:pt>
                <c:pt idx="5642">
                  <c:v>59.87248993</c:v>
                </c:pt>
                <c:pt idx="5643">
                  <c:v>59.872505189999998</c:v>
                </c:pt>
                <c:pt idx="5644">
                  <c:v>59.87251663</c:v>
                </c:pt>
                <c:pt idx="5645">
                  <c:v>59.872528080000002</c:v>
                </c:pt>
                <c:pt idx="5646">
                  <c:v>59.872539519999997</c:v>
                </c:pt>
                <c:pt idx="5647">
                  <c:v>59.872550959999998</c:v>
                </c:pt>
                <c:pt idx="5648">
                  <c:v>59.872566220000003</c:v>
                </c:pt>
                <c:pt idx="5649">
                  <c:v>59.872577669999998</c:v>
                </c:pt>
                <c:pt idx="5650">
                  <c:v>59.87258911</c:v>
                </c:pt>
                <c:pt idx="5651">
                  <c:v>59.872600560000002</c:v>
                </c:pt>
                <c:pt idx="5652">
                  <c:v>59.872611999999997</c:v>
                </c:pt>
                <c:pt idx="5653">
                  <c:v>59.872627260000002</c:v>
                </c:pt>
                <c:pt idx="5654">
                  <c:v>59.872638700000003</c:v>
                </c:pt>
                <c:pt idx="5655">
                  <c:v>59.872650149999998</c:v>
                </c:pt>
                <c:pt idx="5656">
                  <c:v>59.87266159</c:v>
                </c:pt>
                <c:pt idx="5657">
                  <c:v>59.872673030000001</c:v>
                </c:pt>
                <c:pt idx="5658">
                  <c:v>59.872688289999999</c:v>
                </c:pt>
                <c:pt idx="5659">
                  <c:v>59.872699740000002</c:v>
                </c:pt>
                <c:pt idx="5660">
                  <c:v>59.872711180000003</c:v>
                </c:pt>
                <c:pt idx="5661">
                  <c:v>59.872722629999998</c:v>
                </c:pt>
                <c:pt idx="5662">
                  <c:v>59.872737880000003</c:v>
                </c:pt>
                <c:pt idx="5663">
                  <c:v>59.872749329999998</c:v>
                </c:pt>
                <c:pt idx="5664">
                  <c:v>59.872760769999999</c:v>
                </c:pt>
                <c:pt idx="5665">
                  <c:v>59.872772220000002</c:v>
                </c:pt>
                <c:pt idx="5666">
                  <c:v>59.872783660000003</c:v>
                </c:pt>
                <c:pt idx="5667">
                  <c:v>59.872798920000001</c:v>
                </c:pt>
                <c:pt idx="5668">
                  <c:v>59.872810360000003</c:v>
                </c:pt>
                <c:pt idx="5669">
                  <c:v>59.872821809999998</c:v>
                </c:pt>
                <c:pt idx="5670">
                  <c:v>59.872833249999999</c:v>
                </c:pt>
                <c:pt idx="5671">
                  <c:v>59.872848509999997</c:v>
                </c:pt>
                <c:pt idx="5672">
                  <c:v>59.872859949999999</c:v>
                </c:pt>
                <c:pt idx="5673">
                  <c:v>59.872871400000001</c:v>
                </c:pt>
                <c:pt idx="5674">
                  <c:v>59.872882840000003</c:v>
                </c:pt>
                <c:pt idx="5675">
                  <c:v>59.872894289999998</c:v>
                </c:pt>
                <c:pt idx="5676">
                  <c:v>59.872909550000003</c:v>
                </c:pt>
                <c:pt idx="5677">
                  <c:v>59.872920989999997</c:v>
                </c:pt>
                <c:pt idx="5678">
                  <c:v>59.872932429999999</c:v>
                </c:pt>
                <c:pt idx="5679">
                  <c:v>59.872943880000001</c:v>
                </c:pt>
                <c:pt idx="5680">
                  <c:v>59.872959139999999</c:v>
                </c:pt>
                <c:pt idx="5681">
                  <c:v>59.87297058</c:v>
                </c:pt>
                <c:pt idx="5682">
                  <c:v>59.872982030000003</c:v>
                </c:pt>
                <c:pt idx="5683">
                  <c:v>59.872993469999997</c:v>
                </c:pt>
                <c:pt idx="5684">
                  <c:v>59.873008730000002</c:v>
                </c:pt>
                <c:pt idx="5685">
                  <c:v>59.873020169999997</c:v>
                </c:pt>
                <c:pt idx="5686">
                  <c:v>59.873031619999999</c:v>
                </c:pt>
                <c:pt idx="5687">
                  <c:v>59.873043060000001</c:v>
                </c:pt>
                <c:pt idx="5688">
                  <c:v>59.873058319999998</c:v>
                </c:pt>
                <c:pt idx="5689">
                  <c:v>59.87306976</c:v>
                </c:pt>
                <c:pt idx="5690">
                  <c:v>59.873081210000002</c:v>
                </c:pt>
                <c:pt idx="5691">
                  <c:v>59.873092649999997</c:v>
                </c:pt>
                <c:pt idx="5692">
                  <c:v>59.873107910000002</c:v>
                </c:pt>
                <c:pt idx="5693">
                  <c:v>59.873119350000003</c:v>
                </c:pt>
                <c:pt idx="5694">
                  <c:v>59.873130799999998</c:v>
                </c:pt>
                <c:pt idx="5695">
                  <c:v>59.87314224</c:v>
                </c:pt>
                <c:pt idx="5696">
                  <c:v>59.873157499999998</c:v>
                </c:pt>
                <c:pt idx="5697">
                  <c:v>59.87316895</c:v>
                </c:pt>
                <c:pt idx="5698">
                  <c:v>59.873180390000002</c:v>
                </c:pt>
                <c:pt idx="5699">
                  <c:v>59.873191830000003</c:v>
                </c:pt>
                <c:pt idx="5700">
                  <c:v>59.873207090000001</c:v>
                </c:pt>
                <c:pt idx="5701">
                  <c:v>59.873218540000003</c:v>
                </c:pt>
                <c:pt idx="5702">
                  <c:v>59.873229979999998</c:v>
                </c:pt>
                <c:pt idx="5703">
                  <c:v>59.873245240000003</c:v>
                </c:pt>
                <c:pt idx="5704">
                  <c:v>59.873256679999997</c:v>
                </c:pt>
                <c:pt idx="5705">
                  <c:v>59.87326813</c:v>
                </c:pt>
                <c:pt idx="5706">
                  <c:v>59.873279570000001</c:v>
                </c:pt>
                <c:pt idx="5707">
                  <c:v>59.873294829999999</c:v>
                </c:pt>
                <c:pt idx="5708">
                  <c:v>59.87330627</c:v>
                </c:pt>
                <c:pt idx="5709">
                  <c:v>59.873317720000003</c:v>
                </c:pt>
                <c:pt idx="5710">
                  <c:v>59.873329159999997</c:v>
                </c:pt>
                <c:pt idx="5711">
                  <c:v>59.873344420000002</c:v>
                </c:pt>
                <c:pt idx="5712">
                  <c:v>59.873355869999997</c:v>
                </c:pt>
                <c:pt idx="5713">
                  <c:v>59.873367309999999</c:v>
                </c:pt>
                <c:pt idx="5714">
                  <c:v>59.873378750000001</c:v>
                </c:pt>
                <c:pt idx="5715">
                  <c:v>59.873394009999998</c:v>
                </c:pt>
                <c:pt idx="5716">
                  <c:v>59.873405460000001</c:v>
                </c:pt>
                <c:pt idx="5717">
                  <c:v>59.873416900000002</c:v>
                </c:pt>
                <c:pt idx="5718">
                  <c:v>59.87343216</c:v>
                </c:pt>
                <c:pt idx="5719">
                  <c:v>59.873443600000002</c:v>
                </c:pt>
                <c:pt idx="5720">
                  <c:v>59.873455049999997</c:v>
                </c:pt>
                <c:pt idx="5721">
                  <c:v>59.873466489999998</c:v>
                </c:pt>
                <c:pt idx="5722">
                  <c:v>59.873481750000003</c:v>
                </c:pt>
                <c:pt idx="5723">
                  <c:v>59.873493189999998</c:v>
                </c:pt>
                <c:pt idx="5724">
                  <c:v>59.87350464</c:v>
                </c:pt>
                <c:pt idx="5725">
                  <c:v>59.873519899999998</c:v>
                </c:pt>
                <c:pt idx="5726">
                  <c:v>59.87353134</c:v>
                </c:pt>
                <c:pt idx="5727">
                  <c:v>59.873542790000002</c:v>
                </c:pt>
                <c:pt idx="5728">
                  <c:v>59.873558039999999</c:v>
                </c:pt>
                <c:pt idx="5729">
                  <c:v>59.873569490000001</c:v>
                </c:pt>
                <c:pt idx="5730">
                  <c:v>59.873580930000003</c:v>
                </c:pt>
                <c:pt idx="5731">
                  <c:v>59.873592379999998</c:v>
                </c:pt>
                <c:pt idx="5732">
                  <c:v>59.873607640000003</c:v>
                </c:pt>
                <c:pt idx="5733">
                  <c:v>59.873619079999997</c:v>
                </c:pt>
                <c:pt idx="5734">
                  <c:v>59.873630519999999</c:v>
                </c:pt>
                <c:pt idx="5735">
                  <c:v>59.873645779999997</c:v>
                </c:pt>
                <c:pt idx="5736">
                  <c:v>59.873657229999999</c:v>
                </c:pt>
                <c:pt idx="5737">
                  <c:v>59.873668670000001</c:v>
                </c:pt>
                <c:pt idx="5738">
                  <c:v>59.873683929999999</c:v>
                </c:pt>
                <c:pt idx="5739">
                  <c:v>59.87369537</c:v>
                </c:pt>
                <c:pt idx="5740">
                  <c:v>59.873706820000002</c:v>
                </c:pt>
                <c:pt idx="5741">
                  <c:v>59.87372208</c:v>
                </c:pt>
                <c:pt idx="5742">
                  <c:v>59.873741150000001</c:v>
                </c:pt>
                <c:pt idx="5743">
                  <c:v>59.873756409999999</c:v>
                </c:pt>
                <c:pt idx="5744">
                  <c:v>59.873771669999996</c:v>
                </c:pt>
                <c:pt idx="5745">
                  <c:v>59.873783109999998</c:v>
                </c:pt>
                <c:pt idx="5746">
                  <c:v>59.873798370000003</c:v>
                </c:pt>
                <c:pt idx="5747">
                  <c:v>59.873809809999997</c:v>
                </c:pt>
                <c:pt idx="5748">
                  <c:v>59.873825070000002</c:v>
                </c:pt>
                <c:pt idx="5749">
                  <c:v>59.873836519999998</c:v>
                </c:pt>
                <c:pt idx="5750">
                  <c:v>59.873847959999999</c:v>
                </c:pt>
                <c:pt idx="5751">
                  <c:v>59.873859410000001</c:v>
                </c:pt>
                <c:pt idx="5752">
                  <c:v>59.873874659999998</c:v>
                </c:pt>
                <c:pt idx="5753">
                  <c:v>59.873886110000001</c:v>
                </c:pt>
                <c:pt idx="5754">
                  <c:v>59.873897550000002</c:v>
                </c:pt>
                <c:pt idx="5755">
                  <c:v>59.87391281</c:v>
                </c:pt>
                <c:pt idx="5756">
                  <c:v>59.873924260000003</c:v>
                </c:pt>
                <c:pt idx="5757">
                  <c:v>59.873935699999997</c:v>
                </c:pt>
                <c:pt idx="5758">
                  <c:v>59.873947139999999</c:v>
                </c:pt>
                <c:pt idx="5759">
                  <c:v>59.873962400000003</c:v>
                </c:pt>
                <c:pt idx="5760">
                  <c:v>59.873962400000003</c:v>
                </c:pt>
                <c:pt idx="5761">
                  <c:v>59.873973849999999</c:v>
                </c:pt>
                <c:pt idx="5762">
                  <c:v>59.87398529</c:v>
                </c:pt>
                <c:pt idx="5763">
                  <c:v>59.873996730000002</c:v>
                </c:pt>
                <c:pt idx="5764">
                  <c:v>59.874008179999997</c:v>
                </c:pt>
                <c:pt idx="5765">
                  <c:v>59.874019619999999</c:v>
                </c:pt>
                <c:pt idx="5766">
                  <c:v>59.874034880000004</c:v>
                </c:pt>
                <c:pt idx="5767">
                  <c:v>59.874046329999999</c:v>
                </c:pt>
                <c:pt idx="5768">
                  <c:v>59.87405777</c:v>
                </c:pt>
                <c:pt idx="5769">
                  <c:v>59.874073029999998</c:v>
                </c:pt>
                <c:pt idx="5770">
                  <c:v>59.87408447</c:v>
                </c:pt>
                <c:pt idx="5771">
                  <c:v>59.874095920000002</c:v>
                </c:pt>
                <c:pt idx="5772">
                  <c:v>59.87411118</c:v>
                </c:pt>
                <c:pt idx="5773">
                  <c:v>59.874122620000001</c:v>
                </c:pt>
                <c:pt idx="5774">
                  <c:v>59.874134060000003</c:v>
                </c:pt>
                <c:pt idx="5775">
                  <c:v>59.874149320000001</c:v>
                </c:pt>
                <c:pt idx="5776">
                  <c:v>59.874160770000003</c:v>
                </c:pt>
                <c:pt idx="5777">
                  <c:v>59.874172209999998</c:v>
                </c:pt>
                <c:pt idx="5778">
                  <c:v>59.874187470000003</c:v>
                </c:pt>
                <c:pt idx="5779">
                  <c:v>59.874198909999997</c:v>
                </c:pt>
                <c:pt idx="5780">
                  <c:v>59.874214170000002</c:v>
                </c:pt>
                <c:pt idx="5781">
                  <c:v>59.874225619999997</c:v>
                </c:pt>
                <c:pt idx="5782">
                  <c:v>59.874237059999999</c:v>
                </c:pt>
                <c:pt idx="5783">
                  <c:v>59.874252319999997</c:v>
                </c:pt>
                <c:pt idx="5784">
                  <c:v>59.874263759999998</c:v>
                </c:pt>
                <c:pt idx="5785">
                  <c:v>59.87427521</c:v>
                </c:pt>
                <c:pt idx="5786">
                  <c:v>59.874286650000002</c:v>
                </c:pt>
                <c:pt idx="5787">
                  <c:v>59.87430191</c:v>
                </c:pt>
                <c:pt idx="5788">
                  <c:v>59.874313350000001</c:v>
                </c:pt>
                <c:pt idx="5789">
                  <c:v>59.874324799999997</c:v>
                </c:pt>
                <c:pt idx="5790">
                  <c:v>59.874340060000002</c:v>
                </c:pt>
                <c:pt idx="5791">
                  <c:v>59.874351500000003</c:v>
                </c:pt>
                <c:pt idx="5792">
                  <c:v>59.874362949999998</c:v>
                </c:pt>
                <c:pt idx="5793">
                  <c:v>59.87437439</c:v>
                </c:pt>
                <c:pt idx="5794">
                  <c:v>59.874389649999998</c:v>
                </c:pt>
                <c:pt idx="5795">
                  <c:v>59.874401089999999</c:v>
                </c:pt>
                <c:pt idx="5796">
                  <c:v>59.874412540000002</c:v>
                </c:pt>
                <c:pt idx="5797">
                  <c:v>59.874423980000003</c:v>
                </c:pt>
                <c:pt idx="5798">
                  <c:v>59.874439240000001</c:v>
                </c:pt>
                <c:pt idx="5799">
                  <c:v>59.874450680000002</c:v>
                </c:pt>
                <c:pt idx="5800">
                  <c:v>59.874462129999998</c:v>
                </c:pt>
                <c:pt idx="5801">
                  <c:v>59.874473569999999</c:v>
                </c:pt>
                <c:pt idx="5802">
                  <c:v>59.874488829999997</c:v>
                </c:pt>
                <c:pt idx="5803">
                  <c:v>59.874507899999998</c:v>
                </c:pt>
                <c:pt idx="5804">
                  <c:v>59.874523160000003</c:v>
                </c:pt>
                <c:pt idx="5805">
                  <c:v>59.87453842</c:v>
                </c:pt>
                <c:pt idx="5806">
                  <c:v>59.874549870000003</c:v>
                </c:pt>
                <c:pt idx="5807">
                  <c:v>59.87456512</c:v>
                </c:pt>
                <c:pt idx="5808">
                  <c:v>59.874576570000002</c:v>
                </c:pt>
                <c:pt idx="5809">
                  <c:v>59.874588009999997</c:v>
                </c:pt>
                <c:pt idx="5810">
                  <c:v>59.874603270000001</c:v>
                </c:pt>
                <c:pt idx="5811">
                  <c:v>59.874614719999997</c:v>
                </c:pt>
                <c:pt idx="5812">
                  <c:v>59.874626159999998</c:v>
                </c:pt>
                <c:pt idx="5813">
                  <c:v>59.874629970000001</c:v>
                </c:pt>
                <c:pt idx="5814">
                  <c:v>59.874641420000003</c:v>
                </c:pt>
                <c:pt idx="5815">
                  <c:v>59.874660489999997</c:v>
                </c:pt>
                <c:pt idx="5816">
                  <c:v>59.87466431</c:v>
                </c:pt>
                <c:pt idx="5817">
                  <c:v>59.874675750000002</c:v>
                </c:pt>
                <c:pt idx="5818">
                  <c:v>59.874694820000002</c:v>
                </c:pt>
                <c:pt idx="5819">
                  <c:v>59.874706269999997</c:v>
                </c:pt>
                <c:pt idx="5820">
                  <c:v>59.87471008</c:v>
                </c:pt>
                <c:pt idx="5821">
                  <c:v>59.874721530000002</c:v>
                </c:pt>
                <c:pt idx="5822">
                  <c:v>59.874744419999999</c:v>
                </c:pt>
                <c:pt idx="5823">
                  <c:v>59.874748230000002</c:v>
                </c:pt>
                <c:pt idx="5824">
                  <c:v>59.874759670000003</c:v>
                </c:pt>
                <c:pt idx="5825">
                  <c:v>59.874771119999998</c:v>
                </c:pt>
                <c:pt idx="5826">
                  <c:v>59.87478256</c:v>
                </c:pt>
                <c:pt idx="5827">
                  <c:v>59.874794010000002</c:v>
                </c:pt>
                <c:pt idx="5828">
                  <c:v>59.874805449999997</c:v>
                </c:pt>
                <c:pt idx="5829">
                  <c:v>59.874816889999998</c:v>
                </c:pt>
                <c:pt idx="5830">
                  <c:v>59.874828340000001</c:v>
                </c:pt>
                <c:pt idx="5831">
                  <c:v>59.874839780000002</c:v>
                </c:pt>
                <c:pt idx="5832">
                  <c:v>59.87485504</c:v>
                </c:pt>
                <c:pt idx="5833">
                  <c:v>59.874866490000002</c:v>
                </c:pt>
                <c:pt idx="5834">
                  <c:v>59.874877929999997</c:v>
                </c:pt>
                <c:pt idx="5835">
                  <c:v>59.874889369999998</c:v>
                </c:pt>
                <c:pt idx="5836">
                  <c:v>59.874904630000003</c:v>
                </c:pt>
                <c:pt idx="5837">
                  <c:v>59.874916079999998</c:v>
                </c:pt>
                <c:pt idx="5838">
                  <c:v>59.87492752</c:v>
                </c:pt>
                <c:pt idx="5839">
                  <c:v>59.874938960000001</c:v>
                </c:pt>
                <c:pt idx="5840">
                  <c:v>59.874950409999997</c:v>
                </c:pt>
                <c:pt idx="5841">
                  <c:v>59.874965670000002</c:v>
                </c:pt>
                <c:pt idx="5842">
                  <c:v>59.874977110000003</c:v>
                </c:pt>
                <c:pt idx="5843">
                  <c:v>59.874988559999998</c:v>
                </c:pt>
                <c:pt idx="5844">
                  <c:v>59.875</c:v>
                </c:pt>
                <c:pt idx="5845">
                  <c:v>59.875011440000002</c:v>
                </c:pt>
                <c:pt idx="5846">
                  <c:v>59.875022889999997</c:v>
                </c:pt>
                <c:pt idx="5847">
                  <c:v>59.875034329999998</c:v>
                </c:pt>
                <c:pt idx="5848">
                  <c:v>59.875049590000003</c:v>
                </c:pt>
                <c:pt idx="5849">
                  <c:v>59.875061039999999</c:v>
                </c:pt>
                <c:pt idx="5850">
                  <c:v>59.87507248</c:v>
                </c:pt>
                <c:pt idx="5851">
                  <c:v>59.875083920000002</c:v>
                </c:pt>
                <c:pt idx="5852">
                  <c:v>59.875095369999997</c:v>
                </c:pt>
                <c:pt idx="5853">
                  <c:v>59.875106809999998</c:v>
                </c:pt>
                <c:pt idx="5854">
                  <c:v>59.875118260000001</c:v>
                </c:pt>
                <c:pt idx="5855">
                  <c:v>59.875129700000002</c:v>
                </c:pt>
                <c:pt idx="5856">
                  <c:v>59.875141139999997</c:v>
                </c:pt>
                <c:pt idx="5857">
                  <c:v>59.875152589999999</c:v>
                </c:pt>
                <c:pt idx="5858">
                  <c:v>59.875164030000001</c:v>
                </c:pt>
                <c:pt idx="5859">
                  <c:v>59.875179289999998</c:v>
                </c:pt>
                <c:pt idx="5860">
                  <c:v>59.87519073</c:v>
                </c:pt>
                <c:pt idx="5861">
                  <c:v>59.875202180000002</c:v>
                </c:pt>
                <c:pt idx="5862">
                  <c:v>59.875213619999997</c:v>
                </c:pt>
                <c:pt idx="5863">
                  <c:v>59.875225069999999</c:v>
                </c:pt>
                <c:pt idx="5864">
                  <c:v>59.875236510000001</c:v>
                </c:pt>
                <c:pt idx="5865">
                  <c:v>59.875247960000003</c:v>
                </c:pt>
                <c:pt idx="5866">
                  <c:v>59.875259399999997</c:v>
                </c:pt>
                <c:pt idx="5867">
                  <c:v>59.875270839999999</c:v>
                </c:pt>
                <c:pt idx="5868">
                  <c:v>59.875282290000001</c:v>
                </c:pt>
                <c:pt idx="5869">
                  <c:v>59.875293730000003</c:v>
                </c:pt>
                <c:pt idx="5870">
                  <c:v>59.875305179999998</c:v>
                </c:pt>
                <c:pt idx="5871">
                  <c:v>59.87531662</c:v>
                </c:pt>
                <c:pt idx="5872">
                  <c:v>59.875331879999997</c:v>
                </c:pt>
                <c:pt idx="5873">
                  <c:v>59.875339510000003</c:v>
                </c:pt>
                <c:pt idx="5874">
                  <c:v>59.875354770000001</c:v>
                </c:pt>
                <c:pt idx="5875">
                  <c:v>59.875366210000003</c:v>
                </c:pt>
                <c:pt idx="5876">
                  <c:v>59.875377659999998</c:v>
                </c:pt>
                <c:pt idx="5877">
                  <c:v>59.8753891</c:v>
                </c:pt>
                <c:pt idx="5878">
                  <c:v>59.875400540000001</c:v>
                </c:pt>
                <c:pt idx="5879">
                  <c:v>59.875411990000003</c:v>
                </c:pt>
                <c:pt idx="5880">
                  <c:v>59.875423429999998</c:v>
                </c:pt>
                <c:pt idx="5881">
                  <c:v>59.87543488</c:v>
                </c:pt>
                <c:pt idx="5882">
                  <c:v>59.875446320000002</c:v>
                </c:pt>
                <c:pt idx="5883">
                  <c:v>59.875457760000003</c:v>
                </c:pt>
                <c:pt idx="5884">
                  <c:v>59.875469209999999</c:v>
                </c:pt>
                <c:pt idx="5885">
                  <c:v>59.875476839999997</c:v>
                </c:pt>
                <c:pt idx="5886">
                  <c:v>59.875492100000002</c:v>
                </c:pt>
                <c:pt idx="5887">
                  <c:v>59.875503539999997</c:v>
                </c:pt>
                <c:pt idx="5888">
                  <c:v>59.875511170000003</c:v>
                </c:pt>
                <c:pt idx="5889">
                  <c:v>59.875522609999997</c:v>
                </c:pt>
                <c:pt idx="5890">
                  <c:v>59.87553406</c:v>
                </c:pt>
                <c:pt idx="5891">
                  <c:v>59.875545500000001</c:v>
                </c:pt>
                <c:pt idx="5892">
                  <c:v>59.875556950000004</c:v>
                </c:pt>
                <c:pt idx="5893">
                  <c:v>59.875568389999998</c:v>
                </c:pt>
                <c:pt idx="5894">
                  <c:v>59.87557983</c:v>
                </c:pt>
                <c:pt idx="5895">
                  <c:v>59.875591280000002</c:v>
                </c:pt>
                <c:pt idx="5896">
                  <c:v>59.875602720000003</c:v>
                </c:pt>
                <c:pt idx="5897">
                  <c:v>59.875614169999999</c:v>
                </c:pt>
                <c:pt idx="5898">
                  <c:v>59.87562561</c:v>
                </c:pt>
                <c:pt idx="5899">
                  <c:v>59.875637050000002</c:v>
                </c:pt>
                <c:pt idx="5900">
                  <c:v>59.875648499999997</c:v>
                </c:pt>
                <c:pt idx="5901">
                  <c:v>59.875659939999998</c:v>
                </c:pt>
                <c:pt idx="5902">
                  <c:v>59.875671390000001</c:v>
                </c:pt>
                <c:pt idx="5903">
                  <c:v>59.875682830000002</c:v>
                </c:pt>
                <c:pt idx="5904">
                  <c:v>59.875694269999997</c:v>
                </c:pt>
                <c:pt idx="5905">
                  <c:v>59.875701900000003</c:v>
                </c:pt>
                <c:pt idx="5906">
                  <c:v>59.875713349999998</c:v>
                </c:pt>
                <c:pt idx="5907">
                  <c:v>59.87572479</c:v>
                </c:pt>
                <c:pt idx="5908">
                  <c:v>59.875736240000002</c:v>
                </c:pt>
                <c:pt idx="5909">
                  <c:v>59.875747680000003</c:v>
                </c:pt>
                <c:pt idx="5910">
                  <c:v>59.875759119999998</c:v>
                </c:pt>
                <c:pt idx="5911">
                  <c:v>59.87577057</c:v>
                </c:pt>
                <c:pt idx="5912">
                  <c:v>59.875782010000002</c:v>
                </c:pt>
                <c:pt idx="5913">
                  <c:v>59.875789640000001</c:v>
                </c:pt>
                <c:pt idx="5914">
                  <c:v>59.875801090000003</c:v>
                </c:pt>
                <c:pt idx="5915">
                  <c:v>59.875812529999997</c:v>
                </c:pt>
                <c:pt idx="5916">
                  <c:v>59.875823969999999</c:v>
                </c:pt>
                <c:pt idx="5917">
                  <c:v>59.875835420000001</c:v>
                </c:pt>
                <c:pt idx="5918">
                  <c:v>59.875846860000003</c:v>
                </c:pt>
                <c:pt idx="5919">
                  <c:v>59.875858309999998</c:v>
                </c:pt>
                <c:pt idx="5920">
                  <c:v>59.87586975</c:v>
                </c:pt>
                <c:pt idx="5921">
                  <c:v>59.875877379999999</c:v>
                </c:pt>
                <c:pt idx="5922">
                  <c:v>59.87588882</c:v>
                </c:pt>
                <c:pt idx="5923">
                  <c:v>59.875900270000002</c:v>
                </c:pt>
                <c:pt idx="5924">
                  <c:v>59.875911709999997</c:v>
                </c:pt>
                <c:pt idx="5925">
                  <c:v>59.875923159999999</c:v>
                </c:pt>
                <c:pt idx="5926">
                  <c:v>59.875934600000001</c:v>
                </c:pt>
                <c:pt idx="5927">
                  <c:v>59.875946040000002</c:v>
                </c:pt>
                <c:pt idx="5928">
                  <c:v>59.875957489999998</c:v>
                </c:pt>
                <c:pt idx="5929">
                  <c:v>59.875968929999999</c:v>
                </c:pt>
                <c:pt idx="5930">
                  <c:v>59.875976559999998</c:v>
                </c:pt>
                <c:pt idx="5931">
                  <c:v>59.87598801</c:v>
                </c:pt>
                <c:pt idx="5932">
                  <c:v>59.875999450000002</c:v>
                </c:pt>
                <c:pt idx="5933">
                  <c:v>59.876010890000003</c:v>
                </c:pt>
                <c:pt idx="5934">
                  <c:v>59.876022339999999</c:v>
                </c:pt>
                <c:pt idx="5935">
                  <c:v>59.87603378</c:v>
                </c:pt>
                <c:pt idx="5936">
                  <c:v>59.876041409999999</c:v>
                </c:pt>
                <c:pt idx="5937">
                  <c:v>59.876052860000001</c:v>
                </c:pt>
                <c:pt idx="5938">
                  <c:v>59.876064300000003</c:v>
                </c:pt>
                <c:pt idx="5939">
                  <c:v>59.876075739999997</c:v>
                </c:pt>
                <c:pt idx="5940">
                  <c:v>59.87608719</c:v>
                </c:pt>
                <c:pt idx="5941">
                  <c:v>59.876094819999999</c:v>
                </c:pt>
                <c:pt idx="5942">
                  <c:v>59.87610626</c:v>
                </c:pt>
                <c:pt idx="5943">
                  <c:v>59.876117710000003</c:v>
                </c:pt>
                <c:pt idx="5944">
                  <c:v>59.876129149999997</c:v>
                </c:pt>
                <c:pt idx="5945">
                  <c:v>59.876140589999999</c:v>
                </c:pt>
                <c:pt idx="5946">
                  <c:v>59.876148219999997</c:v>
                </c:pt>
                <c:pt idx="5947">
                  <c:v>59.87615967</c:v>
                </c:pt>
                <c:pt idx="5948">
                  <c:v>59.876171110000001</c:v>
                </c:pt>
                <c:pt idx="5949">
                  <c:v>59.876182559999997</c:v>
                </c:pt>
                <c:pt idx="5950">
                  <c:v>59.876193999999998</c:v>
                </c:pt>
                <c:pt idx="5951">
                  <c:v>59.876201629999997</c:v>
                </c:pt>
                <c:pt idx="5952">
                  <c:v>59.876213069999999</c:v>
                </c:pt>
                <c:pt idx="5953">
                  <c:v>59.876224520000001</c:v>
                </c:pt>
                <c:pt idx="5954">
                  <c:v>59.876235960000002</c:v>
                </c:pt>
                <c:pt idx="5955">
                  <c:v>59.876247409999998</c:v>
                </c:pt>
                <c:pt idx="5956">
                  <c:v>59.876258849999999</c:v>
                </c:pt>
                <c:pt idx="5957">
                  <c:v>59.876266479999998</c:v>
                </c:pt>
                <c:pt idx="5958">
                  <c:v>59.87627792</c:v>
                </c:pt>
                <c:pt idx="5959">
                  <c:v>59.876289370000002</c:v>
                </c:pt>
                <c:pt idx="5960">
                  <c:v>59.876300809999996</c:v>
                </c:pt>
                <c:pt idx="5961">
                  <c:v>59.876308440000003</c:v>
                </c:pt>
                <c:pt idx="5962">
                  <c:v>59.876319889999998</c:v>
                </c:pt>
                <c:pt idx="5963">
                  <c:v>59.876331329999999</c:v>
                </c:pt>
                <c:pt idx="5964">
                  <c:v>59.876342770000001</c:v>
                </c:pt>
                <c:pt idx="5965">
                  <c:v>59.876354220000003</c:v>
                </c:pt>
                <c:pt idx="5966">
                  <c:v>59.876361850000002</c:v>
                </c:pt>
                <c:pt idx="5967">
                  <c:v>59.876373289999997</c:v>
                </c:pt>
                <c:pt idx="5968">
                  <c:v>59.876384739999999</c:v>
                </c:pt>
                <c:pt idx="5969">
                  <c:v>59.876392359999997</c:v>
                </c:pt>
                <c:pt idx="5970">
                  <c:v>59.876403809999999</c:v>
                </c:pt>
                <c:pt idx="5971">
                  <c:v>59.876415250000001</c:v>
                </c:pt>
                <c:pt idx="5972">
                  <c:v>59.876426700000003</c:v>
                </c:pt>
                <c:pt idx="5973">
                  <c:v>59.876438139999998</c:v>
                </c:pt>
                <c:pt idx="5974">
                  <c:v>59.876445769999997</c:v>
                </c:pt>
                <c:pt idx="5975">
                  <c:v>59.876457209999998</c:v>
                </c:pt>
                <c:pt idx="5976">
                  <c:v>59.87646866</c:v>
                </c:pt>
                <c:pt idx="5977">
                  <c:v>59.876480100000002</c:v>
                </c:pt>
                <c:pt idx="5978">
                  <c:v>59.876487730000001</c:v>
                </c:pt>
                <c:pt idx="5979">
                  <c:v>59.876499180000003</c:v>
                </c:pt>
                <c:pt idx="5980">
                  <c:v>59.876510619999998</c:v>
                </c:pt>
                <c:pt idx="5981">
                  <c:v>59.876522059999999</c:v>
                </c:pt>
                <c:pt idx="5982">
                  <c:v>59.876533510000002</c:v>
                </c:pt>
                <c:pt idx="5983">
                  <c:v>59.87654114</c:v>
                </c:pt>
                <c:pt idx="5984">
                  <c:v>59.876552580000002</c:v>
                </c:pt>
                <c:pt idx="5985">
                  <c:v>59.876564029999997</c:v>
                </c:pt>
                <c:pt idx="5986">
                  <c:v>59.876575469999999</c:v>
                </c:pt>
                <c:pt idx="5987">
                  <c:v>59.876583099999998</c:v>
                </c:pt>
                <c:pt idx="5988">
                  <c:v>59.876594539999999</c:v>
                </c:pt>
                <c:pt idx="5989">
                  <c:v>59.876605990000002</c:v>
                </c:pt>
                <c:pt idx="5990">
                  <c:v>59.876617430000003</c:v>
                </c:pt>
                <c:pt idx="5991">
                  <c:v>59.876625060000002</c:v>
                </c:pt>
                <c:pt idx="5992">
                  <c:v>59.876636509999997</c:v>
                </c:pt>
                <c:pt idx="5993">
                  <c:v>59.876647949999999</c:v>
                </c:pt>
                <c:pt idx="5994">
                  <c:v>59.87665939</c:v>
                </c:pt>
                <c:pt idx="5995">
                  <c:v>59.876670840000003</c:v>
                </c:pt>
                <c:pt idx="5996">
                  <c:v>59.876678470000002</c:v>
                </c:pt>
                <c:pt idx="5997">
                  <c:v>59.876689910000003</c:v>
                </c:pt>
                <c:pt idx="5998">
                  <c:v>59.876701349999998</c:v>
                </c:pt>
                <c:pt idx="5999">
                  <c:v>59.876708979999997</c:v>
                </c:pt>
                <c:pt idx="6000">
                  <c:v>59.876720429999999</c:v>
                </c:pt>
                <c:pt idx="6001">
                  <c:v>59.87673187</c:v>
                </c:pt>
                <c:pt idx="6002">
                  <c:v>59.876743320000003</c:v>
                </c:pt>
                <c:pt idx="6003">
                  <c:v>59.876750950000002</c:v>
                </c:pt>
                <c:pt idx="6004">
                  <c:v>59.876762390000003</c:v>
                </c:pt>
                <c:pt idx="6005">
                  <c:v>59.876773829999998</c:v>
                </c:pt>
                <c:pt idx="6006">
                  <c:v>59.87678528</c:v>
                </c:pt>
                <c:pt idx="6007">
                  <c:v>59.876792909999999</c:v>
                </c:pt>
                <c:pt idx="6008">
                  <c:v>59.87680435</c:v>
                </c:pt>
                <c:pt idx="6009">
                  <c:v>59.876815800000003</c:v>
                </c:pt>
                <c:pt idx="6010">
                  <c:v>59.876827239999997</c:v>
                </c:pt>
                <c:pt idx="6011">
                  <c:v>59.876834870000003</c:v>
                </c:pt>
                <c:pt idx="6012">
                  <c:v>59.876846309999998</c:v>
                </c:pt>
                <c:pt idx="6013">
                  <c:v>59.87685776</c:v>
                </c:pt>
                <c:pt idx="6014">
                  <c:v>59.876869200000002</c:v>
                </c:pt>
                <c:pt idx="6015">
                  <c:v>59.87687683</c:v>
                </c:pt>
                <c:pt idx="6016">
                  <c:v>59.876888280000003</c:v>
                </c:pt>
                <c:pt idx="6017">
                  <c:v>59.876899719999997</c:v>
                </c:pt>
                <c:pt idx="6018">
                  <c:v>59.876911159999999</c:v>
                </c:pt>
                <c:pt idx="6019">
                  <c:v>59.876918789999998</c:v>
                </c:pt>
                <c:pt idx="6020">
                  <c:v>59.87693024</c:v>
                </c:pt>
                <c:pt idx="6021">
                  <c:v>59.876941680000002</c:v>
                </c:pt>
                <c:pt idx="6022">
                  <c:v>59.876949310000001</c:v>
                </c:pt>
                <c:pt idx="6023">
                  <c:v>59.876960750000002</c:v>
                </c:pt>
                <c:pt idx="6024">
                  <c:v>59.876972199999997</c:v>
                </c:pt>
                <c:pt idx="6025">
                  <c:v>59.876983639999999</c:v>
                </c:pt>
                <c:pt idx="6026">
                  <c:v>59.876991269999998</c:v>
                </c:pt>
                <c:pt idx="6027">
                  <c:v>59.87700272</c:v>
                </c:pt>
                <c:pt idx="6028">
                  <c:v>59.877014160000002</c:v>
                </c:pt>
                <c:pt idx="6029">
                  <c:v>59.877021790000001</c:v>
                </c:pt>
                <c:pt idx="6030">
                  <c:v>59.877033230000002</c:v>
                </c:pt>
                <c:pt idx="6031">
                  <c:v>59.877044679999997</c:v>
                </c:pt>
                <c:pt idx="6032">
                  <c:v>59.877056119999999</c:v>
                </c:pt>
                <c:pt idx="6033">
                  <c:v>59.877063749999998</c:v>
                </c:pt>
                <c:pt idx="6034">
                  <c:v>59.8770752</c:v>
                </c:pt>
                <c:pt idx="6035">
                  <c:v>59.877086640000002</c:v>
                </c:pt>
                <c:pt idx="6036">
                  <c:v>59.877094270000001</c:v>
                </c:pt>
                <c:pt idx="6037">
                  <c:v>59.877105710000002</c:v>
                </c:pt>
                <c:pt idx="6038">
                  <c:v>59.877117159999997</c:v>
                </c:pt>
                <c:pt idx="6039">
                  <c:v>59.877124790000003</c:v>
                </c:pt>
                <c:pt idx="6040">
                  <c:v>59.877136229999998</c:v>
                </c:pt>
                <c:pt idx="6041">
                  <c:v>59.877147669999999</c:v>
                </c:pt>
                <c:pt idx="6042">
                  <c:v>59.877159120000002</c:v>
                </c:pt>
                <c:pt idx="6043">
                  <c:v>59.877166750000001</c:v>
                </c:pt>
                <c:pt idx="6044">
                  <c:v>59.877178190000002</c:v>
                </c:pt>
                <c:pt idx="6045">
                  <c:v>59.877189639999997</c:v>
                </c:pt>
                <c:pt idx="6046">
                  <c:v>59.877197270000003</c:v>
                </c:pt>
                <c:pt idx="6047">
                  <c:v>59.877208709999998</c:v>
                </c:pt>
                <c:pt idx="6048">
                  <c:v>59.877220149999999</c:v>
                </c:pt>
                <c:pt idx="6049">
                  <c:v>59.877227779999998</c:v>
                </c:pt>
                <c:pt idx="6050">
                  <c:v>59.877239230000001</c:v>
                </c:pt>
                <c:pt idx="6051">
                  <c:v>59.877250670000002</c:v>
                </c:pt>
                <c:pt idx="6052">
                  <c:v>59.877262119999997</c:v>
                </c:pt>
                <c:pt idx="6053">
                  <c:v>59.877269740000003</c:v>
                </c:pt>
                <c:pt idx="6054">
                  <c:v>59.877281189999998</c:v>
                </c:pt>
                <c:pt idx="6055">
                  <c:v>59.877292629999999</c:v>
                </c:pt>
                <c:pt idx="6056">
                  <c:v>59.877300259999998</c:v>
                </c:pt>
                <c:pt idx="6057">
                  <c:v>59.877311710000001</c:v>
                </c:pt>
                <c:pt idx="6058">
                  <c:v>59.877323150000002</c:v>
                </c:pt>
                <c:pt idx="6059">
                  <c:v>59.877330780000001</c:v>
                </c:pt>
                <c:pt idx="6060">
                  <c:v>59.877342220000003</c:v>
                </c:pt>
                <c:pt idx="6061">
                  <c:v>59.877353669999998</c:v>
                </c:pt>
                <c:pt idx="6062">
                  <c:v>59.877361299999997</c:v>
                </c:pt>
                <c:pt idx="6063">
                  <c:v>59.877372739999998</c:v>
                </c:pt>
                <c:pt idx="6064">
                  <c:v>59.877384190000001</c:v>
                </c:pt>
                <c:pt idx="6065">
                  <c:v>59.87739182</c:v>
                </c:pt>
                <c:pt idx="6066">
                  <c:v>59.877403260000001</c:v>
                </c:pt>
                <c:pt idx="6067">
                  <c:v>59.877414700000003</c:v>
                </c:pt>
                <c:pt idx="6068">
                  <c:v>59.877422330000002</c:v>
                </c:pt>
                <c:pt idx="6069">
                  <c:v>59.877433779999997</c:v>
                </c:pt>
                <c:pt idx="6070">
                  <c:v>59.877445219999998</c:v>
                </c:pt>
                <c:pt idx="6071">
                  <c:v>59.877452849999997</c:v>
                </c:pt>
                <c:pt idx="6072">
                  <c:v>59.877464289999999</c:v>
                </c:pt>
                <c:pt idx="6073">
                  <c:v>59.877471919999998</c:v>
                </c:pt>
                <c:pt idx="6074">
                  <c:v>59.87748337</c:v>
                </c:pt>
                <c:pt idx="6075">
                  <c:v>59.877494810000002</c:v>
                </c:pt>
                <c:pt idx="6076">
                  <c:v>59.877502440000001</c:v>
                </c:pt>
                <c:pt idx="6077">
                  <c:v>59.877513890000003</c:v>
                </c:pt>
                <c:pt idx="6078">
                  <c:v>59.877525329999997</c:v>
                </c:pt>
                <c:pt idx="6079">
                  <c:v>59.877532960000003</c:v>
                </c:pt>
                <c:pt idx="6080">
                  <c:v>59.877544399999998</c:v>
                </c:pt>
                <c:pt idx="6081">
                  <c:v>59.877552029999997</c:v>
                </c:pt>
                <c:pt idx="6082">
                  <c:v>59.877563479999999</c:v>
                </c:pt>
                <c:pt idx="6083">
                  <c:v>59.877574920000001</c:v>
                </c:pt>
                <c:pt idx="6084">
                  <c:v>59.87758255</c:v>
                </c:pt>
                <c:pt idx="6085">
                  <c:v>59.877593990000001</c:v>
                </c:pt>
                <c:pt idx="6086">
                  <c:v>59.87760162</c:v>
                </c:pt>
                <c:pt idx="6087">
                  <c:v>59.877613070000002</c:v>
                </c:pt>
                <c:pt idx="6088">
                  <c:v>59.877624509999997</c:v>
                </c:pt>
                <c:pt idx="6089">
                  <c:v>59.877632140000003</c:v>
                </c:pt>
                <c:pt idx="6090">
                  <c:v>59.877643589999998</c:v>
                </c:pt>
                <c:pt idx="6091">
                  <c:v>59.877651210000003</c:v>
                </c:pt>
                <c:pt idx="6092">
                  <c:v>59.877662659999999</c:v>
                </c:pt>
                <c:pt idx="6093">
                  <c:v>59.877670289999998</c:v>
                </c:pt>
                <c:pt idx="6094">
                  <c:v>59.877681729999999</c:v>
                </c:pt>
                <c:pt idx="6095">
                  <c:v>59.877689359999998</c:v>
                </c:pt>
                <c:pt idx="6096">
                  <c:v>59.87770081</c:v>
                </c:pt>
                <c:pt idx="6097">
                  <c:v>59.877712250000002</c:v>
                </c:pt>
                <c:pt idx="6098">
                  <c:v>59.877719880000001</c:v>
                </c:pt>
                <c:pt idx="6099">
                  <c:v>59.877731320000002</c:v>
                </c:pt>
                <c:pt idx="6100">
                  <c:v>59.877738950000001</c:v>
                </c:pt>
                <c:pt idx="6101">
                  <c:v>59.877750399999996</c:v>
                </c:pt>
                <c:pt idx="6102">
                  <c:v>59.877758030000003</c:v>
                </c:pt>
                <c:pt idx="6103">
                  <c:v>59.877769469999997</c:v>
                </c:pt>
                <c:pt idx="6104">
                  <c:v>59.877777100000003</c:v>
                </c:pt>
                <c:pt idx="6105">
                  <c:v>59.877788539999997</c:v>
                </c:pt>
                <c:pt idx="6106">
                  <c:v>59.877796170000003</c:v>
                </c:pt>
                <c:pt idx="6107">
                  <c:v>59.877807619999999</c:v>
                </c:pt>
                <c:pt idx="6108">
                  <c:v>59.877815249999998</c:v>
                </c:pt>
                <c:pt idx="6109">
                  <c:v>59.877826689999999</c:v>
                </c:pt>
                <c:pt idx="6110">
                  <c:v>59.877838130000001</c:v>
                </c:pt>
                <c:pt idx="6111">
                  <c:v>59.87784576</c:v>
                </c:pt>
                <c:pt idx="6112">
                  <c:v>59.877857210000002</c:v>
                </c:pt>
                <c:pt idx="6113">
                  <c:v>59.877864840000001</c:v>
                </c:pt>
                <c:pt idx="6114">
                  <c:v>59.877876280000002</c:v>
                </c:pt>
                <c:pt idx="6115">
                  <c:v>59.877883910000001</c:v>
                </c:pt>
                <c:pt idx="6116">
                  <c:v>59.877895359999997</c:v>
                </c:pt>
                <c:pt idx="6117">
                  <c:v>59.877902980000002</c:v>
                </c:pt>
                <c:pt idx="6118">
                  <c:v>59.877914429999997</c:v>
                </c:pt>
                <c:pt idx="6119">
                  <c:v>59.877922060000003</c:v>
                </c:pt>
                <c:pt idx="6120">
                  <c:v>59.877933499999997</c:v>
                </c:pt>
                <c:pt idx="6121">
                  <c:v>59.877941130000004</c:v>
                </c:pt>
                <c:pt idx="6122">
                  <c:v>59.877948760000002</c:v>
                </c:pt>
                <c:pt idx="6123">
                  <c:v>59.877960209999998</c:v>
                </c:pt>
                <c:pt idx="6124">
                  <c:v>59.877967830000003</c:v>
                </c:pt>
                <c:pt idx="6125">
                  <c:v>59.877979279999998</c:v>
                </c:pt>
                <c:pt idx="6126">
                  <c:v>59.877986909999997</c:v>
                </c:pt>
                <c:pt idx="6127">
                  <c:v>59.877998349999999</c:v>
                </c:pt>
                <c:pt idx="6128">
                  <c:v>59.878005979999998</c:v>
                </c:pt>
                <c:pt idx="6129">
                  <c:v>59.878013609999996</c:v>
                </c:pt>
                <c:pt idx="6130">
                  <c:v>59.878025049999998</c:v>
                </c:pt>
                <c:pt idx="6131">
                  <c:v>59.878032679999997</c:v>
                </c:pt>
                <c:pt idx="6132">
                  <c:v>59.878044129999999</c:v>
                </c:pt>
                <c:pt idx="6133">
                  <c:v>59.878051759999998</c:v>
                </c:pt>
                <c:pt idx="6134">
                  <c:v>59.878059389999997</c:v>
                </c:pt>
                <c:pt idx="6135">
                  <c:v>59.878070829999999</c:v>
                </c:pt>
                <c:pt idx="6136">
                  <c:v>59.878078459999998</c:v>
                </c:pt>
                <c:pt idx="6137">
                  <c:v>59.878086089999996</c:v>
                </c:pt>
                <c:pt idx="6138">
                  <c:v>59.878097529999998</c:v>
                </c:pt>
                <c:pt idx="6139">
                  <c:v>59.878105159999997</c:v>
                </c:pt>
                <c:pt idx="6140">
                  <c:v>59.878116609999999</c:v>
                </c:pt>
                <c:pt idx="6141">
                  <c:v>59.878124239999998</c:v>
                </c:pt>
                <c:pt idx="6142">
                  <c:v>59.878131869999997</c:v>
                </c:pt>
                <c:pt idx="6143">
                  <c:v>59.878143309999999</c:v>
                </c:pt>
                <c:pt idx="6144">
                  <c:v>59.878150939999998</c:v>
                </c:pt>
                <c:pt idx="6145">
                  <c:v>59.878158569999997</c:v>
                </c:pt>
                <c:pt idx="6146">
                  <c:v>59.878170009999998</c:v>
                </c:pt>
                <c:pt idx="6147">
                  <c:v>59.878177639999997</c:v>
                </c:pt>
                <c:pt idx="6148">
                  <c:v>59.878189089999999</c:v>
                </c:pt>
                <c:pt idx="6149">
                  <c:v>59.878196719999998</c:v>
                </c:pt>
                <c:pt idx="6150">
                  <c:v>59.878204349999997</c:v>
                </c:pt>
                <c:pt idx="6151">
                  <c:v>59.878215789999999</c:v>
                </c:pt>
                <c:pt idx="6152">
                  <c:v>59.878223419999998</c:v>
                </c:pt>
                <c:pt idx="6153">
                  <c:v>59.878231049999997</c:v>
                </c:pt>
                <c:pt idx="6154">
                  <c:v>59.878238680000003</c:v>
                </c:pt>
                <c:pt idx="6155">
                  <c:v>59.878250119999997</c:v>
                </c:pt>
                <c:pt idx="6156">
                  <c:v>59.878257750000003</c:v>
                </c:pt>
                <c:pt idx="6157">
                  <c:v>59.878265380000002</c:v>
                </c:pt>
                <c:pt idx="6158">
                  <c:v>59.878273010000001</c:v>
                </c:pt>
                <c:pt idx="6159">
                  <c:v>59.878284450000002</c:v>
                </c:pt>
                <c:pt idx="6160">
                  <c:v>59.878292080000001</c:v>
                </c:pt>
                <c:pt idx="6161">
                  <c:v>59.87829971</c:v>
                </c:pt>
                <c:pt idx="6162">
                  <c:v>59.878311160000003</c:v>
                </c:pt>
                <c:pt idx="6163">
                  <c:v>59.878318790000002</c:v>
                </c:pt>
                <c:pt idx="6164">
                  <c:v>59.87832642</c:v>
                </c:pt>
                <c:pt idx="6165">
                  <c:v>59.878334049999999</c:v>
                </c:pt>
                <c:pt idx="6166">
                  <c:v>59.878345490000001</c:v>
                </c:pt>
                <c:pt idx="6167">
                  <c:v>59.87835312</c:v>
                </c:pt>
                <c:pt idx="6168">
                  <c:v>59.878360749999999</c:v>
                </c:pt>
                <c:pt idx="6169">
                  <c:v>59.878379819999999</c:v>
                </c:pt>
                <c:pt idx="6170">
                  <c:v>59.878387449999998</c:v>
                </c:pt>
                <c:pt idx="6171">
                  <c:v>59.878398900000001</c:v>
                </c:pt>
                <c:pt idx="6172">
                  <c:v>59.878406519999999</c:v>
                </c:pt>
                <c:pt idx="6173">
                  <c:v>59.878417970000001</c:v>
                </c:pt>
                <c:pt idx="6174">
                  <c:v>59.8784256</c:v>
                </c:pt>
                <c:pt idx="6175">
                  <c:v>59.878433229999999</c:v>
                </c:pt>
                <c:pt idx="6176">
                  <c:v>59.87844467</c:v>
                </c:pt>
                <c:pt idx="6177">
                  <c:v>59.878452299999999</c:v>
                </c:pt>
                <c:pt idx="6178">
                  <c:v>59.878459929999998</c:v>
                </c:pt>
                <c:pt idx="6179">
                  <c:v>59.878467559999997</c:v>
                </c:pt>
                <c:pt idx="6180">
                  <c:v>59.878478999999999</c:v>
                </c:pt>
                <c:pt idx="6181">
                  <c:v>59.878486629999998</c:v>
                </c:pt>
                <c:pt idx="6182">
                  <c:v>59.878494259999997</c:v>
                </c:pt>
                <c:pt idx="6183">
                  <c:v>59.878501890000003</c:v>
                </c:pt>
                <c:pt idx="6184">
                  <c:v>59.878509520000001</c:v>
                </c:pt>
                <c:pt idx="6185">
                  <c:v>59.87851715</c:v>
                </c:pt>
                <c:pt idx="6186">
                  <c:v>59.878524779999999</c:v>
                </c:pt>
                <c:pt idx="6187">
                  <c:v>59.878524779999999</c:v>
                </c:pt>
                <c:pt idx="6188">
                  <c:v>59.878528590000002</c:v>
                </c:pt>
                <c:pt idx="6189">
                  <c:v>59.878536220000001</c:v>
                </c:pt>
                <c:pt idx="6190">
                  <c:v>59.87854385</c:v>
                </c:pt>
                <c:pt idx="6191">
                  <c:v>59.878551479999999</c:v>
                </c:pt>
                <c:pt idx="6192">
                  <c:v>59.878559109999998</c:v>
                </c:pt>
                <c:pt idx="6193">
                  <c:v>59.878566739999997</c:v>
                </c:pt>
                <c:pt idx="6194">
                  <c:v>59.878574370000003</c:v>
                </c:pt>
                <c:pt idx="6195">
                  <c:v>59.878582000000002</c:v>
                </c:pt>
                <c:pt idx="6196">
                  <c:v>59.87858963</c:v>
                </c:pt>
                <c:pt idx="6197">
                  <c:v>59.878601070000002</c:v>
                </c:pt>
                <c:pt idx="6198">
                  <c:v>59.878608700000001</c:v>
                </c:pt>
                <c:pt idx="6199">
                  <c:v>59.87861633</c:v>
                </c:pt>
                <c:pt idx="6200">
                  <c:v>59.878623959999999</c:v>
                </c:pt>
                <c:pt idx="6201">
                  <c:v>59.878631589999998</c:v>
                </c:pt>
                <c:pt idx="6202">
                  <c:v>59.878639219999997</c:v>
                </c:pt>
                <c:pt idx="6203">
                  <c:v>59.878650669999999</c:v>
                </c:pt>
                <c:pt idx="6204">
                  <c:v>59.878658289999997</c:v>
                </c:pt>
                <c:pt idx="6205">
                  <c:v>59.878665920000003</c:v>
                </c:pt>
                <c:pt idx="6206">
                  <c:v>59.878673550000002</c:v>
                </c:pt>
                <c:pt idx="6207">
                  <c:v>59.878681180000001</c:v>
                </c:pt>
                <c:pt idx="6208">
                  <c:v>59.87868881</c:v>
                </c:pt>
                <c:pt idx="6209">
                  <c:v>59.878696439999999</c:v>
                </c:pt>
                <c:pt idx="6210">
                  <c:v>59.878707890000001</c:v>
                </c:pt>
                <c:pt idx="6211">
                  <c:v>59.87871552</c:v>
                </c:pt>
                <c:pt idx="6212">
                  <c:v>59.878723139999998</c:v>
                </c:pt>
                <c:pt idx="6213">
                  <c:v>59.878730769999997</c:v>
                </c:pt>
                <c:pt idx="6214">
                  <c:v>59.878738400000003</c:v>
                </c:pt>
                <c:pt idx="6215">
                  <c:v>59.878746030000002</c:v>
                </c:pt>
                <c:pt idx="6216">
                  <c:v>59.878753660000001</c:v>
                </c:pt>
                <c:pt idx="6217">
                  <c:v>59.87876129</c:v>
                </c:pt>
                <c:pt idx="6218">
                  <c:v>59.878768919999999</c:v>
                </c:pt>
                <c:pt idx="6219">
                  <c:v>59.878776549999998</c:v>
                </c:pt>
                <c:pt idx="6220">
                  <c:v>59.878784179999997</c:v>
                </c:pt>
                <c:pt idx="6221">
                  <c:v>59.878791810000003</c:v>
                </c:pt>
                <c:pt idx="6222">
                  <c:v>59.878799440000002</c:v>
                </c:pt>
                <c:pt idx="6223">
                  <c:v>59.878807070000001</c:v>
                </c:pt>
                <c:pt idx="6224">
                  <c:v>59.8788147</c:v>
                </c:pt>
                <c:pt idx="6225">
                  <c:v>59.878822329999998</c:v>
                </c:pt>
                <c:pt idx="6226">
                  <c:v>59.878829959999997</c:v>
                </c:pt>
                <c:pt idx="6227">
                  <c:v>59.878837590000003</c:v>
                </c:pt>
                <c:pt idx="6228">
                  <c:v>59.878845210000001</c:v>
                </c:pt>
                <c:pt idx="6229">
                  <c:v>59.87885284</c:v>
                </c:pt>
                <c:pt idx="6230">
                  <c:v>59.878871920000002</c:v>
                </c:pt>
                <c:pt idx="6231">
                  <c:v>59.878879550000001</c:v>
                </c:pt>
                <c:pt idx="6232">
                  <c:v>59.878890990000002</c:v>
                </c:pt>
                <c:pt idx="6233">
                  <c:v>59.878898620000001</c:v>
                </c:pt>
                <c:pt idx="6234">
                  <c:v>59.87890625</c:v>
                </c:pt>
                <c:pt idx="6235">
                  <c:v>59.878913879999999</c:v>
                </c:pt>
                <c:pt idx="6236">
                  <c:v>59.878921509999998</c:v>
                </c:pt>
                <c:pt idx="6237">
                  <c:v>59.878929139999997</c:v>
                </c:pt>
                <c:pt idx="6238">
                  <c:v>59.878936770000003</c:v>
                </c:pt>
                <c:pt idx="6239">
                  <c:v>59.878944400000002</c:v>
                </c:pt>
                <c:pt idx="6240">
                  <c:v>59.878952030000001</c:v>
                </c:pt>
                <c:pt idx="6241">
                  <c:v>59.87895966</c:v>
                </c:pt>
                <c:pt idx="6242">
                  <c:v>59.878967289999999</c:v>
                </c:pt>
                <c:pt idx="6243">
                  <c:v>59.878974909999997</c:v>
                </c:pt>
                <c:pt idx="6244">
                  <c:v>59.878982540000003</c:v>
                </c:pt>
                <c:pt idx="6245">
                  <c:v>59.878990170000002</c:v>
                </c:pt>
                <c:pt idx="6246">
                  <c:v>59.8789978</c:v>
                </c:pt>
                <c:pt idx="6247">
                  <c:v>59.879005429999999</c:v>
                </c:pt>
                <c:pt idx="6248">
                  <c:v>59.879009250000003</c:v>
                </c:pt>
                <c:pt idx="6249">
                  <c:v>59.879016880000002</c:v>
                </c:pt>
                <c:pt idx="6250">
                  <c:v>59.879016880000002</c:v>
                </c:pt>
                <c:pt idx="6251">
                  <c:v>59.879020689999997</c:v>
                </c:pt>
                <c:pt idx="6252">
                  <c:v>59.879028320000003</c:v>
                </c:pt>
                <c:pt idx="6253">
                  <c:v>59.879035950000002</c:v>
                </c:pt>
                <c:pt idx="6254">
                  <c:v>59.879043580000001</c:v>
                </c:pt>
                <c:pt idx="6255">
                  <c:v>59.879047389999997</c:v>
                </c:pt>
                <c:pt idx="6256">
                  <c:v>59.879055020000003</c:v>
                </c:pt>
                <c:pt idx="6257">
                  <c:v>59.879062650000002</c:v>
                </c:pt>
                <c:pt idx="6258">
                  <c:v>59.879070280000001</c:v>
                </c:pt>
                <c:pt idx="6259">
                  <c:v>59.879077909999999</c:v>
                </c:pt>
                <c:pt idx="6260">
                  <c:v>59.879085539999998</c:v>
                </c:pt>
                <c:pt idx="6261">
                  <c:v>59.879093169999997</c:v>
                </c:pt>
                <c:pt idx="6262">
                  <c:v>59.879100800000003</c:v>
                </c:pt>
                <c:pt idx="6263">
                  <c:v>59.879108430000002</c:v>
                </c:pt>
                <c:pt idx="6264">
                  <c:v>59.879116060000001</c:v>
                </c:pt>
                <c:pt idx="6265">
                  <c:v>59.87912369</c:v>
                </c:pt>
                <c:pt idx="6266">
                  <c:v>59.879131319999999</c:v>
                </c:pt>
                <c:pt idx="6267">
                  <c:v>59.879138949999998</c:v>
                </c:pt>
                <c:pt idx="6268">
                  <c:v>59.879146579999997</c:v>
                </c:pt>
                <c:pt idx="6269">
                  <c:v>59.879154210000003</c:v>
                </c:pt>
                <c:pt idx="6270">
                  <c:v>59.879161830000001</c:v>
                </c:pt>
                <c:pt idx="6271">
                  <c:v>59.87916946</c:v>
                </c:pt>
                <c:pt idx="6272">
                  <c:v>59.879177089999999</c:v>
                </c:pt>
                <c:pt idx="6273">
                  <c:v>59.879184719999998</c:v>
                </c:pt>
                <c:pt idx="6274">
                  <c:v>59.879192349999997</c:v>
                </c:pt>
                <c:pt idx="6275">
                  <c:v>59.879199980000003</c:v>
                </c:pt>
                <c:pt idx="6276">
                  <c:v>59.879207610000002</c:v>
                </c:pt>
                <c:pt idx="6277">
                  <c:v>59.879215240000001</c:v>
                </c:pt>
                <c:pt idx="6278">
                  <c:v>59.87922287</c:v>
                </c:pt>
                <c:pt idx="6279">
                  <c:v>59.879230499999998</c:v>
                </c:pt>
                <c:pt idx="6280">
                  <c:v>59.879238129999997</c:v>
                </c:pt>
                <c:pt idx="6281">
                  <c:v>59.879245760000003</c:v>
                </c:pt>
                <c:pt idx="6282">
                  <c:v>59.879253390000002</c:v>
                </c:pt>
                <c:pt idx="6283">
                  <c:v>59.879261020000001</c:v>
                </c:pt>
                <c:pt idx="6284">
                  <c:v>59.87926865</c:v>
                </c:pt>
                <c:pt idx="6285">
                  <c:v>59.879272460000003</c:v>
                </c:pt>
                <c:pt idx="6286">
                  <c:v>59.879280090000002</c:v>
                </c:pt>
                <c:pt idx="6287">
                  <c:v>59.879287720000001</c:v>
                </c:pt>
                <c:pt idx="6288">
                  <c:v>59.87929535</c:v>
                </c:pt>
                <c:pt idx="6289">
                  <c:v>59.879302979999999</c:v>
                </c:pt>
                <c:pt idx="6290">
                  <c:v>59.879310609999997</c:v>
                </c:pt>
                <c:pt idx="6291">
                  <c:v>59.879325870000002</c:v>
                </c:pt>
                <c:pt idx="6292">
                  <c:v>59.879337309999997</c:v>
                </c:pt>
                <c:pt idx="6293">
                  <c:v>59.879344940000003</c:v>
                </c:pt>
                <c:pt idx="6294">
                  <c:v>59.879352570000002</c:v>
                </c:pt>
                <c:pt idx="6295">
                  <c:v>59.879360200000001</c:v>
                </c:pt>
                <c:pt idx="6296">
                  <c:v>59.87936783</c:v>
                </c:pt>
                <c:pt idx="6297">
                  <c:v>59.879375459999999</c:v>
                </c:pt>
                <c:pt idx="6298">
                  <c:v>59.879383089999997</c:v>
                </c:pt>
                <c:pt idx="6299">
                  <c:v>59.879390720000004</c:v>
                </c:pt>
                <c:pt idx="6300">
                  <c:v>59.879398350000002</c:v>
                </c:pt>
                <c:pt idx="6301">
                  <c:v>59.879405980000001</c:v>
                </c:pt>
                <c:pt idx="6302">
                  <c:v>59.879413599999999</c:v>
                </c:pt>
                <c:pt idx="6303">
                  <c:v>59.879417420000003</c:v>
                </c:pt>
                <c:pt idx="6304">
                  <c:v>59.879425050000002</c:v>
                </c:pt>
                <c:pt idx="6305">
                  <c:v>59.879432680000001</c:v>
                </c:pt>
                <c:pt idx="6306">
                  <c:v>59.87944031</c:v>
                </c:pt>
                <c:pt idx="6307">
                  <c:v>59.879447939999999</c:v>
                </c:pt>
                <c:pt idx="6308">
                  <c:v>59.879455569999998</c:v>
                </c:pt>
                <c:pt idx="6309">
                  <c:v>59.87945938</c:v>
                </c:pt>
                <c:pt idx="6310">
                  <c:v>59.879467009999999</c:v>
                </c:pt>
                <c:pt idx="6311">
                  <c:v>59.879474639999998</c:v>
                </c:pt>
                <c:pt idx="6312">
                  <c:v>59.879482269999997</c:v>
                </c:pt>
                <c:pt idx="6313">
                  <c:v>59.879482269999997</c:v>
                </c:pt>
                <c:pt idx="6314">
                  <c:v>59.87948608</c:v>
                </c:pt>
                <c:pt idx="6315">
                  <c:v>59.879493709999998</c:v>
                </c:pt>
                <c:pt idx="6316">
                  <c:v>59.879497530000002</c:v>
                </c:pt>
                <c:pt idx="6317">
                  <c:v>59.879505160000001</c:v>
                </c:pt>
                <c:pt idx="6318">
                  <c:v>59.87951279</c:v>
                </c:pt>
                <c:pt idx="6319">
                  <c:v>59.879520419999999</c:v>
                </c:pt>
                <c:pt idx="6320">
                  <c:v>59.879528049999998</c:v>
                </c:pt>
                <c:pt idx="6321">
                  <c:v>59.87953186</c:v>
                </c:pt>
                <c:pt idx="6322">
                  <c:v>59.879539489999999</c:v>
                </c:pt>
                <c:pt idx="6323">
                  <c:v>59.879547119999998</c:v>
                </c:pt>
                <c:pt idx="6324">
                  <c:v>59.879554749999997</c:v>
                </c:pt>
                <c:pt idx="6325">
                  <c:v>59.879562380000003</c:v>
                </c:pt>
                <c:pt idx="6326">
                  <c:v>59.879570010000002</c:v>
                </c:pt>
                <c:pt idx="6327">
                  <c:v>59.879577640000001</c:v>
                </c:pt>
                <c:pt idx="6328">
                  <c:v>59.87958527</c:v>
                </c:pt>
                <c:pt idx="6329">
                  <c:v>59.879592899999999</c:v>
                </c:pt>
                <c:pt idx="6330">
                  <c:v>59.879600519999997</c:v>
                </c:pt>
                <c:pt idx="6331">
                  <c:v>59.879608150000003</c:v>
                </c:pt>
                <c:pt idx="6332">
                  <c:v>59.879615780000002</c:v>
                </c:pt>
                <c:pt idx="6333">
                  <c:v>59.879623410000001</c:v>
                </c:pt>
                <c:pt idx="6334">
                  <c:v>59.87963104</c:v>
                </c:pt>
                <c:pt idx="6335">
                  <c:v>59.879638669999999</c:v>
                </c:pt>
                <c:pt idx="6336">
                  <c:v>59.879646299999997</c:v>
                </c:pt>
                <c:pt idx="6337">
                  <c:v>59.879653930000003</c:v>
                </c:pt>
                <c:pt idx="6338">
                  <c:v>59.879661560000002</c:v>
                </c:pt>
                <c:pt idx="6339">
                  <c:v>59.879669190000001</c:v>
                </c:pt>
                <c:pt idx="6340">
                  <c:v>59.87967682</c:v>
                </c:pt>
                <c:pt idx="6341">
                  <c:v>59.879684449999999</c:v>
                </c:pt>
                <c:pt idx="6342">
                  <c:v>59.879692079999998</c:v>
                </c:pt>
                <c:pt idx="6343">
                  <c:v>59.879699709999997</c:v>
                </c:pt>
                <c:pt idx="6344">
                  <c:v>59.87970352</c:v>
                </c:pt>
                <c:pt idx="6345">
                  <c:v>59.879711149999999</c:v>
                </c:pt>
                <c:pt idx="6346">
                  <c:v>59.879718779999997</c:v>
                </c:pt>
                <c:pt idx="6347">
                  <c:v>59.879726410000004</c:v>
                </c:pt>
                <c:pt idx="6348">
                  <c:v>59.879734040000002</c:v>
                </c:pt>
                <c:pt idx="6349">
                  <c:v>59.879741670000001</c:v>
                </c:pt>
                <c:pt idx="6350">
                  <c:v>59.8797493</c:v>
                </c:pt>
                <c:pt idx="6351">
                  <c:v>59.879756929999999</c:v>
                </c:pt>
                <c:pt idx="6352">
                  <c:v>59.879764559999998</c:v>
                </c:pt>
                <c:pt idx="6353">
                  <c:v>59.879772189999997</c:v>
                </c:pt>
                <c:pt idx="6354">
                  <c:v>59.879776</c:v>
                </c:pt>
                <c:pt idx="6355">
                  <c:v>59.879783629999999</c:v>
                </c:pt>
                <c:pt idx="6356">
                  <c:v>59.879791259999998</c:v>
                </c:pt>
                <c:pt idx="6357">
                  <c:v>59.879798890000004</c:v>
                </c:pt>
                <c:pt idx="6358">
                  <c:v>59.879806520000002</c:v>
                </c:pt>
                <c:pt idx="6359">
                  <c:v>59.879814150000001</c:v>
                </c:pt>
                <c:pt idx="6360">
                  <c:v>59.87982178</c:v>
                </c:pt>
                <c:pt idx="6361">
                  <c:v>59.879829409999999</c:v>
                </c:pt>
                <c:pt idx="6362">
                  <c:v>59.879837039999998</c:v>
                </c:pt>
                <c:pt idx="6363">
                  <c:v>59.879844669999997</c:v>
                </c:pt>
                <c:pt idx="6364">
                  <c:v>59.879852290000002</c:v>
                </c:pt>
                <c:pt idx="6365">
                  <c:v>59.879856109999999</c:v>
                </c:pt>
                <c:pt idx="6366">
                  <c:v>59.879863739999998</c:v>
                </c:pt>
                <c:pt idx="6367">
                  <c:v>59.879871369999996</c:v>
                </c:pt>
                <c:pt idx="6368">
                  <c:v>59.879879000000003</c:v>
                </c:pt>
                <c:pt idx="6369">
                  <c:v>59.879886630000001</c:v>
                </c:pt>
                <c:pt idx="6370">
                  <c:v>59.87989426</c:v>
                </c:pt>
                <c:pt idx="6371">
                  <c:v>59.879901889999999</c:v>
                </c:pt>
                <c:pt idx="6372">
                  <c:v>59.879909519999998</c:v>
                </c:pt>
                <c:pt idx="6373">
                  <c:v>59.879917140000003</c:v>
                </c:pt>
                <c:pt idx="6374">
                  <c:v>59.87992096</c:v>
                </c:pt>
                <c:pt idx="6375">
                  <c:v>59.879928589999999</c:v>
                </c:pt>
                <c:pt idx="6376">
                  <c:v>59.879936219999998</c:v>
                </c:pt>
                <c:pt idx="6377">
                  <c:v>59.879943849999997</c:v>
                </c:pt>
                <c:pt idx="6378">
                  <c:v>59.879951480000003</c:v>
                </c:pt>
                <c:pt idx="6379">
                  <c:v>59.879959110000001</c:v>
                </c:pt>
                <c:pt idx="6380">
                  <c:v>59.87996674</c:v>
                </c:pt>
                <c:pt idx="6381">
                  <c:v>59.879974369999999</c:v>
                </c:pt>
                <c:pt idx="6382">
                  <c:v>59.879981989999997</c:v>
                </c:pt>
                <c:pt idx="6383">
                  <c:v>59.879989620000003</c:v>
                </c:pt>
                <c:pt idx="6384">
                  <c:v>59.87999344</c:v>
                </c:pt>
                <c:pt idx="6385">
                  <c:v>59.880001069999999</c:v>
                </c:pt>
                <c:pt idx="6386">
                  <c:v>59.880008699999998</c:v>
                </c:pt>
                <c:pt idx="6387">
                  <c:v>59.880016329999997</c:v>
                </c:pt>
                <c:pt idx="6388">
                  <c:v>59.880023960000003</c:v>
                </c:pt>
                <c:pt idx="6389">
                  <c:v>59.880031590000002</c:v>
                </c:pt>
                <c:pt idx="6390">
                  <c:v>59.88003922</c:v>
                </c:pt>
                <c:pt idx="6391">
                  <c:v>59.880046839999999</c:v>
                </c:pt>
                <c:pt idx="6392">
                  <c:v>59.880050660000002</c:v>
                </c:pt>
                <c:pt idx="6393">
                  <c:v>59.880058290000001</c:v>
                </c:pt>
                <c:pt idx="6394">
                  <c:v>59.88006592</c:v>
                </c:pt>
                <c:pt idx="6395">
                  <c:v>59.880073549999999</c:v>
                </c:pt>
                <c:pt idx="6396">
                  <c:v>59.880081179999998</c:v>
                </c:pt>
                <c:pt idx="6397">
                  <c:v>59.880088809999997</c:v>
                </c:pt>
                <c:pt idx="6398">
                  <c:v>59.880096440000003</c:v>
                </c:pt>
                <c:pt idx="6399">
                  <c:v>59.880104060000001</c:v>
                </c:pt>
                <c:pt idx="6400">
                  <c:v>59.880107879999997</c:v>
                </c:pt>
                <c:pt idx="6401">
                  <c:v>59.880115510000003</c:v>
                </c:pt>
                <c:pt idx="6402">
                  <c:v>59.880123140000002</c:v>
                </c:pt>
                <c:pt idx="6403">
                  <c:v>59.880130770000001</c:v>
                </c:pt>
                <c:pt idx="6404">
                  <c:v>59.8801384</c:v>
                </c:pt>
                <c:pt idx="6405">
                  <c:v>59.880146029999999</c:v>
                </c:pt>
                <c:pt idx="6406">
                  <c:v>59.880153659999998</c:v>
                </c:pt>
                <c:pt idx="6407">
                  <c:v>59.880161289999997</c:v>
                </c:pt>
                <c:pt idx="6408">
                  <c:v>59.880165099999999</c:v>
                </c:pt>
                <c:pt idx="6409">
                  <c:v>59.880172729999998</c:v>
                </c:pt>
                <c:pt idx="6410">
                  <c:v>59.880180359999997</c:v>
                </c:pt>
                <c:pt idx="6411">
                  <c:v>59.880187990000003</c:v>
                </c:pt>
                <c:pt idx="6412">
                  <c:v>59.880195620000002</c:v>
                </c:pt>
                <c:pt idx="6413">
                  <c:v>59.880203250000001</c:v>
                </c:pt>
                <c:pt idx="6414">
                  <c:v>59.88021088</c:v>
                </c:pt>
                <c:pt idx="6415">
                  <c:v>59.880218509999999</c:v>
                </c:pt>
                <c:pt idx="6416">
                  <c:v>59.880222320000001</c:v>
                </c:pt>
                <c:pt idx="6417">
                  <c:v>59.88022995</c:v>
                </c:pt>
                <c:pt idx="6418">
                  <c:v>59.880237579999999</c:v>
                </c:pt>
                <c:pt idx="6419">
                  <c:v>59.880245209999998</c:v>
                </c:pt>
                <c:pt idx="6420">
                  <c:v>59.880252839999997</c:v>
                </c:pt>
                <c:pt idx="6421">
                  <c:v>59.880260470000003</c:v>
                </c:pt>
                <c:pt idx="6422">
                  <c:v>59.880268100000002</c:v>
                </c:pt>
                <c:pt idx="6423">
                  <c:v>59.880275730000001</c:v>
                </c:pt>
                <c:pt idx="6424">
                  <c:v>59.880279539999997</c:v>
                </c:pt>
                <c:pt idx="6425">
                  <c:v>59.880287170000003</c:v>
                </c:pt>
                <c:pt idx="6426">
                  <c:v>59.880294800000001</c:v>
                </c:pt>
                <c:pt idx="6427">
                  <c:v>59.88030243</c:v>
                </c:pt>
                <c:pt idx="6428">
                  <c:v>59.880310059999999</c:v>
                </c:pt>
                <c:pt idx="6429">
                  <c:v>59.880317689999998</c:v>
                </c:pt>
                <c:pt idx="6430">
                  <c:v>59.880325319999997</c:v>
                </c:pt>
                <c:pt idx="6431">
                  <c:v>59.88032913</c:v>
                </c:pt>
                <c:pt idx="6432">
                  <c:v>59.880336759999999</c:v>
                </c:pt>
                <c:pt idx="6433">
                  <c:v>59.880344389999998</c:v>
                </c:pt>
                <c:pt idx="6434">
                  <c:v>59.880352019999997</c:v>
                </c:pt>
                <c:pt idx="6435">
                  <c:v>59.880359650000003</c:v>
                </c:pt>
                <c:pt idx="6436">
                  <c:v>59.880367280000002</c:v>
                </c:pt>
                <c:pt idx="6437">
                  <c:v>59.88037491</c:v>
                </c:pt>
                <c:pt idx="6438">
                  <c:v>59.880378720000003</c:v>
                </c:pt>
                <c:pt idx="6439">
                  <c:v>59.880386350000002</c:v>
                </c:pt>
                <c:pt idx="6440">
                  <c:v>59.880393980000001</c:v>
                </c:pt>
                <c:pt idx="6441">
                  <c:v>59.88040161</c:v>
                </c:pt>
                <c:pt idx="6442">
                  <c:v>59.880409239999999</c:v>
                </c:pt>
                <c:pt idx="6443">
                  <c:v>59.880416869999998</c:v>
                </c:pt>
                <c:pt idx="6444">
                  <c:v>59.880424499999997</c:v>
                </c:pt>
                <c:pt idx="6445">
                  <c:v>59.880432130000003</c:v>
                </c:pt>
                <c:pt idx="6446">
                  <c:v>59.880435939999998</c:v>
                </c:pt>
                <c:pt idx="6447">
                  <c:v>59.880443569999997</c:v>
                </c:pt>
                <c:pt idx="6448">
                  <c:v>59.880451200000003</c:v>
                </c:pt>
                <c:pt idx="6449">
                  <c:v>59.880458830000002</c:v>
                </c:pt>
                <c:pt idx="6450">
                  <c:v>59.880466460000001</c:v>
                </c:pt>
                <c:pt idx="6451">
                  <c:v>59.88047409</c:v>
                </c:pt>
                <c:pt idx="6452">
                  <c:v>59.880481719999999</c:v>
                </c:pt>
                <c:pt idx="6453">
                  <c:v>59.880485530000001</c:v>
                </c:pt>
                <c:pt idx="6454">
                  <c:v>59.88049316</c:v>
                </c:pt>
                <c:pt idx="6455">
                  <c:v>59.880500789999999</c:v>
                </c:pt>
                <c:pt idx="6456">
                  <c:v>59.880508419999998</c:v>
                </c:pt>
                <c:pt idx="6457">
                  <c:v>59.880516049999997</c:v>
                </c:pt>
                <c:pt idx="6458">
                  <c:v>59.880523680000003</c:v>
                </c:pt>
                <c:pt idx="6459">
                  <c:v>59.880527499999999</c:v>
                </c:pt>
                <c:pt idx="6460">
                  <c:v>59.880535129999998</c:v>
                </c:pt>
                <c:pt idx="6461">
                  <c:v>59.880542759999997</c:v>
                </c:pt>
                <c:pt idx="6462">
                  <c:v>59.880550380000003</c:v>
                </c:pt>
                <c:pt idx="6463">
                  <c:v>59.880558010000001</c:v>
                </c:pt>
                <c:pt idx="6464">
                  <c:v>59.88056564</c:v>
                </c:pt>
                <c:pt idx="6465">
                  <c:v>59.880573269999999</c:v>
                </c:pt>
                <c:pt idx="6466">
                  <c:v>59.880577090000003</c:v>
                </c:pt>
                <c:pt idx="6467">
                  <c:v>59.880584720000002</c:v>
                </c:pt>
                <c:pt idx="6468">
                  <c:v>59.880592350000001</c:v>
                </c:pt>
                <c:pt idx="6469">
                  <c:v>59.88059998</c:v>
                </c:pt>
                <c:pt idx="6470">
                  <c:v>59.880607599999998</c:v>
                </c:pt>
                <c:pt idx="6471">
                  <c:v>59.880615229999997</c:v>
                </c:pt>
                <c:pt idx="6472">
                  <c:v>59.880622860000003</c:v>
                </c:pt>
                <c:pt idx="6473">
                  <c:v>59.880630490000001</c:v>
                </c:pt>
                <c:pt idx="6474">
                  <c:v>59.88063812</c:v>
                </c:pt>
                <c:pt idx="6475">
                  <c:v>59.880641939999997</c:v>
                </c:pt>
                <c:pt idx="6476">
                  <c:v>59.880649570000003</c:v>
                </c:pt>
                <c:pt idx="6477">
                  <c:v>59.880657200000002</c:v>
                </c:pt>
                <c:pt idx="6478">
                  <c:v>59.880664830000001</c:v>
                </c:pt>
                <c:pt idx="6479">
                  <c:v>59.880672449999999</c:v>
                </c:pt>
                <c:pt idx="6480">
                  <c:v>59.880680079999998</c:v>
                </c:pt>
                <c:pt idx="6481">
                  <c:v>59.880687709999997</c:v>
                </c:pt>
                <c:pt idx="6482">
                  <c:v>59.880695340000003</c:v>
                </c:pt>
                <c:pt idx="6483">
                  <c:v>59.880702970000002</c:v>
                </c:pt>
                <c:pt idx="6484">
                  <c:v>59.880706789999998</c:v>
                </c:pt>
                <c:pt idx="6485">
                  <c:v>59.880714419999997</c:v>
                </c:pt>
                <c:pt idx="6486">
                  <c:v>59.880722050000003</c:v>
                </c:pt>
                <c:pt idx="6487">
                  <c:v>59.880729680000002</c:v>
                </c:pt>
                <c:pt idx="6488">
                  <c:v>59.8807373</c:v>
                </c:pt>
                <c:pt idx="6489">
                  <c:v>59.880744929999999</c:v>
                </c:pt>
                <c:pt idx="6490">
                  <c:v>59.880752559999998</c:v>
                </c:pt>
                <c:pt idx="6491">
                  <c:v>59.880756380000001</c:v>
                </c:pt>
                <c:pt idx="6492">
                  <c:v>59.88076401</c:v>
                </c:pt>
                <c:pt idx="6493">
                  <c:v>59.880771639999999</c:v>
                </c:pt>
                <c:pt idx="6494">
                  <c:v>59.880779269999998</c:v>
                </c:pt>
                <c:pt idx="6495">
                  <c:v>59.880786899999997</c:v>
                </c:pt>
                <c:pt idx="6496">
                  <c:v>59.880794530000003</c:v>
                </c:pt>
                <c:pt idx="6497">
                  <c:v>59.880802150000001</c:v>
                </c:pt>
                <c:pt idx="6498">
                  <c:v>59.88080978</c:v>
                </c:pt>
                <c:pt idx="6499">
                  <c:v>59.880813600000003</c:v>
                </c:pt>
                <c:pt idx="6500">
                  <c:v>59.880821230000002</c:v>
                </c:pt>
                <c:pt idx="6501">
                  <c:v>59.880828860000001</c:v>
                </c:pt>
                <c:pt idx="6502">
                  <c:v>59.88083649</c:v>
                </c:pt>
                <c:pt idx="6503">
                  <c:v>59.880844119999999</c:v>
                </c:pt>
                <c:pt idx="6504">
                  <c:v>59.880851749999998</c:v>
                </c:pt>
                <c:pt idx="6505">
                  <c:v>59.880859379999997</c:v>
                </c:pt>
                <c:pt idx="6506">
                  <c:v>59.880867000000002</c:v>
                </c:pt>
                <c:pt idx="6507">
                  <c:v>59.880870819999998</c:v>
                </c:pt>
                <c:pt idx="6508">
                  <c:v>59.880878449999997</c:v>
                </c:pt>
                <c:pt idx="6509">
                  <c:v>59.880886080000003</c:v>
                </c:pt>
                <c:pt idx="6510">
                  <c:v>59.880893710000002</c:v>
                </c:pt>
                <c:pt idx="6511">
                  <c:v>59.880901340000001</c:v>
                </c:pt>
                <c:pt idx="6512">
                  <c:v>59.88090897</c:v>
                </c:pt>
                <c:pt idx="6513">
                  <c:v>59.880916599999999</c:v>
                </c:pt>
                <c:pt idx="6514">
                  <c:v>59.880924219999997</c:v>
                </c:pt>
                <c:pt idx="6515">
                  <c:v>59.880928040000001</c:v>
                </c:pt>
                <c:pt idx="6516">
                  <c:v>59.88093567</c:v>
                </c:pt>
                <c:pt idx="6517">
                  <c:v>59.880943299999998</c:v>
                </c:pt>
                <c:pt idx="6518">
                  <c:v>59.880950929999997</c:v>
                </c:pt>
                <c:pt idx="6519">
                  <c:v>59.880958560000003</c:v>
                </c:pt>
                <c:pt idx="6520">
                  <c:v>59.880966190000002</c:v>
                </c:pt>
                <c:pt idx="6521">
                  <c:v>59.880973820000001</c:v>
                </c:pt>
                <c:pt idx="6522">
                  <c:v>59.880977629999997</c:v>
                </c:pt>
                <c:pt idx="6523">
                  <c:v>59.880985260000003</c:v>
                </c:pt>
                <c:pt idx="6524">
                  <c:v>59.880992890000002</c:v>
                </c:pt>
                <c:pt idx="6525">
                  <c:v>59.881000520000001</c:v>
                </c:pt>
                <c:pt idx="6526">
                  <c:v>59.88100815</c:v>
                </c:pt>
                <c:pt idx="6527">
                  <c:v>59.881015779999998</c:v>
                </c:pt>
                <c:pt idx="6528">
                  <c:v>59.881023409999997</c:v>
                </c:pt>
                <c:pt idx="6529">
                  <c:v>59.881031040000003</c:v>
                </c:pt>
                <c:pt idx="6530">
                  <c:v>59.881034849999999</c:v>
                </c:pt>
                <c:pt idx="6531">
                  <c:v>59.881042479999998</c:v>
                </c:pt>
                <c:pt idx="6532">
                  <c:v>59.881050109999997</c:v>
                </c:pt>
                <c:pt idx="6533">
                  <c:v>59.881057740000003</c:v>
                </c:pt>
                <c:pt idx="6534">
                  <c:v>59.881065370000002</c:v>
                </c:pt>
                <c:pt idx="6535">
                  <c:v>59.881073000000001</c:v>
                </c:pt>
                <c:pt idx="6536">
                  <c:v>59.88108063</c:v>
                </c:pt>
                <c:pt idx="6537">
                  <c:v>59.881088259999999</c:v>
                </c:pt>
                <c:pt idx="6538">
                  <c:v>59.881095889999997</c:v>
                </c:pt>
                <c:pt idx="6539">
                  <c:v>59.881103520000003</c:v>
                </c:pt>
                <c:pt idx="6540">
                  <c:v>59.881107329999999</c:v>
                </c:pt>
                <c:pt idx="6541">
                  <c:v>59.881114959999998</c:v>
                </c:pt>
                <c:pt idx="6542">
                  <c:v>59.881122589999997</c:v>
                </c:pt>
                <c:pt idx="6543">
                  <c:v>59.881130220000003</c:v>
                </c:pt>
                <c:pt idx="6544">
                  <c:v>59.881137850000002</c:v>
                </c:pt>
                <c:pt idx="6545">
                  <c:v>59.881145480000001</c:v>
                </c:pt>
                <c:pt idx="6546">
                  <c:v>59.88115311</c:v>
                </c:pt>
                <c:pt idx="6547">
                  <c:v>59.881160739999999</c:v>
                </c:pt>
                <c:pt idx="6548">
                  <c:v>59.881168369999997</c:v>
                </c:pt>
                <c:pt idx="6549">
                  <c:v>59.881175990000003</c:v>
                </c:pt>
                <c:pt idx="6550">
                  <c:v>59.881183620000002</c:v>
                </c:pt>
                <c:pt idx="6551">
                  <c:v>59.881187439999998</c:v>
                </c:pt>
                <c:pt idx="6552">
                  <c:v>59.881195069999997</c:v>
                </c:pt>
                <c:pt idx="6553">
                  <c:v>59.881202700000003</c:v>
                </c:pt>
                <c:pt idx="6554">
                  <c:v>59.881210330000002</c:v>
                </c:pt>
                <c:pt idx="6555">
                  <c:v>59.881217960000001</c:v>
                </c:pt>
                <c:pt idx="6556">
                  <c:v>59.88122559</c:v>
                </c:pt>
                <c:pt idx="6557">
                  <c:v>59.881233219999999</c:v>
                </c:pt>
                <c:pt idx="6558">
                  <c:v>59.881240839999997</c:v>
                </c:pt>
                <c:pt idx="6559">
                  <c:v>59.88124466</c:v>
                </c:pt>
                <c:pt idx="6560">
                  <c:v>59.881252289999999</c:v>
                </c:pt>
                <c:pt idx="6561">
                  <c:v>59.881259919999998</c:v>
                </c:pt>
                <c:pt idx="6562">
                  <c:v>59.881267549999997</c:v>
                </c:pt>
                <c:pt idx="6563">
                  <c:v>59.881275180000003</c:v>
                </c:pt>
                <c:pt idx="6564">
                  <c:v>59.881282810000002</c:v>
                </c:pt>
                <c:pt idx="6565">
                  <c:v>59.881290440000001</c:v>
                </c:pt>
                <c:pt idx="6566">
                  <c:v>59.88129807</c:v>
                </c:pt>
                <c:pt idx="6567">
                  <c:v>59.881305689999998</c:v>
                </c:pt>
                <c:pt idx="6568">
                  <c:v>59.881309510000001</c:v>
                </c:pt>
                <c:pt idx="6569">
                  <c:v>59.88131714</c:v>
                </c:pt>
                <c:pt idx="6570">
                  <c:v>59.881324769999999</c:v>
                </c:pt>
                <c:pt idx="6571">
                  <c:v>59.881332399999998</c:v>
                </c:pt>
                <c:pt idx="6572">
                  <c:v>59.881340029999997</c:v>
                </c:pt>
                <c:pt idx="6573">
                  <c:v>59.881347660000003</c:v>
                </c:pt>
                <c:pt idx="6574">
                  <c:v>59.881355290000002</c:v>
                </c:pt>
                <c:pt idx="6575">
                  <c:v>59.881362920000001</c:v>
                </c:pt>
                <c:pt idx="6576">
                  <c:v>59.881370539999999</c:v>
                </c:pt>
                <c:pt idx="6577">
                  <c:v>59.881378169999998</c:v>
                </c:pt>
                <c:pt idx="6578">
                  <c:v>59.881385799999997</c:v>
                </c:pt>
                <c:pt idx="6579">
                  <c:v>59.88138962</c:v>
                </c:pt>
                <c:pt idx="6580">
                  <c:v>59.881397249999999</c:v>
                </c:pt>
                <c:pt idx="6581">
                  <c:v>59.881404879999998</c:v>
                </c:pt>
                <c:pt idx="6582">
                  <c:v>59.881412509999997</c:v>
                </c:pt>
                <c:pt idx="6583">
                  <c:v>59.881420140000003</c:v>
                </c:pt>
                <c:pt idx="6584">
                  <c:v>59.881427760000001</c:v>
                </c:pt>
                <c:pt idx="6585">
                  <c:v>59.88143539</c:v>
                </c:pt>
                <c:pt idx="6586">
                  <c:v>59.881443019999999</c:v>
                </c:pt>
                <c:pt idx="6587">
                  <c:v>59.881446840000002</c:v>
                </c:pt>
                <c:pt idx="6588">
                  <c:v>59.881454470000001</c:v>
                </c:pt>
                <c:pt idx="6589">
                  <c:v>59.8814621</c:v>
                </c:pt>
                <c:pt idx="6590">
                  <c:v>59.881469729999999</c:v>
                </c:pt>
                <c:pt idx="6591">
                  <c:v>59.881477359999998</c:v>
                </c:pt>
                <c:pt idx="6592">
                  <c:v>59.881484989999997</c:v>
                </c:pt>
                <c:pt idx="6593">
                  <c:v>59.881492610000002</c:v>
                </c:pt>
                <c:pt idx="6594">
                  <c:v>59.881500240000001</c:v>
                </c:pt>
                <c:pt idx="6595">
                  <c:v>59.88150787</c:v>
                </c:pt>
                <c:pt idx="6596">
                  <c:v>59.881515499999999</c:v>
                </c:pt>
                <c:pt idx="6597">
                  <c:v>59.881519320000002</c:v>
                </c:pt>
                <c:pt idx="6598">
                  <c:v>59.881526950000001</c:v>
                </c:pt>
                <c:pt idx="6599">
                  <c:v>59.88153458</c:v>
                </c:pt>
                <c:pt idx="6600">
                  <c:v>59.881542209999999</c:v>
                </c:pt>
                <c:pt idx="6601">
                  <c:v>59.881549839999998</c:v>
                </c:pt>
                <c:pt idx="6602">
                  <c:v>59.881557460000003</c:v>
                </c:pt>
                <c:pt idx="6603">
                  <c:v>59.881565090000002</c:v>
                </c:pt>
                <c:pt idx="6604">
                  <c:v>59.881572720000001</c:v>
                </c:pt>
                <c:pt idx="6605">
                  <c:v>59.88158035</c:v>
                </c:pt>
                <c:pt idx="6606">
                  <c:v>59.881587979999999</c:v>
                </c:pt>
                <c:pt idx="6607">
                  <c:v>59.881595609999998</c:v>
                </c:pt>
                <c:pt idx="6608">
                  <c:v>59.881599430000001</c:v>
                </c:pt>
                <c:pt idx="6609">
                  <c:v>59.88160706</c:v>
                </c:pt>
                <c:pt idx="6610">
                  <c:v>59.881614689999999</c:v>
                </c:pt>
                <c:pt idx="6611">
                  <c:v>59.881622309999997</c:v>
                </c:pt>
                <c:pt idx="6612">
                  <c:v>59.881629940000003</c:v>
                </c:pt>
                <c:pt idx="6613">
                  <c:v>59.881637570000002</c:v>
                </c:pt>
                <c:pt idx="6614">
                  <c:v>59.881645200000001</c:v>
                </c:pt>
                <c:pt idx="6615">
                  <c:v>59.88165283</c:v>
                </c:pt>
                <c:pt idx="6616">
                  <c:v>59.881656649999996</c:v>
                </c:pt>
                <c:pt idx="6617">
                  <c:v>59.881664280000003</c:v>
                </c:pt>
                <c:pt idx="6618">
                  <c:v>59.881671910000001</c:v>
                </c:pt>
                <c:pt idx="6619">
                  <c:v>59.88167953</c:v>
                </c:pt>
                <c:pt idx="6620">
                  <c:v>59.881687159999998</c:v>
                </c:pt>
                <c:pt idx="6621">
                  <c:v>59.881694789999997</c:v>
                </c:pt>
                <c:pt idx="6622">
                  <c:v>59.881702420000003</c:v>
                </c:pt>
                <c:pt idx="6623">
                  <c:v>59.88170624</c:v>
                </c:pt>
                <c:pt idx="6624">
                  <c:v>59.881713869999999</c:v>
                </c:pt>
                <c:pt idx="6625">
                  <c:v>59.881721499999998</c:v>
                </c:pt>
                <c:pt idx="6626">
                  <c:v>59.881729129999997</c:v>
                </c:pt>
                <c:pt idx="6627">
                  <c:v>59.881736760000003</c:v>
                </c:pt>
                <c:pt idx="6628">
                  <c:v>59.881744380000001</c:v>
                </c:pt>
                <c:pt idx="6629">
                  <c:v>59.881748199999997</c:v>
                </c:pt>
                <c:pt idx="6630">
                  <c:v>59.881755830000003</c:v>
                </c:pt>
                <c:pt idx="6631">
                  <c:v>59.881763460000002</c:v>
                </c:pt>
                <c:pt idx="6632">
                  <c:v>59.881771090000001</c:v>
                </c:pt>
                <c:pt idx="6633">
                  <c:v>59.88177872</c:v>
                </c:pt>
                <c:pt idx="6634">
                  <c:v>59.881786349999999</c:v>
                </c:pt>
                <c:pt idx="6635">
                  <c:v>59.881793979999998</c:v>
                </c:pt>
                <c:pt idx="6636">
                  <c:v>59.88179779</c:v>
                </c:pt>
                <c:pt idx="6637">
                  <c:v>59.881805419999999</c:v>
                </c:pt>
                <c:pt idx="6638">
                  <c:v>59.881813049999998</c:v>
                </c:pt>
                <c:pt idx="6639">
                  <c:v>59.881820679999997</c:v>
                </c:pt>
                <c:pt idx="6640">
                  <c:v>59.881828310000003</c:v>
                </c:pt>
                <c:pt idx="6641">
                  <c:v>59.881835940000002</c:v>
                </c:pt>
                <c:pt idx="6642">
                  <c:v>59.881839749999997</c:v>
                </c:pt>
                <c:pt idx="6643">
                  <c:v>59.881847380000004</c:v>
                </c:pt>
                <c:pt idx="6644">
                  <c:v>59.881855010000002</c:v>
                </c:pt>
                <c:pt idx="6645">
                  <c:v>59.881862640000001</c:v>
                </c:pt>
                <c:pt idx="6646">
                  <c:v>59.88187027</c:v>
                </c:pt>
                <c:pt idx="6647">
                  <c:v>59.881874080000003</c:v>
                </c:pt>
                <c:pt idx="6648">
                  <c:v>59.881881710000002</c:v>
                </c:pt>
                <c:pt idx="6649">
                  <c:v>59.881889340000001</c:v>
                </c:pt>
                <c:pt idx="6650">
                  <c:v>59.88189697</c:v>
                </c:pt>
                <c:pt idx="6651">
                  <c:v>59.881904599999999</c:v>
                </c:pt>
                <c:pt idx="6652">
                  <c:v>59.881908420000002</c:v>
                </c:pt>
                <c:pt idx="6653">
                  <c:v>59.881916050000001</c:v>
                </c:pt>
                <c:pt idx="6654">
                  <c:v>59.88192368</c:v>
                </c:pt>
                <c:pt idx="6655">
                  <c:v>59.881931299999998</c:v>
                </c:pt>
                <c:pt idx="6656">
                  <c:v>59.881935120000001</c:v>
                </c:pt>
                <c:pt idx="6657">
                  <c:v>59.881954190000002</c:v>
                </c:pt>
                <c:pt idx="6658">
                  <c:v>59.881961820000001</c:v>
                </c:pt>
                <c:pt idx="6659">
                  <c:v>59.88196945</c:v>
                </c:pt>
                <c:pt idx="6660">
                  <c:v>59.881977079999999</c:v>
                </c:pt>
                <c:pt idx="6661">
                  <c:v>59.881984709999998</c:v>
                </c:pt>
                <c:pt idx="6662">
                  <c:v>59.881992339999996</c:v>
                </c:pt>
                <c:pt idx="6663">
                  <c:v>59.881999970000003</c:v>
                </c:pt>
                <c:pt idx="6664">
                  <c:v>59.882007600000001</c:v>
                </c:pt>
                <c:pt idx="6665">
                  <c:v>59.88201523</c:v>
                </c:pt>
                <c:pt idx="6666">
                  <c:v>59.882019040000003</c:v>
                </c:pt>
                <c:pt idx="6667">
                  <c:v>59.882026670000002</c:v>
                </c:pt>
                <c:pt idx="6668">
                  <c:v>59.882034300000001</c:v>
                </c:pt>
                <c:pt idx="6669">
                  <c:v>59.882038119999997</c:v>
                </c:pt>
                <c:pt idx="6670">
                  <c:v>59.882045750000003</c:v>
                </c:pt>
                <c:pt idx="6671">
                  <c:v>59.882053380000002</c:v>
                </c:pt>
                <c:pt idx="6672">
                  <c:v>59.882061</c:v>
                </c:pt>
                <c:pt idx="6673">
                  <c:v>59.882064819999997</c:v>
                </c:pt>
                <c:pt idx="6674">
                  <c:v>59.882072450000003</c:v>
                </c:pt>
                <c:pt idx="6675">
                  <c:v>59.882068629999999</c:v>
                </c:pt>
                <c:pt idx="6676">
                  <c:v>59.882076259999998</c:v>
                </c:pt>
                <c:pt idx="6677">
                  <c:v>59.882080080000001</c:v>
                </c:pt>
                <c:pt idx="6678">
                  <c:v>59.882083889999997</c:v>
                </c:pt>
                <c:pt idx="6679">
                  <c:v>59.882091520000003</c:v>
                </c:pt>
                <c:pt idx="6680">
                  <c:v>59.882099150000002</c:v>
                </c:pt>
                <c:pt idx="6681">
                  <c:v>59.882102969999998</c:v>
                </c:pt>
                <c:pt idx="6682">
                  <c:v>59.882110599999997</c:v>
                </c:pt>
                <c:pt idx="6683">
                  <c:v>59.882118230000003</c:v>
                </c:pt>
                <c:pt idx="6684">
                  <c:v>59.882122039999999</c:v>
                </c:pt>
                <c:pt idx="6685">
                  <c:v>59.882129669999998</c:v>
                </c:pt>
                <c:pt idx="6686">
                  <c:v>59.882137299999997</c:v>
                </c:pt>
                <c:pt idx="6687">
                  <c:v>59.882144930000003</c:v>
                </c:pt>
                <c:pt idx="6688">
                  <c:v>59.882152560000002</c:v>
                </c:pt>
                <c:pt idx="6689">
                  <c:v>59.882156369999997</c:v>
                </c:pt>
                <c:pt idx="6690">
                  <c:v>59.882164000000003</c:v>
                </c:pt>
                <c:pt idx="6691">
                  <c:v>59.882171630000002</c:v>
                </c:pt>
                <c:pt idx="6692">
                  <c:v>59.882179260000001</c:v>
                </c:pt>
                <c:pt idx="6693">
                  <c:v>59.88218689</c:v>
                </c:pt>
                <c:pt idx="6694">
                  <c:v>59.882190700000002</c:v>
                </c:pt>
                <c:pt idx="6695">
                  <c:v>59.882198330000001</c:v>
                </c:pt>
                <c:pt idx="6696">
                  <c:v>59.88220596</c:v>
                </c:pt>
                <c:pt idx="6697">
                  <c:v>59.882213589999999</c:v>
                </c:pt>
                <c:pt idx="6698">
                  <c:v>59.882217410000003</c:v>
                </c:pt>
                <c:pt idx="6699">
                  <c:v>59.882225040000002</c:v>
                </c:pt>
                <c:pt idx="6700">
                  <c:v>59.88223267</c:v>
                </c:pt>
                <c:pt idx="6701">
                  <c:v>59.882240299999999</c:v>
                </c:pt>
                <c:pt idx="6702">
                  <c:v>59.882244110000002</c:v>
                </c:pt>
                <c:pt idx="6703">
                  <c:v>59.882251740000001</c:v>
                </c:pt>
                <c:pt idx="6704">
                  <c:v>59.88225937</c:v>
                </c:pt>
                <c:pt idx="6705">
                  <c:v>59.882263180000002</c:v>
                </c:pt>
                <c:pt idx="6706">
                  <c:v>59.882270810000001</c:v>
                </c:pt>
                <c:pt idx="6707">
                  <c:v>59.88227844</c:v>
                </c:pt>
                <c:pt idx="6708">
                  <c:v>59.882282259999997</c:v>
                </c:pt>
                <c:pt idx="6709">
                  <c:v>59.882289890000003</c:v>
                </c:pt>
                <c:pt idx="6710">
                  <c:v>59.882297520000002</c:v>
                </c:pt>
                <c:pt idx="6711">
                  <c:v>59.882301329999997</c:v>
                </c:pt>
                <c:pt idx="6712">
                  <c:v>59.882308960000003</c:v>
                </c:pt>
                <c:pt idx="6713">
                  <c:v>59.882316590000002</c:v>
                </c:pt>
                <c:pt idx="6714">
                  <c:v>59.882320399999998</c:v>
                </c:pt>
                <c:pt idx="6715">
                  <c:v>59.882328029999996</c:v>
                </c:pt>
                <c:pt idx="6716">
                  <c:v>59.882335660000003</c:v>
                </c:pt>
                <c:pt idx="6717">
                  <c:v>59.882339479999999</c:v>
                </c:pt>
                <c:pt idx="6718">
                  <c:v>59.882358549999999</c:v>
                </c:pt>
                <c:pt idx="6719">
                  <c:v>59.882366179999998</c:v>
                </c:pt>
                <c:pt idx="6720">
                  <c:v>59.882373809999997</c:v>
                </c:pt>
                <c:pt idx="6721">
                  <c:v>59.88237762</c:v>
                </c:pt>
                <c:pt idx="6722">
                  <c:v>59.882385249999999</c:v>
                </c:pt>
                <c:pt idx="6723">
                  <c:v>59.882392879999998</c:v>
                </c:pt>
                <c:pt idx="6724">
                  <c:v>59.882400509999997</c:v>
                </c:pt>
                <c:pt idx="6725">
                  <c:v>59.882408140000003</c:v>
                </c:pt>
                <c:pt idx="6726">
                  <c:v>59.882411959999999</c:v>
                </c:pt>
                <c:pt idx="6727">
                  <c:v>59.882419589999998</c:v>
                </c:pt>
                <c:pt idx="6728">
                  <c:v>59.8824234</c:v>
                </c:pt>
                <c:pt idx="6729">
                  <c:v>59.882431029999999</c:v>
                </c:pt>
                <c:pt idx="6730">
                  <c:v>59.882438659999998</c:v>
                </c:pt>
                <c:pt idx="6731">
                  <c:v>59.882442470000001</c:v>
                </c:pt>
                <c:pt idx="6732">
                  <c:v>59.8824501</c:v>
                </c:pt>
                <c:pt idx="6733">
                  <c:v>59.882453920000003</c:v>
                </c:pt>
                <c:pt idx="6734">
                  <c:v>59.882461550000002</c:v>
                </c:pt>
                <c:pt idx="6735">
                  <c:v>59.882465359999998</c:v>
                </c:pt>
                <c:pt idx="6736">
                  <c:v>59.882472989999997</c:v>
                </c:pt>
                <c:pt idx="6737">
                  <c:v>59.882480620000003</c:v>
                </c:pt>
                <c:pt idx="6738">
                  <c:v>59.882484439999999</c:v>
                </c:pt>
                <c:pt idx="6739">
                  <c:v>59.882484439999999</c:v>
                </c:pt>
                <c:pt idx="6740">
                  <c:v>59.882488250000002</c:v>
                </c:pt>
                <c:pt idx="6741">
                  <c:v>59.882492069999998</c:v>
                </c:pt>
                <c:pt idx="6742">
                  <c:v>59.88249588</c:v>
                </c:pt>
                <c:pt idx="6743">
                  <c:v>59.882503509999999</c:v>
                </c:pt>
                <c:pt idx="6744">
                  <c:v>59.882507320000002</c:v>
                </c:pt>
                <c:pt idx="6745">
                  <c:v>59.882514950000001</c:v>
                </c:pt>
                <c:pt idx="6746">
                  <c:v>59.88252258</c:v>
                </c:pt>
                <c:pt idx="6747">
                  <c:v>59.882526400000003</c:v>
                </c:pt>
                <c:pt idx="6748">
                  <c:v>59.882534030000002</c:v>
                </c:pt>
                <c:pt idx="6749">
                  <c:v>59.882537839999998</c:v>
                </c:pt>
                <c:pt idx="6750">
                  <c:v>59.882545469999997</c:v>
                </c:pt>
                <c:pt idx="6751">
                  <c:v>59.882553100000003</c:v>
                </c:pt>
                <c:pt idx="6752">
                  <c:v>59.882560730000002</c:v>
                </c:pt>
                <c:pt idx="6753">
                  <c:v>59.882564539999997</c:v>
                </c:pt>
                <c:pt idx="6754">
                  <c:v>59.882572170000003</c:v>
                </c:pt>
                <c:pt idx="6755">
                  <c:v>59.882579800000002</c:v>
                </c:pt>
                <c:pt idx="6756">
                  <c:v>59.882583619999998</c:v>
                </c:pt>
                <c:pt idx="6757">
                  <c:v>59.882591249999997</c:v>
                </c:pt>
                <c:pt idx="6758">
                  <c:v>59.882598880000003</c:v>
                </c:pt>
                <c:pt idx="6759">
                  <c:v>59.882602689999999</c:v>
                </c:pt>
                <c:pt idx="6760">
                  <c:v>59.882610319999998</c:v>
                </c:pt>
                <c:pt idx="6761">
                  <c:v>59.882617949999997</c:v>
                </c:pt>
                <c:pt idx="6762">
                  <c:v>59.88262177</c:v>
                </c:pt>
                <c:pt idx="6763">
                  <c:v>59.882629389999998</c:v>
                </c:pt>
                <c:pt idx="6764">
                  <c:v>59.882637019999997</c:v>
                </c:pt>
                <c:pt idx="6765">
                  <c:v>59.882640840000001</c:v>
                </c:pt>
                <c:pt idx="6766">
                  <c:v>59.882648469999999</c:v>
                </c:pt>
                <c:pt idx="6767">
                  <c:v>59.882656099999998</c:v>
                </c:pt>
                <c:pt idx="6768">
                  <c:v>59.882659910000001</c:v>
                </c:pt>
                <c:pt idx="6769">
                  <c:v>59.88266754</c:v>
                </c:pt>
                <c:pt idx="6770">
                  <c:v>59.882671360000003</c:v>
                </c:pt>
                <c:pt idx="6771">
                  <c:v>59.882678990000002</c:v>
                </c:pt>
                <c:pt idx="6772">
                  <c:v>59.88268661</c:v>
                </c:pt>
                <c:pt idx="6773">
                  <c:v>59.882690429999997</c:v>
                </c:pt>
                <c:pt idx="6774">
                  <c:v>59.882698060000003</c:v>
                </c:pt>
                <c:pt idx="6775">
                  <c:v>59.882705690000002</c:v>
                </c:pt>
                <c:pt idx="6776">
                  <c:v>59.882709499999997</c:v>
                </c:pt>
                <c:pt idx="6777">
                  <c:v>59.882717130000003</c:v>
                </c:pt>
                <c:pt idx="6778">
                  <c:v>59.88272095</c:v>
                </c:pt>
                <c:pt idx="6779">
                  <c:v>59.882736209999997</c:v>
                </c:pt>
                <c:pt idx="6780">
                  <c:v>59.882743840000003</c:v>
                </c:pt>
                <c:pt idx="6781">
                  <c:v>59.882751460000001</c:v>
                </c:pt>
                <c:pt idx="6782">
                  <c:v>59.88275909</c:v>
                </c:pt>
                <c:pt idx="6783">
                  <c:v>59.882766719999999</c:v>
                </c:pt>
                <c:pt idx="6784">
                  <c:v>59.882774349999998</c:v>
                </c:pt>
                <c:pt idx="6785">
                  <c:v>59.882778170000002</c:v>
                </c:pt>
                <c:pt idx="6786">
                  <c:v>59.882785800000001</c:v>
                </c:pt>
                <c:pt idx="6787">
                  <c:v>59.88279343</c:v>
                </c:pt>
                <c:pt idx="6788">
                  <c:v>59.882797240000002</c:v>
                </c:pt>
                <c:pt idx="6789">
                  <c:v>59.882804870000001</c:v>
                </c:pt>
                <c:pt idx="6790">
                  <c:v>59.882808689999997</c:v>
                </c:pt>
                <c:pt idx="6791">
                  <c:v>59.882816310000003</c:v>
                </c:pt>
                <c:pt idx="6792">
                  <c:v>59.882820129999999</c:v>
                </c:pt>
                <c:pt idx="6793">
                  <c:v>59.882827759999998</c:v>
                </c:pt>
                <c:pt idx="6794">
                  <c:v>59.88283157</c:v>
                </c:pt>
                <c:pt idx="6795">
                  <c:v>59.882839199999999</c:v>
                </c:pt>
                <c:pt idx="6796">
                  <c:v>59.882846829999998</c:v>
                </c:pt>
                <c:pt idx="6797">
                  <c:v>59.882850650000002</c:v>
                </c:pt>
                <c:pt idx="6798">
                  <c:v>59.882858280000001</c:v>
                </c:pt>
                <c:pt idx="6799">
                  <c:v>59.882862090000003</c:v>
                </c:pt>
                <c:pt idx="6800">
                  <c:v>59.882869720000002</c:v>
                </c:pt>
                <c:pt idx="6801">
                  <c:v>59.882877350000001</c:v>
                </c:pt>
                <c:pt idx="6802">
                  <c:v>59.882881159999997</c:v>
                </c:pt>
                <c:pt idx="6803">
                  <c:v>59.882877350000001</c:v>
                </c:pt>
                <c:pt idx="6804">
                  <c:v>59.88288498</c:v>
                </c:pt>
                <c:pt idx="6805">
                  <c:v>59.882888790000003</c:v>
                </c:pt>
                <c:pt idx="6806">
                  <c:v>59.882892609999999</c:v>
                </c:pt>
                <c:pt idx="6807">
                  <c:v>59.882900239999998</c:v>
                </c:pt>
                <c:pt idx="6808">
                  <c:v>59.88290405</c:v>
                </c:pt>
                <c:pt idx="6809">
                  <c:v>59.882911679999999</c:v>
                </c:pt>
                <c:pt idx="6810">
                  <c:v>59.882919309999998</c:v>
                </c:pt>
                <c:pt idx="6811">
                  <c:v>59.882923130000002</c:v>
                </c:pt>
                <c:pt idx="6812">
                  <c:v>59.882930760000001</c:v>
                </c:pt>
                <c:pt idx="6813">
                  <c:v>59.88293839</c:v>
                </c:pt>
                <c:pt idx="6814">
                  <c:v>59.882942200000002</c:v>
                </c:pt>
                <c:pt idx="6815">
                  <c:v>59.882949830000001</c:v>
                </c:pt>
                <c:pt idx="6816">
                  <c:v>59.88295746</c:v>
                </c:pt>
                <c:pt idx="6817">
                  <c:v>59.882965089999999</c:v>
                </c:pt>
                <c:pt idx="6818">
                  <c:v>59.882968900000002</c:v>
                </c:pt>
                <c:pt idx="6819">
                  <c:v>59.882976530000001</c:v>
                </c:pt>
                <c:pt idx="6820">
                  <c:v>59.882984159999999</c:v>
                </c:pt>
                <c:pt idx="6821">
                  <c:v>59.882991789999998</c:v>
                </c:pt>
                <c:pt idx="6822">
                  <c:v>59.882995610000002</c:v>
                </c:pt>
                <c:pt idx="6823">
                  <c:v>59.88300323</c:v>
                </c:pt>
                <c:pt idx="6824">
                  <c:v>59.883010859999999</c:v>
                </c:pt>
                <c:pt idx="6825">
                  <c:v>59.883018489999998</c:v>
                </c:pt>
                <c:pt idx="6826">
                  <c:v>59.883022310000001</c:v>
                </c:pt>
                <c:pt idx="6827">
                  <c:v>59.88302994</c:v>
                </c:pt>
                <c:pt idx="6828">
                  <c:v>59.883037569999999</c:v>
                </c:pt>
                <c:pt idx="6829">
                  <c:v>59.883041380000002</c:v>
                </c:pt>
                <c:pt idx="6830">
                  <c:v>59.883049010000001</c:v>
                </c:pt>
                <c:pt idx="6831">
                  <c:v>59.88305664</c:v>
                </c:pt>
                <c:pt idx="6832">
                  <c:v>59.883060460000003</c:v>
                </c:pt>
                <c:pt idx="6833">
                  <c:v>59.883068080000001</c:v>
                </c:pt>
                <c:pt idx="6834">
                  <c:v>59.88307571</c:v>
                </c:pt>
                <c:pt idx="6835">
                  <c:v>59.883079530000003</c:v>
                </c:pt>
                <c:pt idx="6836">
                  <c:v>59.883087160000002</c:v>
                </c:pt>
                <c:pt idx="6837">
                  <c:v>59.883094790000001</c:v>
                </c:pt>
                <c:pt idx="6838">
                  <c:v>59.883098599999997</c:v>
                </c:pt>
                <c:pt idx="6839">
                  <c:v>59.883106230000003</c:v>
                </c:pt>
                <c:pt idx="6840">
                  <c:v>59.883121490000001</c:v>
                </c:pt>
                <c:pt idx="6841">
                  <c:v>59.88312912</c:v>
                </c:pt>
                <c:pt idx="6842">
                  <c:v>59.883136749999998</c:v>
                </c:pt>
                <c:pt idx="6843">
                  <c:v>59.883144379999997</c:v>
                </c:pt>
                <c:pt idx="6844">
                  <c:v>59.883152010000003</c:v>
                </c:pt>
                <c:pt idx="6845">
                  <c:v>59.883159640000002</c:v>
                </c:pt>
                <c:pt idx="6846">
                  <c:v>59.883163449999998</c:v>
                </c:pt>
                <c:pt idx="6847">
                  <c:v>59.883171079999997</c:v>
                </c:pt>
                <c:pt idx="6848">
                  <c:v>59.883178710000003</c:v>
                </c:pt>
                <c:pt idx="6849">
                  <c:v>59.883186340000002</c:v>
                </c:pt>
                <c:pt idx="6850">
                  <c:v>59.883190159999998</c:v>
                </c:pt>
                <c:pt idx="6851">
                  <c:v>59.883197780000003</c:v>
                </c:pt>
                <c:pt idx="6852">
                  <c:v>59.8832016</c:v>
                </c:pt>
                <c:pt idx="6853">
                  <c:v>59.883209229999999</c:v>
                </c:pt>
                <c:pt idx="6854">
                  <c:v>59.883216859999997</c:v>
                </c:pt>
                <c:pt idx="6855">
                  <c:v>59.88322067</c:v>
                </c:pt>
                <c:pt idx="6856">
                  <c:v>59.883228299999999</c:v>
                </c:pt>
                <c:pt idx="6857">
                  <c:v>59.883235929999998</c:v>
                </c:pt>
                <c:pt idx="6858">
                  <c:v>59.883239750000001</c:v>
                </c:pt>
                <c:pt idx="6859">
                  <c:v>59.88324738</c:v>
                </c:pt>
                <c:pt idx="6860">
                  <c:v>59.883251190000003</c:v>
                </c:pt>
                <c:pt idx="6861">
                  <c:v>59.883251190000003</c:v>
                </c:pt>
                <c:pt idx="6862">
                  <c:v>59.883254999999998</c:v>
                </c:pt>
                <c:pt idx="6863">
                  <c:v>59.883262629999997</c:v>
                </c:pt>
                <c:pt idx="6864">
                  <c:v>59.883266450000001</c:v>
                </c:pt>
                <c:pt idx="6865">
                  <c:v>59.88327408</c:v>
                </c:pt>
                <c:pt idx="6866">
                  <c:v>59.883277890000002</c:v>
                </c:pt>
                <c:pt idx="6867">
                  <c:v>59.883285520000001</c:v>
                </c:pt>
                <c:pt idx="6868">
                  <c:v>59.88329315</c:v>
                </c:pt>
                <c:pt idx="6869">
                  <c:v>59.883296970000004</c:v>
                </c:pt>
                <c:pt idx="6870">
                  <c:v>59.883304600000002</c:v>
                </c:pt>
                <c:pt idx="6871">
                  <c:v>59.883312230000001</c:v>
                </c:pt>
                <c:pt idx="6872">
                  <c:v>59.883316039999997</c:v>
                </c:pt>
                <c:pt idx="6873">
                  <c:v>59.883323670000003</c:v>
                </c:pt>
                <c:pt idx="6874">
                  <c:v>59.883331300000002</c:v>
                </c:pt>
                <c:pt idx="6875">
                  <c:v>59.883338930000001</c:v>
                </c:pt>
                <c:pt idx="6876">
                  <c:v>59.88334656</c:v>
                </c:pt>
                <c:pt idx="6877">
                  <c:v>59.883350370000002</c:v>
                </c:pt>
                <c:pt idx="6878">
                  <c:v>59.883358000000001</c:v>
                </c:pt>
                <c:pt idx="6879">
                  <c:v>59.88336563</c:v>
                </c:pt>
                <c:pt idx="6880">
                  <c:v>59.883373259999999</c:v>
                </c:pt>
                <c:pt idx="6881">
                  <c:v>59.883380889999998</c:v>
                </c:pt>
                <c:pt idx="6882">
                  <c:v>59.883384700000001</c:v>
                </c:pt>
                <c:pt idx="6883">
                  <c:v>59.88339233</c:v>
                </c:pt>
                <c:pt idx="6884">
                  <c:v>59.883399959999998</c:v>
                </c:pt>
                <c:pt idx="6885">
                  <c:v>59.883407589999997</c:v>
                </c:pt>
                <c:pt idx="6886">
                  <c:v>59.883415220000003</c:v>
                </c:pt>
                <c:pt idx="6887">
                  <c:v>59.88341904</c:v>
                </c:pt>
                <c:pt idx="6888">
                  <c:v>59.883426669999999</c:v>
                </c:pt>
                <c:pt idx="6889">
                  <c:v>59.883434299999998</c:v>
                </c:pt>
                <c:pt idx="6890">
                  <c:v>59.88343811</c:v>
                </c:pt>
                <c:pt idx="6891">
                  <c:v>59.883445739999999</c:v>
                </c:pt>
                <c:pt idx="6892">
                  <c:v>59.883453369999998</c:v>
                </c:pt>
                <c:pt idx="6893">
                  <c:v>59.883460999999997</c:v>
                </c:pt>
                <c:pt idx="6894">
                  <c:v>59.88346481</c:v>
                </c:pt>
                <c:pt idx="6895">
                  <c:v>59.883472439999998</c:v>
                </c:pt>
                <c:pt idx="6896">
                  <c:v>59.883480069999997</c:v>
                </c:pt>
                <c:pt idx="6897">
                  <c:v>59.883483890000001</c:v>
                </c:pt>
                <c:pt idx="6898">
                  <c:v>59.88349152</c:v>
                </c:pt>
                <c:pt idx="6899">
                  <c:v>59.883499149999999</c:v>
                </c:pt>
                <c:pt idx="6900">
                  <c:v>59.883502960000001</c:v>
                </c:pt>
                <c:pt idx="6901">
                  <c:v>59.88351059</c:v>
                </c:pt>
                <c:pt idx="6902">
                  <c:v>59.883518219999999</c:v>
                </c:pt>
                <c:pt idx="6903">
                  <c:v>59.883525849999998</c:v>
                </c:pt>
                <c:pt idx="6904">
                  <c:v>59.883533479999997</c:v>
                </c:pt>
                <c:pt idx="6905">
                  <c:v>59.88353729</c:v>
                </c:pt>
                <c:pt idx="6906">
                  <c:v>59.883544919999999</c:v>
                </c:pt>
                <c:pt idx="6907">
                  <c:v>59.883548740000002</c:v>
                </c:pt>
                <c:pt idx="6908">
                  <c:v>59.883556370000001</c:v>
                </c:pt>
                <c:pt idx="6909">
                  <c:v>59.883564</c:v>
                </c:pt>
                <c:pt idx="6910">
                  <c:v>59.883571619999998</c:v>
                </c:pt>
                <c:pt idx="6911">
                  <c:v>59.883579249999997</c:v>
                </c:pt>
                <c:pt idx="6912">
                  <c:v>59.88358307</c:v>
                </c:pt>
                <c:pt idx="6913">
                  <c:v>59.883590699999999</c:v>
                </c:pt>
                <c:pt idx="6914">
                  <c:v>59.883594510000002</c:v>
                </c:pt>
                <c:pt idx="6915">
                  <c:v>59.883602140000001</c:v>
                </c:pt>
                <c:pt idx="6916">
                  <c:v>59.88360977</c:v>
                </c:pt>
                <c:pt idx="6917">
                  <c:v>59.883617399999999</c:v>
                </c:pt>
                <c:pt idx="6918">
                  <c:v>59.883625029999997</c:v>
                </c:pt>
                <c:pt idx="6919">
                  <c:v>59.883628850000001</c:v>
                </c:pt>
                <c:pt idx="6920">
                  <c:v>59.883636469999999</c:v>
                </c:pt>
                <c:pt idx="6921">
                  <c:v>59.883644099999998</c:v>
                </c:pt>
                <c:pt idx="6922">
                  <c:v>59.883647920000001</c:v>
                </c:pt>
                <c:pt idx="6923">
                  <c:v>59.88365555</c:v>
                </c:pt>
                <c:pt idx="6924">
                  <c:v>59.883663179999999</c:v>
                </c:pt>
                <c:pt idx="6925">
                  <c:v>59.883666990000002</c:v>
                </c:pt>
                <c:pt idx="6926">
                  <c:v>59.883674620000001</c:v>
                </c:pt>
                <c:pt idx="6927">
                  <c:v>59.88368225</c:v>
                </c:pt>
                <c:pt idx="6928">
                  <c:v>59.883689879999999</c:v>
                </c:pt>
                <c:pt idx="6929">
                  <c:v>59.883693700000002</c:v>
                </c:pt>
                <c:pt idx="6930">
                  <c:v>59.88370132</c:v>
                </c:pt>
                <c:pt idx="6931">
                  <c:v>59.883708949999999</c:v>
                </c:pt>
                <c:pt idx="6932">
                  <c:v>59.883716579999998</c:v>
                </c:pt>
                <c:pt idx="6933">
                  <c:v>59.883720400000001</c:v>
                </c:pt>
                <c:pt idx="6934">
                  <c:v>59.88372803</c:v>
                </c:pt>
                <c:pt idx="6935">
                  <c:v>59.883735659999999</c:v>
                </c:pt>
                <c:pt idx="6936">
                  <c:v>59.883739470000002</c:v>
                </c:pt>
                <c:pt idx="6937">
                  <c:v>59.883747100000001</c:v>
                </c:pt>
                <c:pt idx="6938">
                  <c:v>59.88375473</c:v>
                </c:pt>
                <c:pt idx="6939">
                  <c:v>59.883762359999999</c:v>
                </c:pt>
                <c:pt idx="6940">
                  <c:v>59.883766170000001</c:v>
                </c:pt>
                <c:pt idx="6941">
                  <c:v>59.8837738</c:v>
                </c:pt>
                <c:pt idx="6942">
                  <c:v>59.883781429999999</c:v>
                </c:pt>
                <c:pt idx="6943">
                  <c:v>59.883785250000003</c:v>
                </c:pt>
                <c:pt idx="6944">
                  <c:v>59.883792880000001</c:v>
                </c:pt>
                <c:pt idx="6945">
                  <c:v>59.88380051</c:v>
                </c:pt>
                <c:pt idx="6946">
                  <c:v>59.883808139999999</c:v>
                </c:pt>
                <c:pt idx="6947">
                  <c:v>59.883811950000002</c:v>
                </c:pt>
                <c:pt idx="6948">
                  <c:v>59.883819580000001</c:v>
                </c:pt>
                <c:pt idx="6949">
                  <c:v>59.88382721</c:v>
                </c:pt>
                <c:pt idx="6950">
                  <c:v>59.883831020000002</c:v>
                </c:pt>
                <c:pt idx="6951">
                  <c:v>59.883838650000001</c:v>
                </c:pt>
                <c:pt idx="6952">
                  <c:v>59.88384628</c:v>
                </c:pt>
                <c:pt idx="6953">
                  <c:v>59.883850099999997</c:v>
                </c:pt>
                <c:pt idx="6954">
                  <c:v>59.883857730000003</c:v>
                </c:pt>
                <c:pt idx="6955">
                  <c:v>59.883865360000001</c:v>
                </c:pt>
                <c:pt idx="6956">
                  <c:v>59.88387299</c:v>
                </c:pt>
                <c:pt idx="6957">
                  <c:v>59.883876800000003</c:v>
                </c:pt>
                <c:pt idx="6958">
                  <c:v>59.883884430000002</c:v>
                </c:pt>
                <c:pt idx="6959">
                  <c:v>59.883892060000001</c:v>
                </c:pt>
                <c:pt idx="6960">
                  <c:v>59.883895870000003</c:v>
                </c:pt>
                <c:pt idx="6961">
                  <c:v>59.883903500000002</c:v>
                </c:pt>
                <c:pt idx="6962">
                  <c:v>59.883911130000001</c:v>
                </c:pt>
                <c:pt idx="6963">
                  <c:v>59.883914949999998</c:v>
                </c:pt>
                <c:pt idx="6964">
                  <c:v>59.883922579999997</c:v>
                </c:pt>
                <c:pt idx="6965">
                  <c:v>59.883930210000003</c:v>
                </c:pt>
                <c:pt idx="6966">
                  <c:v>59.883934019999998</c:v>
                </c:pt>
                <c:pt idx="6967">
                  <c:v>59.883941649999997</c:v>
                </c:pt>
                <c:pt idx="6968">
                  <c:v>59.883949280000003</c:v>
                </c:pt>
                <c:pt idx="6969">
                  <c:v>59.883956910000002</c:v>
                </c:pt>
                <c:pt idx="6970">
                  <c:v>59.883960719999997</c:v>
                </c:pt>
                <c:pt idx="6971">
                  <c:v>59.883968350000004</c:v>
                </c:pt>
                <c:pt idx="6972">
                  <c:v>59.883975980000002</c:v>
                </c:pt>
                <c:pt idx="6973">
                  <c:v>59.883979799999999</c:v>
                </c:pt>
                <c:pt idx="6974">
                  <c:v>59.883987429999998</c:v>
                </c:pt>
                <c:pt idx="6975">
                  <c:v>59.883995059999997</c:v>
                </c:pt>
                <c:pt idx="6976">
                  <c:v>59.883998869999999</c:v>
                </c:pt>
                <c:pt idx="6977">
                  <c:v>59.884006499999998</c:v>
                </c:pt>
                <c:pt idx="6978">
                  <c:v>59.884014129999997</c:v>
                </c:pt>
                <c:pt idx="6979">
                  <c:v>59.88401794</c:v>
                </c:pt>
                <c:pt idx="6980">
                  <c:v>59.884025569999999</c:v>
                </c:pt>
                <c:pt idx="6981">
                  <c:v>59.884033199999998</c:v>
                </c:pt>
                <c:pt idx="6982">
                  <c:v>59.884037020000001</c:v>
                </c:pt>
                <c:pt idx="6983">
                  <c:v>59.88404465</c:v>
                </c:pt>
                <c:pt idx="6984">
                  <c:v>59.884052279999999</c:v>
                </c:pt>
                <c:pt idx="6985">
                  <c:v>59.884056090000001</c:v>
                </c:pt>
                <c:pt idx="6986">
                  <c:v>59.88406372</c:v>
                </c:pt>
                <c:pt idx="6987">
                  <c:v>59.884071349999999</c:v>
                </c:pt>
                <c:pt idx="6988">
                  <c:v>59.884075160000002</c:v>
                </c:pt>
                <c:pt idx="6989">
                  <c:v>59.884082790000001</c:v>
                </c:pt>
                <c:pt idx="6990">
                  <c:v>59.884086609999997</c:v>
                </c:pt>
                <c:pt idx="6991">
                  <c:v>59.884094240000003</c:v>
                </c:pt>
                <c:pt idx="6992">
                  <c:v>59.884101870000002</c:v>
                </c:pt>
                <c:pt idx="6993">
                  <c:v>59.884105679999998</c:v>
                </c:pt>
                <c:pt idx="6994">
                  <c:v>59.884113309999996</c:v>
                </c:pt>
                <c:pt idx="6995">
                  <c:v>59.884120940000003</c:v>
                </c:pt>
                <c:pt idx="6996">
                  <c:v>59.884124759999999</c:v>
                </c:pt>
                <c:pt idx="6997">
                  <c:v>59.884132389999998</c:v>
                </c:pt>
                <c:pt idx="6998">
                  <c:v>59.884140010000003</c:v>
                </c:pt>
                <c:pt idx="6999">
                  <c:v>59.884143829999999</c:v>
                </c:pt>
                <c:pt idx="7000">
                  <c:v>59.884151459999998</c:v>
                </c:pt>
                <c:pt idx="7001">
                  <c:v>59.884159089999997</c:v>
                </c:pt>
                <c:pt idx="7002">
                  <c:v>59.8841629</c:v>
                </c:pt>
                <c:pt idx="7003">
                  <c:v>59.884170529999999</c:v>
                </c:pt>
                <c:pt idx="7004">
                  <c:v>59.884178159999998</c:v>
                </c:pt>
                <c:pt idx="7005">
                  <c:v>59.884181980000001</c:v>
                </c:pt>
                <c:pt idx="7006">
                  <c:v>59.88418961</c:v>
                </c:pt>
                <c:pt idx="7007">
                  <c:v>59.884193420000003</c:v>
                </c:pt>
                <c:pt idx="7008">
                  <c:v>59.884201050000001</c:v>
                </c:pt>
                <c:pt idx="7009">
                  <c:v>59.88420868</c:v>
                </c:pt>
                <c:pt idx="7010">
                  <c:v>59.884212490000003</c:v>
                </c:pt>
                <c:pt idx="7011">
                  <c:v>59.884220120000002</c:v>
                </c:pt>
                <c:pt idx="7012">
                  <c:v>59.884227750000001</c:v>
                </c:pt>
                <c:pt idx="7013">
                  <c:v>59.884231569999997</c:v>
                </c:pt>
                <c:pt idx="7014">
                  <c:v>59.884239200000003</c:v>
                </c:pt>
                <c:pt idx="7015">
                  <c:v>59.884246830000002</c:v>
                </c:pt>
                <c:pt idx="7016">
                  <c:v>59.884250639999998</c:v>
                </c:pt>
                <c:pt idx="7017">
                  <c:v>59.884258269999997</c:v>
                </c:pt>
                <c:pt idx="7018">
                  <c:v>59.884262079999999</c:v>
                </c:pt>
                <c:pt idx="7019">
                  <c:v>59.884269709999998</c:v>
                </c:pt>
                <c:pt idx="7020">
                  <c:v>59.884277339999997</c:v>
                </c:pt>
                <c:pt idx="7021">
                  <c:v>59.88428116</c:v>
                </c:pt>
                <c:pt idx="7022">
                  <c:v>59.884288789999999</c:v>
                </c:pt>
                <c:pt idx="7023">
                  <c:v>59.884296419999998</c:v>
                </c:pt>
                <c:pt idx="7024">
                  <c:v>59.884300230000001</c:v>
                </c:pt>
                <c:pt idx="7025">
                  <c:v>59.88430786</c:v>
                </c:pt>
                <c:pt idx="7026">
                  <c:v>59.884315489999999</c:v>
                </c:pt>
                <c:pt idx="7027">
                  <c:v>59.884319310000002</c:v>
                </c:pt>
                <c:pt idx="7028">
                  <c:v>59.88432693</c:v>
                </c:pt>
                <c:pt idx="7029">
                  <c:v>59.884330749999997</c:v>
                </c:pt>
                <c:pt idx="7030">
                  <c:v>59.884338380000003</c:v>
                </c:pt>
                <c:pt idx="7031">
                  <c:v>59.884346010000002</c:v>
                </c:pt>
                <c:pt idx="7032">
                  <c:v>59.884349819999997</c:v>
                </c:pt>
                <c:pt idx="7033">
                  <c:v>59.884357450000003</c:v>
                </c:pt>
                <c:pt idx="7034">
                  <c:v>59.884365080000002</c:v>
                </c:pt>
                <c:pt idx="7035">
                  <c:v>59.884368899999998</c:v>
                </c:pt>
                <c:pt idx="7036">
                  <c:v>59.884376529999997</c:v>
                </c:pt>
                <c:pt idx="7037">
                  <c:v>59.88438034</c:v>
                </c:pt>
                <c:pt idx="7038">
                  <c:v>59.884387969999999</c:v>
                </c:pt>
                <c:pt idx="7039">
                  <c:v>59.884395599999998</c:v>
                </c:pt>
                <c:pt idx="7040">
                  <c:v>59.88439941</c:v>
                </c:pt>
                <c:pt idx="7041">
                  <c:v>59.884407039999999</c:v>
                </c:pt>
                <c:pt idx="7042">
                  <c:v>59.884414669999998</c:v>
                </c:pt>
                <c:pt idx="7043">
                  <c:v>59.884418490000002</c:v>
                </c:pt>
                <c:pt idx="7044">
                  <c:v>59.884426120000001</c:v>
                </c:pt>
                <c:pt idx="7045">
                  <c:v>59.884429930000003</c:v>
                </c:pt>
                <c:pt idx="7046">
                  <c:v>59.884437560000002</c:v>
                </c:pt>
                <c:pt idx="7047">
                  <c:v>59.884445190000001</c:v>
                </c:pt>
                <c:pt idx="7048">
                  <c:v>59.884449009999997</c:v>
                </c:pt>
                <c:pt idx="7049">
                  <c:v>59.884456630000003</c:v>
                </c:pt>
                <c:pt idx="7050">
                  <c:v>59.884464260000001</c:v>
                </c:pt>
                <c:pt idx="7051">
                  <c:v>59.884468079999998</c:v>
                </c:pt>
                <c:pt idx="7052">
                  <c:v>59.884475709999997</c:v>
                </c:pt>
                <c:pt idx="7053">
                  <c:v>59.884479519999999</c:v>
                </c:pt>
                <c:pt idx="7054">
                  <c:v>59.884487149999998</c:v>
                </c:pt>
                <c:pt idx="7055">
                  <c:v>59.884494779999997</c:v>
                </c:pt>
                <c:pt idx="7056">
                  <c:v>59.884498600000001</c:v>
                </c:pt>
                <c:pt idx="7057">
                  <c:v>59.88450623</c:v>
                </c:pt>
                <c:pt idx="7058">
                  <c:v>59.884510040000002</c:v>
                </c:pt>
                <c:pt idx="7059">
                  <c:v>59.884517670000001</c:v>
                </c:pt>
                <c:pt idx="7060">
                  <c:v>59.8845253</c:v>
                </c:pt>
                <c:pt idx="7061">
                  <c:v>59.884529110000003</c:v>
                </c:pt>
                <c:pt idx="7062">
                  <c:v>59.884536740000001</c:v>
                </c:pt>
                <c:pt idx="7063">
                  <c:v>59.88454437</c:v>
                </c:pt>
                <c:pt idx="7064">
                  <c:v>59.884548189999997</c:v>
                </c:pt>
                <c:pt idx="7065">
                  <c:v>59.884555820000003</c:v>
                </c:pt>
                <c:pt idx="7066">
                  <c:v>59.884559629999998</c:v>
                </c:pt>
                <c:pt idx="7067">
                  <c:v>59.884567259999997</c:v>
                </c:pt>
                <c:pt idx="7068">
                  <c:v>59.884574890000003</c:v>
                </c:pt>
                <c:pt idx="7069">
                  <c:v>59.884578699999999</c:v>
                </c:pt>
                <c:pt idx="7070">
                  <c:v>59.884586329999998</c:v>
                </c:pt>
                <c:pt idx="7071">
                  <c:v>59.884590150000001</c:v>
                </c:pt>
                <c:pt idx="7072">
                  <c:v>59.88459778</c:v>
                </c:pt>
                <c:pt idx="7073">
                  <c:v>59.884605409999999</c:v>
                </c:pt>
                <c:pt idx="7074">
                  <c:v>59.884609220000002</c:v>
                </c:pt>
                <c:pt idx="7075">
                  <c:v>59.88461685</c:v>
                </c:pt>
                <c:pt idx="7076">
                  <c:v>59.884620669999997</c:v>
                </c:pt>
                <c:pt idx="7077">
                  <c:v>59.884628300000003</c:v>
                </c:pt>
                <c:pt idx="7078">
                  <c:v>59.884635930000002</c:v>
                </c:pt>
                <c:pt idx="7079">
                  <c:v>59.884639739999997</c:v>
                </c:pt>
                <c:pt idx="7080">
                  <c:v>59.884647370000003</c:v>
                </c:pt>
                <c:pt idx="7081">
                  <c:v>59.884655000000002</c:v>
                </c:pt>
                <c:pt idx="7082">
                  <c:v>59.884658809999998</c:v>
                </c:pt>
                <c:pt idx="7083">
                  <c:v>59.884666439999997</c:v>
                </c:pt>
                <c:pt idx="7084">
                  <c:v>59.88467026</c:v>
                </c:pt>
                <c:pt idx="7085">
                  <c:v>59.884677889999999</c:v>
                </c:pt>
                <c:pt idx="7086">
                  <c:v>59.884685519999998</c:v>
                </c:pt>
                <c:pt idx="7087">
                  <c:v>59.88468933</c:v>
                </c:pt>
                <c:pt idx="7088">
                  <c:v>59.884696959999999</c:v>
                </c:pt>
                <c:pt idx="7089">
                  <c:v>59.884700780000003</c:v>
                </c:pt>
                <c:pt idx="7090">
                  <c:v>59.884708400000001</c:v>
                </c:pt>
                <c:pt idx="7091">
                  <c:v>59.88471603</c:v>
                </c:pt>
                <c:pt idx="7092">
                  <c:v>59.884719850000003</c:v>
                </c:pt>
                <c:pt idx="7093">
                  <c:v>59.884727480000002</c:v>
                </c:pt>
                <c:pt idx="7094">
                  <c:v>59.884731289999998</c:v>
                </c:pt>
                <c:pt idx="7095">
                  <c:v>59.884738919999997</c:v>
                </c:pt>
                <c:pt idx="7096">
                  <c:v>59.884746550000003</c:v>
                </c:pt>
                <c:pt idx="7097">
                  <c:v>59.884750369999999</c:v>
                </c:pt>
                <c:pt idx="7098">
                  <c:v>59.884757999999998</c:v>
                </c:pt>
                <c:pt idx="7099">
                  <c:v>59.884765629999997</c:v>
                </c:pt>
                <c:pt idx="7100">
                  <c:v>59.884769439999999</c:v>
                </c:pt>
                <c:pt idx="7101">
                  <c:v>59.884777069999998</c:v>
                </c:pt>
                <c:pt idx="7102">
                  <c:v>59.884780880000001</c:v>
                </c:pt>
                <c:pt idx="7103">
                  <c:v>59.88478851</c:v>
                </c:pt>
                <c:pt idx="7104">
                  <c:v>59.884796139999999</c:v>
                </c:pt>
                <c:pt idx="7105">
                  <c:v>59.884799960000002</c:v>
                </c:pt>
                <c:pt idx="7106">
                  <c:v>59.884807590000001</c:v>
                </c:pt>
                <c:pt idx="7107">
                  <c:v>59.884811399999997</c:v>
                </c:pt>
                <c:pt idx="7108">
                  <c:v>59.884819030000003</c:v>
                </c:pt>
                <c:pt idx="7109">
                  <c:v>59.884822849999999</c:v>
                </c:pt>
                <c:pt idx="7110">
                  <c:v>59.884830469999997</c:v>
                </c:pt>
                <c:pt idx="7111">
                  <c:v>59.884838100000003</c:v>
                </c:pt>
                <c:pt idx="7112">
                  <c:v>59.88484192</c:v>
                </c:pt>
                <c:pt idx="7113">
                  <c:v>59.884849549999998</c:v>
                </c:pt>
                <c:pt idx="7114">
                  <c:v>59.884853360000001</c:v>
                </c:pt>
                <c:pt idx="7115">
                  <c:v>59.88486099</c:v>
                </c:pt>
                <c:pt idx="7116">
                  <c:v>59.884868619999999</c:v>
                </c:pt>
                <c:pt idx="7117">
                  <c:v>59.884872440000002</c:v>
                </c:pt>
                <c:pt idx="7118">
                  <c:v>59.884880070000001</c:v>
                </c:pt>
                <c:pt idx="7119">
                  <c:v>59.884883879999997</c:v>
                </c:pt>
                <c:pt idx="7120">
                  <c:v>59.884891510000003</c:v>
                </c:pt>
                <c:pt idx="7121">
                  <c:v>59.884895319999998</c:v>
                </c:pt>
                <c:pt idx="7122">
                  <c:v>59.884902949999997</c:v>
                </c:pt>
                <c:pt idx="7123">
                  <c:v>59.884910580000003</c:v>
                </c:pt>
                <c:pt idx="7124">
                  <c:v>59.8849144</c:v>
                </c:pt>
                <c:pt idx="7125">
                  <c:v>59.884922029999998</c:v>
                </c:pt>
                <c:pt idx="7126">
                  <c:v>59.884925840000001</c:v>
                </c:pt>
                <c:pt idx="7127">
                  <c:v>59.88493347</c:v>
                </c:pt>
                <c:pt idx="7128">
                  <c:v>59.884941099999999</c:v>
                </c:pt>
                <c:pt idx="7129">
                  <c:v>59.884944920000002</c:v>
                </c:pt>
                <c:pt idx="7130">
                  <c:v>59.884952550000001</c:v>
                </c:pt>
                <c:pt idx="7131">
                  <c:v>59.884956359999997</c:v>
                </c:pt>
                <c:pt idx="7132">
                  <c:v>59.884963990000003</c:v>
                </c:pt>
                <c:pt idx="7133">
                  <c:v>59.884967799999998</c:v>
                </c:pt>
                <c:pt idx="7134">
                  <c:v>59.884975429999997</c:v>
                </c:pt>
                <c:pt idx="7135">
                  <c:v>59.884983060000003</c:v>
                </c:pt>
                <c:pt idx="7136">
                  <c:v>59.88498688</c:v>
                </c:pt>
                <c:pt idx="7137">
                  <c:v>59.884994509999999</c:v>
                </c:pt>
                <c:pt idx="7138">
                  <c:v>59.884998320000001</c:v>
                </c:pt>
                <c:pt idx="7139">
                  <c:v>59.88500595</c:v>
                </c:pt>
                <c:pt idx="7140">
                  <c:v>59.885009770000003</c:v>
                </c:pt>
                <c:pt idx="7141">
                  <c:v>59.885017400000002</c:v>
                </c:pt>
                <c:pt idx="7142">
                  <c:v>59.885021209999998</c:v>
                </c:pt>
                <c:pt idx="7143">
                  <c:v>59.885028839999997</c:v>
                </c:pt>
                <c:pt idx="7144">
                  <c:v>59.885036470000003</c:v>
                </c:pt>
                <c:pt idx="7145">
                  <c:v>59.885047909999997</c:v>
                </c:pt>
                <c:pt idx="7146">
                  <c:v>59.885055540000003</c:v>
                </c:pt>
                <c:pt idx="7147">
                  <c:v>59.885063170000002</c:v>
                </c:pt>
                <c:pt idx="7148">
                  <c:v>59.885070800000001</c:v>
                </c:pt>
                <c:pt idx="7149">
                  <c:v>59.88507843</c:v>
                </c:pt>
                <c:pt idx="7150">
                  <c:v>59.885082240000003</c:v>
                </c:pt>
                <c:pt idx="7151">
                  <c:v>59.885089870000002</c:v>
                </c:pt>
                <c:pt idx="7152">
                  <c:v>59.885097500000001</c:v>
                </c:pt>
                <c:pt idx="7153">
                  <c:v>59.885101319999997</c:v>
                </c:pt>
                <c:pt idx="7154">
                  <c:v>59.885108950000003</c:v>
                </c:pt>
                <c:pt idx="7155">
                  <c:v>59.885112759999998</c:v>
                </c:pt>
                <c:pt idx="7156">
                  <c:v>59.885116580000002</c:v>
                </c:pt>
                <c:pt idx="7157">
                  <c:v>59.885124210000001</c:v>
                </c:pt>
                <c:pt idx="7158">
                  <c:v>59.88513184</c:v>
                </c:pt>
                <c:pt idx="7159">
                  <c:v>59.885135650000002</c:v>
                </c:pt>
                <c:pt idx="7160">
                  <c:v>59.885139469999999</c:v>
                </c:pt>
                <c:pt idx="7161">
                  <c:v>59.885147089999997</c:v>
                </c:pt>
                <c:pt idx="7162">
                  <c:v>59.88515091</c:v>
                </c:pt>
                <c:pt idx="7163">
                  <c:v>59.885158539999999</c:v>
                </c:pt>
                <c:pt idx="7164">
                  <c:v>59.885154720000003</c:v>
                </c:pt>
                <c:pt idx="7165">
                  <c:v>59.885158539999999</c:v>
                </c:pt>
                <c:pt idx="7166">
                  <c:v>59.885162350000002</c:v>
                </c:pt>
                <c:pt idx="7167">
                  <c:v>59.885169980000001</c:v>
                </c:pt>
                <c:pt idx="7168">
                  <c:v>59.885173799999997</c:v>
                </c:pt>
                <c:pt idx="7169">
                  <c:v>59.88517761</c:v>
                </c:pt>
                <c:pt idx="7170">
                  <c:v>59.885185239999998</c:v>
                </c:pt>
                <c:pt idx="7171">
                  <c:v>59.885189060000002</c:v>
                </c:pt>
                <c:pt idx="7172">
                  <c:v>59.885196690000001</c:v>
                </c:pt>
                <c:pt idx="7173">
                  <c:v>59.885200500000003</c:v>
                </c:pt>
                <c:pt idx="7174">
                  <c:v>59.885208130000002</c:v>
                </c:pt>
                <c:pt idx="7175">
                  <c:v>59.885211939999998</c:v>
                </c:pt>
                <c:pt idx="7176">
                  <c:v>59.885219569999997</c:v>
                </c:pt>
                <c:pt idx="7177">
                  <c:v>59.885227200000003</c:v>
                </c:pt>
                <c:pt idx="7178">
                  <c:v>59.885231019999999</c:v>
                </c:pt>
                <c:pt idx="7179">
                  <c:v>59.885238649999998</c:v>
                </c:pt>
                <c:pt idx="7180">
                  <c:v>59.885242460000001</c:v>
                </c:pt>
                <c:pt idx="7181">
                  <c:v>59.88525009</c:v>
                </c:pt>
                <c:pt idx="7182">
                  <c:v>59.885253910000003</c:v>
                </c:pt>
                <c:pt idx="7183">
                  <c:v>59.885261540000002</c:v>
                </c:pt>
                <c:pt idx="7184">
                  <c:v>59.885269170000001</c:v>
                </c:pt>
                <c:pt idx="7185">
                  <c:v>59.885272980000003</c:v>
                </c:pt>
                <c:pt idx="7186">
                  <c:v>59.885280610000002</c:v>
                </c:pt>
                <c:pt idx="7187">
                  <c:v>59.885284419999998</c:v>
                </c:pt>
                <c:pt idx="7188">
                  <c:v>59.885292049999997</c:v>
                </c:pt>
                <c:pt idx="7189">
                  <c:v>59.88529587</c:v>
                </c:pt>
                <c:pt idx="7190">
                  <c:v>59.885303499999999</c:v>
                </c:pt>
                <c:pt idx="7191">
                  <c:v>59.885307310000002</c:v>
                </c:pt>
                <c:pt idx="7192">
                  <c:v>59.885314940000001</c:v>
                </c:pt>
                <c:pt idx="7193">
                  <c:v>59.885318759999997</c:v>
                </c:pt>
                <c:pt idx="7194">
                  <c:v>59.885326390000003</c:v>
                </c:pt>
                <c:pt idx="7195">
                  <c:v>59.885330199999999</c:v>
                </c:pt>
                <c:pt idx="7196">
                  <c:v>59.885337829999997</c:v>
                </c:pt>
                <c:pt idx="7197">
                  <c:v>59.88534164</c:v>
                </c:pt>
                <c:pt idx="7198">
                  <c:v>59.885345460000003</c:v>
                </c:pt>
                <c:pt idx="7199">
                  <c:v>59.885353090000002</c:v>
                </c:pt>
                <c:pt idx="7200">
                  <c:v>59.885356899999998</c:v>
                </c:pt>
                <c:pt idx="7201">
                  <c:v>59.885364529999997</c:v>
                </c:pt>
                <c:pt idx="7202">
                  <c:v>59.88536835</c:v>
                </c:pt>
                <c:pt idx="7203">
                  <c:v>59.885375979999999</c:v>
                </c:pt>
                <c:pt idx="7204">
                  <c:v>59.885379790000002</c:v>
                </c:pt>
                <c:pt idx="7205">
                  <c:v>59.885387420000001</c:v>
                </c:pt>
                <c:pt idx="7206">
                  <c:v>59.885398860000002</c:v>
                </c:pt>
                <c:pt idx="7207">
                  <c:v>59.885406490000001</c:v>
                </c:pt>
                <c:pt idx="7208">
                  <c:v>59.88541412</c:v>
                </c:pt>
                <c:pt idx="7209">
                  <c:v>59.885421749999999</c:v>
                </c:pt>
              </c:numCache>
            </c:numRef>
          </c:yVal>
          <c:smooth val="0"/>
          <c:extLst>
            <c:ext xmlns:c16="http://schemas.microsoft.com/office/drawing/2014/chart" uri="{C3380CC4-5D6E-409C-BE32-E72D297353CC}">
              <c16:uniqueId val="{00000000-A55F-4951-BDAE-93CFD69AC650}"/>
            </c:ext>
          </c:extLst>
        </c:ser>
        <c:ser>
          <c:idx val="3"/>
          <c:order val="3"/>
          <c:tx>
            <c:v>'21</c:v>
          </c:tx>
          <c:spPr>
            <a:ln w="25400" cap="rnd">
              <a:noFill/>
              <a:round/>
            </a:ln>
            <a:effectLst/>
          </c:spPr>
          <c:marker>
            <c:symbol val="circle"/>
            <c:size val="3"/>
            <c:spPr>
              <a:solidFill>
                <a:srgbClr val="005238"/>
              </a:solidFill>
              <a:ln w="9525">
                <a:solidFill>
                  <a:schemeClr val="accent4"/>
                </a:solidFill>
              </a:ln>
              <a:effectLst/>
            </c:spPr>
          </c:marker>
          <c:xVal>
            <c:numRef>
              <c:f>'Double PV'!$M$1:$M$1200</c:f>
              <c:numCache>
                <c:formatCode>General</c:formatCode>
                <c:ptCount val="1200"/>
                <c:pt idx="0">
                  <c:v>-8.3299996331334097E-3</c:v>
                </c:pt>
                <c:pt idx="1">
                  <c:v>-4.1700000874698101E-3</c:v>
                </c:pt>
                <c:pt idx="2">
                  <c:v>3.3330000936985002E-2</c:v>
                </c:pt>
                <c:pt idx="3">
                  <c:v>7.0830002427101094E-2</c:v>
                </c:pt>
                <c:pt idx="4">
                  <c:v>0.10832999646663601</c:v>
                </c:pt>
                <c:pt idx="5">
                  <c:v>0.14583000540733301</c:v>
                </c:pt>
                <c:pt idx="6">
                  <c:v>0.18332999944686801</c:v>
                </c:pt>
                <c:pt idx="7">
                  <c:v>0.220829993486404</c:v>
                </c:pt>
                <c:pt idx="8">
                  <c:v>0.25834000110626198</c:v>
                </c:pt>
                <c:pt idx="9">
                  <c:v>0.29583999514579701</c:v>
                </c:pt>
                <c:pt idx="10">
                  <c:v>0.33333998918533297</c:v>
                </c:pt>
                <c:pt idx="11">
                  <c:v>0.370840013027191</c:v>
                </c:pt>
                <c:pt idx="12">
                  <c:v>0.40834000706672602</c:v>
                </c:pt>
                <c:pt idx="13">
                  <c:v>0.44584000110626198</c:v>
                </c:pt>
                <c:pt idx="14">
                  <c:v>0.48333999514579701</c:v>
                </c:pt>
                <c:pt idx="15">
                  <c:v>0.52083998918533303</c:v>
                </c:pt>
                <c:pt idx="16">
                  <c:v>0.55834001302719105</c:v>
                </c:pt>
                <c:pt idx="17">
                  <c:v>0.59583997726440396</c:v>
                </c:pt>
                <c:pt idx="18">
                  <c:v>0.63334000110626198</c:v>
                </c:pt>
                <c:pt idx="19">
                  <c:v>0.67084002494812001</c:v>
                </c:pt>
                <c:pt idx="20">
                  <c:v>0.70833998918533303</c:v>
                </c:pt>
                <c:pt idx="21">
                  <c:v>0.74584001302719105</c:v>
                </c:pt>
                <c:pt idx="22">
                  <c:v>0.78333997726440396</c:v>
                </c:pt>
                <c:pt idx="23">
                  <c:v>0.82084000110626198</c:v>
                </c:pt>
                <c:pt idx="24">
                  <c:v>0.85834002494812001</c:v>
                </c:pt>
                <c:pt idx="25">
                  <c:v>0.89583998918533303</c:v>
                </c:pt>
                <c:pt idx="26">
                  <c:v>0.93334001302719105</c:v>
                </c:pt>
                <c:pt idx="27">
                  <c:v>0.97083997726440396</c:v>
                </c:pt>
                <c:pt idx="28">
                  <c:v>1.00001001358032</c:v>
                </c:pt>
                <c:pt idx="29">
                  <c:v>1.00001001358032</c:v>
                </c:pt>
                <c:pt idx="30">
                  <c:v>1.0041799545287999</c:v>
                </c:pt>
                <c:pt idx="31">
                  <c:v>1.0333399772644001</c:v>
                </c:pt>
                <c:pt idx="32">
                  <c:v>1.06251001358032</c:v>
                </c:pt>
                <c:pt idx="33">
                  <c:v>1.09168004989624</c:v>
                </c:pt>
                <c:pt idx="34">
                  <c:v>1.1208399534225399</c:v>
                </c:pt>
                <c:pt idx="35">
                  <c:v>1.1500099897384599</c:v>
                </c:pt>
                <c:pt idx="36">
                  <c:v>1.1791800260543801</c:v>
                </c:pt>
                <c:pt idx="37">
                  <c:v>1.2083499431610101</c:v>
                </c:pt>
                <c:pt idx="38">
                  <c:v>1.2375099658966</c:v>
                </c:pt>
                <c:pt idx="39">
                  <c:v>1.26668000221252</c:v>
                </c:pt>
                <c:pt idx="40">
                  <c:v>1.2958500385284399</c:v>
                </c:pt>
                <c:pt idx="41">
                  <c:v>1.3250099420547401</c:v>
                </c:pt>
                <c:pt idx="42">
                  <c:v>1.3541799783706601</c:v>
                </c:pt>
                <c:pt idx="43">
                  <c:v>1.38335001468658</c:v>
                </c:pt>
                <c:pt idx="44">
                  <c:v>1.4125200510025</c:v>
                </c:pt>
                <c:pt idx="45">
                  <c:v>1.4416799545287999</c:v>
                </c:pt>
                <c:pt idx="46">
                  <c:v>1.4708499908447199</c:v>
                </c:pt>
                <c:pt idx="47">
                  <c:v>1.5000200271606401</c:v>
                </c:pt>
                <c:pt idx="48">
                  <c:v>1.52918004989624</c:v>
                </c:pt>
                <c:pt idx="49">
                  <c:v>1.55834996700286</c:v>
                </c:pt>
                <c:pt idx="50">
                  <c:v>1.58752000331878</c:v>
                </c:pt>
                <c:pt idx="51">
                  <c:v>1.6166800260543801</c:v>
                </c:pt>
                <c:pt idx="52">
                  <c:v>1.6458499431610101</c:v>
                </c:pt>
                <c:pt idx="53">
                  <c:v>1.6750199794769201</c:v>
                </c:pt>
                <c:pt idx="54">
                  <c:v>1.70419001579284</c:v>
                </c:pt>
                <c:pt idx="55">
                  <c:v>1.7333500385284399</c:v>
                </c:pt>
                <c:pt idx="56">
                  <c:v>1.7625199556350699</c:v>
                </c:pt>
                <c:pt idx="57">
                  <c:v>1.7916899919509801</c:v>
                </c:pt>
                <c:pt idx="58">
                  <c:v>1.82085001468658</c:v>
                </c:pt>
                <c:pt idx="59">
                  <c:v>1.8500200510025</c:v>
                </c:pt>
                <c:pt idx="60">
                  <c:v>1.87918996810913</c:v>
                </c:pt>
                <c:pt idx="61">
                  <c:v>1.9083600044250399</c:v>
                </c:pt>
                <c:pt idx="62">
                  <c:v>1.9375200271606401</c:v>
                </c:pt>
                <c:pt idx="63">
                  <c:v>1.9666899442672701</c:v>
                </c:pt>
                <c:pt idx="64">
                  <c:v>1.99585998058319</c:v>
                </c:pt>
                <c:pt idx="65">
                  <c:v>2.02501988410949</c:v>
                </c:pt>
                <c:pt idx="66">
                  <c:v>2.0541899204254102</c:v>
                </c:pt>
                <c:pt idx="67">
                  <c:v>2.0833599567413299</c:v>
                </c:pt>
                <c:pt idx="68">
                  <c:v>2.1125199794769198</c:v>
                </c:pt>
                <c:pt idx="69">
                  <c:v>2.14169001579284</c:v>
                </c:pt>
                <c:pt idx="70">
                  <c:v>2.1708500385284402</c:v>
                </c:pt>
                <c:pt idx="71">
                  <c:v>2.2000200748443599</c:v>
                </c:pt>
                <c:pt idx="72">
                  <c:v>2.2291901111602699</c:v>
                </c:pt>
                <c:pt idx="73">
                  <c:v>2.25834989547729</c:v>
                </c:pt>
                <c:pt idx="74">
                  <c:v>2.25834989547729</c:v>
                </c:pt>
                <c:pt idx="75">
                  <c:v>2.2875199317932098</c:v>
                </c:pt>
                <c:pt idx="76">
                  <c:v>2.31668996810913</c:v>
                </c:pt>
                <c:pt idx="77">
                  <c:v>2.3458499908447199</c:v>
                </c:pt>
                <c:pt idx="78">
                  <c:v>2.3750200271606401</c:v>
                </c:pt>
                <c:pt idx="79">
                  <c:v>2.4041800498962398</c:v>
                </c:pt>
                <c:pt idx="80">
                  <c:v>2.4333500862121502</c:v>
                </c:pt>
                <c:pt idx="81">
                  <c:v>2.46251988410949</c:v>
                </c:pt>
                <c:pt idx="82">
                  <c:v>2.4916799068450901</c:v>
                </c:pt>
                <c:pt idx="83">
                  <c:v>2.5208499431610099</c:v>
                </c:pt>
                <c:pt idx="84">
                  <c:v>2.5500099658965998</c:v>
                </c:pt>
                <c:pt idx="85">
                  <c:v>2.57918000221252</c:v>
                </c:pt>
                <c:pt idx="86">
                  <c:v>2.6083500385284402</c:v>
                </c:pt>
                <c:pt idx="87">
                  <c:v>2.6375100612640301</c:v>
                </c:pt>
                <c:pt idx="88">
                  <c:v>2.6666800975799498</c:v>
                </c:pt>
                <c:pt idx="89">
                  <c:v>2.69584989547729</c:v>
                </c:pt>
                <c:pt idx="90">
                  <c:v>2.7250099182128902</c:v>
                </c:pt>
                <c:pt idx="91">
                  <c:v>2.7541799545288002</c:v>
                </c:pt>
                <c:pt idx="92">
                  <c:v>2.7833399772643999</c:v>
                </c:pt>
                <c:pt idx="93">
                  <c:v>2.81251001358032</c:v>
                </c:pt>
                <c:pt idx="94">
                  <c:v>2.8416800498962398</c:v>
                </c:pt>
                <c:pt idx="95">
                  <c:v>2.8708400726318302</c:v>
                </c:pt>
                <c:pt idx="96">
                  <c:v>2.9000101089477499</c:v>
                </c:pt>
                <c:pt idx="97">
                  <c:v>2.9291799068450901</c:v>
                </c:pt>
                <c:pt idx="98">
                  <c:v>2.95833992958068</c:v>
                </c:pt>
                <c:pt idx="99">
                  <c:v>2.9875099658965998</c:v>
                </c:pt>
                <c:pt idx="100">
                  <c:v>3.0166699886321999</c:v>
                </c:pt>
                <c:pt idx="101">
                  <c:v>3.0458400249481201</c:v>
                </c:pt>
                <c:pt idx="102">
                  <c:v>3.0750100612640301</c:v>
                </c:pt>
                <c:pt idx="103">
                  <c:v>3.1041700839996298</c:v>
                </c:pt>
                <c:pt idx="104">
                  <c:v>3.13333988189697</c:v>
                </c:pt>
                <c:pt idx="105">
                  <c:v>3.1625099182128902</c:v>
                </c:pt>
                <c:pt idx="106">
                  <c:v>3.1916699409484801</c:v>
                </c:pt>
                <c:pt idx="107">
                  <c:v>3.2208399772643999</c:v>
                </c:pt>
                <c:pt idx="108">
                  <c:v>3.25</c:v>
                </c:pt>
                <c:pt idx="109">
                  <c:v>3.27917003631591</c:v>
                </c:pt>
                <c:pt idx="110">
                  <c:v>3.3083400726318302</c:v>
                </c:pt>
                <c:pt idx="111">
                  <c:v>3.3375000953674299</c:v>
                </c:pt>
                <c:pt idx="112">
                  <c:v>3.3666698932647701</c:v>
                </c:pt>
                <c:pt idx="113">
                  <c:v>3.39583992958068</c:v>
                </c:pt>
                <c:pt idx="114">
                  <c:v>3.4249999523162802</c:v>
                </c:pt>
                <c:pt idx="115">
                  <c:v>3.4541699886321999</c:v>
                </c:pt>
                <c:pt idx="116">
                  <c:v>3.4833300113677899</c:v>
                </c:pt>
                <c:pt idx="117">
                  <c:v>3.51250004768371</c:v>
                </c:pt>
                <c:pt idx="118">
                  <c:v>3.5416700839996298</c:v>
                </c:pt>
                <c:pt idx="119">
                  <c:v>3.5708301067352202</c:v>
                </c:pt>
                <c:pt idx="120">
                  <c:v>3.5999999046325599</c:v>
                </c:pt>
                <c:pt idx="121">
                  <c:v>3.6291699409484801</c:v>
                </c:pt>
                <c:pt idx="122">
                  <c:v>3.6583299636840798</c:v>
                </c:pt>
                <c:pt idx="123">
                  <c:v>3.6875</c:v>
                </c:pt>
                <c:pt idx="124">
                  <c:v>3.7166600227355899</c:v>
                </c:pt>
                <c:pt idx="125">
                  <c:v>3.7458300590515101</c:v>
                </c:pt>
                <c:pt idx="126">
                  <c:v>3.7750000953674299</c:v>
                </c:pt>
                <c:pt idx="127">
                  <c:v>3.8041601181030198</c:v>
                </c:pt>
                <c:pt idx="128">
                  <c:v>3.83332991600036</c:v>
                </c:pt>
                <c:pt idx="129">
                  <c:v>3.8624899387359601</c:v>
                </c:pt>
                <c:pt idx="130">
                  <c:v>3.8916599750518799</c:v>
                </c:pt>
                <c:pt idx="131">
                  <c:v>3.9208300113677899</c:v>
                </c:pt>
                <c:pt idx="132">
                  <c:v>3.94999003410339</c:v>
                </c:pt>
                <c:pt idx="133">
                  <c:v>3.9791600704193102</c:v>
                </c:pt>
                <c:pt idx="134">
                  <c:v>4.0083298683166504</c:v>
                </c:pt>
                <c:pt idx="135">
                  <c:v>4.0374898910522399</c:v>
                </c:pt>
                <c:pt idx="136">
                  <c:v>4.0666599273681596</c:v>
                </c:pt>
                <c:pt idx="137">
                  <c:v>4.0958199501037598</c:v>
                </c:pt>
                <c:pt idx="138">
                  <c:v>4.1249899864196697</c:v>
                </c:pt>
                <c:pt idx="139">
                  <c:v>4.1541600227355904</c:v>
                </c:pt>
                <c:pt idx="140">
                  <c:v>4.1833200454711896</c:v>
                </c:pt>
                <c:pt idx="141">
                  <c:v>4.2124900817870996</c:v>
                </c:pt>
                <c:pt idx="142">
                  <c:v>4.2416601181030202</c:v>
                </c:pt>
                <c:pt idx="143">
                  <c:v>4.2708201408386204</c:v>
                </c:pt>
                <c:pt idx="144">
                  <c:v>4.2999901771545401</c:v>
                </c:pt>
                <c:pt idx="145">
                  <c:v>4.3291501998901296</c:v>
                </c:pt>
                <c:pt idx="146">
                  <c:v>4.3583202362060502</c:v>
                </c:pt>
                <c:pt idx="147">
                  <c:v>4.38748979568481</c:v>
                </c:pt>
                <c:pt idx="148">
                  <c:v>4.4166498184204102</c:v>
                </c:pt>
                <c:pt idx="149">
                  <c:v>4.4458198547363201</c:v>
                </c:pt>
                <c:pt idx="150">
                  <c:v>4.4749898910522399</c:v>
                </c:pt>
                <c:pt idx="151">
                  <c:v>4.50414991378784</c:v>
                </c:pt>
                <c:pt idx="152">
                  <c:v>4.5333199501037598</c:v>
                </c:pt>
                <c:pt idx="153">
                  <c:v>4.5624799728393501</c:v>
                </c:pt>
                <c:pt idx="154">
                  <c:v>4.5916500091552699</c:v>
                </c:pt>
                <c:pt idx="155">
                  <c:v>4.6208200454711896</c:v>
                </c:pt>
                <c:pt idx="156">
                  <c:v>4.64998006820678</c:v>
                </c:pt>
                <c:pt idx="157">
                  <c:v>4.6791501045226997</c:v>
                </c:pt>
                <c:pt idx="158">
                  <c:v>4.7083201408386204</c:v>
                </c:pt>
                <c:pt idx="159">
                  <c:v>4.7374801635742099</c:v>
                </c:pt>
                <c:pt idx="160">
                  <c:v>4.7666501998901296</c:v>
                </c:pt>
                <c:pt idx="161">
                  <c:v>4.7958102226257298</c:v>
                </c:pt>
                <c:pt idx="162">
                  <c:v>4.8249797821044904</c:v>
                </c:pt>
                <c:pt idx="163">
                  <c:v>4.8541498184204102</c:v>
                </c:pt>
                <c:pt idx="164">
                  <c:v>4.8833098411559996</c:v>
                </c:pt>
                <c:pt idx="165">
                  <c:v>4.9124798774719203</c:v>
                </c:pt>
                <c:pt idx="166">
                  <c:v>4.94164991378784</c:v>
                </c:pt>
                <c:pt idx="167">
                  <c:v>4.9708099365234304</c:v>
                </c:pt>
                <c:pt idx="168">
                  <c:v>4.9999799728393501</c:v>
                </c:pt>
                <c:pt idx="169">
                  <c:v>5.0291399955749503</c:v>
                </c:pt>
                <c:pt idx="170">
                  <c:v>5.0583100318908603</c:v>
                </c:pt>
                <c:pt idx="171">
                  <c:v>5.08748006820678</c:v>
                </c:pt>
                <c:pt idx="172">
                  <c:v>5.1166400909423801</c:v>
                </c:pt>
                <c:pt idx="173">
                  <c:v>5.1458101272582999</c:v>
                </c:pt>
                <c:pt idx="174">
                  <c:v>5.1749701499938903</c:v>
                </c:pt>
                <c:pt idx="175">
                  <c:v>5.20414018630981</c:v>
                </c:pt>
                <c:pt idx="176">
                  <c:v>5.2333102226257298</c:v>
                </c:pt>
                <c:pt idx="177">
                  <c:v>5.2624697685241699</c:v>
                </c:pt>
                <c:pt idx="178">
                  <c:v>5.2916398048400799</c:v>
                </c:pt>
                <c:pt idx="179">
                  <c:v>5.3208098411559996</c:v>
                </c:pt>
                <c:pt idx="180">
                  <c:v>5.3499698638915998</c:v>
                </c:pt>
                <c:pt idx="181">
                  <c:v>5.3791399002075098</c:v>
                </c:pt>
                <c:pt idx="182">
                  <c:v>5.4082999229431099</c:v>
                </c:pt>
                <c:pt idx="183">
                  <c:v>5.4374699592590297</c:v>
                </c:pt>
                <c:pt idx="184">
                  <c:v>5.4666399955749503</c:v>
                </c:pt>
                <c:pt idx="185">
                  <c:v>5.4958000183105398</c:v>
                </c:pt>
                <c:pt idx="186">
                  <c:v>5.5249700546264604</c:v>
                </c:pt>
                <c:pt idx="187">
                  <c:v>5.5541400909423801</c:v>
                </c:pt>
                <c:pt idx="188">
                  <c:v>5.5833001136779696</c:v>
                </c:pt>
                <c:pt idx="189">
                  <c:v>5.6124701499938903</c:v>
                </c:pt>
                <c:pt idx="190">
                  <c:v>5.6416301727294904</c:v>
                </c:pt>
                <c:pt idx="191">
                  <c:v>5.6708002090454102</c:v>
                </c:pt>
                <c:pt idx="192">
                  <c:v>5.6999697685241699</c:v>
                </c:pt>
                <c:pt idx="193">
                  <c:v>5.7291297912597603</c:v>
                </c:pt>
                <c:pt idx="194">
                  <c:v>5.75829982757568</c:v>
                </c:pt>
                <c:pt idx="195">
                  <c:v>5.7874698638915998</c:v>
                </c:pt>
                <c:pt idx="196">
                  <c:v>5.8166298866271902</c:v>
                </c:pt>
                <c:pt idx="197">
                  <c:v>5.8457999229431099</c:v>
                </c:pt>
                <c:pt idx="198">
                  <c:v>5.87495994567871</c:v>
                </c:pt>
                <c:pt idx="199">
                  <c:v>5.90412998199462</c:v>
                </c:pt>
                <c:pt idx="200">
                  <c:v>5.9333000183105398</c:v>
                </c:pt>
                <c:pt idx="201">
                  <c:v>5.9624600410461399</c:v>
                </c:pt>
                <c:pt idx="202">
                  <c:v>5.9916300773620597</c:v>
                </c:pt>
                <c:pt idx="203">
                  <c:v>6.0208001136779696</c:v>
                </c:pt>
                <c:pt idx="204">
                  <c:v>6.0499601364135698</c:v>
                </c:pt>
                <c:pt idx="205">
                  <c:v>6.0791301727294904</c:v>
                </c:pt>
                <c:pt idx="206">
                  <c:v>6.1082901954650799</c:v>
                </c:pt>
                <c:pt idx="207">
                  <c:v>6.1374602317809996</c:v>
                </c:pt>
                <c:pt idx="208">
                  <c:v>6.1666297912597603</c:v>
                </c:pt>
                <c:pt idx="209">
                  <c:v>6.1957898139953604</c:v>
                </c:pt>
                <c:pt idx="210">
                  <c:v>6.2249598503112704</c:v>
                </c:pt>
                <c:pt idx="211">
                  <c:v>6.2541298866271902</c:v>
                </c:pt>
                <c:pt idx="212">
                  <c:v>6.2832899093627903</c:v>
                </c:pt>
                <c:pt idx="213">
                  <c:v>6.31245994567871</c:v>
                </c:pt>
                <c:pt idx="214">
                  <c:v>6.3416199684143004</c:v>
                </c:pt>
                <c:pt idx="215">
                  <c:v>6.3707900047302202</c:v>
                </c:pt>
                <c:pt idx="216">
                  <c:v>6.3999600410461399</c:v>
                </c:pt>
                <c:pt idx="217">
                  <c:v>6.4291200637817303</c:v>
                </c:pt>
                <c:pt idx="218">
                  <c:v>6.45829010009765</c:v>
                </c:pt>
                <c:pt idx="219">
                  <c:v>6.4874501228332502</c:v>
                </c:pt>
                <c:pt idx="220">
                  <c:v>6.5166201591491699</c:v>
                </c:pt>
                <c:pt idx="221">
                  <c:v>6.5457901954650799</c:v>
                </c:pt>
                <c:pt idx="222">
                  <c:v>6.57495021820068</c:v>
                </c:pt>
                <c:pt idx="223">
                  <c:v>6.6041197776794398</c:v>
                </c:pt>
                <c:pt idx="224">
                  <c:v>6.6332898139953604</c:v>
                </c:pt>
                <c:pt idx="225">
                  <c:v>6.6582899093627903</c:v>
                </c:pt>
                <c:pt idx="226">
                  <c:v>6.6582899093627903</c:v>
                </c:pt>
                <c:pt idx="227">
                  <c:v>6.6624498367309499</c:v>
                </c:pt>
                <c:pt idx="228">
                  <c:v>6.6916198730468697</c:v>
                </c:pt>
                <c:pt idx="229">
                  <c:v>6.7207798957824698</c:v>
                </c:pt>
                <c:pt idx="230">
                  <c:v>6.7499499320983798</c:v>
                </c:pt>
                <c:pt idx="231">
                  <c:v>6.7791199684143004</c:v>
                </c:pt>
                <c:pt idx="232">
                  <c:v>6.8082799911498997</c:v>
                </c:pt>
                <c:pt idx="233">
                  <c:v>6.8374500274658203</c:v>
                </c:pt>
                <c:pt idx="234">
                  <c:v>6.8666200637817303</c:v>
                </c:pt>
                <c:pt idx="235">
                  <c:v>6.8957800865173304</c:v>
                </c:pt>
                <c:pt idx="236">
                  <c:v>6.9249501228332502</c:v>
                </c:pt>
                <c:pt idx="237">
                  <c:v>6.9541101455688397</c:v>
                </c:pt>
                <c:pt idx="238">
                  <c:v>6.9832801818847603</c:v>
                </c:pt>
                <c:pt idx="239">
                  <c:v>7.01245021820068</c:v>
                </c:pt>
                <c:pt idx="240">
                  <c:v>7.0416097640991202</c:v>
                </c:pt>
                <c:pt idx="241">
                  <c:v>7.0707798004150302</c:v>
                </c:pt>
                <c:pt idx="242">
                  <c:v>7.0999498367309499</c:v>
                </c:pt>
                <c:pt idx="243">
                  <c:v>7.1291098594665501</c:v>
                </c:pt>
                <c:pt idx="244">
                  <c:v>7.1582798957824698</c:v>
                </c:pt>
                <c:pt idx="245">
                  <c:v>7.1874399185180602</c:v>
                </c:pt>
                <c:pt idx="246">
                  <c:v>7.2166099548339799</c:v>
                </c:pt>
                <c:pt idx="247">
                  <c:v>7.2457799911498997</c:v>
                </c:pt>
                <c:pt idx="248">
                  <c:v>7.2749400138854901</c:v>
                </c:pt>
                <c:pt idx="249">
                  <c:v>7.3041100502014098</c:v>
                </c:pt>
                <c:pt idx="250">
                  <c:v>7.3332800865173304</c:v>
                </c:pt>
                <c:pt idx="251">
                  <c:v>7.3624401092529297</c:v>
                </c:pt>
                <c:pt idx="252">
                  <c:v>7.3916101455688397</c:v>
                </c:pt>
                <c:pt idx="253">
                  <c:v>7.4207701683044398</c:v>
                </c:pt>
                <c:pt idx="254">
                  <c:v>7.4499402046203604</c:v>
                </c:pt>
                <c:pt idx="255">
                  <c:v>7.4791097640991202</c:v>
                </c:pt>
                <c:pt idx="256">
                  <c:v>7.5082697868347097</c:v>
                </c:pt>
                <c:pt idx="257">
                  <c:v>7.5374398231506303</c:v>
                </c:pt>
                <c:pt idx="258">
                  <c:v>7.5666098594665501</c:v>
                </c:pt>
                <c:pt idx="259">
                  <c:v>7.5957698822021396</c:v>
                </c:pt>
                <c:pt idx="260">
                  <c:v>7.6249399185180602</c:v>
                </c:pt>
                <c:pt idx="261">
                  <c:v>7.6540999412536603</c:v>
                </c:pt>
                <c:pt idx="262">
                  <c:v>7.6832699775695801</c:v>
                </c:pt>
                <c:pt idx="263">
                  <c:v>7.7124400138854901</c:v>
                </c:pt>
                <c:pt idx="264">
                  <c:v>7.7416000366210902</c:v>
                </c:pt>
                <c:pt idx="265">
                  <c:v>7.7707700729370099</c:v>
                </c:pt>
                <c:pt idx="266">
                  <c:v>7.7999300956726003</c:v>
                </c:pt>
                <c:pt idx="267">
                  <c:v>7.8291001319885201</c:v>
                </c:pt>
                <c:pt idx="268">
                  <c:v>7.8582701683044398</c:v>
                </c:pt>
                <c:pt idx="269">
                  <c:v>7.8874301910400302</c:v>
                </c:pt>
                <c:pt idx="270">
                  <c:v>7.9166002273559499</c:v>
                </c:pt>
                <c:pt idx="271">
                  <c:v>7.9457697868347097</c:v>
                </c:pt>
                <c:pt idx="272">
                  <c:v>7.9749298095703098</c:v>
                </c:pt>
                <c:pt idx="273">
                  <c:v>8.0040998458862305</c:v>
                </c:pt>
                <c:pt idx="274">
                  <c:v>8.0332698822021396</c:v>
                </c:pt>
                <c:pt idx="275">
                  <c:v>8.0624303817749006</c:v>
                </c:pt>
                <c:pt idx="276">
                  <c:v>8.0916004180908203</c:v>
                </c:pt>
                <c:pt idx="277">
                  <c:v>8.1207599639892507</c:v>
                </c:pt>
                <c:pt idx="278">
                  <c:v>8.1499300003051705</c:v>
                </c:pt>
                <c:pt idx="279">
                  <c:v>8.1791000366210902</c:v>
                </c:pt>
                <c:pt idx="280">
                  <c:v>8.2082595825195295</c:v>
                </c:pt>
                <c:pt idx="281">
                  <c:v>8.2374296188354492</c:v>
                </c:pt>
                <c:pt idx="282">
                  <c:v>8.2665901184081996</c:v>
                </c:pt>
                <c:pt idx="283">
                  <c:v>8.2957601547241193</c:v>
                </c:pt>
                <c:pt idx="284">
                  <c:v>8.3249301910400302</c:v>
                </c:pt>
                <c:pt idx="285">
                  <c:v>8.3540897369384695</c:v>
                </c:pt>
                <c:pt idx="286">
                  <c:v>8.3832597732543892</c:v>
                </c:pt>
                <c:pt idx="287">
                  <c:v>8.4124298095703107</c:v>
                </c:pt>
                <c:pt idx="288">
                  <c:v>8.4415903091430593</c:v>
                </c:pt>
                <c:pt idx="289">
                  <c:v>8.4707603454589808</c:v>
                </c:pt>
                <c:pt idx="290">
                  <c:v>8.4999198913574201</c:v>
                </c:pt>
                <c:pt idx="291">
                  <c:v>8.5290899276733398</c:v>
                </c:pt>
                <c:pt idx="292">
                  <c:v>8.5582599639892507</c:v>
                </c:pt>
                <c:pt idx="293">
                  <c:v>8.5874204635620099</c:v>
                </c:pt>
                <c:pt idx="294">
                  <c:v>8.6165895462036097</c:v>
                </c:pt>
                <c:pt idx="295">
                  <c:v>8.6457595825195295</c:v>
                </c:pt>
                <c:pt idx="296">
                  <c:v>8.6749200820922798</c:v>
                </c:pt>
                <c:pt idx="297">
                  <c:v>8.7040901184081996</c:v>
                </c:pt>
                <c:pt idx="298">
                  <c:v>8.7332496643066406</c:v>
                </c:pt>
                <c:pt idx="299">
                  <c:v>8.7624197006225497</c:v>
                </c:pt>
                <c:pt idx="300">
                  <c:v>8.7915897369384695</c:v>
                </c:pt>
                <c:pt idx="301">
                  <c:v>8.8207502365112305</c:v>
                </c:pt>
                <c:pt idx="302">
                  <c:v>8.8499202728271396</c:v>
                </c:pt>
                <c:pt idx="303">
                  <c:v>8.8790903091430593</c:v>
                </c:pt>
                <c:pt idx="304">
                  <c:v>8.9082498550415004</c:v>
                </c:pt>
                <c:pt idx="305">
                  <c:v>8.9374198913574201</c:v>
                </c:pt>
                <c:pt idx="306">
                  <c:v>8.9665803909301705</c:v>
                </c:pt>
                <c:pt idx="307">
                  <c:v>8.9957504272460902</c:v>
                </c:pt>
                <c:pt idx="308">
                  <c:v>9.0249204635620099</c:v>
                </c:pt>
                <c:pt idx="309">
                  <c:v>9.0540800094604492</c:v>
                </c:pt>
                <c:pt idx="310">
                  <c:v>9.0832500457763601</c:v>
                </c:pt>
                <c:pt idx="311">
                  <c:v>9.1124200820922798</c:v>
                </c:pt>
                <c:pt idx="312">
                  <c:v>9.1415796279907209</c:v>
                </c:pt>
                <c:pt idx="313">
                  <c:v>9.1707496643066406</c:v>
                </c:pt>
                <c:pt idx="314">
                  <c:v>9.1999101638793892</c:v>
                </c:pt>
                <c:pt idx="315">
                  <c:v>9.2290802001953107</c:v>
                </c:pt>
                <c:pt idx="316">
                  <c:v>9.2582502365112305</c:v>
                </c:pt>
                <c:pt idx="317">
                  <c:v>9.2874097824096609</c:v>
                </c:pt>
                <c:pt idx="318">
                  <c:v>9.3165798187255806</c:v>
                </c:pt>
                <c:pt idx="319">
                  <c:v>9.3457498550415004</c:v>
                </c:pt>
                <c:pt idx="320">
                  <c:v>9.3749103546142507</c:v>
                </c:pt>
                <c:pt idx="321">
                  <c:v>9.4040803909301705</c:v>
                </c:pt>
                <c:pt idx="322">
                  <c:v>9.4332399368286097</c:v>
                </c:pt>
                <c:pt idx="323">
                  <c:v>9.4624099731445295</c:v>
                </c:pt>
                <c:pt idx="324">
                  <c:v>9.4915800094604492</c:v>
                </c:pt>
                <c:pt idx="325">
                  <c:v>9.5207395553588796</c:v>
                </c:pt>
                <c:pt idx="326">
                  <c:v>9.5499095916747994</c:v>
                </c:pt>
                <c:pt idx="327">
                  <c:v>9.5790700912475497</c:v>
                </c:pt>
                <c:pt idx="328">
                  <c:v>9.6082401275634695</c:v>
                </c:pt>
                <c:pt idx="329">
                  <c:v>9.6374101638793892</c:v>
                </c:pt>
                <c:pt idx="330">
                  <c:v>9.6665697097778303</c:v>
                </c:pt>
                <c:pt idx="331">
                  <c:v>9.69573974609375</c:v>
                </c:pt>
                <c:pt idx="332">
                  <c:v>9.7249097824096609</c:v>
                </c:pt>
                <c:pt idx="333">
                  <c:v>9.7540702819824201</c:v>
                </c:pt>
                <c:pt idx="334">
                  <c:v>9.7832403182983398</c:v>
                </c:pt>
                <c:pt idx="335">
                  <c:v>9.8123998641967702</c:v>
                </c:pt>
                <c:pt idx="336">
                  <c:v>9.84156990051269</c:v>
                </c:pt>
                <c:pt idx="337">
                  <c:v>9.8707399368286097</c:v>
                </c:pt>
                <c:pt idx="338">
                  <c:v>9.8999004364013601</c:v>
                </c:pt>
                <c:pt idx="339">
                  <c:v>9.9290704727172798</c:v>
                </c:pt>
                <c:pt idx="340">
                  <c:v>9.9582395553588796</c:v>
                </c:pt>
                <c:pt idx="341">
                  <c:v>9.9874000549316406</c:v>
                </c:pt>
                <c:pt idx="342">
                  <c:v>10.0165700912475</c:v>
                </c:pt>
                <c:pt idx="343">
                  <c:v>10.0457296371459</c:v>
                </c:pt>
                <c:pt idx="344">
                  <c:v>10.0748996734619</c:v>
                </c:pt>
                <c:pt idx="345">
                  <c:v>10.1040697097778</c:v>
                </c:pt>
                <c:pt idx="346">
                  <c:v>10.133230209350501</c:v>
                </c:pt>
                <c:pt idx="347">
                  <c:v>10.1624002456665</c:v>
                </c:pt>
                <c:pt idx="348">
                  <c:v>10.191570281982401</c:v>
                </c:pt>
                <c:pt idx="349">
                  <c:v>10.220729827880801</c:v>
                </c:pt>
                <c:pt idx="350">
                  <c:v>10.249899864196699</c:v>
                </c:pt>
                <c:pt idx="351">
                  <c:v>10.279060363769499</c:v>
                </c:pt>
                <c:pt idx="352">
                  <c:v>10.308230400085399</c:v>
                </c:pt>
                <c:pt idx="353">
                  <c:v>10.3374004364013</c:v>
                </c:pt>
                <c:pt idx="354">
                  <c:v>10.366559982299799</c:v>
                </c:pt>
                <c:pt idx="355">
                  <c:v>10.3957300186157</c:v>
                </c:pt>
                <c:pt idx="356">
                  <c:v>10.4249000549316</c:v>
                </c:pt>
                <c:pt idx="357">
                  <c:v>10.45405960083</c:v>
                </c:pt>
                <c:pt idx="358">
                  <c:v>10.4832296371459</c:v>
                </c:pt>
                <c:pt idx="359">
                  <c:v>10.5123901367187</c:v>
                </c:pt>
                <c:pt idx="360">
                  <c:v>10.5415601730346</c:v>
                </c:pt>
                <c:pt idx="361">
                  <c:v>10.570730209350501</c:v>
                </c:pt>
                <c:pt idx="362">
                  <c:v>10.599889755249</c:v>
                </c:pt>
                <c:pt idx="363">
                  <c:v>10.629059791564901</c:v>
                </c:pt>
                <c:pt idx="364">
                  <c:v>10.658229827880801</c:v>
                </c:pt>
                <c:pt idx="365">
                  <c:v>10.687390327453601</c:v>
                </c:pt>
                <c:pt idx="366">
                  <c:v>10.716560363769499</c:v>
                </c:pt>
                <c:pt idx="367">
                  <c:v>10.745719909667899</c:v>
                </c:pt>
                <c:pt idx="368">
                  <c:v>10.7748899459838</c:v>
                </c:pt>
                <c:pt idx="369">
                  <c:v>10.804059982299799</c:v>
                </c:pt>
                <c:pt idx="370">
                  <c:v>10.8332195281982</c:v>
                </c:pt>
                <c:pt idx="371">
                  <c:v>10.8623895645141</c:v>
                </c:pt>
                <c:pt idx="372">
                  <c:v>10.8915500640869</c:v>
                </c:pt>
                <c:pt idx="373">
                  <c:v>10.9207201004028</c:v>
                </c:pt>
                <c:pt idx="374">
                  <c:v>10.9498901367187</c:v>
                </c:pt>
                <c:pt idx="375">
                  <c:v>10.9790496826171</c:v>
                </c:pt>
                <c:pt idx="376">
                  <c:v>11.0082197189331</c:v>
                </c:pt>
                <c:pt idx="377">
                  <c:v>11.037389755249</c:v>
                </c:pt>
                <c:pt idx="378">
                  <c:v>11.066550254821699</c:v>
                </c:pt>
                <c:pt idx="379">
                  <c:v>11.095720291137599</c:v>
                </c:pt>
                <c:pt idx="380">
                  <c:v>11.124879837036101</c:v>
                </c:pt>
                <c:pt idx="381">
                  <c:v>11.154049873351999</c:v>
                </c:pt>
                <c:pt idx="382">
                  <c:v>11.183219909667899</c:v>
                </c:pt>
                <c:pt idx="383">
                  <c:v>11.2123804092407</c:v>
                </c:pt>
                <c:pt idx="384">
                  <c:v>11.2415504455566</c:v>
                </c:pt>
                <c:pt idx="385">
                  <c:v>11.2707195281982</c:v>
                </c:pt>
                <c:pt idx="386">
                  <c:v>11.2998800277709</c:v>
                </c:pt>
                <c:pt idx="387">
                  <c:v>11.3290500640869</c:v>
                </c:pt>
                <c:pt idx="388">
                  <c:v>11.3582096099853</c:v>
                </c:pt>
                <c:pt idx="389">
                  <c:v>11.3873796463012</c:v>
                </c:pt>
                <c:pt idx="390">
                  <c:v>11.4165496826171</c:v>
                </c:pt>
                <c:pt idx="391">
                  <c:v>11.445710182189901</c:v>
                </c:pt>
                <c:pt idx="392">
                  <c:v>11.474880218505801</c:v>
                </c:pt>
                <c:pt idx="393">
                  <c:v>11.504050254821699</c:v>
                </c:pt>
                <c:pt idx="394">
                  <c:v>11.533209800720201</c:v>
                </c:pt>
                <c:pt idx="395">
                  <c:v>11.562379837036101</c:v>
                </c:pt>
                <c:pt idx="396">
                  <c:v>11.5915403366088</c:v>
                </c:pt>
                <c:pt idx="397">
                  <c:v>11.620710372924799</c:v>
                </c:pt>
                <c:pt idx="398">
                  <c:v>11.6498804092407</c:v>
                </c:pt>
                <c:pt idx="399">
                  <c:v>11.6790399551391</c:v>
                </c:pt>
                <c:pt idx="400">
                  <c:v>11.708209991455</c:v>
                </c:pt>
                <c:pt idx="401">
                  <c:v>11.7373800277709</c:v>
                </c:pt>
                <c:pt idx="402">
                  <c:v>11.7665395736694</c:v>
                </c:pt>
                <c:pt idx="403">
                  <c:v>11.7957096099853</c:v>
                </c:pt>
                <c:pt idx="404">
                  <c:v>11.8248701095581</c:v>
                </c:pt>
                <c:pt idx="405">
                  <c:v>11.854040145874</c:v>
                </c:pt>
                <c:pt idx="406">
                  <c:v>11.883210182189901</c:v>
                </c:pt>
                <c:pt idx="407">
                  <c:v>11.912369728088301</c:v>
                </c:pt>
                <c:pt idx="408">
                  <c:v>11.941539764404199</c:v>
                </c:pt>
                <c:pt idx="409">
                  <c:v>11.970709800720201</c:v>
                </c:pt>
                <c:pt idx="410">
                  <c:v>11.999870300292899</c:v>
                </c:pt>
                <c:pt idx="411">
                  <c:v>12.0290403366088</c:v>
                </c:pt>
                <c:pt idx="412">
                  <c:v>12.058199882507299</c:v>
                </c:pt>
                <c:pt idx="413">
                  <c:v>12.0873699188232</c:v>
                </c:pt>
                <c:pt idx="414">
                  <c:v>12.1165399551391</c:v>
                </c:pt>
                <c:pt idx="415">
                  <c:v>12.1457004547119</c:v>
                </c:pt>
                <c:pt idx="416">
                  <c:v>12.1748695373535</c:v>
                </c:pt>
                <c:pt idx="417">
                  <c:v>12.2040300369262</c:v>
                </c:pt>
                <c:pt idx="418">
                  <c:v>12.2332000732421</c:v>
                </c:pt>
                <c:pt idx="419">
                  <c:v>12.2623701095581</c:v>
                </c:pt>
                <c:pt idx="420">
                  <c:v>12.2915296554565</c:v>
                </c:pt>
                <c:pt idx="421">
                  <c:v>12.320699691772401</c:v>
                </c:pt>
                <c:pt idx="422">
                  <c:v>12.349869728088301</c:v>
                </c:pt>
                <c:pt idx="423">
                  <c:v>12.379030227661101</c:v>
                </c:pt>
                <c:pt idx="424">
                  <c:v>12.408200263976999</c:v>
                </c:pt>
                <c:pt idx="425">
                  <c:v>12.437359809875399</c:v>
                </c:pt>
                <c:pt idx="426">
                  <c:v>12.466529846191399</c:v>
                </c:pt>
                <c:pt idx="427">
                  <c:v>12.495699882507299</c:v>
                </c:pt>
                <c:pt idx="428">
                  <c:v>12.52486038208</c:v>
                </c:pt>
                <c:pt idx="429">
                  <c:v>12.5540304183959</c:v>
                </c:pt>
                <c:pt idx="430">
                  <c:v>12.5832004547119</c:v>
                </c:pt>
                <c:pt idx="431">
                  <c:v>12.6123600006103</c:v>
                </c:pt>
                <c:pt idx="432">
                  <c:v>12.6415300369262</c:v>
                </c:pt>
                <c:pt idx="433">
                  <c:v>12.6706895828247</c:v>
                </c:pt>
                <c:pt idx="434">
                  <c:v>12.6998596191406</c:v>
                </c:pt>
                <c:pt idx="435">
                  <c:v>12.7290296554565</c:v>
                </c:pt>
                <c:pt idx="436">
                  <c:v>12.758190155029199</c:v>
                </c:pt>
                <c:pt idx="437">
                  <c:v>12.787360191345201</c:v>
                </c:pt>
                <c:pt idx="438">
                  <c:v>12.816530227661101</c:v>
                </c:pt>
                <c:pt idx="439">
                  <c:v>12.845689773559499</c:v>
                </c:pt>
                <c:pt idx="440">
                  <c:v>12.874859809875399</c:v>
                </c:pt>
                <c:pt idx="441">
                  <c:v>12.9040203094482</c:v>
                </c:pt>
                <c:pt idx="442">
                  <c:v>12.9331903457641</c:v>
                </c:pt>
                <c:pt idx="443">
                  <c:v>12.96236038208</c:v>
                </c:pt>
                <c:pt idx="444">
                  <c:v>12.9915199279785</c:v>
                </c:pt>
                <c:pt idx="445">
                  <c:v>13.0206899642944</c:v>
                </c:pt>
                <c:pt idx="446">
                  <c:v>13.0498600006103</c:v>
                </c:pt>
                <c:pt idx="447">
                  <c:v>13.0790195465087</c:v>
                </c:pt>
                <c:pt idx="448">
                  <c:v>13.1081895828247</c:v>
                </c:pt>
                <c:pt idx="449">
                  <c:v>13.137350082397401</c:v>
                </c:pt>
                <c:pt idx="450">
                  <c:v>13.166520118713301</c:v>
                </c:pt>
                <c:pt idx="451">
                  <c:v>13.195690155029199</c:v>
                </c:pt>
                <c:pt idx="452">
                  <c:v>13.224849700927701</c:v>
                </c:pt>
                <c:pt idx="453">
                  <c:v>13.254019737243601</c:v>
                </c:pt>
                <c:pt idx="454">
                  <c:v>13.283189773559499</c:v>
                </c:pt>
                <c:pt idx="455">
                  <c:v>13.312350273132299</c:v>
                </c:pt>
                <c:pt idx="456">
                  <c:v>13.3415203094482</c:v>
                </c:pt>
                <c:pt idx="457">
                  <c:v>13.3706798553466</c:v>
                </c:pt>
                <c:pt idx="458">
                  <c:v>13.3998498916625</c:v>
                </c:pt>
                <c:pt idx="459">
                  <c:v>13.4290199279785</c:v>
                </c:pt>
                <c:pt idx="460">
                  <c:v>13.4581804275512</c:v>
                </c:pt>
                <c:pt idx="461">
                  <c:v>13.4873504638671</c:v>
                </c:pt>
                <c:pt idx="462">
                  <c:v>13.5165100097656</c:v>
                </c:pt>
                <c:pt idx="463">
                  <c:v>13.5456800460815</c:v>
                </c:pt>
                <c:pt idx="464">
                  <c:v>13.574850082397401</c:v>
                </c:pt>
                <c:pt idx="465">
                  <c:v>13.604009628295801</c:v>
                </c:pt>
                <c:pt idx="466">
                  <c:v>13.6331796646118</c:v>
                </c:pt>
                <c:pt idx="467">
                  <c:v>13.662349700927701</c:v>
                </c:pt>
                <c:pt idx="468">
                  <c:v>13.691510200500399</c:v>
                </c:pt>
                <c:pt idx="469">
                  <c:v>13.720680236816399</c:v>
                </c:pt>
                <c:pt idx="470">
                  <c:v>13.749839782714799</c:v>
                </c:pt>
                <c:pt idx="471">
                  <c:v>13.7790098190307</c:v>
                </c:pt>
                <c:pt idx="472">
                  <c:v>13.8081798553466</c:v>
                </c:pt>
                <c:pt idx="473">
                  <c:v>13.8373403549194</c:v>
                </c:pt>
                <c:pt idx="474">
                  <c:v>13.8665103912353</c:v>
                </c:pt>
                <c:pt idx="475">
                  <c:v>13.8956804275512</c:v>
                </c:pt>
                <c:pt idx="476">
                  <c:v>13.9248399734497</c:v>
                </c:pt>
                <c:pt idx="477">
                  <c:v>13.9540100097656</c:v>
                </c:pt>
                <c:pt idx="478">
                  <c:v>13.983169555664</c:v>
                </c:pt>
                <c:pt idx="479">
                  <c:v>14.012339591979901</c:v>
                </c:pt>
                <c:pt idx="480">
                  <c:v>14.041509628295801</c:v>
                </c:pt>
                <c:pt idx="481">
                  <c:v>14.070670127868601</c:v>
                </c:pt>
                <c:pt idx="482">
                  <c:v>14.099840164184499</c:v>
                </c:pt>
                <c:pt idx="483">
                  <c:v>14.129010200500399</c:v>
                </c:pt>
                <c:pt idx="484">
                  <c:v>14.158169746398899</c:v>
                </c:pt>
                <c:pt idx="485">
                  <c:v>14.187339782714799</c:v>
                </c:pt>
                <c:pt idx="486">
                  <c:v>14.2165002822875</c:v>
                </c:pt>
                <c:pt idx="487">
                  <c:v>14.2456703186035</c:v>
                </c:pt>
                <c:pt idx="488">
                  <c:v>14.2748403549194</c:v>
                </c:pt>
                <c:pt idx="489">
                  <c:v>14.3039999008178</c:v>
                </c:pt>
                <c:pt idx="490">
                  <c:v>14.3331699371337</c:v>
                </c:pt>
                <c:pt idx="491">
                  <c:v>14.3623399734497</c:v>
                </c:pt>
                <c:pt idx="492">
                  <c:v>14.391500473022401</c:v>
                </c:pt>
                <c:pt idx="493">
                  <c:v>14.420669555664</c:v>
                </c:pt>
                <c:pt idx="494">
                  <c:v>14.4498300552368</c:v>
                </c:pt>
                <c:pt idx="495">
                  <c:v>14.479000091552701</c:v>
                </c:pt>
                <c:pt idx="496">
                  <c:v>14.508170127868601</c:v>
                </c:pt>
                <c:pt idx="497">
                  <c:v>14.537329673766999</c:v>
                </c:pt>
                <c:pt idx="498">
                  <c:v>14.566499710083001</c:v>
                </c:pt>
                <c:pt idx="499">
                  <c:v>14.5956602096557</c:v>
                </c:pt>
                <c:pt idx="500">
                  <c:v>14.6248302459716</c:v>
                </c:pt>
                <c:pt idx="501">
                  <c:v>14.6540002822875</c:v>
                </c:pt>
                <c:pt idx="502">
                  <c:v>14.683159828186</c:v>
                </c:pt>
                <c:pt idx="503">
                  <c:v>14.7123298645019</c:v>
                </c:pt>
                <c:pt idx="504">
                  <c:v>14.7414999008178</c:v>
                </c:pt>
                <c:pt idx="505">
                  <c:v>14.7706604003906</c:v>
                </c:pt>
                <c:pt idx="506">
                  <c:v>14.7998304367065</c:v>
                </c:pt>
                <c:pt idx="507">
                  <c:v>14.828989982604901</c:v>
                </c:pt>
                <c:pt idx="508">
                  <c:v>14.858160018920801</c:v>
                </c:pt>
                <c:pt idx="509">
                  <c:v>14.8873300552368</c:v>
                </c:pt>
                <c:pt idx="510">
                  <c:v>14.916489601135201</c:v>
                </c:pt>
                <c:pt idx="511">
                  <c:v>14.945659637451101</c:v>
                </c:pt>
                <c:pt idx="512">
                  <c:v>14.974829673766999</c:v>
                </c:pt>
                <c:pt idx="513">
                  <c:v>15.003990173339799</c:v>
                </c:pt>
                <c:pt idx="514">
                  <c:v>15.0331602096557</c:v>
                </c:pt>
                <c:pt idx="515">
                  <c:v>15.062319755554199</c:v>
                </c:pt>
                <c:pt idx="516">
                  <c:v>15.091489791870099</c:v>
                </c:pt>
                <c:pt idx="517">
                  <c:v>15.120659828186</c:v>
                </c:pt>
                <c:pt idx="518">
                  <c:v>15.1498203277587</c:v>
                </c:pt>
                <c:pt idx="519">
                  <c:v>15.1789903640747</c:v>
                </c:pt>
                <c:pt idx="520">
                  <c:v>15.2081604003906</c:v>
                </c:pt>
                <c:pt idx="521">
                  <c:v>15.237319946289</c:v>
                </c:pt>
                <c:pt idx="522">
                  <c:v>15.266489982604901</c:v>
                </c:pt>
                <c:pt idx="523">
                  <c:v>15.2956495285034</c:v>
                </c:pt>
                <c:pt idx="524">
                  <c:v>15.3248195648193</c:v>
                </c:pt>
                <c:pt idx="525">
                  <c:v>15.353989601135201</c:v>
                </c:pt>
                <c:pt idx="526">
                  <c:v>15.383150100708001</c:v>
                </c:pt>
                <c:pt idx="527">
                  <c:v>15.412320137023899</c:v>
                </c:pt>
                <c:pt idx="528">
                  <c:v>15.441490173339799</c:v>
                </c:pt>
                <c:pt idx="529">
                  <c:v>15.4706497192382</c:v>
                </c:pt>
                <c:pt idx="530">
                  <c:v>15.499819755554199</c:v>
                </c:pt>
                <c:pt idx="531">
                  <c:v>15.5289802551269</c:v>
                </c:pt>
                <c:pt idx="532">
                  <c:v>15.5581502914428</c:v>
                </c:pt>
                <c:pt idx="533">
                  <c:v>15.5873203277587</c:v>
                </c:pt>
                <c:pt idx="534">
                  <c:v>15.6164798736572</c:v>
                </c:pt>
                <c:pt idx="535">
                  <c:v>15.6456499099731</c:v>
                </c:pt>
                <c:pt idx="536">
                  <c:v>15.674819946289</c:v>
                </c:pt>
                <c:pt idx="537">
                  <c:v>15.7039804458618</c:v>
                </c:pt>
                <c:pt idx="538">
                  <c:v>15.7331495285034</c:v>
                </c:pt>
                <c:pt idx="539">
                  <c:v>15.762310028076101</c:v>
                </c:pt>
                <c:pt idx="540">
                  <c:v>15.791480064391999</c:v>
                </c:pt>
                <c:pt idx="541">
                  <c:v>15.820650100708001</c:v>
                </c:pt>
                <c:pt idx="542">
                  <c:v>15.849809646606399</c:v>
                </c:pt>
                <c:pt idx="543">
                  <c:v>15.878979682922299</c:v>
                </c:pt>
                <c:pt idx="544">
                  <c:v>15.908140182495099</c:v>
                </c:pt>
                <c:pt idx="545">
                  <c:v>15.937310218811</c:v>
                </c:pt>
                <c:pt idx="546">
                  <c:v>15.9664802551269</c:v>
                </c:pt>
                <c:pt idx="547">
                  <c:v>15.9956398010253</c:v>
                </c:pt>
                <c:pt idx="548">
                  <c:v>16.0248107910156</c:v>
                </c:pt>
                <c:pt idx="549">
                  <c:v>16.053989410400298</c:v>
                </c:pt>
                <c:pt idx="550">
                  <c:v>16.0831604003906</c:v>
                </c:pt>
                <c:pt idx="551">
                  <c:v>16.112329483032202</c:v>
                </c:pt>
                <c:pt idx="552">
                  <c:v>16.1415100097656</c:v>
                </c:pt>
                <c:pt idx="553">
                  <c:v>16.170679092407202</c:v>
                </c:pt>
                <c:pt idx="554">
                  <c:v>16.199850082397401</c:v>
                </c:pt>
                <c:pt idx="555">
                  <c:v>16.229019165038999</c:v>
                </c:pt>
                <c:pt idx="556">
                  <c:v>16.258199691772401</c:v>
                </c:pt>
                <c:pt idx="557">
                  <c:v>16.287370681762599</c:v>
                </c:pt>
                <c:pt idx="558">
                  <c:v>16.316539764404201</c:v>
                </c:pt>
                <c:pt idx="559">
                  <c:v>16.345720291137599</c:v>
                </c:pt>
                <c:pt idx="560">
                  <c:v>16.374889373779201</c:v>
                </c:pt>
                <c:pt idx="561">
                  <c:v>16.404060363769499</c:v>
                </c:pt>
                <c:pt idx="562">
                  <c:v>16.433240890502901</c:v>
                </c:pt>
                <c:pt idx="563">
                  <c:v>16.462409973144499</c:v>
                </c:pt>
                <c:pt idx="564">
                  <c:v>16.491579055786101</c:v>
                </c:pt>
                <c:pt idx="565">
                  <c:v>16.5207500457763</c:v>
                </c:pt>
                <c:pt idx="566">
                  <c:v>16.549930572509702</c:v>
                </c:pt>
                <c:pt idx="567">
                  <c:v>16.5790996551513</c:v>
                </c:pt>
                <c:pt idx="568">
                  <c:v>16.608270645141602</c:v>
                </c:pt>
                <c:pt idx="569">
                  <c:v>16.6374492645263</c:v>
                </c:pt>
                <c:pt idx="570">
                  <c:v>16.666620254516602</c:v>
                </c:pt>
                <c:pt idx="571">
                  <c:v>16.6957893371582</c:v>
                </c:pt>
                <c:pt idx="572">
                  <c:v>16.724960327148398</c:v>
                </c:pt>
                <c:pt idx="573">
                  <c:v>16.7541408538818</c:v>
                </c:pt>
                <c:pt idx="574">
                  <c:v>16.783309936523398</c:v>
                </c:pt>
                <c:pt idx="575">
                  <c:v>16.812480926513601</c:v>
                </c:pt>
                <c:pt idx="576">
                  <c:v>16.841659545898398</c:v>
                </c:pt>
                <c:pt idx="577">
                  <c:v>16.870830535888601</c:v>
                </c:pt>
                <c:pt idx="578">
                  <c:v>16.899999618530199</c:v>
                </c:pt>
                <c:pt idx="579">
                  <c:v>16.929170608520501</c:v>
                </c:pt>
                <c:pt idx="580">
                  <c:v>16.958349227905199</c:v>
                </c:pt>
                <c:pt idx="581">
                  <c:v>16.987520217895501</c:v>
                </c:pt>
                <c:pt idx="582">
                  <c:v>17.016689300537099</c:v>
                </c:pt>
                <c:pt idx="583">
                  <c:v>17.045869827270501</c:v>
                </c:pt>
                <c:pt idx="584">
                  <c:v>17.0750408172607</c:v>
                </c:pt>
                <c:pt idx="585">
                  <c:v>17.104209899902301</c:v>
                </c:pt>
                <c:pt idx="586">
                  <c:v>17.1333808898925</c:v>
                </c:pt>
                <c:pt idx="587">
                  <c:v>17.162559509277301</c:v>
                </c:pt>
                <c:pt idx="588">
                  <c:v>17.1917304992675</c:v>
                </c:pt>
                <c:pt idx="589">
                  <c:v>17.220899581909102</c:v>
                </c:pt>
                <c:pt idx="590">
                  <c:v>17.2500801086425</c:v>
                </c:pt>
                <c:pt idx="591">
                  <c:v>17.279249191284102</c:v>
                </c:pt>
                <c:pt idx="592">
                  <c:v>17.3084201812744</c:v>
                </c:pt>
                <c:pt idx="593">
                  <c:v>17.337589263916001</c:v>
                </c:pt>
                <c:pt idx="594">
                  <c:v>17.3667697906494</c:v>
                </c:pt>
                <c:pt idx="595">
                  <c:v>17.395940780639599</c:v>
                </c:pt>
                <c:pt idx="596">
                  <c:v>17.4251098632812</c:v>
                </c:pt>
                <c:pt idx="597">
                  <c:v>17.454290390014599</c:v>
                </c:pt>
                <c:pt idx="598">
                  <c:v>17.4834594726562</c:v>
                </c:pt>
                <c:pt idx="599">
                  <c:v>17.512630462646399</c:v>
                </c:pt>
                <c:pt idx="600">
                  <c:v>17.541805267333899</c:v>
                </c:pt>
                <c:pt idx="601">
                  <c:v>17.570978164672798</c:v>
                </c:pt>
                <c:pt idx="602">
                  <c:v>17.600151062011701</c:v>
                </c:pt>
                <c:pt idx="603">
                  <c:v>17.629323959350501</c:v>
                </c:pt>
                <c:pt idx="604">
                  <c:v>17.6584968566894</c:v>
                </c:pt>
                <c:pt idx="605">
                  <c:v>17.687669754028299</c:v>
                </c:pt>
                <c:pt idx="606">
                  <c:v>17.716842651367099</c:v>
                </c:pt>
                <c:pt idx="607">
                  <c:v>17.746015548706001</c:v>
                </c:pt>
                <c:pt idx="608">
                  <c:v>17.775188446044901</c:v>
                </c:pt>
                <c:pt idx="609">
                  <c:v>17.8043613433837</c:v>
                </c:pt>
                <c:pt idx="610">
                  <c:v>17.833534240722599</c:v>
                </c:pt>
                <c:pt idx="611">
                  <c:v>17.862707138061499</c:v>
                </c:pt>
                <c:pt idx="612">
                  <c:v>17.891880035400298</c:v>
                </c:pt>
                <c:pt idx="613">
                  <c:v>17.921052932739201</c:v>
                </c:pt>
                <c:pt idx="614">
                  <c:v>17.9502258300781</c:v>
                </c:pt>
                <c:pt idx="615">
                  <c:v>17.9793987274169</c:v>
                </c:pt>
                <c:pt idx="616">
                  <c:v>18.008571624755799</c:v>
                </c:pt>
                <c:pt idx="617">
                  <c:v>18.037744522094702</c:v>
                </c:pt>
                <c:pt idx="618">
                  <c:v>18.066917419433501</c:v>
                </c:pt>
                <c:pt idx="619">
                  <c:v>18.096090316772401</c:v>
                </c:pt>
                <c:pt idx="620">
                  <c:v>18.1252632141113</c:v>
                </c:pt>
                <c:pt idx="621">
                  <c:v>18.154436111450099</c:v>
                </c:pt>
                <c:pt idx="622">
                  <c:v>18.183609008788999</c:v>
                </c:pt>
                <c:pt idx="623">
                  <c:v>18.212781906127901</c:v>
                </c:pt>
                <c:pt idx="624">
                  <c:v>18.241954803466701</c:v>
                </c:pt>
                <c:pt idx="625">
                  <c:v>18.2711277008056</c:v>
                </c:pt>
                <c:pt idx="626">
                  <c:v>18.300300598144499</c:v>
                </c:pt>
                <c:pt idx="627">
                  <c:v>18.329473495483398</c:v>
                </c:pt>
                <c:pt idx="628">
                  <c:v>18.358646392822202</c:v>
                </c:pt>
                <c:pt idx="629">
                  <c:v>18.387819290161101</c:v>
                </c:pt>
                <c:pt idx="630">
                  <c:v>18.4169921875</c:v>
                </c:pt>
                <c:pt idx="631">
                  <c:v>18.4461650848388</c:v>
                </c:pt>
                <c:pt idx="632">
                  <c:v>18.475337982177699</c:v>
                </c:pt>
                <c:pt idx="633">
                  <c:v>18.504510879516602</c:v>
                </c:pt>
                <c:pt idx="634">
                  <c:v>18.533683776855401</c:v>
                </c:pt>
                <c:pt idx="635">
                  <c:v>18.5628566741943</c:v>
                </c:pt>
                <c:pt idx="636">
                  <c:v>18.5920295715332</c:v>
                </c:pt>
                <c:pt idx="637">
                  <c:v>18.621202468871999</c:v>
                </c:pt>
                <c:pt idx="638">
                  <c:v>18.650375366210898</c:v>
                </c:pt>
                <c:pt idx="639">
                  <c:v>18.679548263549801</c:v>
                </c:pt>
                <c:pt idx="640">
                  <c:v>18.708721160888601</c:v>
                </c:pt>
                <c:pt idx="641">
                  <c:v>18.7378940582275</c:v>
                </c:pt>
                <c:pt idx="642">
                  <c:v>18.767066955566399</c:v>
                </c:pt>
                <c:pt idx="643">
                  <c:v>18.796239852905199</c:v>
                </c:pt>
                <c:pt idx="644">
                  <c:v>18.825412750244102</c:v>
                </c:pt>
                <c:pt idx="645">
                  <c:v>18.854585647583001</c:v>
                </c:pt>
                <c:pt idx="646">
                  <c:v>18.8837585449218</c:v>
                </c:pt>
                <c:pt idx="647">
                  <c:v>18.9129314422607</c:v>
                </c:pt>
                <c:pt idx="648">
                  <c:v>18.942104339599599</c:v>
                </c:pt>
                <c:pt idx="649">
                  <c:v>18.971277236938398</c:v>
                </c:pt>
                <c:pt idx="650">
                  <c:v>19.000450134277301</c:v>
                </c:pt>
                <c:pt idx="651">
                  <c:v>19.0296230316162</c:v>
                </c:pt>
                <c:pt idx="652">
                  <c:v>19.058795928955</c:v>
                </c:pt>
                <c:pt idx="653">
                  <c:v>19.087968826293899</c:v>
                </c:pt>
                <c:pt idx="654">
                  <c:v>19.117141723632798</c:v>
                </c:pt>
                <c:pt idx="655">
                  <c:v>19.146314620971602</c:v>
                </c:pt>
                <c:pt idx="656">
                  <c:v>19.175487518310501</c:v>
                </c:pt>
                <c:pt idx="657">
                  <c:v>19.2046604156494</c:v>
                </c:pt>
                <c:pt idx="658">
                  <c:v>19.2338333129882</c:v>
                </c:pt>
                <c:pt idx="659">
                  <c:v>19.263006210327099</c:v>
                </c:pt>
                <c:pt idx="660">
                  <c:v>19.292179107666001</c:v>
                </c:pt>
                <c:pt idx="661">
                  <c:v>19.321352005004801</c:v>
                </c:pt>
                <c:pt idx="662">
                  <c:v>19.3505249023437</c:v>
                </c:pt>
                <c:pt idx="663">
                  <c:v>19.379697799682599</c:v>
                </c:pt>
                <c:pt idx="664">
                  <c:v>19.408870697021399</c:v>
                </c:pt>
                <c:pt idx="665">
                  <c:v>19.438043594360298</c:v>
                </c:pt>
                <c:pt idx="666">
                  <c:v>19.467216491699201</c:v>
                </c:pt>
                <c:pt idx="667">
                  <c:v>19.496389389038001</c:v>
                </c:pt>
                <c:pt idx="668">
                  <c:v>19.5255622863769</c:v>
                </c:pt>
                <c:pt idx="669">
                  <c:v>19.554735183715799</c:v>
                </c:pt>
                <c:pt idx="670">
                  <c:v>19.583908081054599</c:v>
                </c:pt>
                <c:pt idx="671">
                  <c:v>19.613080978393501</c:v>
                </c:pt>
                <c:pt idx="672">
                  <c:v>19.642253875732401</c:v>
                </c:pt>
                <c:pt idx="673">
                  <c:v>19.6714267730712</c:v>
                </c:pt>
                <c:pt idx="674">
                  <c:v>19.700599670410099</c:v>
                </c:pt>
                <c:pt idx="675">
                  <c:v>19.729772567748999</c:v>
                </c:pt>
                <c:pt idx="676">
                  <c:v>19.758945465087798</c:v>
                </c:pt>
                <c:pt idx="677">
                  <c:v>19.788118362426701</c:v>
                </c:pt>
                <c:pt idx="678">
                  <c:v>19.8172912597656</c:v>
                </c:pt>
                <c:pt idx="679">
                  <c:v>19.8464641571044</c:v>
                </c:pt>
                <c:pt idx="680">
                  <c:v>19.875637054443299</c:v>
                </c:pt>
                <c:pt idx="681">
                  <c:v>19.904809951782202</c:v>
                </c:pt>
                <c:pt idx="682">
                  <c:v>19.933982849121001</c:v>
                </c:pt>
                <c:pt idx="683">
                  <c:v>19.963155746459901</c:v>
                </c:pt>
                <c:pt idx="684">
                  <c:v>19.9923286437988</c:v>
                </c:pt>
                <c:pt idx="685">
                  <c:v>20.021501541137599</c:v>
                </c:pt>
                <c:pt idx="686">
                  <c:v>20.050674438476499</c:v>
                </c:pt>
                <c:pt idx="687">
                  <c:v>20.079847335815401</c:v>
                </c:pt>
                <c:pt idx="688">
                  <c:v>20.109020233154201</c:v>
                </c:pt>
                <c:pt idx="689">
                  <c:v>20.1381931304931</c:v>
                </c:pt>
                <c:pt idx="690">
                  <c:v>20.167366027831999</c:v>
                </c:pt>
                <c:pt idx="691">
                  <c:v>20.196538925170898</c:v>
                </c:pt>
                <c:pt idx="692">
                  <c:v>20.225711822509702</c:v>
                </c:pt>
                <c:pt idx="693">
                  <c:v>20.254884719848601</c:v>
                </c:pt>
                <c:pt idx="694">
                  <c:v>20.2840576171875</c:v>
                </c:pt>
                <c:pt idx="695">
                  <c:v>20.3132305145263</c:v>
                </c:pt>
                <c:pt idx="696">
                  <c:v>20.342403411865199</c:v>
                </c:pt>
                <c:pt idx="697">
                  <c:v>20.371576309204102</c:v>
                </c:pt>
                <c:pt idx="698">
                  <c:v>20.400749206542901</c:v>
                </c:pt>
                <c:pt idx="699">
                  <c:v>20.4299221038818</c:v>
                </c:pt>
                <c:pt idx="700">
                  <c:v>20.4590950012207</c:v>
                </c:pt>
                <c:pt idx="701">
                  <c:v>20.488267898559499</c:v>
                </c:pt>
                <c:pt idx="702">
                  <c:v>20.517440795898398</c:v>
                </c:pt>
                <c:pt idx="703">
                  <c:v>20.546613693237301</c:v>
                </c:pt>
                <c:pt idx="704">
                  <c:v>20.575786590576101</c:v>
                </c:pt>
                <c:pt idx="705">
                  <c:v>20.604959487915</c:v>
                </c:pt>
                <c:pt idx="706">
                  <c:v>20.634132385253899</c:v>
                </c:pt>
                <c:pt idx="707">
                  <c:v>20.663305282592699</c:v>
                </c:pt>
                <c:pt idx="708">
                  <c:v>20.692478179931602</c:v>
                </c:pt>
                <c:pt idx="709">
                  <c:v>20.721651077270501</c:v>
                </c:pt>
                <c:pt idx="710">
                  <c:v>20.7508239746093</c:v>
                </c:pt>
                <c:pt idx="711">
                  <c:v>20.7799968719482</c:v>
                </c:pt>
                <c:pt idx="712">
                  <c:v>20.809169769287099</c:v>
                </c:pt>
                <c:pt idx="713">
                  <c:v>20.838342666625898</c:v>
                </c:pt>
                <c:pt idx="714">
                  <c:v>20.867515563964801</c:v>
                </c:pt>
                <c:pt idx="715">
                  <c:v>20.8966884613037</c:v>
                </c:pt>
                <c:pt idx="716">
                  <c:v>20.9258613586425</c:v>
                </c:pt>
                <c:pt idx="717">
                  <c:v>20.955034255981399</c:v>
                </c:pt>
                <c:pt idx="718">
                  <c:v>20.984207153320298</c:v>
                </c:pt>
                <c:pt idx="719">
                  <c:v>21.013380050659102</c:v>
                </c:pt>
                <c:pt idx="720">
                  <c:v>21.042552947998001</c:v>
                </c:pt>
                <c:pt idx="721">
                  <c:v>21.0717258453369</c:v>
                </c:pt>
                <c:pt idx="722">
                  <c:v>21.1008987426757</c:v>
                </c:pt>
                <c:pt idx="723">
                  <c:v>21.130071640014599</c:v>
                </c:pt>
                <c:pt idx="724">
                  <c:v>21.159244537353501</c:v>
                </c:pt>
                <c:pt idx="725">
                  <c:v>21.188417434692301</c:v>
                </c:pt>
                <c:pt idx="726">
                  <c:v>21.2175903320312</c:v>
                </c:pt>
                <c:pt idx="727">
                  <c:v>21.246763229370099</c:v>
                </c:pt>
                <c:pt idx="728">
                  <c:v>21.275936126708899</c:v>
                </c:pt>
                <c:pt idx="729">
                  <c:v>21.305109024047798</c:v>
                </c:pt>
                <c:pt idx="730">
                  <c:v>21.334281921386701</c:v>
                </c:pt>
                <c:pt idx="731">
                  <c:v>21.363454818725501</c:v>
                </c:pt>
                <c:pt idx="732">
                  <c:v>21.3926277160644</c:v>
                </c:pt>
                <c:pt idx="733">
                  <c:v>21.421800613403299</c:v>
                </c:pt>
                <c:pt idx="734">
                  <c:v>21.450973510742099</c:v>
                </c:pt>
                <c:pt idx="735">
                  <c:v>21.480146408081001</c:v>
                </c:pt>
                <c:pt idx="736">
                  <c:v>21.509319305419901</c:v>
                </c:pt>
                <c:pt idx="737">
                  <c:v>21.5384922027587</c:v>
                </c:pt>
                <c:pt idx="738">
                  <c:v>21.567665100097599</c:v>
                </c:pt>
                <c:pt idx="739">
                  <c:v>21.596837997436499</c:v>
                </c:pt>
                <c:pt idx="740">
                  <c:v>21.626010894775298</c:v>
                </c:pt>
                <c:pt idx="741">
                  <c:v>21.655183792114201</c:v>
                </c:pt>
                <c:pt idx="742">
                  <c:v>21.6843566894531</c:v>
                </c:pt>
                <c:pt idx="743">
                  <c:v>21.7135295867919</c:v>
                </c:pt>
                <c:pt idx="744">
                  <c:v>21.742702484130799</c:v>
                </c:pt>
                <c:pt idx="745">
                  <c:v>21.771875381469702</c:v>
                </c:pt>
                <c:pt idx="746">
                  <c:v>21.801048278808501</c:v>
                </c:pt>
                <c:pt idx="747">
                  <c:v>21.830221176147401</c:v>
                </c:pt>
                <c:pt idx="748">
                  <c:v>21.8593940734863</c:v>
                </c:pt>
                <c:pt idx="749">
                  <c:v>21.888566970825099</c:v>
                </c:pt>
                <c:pt idx="750">
                  <c:v>21.917739868163999</c:v>
                </c:pt>
                <c:pt idx="751">
                  <c:v>21.946912765502901</c:v>
                </c:pt>
                <c:pt idx="752">
                  <c:v>21.976085662841701</c:v>
                </c:pt>
                <c:pt idx="753">
                  <c:v>22.0052585601806</c:v>
                </c:pt>
                <c:pt idx="754">
                  <c:v>22.034431457519499</c:v>
                </c:pt>
                <c:pt idx="755">
                  <c:v>22.063604354858398</c:v>
                </c:pt>
                <c:pt idx="756">
                  <c:v>22.092777252197202</c:v>
                </c:pt>
                <c:pt idx="757">
                  <c:v>22.121950149536101</c:v>
                </c:pt>
                <c:pt idx="758">
                  <c:v>22.151123046875</c:v>
                </c:pt>
                <c:pt idx="759">
                  <c:v>22.1802959442138</c:v>
                </c:pt>
                <c:pt idx="760">
                  <c:v>22.209468841552699</c:v>
                </c:pt>
                <c:pt idx="761">
                  <c:v>22.238641738891602</c:v>
                </c:pt>
                <c:pt idx="762">
                  <c:v>22.267814636230401</c:v>
                </c:pt>
                <c:pt idx="763">
                  <c:v>22.2969875335693</c:v>
                </c:pt>
                <c:pt idx="764">
                  <c:v>22.3261604309082</c:v>
                </c:pt>
                <c:pt idx="765">
                  <c:v>22.355333328246999</c:v>
                </c:pt>
                <c:pt idx="766">
                  <c:v>22.384506225585898</c:v>
                </c:pt>
                <c:pt idx="767">
                  <c:v>22.413679122924801</c:v>
                </c:pt>
                <c:pt idx="768">
                  <c:v>22.442852020263601</c:v>
                </c:pt>
                <c:pt idx="769">
                  <c:v>22.4720249176025</c:v>
                </c:pt>
                <c:pt idx="770">
                  <c:v>22.501197814941399</c:v>
                </c:pt>
                <c:pt idx="771">
                  <c:v>22.530370712280199</c:v>
                </c:pt>
                <c:pt idx="772">
                  <c:v>22.559543609619102</c:v>
                </c:pt>
                <c:pt idx="773">
                  <c:v>22.588716506958001</c:v>
                </c:pt>
                <c:pt idx="774">
                  <c:v>22.6178894042968</c:v>
                </c:pt>
                <c:pt idx="775">
                  <c:v>22.6470623016357</c:v>
                </c:pt>
                <c:pt idx="776">
                  <c:v>22.676235198974599</c:v>
                </c:pt>
                <c:pt idx="777">
                  <c:v>22.705408096313398</c:v>
                </c:pt>
                <c:pt idx="778">
                  <c:v>22.734580993652301</c:v>
                </c:pt>
                <c:pt idx="779">
                  <c:v>22.7637538909912</c:v>
                </c:pt>
                <c:pt idx="780">
                  <c:v>22.79292678833</c:v>
                </c:pt>
                <c:pt idx="781">
                  <c:v>22.822099685668899</c:v>
                </c:pt>
                <c:pt idx="782">
                  <c:v>22.851272583007798</c:v>
                </c:pt>
                <c:pt idx="783">
                  <c:v>22.880445480346602</c:v>
                </c:pt>
                <c:pt idx="784">
                  <c:v>22.909618377685501</c:v>
                </c:pt>
                <c:pt idx="785">
                  <c:v>22.9387912750244</c:v>
                </c:pt>
                <c:pt idx="786">
                  <c:v>22.9679641723632</c:v>
                </c:pt>
                <c:pt idx="787">
                  <c:v>22.997137069702099</c:v>
                </c:pt>
                <c:pt idx="788">
                  <c:v>23.026309967041001</c:v>
                </c:pt>
                <c:pt idx="789">
                  <c:v>23.055482864379801</c:v>
                </c:pt>
                <c:pt idx="790">
                  <c:v>23.0846557617187</c:v>
                </c:pt>
                <c:pt idx="791">
                  <c:v>23.113828659057599</c:v>
                </c:pt>
                <c:pt idx="792">
                  <c:v>23.143001556396399</c:v>
                </c:pt>
                <c:pt idx="793">
                  <c:v>23.172174453735298</c:v>
                </c:pt>
                <c:pt idx="794">
                  <c:v>23.201347351074201</c:v>
                </c:pt>
                <c:pt idx="795">
                  <c:v>23.230520248413001</c:v>
                </c:pt>
                <c:pt idx="796">
                  <c:v>23.2596931457519</c:v>
                </c:pt>
                <c:pt idx="797">
                  <c:v>23.288866043090799</c:v>
                </c:pt>
                <c:pt idx="798">
                  <c:v>23.318038940429599</c:v>
                </c:pt>
                <c:pt idx="799">
                  <c:v>23.347211837768501</c:v>
                </c:pt>
                <c:pt idx="800">
                  <c:v>23.376384735107401</c:v>
                </c:pt>
                <c:pt idx="801">
                  <c:v>23.4055576324462</c:v>
                </c:pt>
                <c:pt idx="802">
                  <c:v>23.434730529785099</c:v>
                </c:pt>
                <c:pt idx="803">
                  <c:v>23.463903427123999</c:v>
                </c:pt>
                <c:pt idx="804">
                  <c:v>23.493076324462798</c:v>
                </c:pt>
                <c:pt idx="805">
                  <c:v>23.522249221801701</c:v>
                </c:pt>
                <c:pt idx="806">
                  <c:v>23.5514221191406</c:v>
                </c:pt>
                <c:pt idx="807">
                  <c:v>23.5805950164794</c:v>
                </c:pt>
                <c:pt idx="808">
                  <c:v>23.609767913818299</c:v>
                </c:pt>
                <c:pt idx="809">
                  <c:v>23.638940811157202</c:v>
                </c:pt>
                <c:pt idx="810">
                  <c:v>23.668113708496001</c:v>
                </c:pt>
                <c:pt idx="811">
                  <c:v>23.697286605834901</c:v>
                </c:pt>
                <c:pt idx="812">
                  <c:v>23.7264595031738</c:v>
                </c:pt>
                <c:pt idx="813">
                  <c:v>23.755632400512599</c:v>
                </c:pt>
                <c:pt idx="814">
                  <c:v>23.784805297851499</c:v>
                </c:pt>
                <c:pt idx="815">
                  <c:v>23.813978195190401</c:v>
                </c:pt>
                <c:pt idx="816">
                  <c:v>23.843151092529201</c:v>
                </c:pt>
                <c:pt idx="817">
                  <c:v>23.8723239898681</c:v>
                </c:pt>
                <c:pt idx="818">
                  <c:v>23.901496887206999</c:v>
                </c:pt>
                <c:pt idx="819">
                  <c:v>23.930669784545898</c:v>
                </c:pt>
                <c:pt idx="820">
                  <c:v>23.959842681884702</c:v>
                </c:pt>
                <c:pt idx="821">
                  <c:v>23.989015579223601</c:v>
                </c:pt>
                <c:pt idx="822">
                  <c:v>24.0181884765625</c:v>
                </c:pt>
                <c:pt idx="823">
                  <c:v>24.0473613739013</c:v>
                </c:pt>
                <c:pt idx="824">
                  <c:v>24.076534271240199</c:v>
                </c:pt>
                <c:pt idx="825">
                  <c:v>24.105707168579102</c:v>
                </c:pt>
                <c:pt idx="826">
                  <c:v>24.134880065917901</c:v>
                </c:pt>
                <c:pt idx="827">
                  <c:v>24.1640529632568</c:v>
                </c:pt>
                <c:pt idx="828">
                  <c:v>24.1932258605957</c:v>
                </c:pt>
                <c:pt idx="829">
                  <c:v>24.222398757934499</c:v>
                </c:pt>
                <c:pt idx="830">
                  <c:v>24.251571655273398</c:v>
                </c:pt>
                <c:pt idx="831">
                  <c:v>24.280744552612301</c:v>
                </c:pt>
                <c:pt idx="832">
                  <c:v>24.309917449951101</c:v>
                </c:pt>
                <c:pt idx="833">
                  <c:v>24.33909034729</c:v>
                </c:pt>
                <c:pt idx="834">
                  <c:v>24.368263244628899</c:v>
                </c:pt>
                <c:pt idx="835">
                  <c:v>24.397436141967699</c:v>
                </c:pt>
                <c:pt idx="836">
                  <c:v>24.426609039306602</c:v>
                </c:pt>
                <c:pt idx="837">
                  <c:v>24.455781936645501</c:v>
                </c:pt>
                <c:pt idx="838">
                  <c:v>24.4849548339843</c:v>
                </c:pt>
                <c:pt idx="839">
                  <c:v>24.5141277313232</c:v>
                </c:pt>
                <c:pt idx="840">
                  <c:v>24.543300628662099</c:v>
                </c:pt>
                <c:pt idx="841">
                  <c:v>24.572473526000898</c:v>
                </c:pt>
                <c:pt idx="842">
                  <c:v>24.601646423339801</c:v>
                </c:pt>
                <c:pt idx="843">
                  <c:v>24.6308193206787</c:v>
                </c:pt>
                <c:pt idx="844">
                  <c:v>24.6599922180175</c:v>
                </c:pt>
                <c:pt idx="845">
                  <c:v>24.689165115356399</c:v>
                </c:pt>
                <c:pt idx="846">
                  <c:v>24.718338012695298</c:v>
                </c:pt>
                <c:pt idx="847">
                  <c:v>24.747510910034102</c:v>
                </c:pt>
                <c:pt idx="848">
                  <c:v>24.776683807373001</c:v>
                </c:pt>
                <c:pt idx="849">
                  <c:v>24.8058567047119</c:v>
                </c:pt>
                <c:pt idx="850">
                  <c:v>24.8350296020507</c:v>
                </c:pt>
                <c:pt idx="851">
                  <c:v>24.864202499389599</c:v>
                </c:pt>
                <c:pt idx="852">
                  <c:v>24.893375396728501</c:v>
                </c:pt>
                <c:pt idx="853">
                  <c:v>24.922548294067301</c:v>
                </c:pt>
                <c:pt idx="854">
                  <c:v>24.9517211914062</c:v>
                </c:pt>
                <c:pt idx="855">
                  <c:v>24.980894088745099</c:v>
                </c:pt>
                <c:pt idx="856">
                  <c:v>25.010066986083899</c:v>
                </c:pt>
                <c:pt idx="857">
                  <c:v>25.039239883422798</c:v>
                </c:pt>
                <c:pt idx="858">
                  <c:v>25.068412780761701</c:v>
                </c:pt>
                <c:pt idx="859">
                  <c:v>25.097585678100501</c:v>
                </c:pt>
                <c:pt idx="860">
                  <c:v>25.1267585754394</c:v>
                </c:pt>
                <c:pt idx="861">
                  <c:v>25.155931472778299</c:v>
                </c:pt>
                <c:pt idx="862">
                  <c:v>25.185104370117099</c:v>
                </c:pt>
                <c:pt idx="863">
                  <c:v>25.214277267456001</c:v>
                </c:pt>
                <c:pt idx="864">
                  <c:v>25.243450164794901</c:v>
                </c:pt>
                <c:pt idx="865">
                  <c:v>25.2726230621337</c:v>
                </c:pt>
                <c:pt idx="866">
                  <c:v>25.301795959472599</c:v>
                </c:pt>
                <c:pt idx="867">
                  <c:v>25.330968856811499</c:v>
                </c:pt>
                <c:pt idx="868">
                  <c:v>25.360141754150298</c:v>
                </c:pt>
                <c:pt idx="869">
                  <c:v>25.389314651489201</c:v>
                </c:pt>
                <c:pt idx="870">
                  <c:v>25.4184875488281</c:v>
                </c:pt>
                <c:pt idx="871">
                  <c:v>25.4476604461669</c:v>
                </c:pt>
                <c:pt idx="872">
                  <c:v>25.476833343505799</c:v>
                </c:pt>
                <c:pt idx="873">
                  <c:v>25.506006240844702</c:v>
                </c:pt>
                <c:pt idx="874">
                  <c:v>25.535179138183501</c:v>
                </c:pt>
                <c:pt idx="875">
                  <c:v>25.564352035522401</c:v>
                </c:pt>
                <c:pt idx="876">
                  <c:v>25.5935249328613</c:v>
                </c:pt>
                <c:pt idx="877">
                  <c:v>25.622697830200099</c:v>
                </c:pt>
                <c:pt idx="878">
                  <c:v>25.651870727538999</c:v>
                </c:pt>
                <c:pt idx="879">
                  <c:v>25.681043624877901</c:v>
                </c:pt>
                <c:pt idx="880">
                  <c:v>25.710216522216701</c:v>
                </c:pt>
                <c:pt idx="881">
                  <c:v>25.7393894195556</c:v>
                </c:pt>
                <c:pt idx="882">
                  <c:v>25.768562316894499</c:v>
                </c:pt>
                <c:pt idx="883">
                  <c:v>25.797735214233398</c:v>
                </c:pt>
                <c:pt idx="884">
                  <c:v>25.826908111572202</c:v>
                </c:pt>
                <c:pt idx="885">
                  <c:v>25.856081008911101</c:v>
                </c:pt>
                <c:pt idx="886">
                  <c:v>25.88525390625</c:v>
                </c:pt>
                <c:pt idx="887">
                  <c:v>25.9144268035888</c:v>
                </c:pt>
                <c:pt idx="888">
                  <c:v>25.943599700927699</c:v>
                </c:pt>
                <c:pt idx="889">
                  <c:v>25.972772598266602</c:v>
                </c:pt>
                <c:pt idx="890">
                  <c:v>26.001945495605401</c:v>
                </c:pt>
                <c:pt idx="891">
                  <c:v>26.0311183929443</c:v>
                </c:pt>
                <c:pt idx="892">
                  <c:v>26.0602912902832</c:v>
                </c:pt>
                <c:pt idx="893">
                  <c:v>26.089464187621999</c:v>
                </c:pt>
                <c:pt idx="894">
                  <c:v>26.118637084960898</c:v>
                </c:pt>
                <c:pt idx="895">
                  <c:v>26.147809982299801</c:v>
                </c:pt>
                <c:pt idx="896">
                  <c:v>26.176982879638601</c:v>
                </c:pt>
                <c:pt idx="897">
                  <c:v>26.2061557769775</c:v>
                </c:pt>
                <c:pt idx="898">
                  <c:v>26.235328674316399</c:v>
                </c:pt>
                <c:pt idx="899">
                  <c:v>26.264501571655199</c:v>
                </c:pt>
                <c:pt idx="900">
                  <c:v>26.293674468994102</c:v>
                </c:pt>
                <c:pt idx="901">
                  <c:v>26.322847366333001</c:v>
                </c:pt>
                <c:pt idx="902">
                  <c:v>26.3520202636718</c:v>
                </c:pt>
                <c:pt idx="903">
                  <c:v>26.3811931610107</c:v>
                </c:pt>
                <c:pt idx="904">
                  <c:v>26.410366058349599</c:v>
                </c:pt>
                <c:pt idx="905">
                  <c:v>26.439538955688398</c:v>
                </c:pt>
                <c:pt idx="906">
                  <c:v>26.468711853027301</c:v>
                </c:pt>
                <c:pt idx="907">
                  <c:v>26.4978847503662</c:v>
                </c:pt>
                <c:pt idx="908">
                  <c:v>26.527057647705</c:v>
                </c:pt>
                <c:pt idx="909">
                  <c:v>26.556230545043899</c:v>
                </c:pt>
                <c:pt idx="910">
                  <c:v>26.585403442382798</c:v>
                </c:pt>
                <c:pt idx="911">
                  <c:v>26.614576339721602</c:v>
                </c:pt>
                <c:pt idx="912">
                  <c:v>26.643749237060501</c:v>
                </c:pt>
                <c:pt idx="913">
                  <c:v>26.6729221343994</c:v>
                </c:pt>
                <c:pt idx="914">
                  <c:v>26.7020950317382</c:v>
                </c:pt>
                <c:pt idx="915">
                  <c:v>26.731267929077099</c:v>
                </c:pt>
                <c:pt idx="916">
                  <c:v>26.760440826416001</c:v>
                </c:pt>
                <c:pt idx="917">
                  <c:v>26.789613723754801</c:v>
                </c:pt>
                <c:pt idx="918">
                  <c:v>26.8187866210937</c:v>
                </c:pt>
                <c:pt idx="919">
                  <c:v>26.847959518432599</c:v>
                </c:pt>
                <c:pt idx="920">
                  <c:v>26.877132415771399</c:v>
                </c:pt>
                <c:pt idx="921">
                  <c:v>26.906305313110298</c:v>
                </c:pt>
                <c:pt idx="922">
                  <c:v>26.935478210449201</c:v>
                </c:pt>
                <c:pt idx="923">
                  <c:v>26.964651107788001</c:v>
                </c:pt>
                <c:pt idx="924">
                  <c:v>26.9938240051269</c:v>
                </c:pt>
                <c:pt idx="925">
                  <c:v>27.022996902465799</c:v>
                </c:pt>
                <c:pt idx="926">
                  <c:v>27.052169799804599</c:v>
                </c:pt>
                <c:pt idx="927">
                  <c:v>27.081342697143501</c:v>
                </c:pt>
                <c:pt idx="928">
                  <c:v>27.110515594482401</c:v>
                </c:pt>
                <c:pt idx="929">
                  <c:v>27.1396884918212</c:v>
                </c:pt>
                <c:pt idx="930">
                  <c:v>27.168861389160099</c:v>
                </c:pt>
                <c:pt idx="931">
                  <c:v>27.198034286498999</c:v>
                </c:pt>
                <c:pt idx="932">
                  <c:v>27.227207183837798</c:v>
                </c:pt>
                <c:pt idx="933">
                  <c:v>27.256380081176701</c:v>
                </c:pt>
                <c:pt idx="934">
                  <c:v>27.2855529785156</c:v>
                </c:pt>
                <c:pt idx="935">
                  <c:v>27.3147258758544</c:v>
                </c:pt>
                <c:pt idx="936">
                  <c:v>27.343898773193299</c:v>
                </c:pt>
                <c:pt idx="937">
                  <c:v>27.373071670532202</c:v>
                </c:pt>
                <c:pt idx="938">
                  <c:v>27.402244567871001</c:v>
                </c:pt>
                <c:pt idx="939">
                  <c:v>27.431417465209901</c:v>
                </c:pt>
                <c:pt idx="940">
                  <c:v>27.4605903625488</c:v>
                </c:pt>
                <c:pt idx="941">
                  <c:v>27.489763259887599</c:v>
                </c:pt>
                <c:pt idx="942">
                  <c:v>27.518936157226499</c:v>
                </c:pt>
                <c:pt idx="943">
                  <c:v>27.548109054565401</c:v>
                </c:pt>
                <c:pt idx="944">
                  <c:v>27.577281951904201</c:v>
                </c:pt>
                <c:pt idx="945">
                  <c:v>27.6064548492431</c:v>
                </c:pt>
                <c:pt idx="946">
                  <c:v>27.635627746581999</c:v>
                </c:pt>
                <c:pt idx="947">
                  <c:v>27.664800643920898</c:v>
                </c:pt>
                <c:pt idx="948">
                  <c:v>27.693973541259702</c:v>
                </c:pt>
                <c:pt idx="949">
                  <c:v>27.723146438598601</c:v>
                </c:pt>
                <c:pt idx="950">
                  <c:v>27.7523193359375</c:v>
                </c:pt>
                <c:pt idx="951">
                  <c:v>27.7814922332763</c:v>
                </c:pt>
                <c:pt idx="952">
                  <c:v>27.810665130615199</c:v>
                </c:pt>
                <c:pt idx="953">
                  <c:v>27.839838027954102</c:v>
                </c:pt>
                <c:pt idx="954">
                  <c:v>27.869010925292901</c:v>
                </c:pt>
                <c:pt idx="955">
                  <c:v>27.8981838226318</c:v>
                </c:pt>
                <c:pt idx="956">
                  <c:v>27.9273567199707</c:v>
                </c:pt>
                <c:pt idx="957">
                  <c:v>27.956529617309499</c:v>
                </c:pt>
                <c:pt idx="958">
                  <c:v>27.985702514648398</c:v>
                </c:pt>
                <c:pt idx="959">
                  <c:v>28.014875411987301</c:v>
                </c:pt>
                <c:pt idx="960">
                  <c:v>28.044048309326101</c:v>
                </c:pt>
                <c:pt idx="961">
                  <c:v>28.073221206665</c:v>
                </c:pt>
                <c:pt idx="962">
                  <c:v>28.102394104003899</c:v>
                </c:pt>
                <c:pt idx="963">
                  <c:v>28.131567001342699</c:v>
                </c:pt>
                <c:pt idx="964">
                  <c:v>28.160739898681602</c:v>
                </c:pt>
                <c:pt idx="965">
                  <c:v>28.189912796020501</c:v>
                </c:pt>
                <c:pt idx="966">
                  <c:v>28.2190856933593</c:v>
                </c:pt>
                <c:pt idx="967">
                  <c:v>28.2482585906982</c:v>
                </c:pt>
                <c:pt idx="968">
                  <c:v>28.277431488037099</c:v>
                </c:pt>
                <c:pt idx="969">
                  <c:v>28.306604385375898</c:v>
                </c:pt>
                <c:pt idx="970">
                  <c:v>28.335777282714801</c:v>
                </c:pt>
                <c:pt idx="971">
                  <c:v>28.3649501800537</c:v>
                </c:pt>
                <c:pt idx="972">
                  <c:v>28.3941230773925</c:v>
                </c:pt>
                <c:pt idx="973">
                  <c:v>28.423295974731399</c:v>
                </c:pt>
                <c:pt idx="974">
                  <c:v>28.452468872070298</c:v>
                </c:pt>
                <c:pt idx="975">
                  <c:v>28.481641769409102</c:v>
                </c:pt>
                <c:pt idx="976">
                  <c:v>28.510814666748001</c:v>
                </c:pt>
                <c:pt idx="977">
                  <c:v>28.5399875640869</c:v>
                </c:pt>
                <c:pt idx="978">
                  <c:v>28.5691604614257</c:v>
                </c:pt>
                <c:pt idx="979">
                  <c:v>28.598333358764599</c:v>
                </c:pt>
                <c:pt idx="980">
                  <c:v>28.627506256103501</c:v>
                </c:pt>
                <c:pt idx="981">
                  <c:v>28.656679153442301</c:v>
                </c:pt>
                <c:pt idx="982">
                  <c:v>28.6858520507812</c:v>
                </c:pt>
                <c:pt idx="983">
                  <c:v>28.715024948120099</c:v>
                </c:pt>
                <c:pt idx="984">
                  <c:v>28.744197845458899</c:v>
                </c:pt>
                <c:pt idx="985">
                  <c:v>28.773370742797798</c:v>
                </c:pt>
                <c:pt idx="986">
                  <c:v>28.802543640136701</c:v>
                </c:pt>
                <c:pt idx="987">
                  <c:v>28.831716537475501</c:v>
                </c:pt>
                <c:pt idx="988">
                  <c:v>28.8608894348144</c:v>
                </c:pt>
                <c:pt idx="989">
                  <c:v>28.890062332153299</c:v>
                </c:pt>
                <c:pt idx="990">
                  <c:v>28.919235229492099</c:v>
                </c:pt>
                <c:pt idx="991">
                  <c:v>28.948408126831001</c:v>
                </c:pt>
                <c:pt idx="992">
                  <c:v>28.977581024169901</c:v>
                </c:pt>
                <c:pt idx="993">
                  <c:v>29.0067539215087</c:v>
                </c:pt>
                <c:pt idx="994">
                  <c:v>29.035926818847599</c:v>
                </c:pt>
                <c:pt idx="995">
                  <c:v>29.065099716186499</c:v>
                </c:pt>
                <c:pt idx="996">
                  <c:v>29.094272613525298</c:v>
                </c:pt>
                <c:pt idx="997">
                  <c:v>29.123445510864201</c:v>
                </c:pt>
                <c:pt idx="998">
                  <c:v>29.1526184082031</c:v>
                </c:pt>
                <c:pt idx="999">
                  <c:v>29.1817913055419</c:v>
                </c:pt>
                <c:pt idx="1000">
                  <c:v>29.210964202880799</c:v>
                </c:pt>
                <c:pt idx="1001">
                  <c:v>29.240137100219702</c:v>
                </c:pt>
                <c:pt idx="1002">
                  <c:v>29.269309997558501</c:v>
                </c:pt>
                <c:pt idx="1003">
                  <c:v>29.298482894897401</c:v>
                </c:pt>
                <c:pt idx="1004">
                  <c:v>29.3276557922363</c:v>
                </c:pt>
                <c:pt idx="1005">
                  <c:v>29.356828689575099</c:v>
                </c:pt>
                <c:pt idx="1006">
                  <c:v>29.386001586913999</c:v>
                </c:pt>
                <c:pt idx="1007">
                  <c:v>29.415174484252901</c:v>
                </c:pt>
                <c:pt idx="1008">
                  <c:v>29.444347381591701</c:v>
                </c:pt>
                <c:pt idx="1009">
                  <c:v>29.4735202789306</c:v>
                </c:pt>
                <c:pt idx="1010">
                  <c:v>29.502693176269499</c:v>
                </c:pt>
                <c:pt idx="1011">
                  <c:v>29.531866073608398</c:v>
                </c:pt>
                <c:pt idx="1012">
                  <c:v>29.561038970947202</c:v>
                </c:pt>
                <c:pt idx="1013">
                  <c:v>29.590211868286101</c:v>
                </c:pt>
                <c:pt idx="1014">
                  <c:v>29.619384765625</c:v>
                </c:pt>
                <c:pt idx="1015">
                  <c:v>29.6485576629638</c:v>
                </c:pt>
                <c:pt idx="1016">
                  <c:v>29.677730560302699</c:v>
                </c:pt>
                <c:pt idx="1017">
                  <c:v>29.706903457641602</c:v>
                </c:pt>
                <c:pt idx="1018">
                  <c:v>29.736076354980401</c:v>
                </c:pt>
                <c:pt idx="1019">
                  <c:v>29.7652492523193</c:v>
                </c:pt>
                <c:pt idx="1020">
                  <c:v>29.7944221496582</c:v>
                </c:pt>
                <c:pt idx="1021">
                  <c:v>29.823595046996999</c:v>
                </c:pt>
                <c:pt idx="1022">
                  <c:v>29.852767944335898</c:v>
                </c:pt>
                <c:pt idx="1023">
                  <c:v>29.881940841674801</c:v>
                </c:pt>
                <c:pt idx="1024">
                  <c:v>29.911113739013601</c:v>
                </c:pt>
                <c:pt idx="1025">
                  <c:v>29.9402866363525</c:v>
                </c:pt>
                <c:pt idx="1026">
                  <c:v>29.969459533691399</c:v>
                </c:pt>
                <c:pt idx="1027">
                  <c:v>29.998632431030199</c:v>
                </c:pt>
                <c:pt idx="1028">
                  <c:v>30.027805328369102</c:v>
                </c:pt>
                <c:pt idx="1029">
                  <c:v>30.056978225708001</c:v>
                </c:pt>
                <c:pt idx="1030">
                  <c:v>30.0861511230468</c:v>
                </c:pt>
                <c:pt idx="1031">
                  <c:v>30.1153240203857</c:v>
                </c:pt>
                <c:pt idx="1032">
                  <c:v>30.144496917724599</c:v>
                </c:pt>
                <c:pt idx="1033">
                  <c:v>30.173669815063398</c:v>
                </c:pt>
                <c:pt idx="1034">
                  <c:v>30.202842712402301</c:v>
                </c:pt>
                <c:pt idx="1035">
                  <c:v>30.2320156097412</c:v>
                </c:pt>
                <c:pt idx="1036">
                  <c:v>30.26118850708</c:v>
                </c:pt>
                <c:pt idx="1037">
                  <c:v>30.290361404418899</c:v>
                </c:pt>
                <c:pt idx="1038">
                  <c:v>30.319534301757798</c:v>
                </c:pt>
                <c:pt idx="1039">
                  <c:v>30.348707199096602</c:v>
                </c:pt>
                <c:pt idx="1040">
                  <c:v>30.377880096435501</c:v>
                </c:pt>
                <c:pt idx="1041">
                  <c:v>30.4070529937744</c:v>
                </c:pt>
                <c:pt idx="1042">
                  <c:v>30.4362258911132</c:v>
                </c:pt>
                <c:pt idx="1043">
                  <c:v>30.465398788452099</c:v>
                </c:pt>
                <c:pt idx="1044">
                  <c:v>30.494571685791001</c:v>
                </c:pt>
                <c:pt idx="1045">
                  <c:v>30.523744583129801</c:v>
                </c:pt>
                <c:pt idx="1046">
                  <c:v>30.5529174804687</c:v>
                </c:pt>
                <c:pt idx="1047">
                  <c:v>30.582090377807599</c:v>
                </c:pt>
                <c:pt idx="1048">
                  <c:v>30.611263275146399</c:v>
                </c:pt>
                <c:pt idx="1049">
                  <c:v>30.640436172485298</c:v>
                </c:pt>
                <c:pt idx="1050">
                  <c:v>30.669609069824201</c:v>
                </c:pt>
                <c:pt idx="1051">
                  <c:v>30.698781967163001</c:v>
                </c:pt>
                <c:pt idx="1052">
                  <c:v>30.7279548645019</c:v>
                </c:pt>
                <c:pt idx="1053">
                  <c:v>30.757127761840799</c:v>
                </c:pt>
                <c:pt idx="1054">
                  <c:v>30.786300659179599</c:v>
                </c:pt>
                <c:pt idx="1055">
                  <c:v>30.815473556518501</c:v>
                </c:pt>
                <c:pt idx="1056">
                  <c:v>30.844646453857401</c:v>
                </c:pt>
                <c:pt idx="1057">
                  <c:v>30.8738193511962</c:v>
                </c:pt>
                <c:pt idx="1058">
                  <c:v>30.902992248535099</c:v>
                </c:pt>
                <c:pt idx="1059">
                  <c:v>30.932165145873999</c:v>
                </c:pt>
                <c:pt idx="1060">
                  <c:v>30.961338043212798</c:v>
                </c:pt>
                <c:pt idx="1061">
                  <c:v>30.990510940551701</c:v>
                </c:pt>
                <c:pt idx="1062">
                  <c:v>31.0196838378906</c:v>
                </c:pt>
                <c:pt idx="1063">
                  <c:v>31.0488567352294</c:v>
                </c:pt>
                <c:pt idx="1064">
                  <c:v>31.078029632568299</c:v>
                </c:pt>
                <c:pt idx="1065">
                  <c:v>31.107202529907202</c:v>
                </c:pt>
                <c:pt idx="1066">
                  <c:v>31.136375427246001</c:v>
                </c:pt>
                <c:pt idx="1067">
                  <c:v>31.165548324584901</c:v>
                </c:pt>
                <c:pt idx="1068">
                  <c:v>31.1947212219238</c:v>
                </c:pt>
                <c:pt idx="1069">
                  <c:v>31.223894119262599</c:v>
                </c:pt>
                <c:pt idx="1070">
                  <c:v>31.253067016601499</c:v>
                </c:pt>
                <c:pt idx="1071">
                  <c:v>31.282239913940401</c:v>
                </c:pt>
                <c:pt idx="1072">
                  <c:v>31.311412811279201</c:v>
                </c:pt>
                <c:pt idx="1073">
                  <c:v>31.3405857086181</c:v>
                </c:pt>
                <c:pt idx="1074">
                  <c:v>31.369758605956999</c:v>
                </c:pt>
                <c:pt idx="1075">
                  <c:v>31.398931503295898</c:v>
                </c:pt>
                <c:pt idx="1076">
                  <c:v>31.428104400634702</c:v>
                </c:pt>
                <c:pt idx="1077">
                  <c:v>31.457277297973601</c:v>
                </c:pt>
                <c:pt idx="1078">
                  <c:v>31.4864501953125</c:v>
                </c:pt>
                <c:pt idx="1079">
                  <c:v>31.5156230926513</c:v>
                </c:pt>
                <c:pt idx="1080">
                  <c:v>31.544795989990199</c:v>
                </c:pt>
                <c:pt idx="1081">
                  <c:v>31.573968887329102</c:v>
                </c:pt>
                <c:pt idx="1082">
                  <c:v>31.603141784667901</c:v>
                </c:pt>
                <c:pt idx="1083">
                  <c:v>31.6323146820068</c:v>
                </c:pt>
                <c:pt idx="1084">
                  <c:v>31.6614875793457</c:v>
                </c:pt>
                <c:pt idx="1085">
                  <c:v>31.690660476684499</c:v>
                </c:pt>
                <c:pt idx="1086">
                  <c:v>31.719833374023398</c:v>
                </c:pt>
                <c:pt idx="1087">
                  <c:v>31.749006271362301</c:v>
                </c:pt>
                <c:pt idx="1088">
                  <c:v>31.778179168701101</c:v>
                </c:pt>
                <c:pt idx="1089">
                  <c:v>31.80735206604</c:v>
                </c:pt>
                <c:pt idx="1090">
                  <c:v>31.836524963378899</c:v>
                </c:pt>
                <c:pt idx="1091">
                  <c:v>31.865697860717699</c:v>
                </c:pt>
                <c:pt idx="1092">
                  <c:v>31.894870758056602</c:v>
                </c:pt>
                <c:pt idx="1093">
                  <c:v>31.924043655395501</c:v>
                </c:pt>
                <c:pt idx="1094">
                  <c:v>31.9532165527343</c:v>
                </c:pt>
                <c:pt idx="1095">
                  <c:v>31.9823894500732</c:v>
                </c:pt>
                <c:pt idx="1096">
                  <c:v>32.011558532714801</c:v>
                </c:pt>
                <c:pt idx="1097">
                  <c:v>32.040718078613203</c:v>
                </c:pt>
                <c:pt idx="1098">
                  <c:v>32.069877624511697</c:v>
                </c:pt>
                <c:pt idx="1099">
                  <c:v>32.099037170410099</c:v>
                </c:pt>
                <c:pt idx="1100">
                  <c:v>32.128196716308501</c:v>
                </c:pt>
                <c:pt idx="1101">
                  <c:v>32.157356262207003</c:v>
                </c:pt>
                <c:pt idx="1102">
                  <c:v>32.186515808105398</c:v>
                </c:pt>
                <c:pt idx="1103">
                  <c:v>32.215675354003899</c:v>
                </c:pt>
                <c:pt idx="1104">
                  <c:v>32.244834899902301</c:v>
                </c:pt>
                <c:pt idx="1105">
                  <c:v>32.273994445800703</c:v>
                </c:pt>
                <c:pt idx="1106">
                  <c:v>32.303153991699197</c:v>
                </c:pt>
                <c:pt idx="1107">
                  <c:v>32.332313537597599</c:v>
                </c:pt>
                <c:pt idx="1108">
                  <c:v>32.361473083496001</c:v>
                </c:pt>
                <c:pt idx="1109">
                  <c:v>32.390632629394503</c:v>
                </c:pt>
                <c:pt idx="1110">
                  <c:v>32.419792175292898</c:v>
                </c:pt>
                <c:pt idx="1111">
                  <c:v>32.448951721191399</c:v>
                </c:pt>
                <c:pt idx="1112">
                  <c:v>32.478111267089801</c:v>
                </c:pt>
                <c:pt idx="1113">
                  <c:v>32.507270812988203</c:v>
                </c:pt>
                <c:pt idx="1114">
                  <c:v>32.536430358886697</c:v>
                </c:pt>
                <c:pt idx="1115">
                  <c:v>32.565589904785099</c:v>
                </c:pt>
                <c:pt idx="1116">
                  <c:v>32.594749450683501</c:v>
                </c:pt>
                <c:pt idx="1117">
                  <c:v>32.623908996582003</c:v>
                </c:pt>
                <c:pt idx="1118">
                  <c:v>32.653068542480398</c:v>
                </c:pt>
                <c:pt idx="1119">
                  <c:v>32.682228088378899</c:v>
                </c:pt>
                <c:pt idx="1120">
                  <c:v>32.711387634277301</c:v>
                </c:pt>
                <c:pt idx="1121">
                  <c:v>32.740547180175703</c:v>
                </c:pt>
                <c:pt idx="1122">
                  <c:v>32.769706726074197</c:v>
                </c:pt>
                <c:pt idx="1123">
                  <c:v>32.798866271972599</c:v>
                </c:pt>
                <c:pt idx="1124">
                  <c:v>32.828025817871001</c:v>
                </c:pt>
                <c:pt idx="1125">
                  <c:v>32.857185363769503</c:v>
                </c:pt>
                <c:pt idx="1126">
                  <c:v>32.886344909667898</c:v>
                </c:pt>
                <c:pt idx="1127">
                  <c:v>32.915504455566399</c:v>
                </c:pt>
                <c:pt idx="1128">
                  <c:v>32.944664001464801</c:v>
                </c:pt>
                <c:pt idx="1129">
                  <c:v>32.973823547363203</c:v>
                </c:pt>
                <c:pt idx="1130">
                  <c:v>33.002983093261697</c:v>
                </c:pt>
                <c:pt idx="1131">
                  <c:v>33.032142639160099</c:v>
                </c:pt>
                <c:pt idx="1132">
                  <c:v>33.061302185058501</c:v>
                </c:pt>
                <c:pt idx="1133">
                  <c:v>33.090461730957003</c:v>
                </c:pt>
                <c:pt idx="1134">
                  <c:v>33.119621276855398</c:v>
                </c:pt>
                <c:pt idx="1135">
                  <c:v>33.148780822753899</c:v>
                </c:pt>
                <c:pt idx="1136">
                  <c:v>33.177940368652301</c:v>
                </c:pt>
                <c:pt idx="1137">
                  <c:v>33.207099914550703</c:v>
                </c:pt>
                <c:pt idx="1138">
                  <c:v>33.236259460449197</c:v>
                </c:pt>
                <c:pt idx="1139">
                  <c:v>33.265419006347599</c:v>
                </c:pt>
                <c:pt idx="1140">
                  <c:v>33.294578552246001</c:v>
                </c:pt>
                <c:pt idx="1141">
                  <c:v>33.323738098144503</c:v>
                </c:pt>
                <c:pt idx="1142">
                  <c:v>33.352897644042898</c:v>
                </c:pt>
                <c:pt idx="1143">
                  <c:v>33.382057189941399</c:v>
                </c:pt>
                <c:pt idx="1144">
                  <c:v>33.411216735839801</c:v>
                </c:pt>
                <c:pt idx="1145">
                  <c:v>33.440376281738203</c:v>
                </c:pt>
                <c:pt idx="1146">
                  <c:v>33.469535827636697</c:v>
                </c:pt>
                <c:pt idx="1147">
                  <c:v>33.498695373535099</c:v>
                </c:pt>
                <c:pt idx="1148">
                  <c:v>33.527854919433501</c:v>
                </c:pt>
                <c:pt idx="1149">
                  <c:v>33.557014465332003</c:v>
                </c:pt>
                <c:pt idx="1150">
                  <c:v>33.586174011230398</c:v>
                </c:pt>
                <c:pt idx="1151">
                  <c:v>33.615333557128899</c:v>
                </c:pt>
                <c:pt idx="1152">
                  <c:v>33.644493103027301</c:v>
                </c:pt>
                <c:pt idx="1153">
                  <c:v>33.673652648925703</c:v>
                </c:pt>
                <c:pt idx="1154">
                  <c:v>33.702812194824197</c:v>
                </c:pt>
                <c:pt idx="1155">
                  <c:v>33.731971740722599</c:v>
                </c:pt>
                <c:pt idx="1156">
                  <c:v>33.761131286621001</c:v>
                </c:pt>
                <c:pt idx="1157">
                  <c:v>33.790290832519503</c:v>
                </c:pt>
                <c:pt idx="1158">
                  <c:v>33.819450378417898</c:v>
                </c:pt>
                <c:pt idx="1159">
                  <c:v>33.848609924316399</c:v>
                </c:pt>
                <c:pt idx="1160">
                  <c:v>33.877769470214801</c:v>
                </c:pt>
                <c:pt idx="1161">
                  <c:v>33.906929016113203</c:v>
                </c:pt>
                <c:pt idx="1162">
                  <c:v>33.936088562011697</c:v>
                </c:pt>
                <c:pt idx="1163">
                  <c:v>33.965248107910099</c:v>
                </c:pt>
                <c:pt idx="1164">
                  <c:v>33.994407653808501</c:v>
                </c:pt>
                <c:pt idx="1165">
                  <c:v>34.023567199707003</c:v>
                </c:pt>
                <c:pt idx="1166">
                  <c:v>34.052726745605398</c:v>
                </c:pt>
                <c:pt idx="1167">
                  <c:v>34.081886291503899</c:v>
                </c:pt>
                <c:pt idx="1168">
                  <c:v>34.111045837402301</c:v>
                </c:pt>
                <c:pt idx="1169">
                  <c:v>34.140205383300703</c:v>
                </c:pt>
                <c:pt idx="1170">
                  <c:v>34.169364929199197</c:v>
                </c:pt>
                <c:pt idx="1171">
                  <c:v>34.198524475097599</c:v>
                </c:pt>
                <c:pt idx="1172">
                  <c:v>34.227684020996001</c:v>
                </c:pt>
                <c:pt idx="1173">
                  <c:v>34.256843566894503</c:v>
                </c:pt>
                <c:pt idx="1174">
                  <c:v>34.286003112792898</c:v>
                </c:pt>
                <c:pt idx="1175">
                  <c:v>34.315162658691399</c:v>
                </c:pt>
                <c:pt idx="1176">
                  <c:v>34.344322204589801</c:v>
                </c:pt>
                <c:pt idx="1177">
                  <c:v>34.373481750488203</c:v>
                </c:pt>
                <c:pt idx="1178">
                  <c:v>34.402641296386697</c:v>
                </c:pt>
                <c:pt idx="1179">
                  <c:v>34.431800842285099</c:v>
                </c:pt>
                <c:pt idx="1180">
                  <c:v>34.460960388183501</c:v>
                </c:pt>
                <c:pt idx="1181">
                  <c:v>34.490119934082003</c:v>
                </c:pt>
                <c:pt idx="1182">
                  <c:v>34.519279479980398</c:v>
                </c:pt>
                <c:pt idx="1183">
                  <c:v>34.548439025878899</c:v>
                </c:pt>
                <c:pt idx="1184">
                  <c:v>34.577598571777301</c:v>
                </c:pt>
                <c:pt idx="1185">
                  <c:v>34.606758117675703</c:v>
                </c:pt>
                <c:pt idx="1186">
                  <c:v>34.635917663574197</c:v>
                </c:pt>
                <c:pt idx="1187">
                  <c:v>34.665077209472599</c:v>
                </c:pt>
                <c:pt idx="1188">
                  <c:v>34.694236755371001</c:v>
                </c:pt>
                <c:pt idx="1189">
                  <c:v>34.723396301269503</c:v>
                </c:pt>
                <c:pt idx="1190">
                  <c:v>34.752555847167898</c:v>
                </c:pt>
                <c:pt idx="1191">
                  <c:v>34.781715393066399</c:v>
                </c:pt>
                <c:pt idx="1192">
                  <c:v>34.810874938964801</c:v>
                </c:pt>
                <c:pt idx="1193">
                  <c:v>34.840034484863203</c:v>
                </c:pt>
                <c:pt idx="1194">
                  <c:v>34.869194030761697</c:v>
                </c:pt>
                <c:pt idx="1195">
                  <c:v>34.898353576660099</c:v>
                </c:pt>
                <c:pt idx="1196">
                  <c:v>34.927513122558501</c:v>
                </c:pt>
                <c:pt idx="1197">
                  <c:v>34.956672668457003</c:v>
                </c:pt>
                <c:pt idx="1198">
                  <c:v>34.985832214355398</c:v>
                </c:pt>
                <c:pt idx="1199">
                  <c:v>34.998329162597599</c:v>
                </c:pt>
              </c:numCache>
            </c:numRef>
          </c:xVal>
          <c:yVal>
            <c:numRef>
              <c:f>'Double PV'!$N$1:$N$1200</c:f>
              <c:numCache>
                <c:formatCode>General</c:formatCode>
                <c:ptCount val="1200"/>
                <c:pt idx="0">
                  <c:v>60.0000190734863</c:v>
                </c:pt>
                <c:pt idx="1">
                  <c:v>60.0000190734863</c:v>
                </c:pt>
                <c:pt idx="2">
                  <c:v>60.000118255615199</c:v>
                </c:pt>
                <c:pt idx="3">
                  <c:v>60.000160217285099</c:v>
                </c:pt>
                <c:pt idx="4">
                  <c:v>60.000179290771399</c:v>
                </c:pt>
                <c:pt idx="5">
                  <c:v>60.000190734863203</c:v>
                </c:pt>
                <c:pt idx="6">
                  <c:v>60.000198364257798</c:v>
                </c:pt>
                <c:pt idx="7">
                  <c:v>60.000221252441399</c:v>
                </c:pt>
                <c:pt idx="8">
                  <c:v>60.000240325927699</c:v>
                </c:pt>
                <c:pt idx="9">
                  <c:v>60.000251770019503</c:v>
                </c:pt>
                <c:pt idx="10">
                  <c:v>60.000270843505803</c:v>
                </c:pt>
                <c:pt idx="11">
                  <c:v>60.000289916992102</c:v>
                </c:pt>
                <c:pt idx="12">
                  <c:v>60.000308990478501</c:v>
                </c:pt>
                <c:pt idx="13">
                  <c:v>60.000331878662102</c:v>
                </c:pt>
                <c:pt idx="14">
                  <c:v>60.000350952148402</c:v>
                </c:pt>
                <c:pt idx="15">
                  <c:v>60.000370025634702</c:v>
                </c:pt>
                <c:pt idx="16">
                  <c:v>60.000389099121001</c:v>
                </c:pt>
                <c:pt idx="17">
                  <c:v>60.000400543212798</c:v>
                </c:pt>
                <c:pt idx="18">
                  <c:v>60.000419616699197</c:v>
                </c:pt>
                <c:pt idx="19">
                  <c:v>60.000431060791001</c:v>
                </c:pt>
                <c:pt idx="20">
                  <c:v>60.000450134277301</c:v>
                </c:pt>
                <c:pt idx="21">
                  <c:v>60.000469207763601</c:v>
                </c:pt>
                <c:pt idx="22">
                  <c:v>60.000480651855398</c:v>
                </c:pt>
                <c:pt idx="23">
                  <c:v>60.00048828125</c:v>
                </c:pt>
                <c:pt idx="24">
                  <c:v>60.000511169433501</c:v>
                </c:pt>
                <c:pt idx="25">
                  <c:v>60.000518798828097</c:v>
                </c:pt>
                <c:pt idx="26">
                  <c:v>60.000530242919901</c:v>
                </c:pt>
                <c:pt idx="27">
                  <c:v>60.000541687011697</c:v>
                </c:pt>
                <c:pt idx="28">
                  <c:v>60.0005493164062</c:v>
                </c:pt>
                <c:pt idx="29">
                  <c:v>60.0005493164062</c:v>
                </c:pt>
                <c:pt idx="30">
                  <c:v>60.000259399413999</c:v>
                </c:pt>
                <c:pt idx="31">
                  <c:v>59.999221801757798</c:v>
                </c:pt>
                <c:pt idx="32">
                  <c:v>59.998649597167898</c:v>
                </c:pt>
                <c:pt idx="33">
                  <c:v>59.998149871826101</c:v>
                </c:pt>
                <c:pt idx="34">
                  <c:v>59.997520446777301</c:v>
                </c:pt>
                <c:pt idx="35">
                  <c:v>59.996749877929602</c:v>
                </c:pt>
                <c:pt idx="36">
                  <c:v>59.995880126953097</c:v>
                </c:pt>
                <c:pt idx="37">
                  <c:v>59.994941711425703</c:v>
                </c:pt>
                <c:pt idx="38">
                  <c:v>59.993919372558501</c:v>
                </c:pt>
                <c:pt idx="39">
                  <c:v>59.992820739746001</c:v>
                </c:pt>
                <c:pt idx="40">
                  <c:v>59.991600036621001</c:v>
                </c:pt>
                <c:pt idx="41">
                  <c:v>59.990280151367102</c:v>
                </c:pt>
                <c:pt idx="42">
                  <c:v>59.988861083984297</c:v>
                </c:pt>
                <c:pt idx="43">
                  <c:v>59.987339019775298</c:v>
                </c:pt>
                <c:pt idx="44">
                  <c:v>59.985691070556598</c:v>
                </c:pt>
                <c:pt idx="45">
                  <c:v>59.983921051025298</c:v>
                </c:pt>
                <c:pt idx="46">
                  <c:v>59.982021331787102</c:v>
                </c:pt>
                <c:pt idx="47">
                  <c:v>59.979988098144503</c:v>
                </c:pt>
                <c:pt idx="48">
                  <c:v>59.977840423583899</c:v>
                </c:pt>
                <c:pt idx="49">
                  <c:v>59.975559234619098</c:v>
                </c:pt>
                <c:pt idx="50">
                  <c:v>59.973171234130803</c:v>
                </c:pt>
                <c:pt idx="51">
                  <c:v>59.970668792724602</c:v>
                </c:pt>
                <c:pt idx="52">
                  <c:v>59.968059539794901</c:v>
                </c:pt>
                <c:pt idx="53">
                  <c:v>59.965358734130803</c:v>
                </c:pt>
                <c:pt idx="54">
                  <c:v>59.962581634521399</c:v>
                </c:pt>
                <c:pt idx="55">
                  <c:v>59.959720611572202</c:v>
                </c:pt>
                <c:pt idx="56">
                  <c:v>59.956798553466797</c:v>
                </c:pt>
                <c:pt idx="57">
                  <c:v>59.953830718994098</c:v>
                </c:pt>
                <c:pt idx="58">
                  <c:v>59.950809478759702</c:v>
                </c:pt>
                <c:pt idx="59">
                  <c:v>59.947750091552699</c:v>
                </c:pt>
                <c:pt idx="60">
                  <c:v>59.9446601867675</c:v>
                </c:pt>
                <c:pt idx="61">
                  <c:v>59.941539764404297</c:v>
                </c:pt>
                <c:pt idx="62">
                  <c:v>59.938419342041001</c:v>
                </c:pt>
                <c:pt idx="63">
                  <c:v>59.935291290283203</c:v>
                </c:pt>
                <c:pt idx="64">
                  <c:v>59.932170867919901</c:v>
                </c:pt>
                <c:pt idx="65">
                  <c:v>59.929069519042898</c:v>
                </c:pt>
                <c:pt idx="66">
                  <c:v>59.925991058349602</c:v>
                </c:pt>
                <c:pt idx="67">
                  <c:v>59.922950744628899</c:v>
                </c:pt>
                <c:pt idx="68">
                  <c:v>59.919960021972599</c:v>
                </c:pt>
                <c:pt idx="69">
                  <c:v>59.917030334472599</c:v>
                </c:pt>
                <c:pt idx="70">
                  <c:v>59.914161682128899</c:v>
                </c:pt>
                <c:pt idx="71">
                  <c:v>59.911380767822202</c:v>
                </c:pt>
                <c:pt idx="72">
                  <c:v>59.908679962158203</c:v>
                </c:pt>
                <c:pt idx="73">
                  <c:v>59.906070709228501</c:v>
                </c:pt>
                <c:pt idx="74">
                  <c:v>59.906070709228501</c:v>
                </c:pt>
                <c:pt idx="75">
                  <c:v>59.905410766601499</c:v>
                </c:pt>
                <c:pt idx="76">
                  <c:v>59.902629852294901</c:v>
                </c:pt>
                <c:pt idx="77">
                  <c:v>59.899429321288999</c:v>
                </c:pt>
                <c:pt idx="78">
                  <c:v>59.896579742431598</c:v>
                </c:pt>
                <c:pt idx="79">
                  <c:v>59.894210815429602</c:v>
                </c:pt>
                <c:pt idx="80">
                  <c:v>59.8921508789062</c:v>
                </c:pt>
                <c:pt idx="81">
                  <c:v>59.890300750732401</c:v>
                </c:pt>
                <c:pt idx="82">
                  <c:v>59.888698577880803</c:v>
                </c:pt>
                <c:pt idx="83">
                  <c:v>59.8873291015625</c:v>
                </c:pt>
                <c:pt idx="84">
                  <c:v>59.886150360107401</c:v>
                </c:pt>
                <c:pt idx="85">
                  <c:v>59.885139465332003</c:v>
                </c:pt>
                <c:pt idx="86">
                  <c:v>59.884319305419901</c:v>
                </c:pt>
                <c:pt idx="87">
                  <c:v>59.883659362792898</c:v>
                </c:pt>
                <c:pt idx="88">
                  <c:v>59.883148193359297</c:v>
                </c:pt>
                <c:pt idx="89">
                  <c:v>59.882801055908203</c:v>
                </c:pt>
                <c:pt idx="90">
                  <c:v>59.882579803466797</c:v>
                </c:pt>
                <c:pt idx="91">
                  <c:v>59.882488250732401</c:v>
                </c:pt>
                <c:pt idx="92">
                  <c:v>59.882499694824197</c:v>
                </c:pt>
                <c:pt idx="93">
                  <c:v>59.882610321044901</c:v>
                </c:pt>
                <c:pt idx="94">
                  <c:v>59.882808685302699</c:v>
                </c:pt>
                <c:pt idx="95">
                  <c:v>59.883098602294901</c:v>
                </c:pt>
                <c:pt idx="96">
                  <c:v>59.883460998535099</c:v>
                </c:pt>
                <c:pt idx="97">
                  <c:v>59.883880615234297</c:v>
                </c:pt>
                <c:pt idx="98">
                  <c:v>59.884361267089801</c:v>
                </c:pt>
                <c:pt idx="99">
                  <c:v>59.884880065917898</c:v>
                </c:pt>
                <c:pt idx="100">
                  <c:v>59.885421752929602</c:v>
                </c:pt>
                <c:pt idx="101">
                  <c:v>59.885971069335902</c:v>
                </c:pt>
                <c:pt idx="102">
                  <c:v>59.886520385742102</c:v>
                </c:pt>
                <c:pt idx="103">
                  <c:v>59.887050628662102</c:v>
                </c:pt>
                <c:pt idx="104">
                  <c:v>59.887569427490199</c:v>
                </c:pt>
                <c:pt idx="105">
                  <c:v>59.8880615234375</c:v>
                </c:pt>
                <c:pt idx="106">
                  <c:v>59.888511657714801</c:v>
                </c:pt>
                <c:pt idx="107">
                  <c:v>59.888919830322202</c:v>
                </c:pt>
                <c:pt idx="108">
                  <c:v>59.889270782470703</c:v>
                </c:pt>
                <c:pt idx="109">
                  <c:v>59.889560699462798</c:v>
                </c:pt>
                <c:pt idx="110">
                  <c:v>59.8897895812988</c:v>
                </c:pt>
                <c:pt idx="111">
                  <c:v>59.889930725097599</c:v>
                </c:pt>
                <c:pt idx="112">
                  <c:v>59.889980316162102</c:v>
                </c:pt>
                <c:pt idx="113">
                  <c:v>59.889949798583899</c:v>
                </c:pt>
                <c:pt idx="114">
                  <c:v>59.889820098876903</c:v>
                </c:pt>
                <c:pt idx="115">
                  <c:v>59.889591217041001</c:v>
                </c:pt>
                <c:pt idx="116">
                  <c:v>59.889270782470703</c:v>
                </c:pt>
                <c:pt idx="117">
                  <c:v>59.888839721679602</c:v>
                </c:pt>
                <c:pt idx="118">
                  <c:v>59.888309478759702</c:v>
                </c:pt>
                <c:pt idx="119">
                  <c:v>59.887668609619098</c:v>
                </c:pt>
                <c:pt idx="120">
                  <c:v>59.886928558349602</c:v>
                </c:pt>
                <c:pt idx="121">
                  <c:v>59.886089324951101</c:v>
                </c:pt>
                <c:pt idx="122">
                  <c:v>59.885169982910099</c:v>
                </c:pt>
                <c:pt idx="123">
                  <c:v>59.884151458740199</c:v>
                </c:pt>
                <c:pt idx="124">
                  <c:v>59.883060455322202</c:v>
                </c:pt>
                <c:pt idx="125">
                  <c:v>59.881889343261697</c:v>
                </c:pt>
                <c:pt idx="126">
                  <c:v>59.880668640136697</c:v>
                </c:pt>
                <c:pt idx="127">
                  <c:v>59.879390716552699</c:v>
                </c:pt>
                <c:pt idx="128">
                  <c:v>59.878059387207003</c:v>
                </c:pt>
                <c:pt idx="129">
                  <c:v>59.876701354980398</c:v>
                </c:pt>
                <c:pt idx="130">
                  <c:v>59.875320434570298</c:v>
                </c:pt>
                <c:pt idx="131">
                  <c:v>59.873908996582003</c:v>
                </c:pt>
                <c:pt idx="132">
                  <c:v>59.872501373291001</c:v>
                </c:pt>
                <c:pt idx="133">
                  <c:v>59.871089935302699</c:v>
                </c:pt>
                <c:pt idx="134">
                  <c:v>59.869678497314403</c:v>
                </c:pt>
                <c:pt idx="135">
                  <c:v>59.868289947509702</c:v>
                </c:pt>
                <c:pt idx="136">
                  <c:v>59.866928100585902</c:v>
                </c:pt>
                <c:pt idx="137">
                  <c:v>59.865589141845703</c:v>
                </c:pt>
                <c:pt idx="138">
                  <c:v>59.864288330078097</c:v>
                </c:pt>
                <c:pt idx="139">
                  <c:v>59.863040924072202</c:v>
                </c:pt>
                <c:pt idx="140">
                  <c:v>59.861831665038999</c:v>
                </c:pt>
                <c:pt idx="141">
                  <c:v>59.860679626464801</c:v>
                </c:pt>
                <c:pt idx="142">
                  <c:v>59.859588623046797</c:v>
                </c:pt>
                <c:pt idx="143">
                  <c:v>59.858570098876903</c:v>
                </c:pt>
                <c:pt idx="144">
                  <c:v>59.857608795166001</c:v>
                </c:pt>
                <c:pt idx="145">
                  <c:v>59.856731414794901</c:v>
                </c:pt>
                <c:pt idx="146">
                  <c:v>59.855918884277301</c:v>
                </c:pt>
                <c:pt idx="147">
                  <c:v>59.855190277099602</c:v>
                </c:pt>
                <c:pt idx="148">
                  <c:v>59.854530334472599</c:v>
                </c:pt>
                <c:pt idx="149">
                  <c:v>59.853950500488203</c:v>
                </c:pt>
                <c:pt idx="150">
                  <c:v>59.853450775146399</c:v>
                </c:pt>
                <c:pt idx="151">
                  <c:v>59.853019714355398</c:v>
                </c:pt>
                <c:pt idx="152">
                  <c:v>59.852668762207003</c:v>
                </c:pt>
                <c:pt idx="153">
                  <c:v>59.852390289306598</c:v>
                </c:pt>
                <c:pt idx="154">
                  <c:v>59.852169036865199</c:v>
                </c:pt>
                <c:pt idx="155">
                  <c:v>59.852020263671797</c:v>
                </c:pt>
                <c:pt idx="156">
                  <c:v>59.8519287109375</c:v>
                </c:pt>
                <c:pt idx="157">
                  <c:v>59.851898193359297</c:v>
                </c:pt>
                <c:pt idx="158">
                  <c:v>59.851921081542898</c:v>
                </c:pt>
                <c:pt idx="159">
                  <c:v>59.8519897460937</c:v>
                </c:pt>
                <c:pt idx="160">
                  <c:v>59.852088928222599</c:v>
                </c:pt>
                <c:pt idx="161">
                  <c:v>59.852241516113203</c:v>
                </c:pt>
                <c:pt idx="162">
                  <c:v>59.852420806884702</c:v>
                </c:pt>
                <c:pt idx="163">
                  <c:v>59.852630615234297</c:v>
                </c:pt>
                <c:pt idx="164">
                  <c:v>59.852859497070298</c:v>
                </c:pt>
                <c:pt idx="165">
                  <c:v>59.853111267089801</c:v>
                </c:pt>
                <c:pt idx="166">
                  <c:v>59.853370666503899</c:v>
                </c:pt>
                <c:pt idx="167">
                  <c:v>59.853630065917898</c:v>
                </c:pt>
                <c:pt idx="168">
                  <c:v>59.853889465332003</c:v>
                </c:pt>
                <c:pt idx="169">
                  <c:v>59.854148864746001</c:v>
                </c:pt>
                <c:pt idx="170">
                  <c:v>59.8543891906738</c:v>
                </c:pt>
                <c:pt idx="171">
                  <c:v>59.854621887207003</c:v>
                </c:pt>
                <c:pt idx="172">
                  <c:v>59.854831695556598</c:v>
                </c:pt>
                <c:pt idx="173">
                  <c:v>59.855018615722599</c:v>
                </c:pt>
                <c:pt idx="174">
                  <c:v>59.855178833007798</c:v>
                </c:pt>
                <c:pt idx="175">
                  <c:v>59.855308532714801</c:v>
                </c:pt>
                <c:pt idx="176">
                  <c:v>59.855411529541001</c:v>
                </c:pt>
                <c:pt idx="177">
                  <c:v>59.855461120605398</c:v>
                </c:pt>
                <c:pt idx="178">
                  <c:v>59.855491638183501</c:v>
                </c:pt>
                <c:pt idx="179">
                  <c:v>59.855480194091797</c:v>
                </c:pt>
                <c:pt idx="180">
                  <c:v>59.855419158935497</c:v>
                </c:pt>
                <c:pt idx="181">
                  <c:v>59.855331420898402</c:v>
                </c:pt>
                <c:pt idx="182">
                  <c:v>59.855201721191399</c:v>
                </c:pt>
                <c:pt idx="183">
                  <c:v>59.855030059814403</c:v>
                </c:pt>
                <c:pt idx="184">
                  <c:v>59.854831695556598</c:v>
                </c:pt>
                <c:pt idx="185">
                  <c:v>59.854579925537102</c:v>
                </c:pt>
                <c:pt idx="186">
                  <c:v>59.854290008544901</c:v>
                </c:pt>
                <c:pt idx="187">
                  <c:v>59.853981018066399</c:v>
                </c:pt>
                <c:pt idx="188">
                  <c:v>59.853618621826101</c:v>
                </c:pt>
                <c:pt idx="189">
                  <c:v>59.853240966796797</c:v>
                </c:pt>
                <c:pt idx="190">
                  <c:v>59.852828979492102</c:v>
                </c:pt>
                <c:pt idx="191">
                  <c:v>59.852390289306598</c:v>
                </c:pt>
                <c:pt idx="192">
                  <c:v>59.851940155029297</c:v>
                </c:pt>
                <c:pt idx="193">
                  <c:v>59.851470947265597</c:v>
                </c:pt>
                <c:pt idx="194">
                  <c:v>59.850990295410099</c:v>
                </c:pt>
                <c:pt idx="195">
                  <c:v>59.850490570068303</c:v>
                </c:pt>
                <c:pt idx="196">
                  <c:v>59.849990844726499</c:v>
                </c:pt>
                <c:pt idx="197">
                  <c:v>59.849479675292898</c:v>
                </c:pt>
                <c:pt idx="198">
                  <c:v>59.848960876464801</c:v>
                </c:pt>
                <c:pt idx="199">
                  <c:v>59.848438262939403</c:v>
                </c:pt>
                <c:pt idx="200">
                  <c:v>59.8479194641113</c:v>
                </c:pt>
                <c:pt idx="201">
                  <c:v>59.847408294677699</c:v>
                </c:pt>
                <c:pt idx="202">
                  <c:v>59.846908569335902</c:v>
                </c:pt>
                <c:pt idx="203">
                  <c:v>59.846439361572202</c:v>
                </c:pt>
                <c:pt idx="204">
                  <c:v>59.845981597900298</c:v>
                </c:pt>
                <c:pt idx="205">
                  <c:v>59.845550537109297</c:v>
                </c:pt>
                <c:pt idx="206">
                  <c:v>59.845149993896399</c:v>
                </c:pt>
                <c:pt idx="207">
                  <c:v>59.844779968261697</c:v>
                </c:pt>
                <c:pt idx="208">
                  <c:v>59.844440460205</c:v>
                </c:pt>
                <c:pt idx="209">
                  <c:v>59.844131469726499</c:v>
                </c:pt>
                <c:pt idx="210">
                  <c:v>59.843860626220703</c:v>
                </c:pt>
                <c:pt idx="211">
                  <c:v>59.843639373779297</c:v>
                </c:pt>
                <c:pt idx="212">
                  <c:v>59.843448638916001</c:v>
                </c:pt>
                <c:pt idx="213">
                  <c:v>59.843311309814403</c:v>
                </c:pt>
                <c:pt idx="214">
                  <c:v>59.843208312988203</c:v>
                </c:pt>
                <c:pt idx="215">
                  <c:v>59.8431587219238</c:v>
                </c:pt>
                <c:pt idx="216">
                  <c:v>59.843151092529297</c:v>
                </c:pt>
                <c:pt idx="217">
                  <c:v>59.8432006835937</c:v>
                </c:pt>
                <c:pt idx="218">
                  <c:v>59.8432807922363</c:v>
                </c:pt>
                <c:pt idx="219">
                  <c:v>59.843410491943303</c:v>
                </c:pt>
                <c:pt idx="220">
                  <c:v>59.843589782714801</c:v>
                </c:pt>
                <c:pt idx="221">
                  <c:v>59.843818664550703</c:v>
                </c:pt>
                <c:pt idx="222">
                  <c:v>59.844089508056598</c:v>
                </c:pt>
                <c:pt idx="223">
                  <c:v>59.844398498535099</c:v>
                </c:pt>
                <c:pt idx="224">
                  <c:v>59.844749450683501</c:v>
                </c:pt>
                <c:pt idx="225">
                  <c:v>59.845081329345703</c:v>
                </c:pt>
                <c:pt idx="226">
                  <c:v>59.845081329345703</c:v>
                </c:pt>
                <c:pt idx="227">
                  <c:v>59.84614944458</c:v>
                </c:pt>
                <c:pt idx="228">
                  <c:v>59.848808288574197</c:v>
                </c:pt>
                <c:pt idx="229">
                  <c:v>59.848560333251903</c:v>
                </c:pt>
                <c:pt idx="230">
                  <c:v>59.847831726074197</c:v>
                </c:pt>
                <c:pt idx="231">
                  <c:v>59.847560882568303</c:v>
                </c:pt>
                <c:pt idx="232">
                  <c:v>59.847721099853501</c:v>
                </c:pt>
                <c:pt idx="233">
                  <c:v>59.848068237304602</c:v>
                </c:pt>
                <c:pt idx="234">
                  <c:v>59.8485107421875</c:v>
                </c:pt>
                <c:pt idx="235">
                  <c:v>59.849048614501903</c:v>
                </c:pt>
                <c:pt idx="236">
                  <c:v>59.849651336669901</c:v>
                </c:pt>
                <c:pt idx="237">
                  <c:v>59.850250244140597</c:v>
                </c:pt>
                <c:pt idx="238">
                  <c:v>59.850860595703097</c:v>
                </c:pt>
                <c:pt idx="239">
                  <c:v>59.851470947265597</c:v>
                </c:pt>
                <c:pt idx="240">
                  <c:v>59.852081298828097</c:v>
                </c:pt>
                <c:pt idx="241">
                  <c:v>59.8526802062988</c:v>
                </c:pt>
                <c:pt idx="242">
                  <c:v>59.8532905578613</c:v>
                </c:pt>
                <c:pt idx="243">
                  <c:v>59.853870391845703</c:v>
                </c:pt>
                <c:pt idx="244">
                  <c:v>59.8544311523437</c:v>
                </c:pt>
                <c:pt idx="245">
                  <c:v>59.854969024658203</c:v>
                </c:pt>
                <c:pt idx="246">
                  <c:v>59.855461120605398</c:v>
                </c:pt>
                <c:pt idx="247">
                  <c:v>59.855930328369098</c:v>
                </c:pt>
                <c:pt idx="248">
                  <c:v>59.856380462646399</c:v>
                </c:pt>
                <c:pt idx="249">
                  <c:v>59.856800079345703</c:v>
                </c:pt>
                <c:pt idx="250">
                  <c:v>59.857200622558501</c:v>
                </c:pt>
                <c:pt idx="251">
                  <c:v>59.857570648193303</c:v>
                </c:pt>
                <c:pt idx="252">
                  <c:v>59.85791015625</c:v>
                </c:pt>
                <c:pt idx="253">
                  <c:v>59.858211517333899</c:v>
                </c:pt>
                <c:pt idx="254">
                  <c:v>59.8584785461425</c:v>
                </c:pt>
                <c:pt idx="255">
                  <c:v>59.858711242675703</c:v>
                </c:pt>
                <c:pt idx="256">
                  <c:v>59.858898162841797</c:v>
                </c:pt>
                <c:pt idx="257">
                  <c:v>59.859058380126903</c:v>
                </c:pt>
                <c:pt idx="258">
                  <c:v>59.8591918945312</c:v>
                </c:pt>
                <c:pt idx="259">
                  <c:v>59.859279632568303</c:v>
                </c:pt>
                <c:pt idx="260">
                  <c:v>59.859340667724602</c:v>
                </c:pt>
                <c:pt idx="261">
                  <c:v>59.859378814697202</c:v>
                </c:pt>
                <c:pt idx="262">
                  <c:v>59.859378814697202</c:v>
                </c:pt>
                <c:pt idx="263">
                  <c:v>59.859348297119098</c:v>
                </c:pt>
                <c:pt idx="264">
                  <c:v>59.859298706054602</c:v>
                </c:pt>
                <c:pt idx="265">
                  <c:v>59.859218597412102</c:v>
                </c:pt>
                <c:pt idx="266">
                  <c:v>59.859119415283203</c:v>
                </c:pt>
                <c:pt idx="267">
                  <c:v>59.858989715576101</c:v>
                </c:pt>
                <c:pt idx="268">
                  <c:v>59.858840942382798</c:v>
                </c:pt>
                <c:pt idx="269">
                  <c:v>59.858680725097599</c:v>
                </c:pt>
                <c:pt idx="270">
                  <c:v>59.858509063720703</c:v>
                </c:pt>
                <c:pt idx="271">
                  <c:v>59.858329772949197</c:v>
                </c:pt>
                <c:pt idx="272">
                  <c:v>59.858131408691399</c:v>
                </c:pt>
                <c:pt idx="273">
                  <c:v>59.8579292297363</c:v>
                </c:pt>
                <c:pt idx="274">
                  <c:v>59.857719421386697</c:v>
                </c:pt>
                <c:pt idx="275">
                  <c:v>59.857509613037102</c:v>
                </c:pt>
                <c:pt idx="276">
                  <c:v>59.857288360595703</c:v>
                </c:pt>
                <c:pt idx="277">
                  <c:v>59.857078552246001</c:v>
                </c:pt>
                <c:pt idx="278">
                  <c:v>59.856880187988203</c:v>
                </c:pt>
                <c:pt idx="279">
                  <c:v>59.856670379638601</c:v>
                </c:pt>
                <c:pt idx="280">
                  <c:v>59.856491088867102</c:v>
                </c:pt>
                <c:pt idx="281">
                  <c:v>59.856311798095703</c:v>
                </c:pt>
                <c:pt idx="282">
                  <c:v>59.8561401367187</c:v>
                </c:pt>
                <c:pt idx="283">
                  <c:v>59.855991363525298</c:v>
                </c:pt>
                <c:pt idx="284">
                  <c:v>59.855861663818303</c:v>
                </c:pt>
                <c:pt idx="285">
                  <c:v>59.855739593505803</c:v>
                </c:pt>
                <c:pt idx="286">
                  <c:v>59.855640411376903</c:v>
                </c:pt>
                <c:pt idx="287">
                  <c:v>59.855560302734297</c:v>
                </c:pt>
                <c:pt idx="288">
                  <c:v>59.855499267578097</c:v>
                </c:pt>
                <c:pt idx="289">
                  <c:v>59.855461120605398</c:v>
                </c:pt>
                <c:pt idx="290">
                  <c:v>59.855430603027301</c:v>
                </c:pt>
                <c:pt idx="291">
                  <c:v>59.855430603027301</c:v>
                </c:pt>
                <c:pt idx="292">
                  <c:v>59.855449676513601</c:v>
                </c:pt>
                <c:pt idx="293">
                  <c:v>59.855491638183501</c:v>
                </c:pt>
                <c:pt idx="294">
                  <c:v>59.855560302734297</c:v>
                </c:pt>
                <c:pt idx="295">
                  <c:v>59.855640411376903</c:v>
                </c:pt>
                <c:pt idx="296">
                  <c:v>59.855739593505803</c:v>
                </c:pt>
                <c:pt idx="297">
                  <c:v>59.855850219726499</c:v>
                </c:pt>
                <c:pt idx="298">
                  <c:v>59.855979919433501</c:v>
                </c:pt>
                <c:pt idx="299">
                  <c:v>59.856121063232401</c:v>
                </c:pt>
                <c:pt idx="300">
                  <c:v>59.856269836425703</c:v>
                </c:pt>
                <c:pt idx="301">
                  <c:v>59.856430053710902</c:v>
                </c:pt>
                <c:pt idx="302">
                  <c:v>59.856601715087798</c:v>
                </c:pt>
                <c:pt idx="303">
                  <c:v>59.856788635253899</c:v>
                </c:pt>
                <c:pt idx="304">
                  <c:v>59.856990814208899</c:v>
                </c:pt>
                <c:pt idx="305">
                  <c:v>59.857200622558501</c:v>
                </c:pt>
                <c:pt idx="306">
                  <c:v>59.857410430908203</c:v>
                </c:pt>
                <c:pt idx="307">
                  <c:v>59.857631683349602</c:v>
                </c:pt>
                <c:pt idx="308">
                  <c:v>59.8578491210937</c:v>
                </c:pt>
                <c:pt idx="309">
                  <c:v>59.858070373535099</c:v>
                </c:pt>
                <c:pt idx="310">
                  <c:v>59.858280181884702</c:v>
                </c:pt>
                <c:pt idx="311">
                  <c:v>59.858501434326101</c:v>
                </c:pt>
                <c:pt idx="312">
                  <c:v>59.858718872070298</c:v>
                </c:pt>
                <c:pt idx="313">
                  <c:v>59.858921051025298</c:v>
                </c:pt>
                <c:pt idx="314">
                  <c:v>59.859119415283203</c:v>
                </c:pt>
                <c:pt idx="315">
                  <c:v>59.859310150146399</c:v>
                </c:pt>
                <c:pt idx="316">
                  <c:v>59.859489440917898</c:v>
                </c:pt>
                <c:pt idx="317">
                  <c:v>59.859661102294901</c:v>
                </c:pt>
                <c:pt idx="318">
                  <c:v>59.859828948974602</c:v>
                </c:pt>
                <c:pt idx="319">
                  <c:v>59.859981536865199</c:v>
                </c:pt>
                <c:pt idx="320">
                  <c:v>59.860130310058501</c:v>
                </c:pt>
                <c:pt idx="321">
                  <c:v>59.860260009765597</c:v>
                </c:pt>
                <c:pt idx="322">
                  <c:v>59.860389709472599</c:v>
                </c:pt>
                <c:pt idx="323">
                  <c:v>59.860500335693303</c:v>
                </c:pt>
                <c:pt idx="324">
                  <c:v>59.860610961913999</c:v>
                </c:pt>
                <c:pt idx="325">
                  <c:v>59.860698699951101</c:v>
                </c:pt>
                <c:pt idx="326">
                  <c:v>59.860790252685497</c:v>
                </c:pt>
                <c:pt idx="327">
                  <c:v>59.8608589172363</c:v>
                </c:pt>
                <c:pt idx="328">
                  <c:v>59.860931396484297</c:v>
                </c:pt>
                <c:pt idx="329">
                  <c:v>59.8609809875488</c:v>
                </c:pt>
                <c:pt idx="330">
                  <c:v>59.861030578613203</c:v>
                </c:pt>
                <c:pt idx="331">
                  <c:v>59.861061096191399</c:v>
                </c:pt>
                <c:pt idx="332">
                  <c:v>59.861099243163999</c:v>
                </c:pt>
                <c:pt idx="333">
                  <c:v>59.861118316650298</c:v>
                </c:pt>
                <c:pt idx="334">
                  <c:v>59.861141204833899</c:v>
                </c:pt>
                <c:pt idx="335">
                  <c:v>59.861160278320298</c:v>
                </c:pt>
                <c:pt idx="336">
                  <c:v>59.861171722412102</c:v>
                </c:pt>
                <c:pt idx="337">
                  <c:v>59.861179351806598</c:v>
                </c:pt>
                <c:pt idx="338">
                  <c:v>59.861198425292898</c:v>
                </c:pt>
                <c:pt idx="339">
                  <c:v>59.861221313476499</c:v>
                </c:pt>
                <c:pt idx="340">
                  <c:v>59.861240386962798</c:v>
                </c:pt>
                <c:pt idx="341">
                  <c:v>59.861259460449197</c:v>
                </c:pt>
                <c:pt idx="342">
                  <c:v>59.861278533935497</c:v>
                </c:pt>
                <c:pt idx="343">
                  <c:v>59.861309051513601</c:v>
                </c:pt>
                <c:pt idx="344">
                  <c:v>59.861351013183501</c:v>
                </c:pt>
                <c:pt idx="345">
                  <c:v>59.8613891601562</c:v>
                </c:pt>
                <c:pt idx="346">
                  <c:v>59.861438751220703</c:v>
                </c:pt>
                <c:pt idx="347">
                  <c:v>59.861499786376903</c:v>
                </c:pt>
                <c:pt idx="348">
                  <c:v>59.861560821533203</c:v>
                </c:pt>
                <c:pt idx="349">
                  <c:v>59.861629486083899</c:v>
                </c:pt>
                <c:pt idx="350">
                  <c:v>59.861709594726499</c:v>
                </c:pt>
                <c:pt idx="351">
                  <c:v>59.861801147460902</c:v>
                </c:pt>
                <c:pt idx="352">
                  <c:v>59.861911773681598</c:v>
                </c:pt>
                <c:pt idx="353">
                  <c:v>59.862030029296797</c:v>
                </c:pt>
                <c:pt idx="354">
                  <c:v>59.862148284912102</c:v>
                </c:pt>
                <c:pt idx="355">
                  <c:v>59.862289428710902</c:v>
                </c:pt>
                <c:pt idx="356">
                  <c:v>59.862449645996001</c:v>
                </c:pt>
                <c:pt idx="357">
                  <c:v>59.8626098632812</c:v>
                </c:pt>
                <c:pt idx="358">
                  <c:v>59.862781524658203</c:v>
                </c:pt>
                <c:pt idx="359">
                  <c:v>59.862960815429602</c:v>
                </c:pt>
                <c:pt idx="360">
                  <c:v>59.8631591796875</c:v>
                </c:pt>
                <c:pt idx="361">
                  <c:v>59.863349914550703</c:v>
                </c:pt>
                <c:pt idx="362">
                  <c:v>59.863559722900298</c:v>
                </c:pt>
                <c:pt idx="363">
                  <c:v>59.86376953125</c:v>
                </c:pt>
                <c:pt idx="364">
                  <c:v>59.863998413085902</c:v>
                </c:pt>
                <c:pt idx="365">
                  <c:v>59.864231109619098</c:v>
                </c:pt>
                <c:pt idx="366">
                  <c:v>59.864471435546797</c:v>
                </c:pt>
                <c:pt idx="367">
                  <c:v>59.864711761474602</c:v>
                </c:pt>
                <c:pt idx="368">
                  <c:v>59.864959716796797</c:v>
                </c:pt>
                <c:pt idx="369">
                  <c:v>59.865211486816399</c:v>
                </c:pt>
                <c:pt idx="370">
                  <c:v>59.865470886230398</c:v>
                </c:pt>
                <c:pt idx="371">
                  <c:v>59.865718841552699</c:v>
                </c:pt>
                <c:pt idx="372">
                  <c:v>59.865978240966797</c:v>
                </c:pt>
                <c:pt idx="373">
                  <c:v>59.8662300109863</c:v>
                </c:pt>
                <c:pt idx="374">
                  <c:v>59.866489410400298</c:v>
                </c:pt>
                <c:pt idx="375">
                  <c:v>59.866741180419901</c:v>
                </c:pt>
                <c:pt idx="376">
                  <c:v>59.866989135742102</c:v>
                </c:pt>
                <c:pt idx="377">
                  <c:v>59.867229461669901</c:v>
                </c:pt>
                <c:pt idx="378">
                  <c:v>59.867469787597599</c:v>
                </c:pt>
                <c:pt idx="379">
                  <c:v>59.867698669433501</c:v>
                </c:pt>
                <c:pt idx="380">
                  <c:v>59.867931365966797</c:v>
                </c:pt>
                <c:pt idx="381">
                  <c:v>59.868148803710902</c:v>
                </c:pt>
                <c:pt idx="382">
                  <c:v>59.868370056152301</c:v>
                </c:pt>
                <c:pt idx="383">
                  <c:v>59.868579864501903</c:v>
                </c:pt>
                <c:pt idx="384">
                  <c:v>59.868778228759702</c:v>
                </c:pt>
                <c:pt idx="385">
                  <c:v>59.868980407714801</c:v>
                </c:pt>
                <c:pt idx="386">
                  <c:v>59.8691596984863</c:v>
                </c:pt>
                <c:pt idx="387">
                  <c:v>59.869338989257798</c:v>
                </c:pt>
                <c:pt idx="388">
                  <c:v>59.869510650634702</c:v>
                </c:pt>
                <c:pt idx="389">
                  <c:v>59.869678497314403</c:v>
                </c:pt>
                <c:pt idx="390">
                  <c:v>59.869831085205</c:v>
                </c:pt>
                <c:pt idx="391">
                  <c:v>59.869979858398402</c:v>
                </c:pt>
                <c:pt idx="392">
                  <c:v>59.870121002197202</c:v>
                </c:pt>
                <c:pt idx="393">
                  <c:v>59.870250701904297</c:v>
                </c:pt>
                <c:pt idx="394">
                  <c:v>59.870368957519503</c:v>
                </c:pt>
                <c:pt idx="395">
                  <c:v>59.870491027832003</c:v>
                </c:pt>
                <c:pt idx="396">
                  <c:v>59.870609283447202</c:v>
                </c:pt>
                <c:pt idx="397">
                  <c:v>59.870708465576101</c:v>
                </c:pt>
                <c:pt idx="398">
                  <c:v>59.870811462402301</c:v>
                </c:pt>
                <c:pt idx="399">
                  <c:v>59.8709106445312</c:v>
                </c:pt>
                <c:pt idx="400">
                  <c:v>59.871009826660099</c:v>
                </c:pt>
                <c:pt idx="401">
                  <c:v>59.871089935302699</c:v>
                </c:pt>
                <c:pt idx="402">
                  <c:v>59.871181488037102</c:v>
                </c:pt>
                <c:pt idx="403">
                  <c:v>59.871269226074197</c:v>
                </c:pt>
                <c:pt idx="404">
                  <c:v>59.871349334716797</c:v>
                </c:pt>
                <c:pt idx="405">
                  <c:v>59.871440887451101</c:v>
                </c:pt>
                <c:pt idx="406">
                  <c:v>59.8715209960937</c:v>
                </c:pt>
                <c:pt idx="407">
                  <c:v>59.8716011047363</c:v>
                </c:pt>
                <c:pt idx="408">
                  <c:v>59.871688842773402</c:v>
                </c:pt>
                <c:pt idx="409">
                  <c:v>59.871768951416001</c:v>
                </c:pt>
                <c:pt idx="410">
                  <c:v>59.871860504150298</c:v>
                </c:pt>
                <c:pt idx="411">
                  <c:v>59.871959686279297</c:v>
                </c:pt>
                <c:pt idx="412">
                  <c:v>59.872051239013601</c:v>
                </c:pt>
                <c:pt idx="413">
                  <c:v>59.872138977050703</c:v>
                </c:pt>
                <c:pt idx="414">
                  <c:v>59.872249603271399</c:v>
                </c:pt>
                <c:pt idx="415">
                  <c:v>59.872348785400298</c:v>
                </c:pt>
                <c:pt idx="416">
                  <c:v>59.872459411621001</c:v>
                </c:pt>
                <c:pt idx="417">
                  <c:v>59.872570037841797</c:v>
                </c:pt>
                <c:pt idx="418">
                  <c:v>59.8726806640625</c:v>
                </c:pt>
                <c:pt idx="419">
                  <c:v>59.872798919677699</c:v>
                </c:pt>
                <c:pt idx="420">
                  <c:v>59.872920989990199</c:v>
                </c:pt>
                <c:pt idx="421">
                  <c:v>59.873050689697202</c:v>
                </c:pt>
                <c:pt idx="422">
                  <c:v>59.873180389404297</c:v>
                </c:pt>
                <c:pt idx="423">
                  <c:v>59.8733100891113</c:v>
                </c:pt>
                <c:pt idx="424">
                  <c:v>59.873451232910099</c:v>
                </c:pt>
                <c:pt idx="425">
                  <c:v>59.873588562011697</c:v>
                </c:pt>
                <c:pt idx="426">
                  <c:v>59.873729705810497</c:v>
                </c:pt>
                <c:pt idx="427">
                  <c:v>59.873878479003899</c:v>
                </c:pt>
                <c:pt idx="428">
                  <c:v>59.874019622802699</c:v>
                </c:pt>
                <c:pt idx="429">
                  <c:v>59.874168395996001</c:v>
                </c:pt>
                <c:pt idx="430">
                  <c:v>59.874320983886697</c:v>
                </c:pt>
                <c:pt idx="431">
                  <c:v>59.87446975708</c:v>
                </c:pt>
                <c:pt idx="432">
                  <c:v>59.874610900878899</c:v>
                </c:pt>
                <c:pt idx="433">
                  <c:v>59.874759674072202</c:v>
                </c:pt>
                <c:pt idx="434">
                  <c:v>59.874908447265597</c:v>
                </c:pt>
                <c:pt idx="435">
                  <c:v>59.8750610351562</c:v>
                </c:pt>
                <c:pt idx="436">
                  <c:v>59.875198364257798</c:v>
                </c:pt>
                <c:pt idx="437">
                  <c:v>59.875350952148402</c:v>
                </c:pt>
                <c:pt idx="438">
                  <c:v>59.87548828125</c:v>
                </c:pt>
                <c:pt idx="439">
                  <c:v>59.8756294250488</c:v>
                </c:pt>
                <c:pt idx="440">
                  <c:v>59.875759124755803</c:v>
                </c:pt>
                <c:pt idx="441">
                  <c:v>59.875900268554602</c:v>
                </c:pt>
                <c:pt idx="442">
                  <c:v>59.876029968261697</c:v>
                </c:pt>
                <c:pt idx="443">
                  <c:v>59.876148223876903</c:v>
                </c:pt>
                <c:pt idx="444">
                  <c:v>59.876270294189403</c:v>
                </c:pt>
                <c:pt idx="445">
                  <c:v>59.876388549804602</c:v>
                </c:pt>
                <c:pt idx="446">
                  <c:v>59.876499176025298</c:v>
                </c:pt>
                <c:pt idx="447">
                  <c:v>59.876598358154297</c:v>
                </c:pt>
                <c:pt idx="448">
                  <c:v>59.876701354980398</c:v>
                </c:pt>
                <c:pt idx="449">
                  <c:v>59.8767890930175</c:v>
                </c:pt>
                <c:pt idx="450">
                  <c:v>59.876880645751903</c:v>
                </c:pt>
                <c:pt idx="451">
                  <c:v>59.876960754394503</c:v>
                </c:pt>
                <c:pt idx="452">
                  <c:v>59.877040863037102</c:v>
                </c:pt>
                <c:pt idx="453">
                  <c:v>59.877109527587798</c:v>
                </c:pt>
                <c:pt idx="454">
                  <c:v>59.877170562744098</c:v>
                </c:pt>
                <c:pt idx="455">
                  <c:v>59.877239227294901</c:v>
                </c:pt>
                <c:pt idx="456">
                  <c:v>59.877288818359297</c:v>
                </c:pt>
                <c:pt idx="457">
                  <c:v>59.8773384094238</c:v>
                </c:pt>
                <c:pt idx="458">
                  <c:v>59.877391815185497</c:v>
                </c:pt>
                <c:pt idx="459">
                  <c:v>59.877418518066399</c:v>
                </c:pt>
                <c:pt idx="460">
                  <c:v>59.8774604797363</c:v>
                </c:pt>
                <c:pt idx="461">
                  <c:v>59.877490997314403</c:v>
                </c:pt>
                <c:pt idx="462">
                  <c:v>59.8775215148925</c:v>
                </c:pt>
                <c:pt idx="463">
                  <c:v>59.877548217773402</c:v>
                </c:pt>
                <c:pt idx="464">
                  <c:v>59.877578735351499</c:v>
                </c:pt>
                <c:pt idx="465">
                  <c:v>59.877601623535099</c:v>
                </c:pt>
                <c:pt idx="466">
                  <c:v>59.877620697021399</c:v>
                </c:pt>
                <c:pt idx="467">
                  <c:v>59.877639770507798</c:v>
                </c:pt>
                <c:pt idx="468">
                  <c:v>59.877670288085902</c:v>
                </c:pt>
                <c:pt idx="469">
                  <c:v>59.877689361572202</c:v>
                </c:pt>
                <c:pt idx="470">
                  <c:v>59.877719879150298</c:v>
                </c:pt>
                <c:pt idx="471">
                  <c:v>59.877738952636697</c:v>
                </c:pt>
                <c:pt idx="472">
                  <c:v>59.877769470214801</c:v>
                </c:pt>
                <c:pt idx="473">
                  <c:v>59.877799987792898</c:v>
                </c:pt>
                <c:pt idx="474">
                  <c:v>59.877838134765597</c:v>
                </c:pt>
                <c:pt idx="475">
                  <c:v>59.8778686523437</c:v>
                </c:pt>
                <c:pt idx="476">
                  <c:v>59.877910614013601</c:v>
                </c:pt>
                <c:pt idx="477">
                  <c:v>59.877960205078097</c:v>
                </c:pt>
                <c:pt idx="478">
                  <c:v>59.8780097961425</c:v>
                </c:pt>
                <c:pt idx="479">
                  <c:v>59.878059387207003</c:v>
                </c:pt>
                <c:pt idx="480">
                  <c:v>59.878120422363203</c:v>
                </c:pt>
                <c:pt idx="481">
                  <c:v>59.878189086913999</c:v>
                </c:pt>
                <c:pt idx="482">
                  <c:v>59.878250122070298</c:v>
                </c:pt>
                <c:pt idx="483">
                  <c:v>59.878318786621001</c:v>
                </c:pt>
                <c:pt idx="484">
                  <c:v>59.878398895263601</c:v>
                </c:pt>
                <c:pt idx="485">
                  <c:v>59.878490447997997</c:v>
                </c:pt>
                <c:pt idx="486">
                  <c:v>59.878570556640597</c:v>
                </c:pt>
                <c:pt idx="487">
                  <c:v>59.878669738769503</c:v>
                </c:pt>
                <c:pt idx="488">
                  <c:v>59.878768920898402</c:v>
                </c:pt>
                <c:pt idx="489">
                  <c:v>59.878868103027301</c:v>
                </c:pt>
                <c:pt idx="490">
                  <c:v>59.878978729247997</c:v>
                </c:pt>
                <c:pt idx="491">
                  <c:v>59.8790893554687</c:v>
                </c:pt>
                <c:pt idx="492">
                  <c:v>59.8792114257812</c:v>
                </c:pt>
                <c:pt idx="493">
                  <c:v>59.879341125488203</c:v>
                </c:pt>
                <c:pt idx="494">
                  <c:v>59.879470825195298</c:v>
                </c:pt>
                <c:pt idx="495">
                  <c:v>59.879608154296797</c:v>
                </c:pt>
                <c:pt idx="496">
                  <c:v>59.879749298095703</c:v>
                </c:pt>
                <c:pt idx="497">
                  <c:v>59.879890441894503</c:v>
                </c:pt>
                <c:pt idx="498">
                  <c:v>59.880039215087798</c:v>
                </c:pt>
                <c:pt idx="499">
                  <c:v>59.880199432372997</c:v>
                </c:pt>
                <c:pt idx="500">
                  <c:v>59.880348205566399</c:v>
                </c:pt>
                <c:pt idx="501">
                  <c:v>59.880508422851499</c:v>
                </c:pt>
                <c:pt idx="502">
                  <c:v>59.880668640136697</c:v>
                </c:pt>
                <c:pt idx="503">
                  <c:v>59.880828857421797</c:v>
                </c:pt>
                <c:pt idx="504">
                  <c:v>59.880989074707003</c:v>
                </c:pt>
                <c:pt idx="505">
                  <c:v>59.881160736083899</c:v>
                </c:pt>
                <c:pt idx="506">
                  <c:v>59.881320953369098</c:v>
                </c:pt>
                <c:pt idx="507">
                  <c:v>59.8814888000488</c:v>
                </c:pt>
                <c:pt idx="508">
                  <c:v>59.881660461425703</c:v>
                </c:pt>
                <c:pt idx="509">
                  <c:v>59.881820678710902</c:v>
                </c:pt>
                <c:pt idx="510">
                  <c:v>59.881980895996001</c:v>
                </c:pt>
                <c:pt idx="511">
                  <c:v>59.8821411132812</c:v>
                </c:pt>
                <c:pt idx="512">
                  <c:v>59.882301330566399</c:v>
                </c:pt>
                <c:pt idx="513">
                  <c:v>59.882450103759702</c:v>
                </c:pt>
                <c:pt idx="514">
                  <c:v>59.882610321044901</c:v>
                </c:pt>
                <c:pt idx="515">
                  <c:v>59.882759094238203</c:v>
                </c:pt>
                <c:pt idx="516">
                  <c:v>59.882919311523402</c:v>
                </c:pt>
                <c:pt idx="517">
                  <c:v>59.883071899413999</c:v>
                </c:pt>
                <c:pt idx="518">
                  <c:v>59.883209228515597</c:v>
                </c:pt>
                <c:pt idx="519">
                  <c:v>59.8833618164062</c:v>
                </c:pt>
                <c:pt idx="520">
                  <c:v>59.883499145507798</c:v>
                </c:pt>
                <c:pt idx="521">
                  <c:v>59.883640289306598</c:v>
                </c:pt>
                <c:pt idx="522">
                  <c:v>59.883769989013601</c:v>
                </c:pt>
                <c:pt idx="523">
                  <c:v>59.883899688720703</c:v>
                </c:pt>
                <c:pt idx="524">
                  <c:v>59.884029388427699</c:v>
                </c:pt>
                <c:pt idx="525">
                  <c:v>59.884151458740199</c:v>
                </c:pt>
                <c:pt idx="526">
                  <c:v>59.884269714355398</c:v>
                </c:pt>
                <c:pt idx="527">
                  <c:v>59.884391784667898</c:v>
                </c:pt>
                <c:pt idx="528">
                  <c:v>59.884510040283203</c:v>
                </c:pt>
                <c:pt idx="529">
                  <c:v>59.884609222412102</c:v>
                </c:pt>
                <c:pt idx="530">
                  <c:v>59.884719848632798</c:v>
                </c:pt>
                <c:pt idx="531">
                  <c:v>59.884819030761697</c:v>
                </c:pt>
                <c:pt idx="532">
                  <c:v>59.884929656982401</c:v>
                </c:pt>
                <c:pt idx="533">
                  <c:v>59.885021209716797</c:v>
                </c:pt>
                <c:pt idx="534">
                  <c:v>59.885120391845703</c:v>
                </c:pt>
                <c:pt idx="535">
                  <c:v>59.885208129882798</c:v>
                </c:pt>
                <c:pt idx="536">
                  <c:v>59.885299682617102</c:v>
                </c:pt>
                <c:pt idx="537">
                  <c:v>59.885379791259702</c:v>
                </c:pt>
                <c:pt idx="538">
                  <c:v>59.885459899902301</c:v>
                </c:pt>
                <c:pt idx="539">
                  <c:v>59.885540008544901</c:v>
                </c:pt>
                <c:pt idx="540">
                  <c:v>59.885631561279297</c:v>
                </c:pt>
                <c:pt idx="541">
                  <c:v>59.88570022583</c:v>
                </c:pt>
                <c:pt idx="542">
                  <c:v>59.885780334472599</c:v>
                </c:pt>
                <c:pt idx="543">
                  <c:v>59.885860443115199</c:v>
                </c:pt>
                <c:pt idx="544">
                  <c:v>59.885929107666001</c:v>
                </c:pt>
                <c:pt idx="545">
                  <c:v>59.886009216308501</c:v>
                </c:pt>
                <c:pt idx="546">
                  <c:v>59.886070251464801</c:v>
                </c:pt>
                <c:pt idx="547">
                  <c:v>59.886138916015597</c:v>
                </c:pt>
                <c:pt idx="548">
                  <c:v>59.886211395263601</c:v>
                </c:pt>
                <c:pt idx="549">
                  <c:v>59.886280059814403</c:v>
                </c:pt>
                <c:pt idx="550">
                  <c:v>59.886341094970703</c:v>
                </c:pt>
                <c:pt idx="551">
                  <c:v>59.886409759521399</c:v>
                </c:pt>
                <c:pt idx="552">
                  <c:v>59.886470794677699</c:v>
                </c:pt>
                <c:pt idx="553">
                  <c:v>59.886539459228501</c:v>
                </c:pt>
                <c:pt idx="554">
                  <c:v>59.886608123779297</c:v>
                </c:pt>
                <c:pt idx="555">
                  <c:v>59.886669158935497</c:v>
                </c:pt>
                <c:pt idx="556">
                  <c:v>59.886741638183501</c:v>
                </c:pt>
                <c:pt idx="557">
                  <c:v>59.886810302734297</c:v>
                </c:pt>
                <c:pt idx="558">
                  <c:v>59.886871337890597</c:v>
                </c:pt>
                <c:pt idx="559">
                  <c:v>59.886928558349602</c:v>
                </c:pt>
                <c:pt idx="560">
                  <c:v>59.886989593505803</c:v>
                </c:pt>
                <c:pt idx="561">
                  <c:v>59.887050628662102</c:v>
                </c:pt>
                <c:pt idx="562">
                  <c:v>59.887111663818303</c:v>
                </c:pt>
                <c:pt idx="563">
                  <c:v>59.887168884277301</c:v>
                </c:pt>
                <c:pt idx="564">
                  <c:v>59.887229919433501</c:v>
                </c:pt>
                <c:pt idx="565">
                  <c:v>59.887290954589801</c:v>
                </c:pt>
                <c:pt idx="566">
                  <c:v>59.887340545654297</c:v>
                </c:pt>
                <c:pt idx="567">
                  <c:v>59.887401580810497</c:v>
                </c:pt>
                <c:pt idx="568">
                  <c:v>59.887458801269503</c:v>
                </c:pt>
                <c:pt idx="569">
                  <c:v>59.887519836425703</c:v>
                </c:pt>
                <c:pt idx="570">
                  <c:v>59.887580871582003</c:v>
                </c:pt>
                <c:pt idx="571">
                  <c:v>59.887641906738203</c:v>
                </c:pt>
                <c:pt idx="572">
                  <c:v>59.887699127197202</c:v>
                </c:pt>
                <c:pt idx="573">
                  <c:v>59.887760162353501</c:v>
                </c:pt>
                <c:pt idx="574">
                  <c:v>59.887809753417898</c:v>
                </c:pt>
                <c:pt idx="575">
                  <c:v>59.887870788574197</c:v>
                </c:pt>
                <c:pt idx="576">
                  <c:v>59.887931823730398</c:v>
                </c:pt>
                <c:pt idx="577">
                  <c:v>59.887989044189403</c:v>
                </c:pt>
                <c:pt idx="578">
                  <c:v>59.888038635253899</c:v>
                </c:pt>
                <c:pt idx="579">
                  <c:v>59.888099670410099</c:v>
                </c:pt>
                <c:pt idx="580">
                  <c:v>59.888160705566399</c:v>
                </c:pt>
                <c:pt idx="581">
                  <c:v>59.888210296630803</c:v>
                </c:pt>
                <c:pt idx="582">
                  <c:v>59.888271331787102</c:v>
                </c:pt>
                <c:pt idx="583">
                  <c:v>59.888320922851499</c:v>
                </c:pt>
                <c:pt idx="584">
                  <c:v>59.888370513916001</c:v>
                </c:pt>
                <c:pt idx="585">
                  <c:v>59.888431549072202</c:v>
                </c:pt>
                <c:pt idx="586">
                  <c:v>59.888481140136697</c:v>
                </c:pt>
                <c:pt idx="587">
                  <c:v>59.888530731201101</c:v>
                </c:pt>
                <c:pt idx="588">
                  <c:v>59.888580322265597</c:v>
                </c:pt>
                <c:pt idx="589">
                  <c:v>59.88862991333</c:v>
                </c:pt>
                <c:pt idx="590">
                  <c:v>59.8886909484863</c:v>
                </c:pt>
                <c:pt idx="591">
                  <c:v>59.888740539550703</c:v>
                </c:pt>
                <c:pt idx="592">
                  <c:v>59.888790130615199</c:v>
                </c:pt>
                <c:pt idx="593">
                  <c:v>59.888839721679602</c:v>
                </c:pt>
                <c:pt idx="594">
                  <c:v>59.888900756835902</c:v>
                </c:pt>
                <c:pt idx="595">
                  <c:v>59.888950347900298</c:v>
                </c:pt>
                <c:pt idx="596">
                  <c:v>59.889011383056598</c:v>
                </c:pt>
                <c:pt idx="597">
                  <c:v>59.889060974121001</c:v>
                </c:pt>
                <c:pt idx="598">
                  <c:v>59.88911819458</c:v>
                </c:pt>
                <c:pt idx="599">
                  <c:v>59.8891792297363</c:v>
                </c:pt>
                <c:pt idx="600">
                  <c:v>59.889232635497997</c:v>
                </c:pt>
                <c:pt idx="601">
                  <c:v>59.889286041259702</c:v>
                </c:pt>
                <c:pt idx="602">
                  <c:v>59.8893432617187</c:v>
                </c:pt>
                <c:pt idx="603">
                  <c:v>59.889396667480398</c:v>
                </c:pt>
                <c:pt idx="604">
                  <c:v>59.889450073242102</c:v>
                </c:pt>
                <c:pt idx="605">
                  <c:v>59.889503479003899</c:v>
                </c:pt>
                <c:pt idx="606">
                  <c:v>59.889556884765597</c:v>
                </c:pt>
                <c:pt idx="607">
                  <c:v>59.889610290527301</c:v>
                </c:pt>
                <c:pt idx="608">
                  <c:v>59.8896675109863</c:v>
                </c:pt>
                <c:pt idx="609">
                  <c:v>59.889720916747997</c:v>
                </c:pt>
                <c:pt idx="610">
                  <c:v>59.889778137207003</c:v>
                </c:pt>
                <c:pt idx="611">
                  <c:v>59.889839172363203</c:v>
                </c:pt>
                <c:pt idx="612">
                  <c:v>59.889896392822202</c:v>
                </c:pt>
                <c:pt idx="613">
                  <c:v>59.889957427978501</c:v>
                </c:pt>
                <c:pt idx="614">
                  <c:v>59.8900146484375</c:v>
                </c:pt>
                <c:pt idx="615">
                  <c:v>59.8900756835937</c:v>
                </c:pt>
                <c:pt idx="616">
                  <c:v>59.89013671875</c:v>
                </c:pt>
                <c:pt idx="617">
                  <c:v>59.890201568603501</c:v>
                </c:pt>
                <c:pt idx="618">
                  <c:v>59.890266418457003</c:v>
                </c:pt>
                <c:pt idx="619">
                  <c:v>59.890331268310497</c:v>
                </c:pt>
                <c:pt idx="620">
                  <c:v>59.890396118163999</c:v>
                </c:pt>
                <c:pt idx="621">
                  <c:v>59.890464782714801</c:v>
                </c:pt>
                <c:pt idx="622">
                  <c:v>59.890529632568303</c:v>
                </c:pt>
                <c:pt idx="623">
                  <c:v>59.890598297119098</c:v>
                </c:pt>
                <c:pt idx="624">
                  <c:v>59.890670776367102</c:v>
                </c:pt>
                <c:pt idx="625">
                  <c:v>59.890739440917898</c:v>
                </c:pt>
                <c:pt idx="626">
                  <c:v>59.8908081054687</c:v>
                </c:pt>
                <c:pt idx="627">
                  <c:v>59.890880584716797</c:v>
                </c:pt>
                <c:pt idx="628">
                  <c:v>59.8909492492675</c:v>
                </c:pt>
                <c:pt idx="629">
                  <c:v>59.891025543212798</c:v>
                </c:pt>
                <c:pt idx="630">
                  <c:v>59.891098022460902</c:v>
                </c:pt>
                <c:pt idx="631">
                  <c:v>59.891170501708899</c:v>
                </c:pt>
                <c:pt idx="632">
                  <c:v>59.891242980957003</c:v>
                </c:pt>
                <c:pt idx="633">
                  <c:v>59.891315460205</c:v>
                </c:pt>
                <c:pt idx="634">
                  <c:v>59.891387939453097</c:v>
                </c:pt>
                <c:pt idx="635">
                  <c:v>59.891460418701101</c:v>
                </c:pt>
                <c:pt idx="636">
                  <c:v>59.891532897949197</c:v>
                </c:pt>
                <c:pt idx="637">
                  <c:v>59.891605377197202</c:v>
                </c:pt>
                <c:pt idx="638">
                  <c:v>59.891674041747997</c:v>
                </c:pt>
                <c:pt idx="639">
                  <c:v>59.891746520996001</c:v>
                </c:pt>
                <c:pt idx="640">
                  <c:v>59.891819000244098</c:v>
                </c:pt>
                <c:pt idx="641">
                  <c:v>59.891887664794901</c:v>
                </c:pt>
                <c:pt idx="642">
                  <c:v>59.891952514648402</c:v>
                </c:pt>
                <c:pt idx="643">
                  <c:v>59.892021179199197</c:v>
                </c:pt>
                <c:pt idx="644">
                  <c:v>59.89208984375</c:v>
                </c:pt>
                <c:pt idx="645">
                  <c:v>59.892158508300703</c:v>
                </c:pt>
                <c:pt idx="646">
                  <c:v>59.892223358154297</c:v>
                </c:pt>
                <c:pt idx="647">
                  <c:v>59.892288208007798</c:v>
                </c:pt>
                <c:pt idx="648">
                  <c:v>59.8923530578613</c:v>
                </c:pt>
                <c:pt idx="649">
                  <c:v>59.892417907714801</c:v>
                </c:pt>
                <c:pt idx="650">
                  <c:v>59.892482757568303</c:v>
                </c:pt>
                <c:pt idx="651">
                  <c:v>59.892543792724602</c:v>
                </c:pt>
                <c:pt idx="652">
                  <c:v>59.892604827880803</c:v>
                </c:pt>
                <c:pt idx="653">
                  <c:v>59.892669677734297</c:v>
                </c:pt>
                <c:pt idx="654">
                  <c:v>59.892730712890597</c:v>
                </c:pt>
                <c:pt idx="655">
                  <c:v>59.892791748046797</c:v>
                </c:pt>
                <c:pt idx="656">
                  <c:v>59.892852783203097</c:v>
                </c:pt>
                <c:pt idx="657">
                  <c:v>59.892913818359297</c:v>
                </c:pt>
                <c:pt idx="658">
                  <c:v>59.892974853515597</c:v>
                </c:pt>
                <c:pt idx="659">
                  <c:v>59.893032073974602</c:v>
                </c:pt>
                <c:pt idx="660">
                  <c:v>59.893093109130803</c:v>
                </c:pt>
                <c:pt idx="661">
                  <c:v>59.893150329589801</c:v>
                </c:pt>
                <c:pt idx="662">
                  <c:v>59.893211364746001</c:v>
                </c:pt>
                <c:pt idx="663">
                  <c:v>59.893272399902301</c:v>
                </c:pt>
                <c:pt idx="664">
                  <c:v>59.8933296203613</c:v>
                </c:pt>
                <c:pt idx="665">
                  <c:v>59.8933906555175</c:v>
                </c:pt>
                <c:pt idx="666">
                  <c:v>59.893447875976499</c:v>
                </c:pt>
                <c:pt idx="667">
                  <c:v>59.893505096435497</c:v>
                </c:pt>
                <c:pt idx="668">
                  <c:v>59.893566131591797</c:v>
                </c:pt>
                <c:pt idx="669">
                  <c:v>59.893623352050703</c:v>
                </c:pt>
                <c:pt idx="670">
                  <c:v>59.893680572509702</c:v>
                </c:pt>
                <c:pt idx="671">
                  <c:v>59.893741607666001</c:v>
                </c:pt>
                <c:pt idx="672">
                  <c:v>59.893802642822202</c:v>
                </c:pt>
                <c:pt idx="673">
                  <c:v>59.8938598632812</c:v>
                </c:pt>
                <c:pt idx="674">
                  <c:v>59.893917083740199</c:v>
                </c:pt>
                <c:pt idx="675">
                  <c:v>59.893974304199197</c:v>
                </c:pt>
                <c:pt idx="676">
                  <c:v>59.894031524658203</c:v>
                </c:pt>
                <c:pt idx="677">
                  <c:v>59.894088745117102</c:v>
                </c:pt>
                <c:pt idx="678">
                  <c:v>59.894145965576101</c:v>
                </c:pt>
                <c:pt idx="679">
                  <c:v>59.894207000732401</c:v>
                </c:pt>
                <c:pt idx="680">
                  <c:v>59.894264221191399</c:v>
                </c:pt>
                <c:pt idx="681">
                  <c:v>59.894321441650298</c:v>
                </c:pt>
                <c:pt idx="682">
                  <c:v>59.894382476806598</c:v>
                </c:pt>
                <c:pt idx="683">
                  <c:v>59.894443511962798</c:v>
                </c:pt>
                <c:pt idx="684">
                  <c:v>59.894500732421797</c:v>
                </c:pt>
                <c:pt idx="685">
                  <c:v>59.894561767578097</c:v>
                </c:pt>
                <c:pt idx="686">
                  <c:v>59.894618988037102</c:v>
                </c:pt>
                <c:pt idx="687">
                  <c:v>59.894680023193303</c:v>
                </c:pt>
                <c:pt idx="688">
                  <c:v>59.894737243652301</c:v>
                </c:pt>
                <c:pt idx="689">
                  <c:v>59.894798278808501</c:v>
                </c:pt>
                <c:pt idx="690">
                  <c:v>59.8948554992675</c:v>
                </c:pt>
                <c:pt idx="691">
                  <c:v>59.894912719726499</c:v>
                </c:pt>
                <c:pt idx="692">
                  <c:v>59.894969940185497</c:v>
                </c:pt>
                <c:pt idx="693">
                  <c:v>59.895030975341797</c:v>
                </c:pt>
                <c:pt idx="694">
                  <c:v>59.895088195800703</c:v>
                </c:pt>
                <c:pt idx="695">
                  <c:v>59.895149230957003</c:v>
                </c:pt>
                <c:pt idx="696">
                  <c:v>59.895206451416001</c:v>
                </c:pt>
                <c:pt idx="697">
                  <c:v>59.895267486572202</c:v>
                </c:pt>
                <c:pt idx="698">
                  <c:v>59.895328521728501</c:v>
                </c:pt>
                <c:pt idx="699">
                  <c:v>59.8953857421875</c:v>
                </c:pt>
                <c:pt idx="700">
                  <c:v>59.8954467773437</c:v>
                </c:pt>
                <c:pt idx="701">
                  <c:v>59.895503997802699</c:v>
                </c:pt>
                <c:pt idx="702">
                  <c:v>59.895561218261697</c:v>
                </c:pt>
                <c:pt idx="703">
                  <c:v>59.895618438720703</c:v>
                </c:pt>
                <c:pt idx="704">
                  <c:v>59.895675659179602</c:v>
                </c:pt>
                <c:pt idx="705">
                  <c:v>59.895729064941399</c:v>
                </c:pt>
                <c:pt idx="706">
                  <c:v>59.895782470703097</c:v>
                </c:pt>
                <c:pt idx="707">
                  <c:v>59.895835876464801</c:v>
                </c:pt>
                <c:pt idx="708">
                  <c:v>59.895889282226499</c:v>
                </c:pt>
                <c:pt idx="709">
                  <c:v>59.895938873291001</c:v>
                </c:pt>
                <c:pt idx="710">
                  <c:v>59.895992279052699</c:v>
                </c:pt>
                <c:pt idx="711">
                  <c:v>59.896041870117102</c:v>
                </c:pt>
                <c:pt idx="712">
                  <c:v>59.896091461181598</c:v>
                </c:pt>
                <c:pt idx="713">
                  <c:v>59.896141052246001</c:v>
                </c:pt>
                <c:pt idx="714">
                  <c:v>59.896190643310497</c:v>
                </c:pt>
                <c:pt idx="715">
                  <c:v>59.896240234375</c:v>
                </c:pt>
                <c:pt idx="716">
                  <c:v>59.896286010742102</c:v>
                </c:pt>
                <c:pt idx="717">
                  <c:v>59.896335601806598</c:v>
                </c:pt>
                <c:pt idx="718">
                  <c:v>59.896385192871001</c:v>
                </c:pt>
                <c:pt idx="719">
                  <c:v>59.896430969238203</c:v>
                </c:pt>
                <c:pt idx="720">
                  <c:v>59.896480560302699</c:v>
                </c:pt>
                <c:pt idx="721">
                  <c:v>59.896530151367102</c:v>
                </c:pt>
                <c:pt idx="722">
                  <c:v>59.896575927734297</c:v>
                </c:pt>
                <c:pt idx="723">
                  <c:v>59.896621704101499</c:v>
                </c:pt>
                <c:pt idx="724">
                  <c:v>59.8966674804687</c:v>
                </c:pt>
                <c:pt idx="725">
                  <c:v>59.896713256835902</c:v>
                </c:pt>
                <c:pt idx="726">
                  <c:v>59.896759033203097</c:v>
                </c:pt>
                <c:pt idx="727">
                  <c:v>59.896804809570298</c:v>
                </c:pt>
                <c:pt idx="728">
                  <c:v>59.896846771240199</c:v>
                </c:pt>
                <c:pt idx="729">
                  <c:v>59.896888732910099</c:v>
                </c:pt>
                <c:pt idx="730">
                  <c:v>59.89693069458</c:v>
                </c:pt>
                <c:pt idx="731">
                  <c:v>59.89697265625</c:v>
                </c:pt>
                <c:pt idx="732">
                  <c:v>59.897014617919901</c:v>
                </c:pt>
                <c:pt idx="733">
                  <c:v>59.897056579589801</c:v>
                </c:pt>
                <c:pt idx="734">
                  <c:v>59.8970947265625</c:v>
                </c:pt>
                <c:pt idx="735">
                  <c:v>59.897129058837798</c:v>
                </c:pt>
                <c:pt idx="736">
                  <c:v>59.897167205810497</c:v>
                </c:pt>
                <c:pt idx="737">
                  <c:v>59.897197723388601</c:v>
                </c:pt>
                <c:pt idx="738">
                  <c:v>59.8972358703613</c:v>
                </c:pt>
                <c:pt idx="739">
                  <c:v>59.897270202636697</c:v>
                </c:pt>
                <c:pt idx="740">
                  <c:v>59.897300720214801</c:v>
                </c:pt>
                <c:pt idx="741">
                  <c:v>59.897335052490199</c:v>
                </c:pt>
                <c:pt idx="742">
                  <c:v>59.897365570068303</c:v>
                </c:pt>
                <c:pt idx="743">
                  <c:v>59.8973999023437</c:v>
                </c:pt>
                <c:pt idx="744">
                  <c:v>59.897434234619098</c:v>
                </c:pt>
                <c:pt idx="745">
                  <c:v>59.897468566894503</c:v>
                </c:pt>
                <c:pt idx="746">
                  <c:v>59.897502899169901</c:v>
                </c:pt>
                <c:pt idx="747">
                  <c:v>59.897533416747997</c:v>
                </c:pt>
                <c:pt idx="748">
                  <c:v>59.897567749023402</c:v>
                </c:pt>
                <c:pt idx="749">
                  <c:v>59.897598266601499</c:v>
                </c:pt>
                <c:pt idx="750">
                  <c:v>59.897632598876903</c:v>
                </c:pt>
                <c:pt idx="751">
                  <c:v>59.897666931152301</c:v>
                </c:pt>
                <c:pt idx="752">
                  <c:v>59.897701263427699</c:v>
                </c:pt>
                <c:pt idx="753">
                  <c:v>59.897735595703097</c:v>
                </c:pt>
                <c:pt idx="754">
                  <c:v>59.897769927978501</c:v>
                </c:pt>
                <c:pt idx="755">
                  <c:v>59.897804260253899</c:v>
                </c:pt>
                <c:pt idx="756">
                  <c:v>59.897842407226499</c:v>
                </c:pt>
                <c:pt idx="757">
                  <c:v>59.897876739501903</c:v>
                </c:pt>
                <c:pt idx="758">
                  <c:v>59.897914886474602</c:v>
                </c:pt>
                <c:pt idx="759">
                  <c:v>59.897953033447202</c:v>
                </c:pt>
                <c:pt idx="760">
                  <c:v>59.897991180419901</c:v>
                </c:pt>
                <c:pt idx="761">
                  <c:v>59.8980293273925</c:v>
                </c:pt>
                <c:pt idx="762">
                  <c:v>59.898067474365199</c:v>
                </c:pt>
                <c:pt idx="763">
                  <c:v>59.898105621337798</c:v>
                </c:pt>
                <c:pt idx="764">
                  <c:v>59.898147583007798</c:v>
                </c:pt>
                <c:pt idx="765">
                  <c:v>59.898189544677699</c:v>
                </c:pt>
                <c:pt idx="766">
                  <c:v>59.898231506347599</c:v>
                </c:pt>
                <c:pt idx="767">
                  <c:v>59.8982734680175</c:v>
                </c:pt>
                <c:pt idx="768">
                  <c:v>59.8983154296875</c:v>
                </c:pt>
                <c:pt idx="769">
                  <c:v>59.898361206054602</c:v>
                </c:pt>
                <c:pt idx="770">
                  <c:v>59.898403167724602</c:v>
                </c:pt>
                <c:pt idx="771">
                  <c:v>59.898448944091797</c:v>
                </c:pt>
                <c:pt idx="772">
                  <c:v>59.898494720458899</c:v>
                </c:pt>
                <c:pt idx="773">
                  <c:v>59.898540496826101</c:v>
                </c:pt>
                <c:pt idx="774">
                  <c:v>59.898586273193303</c:v>
                </c:pt>
                <c:pt idx="775">
                  <c:v>59.898632049560497</c:v>
                </c:pt>
                <c:pt idx="776">
                  <c:v>59.898681640625</c:v>
                </c:pt>
                <c:pt idx="777">
                  <c:v>59.898727416992102</c:v>
                </c:pt>
                <c:pt idx="778">
                  <c:v>59.898773193359297</c:v>
                </c:pt>
                <c:pt idx="779">
                  <c:v>59.898818969726499</c:v>
                </c:pt>
                <c:pt idx="780">
                  <c:v>59.898868560791001</c:v>
                </c:pt>
                <c:pt idx="781">
                  <c:v>59.898914337158203</c:v>
                </c:pt>
                <c:pt idx="782">
                  <c:v>59.898960113525298</c:v>
                </c:pt>
                <c:pt idx="783">
                  <c:v>59.899009704589801</c:v>
                </c:pt>
                <c:pt idx="784">
                  <c:v>59.899055480957003</c:v>
                </c:pt>
                <c:pt idx="785">
                  <c:v>59.899101257324197</c:v>
                </c:pt>
                <c:pt idx="786">
                  <c:v>59.899150848388601</c:v>
                </c:pt>
                <c:pt idx="787">
                  <c:v>59.899196624755803</c:v>
                </c:pt>
                <c:pt idx="788">
                  <c:v>59.899246215820298</c:v>
                </c:pt>
                <c:pt idx="789">
                  <c:v>59.8992919921875</c:v>
                </c:pt>
                <c:pt idx="790">
                  <c:v>59.899341583251903</c:v>
                </c:pt>
                <c:pt idx="791">
                  <c:v>59.899391174316399</c:v>
                </c:pt>
                <c:pt idx="792">
                  <c:v>59.899436950683501</c:v>
                </c:pt>
                <c:pt idx="793">
                  <c:v>59.899486541747997</c:v>
                </c:pt>
                <c:pt idx="794">
                  <c:v>59.899532318115199</c:v>
                </c:pt>
                <c:pt idx="795">
                  <c:v>59.899581909179602</c:v>
                </c:pt>
                <c:pt idx="796">
                  <c:v>59.899627685546797</c:v>
                </c:pt>
                <c:pt idx="797">
                  <c:v>59.8996772766113</c:v>
                </c:pt>
                <c:pt idx="798">
                  <c:v>59.899723052978501</c:v>
                </c:pt>
                <c:pt idx="799">
                  <c:v>59.899772644042898</c:v>
                </c:pt>
                <c:pt idx="800">
                  <c:v>59.899818420410099</c:v>
                </c:pt>
                <c:pt idx="801">
                  <c:v>59.899864196777301</c:v>
                </c:pt>
                <c:pt idx="802">
                  <c:v>59.899913787841797</c:v>
                </c:pt>
                <c:pt idx="803">
                  <c:v>59.899959564208899</c:v>
                </c:pt>
                <c:pt idx="804">
                  <c:v>59.900005340576101</c:v>
                </c:pt>
                <c:pt idx="805">
                  <c:v>59.900051116943303</c:v>
                </c:pt>
                <c:pt idx="806">
                  <c:v>59.900100708007798</c:v>
                </c:pt>
                <c:pt idx="807">
                  <c:v>59.900146484375</c:v>
                </c:pt>
                <c:pt idx="808">
                  <c:v>59.900192260742102</c:v>
                </c:pt>
                <c:pt idx="809">
                  <c:v>59.900238037109297</c:v>
                </c:pt>
                <c:pt idx="810">
                  <c:v>59.900283813476499</c:v>
                </c:pt>
                <c:pt idx="811">
                  <c:v>59.900325775146399</c:v>
                </c:pt>
                <c:pt idx="812">
                  <c:v>59.900371551513601</c:v>
                </c:pt>
                <c:pt idx="813">
                  <c:v>59.900413513183501</c:v>
                </c:pt>
                <c:pt idx="814">
                  <c:v>59.900459289550703</c:v>
                </c:pt>
                <c:pt idx="815">
                  <c:v>59.900501251220703</c:v>
                </c:pt>
                <c:pt idx="816">
                  <c:v>59.900543212890597</c:v>
                </c:pt>
                <c:pt idx="817">
                  <c:v>59.900585174560497</c:v>
                </c:pt>
                <c:pt idx="818">
                  <c:v>59.900623321533203</c:v>
                </c:pt>
                <c:pt idx="819">
                  <c:v>59.900665283203097</c:v>
                </c:pt>
                <c:pt idx="820">
                  <c:v>59.900703430175703</c:v>
                </c:pt>
                <c:pt idx="821">
                  <c:v>59.900741577148402</c:v>
                </c:pt>
                <c:pt idx="822">
                  <c:v>59.900779724121001</c:v>
                </c:pt>
                <c:pt idx="823">
                  <c:v>59.9008178710937</c:v>
                </c:pt>
                <c:pt idx="824">
                  <c:v>59.900852203369098</c:v>
                </c:pt>
                <c:pt idx="825">
                  <c:v>59.900890350341797</c:v>
                </c:pt>
                <c:pt idx="826">
                  <c:v>59.900924682617102</c:v>
                </c:pt>
                <c:pt idx="827">
                  <c:v>59.900962829589801</c:v>
                </c:pt>
                <c:pt idx="828">
                  <c:v>59.900997161865199</c:v>
                </c:pt>
                <c:pt idx="829">
                  <c:v>59.901031494140597</c:v>
                </c:pt>
                <c:pt idx="830">
                  <c:v>59.901069641113203</c:v>
                </c:pt>
                <c:pt idx="831">
                  <c:v>59.901103973388601</c:v>
                </c:pt>
                <c:pt idx="832">
                  <c:v>59.901138305663999</c:v>
                </c:pt>
                <c:pt idx="833">
                  <c:v>59.901176452636697</c:v>
                </c:pt>
                <c:pt idx="834">
                  <c:v>59.901210784912102</c:v>
                </c:pt>
                <c:pt idx="835">
                  <c:v>59.9012451171875</c:v>
                </c:pt>
                <c:pt idx="836">
                  <c:v>59.901279449462798</c:v>
                </c:pt>
                <c:pt idx="837">
                  <c:v>59.901313781738203</c:v>
                </c:pt>
                <c:pt idx="838">
                  <c:v>59.901348114013601</c:v>
                </c:pt>
                <c:pt idx="839">
                  <c:v>59.901378631591797</c:v>
                </c:pt>
                <c:pt idx="840">
                  <c:v>59.901412963867102</c:v>
                </c:pt>
                <c:pt idx="841">
                  <c:v>59.901443481445298</c:v>
                </c:pt>
                <c:pt idx="842">
                  <c:v>59.901477813720703</c:v>
                </c:pt>
                <c:pt idx="843">
                  <c:v>59.9015083312988</c:v>
                </c:pt>
                <c:pt idx="844">
                  <c:v>59.901538848876903</c:v>
                </c:pt>
                <c:pt idx="845">
                  <c:v>59.901573181152301</c:v>
                </c:pt>
                <c:pt idx="846">
                  <c:v>59.901603698730398</c:v>
                </c:pt>
                <c:pt idx="847">
                  <c:v>59.901634216308501</c:v>
                </c:pt>
                <c:pt idx="848">
                  <c:v>59.901664733886697</c:v>
                </c:pt>
                <c:pt idx="849">
                  <c:v>59.9016914367675</c:v>
                </c:pt>
                <c:pt idx="850">
                  <c:v>59.901721954345703</c:v>
                </c:pt>
                <c:pt idx="851">
                  <c:v>59.9017524719238</c:v>
                </c:pt>
                <c:pt idx="852">
                  <c:v>59.901779174804602</c:v>
                </c:pt>
                <c:pt idx="853">
                  <c:v>59.901809692382798</c:v>
                </c:pt>
                <c:pt idx="854">
                  <c:v>59.901836395263601</c:v>
                </c:pt>
                <c:pt idx="855">
                  <c:v>59.901863098144503</c:v>
                </c:pt>
                <c:pt idx="856">
                  <c:v>59.901893615722599</c:v>
                </c:pt>
                <c:pt idx="857">
                  <c:v>59.901920318603501</c:v>
                </c:pt>
                <c:pt idx="858">
                  <c:v>59.901947021484297</c:v>
                </c:pt>
                <c:pt idx="859">
                  <c:v>59.9019775390625</c:v>
                </c:pt>
                <c:pt idx="860">
                  <c:v>59.902004241943303</c:v>
                </c:pt>
                <c:pt idx="861">
                  <c:v>59.902034759521399</c:v>
                </c:pt>
                <c:pt idx="862">
                  <c:v>59.902065277099602</c:v>
                </c:pt>
                <c:pt idx="863">
                  <c:v>59.902091979980398</c:v>
                </c:pt>
                <c:pt idx="864">
                  <c:v>59.9021186828613</c:v>
                </c:pt>
                <c:pt idx="865">
                  <c:v>59.902149200439403</c:v>
                </c:pt>
                <c:pt idx="866">
                  <c:v>59.902175903320298</c:v>
                </c:pt>
                <c:pt idx="867">
                  <c:v>59.902206420898402</c:v>
                </c:pt>
                <c:pt idx="868">
                  <c:v>59.902236938476499</c:v>
                </c:pt>
                <c:pt idx="869">
                  <c:v>59.902267456054602</c:v>
                </c:pt>
                <c:pt idx="870">
                  <c:v>59.902294158935497</c:v>
                </c:pt>
                <c:pt idx="871">
                  <c:v>59.902324676513601</c:v>
                </c:pt>
                <c:pt idx="872">
                  <c:v>59.902355194091797</c:v>
                </c:pt>
                <c:pt idx="873">
                  <c:v>59.902381896972599</c:v>
                </c:pt>
                <c:pt idx="874">
                  <c:v>59.902412414550703</c:v>
                </c:pt>
                <c:pt idx="875">
                  <c:v>59.902442932128899</c:v>
                </c:pt>
                <c:pt idx="876">
                  <c:v>59.902469635009702</c:v>
                </c:pt>
                <c:pt idx="877">
                  <c:v>59.902500152587798</c:v>
                </c:pt>
                <c:pt idx="878">
                  <c:v>59.902530670166001</c:v>
                </c:pt>
                <c:pt idx="879">
                  <c:v>59.902557373046797</c:v>
                </c:pt>
                <c:pt idx="880">
                  <c:v>59.902584075927699</c:v>
                </c:pt>
                <c:pt idx="881">
                  <c:v>59.902614593505803</c:v>
                </c:pt>
                <c:pt idx="882">
                  <c:v>59.902641296386697</c:v>
                </c:pt>
                <c:pt idx="883">
                  <c:v>59.9026679992675</c:v>
                </c:pt>
                <c:pt idx="884">
                  <c:v>59.902698516845703</c:v>
                </c:pt>
                <c:pt idx="885">
                  <c:v>59.902725219726499</c:v>
                </c:pt>
                <c:pt idx="886">
                  <c:v>59.902751922607401</c:v>
                </c:pt>
                <c:pt idx="887">
                  <c:v>59.902778625488203</c:v>
                </c:pt>
                <c:pt idx="888">
                  <c:v>59.902805328369098</c:v>
                </c:pt>
                <c:pt idx="889">
                  <c:v>59.902835845947202</c:v>
                </c:pt>
                <c:pt idx="890">
                  <c:v>59.902862548828097</c:v>
                </c:pt>
                <c:pt idx="891">
                  <c:v>59.902889251708899</c:v>
                </c:pt>
                <c:pt idx="892">
                  <c:v>59.902915954589801</c:v>
                </c:pt>
                <c:pt idx="893">
                  <c:v>59.902942657470703</c:v>
                </c:pt>
                <c:pt idx="894">
                  <c:v>59.902969360351499</c:v>
                </c:pt>
                <c:pt idx="895">
                  <c:v>59.902996063232401</c:v>
                </c:pt>
                <c:pt idx="896">
                  <c:v>59.903022766113203</c:v>
                </c:pt>
                <c:pt idx="897">
                  <c:v>59.903049468994098</c:v>
                </c:pt>
                <c:pt idx="898">
                  <c:v>59.903076171875</c:v>
                </c:pt>
                <c:pt idx="899">
                  <c:v>59.903102874755803</c:v>
                </c:pt>
                <c:pt idx="900">
                  <c:v>59.903125762939403</c:v>
                </c:pt>
                <c:pt idx="901">
                  <c:v>59.903152465820298</c:v>
                </c:pt>
                <c:pt idx="902">
                  <c:v>59.903179168701101</c:v>
                </c:pt>
                <c:pt idx="903">
                  <c:v>59.903205871582003</c:v>
                </c:pt>
                <c:pt idx="904">
                  <c:v>59.903232574462798</c:v>
                </c:pt>
                <c:pt idx="905">
                  <c:v>59.9032592773437</c:v>
                </c:pt>
                <c:pt idx="906">
                  <c:v>59.903285980224602</c:v>
                </c:pt>
                <c:pt idx="907">
                  <c:v>59.903312683105398</c:v>
                </c:pt>
                <c:pt idx="908">
                  <c:v>59.9033393859863</c:v>
                </c:pt>
                <c:pt idx="909">
                  <c:v>59.903366088867102</c:v>
                </c:pt>
                <c:pt idx="910">
                  <c:v>59.903392791747997</c:v>
                </c:pt>
                <c:pt idx="911">
                  <c:v>59.903419494628899</c:v>
                </c:pt>
                <c:pt idx="912">
                  <c:v>59.9034423828125</c:v>
                </c:pt>
                <c:pt idx="913">
                  <c:v>59.903469085693303</c:v>
                </c:pt>
                <c:pt idx="914">
                  <c:v>59.903495788574197</c:v>
                </c:pt>
                <c:pt idx="915">
                  <c:v>59.903522491455</c:v>
                </c:pt>
                <c:pt idx="916">
                  <c:v>59.903549194335902</c:v>
                </c:pt>
                <c:pt idx="917">
                  <c:v>59.903575897216797</c:v>
                </c:pt>
                <c:pt idx="918">
                  <c:v>59.903602600097599</c:v>
                </c:pt>
                <c:pt idx="919">
                  <c:v>59.903629302978501</c:v>
                </c:pt>
                <c:pt idx="920">
                  <c:v>59.903656005859297</c:v>
                </c:pt>
                <c:pt idx="921">
                  <c:v>59.903682708740199</c:v>
                </c:pt>
                <c:pt idx="922">
                  <c:v>59.903709411621001</c:v>
                </c:pt>
                <c:pt idx="923">
                  <c:v>59.903736114501903</c:v>
                </c:pt>
                <c:pt idx="924">
                  <c:v>59.903762817382798</c:v>
                </c:pt>
                <c:pt idx="925">
                  <c:v>59.903789520263601</c:v>
                </c:pt>
                <c:pt idx="926">
                  <c:v>59.903816223144503</c:v>
                </c:pt>
                <c:pt idx="927">
                  <c:v>59.903842926025298</c:v>
                </c:pt>
                <c:pt idx="928">
                  <c:v>59.903873443603501</c:v>
                </c:pt>
                <c:pt idx="929">
                  <c:v>59.903900146484297</c:v>
                </c:pt>
                <c:pt idx="930">
                  <c:v>59.903926849365199</c:v>
                </c:pt>
                <c:pt idx="931">
                  <c:v>59.903953552246001</c:v>
                </c:pt>
                <c:pt idx="932">
                  <c:v>59.903980255126903</c:v>
                </c:pt>
                <c:pt idx="933">
                  <c:v>59.904010772705</c:v>
                </c:pt>
                <c:pt idx="934">
                  <c:v>59.904037475585902</c:v>
                </c:pt>
                <c:pt idx="935">
                  <c:v>59.904064178466797</c:v>
                </c:pt>
                <c:pt idx="936">
                  <c:v>59.904094696044901</c:v>
                </c:pt>
                <c:pt idx="937">
                  <c:v>59.904121398925703</c:v>
                </c:pt>
                <c:pt idx="938">
                  <c:v>59.904148101806598</c:v>
                </c:pt>
                <c:pt idx="939">
                  <c:v>59.904178619384702</c:v>
                </c:pt>
                <c:pt idx="940">
                  <c:v>59.904205322265597</c:v>
                </c:pt>
                <c:pt idx="941">
                  <c:v>59.904232025146399</c:v>
                </c:pt>
                <c:pt idx="942">
                  <c:v>59.904262542724602</c:v>
                </c:pt>
                <c:pt idx="943">
                  <c:v>59.904289245605398</c:v>
                </c:pt>
                <c:pt idx="944">
                  <c:v>59.904319763183501</c:v>
                </c:pt>
                <c:pt idx="945">
                  <c:v>59.904346466064403</c:v>
                </c:pt>
                <c:pt idx="946">
                  <c:v>59.9043769836425</c:v>
                </c:pt>
                <c:pt idx="947">
                  <c:v>59.904403686523402</c:v>
                </c:pt>
                <c:pt idx="948">
                  <c:v>59.904434204101499</c:v>
                </c:pt>
                <c:pt idx="949">
                  <c:v>59.904464721679602</c:v>
                </c:pt>
                <c:pt idx="950">
                  <c:v>59.904491424560497</c:v>
                </c:pt>
                <c:pt idx="951">
                  <c:v>59.904521942138601</c:v>
                </c:pt>
                <c:pt idx="952">
                  <c:v>59.904548645019503</c:v>
                </c:pt>
                <c:pt idx="953">
                  <c:v>59.904579162597599</c:v>
                </c:pt>
                <c:pt idx="954">
                  <c:v>59.904605865478501</c:v>
                </c:pt>
                <c:pt idx="955">
                  <c:v>59.904636383056598</c:v>
                </c:pt>
                <c:pt idx="956">
                  <c:v>59.9046630859375</c:v>
                </c:pt>
                <c:pt idx="957">
                  <c:v>59.904693603515597</c:v>
                </c:pt>
                <c:pt idx="958">
                  <c:v>59.904720306396399</c:v>
                </c:pt>
                <c:pt idx="959">
                  <c:v>59.904747009277301</c:v>
                </c:pt>
                <c:pt idx="960">
                  <c:v>59.904773712158203</c:v>
                </c:pt>
                <c:pt idx="961">
                  <c:v>59.904800415038999</c:v>
                </c:pt>
                <c:pt idx="962">
                  <c:v>59.904823303222599</c:v>
                </c:pt>
                <c:pt idx="963">
                  <c:v>59.904850006103501</c:v>
                </c:pt>
                <c:pt idx="964">
                  <c:v>59.904872894287102</c:v>
                </c:pt>
                <c:pt idx="965">
                  <c:v>59.904899597167898</c:v>
                </c:pt>
                <c:pt idx="966">
                  <c:v>59.9049263000488</c:v>
                </c:pt>
                <c:pt idx="967">
                  <c:v>59.904949188232401</c:v>
                </c:pt>
                <c:pt idx="968">
                  <c:v>59.904972076416001</c:v>
                </c:pt>
                <c:pt idx="969">
                  <c:v>59.904998779296797</c:v>
                </c:pt>
                <c:pt idx="970">
                  <c:v>59.905021667480398</c:v>
                </c:pt>
                <c:pt idx="971">
                  <c:v>59.9050483703613</c:v>
                </c:pt>
                <c:pt idx="972">
                  <c:v>59.905071258544901</c:v>
                </c:pt>
                <c:pt idx="973">
                  <c:v>59.905094146728501</c:v>
                </c:pt>
                <c:pt idx="974">
                  <c:v>59.905117034912102</c:v>
                </c:pt>
                <c:pt idx="975">
                  <c:v>59.905143737792898</c:v>
                </c:pt>
                <c:pt idx="976">
                  <c:v>59.905166625976499</c:v>
                </c:pt>
                <c:pt idx="977">
                  <c:v>59.905189514160099</c:v>
                </c:pt>
                <c:pt idx="978">
                  <c:v>59.905216217041001</c:v>
                </c:pt>
                <c:pt idx="979">
                  <c:v>59.905239105224602</c:v>
                </c:pt>
                <c:pt idx="980">
                  <c:v>59.905261993408203</c:v>
                </c:pt>
                <c:pt idx="981">
                  <c:v>59.905284881591797</c:v>
                </c:pt>
                <c:pt idx="982">
                  <c:v>59.905307769775298</c:v>
                </c:pt>
                <c:pt idx="983">
                  <c:v>59.9053344726562</c:v>
                </c:pt>
                <c:pt idx="984">
                  <c:v>59.905357360839801</c:v>
                </c:pt>
                <c:pt idx="985">
                  <c:v>59.905380249023402</c:v>
                </c:pt>
                <c:pt idx="986">
                  <c:v>59.905406951904297</c:v>
                </c:pt>
                <c:pt idx="987">
                  <c:v>59.905429840087798</c:v>
                </c:pt>
                <c:pt idx="988">
                  <c:v>59.905452728271399</c:v>
                </c:pt>
                <c:pt idx="989">
                  <c:v>59.905479431152301</c:v>
                </c:pt>
                <c:pt idx="990">
                  <c:v>59.905502319335902</c:v>
                </c:pt>
                <c:pt idx="991">
                  <c:v>59.905525207519503</c:v>
                </c:pt>
                <c:pt idx="992">
                  <c:v>59.905548095703097</c:v>
                </c:pt>
                <c:pt idx="993">
                  <c:v>59.905570983886697</c:v>
                </c:pt>
                <c:pt idx="994">
                  <c:v>59.905593872070298</c:v>
                </c:pt>
                <c:pt idx="995">
                  <c:v>59.905616760253899</c:v>
                </c:pt>
                <c:pt idx="996">
                  <c:v>59.905635833740199</c:v>
                </c:pt>
                <c:pt idx="997">
                  <c:v>59.9056587219238</c:v>
                </c:pt>
                <c:pt idx="998">
                  <c:v>59.905681610107401</c:v>
                </c:pt>
                <c:pt idx="999">
                  <c:v>59.905704498291001</c:v>
                </c:pt>
                <c:pt idx="1000">
                  <c:v>59.905727386474602</c:v>
                </c:pt>
                <c:pt idx="1001">
                  <c:v>59.905746459960902</c:v>
                </c:pt>
                <c:pt idx="1002">
                  <c:v>59.905765533447202</c:v>
                </c:pt>
                <c:pt idx="1003">
                  <c:v>59.905788421630803</c:v>
                </c:pt>
                <c:pt idx="1004">
                  <c:v>59.905811309814403</c:v>
                </c:pt>
                <c:pt idx="1005">
                  <c:v>59.905830383300703</c:v>
                </c:pt>
                <c:pt idx="1006">
                  <c:v>59.905853271484297</c:v>
                </c:pt>
                <c:pt idx="1007">
                  <c:v>59.905876159667898</c:v>
                </c:pt>
                <c:pt idx="1008">
                  <c:v>59.905899047851499</c:v>
                </c:pt>
                <c:pt idx="1009">
                  <c:v>59.905921936035099</c:v>
                </c:pt>
                <c:pt idx="1010">
                  <c:v>59.905941009521399</c:v>
                </c:pt>
                <c:pt idx="1011">
                  <c:v>59.905963897705</c:v>
                </c:pt>
                <c:pt idx="1012">
                  <c:v>59.905986785888601</c:v>
                </c:pt>
                <c:pt idx="1013">
                  <c:v>59.906009674072202</c:v>
                </c:pt>
                <c:pt idx="1014">
                  <c:v>59.906032562255803</c:v>
                </c:pt>
                <c:pt idx="1015">
                  <c:v>59.906055450439403</c:v>
                </c:pt>
                <c:pt idx="1016">
                  <c:v>59.906078338622997</c:v>
                </c:pt>
                <c:pt idx="1017">
                  <c:v>59.906101226806598</c:v>
                </c:pt>
                <c:pt idx="1018">
                  <c:v>59.906124114990199</c:v>
                </c:pt>
                <c:pt idx="1019">
                  <c:v>59.9061470031738</c:v>
                </c:pt>
                <c:pt idx="1020">
                  <c:v>59.906169891357401</c:v>
                </c:pt>
                <c:pt idx="1021">
                  <c:v>59.906192779541001</c:v>
                </c:pt>
                <c:pt idx="1022">
                  <c:v>59.906215667724602</c:v>
                </c:pt>
                <c:pt idx="1023">
                  <c:v>59.906238555908203</c:v>
                </c:pt>
                <c:pt idx="1024">
                  <c:v>59.906261444091797</c:v>
                </c:pt>
                <c:pt idx="1025">
                  <c:v>59.906280517578097</c:v>
                </c:pt>
                <c:pt idx="1026">
                  <c:v>59.906303405761697</c:v>
                </c:pt>
                <c:pt idx="1027">
                  <c:v>59.906326293945298</c:v>
                </c:pt>
                <c:pt idx="1028">
                  <c:v>59.906349182128899</c:v>
                </c:pt>
                <c:pt idx="1029">
                  <c:v>59.9063720703125</c:v>
                </c:pt>
                <c:pt idx="1030">
                  <c:v>59.906394958496001</c:v>
                </c:pt>
                <c:pt idx="1031">
                  <c:v>59.906417846679602</c:v>
                </c:pt>
                <c:pt idx="1032">
                  <c:v>59.906440734863203</c:v>
                </c:pt>
                <c:pt idx="1033">
                  <c:v>59.906459808349602</c:v>
                </c:pt>
                <c:pt idx="1034">
                  <c:v>59.906482696533203</c:v>
                </c:pt>
                <c:pt idx="1035">
                  <c:v>59.906505584716797</c:v>
                </c:pt>
                <c:pt idx="1036">
                  <c:v>59.906528472900298</c:v>
                </c:pt>
                <c:pt idx="1037">
                  <c:v>59.906551361083899</c:v>
                </c:pt>
                <c:pt idx="1038">
                  <c:v>59.9065742492675</c:v>
                </c:pt>
                <c:pt idx="1039">
                  <c:v>59.906597137451101</c:v>
                </c:pt>
                <c:pt idx="1040">
                  <c:v>59.9066162109375</c:v>
                </c:pt>
                <c:pt idx="1041">
                  <c:v>59.906639099121001</c:v>
                </c:pt>
                <c:pt idx="1042">
                  <c:v>59.906658172607401</c:v>
                </c:pt>
                <c:pt idx="1043">
                  <c:v>59.9066772460937</c:v>
                </c:pt>
                <c:pt idx="1044">
                  <c:v>59.90669631958</c:v>
                </c:pt>
                <c:pt idx="1045">
                  <c:v>59.906715393066399</c:v>
                </c:pt>
                <c:pt idx="1046">
                  <c:v>59.906734466552699</c:v>
                </c:pt>
                <c:pt idx="1047">
                  <c:v>59.906753540038999</c:v>
                </c:pt>
                <c:pt idx="1048">
                  <c:v>59.906772613525298</c:v>
                </c:pt>
                <c:pt idx="1049">
                  <c:v>59.906795501708899</c:v>
                </c:pt>
                <c:pt idx="1050">
                  <c:v>59.906814575195298</c:v>
                </c:pt>
                <c:pt idx="1051">
                  <c:v>59.906833648681598</c:v>
                </c:pt>
                <c:pt idx="1052">
                  <c:v>59.906856536865199</c:v>
                </c:pt>
                <c:pt idx="1053">
                  <c:v>59.906875610351499</c:v>
                </c:pt>
                <c:pt idx="1054">
                  <c:v>59.906894683837798</c:v>
                </c:pt>
                <c:pt idx="1055">
                  <c:v>59.906913757324197</c:v>
                </c:pt>
                <c:pt idx="1056">
                  <c:v>59.906932830810497</c:v>
                </c:pt>
                <c:pt idx="1057">
                  <c:v>59.906951904296797</c:v>
                </c:pt>
                <c:pt idx="1058">
                  <c:v>59.906970977783203</c:v>
                </c:pt>
                <c:pt idx="1059">
                  <c:v>59.906990051269503</c:v>
                </c:pt>
                <c:pt idx="1060">
                  <c:v>59.907009124755803</c:v>
                </c:pt>
                <c:pt idx="1061">
                  <c:v>59.907028198242102</c:v>
                </c:pt>
                <c:pt idx="1062">
                  <c:v>59.9070434570312</c:v>
                </c:pt>
                <c:pt idx="1063">
                  <c:v>59.907066345214801</c:v>
                </c:pt>
                <c:pt idx="1064">
                  <c:v>59.907081604003899</c:v>
                </c:pt>
                <c:pt idx="1065">
                  <c:v>59.907100677490199</c:v>
                </c:pt>
                <c:pt idx="1066">
                  <c:v>59.907119750976499</c:v>
                </c:pt>
                <c:pt idx="1067">
                  <c:v>59.907138824462798</c:v>
                </c:pt>
                <c:pt idx="1068">
                  <c:v>59.907161712646399</c:v>
                </c:pt>
                <c:pt idx="1069">
                  <c:v>59.907180786132798</c:v>
                </c:pt>
                <c:pt idx="1070">
                  <c:v>59.907199859619098</c:v>
                </c:pt>
                <c:pt idx="1071">
                  <c:v>59.907218933105398</c:v>
                </c:pt>
                <c:pt idx="1072">
                  <c:v>59.907238006591797</c:v>
                </c:pt>
                <c:pt idx="1073">
                  <c:v>59.907260894775298</c:v>
                </c:pt>
                <c:pt idx="1074">
                  <c:v>59.907279968261697</c:v>
                </c:pt>
                <c:pt idx="1075">
                  <c:v>59.907299041747997</c:v>
                </c:pt>
                <c:pt idx="1076">
                  <c:v>59.907318115234297</c:v>
                </c:pt>
                <c:pt idx="1077">
                  <c:v>59.907337188720703</c:v>
                </c:pt>
                <c:pt idx="1078">
                  <c:v>59.907360076904297</c:v>
                </c:pt>
                <c:pt idx="1079">
                  <c:v>59.907375335693303</c:v>
                </c:pt>
                <c:pt idx="1080">
                  <c:v>59.907398223876903</c:v>
                </c:pt>
                <c:pt idx="1081">
                  <c:v>59.907421112060497</c:v>
                </c:pt>
                <c:pt idx="1082">
                  <c:v>59.907440185546797</c:v>
                </c:pt>
                <c:pt idx="1083">
                  <c:v>59.907463073730398</c:v>
                </c:pt>
                <c:pt idx="1084">
                  <c:v>59.907478332519503</c:v>
                </c:pt>
                <c:pt idx="1085">
                  <c:v>59.907501220703097</c:v>
                </c:pt>
                <c:pt idx="1086">
                  <c:v>59.907520294189403</c:v>
                </c:pt>
                <c:pt idx="1087">
                  <c:v>59.907543182372997</c:v>
                </c:pt>
                <c:pt idx="1088">
                  <c:v>59.907562255859297</c:v>
                </c:pt>
                <c:pt idx="1089">
                  <c:v>59.907585144042898</c:v>
                </c:pt>
                <c:pt idx="1090">
                  <c:v>59.907604217529297</c:v>
                </c:pt>
                <c:pt idx="1091">
                  <c:v>59.907627105712798</c:v>
                </c:pt>
                <c:pt idx="1092">
                  <c:v>59.907646179199197</c:v>
                </c:pt>
                <c:pt idx="1093">
                  <c:v>59.907669067382798</c:v>
                </c:pt>
                <c:pt idx="1094">
                  <c:v>59.907688140869098</c:v>
                </c:pt>
                <c:pt idx="1095">
                  <c:v>59.907711029052699</c:v>
                </c:pt>
                <c:pt idx="1096">
                  <c:v>59.9077339172363</c:v>
                </c:pt>
                <c:pt idx="1097">
                  <c:v>59.907752990722599</c:v>
                </c:pt>
                <c:pt idx="1098">
                  <c:v>59.9077758789062</c:v>
                </c:pt>
                <c:pt idx="1099">
                  <c:v>59.907798767089801</c:v>
                </c:pt>
                <c:pt idx="1100">
                  <c:v>59.907817840576101</c:v>
                </c:pt>
                <c:pt idx="1101">
                  <c:v>59.9078369140625</c:v>
                </c:pt>
                <c:pt idx="1102">
                  <c:v>59.907859802246001</c:v>
                </c:pt>
                <c:pt idx="1103">
                  <c:v>59.907878875732401</c:v>
                </c:pt>
                <c:pt idx="1104">
                  <c:v>59.907901763916001</c:v>
                </c:pt>
                <c:pt idx="1105">
                  <c:v>59.907920837402301</c:v>
                </c:pt>
                <c:pt idx="1106">
                  <c:v>59.907939910888601</c:v>
                </c:pt>
                <c:pt idx="1107">
                  <c:v>59.907962799072202</c:v>
                </c:pt>
                <c:pt idx="1108">
                  <c:v>59.907981872558501</c:v>
                </c:pt>
                <c:pt idx="1109">
                  <c:v>59.908000946044901</c:v>
                </c:pt>
                <c:pt idx="1110">
                  <c:v>59.908023834228501</c:v>
                </c:pt>
                <c:pt idx="1111">
                  <c:v>59.908046722412102</c:v>
                </c:pt>
                <c:pt idx="1112">
                  <c:v>59.908065795898402</c:v>
                </c:pt>
                <c:pt idx="1113">
                  <c:v>59.908084869384702</c:v>
                </c:pt>
                <c:pt idx="1114">
                  <c:v>59.908107757568303</c:v>
                </c:pt>
                <c:pt idx="1115">
                  <c:v>59.908126831054602</c:v>
                </c:pt>
                <c:pt idx="1116">
                  <c:v>59.9081420898437</c:v>
                </c:pt>
                <c:pt idx="1117">
                  <c:v>59.908164978027301</c:v>
                </c:pt>
                <c:pt idx="1118">
                  <c:v>59.908184051513601</c:v>
                </c:pt>
                <c:pt idx="1119">
                  <c:v>59.908203125</c:v>
                </c:pt>
                <c:pt idx="1120">
                  <c:v>59.908218383788999</c:v>
                </c:pt>
                <c:pt idx="1121">
                  <c:v>59.908241271972599</c:v>
                </c:pt>
                <c:pt idx="1122">
                  <c:v>59.908260345458899</c:v>
                </c:pt>
                <c:pt idx="1123">
                  <c:v>59.908279418945298</c:v>
                </c:pt>
                <c:pt idx="1124">
                  <c:v>59.908298492431598</c:v>
                </c:pt>
                <c:pt idx="1125">
                  <c:v>59.908317565917898</c:v>
                </c:pt>
                <c:pt idx="1126">
                  <c:v>59.908336639404297</c:v>
                </c:pt>
                <c:pt idx="1127">
                  <c:v>59.908355712890597</c:v>
                </c:pt>
                <c:pt idx="1128">
                  <c:v>59.908378601074197</c:v>
                </c:pt>
                <c:pt idx="1129">
                  <c:v>59.908397674560497</c:v>
                </c:pt>
                <c:pt idx="1130">
                  <c:v>59.908420562744098</c:v>
                </c:pt>
                <c:pt idx="1131">
                  <c:v>59.908439636230398</c:v>
                </c:pt>
                <c:pt idx="1132">
                  <c:v>59.908458709716797</c:v>
                </c:pt>
                <c:pt idx="1133">
                  <c:v>59.908481597900298</c:v>
                </c:pt>
                <c:pt idx="1134">
                  <c:v>59.908500671386697</c:v>
                </c:pt>
                <c:pt idx="1135">
                  <c:v>59.908519744872997</c:v>
                </c:pt>
                <c:pt idx="1136">
                  <c:v>59.908542633056598</c:v>
                </c:pt>
                <c:pt idx="1137">
                  <c:v>59.908561706542898</c:v>
                </c:pt>
                <c:pt idx="1138">
                  <c:v>59.908580780029297</c:v>
                </c:pt>
                <c:pt idx="1139">
                  <c:v>59.908599853515597</c:v>
                </c:pt>
                <c:pt idx="1140">
                  <c:v>59.908618927001903</c:v>
                </c:pt>
                <c:pt idx="1141">
                  <c:v>59.908638000488203</c:v>
                </c:pt>
                <c:pt idx="1142">
                  <c:v>59.908660888671797</c:v>
                </c:pt>
                <c:pt idx="1143">
                  <c:v>59.908676147460902</c:v>
                </c:pt>
                <c:pt idx="1144">
                  <c:v>59.908695220947202</c:v>
                </c:pt>
                <c:pt idx="1145">
                  <c:v>59.908718109130803</c:v>
                </c:pt>
                <c:pt idx="1146">
                  <c:v>59.908733367919901</c:v>
                </c:pt>
                <c:pt idx="1147">
                  <c:v>59.908756256103501</c:v>
                </c:pt>
                <c:pt idx="1148">
                  <c:v>59.908775329589801</c:v>
                </c:pt>
                <c:pt idx="1149">
                  <c:v>59.908790588378899</c:v>
                </c:pt>
                <c:pt idx="1150">
                  <c:v>59.908809661865199</c:v>
                </c:pt>
                <c:pt idx="1151">
                  <c:v>59.908828735351499</c:v>
                </c:pt>
                <c:pt idx="1152">
                  <c:v>59.908843994140597</c:v>
                </c:pt>
                <c:pt idx="1153">
                  <c:v>59.908866882324197</c:v>
                </c:pt>
                <c:pt idx="1154">
                  <c:v>59.908882141113203</c:v>
                </c:pt>
                <c:pt idx="1155">
                  <c:v>59.908901214599602</c:v>
                </c:pt>
                <c:pt idx="1156">
                  <c:v>59.908916473388601</c:v>
                </c:pt>
                <c:pt idx="1157">
                  <c:v>59.908931732177699</c:v>
                </c:pt>
                <c:pt idx="1158">
                  <c:v>59.908950805663999</c:v>
                </c:pt>
                <c:pt idx="1159">
                  <c:v>59.908969879150298</c:v>
                </c:pt>
                <c:pt idx="1160">
                  <c:v>59.908985137939403</c:v>
                </c:pt>
                <c:pt idx="1161">
                  <c:v>59.9089965820312</c:v>
                </c:pt>
                <c:pt idx="1162">
                  <c:v>59.9090156555175</c:v>
                </c:pt>
                <c:pt idx="1163">
                  <c:v>59.909027099609297</c:v>
                </c:pt>
                <c:pt idx="1164">
                  <c:v>59.909042358398402</c:v>
                </c:pt>
                <c:pt idx="1165">
                  <c:v>59.9090576171875</c:v>
                </c:pt>
                <c:pt idx="1166">
                  <c:v>59.909072875976499</c:v>
                </c:pt>
                <c:pt idx="1167">
                  <c:v>59.909088134765597</c:v>
                </c:pt>
                <c:pt idx="1168">
                  <c:v>59.909103393554602</c:v>
                </c:pt>
                <c:pt idx="1169">
                  <c:v>59.9091186523437</c:v>
                </c:pt>
                <c:pt idx="1170">
                  <c:v>59.909133911132798</c:v>
                </c:pt>
                <c:pt idx="1171">
                  <c:v>59.909145355224602</c:v>
                </c:pt>
                <c:pt idx="1172">
                  <c:v>59.909160614013601</c:v>
                </c:pt>
                <c:pt idx="1173">
                  <c:v>59.909172058105398</c:v>
                </c:pt>
                <c:pt idx="1174">
                  <c:v>59.909187316894503</c:v>
                </c:pt>
                <c:pt idx="1175">
                  <c:v>59.9091987609863</c:v>
                </c:pt>
                <c:pt idx="1176">
                  <c:v>59.909214019775298</c:v>
                </c:pt>
                <c:pt idx="1177">
                  <c:v>59.909225463867102</c:v>
                </c:pt>
                <c:pt idx="1178">
                  <c:v>59.9092407226562</c:v>
                </c:pt>
                <c:pt idx="1179">
                  <c:v>59.909255981445298</c:v>
                </c:pt>
                <c:pt idx="1180">
                  <c:v>59.909267425537102</c:v>
                </c:pt>
                <c:pt idx="1181">
                  <c:v>59.909282684326101</c:v>
                </c:pt>
                <c:pt idx="1182">
                  <c:v>59.909294128417898</c:v>
                </c:pt>
                <c:pt idx="1183">
                  <c:v>59.909309387207003</c:v>
                </c:pt>
                <c:pt idx="1184">
                  <c:v>59.9093208312988</c:v>
                </c:pt>
                <c:pt idx="1185">
                  <c:v>59.909336090087798</c:v>
                </c:pt>
                <c:pt idx="1186">
                  <c:v>59.909351348876903</c:v>
                </c:pt>
                <c:pt idx="1187">
                  <c:v>59.9093627929687</c:v>
                </c:pt>
                <c:pt idx="1188">
                  <c:v>59.909378051757798</c:v>
                </c:pt>
                <c:pt idx="1189">
                  <c:v>59.909389495849602</c:v>
                </c:pt>
                <c:pt idx="1190">
                  <c:v>59.909404754638601</c:v>
                </c:pt>
                <c:pt idx="1191">
                  <c:v>59.909416198730398</c:v>
                </c:pt>
                <c:pt idx="1192">
                  <c:v>59.909431457519503</c:v>
                </c:pt>
                <c:pt idx="1193">
                  <c:v>59.9094429016113</c:v>
                </c:pt>
                <c:pt idx="1194">
                  <c:v>59.909458160400298</c:v>
                </c:pt>
                <c:pt idx="1195">
                  <c:v>59.909469604492102</c:v>
                </c:pt>
                <c:pt idx="1196">
                  <c:v>59.909481048583899</c:v>
                </c:pt>
                <c:pt idx="1197">
                  <c:v>59.909496307372997</c:v>
                </c:pt>
                <c:pt idx="1198">
                  <c:v>59.909507751464801</c:v>
                </c:pt>
                <c:pt idx="1199">
                  <c:v>59.909515380859297</c:v>
                </c:pt>
              </c:numCache>
            </c:numRef>
          </c:yVal>
          <c:smooth val="0"/>
          <c:extLst>
            <c:ext xmlns:c16="http://schemas.microsoft.com/office/drawing/2014/chart" uri="{C3380CC4-5D6E-409C-BE32-E72D297353CC}">
              <c16:uniqueId val="{00000001-A55F-4951-BDAE-93CFD69AC650}"/>
            </c:ext>
          </c:extLst>
        </c:ser>
        <c:ser>
          <c:idx val="4"/>
          <c:order val="4"/>
          <c:tx>
            <c:v>'22</c:v>
          </c:tx>
          <c:spPr>
            <a:ln w="25400" cap="rnd">
              <a:noFill/>
              <a:round/>
            </a:ln>
            <a:effectLst/>
          </c:spPr>
          <c:marker>
            <c:symbol val="circle"/>
            <c:size val="3"/>
            <c:spPr>
              <a:solidFill>
                <a:srgbClr val="666666"/>
              </a:solidFill>
              <a:ln w="9525">
                <a:noFill/>
              </a:ln>
              <a:effectLst/>
            </c:spPr>
          </c:marker>
          <c:xVal>
            <c:numRef>
              <c:f>'Double PV'!$P$1:$P$1197</c:f>
              <c:numCache>
                <c:formatCode>General</c:formatCode>
                <c:ptCount val="1197"/>
                <c:pt idx="0">
                  <c:v>-8.3299996331334097E-3</c:v>
                </c:pt>
                <c:pt idx="1">
                  <c:v>-4.1700000874698101E-3</c:v>
                </c:pt>
                <c:pt idx="2">
                  <c:v>3.3330000936985002E-2</c:v>
                </c:pt>
                <c:pt idx="3">
                  <c:v>7.0830002427101094E-2</c:v>
                </c:pt>
                <c:pt idx="4">
                  <c:v>0.10832999646663601</c:v>
                </c:pt>
                <c:pt idx="5">
                  <c:v>0.14583000540733301</c:v>
                </c:pt>
                <c:pt idx="6">
                  <c:v>0.18332999944686801</c:v>
                </c:pt>
                <c:pt idx="7">
                  <c:v>0.220829993486404</c:v>
                </c:pt>
                <c:pt idx="8">
                  <c:v>0.25834000110626198</c:v>
                </c:pt>
                <c:pt idx="9">
                  <c:v>0.29583999514579701</c:v>
                </c:pt>
                <c:pt idx="10">
                  <c:v>0.33333998918533297</c:v>
                </c:pt>
                <c:pt idx="11">
                  <c:v>0.370840013027191</c:v>
                </c:pt>
                <c:pt idx="12">
                  <c:v>0.40834000706672602</c:v>
                </c:pt>
                <c:pt idx="13">
                  <c:v>0.44584000110626198</c:v>
                </c:pt>
                <c:pt idx="14">
                  <c:v>0.48333999514579701</c:v>
                </c:pt>
                <c:pt idx="15">
                  <c:v>0.52083998918533303</c:v>
                </c:pt>
                <c:pt idx="16">
                  <c:v>0.55834001302719105</c:v>
                </c:pt>
                <c:pt idx="17">
                  <c:v>0.59583997726440396</c:v>
                </c:pt>
                <c:pt idx="18">
                  <c:v>0.63334000110626198</c:v>
                </c:pt>
                <c:pt idx="19">
                  <c:v>0.67084002494812001</c:v>
                </c:pt>
                <c:pt idx="20">
                  <c:v>0.70833998918533303</c:v>
                </c:pt>
                <c:pt idx="21">
                  <c:v>0.74584001302719105</c:v>
                </c:pt>
                <c:pt idx="22">
                  <c:v>0.78333997726440396</c:v>
                </c:pt>
                <c:pt idx="23">
                  <c:v>0.82084000110626198</c:v>
                </c:pt>
                <c:pt idx="24">
                  <c:v>0.85834002494812001</c:v>
                </c:pt>
                <c:pt idx="25">
                  <c:v>0.89583998918533303</c:v>
                </c:pt>
                <c:pt idx="26">
                  <c:v>0.93334001302719105</c:v>
                </c:pt>
                <c:pt idx="27">
                  <c:v>0.97083997726440396</c:v>
                </c:pt>
                <c:pt idx="28">
                  <c:v>1.00001001358032</c:v>
                </c:pt>
                <c:pt idx="29">
                  <c:v>1.00001001358032</c:v>
                </c:pt>
                <c:pt idx="30">
                  <c:v>1.0041799545287999</c:v>
                </c:pt>
                <c:pt idx="31">
                  <c:v>1.0333399772644001</c:v>
                </c:pt>
                <c:pt idx="32">
                  <c:v>1.06251001358032</c:v>
                </c:pt>
                <c:pt idx="33">
                  <c:v>1.09168004989624</c:v>
                </c:pt>
                <c:pt idx="34">
                  <c:v>1.1208399534225399</c:v>
                </c:pt>
                <c:pt idx="35">
                  <c:v>1.1500099897384599</c:v>
                </c:pt>
                <c:pt idx="36">
                  <c:v>1.1791800260543801</c:v>
                </c:pt>
                <c:pt idx="37">
                  <c:v>1.2083499431610101</c:v>
                </c:pt>
                <c:pt idx="38">
                  <c:v>1.2375099658966</c:v>
                </c:pt>
                <c:pt idx="39">
                  <c:v>1.26668000221252</c:v>
                </c:pt>
                <c:pt idx="40">
                  <c:v>1.2958500385284399</c:v>
                </c:pt>
                <c:pt idx="41">
                  <c:v>1.3250099420547401</c:v>
                </c:pt>
                <c:pt idx="42">
                  <c:v>1.3541799783706601</c:v>
                </c:pt>
                <c:pt idx="43">
                  <c:v>1.38335001468658</c:v>
                </c:pt>
                <c:pt idx="44">
                  <c:v>1.4125200510025</c:v>
                </c:pt>
                <c:pt idx="45">
                  <c:v>1.4416799545287999</c:v>
                </c:pt>
                <c:pt idx="46">
                  <c:v>1.4708499908447199</c:v>
                </c:pt>
                <c:pt idx="47">
                  <c:v>1.5000200271606401</c:v>
                </c:pt>
                <c:pt idx="48">
                  <c:v>1.52918004989624</c:v>
                </c:pt>
                <c:pt idx="49">
                  <c:v>1.55834996700286</c:v>
                </c:pt>
                <c:pt idx="50">
                  <c:v>1.58752000331878</c:v>
                </c:pt>
                <c:pt idx="51">
                  <c:v>1.6166800260543801</c:v>
                </c:pt>
                <c:pt idx="52">
                  <c:v>1.6458499431610101</c:v>
                </c:pt>
                <c:pt idx="53">
                  <c:v>1.6750199794769201</c:v>
                </c:pt>
                <c:pt idx="54">
                  <c:v>1.70419001579284</c:v>
                </c:pt>
                <c:pt idx="55">
                  <c:v>1.7333500385284399</c:v>
                </c:pt>
                <c:pt idx="56">
                  <c:v>1.7625199556350699</c:v>
                </c:pt>
                <c:pt idx="57">
                  <c:v>1.7916899919509801</c:v>
                </c:pt>
                <c:pt idx="58">
                  <c:v>1.82085001468658</c:v>
                </c:pt>
                <c:pt idx="59">
                  <c:v>1.8500200510025</c:v>
                </c:pt>
                <c:pt idx="60">
                  <c:v>1.87918996810913</c:v>
                </c:pt>
                <c:pt idx="61">
                  <c:v>1.9083600044250399</c:v>
                </c:pt>
                <c:pt idx="62">
                  <c:v>1.9375200271606401</c:v>
                </c:pt>
                <c:pt idx="63">
                  <c:v>1.9666899442672701</c:v>
                </c:pt>
                <c:pt idx="64">
                  <c:v>1.99585998058319</c:v>
                </c:pt>
                <c:pt idx="65">
                  <c:v>2.02501988410949</c:v>
                </c:pt>
                <c:pt idx="66">
                  <c:v>2.0541899204254102</c:v>
                </c:pt>
                <c:pt idx="67">
                  <c:v>2.0833599567413299</c:v>
                </c:pt>
                <c:pt idx="68">
                  <c:v>2.1125199794769198</c:v>
                </c:pt>
                <c:pt idx="69">
                  <c:v>2.14169001579284</c:v>
                </c:pt>
                <c:pt idx="70">
                  <c:v>2.1708500385284402</c:v>
                </c:pt>
                <c:pt idx="71">
                  <c:v>2.2000200748443599</c:v>
                </c:pt>
                <c:pt idx="72">
                  <c:v>2.2291901111602699</c:v>
                </c:pt>
                <c:pt idx="73">
                  <c:v>2.25834989547729</c:v>
                </c:pt>
                <c:pt idx="74">
                  <c:v>2.2875199317932098</c:v>
                </c:pt>
                <c:pt idx="75">
                  <c:v>2.31668996810913</c:v>
                </c:pt>
                <c:pt idx="76">
                  <c:v>2.3458499908447199</c:v>
                </c:pt>
                <c:pt idx="77">
                  <c:v>2.3750200271606401</c:v>
                </c:pt>
                <c:pt idx="78">
                  <c:v>2.4041800498962398</c:v>
                </c:pt>
                <c:pt idx="79">
                  <c:v>2.4333500862121502</c:v>
                </c:pt>
                <c:pt idx="80">
                  <c:v>2.46251988410949</c:v>
                </c:pt>
                <c:pt idx="81">
                  <c:v>2.4916799068450901</c:v>
                </c:pt>
                <c:pt idx="82">
                  <c:v>2.5208499431610099</c:v>
                </c:pt>
                <c:pt idx="83">
                  <c:v>2.5500099658965998</c:v>
                </c:pt>
                <c:pt idx="84">
                  <c:v>2.57918000221252</c:v>
                </c:pt>
                <c:pt idx="85">
                  <c:v>2.6083500385284402</c:v>
                </c:pt>
                <c:pt idx="86">
                  <c:v>2.6375100612640301</c:v>
                </c:pt>
                <c:pt idx="87">
                  <c:v>2.6666800975799498</c:v>
                </c:pt>
                <c:pt idx="88">
                  <c:v>2.69584989547729</c:v>
                </c:pt>
                <c:pt idx="89">
                  <c:v>2.7250099182128902</c:v>
                </c:pt>
                <c:pt idx="90">
                  <c:v>2.7541799545288002</c:v>
                </c:pt>
                <c:pt idx="91">
                  <c:v>2.7833399772643999</c:v>
                </c:pt>
                <c:pt idx="92">
                  <c:v>2.81251001358032</c:v>
                </c:pt>
                <c:pt idx="93">
                  <c:v>2.8416800498962398</c:v>
                </c:pt>
                <c:pt idx="94">
                  <c:v>2.8708400726318302</c:v>
                </c:pt>
                <c:pt idx="95">
                  <c:v>2.9000101089477499</c:v>
                </c:pt>
                <c:pt idx="96">
                  <c:v>2.9291799068450901</c:v>
                </c:pt>
                <c:pt idx="97">
                  <c:v>2.95833992958068</c:v>
                </c:pt>
                <c:pt idx="98">
                  <c:v>2.9875099658965998</c:v>
                </c:pt>
                <c:pt idx="99">
                  <c:v>3.0166699886321999</c:v>
                </c:pt>
                <c:pt idx="100">
                  <c:v>3.0458400249481201</c:v>
                </c:pt>
                <c:pt idx="101">
                  <c:v>3.0750100612640301</c:v>
                </c:pt>
                <c:pt idx="102">
                  <c:v>3.1041700839996298</c:v>
                </c:pt>
                <c:pt idx="103">
                  <c:v>3.13333988189697</c:v>
                </c:pt>
                <c:pt idx="104">
                  <c:v>3.1625099182128902</c:v>
                </c:pt>
                <c:pt idx="105">
                  <c:v>3.1916699409484801</c:v>
                </c:pt>
                <c:pt idx="106">
                  <c:v>3.2208399772643999</c:v>
                </c:pt>
                <c:pt idx="107">
                  <c:v>3.25</c:v>
                </c:pt>
                <c:pt idx="108">
                  <c:v>3.27917003631591</c:v>
                </c:pt>
                <c:pt idx="109">
                  <c:v>3.3083400726318302</c:v>
                </c:pt>
                <c:pt idx="110">
                  <c:v>3.3375000953674299</c:v>
                </c:pt>
                <c:pt idx="111">
                  <c:v>3.3666698932647701</c:v>
                </c:pt>
                <c:pt idx="112">
                  <c:v>3.39583992958068</c:v>
                </c:pt>
                <c:pt idx="113">
                  <c:v>3.4249999523162802</c:v>
                </c:pt>
                <c:pt idx="114">
                  <c:v>3.4541699886321999</c:v>
                </c:pt>
                <c:pt idx="115">
                  <c:v>3.4833300113677899</c:v>
                </c:pt>
                <c:pt idx="116">
                  <c:v>3.51250004768371</c:v>
                </c:pt>
                <c:pt idx="117">
                  <c:v>3.5416700839996298</c:v>
                </c:pt>
                <c:pt idx="118">
                  <c:v>3.5708301067352202</c:v>
                </c:pt>
                <c:pt idx="119">
                  <c:v>3.5999999046325599</c:v>
                </c:pt>
                <c:pt idx="120">
                  <c:v>3.6291699409484801</c:v>
                </c:pt>
                <c:pt idx="121">
                  <c:v>3.6583299636840798</c:v>
                </c:pt>
                <c:pt idx="122">
                  <c:v>3.6875</c:v>
                </c:pt>
                <c:pt idx="123">
                  <c:v>3.7166600227355899</c:v>
                </c:pt>
                <c:pt idx="124">
                  <c:v>3.7458300590515101</c:v>
                </c:pt>
                <c:pt idx="125">
                  <c:v>3.7750000953674299</c:v>
                </c:pt>
                <c:pt idx="126">
                  <c:v>3.8041601181030198</c:v>
                </c:pt>
                <c:pt idx="127">
                  <c:v>3.83332991600036</c:v>
                </c:pt>
                <c:pt idx="128">
                  <c:v>3.8624899387359601</c:v>
                </c:pt>
                <c:pt idx="129">
                  <c:v>3.8916599750518799</c:v>
                </c:pt>
                <c:pt idx="130">
                  <c:v>3.9208300113677899</c:v>
                </c:pt>
                <c:pt idx="131">
                  <c:v>3.94999003410339</c:v>
                </c:pt>
                <c:pt idx="132">
                  <c:v>3.9791600704193102</c:v>
                </c:pt>
                <c:pt idx="133">
                  <c:v>4.0083298683166504</c:v>
                </c:pt>
                <c:pt idx="134">
                  <c:v>4.0374898910522399</c:v>
                </c:pt>
                <c:pt idx="135">
                  <c:v>4.0666599273681596</c:v>
                </c:pt>
                <c:pt idx="136">
                  <c:v>4.0958199501037598</c:v>
                </c:pt>
                <c:pt idx="137">
                  <c:v>4.1249899864196697</c:v>
                </c:pt>
                <c:pt idx="138">
                  <c:v>4.1541600227355904</c:v>
                </c:pt>
                <c:pt idx="139">
                  <c:v>4.1833200454711896</c:v>
                </c:pt>
                <c:pt idx="140">
                  <c:v>4.2124900817870996</c:v>
                </c:pt>
                <c:pt idx="141">
                  <c:v>4.2416601181030202</c:v>
                </c:pt>
                <c:pt idx="142">
                  <c:v>4.2708201408386204</c:v>
                </c:pt>
                <c:pt idx="143">
                  <c:v>4.2999901771545401</c:v>
                </c:pt>
                <c:pt idx="144">
                  <c:v>4.3291501998901296</c:v>
                </c:pt>
                <c:pt idx="145">
                  <c:v>4.3583202362060502</c:v>
                </c:pt>
                <c:pt idx="146">
                  <c:v>4.38748979568481</c:v>
                </c:pt>
                <c:pt idx="147">
                  <c:v>4.4166498184204102</c:v>
                </c:pt>
                <c:pt idx="148">
                  <c:v>4.4458198547363201</c:v>
                </c:pt>
                <c:pt idx="149">
                  <c:v>4.4749898910522399</c:v>
                </c:pt>
                <c:pt idx="150">
                  <c:v>4.50414991378784</c:v>
                </c:pt>
                <c:pt idx="151">
                  <c:v>4.5333199501037598</c:v>
                </c:pt>
                <c:pt idx="152">
                  <c:v>4.5624799728393501</c:v>
                </c:pt>
                <c:pt idx="153">
                  <c:v>4.5916500091552699</c:v>
                </c:pt>
                <c:pt idx="154">
                  <c:v>4.6208200454711896</c:v>
                </c:pt>
                <c:pt idx="155">
                  <c:v>4.64998006820678</c:v>
                </c:pt>
                <c:pt idx="156">
                  <c:v>4.6791501045226997</c:v>
                </c:pt>
                <c:pt idx="157">
                  <c:v>4.7083201408386204</c:v>
                </c:pt>
                <c:pt idx="158">
                  <c:v>4.7374801635742099</c:v>
                </c:pt>
                <c:pt idx="159">
                  <c:v>4.7666501998901296</c:v>
                </c:pt>
                <c:pt idx="160">
                  <c:v>4.7958102226257298</c:v>
                </c:pt>
                <c:pt idx="161">
                  <c:v>4.8249797821044904</c:v>
                </c:pt>
                <c:pt idx="162">
                  <c:v>4.8541498184204102</c:v>
                </c:pt>
                <c:pt idx="163">
                  <c:v>4.8833098411559996</c:v>
                </c:pt>
                <c:pt idx="164">
                  <c:v>4.9124798774719203</c:v>
                </c:pt>
                <c:pt idx="165">
                  <c:v>4.94164991378784</c:v>
                </c:pt>
                <c:pt idx="166">
                  <c:v>4.9708099365234304</c:v>
                </c:pt>
                <c:pt idx="167">
                  <c:v>4.9999799728393501</c:v>
                </c:pt>
                <c:pt idx="168">
                  <c:v>5.0291399955749503</c:v>
                </c:pt>
                <c:pt idx="169">
                  <c:v>5.0583100318908603</c:v>
                </c:pt>
                <c:pt idx="170">
                  <c:v>5.08748006820678</c:v>
                </c:pt>
                <c:pt idx="171">
                  <c:v>5.1166400909423801</c:v>
                </c:pt>
                <c:pt idx="172">
                  <c:v>5.1458101272582999</c:v>
                </c:pt>
                <c:pt idx="173">
                  <c:v>5.1749701499938903</c:v>
                </c:pt>
                <c:pt idx="174">
                  <c:v>5.20414018630981</c:v>
                </c:pt>
                <c:pt idx="175">
                  <c:v>5.2333102226257298</c:v>
                </c:pt>
                <c:pt idx="176">
                  <c:v>5.2624697685241699</c:v>
                </c:pt>
                <c:pt idx="177">
                  <c:v>5.2916398048400799</c:v>
                </c:pt>
                <c:pt idx="178">
                  <c:v>5.3208098411559996</c:v>
                </c:pt>
                <c:pt idx="179">
                  <c:v>5.3499698638915998</c:v>
                </c:pt>
                <c:pt idx="180">
                  <c:v>5.3791399002075098</c:v>
                </c:pt>
                <c:pt idx="181">
                  <c:v>5.4082999229431099</c:v>
                </c:pt>
                <c:pt idx="182">
                  <c:v>5.4374699592590297</c:v>
                </c:pt>
                <c:pt idx="183">
                  <c:v>5.4666399955749503</c:v>
                </c:pt>
                <c:pt idx="184">
                  <c:v>5.4958000183105398</c:v>
                </c:pt>
                <c:pt idx="185">
                  <c:v>5.5249700546264604</c:v>
                </c:pt>
                <c:pt idx="186">
                  <c:v>5.5541400909423801</c:v>
                </c:pt>
                <c:pt idx="187">
                  <c:v>5.5833001136779696</c:v>
                </c:pt>
                <c:pt idx="188">
                  <c:v>5.6124701499938903</c:v>
                </c:pt>
                <c:pt idx="189">
                  <c:v>5.6416301727294904</c:v>
                </c:pt>
                <c:pt idx="190">
                  <c:v>5.6708002090454102</c:v>
                </c:pt>
                <c:pt idx="191">
                  <c:v>5.6999697685241699</c:v>
                </c:pt>
                <c:pt idx="192">
                  <c:v>5.7291297912597603</c:v>
                </c:pt>
                <c:pt idx="193">
                  <c:v>5.75829982757568</c:v>
                </c:pt>
                <c:pt idx="194">
                  <c:v>5.7874698638915998</c:v>
                </c:pt>
                <c:pt idx="195">
                  <c:v>5.8166298866271902</c:v>
                </c:pt>
                <c:pt idx="196">
                  <c:v>5.8457999229431099</c:v>
                </c:pt>
                <c:pt idx="197">
                  <c:v>5.87495994567871</c:v>
                </c:pt>
                <c:pt idx="198">
                  <c:v>5.90412998199462</c:v>
                </c:pt>
                <c:pt idx="199">
                  <c:v>5.9333000183105398</c:v>
                </c:pt>
                <c:pt idx="200">
                  <c:v>5.9624600410461399</c:v>
                </c:pt>
                <c:pt idx="201">
                  <c:v>5.9916300773620597</c:v>
                </c:pt>
                <c:pt idx="202">
                  <c:v>6.0208001136779696</c:v>
                </c:pt>
                <c:pt idx="203">
                  <c:v>6.0499601364135698</c:v>
                </c:pt>
                <c:pt idx="204">
                  <c:v>6.0791301727294904</c:v>
                </c:pt>
                <c:pt idx="205">
                  <c:v>6.1082901954650799</c:v>
                </c:pt>
                <c:pt idx="206">
                  <c:v>6.1374602317809996</c:v>
                </c:pt>
                <c:pt idx="207">
                  <c:v>6.1666297912597603</c:v>
                </c:pt>
                <c:pt idx="208">
                  <c:v>6.1957898139953604</c:v>
                </c:pt>
                <c:pt idx="209">
                  <c:v>6.2249598503112704</c:v>
                </c:pt>
                <c:pt idx="210">
                  <c:v>6.2541298866271902</c:v>
                </c:pt>
                <c:pt idx="211">
                  <c:v>6.2832899093627903</c:v>
                </c:pt>
                <c:pt idx="212">
                  <c:v>6.31245994567871</c:v>
                </c:pt>
                <c:pt idx="213">
                  <c:v>6.3416199684143004</c:v>
                </c:pt>
                <c:pt idx="214">
                  <c:v>6.3707900047302202</c:v>
                </c:pt>
                <c:pt idx="215">
                  <c:v>6.3999600410461399</c:v>
                </c:pt>
                <c:pt idx="216">
                  <c:v>6.4291200637817303</c:v>
                </c:pt>
                <c:pt idx="217">
                  <c:v>6.45829010009765</c:v>
                </c:pt>
                <c:pt idx="218">
                  <c:v>6.4874501228332502</c:v>
                </c:pt>
                <c:pt idx="219">
                  <c:v>6.5166201591491699</c:v>
                </c:pt>
                <c:pt idx="220">
                  <c:v>6.5457901954650799</c:v>
                </c:pt>
                <c:pt idx="221">
                  <c:v>6.57495021820068</c:v>
                </c:pt>
                <c:pt idx="222">
                  <c:v>6.6041197776794398</c:v>
                </c:pt>
                <c:pt idx="223">
                  <c:v>6.6332898139953604</c:v>
                </c:pt>
                <c:pt idx="224">
                  <c:v>6.6624498367309499</c:v>
                </c:pt>
                <c:pt idx="225">
                  <c:v>6.6916198730468697</c:v>
                </c:pt>
                <c:pt idx="226">
                  <c:v>6.7207798957824698</c:v>
                </c:pt>
                <c:pt idx="227">
                  <c:v>6.7499499320983798</c:v>
                </c:pt>
                <c:pt idx="228">
                  <c:v>6.7791199684143004</c:v>
                </c:pt>
                <c:pt idx="229">
                  <c:v>6.8082799911498997</c:v>
                </c:pt>
                <c:pt idx="230">
                  <c:v>6.8374500274658203</c:v>
                </c:pt>
                <c:pt idx="231">
                  <c:v>6.8666200637817303</c:v>
                </c:pt>
                <c:pt idx="232">
                  <c:v>6.8957800865173304</c:v>
                </c:pt>
                <c:pt idx="233">
                  <c:v>6.9249501228332502</c:v>
                </c:pt>
                <c:pt idx="234">
                  <c:v>6.9541101455688397</c:v>
                </c:pt>
                <c:pt idx="235">
                  <c:v>6.9832801818847603</c:v>
                </c:pt>
                <c:pt idx="236">
                  <c:v>7.01245021820068</c:v>
                </c:pt>
                <c:pt idx="237">
                  <c:v>7.0416097640991202</c:v>
                </c:pt>
                <c:pt idx="238">
                  <c:v>7.0707798004150302</c:v>
                </c:pt>
                <c:pt idx="239">
                  <c:v>7.0999498367309499</c:v>
                </c:pt>
                <c:pt idx="240">
                  <c:v>7.1291098594665501</c:v>
                </c:pt>
                <c:pt idx="241">
                  <c:v>7.1582798957824698</c:v>
                </c:pt>
                <c:pt idx="242">
                  <c:v>7.1874399185180602</c:v>
                </c:pt>
                <c:pt idx="243">
                  <c:v>7.2166099548339799</c:v>
                </c:pt>
                <c:pt idx="244">
                  <c:v>7.2457799911498997</c:v>
                </c:pt>
                <c:pt idx="245">
                  <c:v>7.2749400138854901</c:v>
                </c:pt>
                <c:pt idx="246">
                  <c:v>7.3041100502014098</c:v>
                </c:pt>
                <c:pt idx="247">
                  <c:v>7.3332800865173304</c:v>
                </c:pt>
                <c:pt idx="248">
                  <c:v>7.3624401092529297</c:v>
                </c:pt>
                <c:pt idx="249">
                  <c:v>7.3916101455688397</c:v>
                </c:pt>
                <c:pt idx="250">
                  <c:v>7.4207701683044398</c:v>
                </c:pt>
                <c:pt idx="251">
                  <c:v>7.4499402046203604</c:v>
                </c:pt>
                <c:pt idx="252">
                  <c:v>7.4791097640991202</c:v>
                </c:pt>
                <c:pt idx="253">
                  <c:v>7.5082697868347097</c:v>
                </c:pt>
                <c:pt idx="254">
                  <c:v>7.5374398231506303</c:v>
                </c:pt>
                <c:pt idx="255">
                  <c:v>7.5666098594665501</c:v>
                </c:pt>
                <c:pt idx="256">
                  <c:v>7.5957698822021396</c:v>
                </c:pt>
                <c:pt idx="257">
                  <c:v>7.6249399185180602</c:v>
                </c:pt>
                <c:pt idx="258">
                  <c:v>7.6540999412536603</c:v>
                </c:pt>
                <c:pt idx="259">
                  <c:v>7.6832699775695801</c:v>
                </c:pt>
                <c:pt idx="260">
                  <c:v>7.7124400138854901</c:v>
                </c:pt>
                <c:pt idx="261">
                  <c:v>7.7416000366210902</c:v>
                </c:pt>
                <c:pt idx="262">
                  <c:v>7.7707700729370099</c:v>
                </c:pt>
                <c:pt idx="263">
                  <c:v>7.7999300956726003</c:v>
                </c:pt>
                <c:pt idx="264">
                  <c:v>7.8291001319885201</c:v>
                </c:pt>
                <c:pt idx="265">
                  <c:v>7.8582701683044398</c:v>
                </c:pt>
                <c:pt idx="266">
                  <c:v>7.8874301910400302</c:v>
                </c:pt>
                <c:pt idx="267">
                  <c:v>7.9166002273559499</c:v>
                </c:pt>
                <c:pt idx="268">
                  <c:v>7.9457697868347097</c:v>
                </c:pt>
                <c:pt idx="269">
                  <c:v>7.9749298095703098</c:v>
                </c:pt>
                <c:pt idx="270">
                  <c:v>8.0040998458862305</c:v>
                </c:pt>
                <c:pt idx="271">
                  <c:v>8.0332698822021396</c:v>
                </c:pt>
                <c:pt idx="272">
                  <c:v>8.0624303817749006</c:v>
                </c:pt>
                <c:pt idx="273">
                  <c:v>8.0916004180908203</c:v>
                </c:pt>
                <c:pt idx="274">
                  <c:v>8.1207599639892507</c:v>
                </c:pt>
                <c:pt idx="275">
                  <c:v>8.1499300003051705</c:v>
                </c:pt>
                <c:pt idx="276">
                  <c:v>8.1791000366210902</c:v>
                </c:pt>
                <c:pt idx="277">
                  <c:v>8.2082595825195295</c:v>
                </c:pt>
                <c:pt idx="278">
                  <c:v>8.2374296188354492</c:v>
                </c:pt>
                <c:pt idx="279">
                  <c:v>8.2665901184081996</c:v>
                </c:pt>
                <c:pt idx="280">
                  <c:v>8.2957601547241193</c:v>
                </c:pt>
                <c:pt idx="281">
                  <c:v>8.3249301910400302</c:v>
                </c:pt>
                <c:pt idx="282">
                  <c:v>8.3540897369384695</c:v>
                </c:pt>
                <c:pt idx="283">
                  <c:v>8.3832597732543892</c:v>
                </c:pt>
                <c:pt idx="284">
                  <c:v>8.4124298095703107</c:v>
                </c:pt>
                <c:pt idx="285">
                  <c:v>8.4415903091430593</c:v>
                </c:pt>
                <c:pt idx="286">
                  <c:v>8.4707603454589808</c:v>
                </c:pt>
                <c:pt idx="287">
                  <c:v>8.4999198913574201</c:v>
                </c:pt>
                <c:pt idx="288">
                  <c:v>8.5290899276733398</c:v>
                </c:pt>
                <c:pt idx="289">
                  <c:v>8.5582599639892507</c:v>
                </c:pt>
                <c:pt idx="290">
                  <c:v>8.5874204635620099</c:v>
                </c:pt>
                <c:pt idx="291">
                  <c:v>8.6165895462036097</c:v>
                </c:pt>
                <c:pt idx="292">
                  <c:v>8.6457595825195295</c:v>
                </c:pt>
                <c:pt idx="293">
                  <c:v>8.6749200820922798</c:v>
                </c:pt>
                <c:pt idx="294">
                  <c:v>8.7040901184081996</c:v>
                </c:pt>
                <c:pt idx="295">
                  <c:v>8.7332496643066406</c:v>
                </c:pt>
                <c:pt idx="296">
                  <c:v>8.7624197006225497</c:v>
                </c:pt>
                <c:pt idx="297">
                  <c:v>8.7915897369384695</c:v>
                </c:pt>
                <c:pt idx="298">
                  <c:v>8.8207502365112305</c:v>
                </c:pt>
                <c:pt idx="299">
                  <c:v>8.8499202728271396</c:v>
                </c:pt>
                <c:pt idx="300">
                  <c:v>8.8790903091430593</c:v>
                </c:pt>
                <c:pt idx="301">
                  <c:v>8.9082498550415004</c:v>
                </c:pt>
                <c:pt idx="302">
                  <c:v>8.9374198913574201</c:v>
                </c:pt>
                <c:pt idx="303">
                  <c:v>8.9665803909301705</c:v>
                </c:pt>
                <c:pt idx="304">
                  <c:v>8.9957504272460902</c:v>
                </c:pt>
                <c:pt idx="305">
                  <c:v>9.0249204635620099</c:v>
                </c:pt>
                <c:pt idx="306">
                  <c:v>9.0540800094604492</c:v>
                </c:pt>
                <c:pt idx="307">
                  <c:v>9.0832500457763601</c:v>
                </c:pt>
                <c:pt idx="308">
                  <c:v>9.1124200820922798</c:v>
                </c:pt>
                <c:pt idx="309">
                  <c:v>9.1415796279907209</c:v>
                </c:pt>
                <c:pt idx="310">
                  <c:v>9.1707496643066406</c:v>
                </c:pt>
                <c:pt idx="311">
                  <c:v>9.1999101638793892</c:v>
                </c:pt>
                <c:pt idx="312">
                  <c:v>9.2290802001953107</c:v>
                </c:pt>
                <c:pt idx="313">
                  <c:v>9.2582502365112305</c:v>
                </c:pt>
                <c:pt idx="314">
                  <c:v>9.2874097824096609</c:v>
                </c:pt>
                <c:pt idx="315">
                  <c:v>9.3165798187255806</c:v>
                </c:pt>
                <c:pt idx="316">
                  <c:v>9.3457498550415004</c:v>
                </c:pt>
                <c:pt idx="317">
                  <c:v>9.3749103546142507</c:v>
                </c:pt>
                <c:pt idx="318">
                  <c:v>9.4040803909301705</c:v>
                </c:pt>
                <c:pt idx="319">
                  <c:v>9.4332399368286097</c:v>
                </c:pt>
                <c:pt idx="320">
                  <c:v>9.4624099731445295</c:v>
                </c:pt>
                <c:pt idx="321">
                  <c:v>9.4915800094604492</c:v>
                </c:pt>
                <c:pt idx="322">
                  <c:v>9.5207395553588796</c:v>
                </c:pt>
                <c:pt idx="323">
                  <c:v>9.5499095916747994</c:v>
                </c:pt>
                <c:pt idx="324">
                  <c:v>9.5790700912475497</c:v>
                </c:pt>
                <c:pt idx="325">
                  <c:v>9.6082401275634695</c:v>
                </c:pt>
                <c:pt idx="326">
                  <c:v>9.6374101638793892</c:v>
                </c:pt>
                <c:pt idx="327">
                  <c:v>9.6665697097778303</c:v>
                </c:pt>
                <c:pt idx="328">
                  <c:v>9.69573974609375</c:v>
                </c:pt>
                <c:pt idx="329">
                  <c:v>9.7249097824096609</c:v>
                </c:pt>
                <c:pt idx="330">
                  <c:v>9.7540702819824201</c:v>
                </c:pt>
                <c:pt idx="331">
                  <c:v>9.7832403182983398</c:v>
                </c:pt>
                <c:pt idx="332">
                  <c:v>9.8123998641967702</c:v>
                </c:pt>
                <c:pt idx="333">
                  <c:v>9.84156990051269</c:v>
                </c:pt>
                <c:pt idx="334">
                  <c:v>9.8707399368286097</c:v>
                </c:pt>
                <c:pt idx="335">
                  <c:v>9.8999004364013601</c:v>
                </c:pt>
                <c:pt idx="336">
                  <c:v>9.9290704727172798</c:v>
                </c:pt>
                <c:pt idx="337">
                  <c:v>9.9582395553588796</c:v>
                </c:pt>
                <c:pt idx="338">
                  <c:v>9.9874000549316406</c:v>
                </c:pt>
                <c:pt idx="339">
                  <c:v>10.0165700912475</c:v>
                </c:pt>
                <c:pt idx="340">
                  <c:v>10.0457296371459</c:v>
                </c:pt>
                <c:pt idx="341">
                  <c:v>10.0748996734619</c:v>
                </c:pt>
                <c:pt idx="342">
                  <c:v>10.1040697097778</c:v>
                </c:pt>
                <c:pt idx="343">
                  <c:v>10.133230209350501</c:v>
                </c:pt>
                <c:pt idx="344">
                  <c:v>10.1624002456665</c:v>
                </c:pt>
                <c:pt idx="345">
                  <c:v>10.191570281982401</c:v>
                </c:pt>
                <c:pt idx="346">
                  <c:v>10.220729827880801</c:v>
                </c:pt>
                <c:pt idx="347">
                  <c:v>10.249899864196699</c:v>
                </c:pt>
                <c:pt idx="348">
                  <c:v>10.279060363769499</c:v>
                </c:pt>
                <c:pt idx="349">
                  <c:v>10.308230400085399</c:v>
                </c:pt>
                <c:pt idx="350">
                  <c:v>10.3374004364013</c:v>
                </c:pt>
                <c:pt idx="351">
                  <c:v>10.366559982299799</c:v>
                </c:pt>
                <c:pt idx="352">
                  <c:v>10.3957300186157</c:v>
                </c:pt>
                <c:pt idx="353">
                  <c:v>10.4249000549316</c:v>
                </c:pt>
                <c:pt idx="354">
                  <c:v>10.45405960083</c:v>
                </c:pt>
                <c:pt idx="355">
                  <c:v>10.4832296371459</c:v>
                </c:pt>
                <c:pt idx="356">
                  <c:v>10.5123901367187</c:v>
                </c:pt>
                <c:pt idx="357">
                  <c:v>10.5415601730346</c:v>
                </c:pt>
                <c:pt idx="358">
                  <c:v>10.570730209350501</c:v>
                </c:pt>
                <c:pt idx="359">
                  <c:v>10.599889755249</c:v>
                </c:pt>
                <c:pt idx="360">
                  <c:v>10.629059791564901</c:v>
                </c:pt>
                <c:pt idx="361">
                  <c:v>10.658229827880801</c:v>
                </c:pt>
                <c:pt idx="362">
                  <c:v>10.687390327453601</c:v>
                </c:pt>
                <c:pt idx="363">
                  <c:v>10.716560363769499</c:v>
                </c:pt>
                <c:pt idx="364">
                  <c:v>10.745719909667899</c:v>
                </c:pt>
                <c:pt idx="365">
                  <c:v>10.7748899459838</c:v>
                </c:pt>
                <c:pt idx="366">
                  <c:v>10.804059982299799</c:v>
                </c:pt>
                <c:pt idx="367">
                  <c:v>10.8332195281982</c:v>
                </c:pt>
                <c:pt idx="368">
                  <c:v>10.8623895645141</c:v>
                </c:pt>
                <c:pt idx="369">
                  <c:v>10.8915500640869</c:v>
                </c:pt>
                <c:pt idx="370">
                  <c:v>10.9207201004028</c:v>
                </c:pt>
                <c:pt idx="371">
                  <c:v>10.9498901367187</c:v>
                </c:pt>
                <c:pt idx="372">
                  <c:v>10.9790496826171</c:v>
                </c:pt>
                <c:pt idx="373">
                  <c:v>11.0082197189331</c:v>
                </c:pt>
                <c:pt idx="374">
                  <c:v>11.037389755249</c:v>
                </c:pt>
                <c:pt idx="375">
                  <c:v>11.066550254821699</c:v>
                </c:pt>
                <c:pt idx="376">
                  <c:v>11.095720291137599</c:v>
                </c:pt>
                <c:pt idx="377">
                  <c:v>11.124879837036101</c:v>
                </c:pt>
                <c:pt idx="378">
                  <c:v>11.154049873351999</c:v>
                </c:pt>
                <c:pt idx="379">
                  <c:v>11.183219909667899</c:v>
                </c:pt>
                <c:pt idx="380">
                  <c:v>11.2123804092407</c:v>
                </c:pt>
                <c:pt idx="381">
                  <c:v>11.2415504455566</c:v>
                </c:pt>
                <c:pt idx="382">
                  <c:v>11.2707195281982</c:v>
                </c:pt>
                <c:pt idx="383">
                  <c:v>11.2998800277709</c:v>
                </c:pt>
                <c:pt idx="384">
                  <c:v>11.3290500640869</c:v>
                </c:pt>
                <c:pt idx="385">
                  <c:v>11.3582096099853</c:v>
                </c:pt>
                <c:pt idx="386">
                  <c:v>11.3873796463012</c:v>
                </c:pt>
                <c:pt idx="387">
                  <c:v>11.4165496826171</c:v>
                </c:pt>
                <c:pt idx="388">
                  <c:v>11.445710182189901</c:v>
                </c:pt>
                <c:pt idx="389">
                  <c:v>11.474880218505801</c:v>
                </c:pt>
                <c:pt idx="390">
                  <c:v>11.504050254821699</c:v>
                </c:pt>
                <c:pt idx="391">
                  <c:v>11.533209800720201</c:v>
                </c:pt>
                <c:pt idx="392">
                  <c:v>11.562379837036101</c:v>
                </c:pt>
                <c:pt idx="393">
                  <c:v>11.5915403366088</c:v>
                </c:pt>
                <c:pt idx="394">
                  <c:v>11.620710372924799</c:v>
                </c:pt>
                <c:pt idx="395">
                  <c:v>11.6498804092407</c:v>
                </c:pt>
                <c:pt idx="396">
                  <c:v>11.6790399551391</c:v>
                </c:pt>
                <c:pt idx="397">
                  <c:v>11.708209991455</c:v>
                </c:pt>
                <c:pt idx="398">
                  <c:v>11.7373800277709</c:v>
                </c:pt>
                <c:pt idx="399">
                  <c:v>11.7665395736694</c:v>
                </c:pt>
                <c:pt idx="400">
                  <c:v>11.7957096099853</c:v>
                </c:pt>
                <c:pt idx="401">
                  <c:v>11.8248701095581</c:v>
                </c:pt>
                <c:pt idx="402">
                  <c:v>11.854040145874</c:v>
                </c:pt>
                <c:pt idx="403">
                  <c:v>11.883210182189901</c:v>
                </c:pt>
                <c:pt idx="404">
                  <c:v>11.912369728088301</c:v>
                </c:pt>
                <c:pt idx="405">
                  <c:v>11.941539764404199</c:v>
                </c:pt>
                <c:pt idx="406">
                  <c:v>11.970709800720201</c:v>
                </c:pt>
                <c:pt idx="407">
                  <c:v>11.999870300292899</c:v>
                </c:pt>
                <c:pt idx="408">
                  <c:v>12.0290403366088</c:v>
                </c:pt>
                <c:pt idx="409">
                  <c:v>12.058199882507299</c:v>
                </c:pt>
                <c:pt idx="410">
                  <c:v>12.0873699188232</c:v>
                </c:pt>
                <c:pt idx="411">
                  <c:v>12.1165399551391</c:v>
                </c:pt>
                <c:pt idx="412">
                  <c:v>12.1457004547119</c:v>
                </c:pt>
                <c:pt idx="413">
                  <c:v>12.1748695373535</c:v>
                </c:pt>
                <c:pt idx="414">
                  <c:v>12.2040300369262</c:v>
                </c:pt>
                <c:pt idx="415">
                  <c:v>12.2332000732421</c:v>
                </c:pt>
                <c:pt idx="416">
                  <c:v>12.2623701095581</c:v>
                </c:pt>
                <c:pt idx="417">
                  <c:v>12.2915296554565</c:v>
                </c:pt>
                <c:pt idx="418">
                  <c:v>12.320699691772401</c:v>
                </c:pt>
                <c:pt idx="419">
                  <c:v>12.349869728088301</c:v>
                </c:pt>
                <c:pt idx="420">
                  <c:v>12.379030227661101</c:v>
                </c:pt>
                <c:pt idx="421">
                  <c:v>12.408200263976999</c:v>
                </c:pt>
                <c:pt idx="422">
                  <c:v>12.437359809875399</c:v>
                </c:pt>
                <c:pt idx="423">
                  <c:v>12.466529846191399</c:v>
                </c:pt>
                <c:pt idx="424">
                  <c:v>12.495699882507299</c:v>
                </c:pt>
                <c:pt idx="425">
                  <c:v>12.52486038208</c:v>
                </c:pt>
                <c:pt idx="426">
                  <c:v>12.5540304183959</c:v>
                </c:pt>
                <c:pt idx="427">
                  <c:v>12.5832004547119</c:v>
                </c:pt>
                <c:pt idx="428">
                  <c:v>12.6123600006103</c:v>
                </c:pt>
                <c:pt idx="429">
                  <c:v>12.6415300369262</c:v>
                </c:pt>
                <c:pt idx="430">
                  <c:v>12.6706895828247</c:v>
                </c:pt>
                <c:pt idx="431">
                  <c:v>12.6998596191406</c:v>
                </c:pt>
                <c:pt idx="432">
                  <c:v>12.7290296554565</c:v>
                </c:pt>
                <c:pt idx="433">
                  <c:v>12.758190155029199</c:v>
                </c:pt>
                <c:pt idx="434">
                  <c:v>12.787360191345201</c:v>
                </c:pt>
                <c:pt idx="435">
                  <c:v>12.816530227661101</c:v>
                </c:pt>
                <c:pt idx="436">
                  <c:v>12.845689773559499</c:v>
                </c:pt>
                <c:pt idx="437">
                  <c:v>12.874859809875399</c:v>
                </c:pt>
                <c:pt idx="438">
                  <c:v>12.9040203094482</c:v>
                </c:pt>
                <c:pt idx="439">
                  <c:v>12.9331903457641</c:v>
                </c:pt>
                <c:pt idx="440">
                  <c:v>12.96236038208</c:v>
                </c:pt>
                <c:pt idx="441">
                  <c:v>12.9915199279785</c:v>
                </c:pt>
                <c:pt idx="442">
                  <c:v>13.0206899642944</c:v>
                </c:pt>
                <c:pt idx="443">
                  <c:v>13.0498600006103</c:v>
                </c:pt>
                <c:pt idx="444">
                  <c:v>13.0790195465087</c:v>
                </c:pt>
                <c:pt idx="445">
                  <c:v>13.1081895828247</c:v>
                </c:pt>
                <c:pt idx="446">
                  <c:v>13.137350082397401</c:v>
                </c:pt>
                <c:pt idx="447">
                  <c:v>13.166520118713301</c:v>
                </c:pt>
                <c:pt idx="448">
                  <c:v>13.195690155029199</c:v>
                </c:pt>
                <c:pt idx="449">
                  <c:v>13.224849700927701</c:v>
                </c:pt>
                <c:pt idx="450">
                  <c:v>13.254019737243601</c:v>
                </c:pt>
                <c:pt idx="451">
                  <c:v>13.283189773559499</c:v>
                </c:pt>
                <c:pt idx="452">
                  <c:v>13.312350273132299</c:v>
                </c:pt>
                <c:pt idx="453">
                  <c:v>13.3415203094482</c:v>
                </c:pt>
                <c:pt idx="454">
                  <c:v>13.3706798553466</c:v>
                </c:pt>
                <c:pt idx="455">
                  <c:v>13.3998498916625</c:v>
                </c:pt>
                <c:pt idx="456">
                  <c:v>13.4290199279785</c:v>
                </c:pt>
                <c:pt idx="457">
                  <c:v>13.4581804275512</c:v>
                </c:pt>
                <c:pt idx="458">
                  <c:v>13.4873504638671</c:v>
                </c:pt>
                <c:pt idx="459">
                  <c:v>13.5165100097656</c:v>
                </c:pt>
                <c:pt idx="460">
                  <c:v>13.5456800460815</c:v>
                </c:pt>
                <c:pt idx="461">
                  <c:v>13.574850082397401</c:v>
                </c:pt>
                <c:pt idx="462">
                  <c:v>13.604009628295801</c:v>
                </c:pt>
                <c:pt idx="463">
                  <c:v>13.6331796646118</c:v>
                </c:pt>
                <c:pt idx="464">
                  <c:v>13.662349700927701</c:v>
                </c:pt>
                <c:pt idx="465">
                  <c:v>13.691510200500399</c:v>
                </c:pt>
                <c:pt idx="466">
                  <c:v>13.720680236816399</c:v>
                </c:pt>
                <c:pt idx="467">
                  <c:v>13.749839782714799</c:v>
                </c:pt>
                <c:pt idx="468">
                  <c:v>13.7790098190307</c:v>
                </c:pt>
                <c:pt idx="469">
                  <c:v>13.8081798553466</c:v>
                </c:pt>
                <c:pt idx="470">
                  <c:v>13.8373403549194</c:v>
                </c:pt>
                <c:pt idx="471">
                  <c:v>13.8665103912353</c:v>
                </c:pt>
                <c:pt idx="472">
                  <c:v>13.8956804275512</c:v>
                </c:pt>
                <c:pt idx="473">
                  <c:v>13.9248399734497</c:v>
                </c:pt>
                <c:pt idx="474">
                  <c:v>13.9540100097656</c:v>
                </c:pt>
                <c:pt idx="475">
                  <c:v>13.983169555664</c:v>
                </c:pt>
                <c:pt idx="476">
                  <c:v>14.012339591979901</c:v>
                </c:pt>
                <c:pt idx="477">
                  <c:v>14.041509628295801</c:v>
                </c:pt>
                <c:pt idx="478">
                  <c:v>14.070670127868601</c:v>
                </c:pt>
                <c:pt idx="479">
                  <c:v>14.099840164184499</c:v>
                </c:pt>
                <c:pt idx="480">
                  <c:v>14.129010200500399</c:v>
                </c:pt>
                <c:pt idx="481">
                  <c:v>14.158169746398899</c:v>
                </c:pt>
                <c:pt idx="482">
                  <c:v>14.187339782714799</c:v>
                </c:pt>
                <c:pt idx="483">
                  <c:v>14.2165002822875</c:v>
                </c:pt>
                <c:pt idx="484">
                  <c:v>14.2456703186035</c:v>
                </c:pt>
                <c:pt idx="485">
                  <c:v>14.2748403549194</c:v>
                </c:pt>
                <c:pt idx="486">
                  <c:v>14.3039999008178</c:v>
                </c:pt>
                <c:pt idx="487">
                  <c:v>14.3331699371337</c:v>
                </c:pt>
                <c:pt idx="488">
                  <c:v>14.3623399734497</c:v>
                </c:pt>
                <c:pt idx="489">
                  <c:v>14.391500473022401</c:v>
                </c:pt>
                <c:pt idx="490">
                  <c:v>14.420669555664</c:v>
                </c:pt>
                <c:pt idx="491">
                  <c:v>14.4498300552368</c:v>
                </c:pt>
                <c:pt idx="492">
                  <c:v>14.479000091552701</c:v>
                </c:pt>
                <c:pt idx="493">
                  <c:v>14.508170127868601</c:v>
                </c:pt>
                <c:pt idx="494">
                  <c:v>14.537329673766999</c:v>
                </c:pt>
                <c:pt idx="495">
                  <c:v>14.566499710083001</c:v>
                </c:pt>
                <c:pt idx="496">
                  <c:v>14.5956602096557</c:v>
                </c:pt>
                <c:pt idx="497">
                  <c:v>14.6248302459716</c:v>
                </c:pt>
                <c:pt idx="498">
                  <c:v>14.6540002822875</c:v>
                </c:pt>
                <c:pt idx="499">
                  <c:v>14.683159828186</c:v>
                </c:pt>
                <c:pt idx="500">
                  <c:v>14.7123298645019</c:v>
                </c:pt>
                <c:pt idx="501">
                  <c:v>14.7414999008178</c:v>
                </c:pt>
                <c:pt idx="502">
                  <c:v>14.7706604003906</c:v>
                </c:pt>
                <c:pt idx="503">
                  <c:v>14.7998304367065</c:v>
                </c:pt>
                <c:pt idx="504">
                  <c:v>14.828989982604901</c:v>
                </c:pt>
                <c:pt idx="505">
                  <c:v>14.858160018920801</c:v>
                </c:pt>
                <c:pt idx="506">
                  <c:v>14.8873300552368</c:v>
                </c:pt>
                <c:pt idx="507">
                  <c:v>14.916489601135201</c:v>
                </c:pt>
                <c:pt idx="508">
                  <c:v>14.945659637451101</c:v>
                </c:pt>
                <c:pt idx="509">
                  <c:v>14.974829673766999</c:v>
                </c:pt>
                <c:pt idx="510">
                  <c:v>15.003990173339799</c:v>
                </c:pt>
                <c:pt idx="511">
                  <c:v>15.0331602096557</c:v>
                </c:pt>
                <c:pt idx="512">
                  <c:v>15.062319755554199</c:v>
                </c:pt>
                <c:pt idx="513">
                  <c:v>15.091489791870099</c:v>
                </c:pt>
                <c:pt idx="514">
                  <c:v>15.120659828186</c:v>
                </c:pt>
                <c:pt idx="515">
                  <c:v>15.1498203277587</c:v>
                </c:pt>
                <c:pt idx="516">
                  <c:v>15.1789903640747</c:v>
                </c:pt>
                <c:pt idx="517">
                  <c:v>15.2081604003906</c:v>
                </c:pt>
                <c:pt idx="518">
                  <c:v>15.237319946289</c:v>
                </c:pt>
                <c:pt idx="519">
                  <c:v>15.266489982604901</c:v>
                </c:pt>
                <c:pt idx="520">
                  <c:v>15.2956495285034</c:v>
                </c:pt>
                <c:pt idx="521">
                  <c:v>15.3248195648193</c:v>
                </c:pt>
                <c:pt idx="522">
                  <c:v>15.353989601135201</c:v>
                </c:pt>
                <c:pt idx="523">
                  <c:v>15.383150100708001</c:v>
                </c:pt>
                <c:pt idx="524">
                  <c:v>15.412320137023899</c:v>
                </c:pt>
                <c:pt idx="525">
                  <c:v>15.441490173339799</c:v>
                </c:pt>
                <c:pt idx="526">
                  <c:v>15.4706497192382</c:v>
                </c:pt>
                <c:pt idx="527">
                  <c:v>15.499819755554199</c:v>
                </c:pt>
                <c:pt idx="528">
                  <c:v>15.5289802551269</c:v>
                </c:pt>
                <c:pt idx="529">
                  <c:v>15.5581502914428</c:v>
                </c:pt>
                <c:pt idx="530">
                  <c:v>15.5873203277587</c:v>
                </c:pt>
                <c:pt idx="531">
                  <c:v>15.6164798736572</c:v>
                </c:pt>
                <c:pt idx="532">
                  <c:v>15.6456499099731</c:v>
                </c:pt>
                <c:pt idx="533">
                  <c:v>15.674819946289</c:v>
                </c:pt>
                <c:pt idx="534">
                  <c:v>15.7039804458618</c:v>
                </c:pt>
                <c:pt idx="535">
                  <c:v>15.7331495285034</c:v>
                </c:pt>
                <c:pt idx="536">
                  <c:v>15.762310028076101</c:v>
                </c:pt>
                <c:pt idx="537">
                  <c:v>15.791480064391999</c:v>
                </c:pt>
                <c:pt idx="538">
                  <c:v>15.820650100708001</c:v>
                </c:pt>
                <c:pt idx="539">
                  <c:v>15.849809646606399</c:v>
                </c:pt>
                <c:pt idx="540">
                  <c:v>15.878979682922299</c:v>
                </c:pt>
                <c:pt idx="541">
                  <c:v>15.908140182495099</c:v>
                </c:pt>
                <c:pt idx="542">
                  <c:v>15.937310218811</c:v>
                </c:pt>
                <c:pt idx="543">
                  <c:v>15.9664802551269</c:v>
                </c:pt>
                <c:pt idx="544">
                  <c:v>15.9956398010253</c:v>
                </c:pt>
                <c:pt idx="545">
                  <c:v>16.0248107910156</c:v>
                </c:pt>
                <c:pt idx="546">
                  <c:v>16.053989410400298</c:v>
                </c:pt>
                <c:pt idx="547">
                  <c:v>16.0831604003906</c:v>
                </c:pt>
                <c:pt idx="548">
                  <c:v>16.112329483032202</c:v>
                </c:pt>
                <c:pt idx="549">
                  <c:v>16.1415100097656</c:v>
                </c:pt>
                <c:pt idx="550">
                  <c:v>16.170679092407202</c:v>
                </c:pt>
                <c:pt idx="551">
                  <c:v>16.199850082397401</c:v>
                </c:pt>
                <c:pt idx="552">
                  <c:v>16.229019165038999</c:v>
                </c:pt>
                <c:pt idx="553">
                  <c:v>16.258199691772401</c:v>
                </c:pt>
                <c:pt idx="554">
                  <c:v>16.287370681762599</c:v>
                </c:pt>
                <c:pt idx="555">
                  <c:v>16.316539764404201</c:v>
                </c:pt>
                <c:pt idx="556">
                  <c:v>16.345720291137599</c:v>
                </c:pt>
                <c:pt idx="557">
                  <c:v>16.374889373779201</c:v>
                </c:pt>
                <c:pt idx="558">
                  <c:v>16.404060363769499</c:v>
                </c:pt>
                <c:pt idx="559">
                  <c:v>16.433240890502901</c:v>
                </c:pt>
                <c:pt idx="560">
                  <c:v>16.462409973144499</c:v>
                </c:pt>
                <c:pt idx="561">
                  <c:v>16.491579055786101</c:v>
                </c:pt>
                <c:pt idx="562">
                  <c:v>16.5207500457763</c:v>
                </c:pt>
                <c:pt idx="563">
                  <c:v>16.549930572509702</c:v>
                </c:pt>
                <c:pt idx="564">
                  <c:v>16.5790996551513</c:v>
                </c:pt>
                <c:pt idx="565">
                  <c:v>16.608270645141602</c:v>
                </c:pt>
                <c:pt idx="566">
                  <c:v>16.6374492645263</c:v>
                </c:pt>
                <c:pt idx="567">
                  <c:v>16.666620254516602</c:v>
                </c:pt>
                <c:pt idx="568">
                  <c:v>16.6957893371582</c:v>
                </c:pt>
                <c:pt idx="569">
                  <c:v>16.724960327148398</c:v>
                </c:pt>
                <c:pt idx="570">
                  <c:v>16.7541408538818</c:v>
                </c:pt>
                <c:pt idx="571">
                  <c:v>16.783309936523398</c:v>
                </c:pt>
                <c:pt idx="572">
                  <c:v>16.812480926513601</c:v>
                </c:pt>
                <c:pt idx="573">
                  <c:v>16.841659545898398</c:v>
                </c:pt>
                <c:pt idx="574">
                  <c:v>16.870830535888601</c:v>
                </c:pt>
                <c:pt idx="575">
                  <c:v>16.899999618530199</c:v>
                </c:pt>
                <c:pt idx="576">
                  <c:v>16.929170608520501</c:v>
                </c:pt>
                <c:pt idx="577">
                  <c:v>16.958349227905199</c:v>
                </c:pt>
                <c:pt idx="578">
                  <c:v>16.987520217895501</c:v>
                </c:pt>
                <c:pt idx="579">
                  <c:v>17.016689300537099</c:v>
                </c:pt>
                <c:pt idx="580">
                  <c:v>17.045869827270501</c:v>
                </c:pt>
                <c:pt idx="581">
                  <c:v>17.0750408172607</c:v>
                </c:pt>
                <c:pt idx="582">
                  <c:v>17.104209899902301</c:v>
                </c:pt>
                <c:pt idx="583">
                  <c:v>17.1333808898925</c:v>
                </c:pt>
                <c:pt idx="584">
                  <c:v>17.162559509277301</c:v>
                </c:pt>
                <c:pt idx="585">
                  <c:v>17.1917304992675</c:v>
                </c:pt>
                <c:pt idx="586">
                  <c:v>17.220899581909102</c:v>
                </c:pt>
                <c:pt idx="587">
                  <c:v>17.2500801086425</c:v>
                </c:pt>
                <c:pt idx="588">
                  <c:v>17.279249191284102</c:v>
                </c:pt>
                <c:pt idx="589">
                  <c:v>17.3084201812744</c:v>
                </c:pt>
                <c:pt idx="590">
                  <c:v>17.337589263916001</c:v>
                </c:pt>
                <c:pt idx="591">
                  <c:v>17.3667697906494</c:v>
                </c:pt>
                <c:pt idx="592">
                  <c:v>17.395940780639599</c:v>
                </c:pt>
                <c:pt idx="593">
                  <c:v>17.4251098632812</c:v>
                </c:pt>
                <c:pt idx="594">
                  <c:v>17.454290390014599</c:v>
                </c:pt>
                <c:pt idx="595">
                  <c:v>17.4834594726562</c:v>
                </c:pt>
                <c:pt idx="596">
                  <c:v>17.512630462646399</c:v>
                </c:pt>
                <c:pt idx="597">
                  <c:v>17.5418090820312</c:v>
                </c:pt>
                <c:pt idx="598">
                  <c:v>17.570980072021399</c:v>
                </c:pt>
                <c:pt idx="599">
                  <c:v>17.600151062011701</c:v>
                </c:pt>
                <c:pt idx="600">
                  <c:v>17.629323959350501</c:v>
                </c:pt>
                <c:pt idx="601">
                  <c:v>17.6584968566894</c:v>
                </c:pt>
                <c:pt idx="602">
                  <c:v>17.687669754028299</c:v>
                </c:pt>
                <c:pt idx="603">
                  <c:v>17.716842651367099</c:v>
                </c:pt>
                <c:pt idx="604">
                  <c:v>17.746015548706001</c:v>
                </c:pt>
                <c:pt idx="605">
                  <c:v>17.775188446044901</c:v>
                </c:pt>
                <c:pt idx="606">
                  <c:v>17.8043613433837</c:v>
                </c:pt>
                <c:pt idx="607">
                  <c:v>17.833534240722599</c:v>
                </c:pt>
                <c:pt idx="608">
                  <c:v>17.862707138061499</c:v>
                </c:pt>
                <c:pt idx="609">
                  <c:v>17.891880035400298</c:v>
                </c:pt>
                <c:pt idx="610">
                  <c:v>17.921052932739201</c:v>
                </c:pt>
                <c:pt idx="611">
                  <c:v>17.9502258300781</c:v>
                </c:pt>
                <c:pt idx="612">
                  <c:v>17.9793987274169</c:v>
                </c:pt>
                <c:pt idx="613">
                  <c:v>18.008571624755799</c:v>
                </c:pt>
                <c:pt idx="614">
                  <c:v>18.037744522094702</c:v>
                </c:pt>
                <c:pt idx="615">
                  <c:v>18.066917419433501</c:v>
                </c:pt>
                <c:pt idx="616">
                  <c:v>18.096090316772401</c:v>
                </c:pt>
                <c:pt idx="617">
                  <c:v>18.1252632141113</c:v>
                </c:pt>
                <c:pt idx="618">
                  <c:v>18.154436111450099</c:v>
                </c:pt>
                <c:pt idx="619">
                  <c:v>18.183609008788999</c:v>
                </c:pt>
                <c:pt idx="620">
                  <c:v>18.212781906127901</c:v>
                </c:pt>
                <c:pt idx="621">
                  <c:v>18.241954803466701</c:v>
                </c:pt>
                <c:pt idx="622">
                  <c:v>18.2711277008056</c:v>
                </c:pt>
                <c:pt idx="623">
                  <c:v>18.300300598144499</c:v>
                </c:pt>
                <c:pt idx="624">
                  <c:v>18.329473495483398</c:v>
                </c:pt>
                <c:pt idx="625">
                  <c:v>18.358646392822202</c:v>
                </c:pt>
                <c:pt idx="626">
                  <c:v>18.387819290161101</c:v>
                </c:pt>
                <c:pt idx="627">
                  <c:v>18.4169921875</c:v>
                </c:pt>
                <c:pt idx="628">
                  <c:v>18.4461650848388</c:v>
                </c:pt>
                <c:pt idx="629">
                  <c:v>18.475337982177699</c:v>
                </c:pt>
                <c:pt idx="630">
                  <c:v>18.504510879516602</c:v>
                </c:pt>
                <c:pt idx="631">
                  <c:v>18.533683776855401</c:v>
                </c:pt>
                <c:pt idx="632">
                  <c:v>18.5628566741943</c:v>
                </c:pt>
                <c:pt idx="633">
                  <c:v>18.5920295715332</c:v>
                </c:pt>
                <c:pt idx="634">
                  <c:v>18.621202468871999</c:v>
                </c:pt>
                <c:pt idx="635">
                  <c:v>18.650375366210898</c:v>
                </c:pt>
                <c:pt idx="636">
                  <c:v>18.679548263549801</c:v>
                </c:pt>
                <c:pt idx="637">
                  <c:v>18.708721160888601</c:v>
                </c:pt>
                <c:pt idx="638">
                  <c:v>18.7378940582275</c:v>
                </c:pt>
                <c:pt idx="639">
                  <c:v>18.767066955566399</c:v>
                </c:pt>
                <c:pt idx="640">
                  <c:v>18.796239852905199</c:v>
                </c:pt>
                <c:pt idx="641">
                  <c:v>18.825412750244102</c:v>
                </c:pt>
                <c:pt idx="642">
                  <c:v>18.854585647583001</c:v>
                </c:pt>
                <c:pt idx="643">
                  <c:v>18.8837585449218</c:v>
                </c:pt>
                <c:pt idx="644">
                  <c:v>18.9129314422607</c:v>
                </c:pt>
                <c:pt idx="645">
                  <c:v>18.942104339599599</c:v>
                </c:pt>
                <c:pt idx="646">
                  <c:v>18.971277236938398</c:v>
                </c:pt>
                <c:pt idx="647">
                  <c:v>19.000450134277301</c:v>
                </c:pt>
                <c:pt idx="648">
                  <c:v>19.0296230316162</c:v>
                </c:pt>
                <c:pt idx="649">
                  <c:v>19.058795928955</c:v>
                </c:pt>
                <c:pt idx="650">
                  <c:v>19.087968826293899</c:v>
                </c:pt>
                <c:pt idx="651">
                  <c:v>19.117141723632798</c:v>
                </c:pt>
                <c:pt idx="652">
                  <c:v>19.146314620971602</c:v>
                </c:pt>
                <c:pt idx="653">
                  <c:v>19.175487518310501</c:v>
                </c:pt>
                <c:pt idx="654">
                  <c:v>19.2046604156494</c:v>
                </c:pt>
                <c:pt idx="655">
                  <c:v>19.2338333129882</c:v>
                </c:pt>
                <c:pt idx="656">
                  <c:v>19.263006210327099</c:v>
                </c:pt>
                <c:pt idx="657">
                  <c:v>19.292179107666001</c:v>
                </c:pt>
                <c:pt idx="658">
                  <c:v>19.321352005004801</c:v>
                </c:pt>
                <c:pt idx="659">
                  <c:v>19.3505249023437</c:v>
                </c:pt>
                <c:pt idx="660">
                  <c:v>19.379697799682599</c:v>
                </c:pt>
                <c:pt idx="661">
                  <c:v>19.408870697021399</c:v>
                </c:pt>
                <c:pt idx="662">
                  <c:v>19.438043594360298</c:v>
                </c:pt>
                <c:pt idx="663">
                  <c:v>19.467216491699201</c:v>
                </c:pt>
                <c:pt idx="664">
                  <c:v>19.496389389038001</c:v>
                </c:pt>
                <c:pt idx="665">
                  <c:v>19.5255622863769</c:v>
                </c:pt>
                <c:pt idx="666">
                  <c:v>19.554735183715799</c:v>
                </c:pt>
                <c:pt idx="667">
                  <c:v>19.583908081054599</c:v>
                </c:pt>
                <c:pt idx="668">
                  <c:v>19.613080978393501</c:v>
                </c:pt>
                <c:pt idx="669">
                  <c:v>19.642253875732401</c:v>
                </c:pt>
                <c:pt idx="670">
                  <c:v>19.6714267730712</c:v>
                </c:pt>
                <c:pt idx="671">
                  <c:v>19.700599670410099</c:v>
                </c:pt>
                <c:pt idx="672">
                  <c:v>19.729772567748999</c:v>
                </c:pt>
                <c:pt idx="673">
                  <c:v>19.758945465087798</c:v>
                </c:pt>
                <c:pt idx="674">
                  <c:v>19.788118362426701</c:v>
                </c:pt>
                <c:pt idx="675">
                  <c:v>19.8172912597656</c:v>
                </c:pt>
                <c:pt idx="676">
                  <c:v>19.8464641571044</c:v>
                </c:pt>
                <c:pt idx="677">
                  <c:v>19.875637054443299</c:v>
                </c:pt>
                <c:pt idx="678">
                  <c:v>19.904809951782202</c:v>
                </c:pt>
                <c:pt idx="679">
                  <c:v>19.933982849121001</c:v>
                </c:pt>
                <c:pt idx="680">
                  <c:v>19.963155746459901</c:v>
                </c:pt>
                <c:pt idx="681">
                  <c:v>19.9923286437988</c:v>
                </c:pt>
                <c:pt idx="682">
                  <c:v>20.021501541137599</c:v>
                </c:pt>
                <c:pt idx="683">
                  <c:v>20.050674438476499</c:v>
                </c:pt>
                <c:pt idx="684">
                  <c:v>20.079847335815401</c:v>
                </c:pt>
                <c:pt idx="685">
                  <c:v>20.109020233154201</c:v>
                </c:pt>
                <c:pt idx="686">
                  <c:v>20.1381931304931</c:v>
                </c:pt>
                <c:pt idx="687">
                  <c:v>20.167366027831999</c:v>
                </c:pt>
                <c:pt idx="688">
                  <c:v>20.196538925170898</c:v>
                </c:pt>
                <c:pt idx="689">
                  <c:v>20.225711822509702</c:v>
                </c:pt>
                <c:pt idx="690">
                  <c:v>20.254884719848601</c:v>
                </c:pt>
                <c:pt idx="691">
                  <c:v>20.2840576171875</c:v>
                </c:pt>
                <c:pt idx="692">
                  <c:v>20.3132305145263</c:v>
                </c:pt>
                <c:pt idx="693">
                  <c:v>20.342403411865199</c:v>
                </c:pt>
                <c:pt idx="694">
                  <c:v>20.371576309204102</c:v>
                </c:pt>
                <c:pt idx="695">
                  <c:v>20.400749206542901</c:v>
                </c:pt>
                <c:pt idx="696">
                  <c:v>20.4299221038818</c:v>
                </c:pt>
                <c:pt idx="697">
                  <c:v>20.4590950012207</c:v>
                </c:pt>
                <c:pt idx="698">
                  <c:v>20.488267898559499</c:v>
                </c:pt>
                <c:pt idx="699">
                  <c:v>20.517440795898398</c:v>
                </c:pt>
                <c:pt idx="700">
                  <c:v>20.546613693237301</c:v>
                </c:pt>
                <c:pt idx="701">
                  <c:v>20.575786590576101</c:v>
                </c:pt>
                <c:pt idx="702">
                  <c:v>20.604959487915</c:v>
                </c:pt>
                <c:pt idx="703">
                  <c:v>20.634132385253899</c:v>
                </c:pt>
                <c:pt idx="704">
                  <c:v>20.663305282592699</c:v>
                </c:pt>
                <c:pt idx="705">
                  <c:v>20.692478179931602</c:v>
                </c:pt>
                <c:pt idx="706">
                  <c:v>20.721651077270501</c:v>
                </c:pt>
                <c:pt idx="707">
                  <c:v>20.7508239746093</c:v>
                </c:pt>
                <c:pt idx="708">
                  <c:v>20.7799968719482</c:v>
                </c:pt>
                <c:pt idx="709">
                  <c:v>20.809169769287099</c:v>
                </c:pt>
                <c:pt idx="710">
                  <c:v>20.838342666625898</c:v>
                </c:pt>
                <c:pt idx="711">
                  <c:v>20.867515563964801</c:v>
                </c:pt>
                <c:pt idx="712">
                  <c:v>20.8966884613037</c:v>
                </c:pt>
                <c:pt idx="713">
                  <c:v>20.9258613586425</c:v>
                </c:pt>
                <c:pt idx="714">
                  <c:v>20.955034255981399</c:v>
                </c:pt>
                <c:pt idx="715">
                  <c:v>20.984207153320298</c:v>
                </c:pt>
                <c:pt idx="716">
                  <c:v>21.013380050659102</c:v>
                </c:pt>
                <c:pt idx="717">
                  <c:v>21.042552947998001</c:v>
                </c:pt>
                <c:pt idx="718">
                  <c:v>21.0717258453369</c:v>
                </c:pt>
                <c:pt idx="719">
                  <c:v>21.1008987426757</c:v>
                </c:pt>
                <c:pt idx="720">
                  <c:v>21.130071640014599</c:v>
                </c:pt>
                <c:pt idx="721">
                  <c:v>21.159244537353501</c:v>
                </c:pt>
                <c:pt idx="722">
                  <c:v>21.188417434692301</c:v>
                </c:pt>
                <c:pt idx="723">
                  <c:v>21.2175903320312</c:v>
                </c:pt>
                <c:pt idx="724">
                  <c:v>21.246763229370099</c:v>
                </c:pt>
                <c:pt idx="725">
                  <c:v>21.275936126708899</c:v>
                </c:pt>
                <c:pt idx="726">
                  <c:v>21.305109024047798</c:v>
                </c:pt>
                <c:pt idx="727">
                  <c:v>21.334281921386701</c:v>
                </c:pt>
                <c:pt idx="728">
                  <c:v>21.363454818725501</c:v>
                </c:pt>
                <c:pt idx="729">
                  <c:v>21.3926277160644</c:v>
                </c:pt>
                <c:pt idx="730">
                  <c:v>21.421800613403299</c:v>
                </c:pt>
                <c:pt idx="731">
                  <c:v>21.450973510742099</c:v>
                </c:pt>
                <c:pt idx="732">
                  <c:v>21.480146408081001</c:v>
                </c:pt>
                <c:pt idx="733">
                  <c:v>21.509319305419901</c:v>
                </c:pt>
                <c:pt idx="734">
                  <c:v>21.5384922027587</c:v>
                </c:pt>
                <c:pt idx="735">
                  <c:v>21.567665100097599</c:v>
                </c:pt>
                <c:pt idx="736">
                  <c:v>21.596837997436499</c:v>
                </c:pt>
                <c:pt idx="737">
                  <c:v>21.626010894775298</c:v>
                </c:pt>
                <c:pt idx="738">
                  <c:v>21.655183792114201</c:v>
                </c:pt>
                <c:pt idx="739">
                  <c:v>21.6843566894531</c:v>
                </c:pt>
                <c:pt idx="740">
                  <c:v>21.7135295867919</c:v>
                </c:pt>
                <c:pt idx="741">
                  <c:v>21.742702484130799</c:v>
                </c:pt>
                <c:pt idx="742">
                  <c:v>21.771875381469702</c:v>
                </c:pt>
                <c:pt idx="743">
                  <c:v>21.801048278808501</c:v>
                </c:pt>
                <c:pt idx="744">
                  <c:v>21.830221176147401</c:v>
                </c:pt>
                <c:pt idx="745">
                  <c:v>21.8593940734863</c:v>
                </c:pt>
                <c:pt idx="746">
                  <c:v>21.888566970825099</c:v>
                </c:pt>
                <c:pt idx="747">
                  <c:v>21.917739868163999</c:v>
                </c:pt>
                <c:pt idx="748">
                  <c:v>21.946912765502901</c:v>
                </c:pt>
                <c:pt idx="749">
                  <c:v>21.976085662841701</c:v>
                </c:pt>
                <c:pt idx="750">
                  <c:v>22.0052585601806</c:v>
                </c:pt>
                <c:pt idx="751">
                  <c:v>22.034431457519499</c:v>
                </c:pt>
                <c:pt idx="752">
                  <c:v>22.063604354858398</c:v>
                </c:pt>
                <c:pt idx="753">
                  <c:v>22.092777252197202</c:v>
                </c:pt>
                <c:pt idx="754">
                  <c:v>22.121950149536101</c:v>
                </c:pt>
                <c:pt idx="755">
                  <c:v>22.151123046875</c:v>
                </c:pt>
                <c:pt idx="756">
                  <c:v>22.1802959442138</c:v>
                </c:pt>
                <c:pt idx="757">
                  <c:v>22.209468841552699</c:v>
                </c:pt>
                <c:pt idx="758">
                  <c:v>22.238641738891602</c:v>
                </c:pt>
                <c:pt idx="759">
                  <c:v>22.267814636230401</c:v>
                </c:pt>
                <c:pt idx="760">
                  <c:v>22.2969875335693</c:v>
                </c:pt>
                <c:pt idx="761">
                  <c:v>22.3261604309082</c:v>
                </c:pt>
                <c:pt idx="762">
                  <c:v>22.355333328246999</c:v>
                </c:pt>
                <c:pt idx="763">
                  <c:v>22.384506225585898</c:v>
                </c:pt>
                <c:pt idx="764">
                  <c:v>22.413679122924801</c:v>
                </c:pt>
                <c:pt idx="765">
                  <c:v>22.442852020263601</c:v>
                </c:pt>
                <c:pt idx="766">
                  <c:v>22.4720249176025</c:v>
                </c:pt>
                <c:pt idx="767">
                  <c:v>22.501197814941399</c:v>
                </c:pt>
                <c:pt idx="768">
                  <c:v>22.530370712280199</c:v>
                </c:pt>
                <c:pt idx="769">
                  <c:v>22.559543609619102</c:v>
                </c:pt>
                <c:pt idx="770">
                  <c:v>22.588716506958001</c:v>
                </c:pt>
                <c:pt idx="771">
                  <c:v>22.6178894042968</c:v>
                </c:pt>
                <c:pt idx="772">
                  <c:v>22.6470623016357</c:v>
                </c:pt>
                <c:pt idx="773">
                  <c:v>22.676235198974599</c:v>
                </c:pt>
                <c:pt idx="774">
                  <c:v>22.705408096313398</c:v>
                </c:pt>
                <c:pt idx="775">
                  <c:v>22.734580993652301</c:v>
                </c:pt>
                <c:pt idx="776">
                  <c:v>22.7637538909912</c:v>
                </c:pt>
                <c:pt idx="777">
                  <c:v>22.79292678833</c:v>
                </c:pt>
                <c:pt idx="778">
                  <c:v>22.822099685668899</c:v>
                </c:pt>
                <c:pt idx="779">
                  <c:v>22.851272583007798</c:v>
                </c:pt>
                <c:pt idx="780">
                  <c:v>22.880445480346602</c:v>
                </c:pt>
                <c:pt idx="781">
                  <c:v>22.909618377685501</c:v>
                </c:pt>
                <c:pt idx="782">
                  <c:v>22.9387912750244</c:v>
                </c:pt>
                <c:pt idx="783">
                  <c:v>22.9679641723632</c:v>
                </c:pt>
                <c:pt idx="784">
                  <c:v>22.997137069702099</c:v>
                </c:pt>
                <c:pt idx="785">
                  <c:v>23.026309967041001</c:v>
                </c:pt>
                <c:pt idx="786">
                  <c:v>23.055482864379801</c:v>
                </c:pt>
                <c:pt idx="787">
                  <c:v>23.0846557617187</c:v>
                </c:pt>
                <c:pt idx="788">
                  <c:v>23.113828659057599</c:v>
                </c:pt>
                <c:pt idx="789">
                  <c:v>23.143001556396399</c:v>
                </c:pt>
                <c:pt idx="790">
                  <c:v>23.172174453735298</c:v>
                </c:pt>
                <c:pt idx="791">
                  <c:v>23.201347351074201</c:v>
                </c:pt>
                <c:pt idx="792">
                  <c:v>23.230520248413001</c:v>
                </c:pt>
                <c:pt idx="793">
                  <c:v>23.2596931457519</c:v>
                </c:pt>
                <c:pt idx="794">
                  <c:v>23.288866043090799</c:v>
                </c:pt>
                <c:pt idx="795">
                  <c:v>23.318038940429599</c:v>
                </c:pt>
                <c:pt idx="796">
                  <c:v>23.347211837768501</c:v>
                </c:pt>
                <c:pt idx="797">
                  <c:v>23.376384735107401</c:v>
                </c:pt>
                <c:pt idx="798">
                  <c:v>23.4055576324462</c:v>
                </c:pt>
                <c:pt idx="799">
                  <c:v>23.434730529785099</c:v>
                </c:pt>
                <c:pt idx="800">
                  <c:v>23.463903427123999</c:v>
                </c:pt>
                <c:pt idx="801">
                  <c:v>23.493076324462798</c:v>
                </c:pt>
                <c:pt idx="802">
                  <c:v>23.522249221801701</c:v>
                </c:pt>
                <c:pt idx="803">
                  <c:v>23.5514221191406</c:v>
                </c:pt>
                <c:pt idx="804">
                  <c:v>23.5805950164794</c:v>
                </c:pt>
                <c:pt idx="805">
                  <c:v>23.609767913818299</c:v>
                </c:pt>
                <c:pt idx="806">
                  <c:v>23.638940811157202</c:v>
                </c:pt>
                <c:pt idx="807">
                  <c:v>23.668113708496001</c:v>
                </c:pt>
                <c:pt idx="808">
                  <c:v>23.697286605834901</c:v>
                </c:pt>
                <c:pt idx="809">
                  <c:v>23.7264595031738</c:v>
                </c:pt>
                <c:pt idx="810">
                  <c:v>23.755632400512599</c:v>
                </c:pt>
                <c:pt idx="811">
                  <c:v>23.784805297851499</c:v>
                </c:pt>
                <c:pt idx="812">
                  <c:v>23.813978195190401</c:v>
                </c:pt>
                <c:pt idx="813">
                  <c:v>23.843151092529201</c:v>
                </c:pt>
                <c:pt idx="814">
                  <c:v>23.8723239898681</c:v>
                </c:pt>
                <c:pt idx="815">
                  <c:v>23.901496887206999</c:v>
                </c:pt>
                <c:pt idx="816">
                  <c:v>23.930669784545898</c:v>
                </c:pt>
                <c:pt idx="817">
                  <c:v>23.959842681884702</c:v>
                </c:pt>
                <c:pt idx="818">
                  <c:v>23.989015579223601</c:v>
                </c:pt>
                <c:pt idx="819">
                  <c:v>24.0181884765625</c:v>
                </c:pt>
                <c:pt idx="820">
                  <c:v>24.0473613739013</c:v>
                </c:pt>
                <c:pt idx="821">
                  <c:v>24.076534271240199</c:v>
                </c:pt>
                <c:pt idx="822">
                  <c:v>24.105707168579102</c:v>
                </c:pt>
                <c:pt idx="823">
                  <c:v>24.134880065917901</c:v>
                </c:pt>
                <c:pt idx="824">
                  <c:v>24.1640529632568</c:v>
                </c:pt>
                <c:pt idx="825">
                  <c:v>24.1932258605957</c:v>
                </c:pt>
                <c:pt idx="826">
                  <c:v>24.222398757934499</c:v>
                </c:pt>
                <c:pt idx="827">
                  <c:v>24.251571655273398</c:v>
                </c:pt>
                <c:pt idx="828">
                  <c:v>24.280744552612301</c:v>
                </c:pt>
                <c:pt idx="829">
                  <c:v>24.309917449951101</c:v>
                </c:pt>
                <c:pt idx="830">
                  <c:v>24.33909034729</c:v>
                </c:pt>
                <c:pt idx="831">
                  <c:v>24.368263244628899</c:v>
                </c:pt>
                <c:pt idx="832">
                  <c:v>24.397436141967699</c:v>
                </c:pt>
                <c:pt idx="833">
                  <c:v>24.426609039306602</c:v>
                </c:pt>
                <c:pt idx="834">
                  <c:v>24.455781936645501</c:v>
                </c:pt>
                <c:pt idx="835">
                  <c:v>24.4849548339843</c:v>
                </c:pt>
                <c:pt idx="836">
                  <c:v>24.5141277313232</c:v>
                </c:pt>
                <c:pt idx="837">
                  <c:v>24.543300628662099</c:v>
                </c:pt>
                <c:pt idx="838">
                  <c:v>24.572473526000898</c:v>
                </c:pt>
                <c:pt idx="839">
                  <c:v>24.601646423339801</c:v>
                </c:pt>
                <c:pt idx="840">
                  <c:v>24.6308193206787</c:v>
                </c:pt>
                <c:pt idx="841">
                  <c:v>24.6599922180175</c:v>
                </c:pt>
                <c:pt idx="842">
                  <c:v>24.689165115356399</c:v>
                </c:pt>
                <c:pt idx="843">
                  <c:v>24.718338012695298</c:v>
                </c:pt>
                <c:pt idx="844">
                  <c:v>24.747510910034102</c:v>
                </c:pt>
                <c:pt idx="845">
                  <c:v>24.776683807373001</c:v>
                </c:pt>
                <c:pt idx="846">
                  <c:v>24.8058567047119</c:v>
                </c:pt>
                <c:pt idx="847">
                  <c:v>24.8350296020507</c:v>
                </c:pt>
                <c:pt idx="848">
                  <c:v>24.864202499389599</c:v>
                </c:pt>
                <c:pt idx="849">
                  <c:v>24.893375396728501</c:v>
                </c:pt>
                <c:pt idx="850">
                  <c:v>24.922548294067301</c:v>
                </c:pt>
                <c:pt idx="851">
                  <c:v>24.9517211914062</c:v>
                </c:pt>
                <c:pt idx="852">
                  <c:v>24.980894088745099</c:v>
                </c:pt>
                <c:pt idx="853">
                  <c:v>25.010066986083899</c:v>
                </c:pt>
                <c:pt idx="854">
                  <c:v>25.039239883422798</c:v>
                </c:pt>
                <c:pt idx="855">
                  <c:v>25.068412780761701</c:v>
                </c:pt>
                <c:pt idx="856">
                  <c:v>25.097585678100501</c:v>
                </c:pt>
                <c:pt idx="857">
                  <c:v>25.1267585754394</c:v>
                </c:pt>
                <c:pt idx="858">
                  <c:v>25.155931472778299</c:v>
                </c:pt>
                <c:pt idx="859">
                  <c:v>25.185104370117099</c:v>
                </c:pt>
                <c:pt idx="860">
                  <c:v>25.214277267456001</c:v>
                </c:pt>
                <c:pt idx="861">
                  <c:v>25.243450164794901</c:v>
                </c:pt>
                <c:pt idx="862">
                  <c:v>25.2726230621337</c:v>
                </c:pt>
                <c:pt idx="863">
                  <c:v>25.301795959472599</c:v>
                </c:pt>
                <c:pt idx="864">
                  <c:v>25.330968856811499</c:v>
                </c:pt>
                <c:pt idx="865">
                  <c:v>25.360141754150298</c:v>
                </c:pt>
                <c:pt idx="866">
                  <c:v>25.389314651489201</c:v>
                </c:pt>
                <c:pt idx="867">
                  <c:v>25.4184875488281</c:v>
                </c:pt>
                <c:pt idx="868">
                  <c:v>25.4476604461669</c:v>
                </c:pt>
                <c:pt idx="869">
                  <c:v>25.476833343505799</c:v>
                </c:pt>
                <c:pt idx="870">
                  <c:v>25.506006240844702</c:v>
                </c:pt>
                <c:pt idx="871">
                  <c:v>25.535179138183501</c:v>
                </c:pt>
                <c:pt idx="872">
                  <c:v>25.564352035522401</c:v>
                </c:pt>
                <c:pt idx="873">
                  <c:v>25.5935249328613</c:v>
                </c:pt>
                <c:pt idx="874">
                  <c:v>25.622697830200099</c:v>
                </c:pt>
                <c:pt idx="875">
                  <c:v>25.651870727538999</c:v>
                </c:pt>
                <c:pt idx="876">
                  <c:v>25.681043624877901</c:v>
                </c:pt>
                <c:pt idx="877">
                  <c:v>25.710216522216701</c:v>
                </c:pt>
                <c:pt idx="878">
                  <c:v>25.7393894195556</c:v>
                </c:pt>
                <c:pt idx="879">
                  <c:v>25.768562316894499</c:v>
                </c:pt>
                <c:pt idx="880">
                  <c:v>25.797735214233398</c:v>
                </c:pt>
                <c:pt idx="881">
                  <c:v>25.826908111572202</c:v>
                </c:pt>
                <c:pt idx="882">
                  <c:v>25.856081008911101</c:v>
                </c:pt>
                <c:pt idx="883">
                  <c:v>25.88525390625</c:v>
                </c:pt>
                <c:pt idx="884">
                  <c:v>25.9144268035888</c:v>
                </c:pt>
                <c:pt idx="885">
                  <c:v>25.943599700927699</c:v>
                </c:pt>
                <c:pt idx="886">
                  <c:v>25.972772598266602</c:v>
                </c:pt>
                <c:pt idx="887">
                  <c:v>26.001945495605401</c:v>
                </c:pt>
                <c:pt idx="888">
                  <c:v>26.0311183929443</c:v>
                </c:pt>
                <c:pt idx="889">
                  <c:v>26.0602912902832</c:v>
                </c:pt>
                <c:pt idx="890">
                  <c:v>26.089464187621999</c:v>
                </c:pt>
                <c:pt idx="891">
                  <c:v>26.118637084960898</c:v>
                </c:pt>
                <c:pt idx="892">
                  <c:v>26.147809982299801</c:v>
                </c:pt>
                <c:pt idx="893">
                  <c:v>26.176982879638601</c:v>
                </c:pt>
                <c:pt idx="894">
                  <c:v>26.2061557769775</c:v>
                </c:pt>
                <c:pt idx="895">
                  <c:v>26.235328674316399</c:v>
                </c:pt>
                <c:pt idx="896">
                  <c:v>26.264501571655199</c:v>
                </c:pt>
                <c:pt idx="897">
                  <c:v>26.293674468994102</c:v>
                </c:pt>
                <c:pt idx="898">
                  <c:v>26.322847366333001</c:v>
                </c:pt>
                <c:pt idx="899">
                  <c:v>26.3520202636718</c:v>
                </c:pt>
                <c:pt idx="900">
                  <c:v>26.3811931610107</c:v>
                </c:pt>
                <c:pt idx="901">
                  <c:v>26.410366058349599</c:v>
                </c:pt>
                <c:pt idx="902">
                  <c:v>26.439538955688398</c:v>
                </c:pt>
                <c:pt idx="903">
                  <c:v>26.468711853027301</c:v>
                </c:pt>
                <c:pt idx="904">
                  <c:v>26.4978847503662</c:v>
                </c:pt>
                <c:pt idx="905">
                  <c:v>26.527057647705</c:v>
                </c:pt>
                <c:pt idx="906">
                  <c:v>26.556230545043899</c:v>
                </c:pt>
                <c:pt idx="907">
                  <c:v>26.585403442382798</c:v>
                </c:pt>
                <c:pt idx="908">
                  <c:v>26.614576339721602</c:v>
                </c:pt>
                <c:pt idx="909">
                  <c:v>26.643749237060501</c:v>
                </c:pt>
                <c:pt idx="910">
                  <c:v>26.6729221343994</c:v>
                </c:pt>
                <c:pt idx="911">
                  <c:v>26.7020950317382</c:v>
                </c:pt>
                <c:pt idx="912">
                  <c:v>26.731267929077099</c:v>
                </c:pt>
                <c:pt idx="913">
                  <c:v>26.760440826416001</c:v>
                </c:pt>
                <c:pt idx="914">
                  <c:v>26.789613723754801</c:v>
                </c:pt>
                <c:pt idx="915">
                  <c:v>26.8187866210937</c:v>
                </c:pt>
                <c:pt idx="916">
                  <c:v>26.847959518432599</c:v>
                </c:pt>
                <c:pt idx="917">
                  <c:v>26.877132415771399</c:v>
                </c:pt>
                <c:pt idx="918">
                  <c:v>26.906305313110298</c:v>
                </c:pt>
                <c:pt idx="919">
                  <c:v>26.935478210449201</c:v>
                </c:pt>
                <c:pt idx="920">
                  <c:v>26.964651107788001</c:v>
                </c:pt>
                <c:pt idx="921">
                  <c:v>26.9938240051269</c:v>
                </c:pt>
                <c:pt idx="922">
                  <c:v>27.022996902465799</c:v>
                </c:pt>
                <c:pt idx="923">
                  <c:v>27.052169799804599</c:v>
                </c:pt>
                <c:pt idx="924">
                  <c:v>27.081342697143501</c:v>
                </c:pt>
                <c:pt idx="925">
                  <c:v>27.110515594482401</c:v>
                </c:pt>
                <c:pt idx="926">
                  <c:v>27.1396884918212</c:v>
                </c:pt>
                <c:pt idx="927">
                  <c:v>27.168861389160099</c:v>
                </c:pt>
                <c:pt idx="928">
                  <c:v>27.198034286498999</c:v>
                </c:pt>
                <c:pt idx="929">
                  <c:v>27.227207183837798</c:v>
                </c:pt>
                <c:pt idx="930">
                  <c:v>27.256380081176701</c:v>
                </c:pt>
                <c:pt idx="931">
                  <c:v>27.2855529785156</c:v>
                </c:pt>
                <c:pt idx="932">
                  <c:v>27.3147258758544</c:v>
                </c:pt>
                <c:pt idx="933">
                  <c:v>27.343898773193299</c:v>
                </c:pt>
                <c:pt idx="934">
                  <c:v>27.373071670532202</c:v>
                </c:pt>
                <c:pt idx="935">
                  <c:v>27.402244567871001</c:v>
                </c:pt>
                <c:pt idx="936">
                  <c:v>27.431417465209901</c:v>
                </c:pt>
                <c:pt idx="937">
                  <c:v>27.4605903625488</c:v>
                </c:pt>
                <c:pt idx="938">
                  <c:v>27.489763259887599</c:v>
                </c:pt>
                <c:pt idx="939">
                  <c:v>27.518936157226499</c:v>
                </c:pt>
                <c:pt idx="940">
                  <c:v>27.548109054565401</c:v>
                </c:pt>
                <c:pt idx="941">
                  <c:v>27.577281951904201</c:v>
                </c:pt>
                <c:pt idx="942">
                  <c:v>27.6064548492431</c:v>
                </c:pt>
                <c:pt idx="943">
                  <c:v>27.635627746581999</c:v>
                </c:pt>
                <c:pt idx="944">
                  <c:v>27.664800643920898</c:v>
                </c:pt>
                <c:pt idx="945">
                  <c:v>27.693973541259702</c:v>
                </c:pt>
                <c:pt idx="946">
                  <c:v>27.723146438598601</c:v>
                </c:pt>
                <c:pt idx="947">
                  <c:v>27.7523193359375</c:v>
                </c:pt>
                <c:pt idx="948">
                  <c:v>27.7814922332763</c:v>
                </c:pt>
                <c:pt idx="949">
                  <c:v>27.810665130615199</c:v>
                </c:pt>
                <c:pt idx="950">
                  <c:v>27.839838027954102</c:v>
                </c:pt>
                <c:pt idx="951">
                  <c:v>27.869010925292901</c:v>
                </c:pt>
                <c:pt idx="952">
                  <c:v>27.8981838226318</c:v>
                </c:pt>
                <c:pt idx="953">
                  <c:v>27.9273567199707</c:v>
                </c:pt>
                <c:pt idx="954">
                  <c:v>27.956529617309499</c:v>
                </c:pt>
                <c:pt idx="955">
                  <c:v>27.985702514648398</c:v>
                </c:pt>
                <c:pt idx="956">
                  <c:v>28.014875411987301</c:v>
                </c:pt>
                <c:pt idx="957">
                  <c:v>28.044048309326101</c:v>
                </c:pt>
                <c:pt idx="958">
                  <c:v>28.073221206665</c:v>
                </c:pt>
                <c:pt idx="959">
                  <c:v>28.102394104003899</c:v>
                </c:pt>
                <c:pt idx="960">
                  <c:v>28.131567001342699</c:v>
                </c:pt>
                <c:pt idx="961">
                  <c:v>28.160739898681602</c:v>
                </c:pt>
                <c:pt idx="962">
                  <c:v>28.189912796020501</c:v>
                </c:pt>
                <c:pt idx="963">
                  <c:v>28.2190856933593</c:v>
                </c:pt>
                <c:pt idx="964">
                  <c:v>28.2482585906982</c:v>
                </c:pt>
                <c:pt idx="965">
                  <c:v>28.277431488037099</c:v>
                </c:pt>
                <c:pt idx="966">
                  <c:v>28.306604385375898</c:v>
                </c:pt>
                <c:pt idx="967">
                  <c:v>28.335777282714801</c:v>
                </c:pt>
                <c:pt idx="968">
                  <c:v>28.3649501800537</c:v>
                </c:pt>
                <c:pt idx="969">
                  <c:v>28.3941230773925</c:v>
                </c:pt>
                <c:pt idx="970">
                  <c:v>28.423295974731399</c:v>
                </c:pt>
                <c:pt idx="971">
                  <c:v>28.452468872070298</c:v>
                </c:pt>
                <c:pt idx="972">
                  <c:v>28.481641769409102</c:v>
                </c:pt>
                <c:pt idx="973">
                  <c:v>28.510814666748001</c:v>
                </c:pt>
                <c:pt idx="974">
                  <c:v>28.5399875640869</c:v>
                </c:pt>
                <c:pt idx="975">
                  <c:v>28.5691604614257</c:v>
                </c:pt>
                <c:pt idx="976">
                  <c:v>28.598333358764599</c:v>
                </c:pt>
                <c:pt idx="977">
                  <c:v>28.627506256103501</c:v>
                </c:pt>
                <c:pt idx="978">
                  <c:v>28.656679153442301</c:v>
                </c:pt>
                <c:pt idx="979">
                  <c:v>28.6858520507812</c:v>
                </c:pt>
                <c:pt idx="980">
                  <c:v>28.715024948120099</c:v>
                </c:pt>
                <c:pt idx="981">
                  <c:v>28.744197845458899</c:v>
                </c:pt>
                <c:pt idx="982">
                  <c:v>28.773370742797798</c:v>
                </c:pt>
                <c:pt idx="983">
                  <c:v>28.802543640136701</c:v>
                </c:pt>
                <c:pt idx="984">
                  <c:v>28.831716537475501</c:v>
                </c:pt>
                <c:pt idx="985">
                  <c:v>28.8608894348144</c:v>
                </c:pt>
                <c:pt idx="986">
                  <c:v>28.890062332153299</c:v>
                </c:pt>
                <c:pt idx="987">
                  <c:v>28.919235229492099</c:v>
                </c:pt>
                <c:pt idx="988">
                  <c:v>28.948408126831001</c:v>
                </c:pt>
                <c:pt idx="989">
                  <c:v>28.977581024169901</c:v>
                </c:pt>
                <c:pt idx="990">
                  <c:v>29.0067539215087</c:v>
                </c:pt>
                <c:pt idx="991">
                  <c:v>29.035926818847599</c:v>
                </c:pt>
                <c:pt idx="992">
                  <c:v>29.065099716186499</c:v>
                </c:pt>
                <c:pt idx="993">
                  <c:v>29.094272613525298</c:v>
                </c:pt>
                <c:pt idx="994">
                  <c:v>29.123445510864201</c:v>
                </c:pt>
                <c:pt idx="995">
                  <c:v>29.1526184082031</c:v>
                </c:pt>
                <c:pt idx="996">
                  <c:v>29.1817913055419</c:v>
                </c:pt>
                <c:pt idx="997">
                  <c:v>29.210964202880799</c:v>
                </c:pt>
                <c:pt idx="998">
                  <c:v>29.240137100219702</c:v>
                </c:pt>
                <c:pt idx="999">
                  <c:v>29.269309997558501</c:v>
                </c:pt>
                <c:pt idx="1000">
                  <c:v>29.298482894897401</c:v>
                </c:pt>
                <c:pt idx="1001">
                  <c:v>29.3276557922363</c:v>
                </c:pt>
                <c:pt idx="1002">
                  <c:v>29.356828689575099</c:v>
                </c:pt>
                <c:pt idx="1003">
                  <c:v>29.386001586913999</c:v>
                </c:pt>
                <c:pt idx="1004">
                  <c:v>29.415174484252901</c:v>
                </c:pt>
                <c:pt idx="1005">
                  <c:v>29.444347381591701</c:v>
                </c:pt>
                <c:pt idx="1006">
                  <c:v>29.4735202789306</c:v>
                </c:pt>
                <c:pt idx="1007">
                  <c:v>29.502693176269499</c:v>
                </c:pt>
                <c:pt idx="1008">
                  <c:v>29.531866073608398</c:v>
                </c:pt>
                <c:pt idx="1009">
                  <c:v>29.561038970947202</c:v>
                </c:pt>
                <c:pt idx="1010">
                  <c:v>29.590211868286101</c:v>
                </c:pt>
                <c:pt idx="1011">
                  <c:v>29.619384765625</c:v>
                </c:pt>
                <c:pt idx="1012">
                  <c:v>29.6485576629638</c:v>
                </c:pt>
                <c:pt idx="1013">
                  <c:v>29.677730560302699</c:v>
                </c:pt>
                <c:pt idx="1014">
                  <c:v>29.706903457641602</c:v>
                </c:pt>
                <c:pt idx="1015">
                  <c:v>29.736076354980401</c:v>
                </c:pt>
                <c:pt idx="1016">
                  <c:v>29.7652492523193</c:v>
                </c:pt>
                <c:pt idx="1017">
                  <c:v>29.7944221496582</c:v>
                </c:pt>
                <c:pt idx="1018">
                  <c:v>29.823595046996999</c:v>
                </c:pt>
                <c:pt idx="1019">
                  <c:v>29.852767944335898</c:v>
                </c:pt>
                <c:pt idx="1020">
                  <c:v>29.881940841674801</c:v>
                </c:pt>
                <c:pt idx="1021">
                  <c:v>29.911113739013601</c:v>
                </c:pt>
                <c:pt idx="1022">
                  <c:v>29.9402866363525</c:v>
                </c:pt>
                <c:pt idx="1023">
                  <c:v>29.969459533691399</c:v>
                </c:pt>
                <c:pt idx="1024">
                  <c:v>29.998632431030199</c:v>
                </c:pt>
                <c:pt idx="1025">
                  <c:v>30.027805328369102</c:v>
                </c:pt>
                <c:pt idx="1026">
                  <c:v>30.056978225708001</c:v>
                </c:pt>
                <c:pt idx="1027">
                  <c:v>30.0861511230468</c:v>
                </c:pt>
                <c:pt idx="1028">
                  <c:v>30.1153240203857</c:v>
                </c:pt>
                <c:pt idx="1029">
                  <c:v>30.144496917724599</c:v>
                </c:pt>
                <c:pt idx="1030">
                  <c:v>30.173669815063398</c:v>
                </c:pt>
                <c:pt idx="1031">
                  <c:v>30.202842712402301</c:v>
                </c:pt>
                <c:pt idx="1032">
                  <c:v>30.2320156097412</c:v>
                </c:pt>
                <c:pt idx="1033">
                  <c:v>30.26118850708</c:v>
                </c:pt>
                <c:pt idx="1034">
                  <c:v>30.290361404418899</c:v>
                </c:pt>
                <c:pt idx="1035">
                  <c:v>30.319534301757798</c:v>
                </c:pt>
                <c:pt idx="1036">
                  <c:v>30.348707199096602</c:v>
                </c:pt>
                <c:pt idx="1037">
                  <c:v>30.377880096435501</c:v>
                </c:pt>
                <c:pt idx="1038">
                  <c:v>30.4070529937744</c:v>
                </c:pt>
                <c:pt idx="1039">
                  <c:v>30.4362258911132</c:v>
                </c:pt>
                <c:pt idx="1040">
                  <c:v>30.465398788452099</c:v>
                </c:pt>
                <c:pt idx="1041">
                  <c:v>30.494571685791001</c:v>
                </c:pt>
                <c:pt idx="1042">
                  <c:v>30.523744583129801</c:v>
                </c:pt>
                <c:pt idx="1043">
                  <c:v>30.5529174804687</c:v>
                </c:pt>
                <c:pt idx="1044">
                  <c:v>30.582090377807599</c:v>
                </c:pt>
                <c:pt idx="1045">
                  <c:v>30.611263275146399</c:v>
                </c:pt>
                <c:pt idx="1046">
                  <c:v>30.640436172485298</c:v>
                </c:pt>
                <c:pt idx="1047">
                  <c:v>30.669609069824201</c:v>
                </c:pt>
                <c:pt idx="1048">
                  <c:v>30.698781967163001</c:v>
                </c:pt>
                <c:pt idx="1049">
                  <c:v>30.7279548645019</c:v>
                </c:pt>
                <c:pt idx="1050">
                  <c:v>30.757127761840799</c:v>
                </c:pt>
                <c:pt idx="1051">
                  <c:v>30.786300659179599</c:v>
                </c:pt>
                <c:pt idx="1052">
                  <c:v>30.815473556518501</c:v>
                </c:pt>
                <c:pt idx="1053">
                  <c:v>30.844646453857401</c:v>
                </c:pt>
                <c:pt idx="1054">
                  <c:v>30.8738193511962</c:v>
                </c:pt>
                <c:pt idx="1055">
                  <c:v>30.902992248535099</c:v>
                </c:pt>
                <c:pt idx="1056">
                  <c:v>30.932165145873999</c:v>
                </c:pt>
                <c:pt idx="1057">
                  <c:v>30.961338043212798</c:v>
                </c:pt>
                <c:pt idx="1058">
                  <c:v>30.990510940551701</c:v>
                </c:pt>
                <c:pt idx="1059">
                  <c:v>31.0196838378906</c:v>
                </c:pt>
                <c:pt idx="1060">
                  <c:v>31.0488567352294</c:v>
                </c:pt>
                <c:pt idx="1061">
                  <c:v>31.078029632568299</c:v>
                </c:pt>
                <c:pt idx="1062">
                  <c:v>31.107202529907202</c:v>
                </c:pt>
                <c:pt idx="1063">
                  <c:v>31.136375427246001</c:v>
                </c:pt>
                <c:pt idx="1064">
                  <c:v>31.165548324584901</c:v>
                </c:pt>
                <c:pt idx="1065">
                  <c:v>31.1947212219238</c:v>
                </c:pt>
                <c:pt idx="1066">
                  <c:v>31.223894119262599</c:v>
                </c:pt>
                <c:pt idx="1067">
                  <c:v>31.253067016601499</c:v>
                </c:pt>
                <c:pt idx="1068">
                  <c:v>31.282239913940401</c:v>
                </c:pt>
                <c:pt idx="1069">
                  <c:v>31.311412811279201</c:v>
                </c:pt>
                <c:pt idx="1070">
                  <c:v>31.3405857086181</c:v>
                </c:pt>
                <c:pt idx="1071">
                  <c:v>31.369758605956999</c:v>
                </c:pt>
                <c:pt idx="1072">
                  <c:v>31.398931503295898</c:v>
                </c:pt>
                <c:pt idx="1073">
                  <c:v>31.428104400634702</c:v>
                </c:pt>
                <c:pt idx="1074">
                  <c:v>31.457277297973601</c:v>
                </c:pt>
                <c:pt idx="1075">
                  <c:v>31.4864501953125</c:v>
                </c:pt>
                <c:pt idx="1076">
                  <c:v>31.5156230926513</c:v>
                </c:pt>
                <c:pt idx="1077">
                  <c:v>31.544795989990199</c:v>
                </c:pt>
                <c:pt idx="1078">
                  <c:v>31.573968887329102</c:v>
                </c:pt>
                <c:pt idx="1079">
                  <c:v>31.603141784667901</c:v>
                </c:pt>
                <c:pt idx="1080">
                  <c:v>31.6323146820068</c:v>
                </c:pt>
                <c:pt idx="1081">
                  <c:v>31.6614875793457</c:v>
                </c:pt>
                <c:pt idx="1082">
                  <c:v>31.690660476684499</c:v>
                </c:pt>
                <c:pt idx="1083">
                  <c:v>31.719833374023398</c:v>
                </c:pt>
                <c:pt idx="1084">
                  <c:v>31.749006271362301</c:v>
                </c:pt>
                <c:pt idx="1085">
                  <c:v>31.778179168701101</c:v>
                </c:pt>
                <c:pt idx="1086">
                  <c:v>31.80735206604</c:v>
                </c:pt>
                <c:pt idx="1087">
                  <c:v>31.836524963378899</c:v>
                </c:pt>
                <c:pt idx="1088">
                  <c:v>31.865697860717699</c:v>
                </c:pt>
                <c:pt idx="1089">
                  <c:v>31.894870758056602</c:v>
                </c:pt>
                <c:pt idx="1090">
                  <c:v>31.924043655395501</c:v>
                </c:pt>
                <c:pt idx="1091">
                  <c:v>31.9532165527343</c:v>
                </c:pt>
                <c:pt idx="1092">
                  <c:v>31.9823894500732</c:v>
                </c:pt>
                <c:pt idx="1093">
                  <c:v>32.011558532714801</c:v>
                </c:pt>
                <c:pt idx="1094">
                  <c:v>32.040718078613203</c:v>
                </c:pt>
                <c:pt idx="1095">
                  <c:v>32.069877624511697</c:v>
                </c:pt>
                <c:pt idx="1096">
                  <c:v>32.099037170410099</c:v>
                </c:pt>
                <c:pt idx="1097">
                  <c:v>32.128196716308501</c:v>
                </c:pt>
                <c:pt idx="1098">
                  <c:v>32.157356262207003</c:v>
                </c:pt>
                <c:pt idx="1099">
                  <c:v>32.186515808105398</c:v>
                </c:pt>
                <c:pt idx="1100">
                  <c:v>32.215675354003899</c:v>
                </c:pt>
                <c:pt idx="1101">
                  <c:v>32.244834899902301</c:v>
                </c:pt>
                <c:pt idx="1102">
                  <c:v>32.273994445800703</c:v>
                </c:pt>
                <c:pt idx="1103">
                  <c:v>32.303153991699197</c:v>
                </c:pt>
                <c:pt idx="1104">
                  <c:v>32.332313537597599</c:v>
                </c:pt>
                <c:pt idx="1105">
                  <c:v>32.361473083496001</c:v>
                </c:pt>
                <c:pt idx="1106">
                  <c:v>32.390632629394503</c:v>
                </c:pt>
                <c:pt idx="1107">
                  <c:v>32.419792175292898</c:v>
                </c:pt>
                <c:pt idx="1108">
                  <c:v>32.448951721191399</c:v>
                </c:pt>
                <c:pt idx="1109">
                  <c:v>32.478111267089801</c:v>
                </c:pt>
                <c:pt idx="1110">
                  <c:v>32.507270812988203</c:v>
                </c:pt>
                <c:pt idx="1111">
                  <c:v>32.536430358886697</c:v>
                </c:pt>
                <c:pt idx="1112">
                  <c:v>32.565589904785099</c:v>
                </c:pt>
                <c:pt idx="1113">
                  <c:v>32.594749450683501</c:v>
                </c:pt>
                <c:pt idx="1114">
                  <c:v>32.623908996582003</c:v>
                </c:pt>
                <c:pt idx="1115">
                  <c:v>32.653068542480398</c:v>
                </c:pt>
                <c:pt idx="1116">
                  <c:v>32.682228088378899</c:v>
                </c:pt>
                <c:pt idx="1117">
                  <c:v>32.711387634277301</c:v>
                </c:pt>
                <c:pt idx="1118">
                  <c:v>32.740547180175703</c:v>
                </c:pt>
                <c:pt idx="1119">
                  <c:v>32.769706726074197</c:v>
                </c:pt>
                <c:pt idx="1120">
                  <c:v>32.798866271972599</c:v>
                </c:pt>
                <c:pt idx="1121">
                  <c:v>32.828025817871001</c:v>
                </c:pt>
                <c:pt idx="1122">
                  <c:v>32.857185363769503</c:v>
                </c:pt>
                <c:pt idx="1123">
                  <c:v>32.886344909667898</c:v>
                </c:pt>
                <c:pt idx="1124">
                  <c:v>32.915504455566399</c:v>
                </c:pt>
                <c:pt idx="1125">
                  <c:v>32.944664001464801</c:v>
                </c:pt>
                <c:pt idx="1126">
                  <c:v>32.973823547363203</c:v>
                </c:pt>
                <c:pt idx="1127">
                  <c:v>33.002983093261697</c:v>
                </c:pt>
                <c:pt idx="1128">
                  <c:v>33.032142639160099</c:v>
                </c:pt>
                <c:pt idx="1129">
                  <c:v>33.061302185058501</c:v>
                </c:pt>
                <c:pt idx="1130">
                  <c:v>33.090461730957003</c:v>
                </c:pt>
                <c:pt idx="1131">
                  <c:v>33.119621276855398</c:v>
                </c:pt>
                <c:pt idx="1132">
                  <c:v>33.148780822753899</c:v>
                </c:pt>
                <c:pt idx="1133">
                  <c:v>33.177940368652301</c:v>
                </c:pt>
                <c:pt idx="1134">
                  <c:v>33.207099914550703</c:v>
                </c:pt>
                <c:pt idx="1135">
                  <c:v>33.236259460449197</c:v>
                </c:pt>
                <c:pt idx="1136">
                  <c:v>33.265419006347599</c:v>
                </c:pt>
                <c:pt idx="1137">
                  <c:v>33.294578552246001</c:v>
                </c:pt>
                <c:pt idx="1138">
                  <c:v>33.323738098144503</c:v>
                </c:pt>
                <c:pt idx="1139">
                  <c:v>33.352897644042898</c:v>
                </c:pt>
                <c:pt idx="1140">
                  <c:v>33.382057189941399</c:v>
                </c:pt>
                <c:pt idx="1141">
                  <c:v>33.411216735839801</c:v>
                </c:pt>
                <c:pt idx="1142">
                  <c:v>33.440376281738203</c:v>
                </c:pt>
                <c:pt idx="1143">
                  <c:v>33.469535827636697</c:v>
                </c:pt>
                <c:pt idx="1144">
                  <c:v>33.498695373535099</c:v>
                </c:pt>
                <c:pt idx="1145">
                  <c:v>33.527854919433501</c:v>
                </c:pt>
                <c:pt idx="1146">
                  <c:v>33.557014465332003</c:v>
                </c:pt>
                <c:pt idx="1147">
                  <c:v>33.586174011230398</c:v>
                </c:pt>
                <c:pt idx="1148">
                  <c:v>33.615333557128899</c:v>
                </c:pt>
                <c:pt idx="1149">
                  <c:v>33.644493103027301</c:v>
                </c:pt>
                <c:pt idx="1150">
                  <c:v>33.673652648925703</c:v>
                </c:pt>
                <c:pt idx="1151">
                  <c:v>33.702812194824197</c:v>
                </c:pt>
                <c:pt idx="1152">
                  <c:v>33.731971740722599</c:v>
                </c:pt>
                <c:pt idx="1153">
                  <c:v>33.761131286621001</c:v>
                </c:pt>
                <c:pt idx="1154">
                  <c:v>33.790290832519503</c:v>
                </c:pt>
                <c:pt idx="1155">
                  <c:v>33.819450378417898</c:v>
                </c:pt>
                <c:pt idx="1156">
                  <c:v>33.848609924316399</c:v>
                </c:pt>
                <c:pt idx="1157">
                  <c:v>33.877769470214801</c:v>
                </c:pt>
                <c:pt idx="1158">
                  <c:v>33.906929016113203</c:v>
                </c:pt>
                <c:pt idx="1159">
                  <c:v>33.936088562011697</c:v>
                </c:pt>
                <c:pt idx="1160">
                  <c:v>33.965248107910099</c:v>
                </c:pt>
                <c:pt idx="1161">
                  <c:v>33.994407653808501</c:v>
                </c:pt>
                <c:pt idx="1162">
                  <c:v>34.023567199707003</c:v>
                </c:pt>
                <c:pt idx="1163">
                  <c:v>34.052726745605398</c:v>
                </c:pt>
                <c:pt idx="1164">
                  <c:v>34.081886291503899</c:v>
                </c:pt>
                <c:pt idx="1165">
                  <c:v>34.111045837402301</c:v>
                </c:pt>
                <c:pt idx="1166">
                  <c:v>34.140205383300703</c:v>
                </c:pt>
                <c:pt idx="1167">
                  <c:v>34.169364929199197</c:v>
                </c:pt>
                <c:pt idx="1168">
                  <c:v>34.198524475097599</c:v>
                </c:pt>
                <c:pt idx="1169">
                  <c:v>34.227684020996001</c:v>
                </c:pt>
                <c:pt idx="1170">
                  <c:v>34.256843566894503</c:v>
                </c:pt>
                <c:pt idx="1171">
                  <c:v>34.286003112792898</c:v>
                </c:pt>
                <c:pt idx="1172">
                  <c:v>34.315162658691399</c:v>
                </c:pt>
                <c:pt idx="1173">
                  <c:v>34.344322204589801</c:v>
                </c:pt>
                <c:pt idx="1174">
                  <c:v>34.373481750488203</c:v>
                </c:pt>
                <c:pt idx="1175">
                  <c:v>34.402641296386697</c:v>
                </c:pt>
                <c:pt idx="1176">
                  <c:v>34.431800842285099</c:v>
                </c:pt>
                <c:pt idx="1177">
                  <c:v>34.460960388183501</c:v>
                </c:pt>
                <c:pt idx="1178">
                  <c:v>34.490119934082003</c:v>
                </c:pt>
                <c:pt idx="1179">
                  <c:v>34.519279479980398</c:v>
                </c:pt>
                <c:pt idx="1180">
                  <c:v>34.548439025878899</c:v>
                </c:pt>
                <c:pt idx="1181">
                  <c:v>34.577598571777301</c:v>
                </c:pt>
                <c:pt idx="1182">
                  <c:v>34.606758117675703</c:v>
                </c:pt>
                <c:pt idx="1183">
                  <c:v>34.635917663574197</c:v>
                </c:pt>
                <c:pt idx="1184">
                  <c:v>34.665077209472599</c:v>
                </c:pt>
                <c:pt idx="1185">
                  <c:v>34.694236755371001</c:v>
                </c:pt>
                <c:pt idx="1186">
                  <c:v>34.723396301269503</c:v>
                </c:pt>
                <c:pt idx="1187">
                  <c:v>34.752555847167898</c:v>
                </c:pt>
                <c:pt idx="1188">
                  <c:v>34.781715393066399</c:v>
                </c:pt>
                <c:pt idx="1189">
                  <c:v>34.810874938964801</c:v>
                </c:pt>
                <c:pt idx="1190">
                  <c:v>34.840034484863203</c:v>
                </c:pt>
                <c:pt idx="1191">
                  <c:v>34.869194030761697</c:v>
                </c:pt>
                <c:pt idx="1192">
                  <c:v>34.898353576660099</c:v>
                </c:pt>
                <c:pt idx="1193">
                  <c:v>34.927513122558501</c:v>
                </c:pt>
                <c:pt idx="1194">
                  <c:v>34.956672668457003</c:v>
                </c:pt>
                <c:pt idx="1195">
                  <c:v>34.985832214355398</c:v>
                </c:pt>
                <c:pt idx="1196">
                  <c:v>34.998329162597599</c:v>
                </c:pt>
              </c:numCache>
            </c:numRef>
          </c:xVal>
          <c:yVal>
            <c:numRef>
              <c:f>'Double PV'!$Q$1:$Q$1197</c:f>
              <c:numCache>
                <c:formatCode>General</c:formatCode>
                <c:ptCount val="1197"/>
                <c:pt idx="0">
                  <c:v>60.0000190734863</c:v>
                </c:pt>
                <c:pt idx="1">
                  <c:v>60.0000190734863</c:v>
                </c:pt>
                <c:pt idx="2">
                  <c:v>60.000190734863203</c:v>
                </c:pt>
                <c:pt idx="3">
                  <c:v>60.000259399413999</c:v>
                </c:pt>
                <c:pt idx="4">
                  <c:v>60.000278472900298</c:v>
                </c:pt>
                <c:pt idx="5">
                  <c:v>60.000301361083899</c:v>
                </c:pt>
                <c:pt idx="6">
                  <c:v>60.000320434570298</c:v>
                </c:pt>
                <c:pt idx="7">
                  <c:v>60.000339508056598</c:v>
                </c:pt>
                <c:pt idx="8">
                  <c:v>60.000358581542898</c:v>
                </c:pt>
                <c:pt idx="9">
                  <c:v>60.000389099121001</c:v>
                </c:pt>
                <c:pt idx="10">
                  <c:v>60.000408172607401</c:v>
                </c:pt>
                <c:pt idx="11">
                  <c:v>60.000438690185497</c:v>
                </c:pt>
                <c:pt idx="12">
                  <c:v>60.000480651855398</c:v>
                </c:pt>
                <c:pt idx="13">
                  <c:v>60.000511169433501</c:v>
                </c:pt>
                <c:pt idx="14">
                  <c:v>60.000541687011697</c:v>
                </c:pt>
                <c:pt idx="15">
                  <c:v>60.0005683898925</c:v>
                </c:pt>
                <c:pt idx="16">
                  <c:v>60.000598907470703</c:v>
                </c:pt>
                <c:pt idx="17">
                  <c:v>60.0006294250488</c:v>
                </c:pt>
                <c:pt idx="18">
                  <c:v>60.000659942626903</c:v>
                </c:pt>
                <c:pt idx="19">
                  <c:v>60.000690460205</c:v>
                </c:pt>
                <c:pt idx="20">
                  <c:v>60.000720977783203</c:v>
                </c:pt>
                <c:pt idx="21">
                  <c:v>60.000740051269503</c:v>
                </c:pt>
                <c:pt idx="22">
                  <c:v>60.000759124755803</c:v>
                </c:pt>
                <c:pt idx="23">
                  <c:v>60.000789642333899</c:v>
                </c:pt>
                <c:pt idx="24">
                  <c:v>60.000801086425703</c:v>
                </c:pt>
                <c:pt idx="25">
                  <c:v>60.000820159912102</c:v>
                </c:pt>
                <c:pt idx="26">
                  <c:v>60.000839233398402</c:v>
                </c:pt>
                <c:pt idx="27">
                  <c:v>60.000858306884702</c:v>
                </c:pt>
                <c:pt idx="28">
                  <c:v>60.000881195068303</c:v>
                </c:pt>
                <c:pt idx="29">
                  <c:v>60.000881195068303</c:v>
                </c:pt>
                <c:pt idx="30">
                  <c:v>60.000579833984297</c:v>
                </c:pt>
                <c:pt idx="31">
                  <c:v>59.999458312988203</c:v>
                </c:pt>
                <c:pt idx="32">
                  <c:v>59.998790740966797</c:v>
                </c:pt>
                <c:pt idx="33">
                  <c:v>59.998199462890597</c:v>
                </c:pt>
                <c:pt idx="34">
                  <c:v>59.997489929199197</c:v>
                </c:pt>
                <c:pt idx="35">
                  <c:v>59.996639251708899</c:v>
                </c:pt>
                <c:pt idx="36">
                  <c:v>59.995670318603501</c:v>
                </c:pt>
                <c:pt idx="37">
                  <c:v>59.994640350341797</c:v>
                </c:pt>
                <c:pt idx="38">
                  <c:v>59.9935493469238</c:v>
                </c:pt>
                <c:pt idx="39">
                  <c:v>59.992378234863203</c:v>
                </c:pt>
                <c:pt idx="40">
                  <c:v>59.991130828857401</c:v>
                </c:pt>
                <c:pt idx="41">
                  <c:v>59.989791870117102</c:v>
                </c:pt>
                <c:pt idx="42">
                  <c:v>59.9883613586425</c:v>
                </c:pt>
                <c:pt idx="43">
                  <c:v>59.986820220947202</c:v>
                </c:pt>
                <c:pt idx="44">
                  <c:v>59.985160827636697</c:v>
                </c:pt>
                <c:pt idx="45">
                  <c:v>59.983379364013601</c:v>
                </c:pt>
                <c:pt idx="46">
                  <c:v>59.981468200683501</c:v>
                </c:pt>
                <c:pt idx="47">
                  <c:v>59.979438781738203</c:v>
                </c:pt>
                <c:pt idx="48">
                  <c:v>59.977291107177699</c:v>
                </c:pt>
                <c:pt idx="49">
                  <c:v>59.975009918212798</c:v>
                </c:pt>
                <c:pt idx="50">
                  <c:v>59.972618103027301</c:v>
                </c:pt>
                <c:pt idx="51">
                  <c:v>59.970119476318303</c:v>
                </c:pt>
                <c:pt idx="52">
                  <c:v>59.967521667480398</c:v>
                </c:pt>
                <c:pt idx="53">
                  <c:v>59.964839935302699</c:v>
                </c:pt>
                <c:pt idx="54">
                  <c:v>59.962070465087798</c:v>
                </c:pt>
                <c:pt idx="55">
                  <c:v>59.959251403808501</c:v>
                </c:pt>
                <c:pt idx="56">
                  <c:v>59.956371307372997</c:v>
                </c:pt>
                <c:pt idx="57">
                  <c:v>59.953460693359297</c:v>
                </c:pt>
                <c:pt idx="58">
                  <c:v>59.950508117675703</c:v>
                </c:pt>
                <c:pt idx="59">
                  <c:v>59.947540283203097</c:v>
                </c:pt>
                <c:pt idx="60">
                  <c:v>59.944561004638601</c:v>
                </c:pt>
                <c:pt idx="61">
                  <c:v>59.941570281982401</c:v>
                </c:pt>
                <c:pt idx="62">
                  <c:v>59.938591003417898</c:v>
                </c:pt>
                <c:pt idx="63">
                  <c:v>59.935619354247997</c:v>
                </c:pt>
                <c:pt idx="64">
                  <c:v>59.932670593261697</c:v>
                </c:pt>
                <c:pt idx="65">
                  <c:v>59.9297485351562</c:v>
                </c:pt>
                <c:pt idx="66">
                  <c:v>59.9268798828125</c:v>
                </c:pt>
                <c:pt idx="67">
                  <c:v>59.924030303955</c:v>
                </c:pt>
                <c:pt idx="68">
                  <c:v>59.921249389648402</c:v>
                </c:pt>
                <c:pt idx="69">
                  <c:v>59.918560028076101</c:v>
                </c:pt>
                <c:pt idx="70">
                  <c:v>59.915950775146399</c:v>
                </c:pt>
                <c:pt idx="71">
                  <c:v>59.913448333740199</c:v>
                </c:pt>
                <c:pt idx="72">
                  <c:v>59.911060333251903</c:v>
                </c:pt>
                <c:pt idx="73">
                  <c:v>59.908779144287102</c:v>
                </c:pt>
                <c:pt idx="74">
                  <c:v>59.906608581542898</c:v>
                </c:pt>
                <c:pt idx="75">
                  <c:v>59.904609680175703</c:v>
                </c:pt>
                <c:pt idx="76">
                  <c:v>59.902660369872997</c:v>
                </c:pt>
                <c:pt idx="77">
                  <c:v>59.900909423828097</c:v>
                </c:pt>
                <c:pt idx="78">
                  <c:v>59.899299621582003</c:v>
                </c:pt>
                <c:pt idx="79">
                  <c:v>59.897830963134702</c:v>
                </c:pt>
                <c:pt idx="80">
                  <c:v>59.896488189697202</c:v>
                </c:pt>
                <c:pt idx="81">
                  <c:v>59.895278930663999</c:v>
                </c:pt>
                <c:pt idx="82">
                  <c:v>59.894199371337798</c:v>
                </c:pt>
                <c:pt idx="83">
                  <c:v>59.8932495117187</c:v>
                </c:pt>
                <c:pt idx="84">
                  <c:v>59.892421722412102</c:v>
                </c:pt>
                <c:pt idx="85">
                  <c:v>59.891719818115199</c:v>
                </c:pt>
                <c:pt idx="86">
                  <c:v>59.891128540038999</c:v>
                </c:pt>
                <c:pt idx="87">
                  <c:v>59.890651702880803</c:v>
                </c:pt>
                <c:pt idx="88">
                  <c:v>59.890289306640597</c:v>
                </c:pt>
                <c:pt idx="89">
                  <c:v>59.890029907226499</c:v>
                </c:pt>
                <c:pt idx="90">
                  <c:v>59.889869689941399</c:v>
                </c:pt>
                <c:pt idx="91">
                  <c:v>59.889801025390597</c:v>
                </c:pt>
                <c:pt idx="92">
                  <c:v>59.8898315429687</c:v>
                </c:pt>
                <c:pt idx="93">
                  <c:v>59.889938354492102</c:v>
                </c:pt>
                <c:pt idx="94">
                  <c:v>59.890121459960902</c:v>
                </c:pt>
                <c:pt idx="95">
                  <c:v>59.890369415283203</c:v>
                </c:pt>
                <c:pt idx="96">
                  <c:v>59.890670776367102</c:v>
                </c:pt>
                <c:pt idx="97">
                  <c:v>59.891021728515597</c:v>
                </c:pt>
                <c:pt idx="98">
                  <c:v>59.891410827636697</c:v>
                </c:pt>
                <c:pt idx="99">
                  <c:v>59.891819000244098</c:v>
                </c:pt>
                <c:pt idx="100">
                  <c:v>59.892250061035099</c:v>
                </c:pt>
                <c:pt idx="101">
                  <c:v>59.892688751220703</c:v>
                </c:pt>
                <c:pt idx="102">
                  <c:v>59.893119812011697</c:v>
                </c:pt>
                <c:pt idx="103">
                  <c:v>59.893531799316399</c:v>
                </c:pt>
                <c:pt idx="104">
                  <c:v>59.8939208984375</c:v>
                </c:pt>
                <c:pt idx="105">
                  <c:v>59.894271850585902</c:v>
                </c:pt>
                <c:pt idx="106">
                  <c:v>59.894569396972599</c:v>
                </c:pt>
                <c:pt idx="107">
                  <c:v>59.894828796386697</c:v>
                </c:pt>
                <c:pt idx="108">
                  <c:v>59.89501953125</c:v>
                </c:pt>
                <c:pt idx="109">
                  <c:v>59.895149230957003</c:v>
                </c:pt>
                <c:pt idx="110">
                  <c:v>59.895210266113203</c:v>
                </c:pt>
                <c:pt idx="111">
                  <c:v>59.895191192626903</c:v>
                </c:pt>
                <c:pt idx="112">
                  <c:v>59.8950805664062</c:v>
                </c:pt>
                <c:pt idx="113">
                  <c:v>59.894901275634702</c:v>
                </c:pt>
                <c:pt idx="114">
                  <c:v>59.894618988037102</c:v>
                </c:pt>
                <c:pt idx="115">
                  <c:v>59.894260406494098</c:v>
                </c:pt>
                <c:pt idx="116">
                  <c:v>59.893810272216797</c:v>
                </c:pt>
                <c:pt idx="117">
                  <c:v>59.893268585205</c:v>
                </c:pt>
                <c:pt idx="118">
                  <c:v>59.8926391601562</c:v>
                </c:pt>
                <c:pt idx="119">
                  <c:v>59.891929626464801</c:v>
                </c:pt>
                <c:pt idx="120">
                  <c:v>59.891128540038999</c:v>
                </c:pt>
                <c:pt idx="121">
                  <c:v>59.890251159667898</c:v>
                </c:pt>
                <c:pt idx="122">
                  <c:v>59.8893013000488</c:v>
                </c:pt>
                <c:pt idx="123">
                  <c:v>59.888290405273402</c:v>
                </c:pt>
                <c:pt idx="124">
                  <c:v>59.887210845947202</c:v>
                </c:pt>
                <c:pt idx="125">
                  <c:v>59.886089324951101</c:v>
                </c:pt>
                <c:pt idx="126">
                  <c:v>59.884918212890597</c:v>
                </c:pt>
                <c:pt idx="127">
                  <c:v>59.883708953857401</c:v>
                </c:pt>
                <c:pt idx="128">
                  <c:v>59.882469177246001</c:v>
                </c:pt>
                <c:pt idx="129">
                  <c:v>59.881210327148402</c:v>
                </c:pt>
                <c:pt idx="130">
                  <c:v>59.879928588867102</c:v>
                </c:pt>
                <c:pt idx="131">
                  <c:v>59.878650665283203</c:v>
                </c:pt>
                <c:pt idx="132">
                  <c:v>59.877368927001903</c:v>
                </c:pt>
                <c:pt idx="133">
                  <c:v>59.876091003417898</c:v>
                </c:pt>
                <c:pt idx="134">
                  <c:v>59.874839782714801</c:v>
                </c:pt>
                <c:pt idx="135">
                  <c:v>59.873600006103501</c:v>
                </c:pt>
                <c:pt idx="136">
                  <c:v>59.872398376464801</c:v>
                </c:pt>
                <c:pt idx="137">
                  <c:v>59.871231079101499</c:v>
                </c:pt>
                <c:pt idx="138">
                  <c:v>59.870109558105398</c:v>
                </c:pt>
                <c:pt idx="139">
                  <c:v>59.869041442871001</c:v>
                </c:pt>
                <c:pt idx="140">
                  <c:v>59.868019104003899</c:v>
                </c:pt>
                <c:pt idx="141">
                  <c:v>59.867061614990199</c:v>
                </c:pt>
                <c:pt idx="142">
                  <c:v>59.866161346435497</c:v>
                </c:pt>
                <c:pt idx="143">
                  <c:v>59.865318298339801</c:v>
                </c:pt>
                <c:pt idx="144">
                  <c:v>59.864551544189403</c:v>
                </c:pt>
                <c:pt idx="145">
                  <c:v>59.8638496398925</c:v>
                </c:pt>
                <c:pt idx="146">
                  <c:v>59.8632202148437</c:v>
                </c:pt>
                <c:pt idx="147">
                  <c:v>59.862659454345703</c:v>
                </c:pt>
                <c:pt idx="148">
                  <c:v>59.862171173095703</c:v>
                </c:pt>
                <c:pt idx="149">
                  <c:v>59.861751556396399</c:v>
                </c:pt>
                <c:pt idx="150">
                  <c:v>59.861400604247997</c:v>
                </c:pt>
                <c:pt idx="151">
                  <c:v>59.861110687255803</c:v>
                </c:pt>
                <c:pt idx="152">
                  <c:v>59.860889434814403</c:v>
                </c:pt>
                <c:pt idx="153">
                  <c:v>59.860729217529297</c:v>
                </c:pt>
                <c:pt idx="154">
                  <c:v>59.860618591308501</c:v>
                </c:pt>
                <c:pt idx="155">
                  <c:v>59.860569000244098</c:v>
                </c:pt>
                <c:pt idx="156">
                  <c:v>59.860561370849602</c:v>
                </c:pt>
                <c:pt idx="157">
                  <c:v>59.860599517822202</c:v>
                </c:pt>
                <c:pt idx="158">
                  <c:v>59.860668182372997</c:v>
                </c:pt>
                <c:pt idx="159">
                  <c:v>59.860771179199197</c:v>
                </c:pt>
                <c:pt idx="160">
                  <c:v>59.860908508300703</c:v>
                </c:pt>
                <c:pt idx="161">
                  <c:v>59.861061096191399</c:v>
                </c:pt>
                <c:pt idx="162">
                  <c:v>59.861228942871001</c:v>
                </c:pt>
                <c:pt idx="163">
                  <c:v>59.8614082336425</c:v>
                </c:pt>
                <c:pt idx="164">
                  <c:v>59.861598968505803</c:v>
                </c:pt>
                <c:pt idx="165">
                  <c:v>59.861801147460902</c:v>
                </c:pt>
                <c:pt idx="166">
                  <c:v>59.8619995117187</c:v>
                </c:pt>
                <c:pt idx="167">
                  <c:v>59.862190246582003</c:v>
                </c:pt>
                <c:pt idx="168">
                  <c:v>59.862369537353501</c:v>
                </c:pt>
                <c:pt idx="169">
                  <c:v>59.862529754638601</c:v>
                </c:pt>
                <c:pt idx="170">
                  <c:v>59.862678527832003</c:v>
                </c:pt>
                <c:pt idx="171">
                  <c:v>59.862808227538999</c:v>
                </c:pt>
                <c:pt idx="172">
                  <c:v>59.862918853759702</c:v>
                </c:pt>
                <c:pt idx="173">
                  <c:v>59.862998962402301</c:v>
                </c:pt>
                <c:pt idx="174">
                  <c:v>59.863059997558501</c:v>
                </c:pt>
                <c:pt idx="175">
                  <c:v>59.863090515136697</c:v>
                </c:pt>
                <c:pt idx="176">
                  <c:v>59.863090515136697</c:v>
                </c:pt>
                <c:pt idx="177">
                  <c:v>59.863071441650298</c:v>
                </c:pt>
                <c:pt idx="178">
                  <c:v>59.863010406494098</c:v>
                </c:pt>
                <c:pt idx="179">
                  <c:v>59.862930297851499</c:v>
                </c:pt>
                <c:pt idx="180">
                  <c:v>59.862819671630803</c:v>
                </c:pt>
                <c:pt idx="181">
                  <c:v>59.8626899719238</c:v>
                </c:pt>
                <c:pt idx="182">
                  <c:v>59.862518310546797</c:v>
                </c:pt>
                <c:pt idx="183">
                  <c:v>59.862339019775298</c:v>
                </c:pt>
                <c:pt idx="184">
                  <c:v>59.862129211425703</c:v>
                </c:pt>
                <c:pt idx="185">
                  <c:v>59.861900329589801</c:v>
                </c:pt>
                <c:pt idx="186">
                  <c:v>59.861648559570298</c:v>
                </c:pt>
                <c:pt idx="187">
                  <c:v>59.861381530761697</c:v>
                </c:pt>
                <c:pt idx="188">
                  <c:v>59.861099243163999</c:v>
                </c:pt>
                <c:pt idx="189">
                  <c:v>59.860820770263601</c:v>
                </c:pt>
                <c:pt idx="190">
                  <c:v>59.860519409179602</c:v>
                </c:pt>
                <c:pt idx="191">
                  <c:v>59.860221862792898</c:v>
                </c:pt>
                <c:pt idx="192">
                  <c:v>59.859920501708899</c:v>
                </c:pt>
                <c:pt idx="193">
                  <c:v>59.859611511230398</c:v>
                </c:pt>
                <c:pt idx="194">
                  <c:v>59.859310150146399</c:v>
                </c:pt>
                <c:pt idx="195">
                  <c:v>59.859020233154297</c:v>
                </c:pt>
                <c:pt idx="196">
                  <c:v>59.858741760253899</c:v>
                </c:pt>
                <c:pt idx="197">
                  <c:v>59.858470916747997</c:v>
                </c:pt>
                <c:pt idx="198">
                  <c:v>59.858211517333899</c:v>
                </c:pt>
                <c:pt idx="199">
                  <c:v>59.8579711914062</c:v>
                </c:pt>
                <c:pt idx="200">
                  <c:v>59.857749938964801</c:v>
                </c:pt>
                <c:pt idx="201">
                  <c:v>59.857551574707003</c:v>
                </c:pt>
                <c:pt idx="202">
                  <c:v>59.857368469238203</c:v>
                </c:pt>
                <c:pt idx="203">
                  <c:v>59.857231140136697</c:v>
                </c:pt>
                <c:pt idx="204">
                  <c:v>59.857109069824197</c:v>
                </c:pt>
                <c:pt idx="205">
                  <c:v>59.857021331787102</c:v>
                </c:pt>
                <c:pt idx="206">
                  <c:v>59.856960296630803</c:v>
                </c:pt>
                <c:pt idx="207">
                  <c:v>59.856941223144503</c:v>
                </c:pt>
                <c:pt idx="208">
                  <c:v>59.856948852538999</c:v>
                </c:pt>
                <c:pt idx="209">
                  <c:v>59.856998443603501</c:v>
                </c:pt>
                <c:pt idx="210">
                  <c:v>59.857078552246001</c:v>
                </c:pt>
                <c:pt idx="211">
                  <c:v>59.857200622558501</c:v>
                </c:pt>
                <c:pt idx="212">
                  <c:v>59.8573608398437</c:v>
                </c:pt>
                <c:pt idx="213">
                  <c:v>59.857559204101499</c:v>
                </c:pt>
                <c:pt idx="214">
                  <c:v>59.857791900634702</c:v>
                </c:pt>
                <c:pt idx="215">
                  <c:v>59.858058929443303</c:v>
                </c:pt>
                <c:pt idx="216">
                  <c:v>59.858360290527301</c:v>
                </c:pt>
                <c:pt idx="217">
                  <c:v>59.858711242675703</c:v>
                </c:pt>
                <c:pt idx="218">
                  <c:v>59.859088897705</c:v>
                </c:pt>
                <c:pt idx="219">
                  <c:v>59.859500885009702</c:v>
                </c:pt>
                <c:pt idx="220">
                  <c:v>59.859939575195298</c:v>
                </c:pt>
                <c:pt idx="221">
                  <c:v>59.860408782958899</c:v>
                </c:pt>
                <c:pt idx="222">
                  <c:v>59.860908508300703</c:v>
                </c:pt>
                <c:pt idx="223">
                  <c:v>59.861438751220703</c:v>
                </c:pt>
                <c:pt idx="224">
                  <c:v>59.8619995117187</c:v>
                </c:pt>
                <c:pt idx="225">
                  <c:v>59.862571716308501</c:v>
                </c:pt>
                <c:pt idx="226">
                  <c:v>59.863170623779297</c:v>
                </c:pt>
                <c:pt idx="227">
                  <c:v>59.863780975341797</c:v>
                </c:pt>
                <c:pt idx="228">
                  <c:v>59.864410400390597</c:v>
                </c:pt>
                <c:pt idx="229">
                  <c:v>59.865058898925703</c:v>
                </c:pt>
                <c:pt idx="230">
                  <c:v>59.865699768066399</c:v>
                </c:pt>
                <c:pt idx="231">
                  <c:v>59.866359710693303</c:v>
                </c:pt>
                <c:pt idx="232">
                  <c:v>59.867008209228501</c:v>
                </c:pt>
                <c:pt idx="233">
                  <c:v>59.867668151855398</c:v>
                </c:pt>
                <c:pt idx="234">
                  <c:v>59.868320465087798</c:v>
                </c:pt>
                <c:pt idx="235">
                  <c:v>59.868968963622997</c:v>
                </c:pt>
                <c:pt idx="236">
                  <c:v>59.869609832763601</c:v>
                </c:pt>
                <c:pt idx="237">
                  <c:v>59.8702392578125</c:v>
                </c:pt>
                <c:pt idx="238">
                  <c:v>59.870861053466797</c:v>
                </c:pt>
                <c:pt idx="239">
                  <c:v>59.8714599609375</c:v>
                </c:pt>
                <c:pt idx="240">
                  <c:v>59.872051239013601</c:v>
                </c:pt>
                <c:pt idx="241">
                  <c:v>59.8726196289062</c:v>
                </c:pt>
                <c:pt idx="242">
                  <c:v>59.873161315917898</c:v>
                </c:pt>
                <c:pt idx="243">
                  <c:v>59.873680114746001</c:v>
                </c:pt>
                <c:pt idx="244">
                  <c:v>59.874179840087798</c:v>
                </c:pt>
                <c:pt idx="245">
                  <c:v>59.874649047851499</c:v>
                </c:pt>
                <c:pt idx="246">
                  <c:v>59.875099182128899</c:v>
                </c:pt>
                <c:pt idx="247">
                  <c:v>59.875511169433501</c:v>
                </c:pt>
                <c:pt idx="248">
                  <c:v>59.875900268554602</c:v>
                </c:pt>
                <c:pt idx="249">
                  <c:v>59.876258850097599</c:v>
                </c:pt>
                <c:pt idx="250">
                  <c:v>59.876579284667898</c:v>
                </c:pt>
                <c:pt idx="251">
                  <c:v>59.876880645751903</c:v>
                </c:pt>
                <c:pt idx="252">
                  <c:v>59.877140045166001</c:v>
                </c:pt>
                <c:pt idx="253">
                  <c:v>59.877368927001903</c:v>
                </c:pt>
                <c:pt idx="254">
                  <c:v>59.877571105957003</c:v>
                </c:pt>
                <c:pt idx="255">
                  <c:v>59.877750396728501</c:v>
                </c:pt>
                <c:pt idx="256">
                  <c:v>59.877891540527301</c:v>
                </c:pt>
                <c:pt idx="257">
                  <c:v>59.877998352050703</c:v>
                </c:pt>
                <c:pt idx="258">
                  <c:v>59.878089904785099</c:v>
                </c:pt>
                <c:pt idx="259">
                  <c:v>59.878139495849602</c:v>
                </c:pt>
                <c:pt idx="260">
                  <c:v>59.878170013427699</c:v>
                </c:pt>
                <c:pt idx="261">
                  <c:v>59.878181457519503</c:v>
                </c:pt>
                <c:pt idx="262">
                  <c:v>59.878158569335902</c:v>
                </c:pt>
                <c:pt idx="263">
                  <c:v>59.878120422363203</c:v>
                </c:pt>
                <c:pt idx="264">
                  <c:v>59.878059387207003</c:v>
                </c:pt>
                <c:pt idx="265">
                  <c:v>59.877979278564403</c:v>
                </c:pt>
                <c:pt idx="266">
                  <c:v>59.877880096435497</c:v>
                </c:pt>
                <c:pt idx="267">
                  <c:v>59.877761840820298</c:v>
                </c:pt>
                <c:pt idx="268">
                  <c:v>59.877620697021399</c:v>
                </c:pt>
                <c:pt idx="269">
                  <c:v>59.877479553222599</c:v>
                </c:pt>
                <c:pt idx="270">
                  <c:v>59.8773193359375</c:v>
                </c:pt>
                <c:pt idx="271">
                  <c:v>59.877159118652301</c:v>
                </c:pt>
                <c:pt idx="272">
                  <c:v>59.876979827880803</c:v>
                </c:pt>
                <c:pt idx="273">
                  <c:v>59.876800537109297</c:v>
                </c:pt>
                <c:pt idx="274">
                  <c:v>59.876621246337798</c:v>
                </c:pt>
                <c:pt idx="275">
                  <c:v>59.876430511474602</c:v>
                </c:pt>
                <c:pt idx="276">
                  <c:v>59.8762397766113</c:v>
                </c:pt>
                <c:pt idx="277">
                  <c:v>59.876041412353501</c:v>
                </c:pt>
                <c:pt idx="278">
                  <c:v>59.875850677490199</c:v>
                </c:pt>
                <c:pt idx="279">
                  <c:v>59.875648498535099</c:v>
                </c:pt>
                <c:pt idx="280">
                  <c:v>59.875461578369098</c:v>
                </c:pt>
                <c:pt idx="281">
                  <c:v>59.875270843505803</c:v>
                </c:pt>
                <c:pt idx="282">
                  <c:v>59.875091552734297</c:v>
                </c:pt>
                <c:pt idx="283">
                  <c:v>59.874908447265597</c:v>
                </c:pt>
                <c:pt idx="284">
                  <c:v>59.874729156494098</c:v>
                </c:pt>
                <c:pt idx="285">
                  <c:v>59.874568939208899</c:v>
                </c:pt>
                <c:pt idx="286">
                  <c:v>59.8744087219238</c:v>
                </c:pt>
                <c:pt idx="287">
                  <c:v>59.874259948730398</c:v>
                </c:pt>
                <c:pt idx="288">
                  <c:v>59.874111175537102</c:v>
                </c:pt>
                <c:pt idx="289">
                  <c:v>59.87398147583</c:v>
                </c:pt>
                <c:pt idx="290">
                  <c:v>59.873851776122997</c:v>
                </c:pt>
                <c:pt idx="291">
                  <c:v>59.873741149902301</c:v>
                </c:pt>
                <c:pt idx="292">
                  <c:v>59.873630523681598</c:v>
                </c:pt>
                <c:pt idx="293">
                  <c:v>59.873538970947202</c:v>
                </c:pt>
                <c:pt idx="294">
                  <c:v>59.873451232910099</c:v>
                </c:pt>
                <c:pt idx="295">
                  <c:v>59.8733711242675</c:v>
                </c:pt>
                <c:pt idx="296">
                  <c:v>59.873298645019503</c:v>
                </c:pt>
                <c:pt idx="297">
                  <c:v>59.873241424560497</c:v>
                </c:pt>
                <c:pt idx="298">
                  <c:v>59.873191833496001</c:v>
                </c:pt>
                <c:pt idx="299">
                  <c:v>59.873149871826101</c:v>
                </c:pt>
                <c:pt idx="300">
                  <c:v>59.873119354247997</c:v>
                </c:pt>
                <c:pt idx="301">
                  <c:v>59.873100280761697</c:v>
                </c:pt>
                <c:pt idx="302">
                  <c:v>59.873081207275298</c:v>
                </c:pt>
                <c:pt idx="303">
                  <c:v>59.873069763183501</c:v>
                </c:pt>
                <c:pt idx="304">
                  <c:v>59.873069763183501</c:v>
                </c:pt>
                <c:pt idx="305">
                  <c:v>59.873081207275298</c:v>
                </c:pt>
                <c:pt idx="306">
                  <c:v>59.873100280761697</c:v>
                </c:pt>
                <c:pt idx="307">
                  <c:v>59.873119354247997</c:v>
                </c:pt>
                <c:pt idx="308">
                  <c:v>59.873149871826101</c:v>
                </c:pt>
                <c:pt idx="309">
                  <c:v>59.873180389404297</c:v>
                </c:pt>
                <c:pt idx="310">
                  <c:v>59.873218536376903</c:v>
                </c:pt>
                <c:pt idx="311">
                  <c:v>59.873268127441399</c:v>
                </c:pt>
                <c:pt idx="312">
                  <c:v>59.873321533203097</c:v>
                </c:pt>
                <c:pt idx="313">
                  <c:v>59.8733711242675</c:v>
                </c:pt>
                <c:pt idx="314">
                  <c:v>59.873439788818303</c:v>
                </c:pt>
                <c:pt idx="315">
                  <c:v>59.873500823974602</c:v>
                </c:pt>
                <c:pt idx="316">
                  <c:v>59.873569488525298</c:v>
                </c:pt>
                <c:pt idx="317">
                  <c:v>59.873649597167898</c:v>
                </c:pt>
                <c:pt idx="318">
                  <c:v>59.8737182617187</c:v>
                </c:pt>
                <c:pt idx="319">
                  <c:v>59.8737983703613</c:v>
                </c:pt>
                <c:pt idx="320">
                  <c:v>59.873889923095703</c:v>
                </c:pt>
                <c:pt idx="321">
                  <c:v>59.873970031738203</c:v>
                </c:pt>
                <c:pt idx="322">
                  <c:v>59.874069213867102</c:v>
                </c:pt>
                <c:pt idx="323">
                  <c:v>59.874160766601499</c:v>
                </c:pt>
                <c:pt idx="324">
                  <c:v>59.874248504638601</c:v>
                </c:pt>
                <c:pt idx="325">
                  <c:v>59.874351501464801</c:v>
                </c:pt>
                <c:pt idx="326">
                  <c:v>59.874458312988203</c:v>
                </c:pt>
                <c:pt idx="327">
                  <c:v>59.874568939208899</c:v>
                </c:pt>
                <c:pt idx="328">
                  <c:v>59.874679565429602</c:v>
                </c:pt>
                <c:pt idx="329">
                  <c:v>59.874790191650298</c:v>
                </c:pt>
                <c:pt idx="330">
                  <c:v>59.874908447265597</c:v>
                </c:pt>
                <c:pt idx="331">
                  <c:v>59.875030517578097</c:v>
                </c:pt>
                <c:pt idx="332">
                  <c:v>59.875160217285099</c:v>
                </c:pt>
                <c:pt idx="333">
                  <c:v>59.875289916992102</c:v>
                </c:pt>
                <c:pt idx="334">
                  <c:v>59.875431060791001</c:v>
                </c:pt>
                <c:pt idx="335">
                  <c:v>59.8755683898925</c:v>
                </c:pt>
                <c:pt idx="336">
                  <c:v>59.875709533691399</c:v>
                </c:pt>
                <c:pt idx="337">
                  <c:v>59.875869750976499</c:v>
                </c:pt>
                <c:pt idx="338">
                  <c:v>59.876018524169901</c:v>
                </c:pt>
                <c:pt idx="339">
                  <c:v>59.876190185546797</c:v>
                </c:pt>
                <c:pt idx="340">
                  <c:v>59.8763618469238</c:v>
                </c:pt>
                <c:pt idx="341">
                  <c:v>59.876541137695298</c:v>
                </c:pt>
                <c:pt idx="342">
                  <c:v>59.876720428466797</c:v>
                </c:pt>
                <c:pt idx="343">
                  <c:v>59.87691116333</c:v>
                </c:pt>
                <c:pt idx="344">
                  <c:v>59.877109527587798</c:v>
                </c:pt>
                <c:pt idx="345">
                  <c:v>59.8773193359375</c:v>
                </c:pt>
                <c:pt idx="346">
                  <c:v>59.877529144287102</c:v>
                </c:pt>
                <c:pt idx="347">
                  <c:v>59.877750396728501</c:v>
                </c:pt>
                <c:pt idx="348">
                  <c:v>59.877979278564403</c:v>
                </c:pt>
                <c:pt idx="349">
                  <c:v>59.878219604492102</c:v>
                </c:pt>
                <c:pt idx="350">
                  <c:v>59.878459930419901</c:v>
                </c:pt>
                <c:pt idx="351">
                  <c:v>59.878719329833899</c:v>
                </c:pt>
                <c:pt idx="352">
                  <c:v>59.878971099853501</c:v>
                </c:pt>
                <c:pt idx="353">
                  <c:v>59.879238128662102</c:v>
                </c:pt>
                <c:pt idx="354">
                  <c:v>59.879508972167898</c:v>
                </c:pt>
                <c:pt idx="355">
                  <c:v>59.879791259765597</c:v>
                </c:pt>
                <c:pt idx="356">
                  <c:v>59.880069732666001</c:v>
                </c:pt>
                <c:pt idx="357">
                  <c:v>59.880359649658203</c:v>
                </c:pt>
                <c:pt idx="358">
                  <c:v>59.880661010742102</c:v>
                </c:pt>
                <c:pt idx="359">
                  <c:v>59.880958557128899</c:v>
                </c:pt>
                <c:pt idx="360">
                  <c:v>59.881271362304602</c:v>
                </c:pt>
                <c:pt idx="361">
                  <c:v>59.881580352783203</c:v>
                </c:pt>
                <c:pt idx="362">
                  <c:v>59.881889343261697</c:v>
                </c:pt>
                <c:pt idx="363">
                  <c:v>59.882209777832003</c:v>
                </c:pt>
                <c:pt idx="364">
                  <c:v>59.882530212402301</c:v>
                </c:pt>
                <c:pt idx="365">
                  <c:v>59.882850646972599</c:v>
                </c:pt>
                <c:pt idx="366">
                  <c:v>59.883171081542898</c:v>
                </c:pt>
                <c:pt idx="367">
                  <c:v>59.883491516113203</c:v>
                </c:pt>
                <c:pt idx="368">
                  <c:v>59.8838081359863</c:v>
                </c:pt>
                <c:pt idx="369">
                  <c:v>59.884128570556598</c:v>
                </c:pt>
                <c:pt idx="370">
                  <c:v>59.884449005126903</c:v>
                </c:pt>
                <c:pt idx="371">
                  <c:v>59.884769439697202</c:v>
                </c:pt>
                <c:pt idx="372">
                  <c:v>59.8850708007812</c:v>
                </c:pt>
                <c:pt idx="373">
                  <c:v>59.885379791259702</c:v>
                </c:pt>
                <c:pt idx="374">
                  <c:v>59.8856811523437</c:v>
                </c:pt>
                <c:pt idx="375">
                  <c:v>59.885978698730398</c:v>
                </c:pt>
                <c:pt idx="376">
                  <c:v>59.886280059814403</c:v>
                </c:pt>
                <c:pt idx="377">
                  <c:v>59.886558532714801</c:v>
                </c:pt>
                <c:pt idx="378">
                  <c:v>59.8868408203125</c:v>
                </c:pt>
                <c:pt idx="379">
                  <c:v>59.887111663818303</c:v>
                </c:pt>
                <c:pt idx="380">
                  <c:v>59.887378692626903</c:v>
                </c:pt>
                <c:pt idx="381">
                  <c:v>59.887630462646399</c:v>
                </c:pt>
                <c:pt idx="382">
                  <c:v>59.8878784179687</c:v>
                </c:pt>
                <c:pt idx="383">
                  <c:v>59.888118743896399</c:v>
                </c:pt>
                <c:pt idx="384">
                  <c:v>59.888339996337798</c:v>
                </c:pt>
                <c:pt idx="385">
                  <c:v>59.8885688781738</c:v>
                </c:pt>
                <c:pt idx="386">
                  <c:v>59.888771057128899</c:v>
                </c:pt>
                <c:pt idx="387">
                  <c:v>59.888980865478501</c:v>
                </c:pt>
                <c:pt idx="388">
                  <c:v>59.88916015625</c:v>
                </c:pt>
                <c:pt idx="389">
                  <c:v>59.889339447021399</c:v>
                </c:pt>
                <c:pt idx="390">
                  <c:v>59.889511108398402</c:v>
                </c:pt>
                <c:pt idx="391">
                  <c:v>59.889678955078097</c:v>
                </c:pt>
                <c:pt idx="392">
                  <c:v>59.889820098876903</c:v>
                </c:pt>
                <c:pt idx="393">
                  <c:v>59.889961242675703</c:v>
                </c:pt>
                <c:pt idx="394">
                  <c:v>59.890090942382798</c:v>
                </c:pt>
                <c:pt idx="395">
                  <c:v>59.890209197997997</c:v>
                </c:pt>
                <c:pt idx="396">
                  <c:v>59.8903198242187</c:v>
                </c:pt>
                <c:pt idx="397">
                  <c:v>59.890430450439403</c:v>
                </c:pt>
                <c:pt idx="398">
                  <c:v>59.890518188476499</c:v>
                </c:pt>
                <c:pt idx="399">
                  <c:v>59.890609741210902</c:v>
                </c:pt>
                <c:pt idx="400">
                  <c:v>59.890689849853501</c:v>
                </c:pt>
                <c:pt idx="401">
                  <c:v>59.890758514404297</c:v>
                </c:pt>
                <c:pt idx="402">
                  <c:v>59.890819549560497</c:v>
                </c:pt>
                <c:pt idx="403">
                  <c:v>59.890880584716797</c:v>
                </c:pt>
                <c:pt idx="404">
                  <c:v>59.8909301757812</c:v>
                </c:pt>
                <c:pt idx="405">
                  <c:v>59.890968322753899</c:v>
                </c:pt>
                <c:pt idx="406">
                  <c:v>59.8910102844238</c:v>
                </c:pt>
                <c:pt idx="407">
                  <c:v>59.891040802001903</c:v>
                </c:pt>
                <c:pt idx="408">
                  <c:v>59.891078948974602</c:v>
                </c:pt>
                <c:pt idx="409">
                  <c:v>59.891101837158203</c:v>
                </c:pt>
                <c:pt idx="410">
                  <c:v>59.891120910644503</c:v>
                </c:pt>
                <c:pt idx="411">
                  <c:v>59.891139984130803</c:v>
                </c:pt>
                <c:pt idx="412">
                  <c:v>59.891159057617102</c:v>
                </c:pt>
                <c:pt idx="413">
                  <c:v>59.891170501708899</c:v>
                </c:pt>
                <c:pt idx="414">
                  <c:v>59.891178131103501</c:v>
                </c:pt>
                <c:pt idx="415">
                  <c:v>59.891189575195298</c:v>
                </c:pt>
                <c:pt idx="416">
                  <c:v>59.891189575195298</c:v>
                </c:pt>
                <c:pt idx="417">
                  <c:v>59.891201019287102</c:v>
                </c:pt>
                <c:pt idx="418">
                  <c:v>59.891208648681598</c:v>
                </c:pt>
                <c:pt idx="419">
                  <c:v>59.891208648681598</c:v>
                </c:pt>
                <c:pt idx="420">
                  <c:v>59.891220092773402</c:v>
                </c:pt>
                <c:pt idx="421">
                  <c:v>59.891220092773402</c:v>
                </c:pt>
                <c:pt idx="422">
                  <c:v>59.891220092773402</c:v>
                </c:pt>
                <c:pt idx="423">
                  <c:v>59.891220092773402</c:v>
                </c:pt>
                <c:pt idx="424">
                  <c:v>59.891220092773402</c:v>
                </c:pt>
                <c:pt idx="425">
                  <c:v>59.891220092773402</c:v>
                </c:pt>
                <c:pt idx="426">
                  <c:v>59.891220092773402</c:v>
                </c:pt>
                <c:pt idx="427">
                  <c:v>59.891220092773402</c:v>
                </c:pt>
                <c:pt idx="428">
                  <c:v>59.891208648681598</c:v>
                </c:pt>
                <c:pt idx="429">
                  <c:v>59.891208648681598</c:v>
                </c:pt>
                <c:pt idx="430">
                  <c:v>59.891208648681598</c:v>
                </c:pt>
                <c:pt idx="431">
                  <c:v>59.891201019287102</c:v>
                </c:pt>
                <c:pt idx="432">
                  <c:v>59.891201019287102</c:v>
                </c:pt>
                <c:pt idx="433">
                  <c:v>59.891201019287102</c:v>
                </c:pt>
                <c:pt idx="434">
                  <c:v>59.891189575195298</c:v>
                </c:pt>
                <c:pt idx="435">
                  <c:v>59.891189575195298</c:v>
                </c:pt>
                <c:pt idx="436">
                  <c:v>59.891178131103501</c:v>
                </c:pt>
                <c:pt idx="437">
                  <c:v>59.891170501708899</c:v>
                </c:pt>
                <c:pt idx="438">
                  <c:v>59.891170501708899</c:v>
                </c:pt>
                <c:pt idx="439">
                  <c:v>59.891159057617102</c:v>
                </c:pt>
                <c:pt idx="440">
                  <c:v>59.891151428222599</c:v>
                </c:pt>
                <c:pt idx="441">
                  <c:v>59.891139984130803</c:v>
                </c:pt>
                <c:pt idx="442">
                  <c:v>59.891128540038999</c:v>
                </c:pt>
                <c:pt idx="443">
                  <c:v>59.891120910644503</c:v>
                </c:pt>
                <c:pt idx="444">
                  <c:v>59.891109466552699</c:v>
                </c:pt>
                <c:pt idx="445">
                  <c:v>59.891090393066399</c:v>
                </c:pt>
                <c:pt idx="446">
                  <c:v>59.891078948974602</c:v>
                </c:pt>
                <c:pt idx="447">
                  <c:v>59.89107131958</c:v>
                </c:pt>
                <c:pt idx="448">
                  <c:v>59.891059875488203</c:v>
                </c:pt>
                <c:pt idx="449">
                  <c:v>59.891040802001903</c:v>
                </c:pt>
                <c:pt idx="450">
                  <c:v>59.891029357910099</c:v>
                </c:pt>
                <c:pt idx="451">
                  <c:v>59.891021728515597</c:v>
                </c:pt>
                <c:pt idx="452">
                  <c:v>59.8910102844238</c:v>
                </c:pt>
                <c:pt idx="453">
                  <c:v>59.890998840332003</c:v>
                </c:pt>
                <c:pt idx="454">
                  <c:v>59.890979766845703</c:v>
                </c:pt>
                <c:pt idx="455">
                  <c:v>59.890968322753899</c:v>
                </c:pt>
                <c:pt idx="456">
                  <c:v>59.890960693359297</c:v>
                </c:pt>
                <c:pt idx="457">
                  <c:v>59.890960693359297</c:v>
                </c:pt>
                <c:pt idx="458">
                  <c:v>59.8909492492675</c:v>
                </c:pt>
                <c:pt idx="459">
                  <c:v>59.890941619872997</c:v>
                </c:pt>
                <c:pt idx="460">
                  <c:v>59.890941619872997</c:v>
                </c:pt>
                <c:pt idx="461">
                  <c:v>59.890941619872997</c:v>
                </c:pt>
                <c:pt idx="462">
                  <c:v>59.890941619872997</c:v>
                </c:pt>
                <c:pt idx="463">
                  <c:v>59.890941619872997</c:v>
                </c:pt>
                <c:pt idx="464">
                  <c:v>59.890941619872997</c:v>
                </c:pt>
                <c:pt idx="465">
                  <c:v>59.8909492492675</c:v>
                </c:pt>
                <c:pt idx="466">
                  <c:v>59.890960693359297</c:v>
                </c:pt>
                <c:pt idx="467">
                  <c:v>59.890979766845703</c:v>
                </c:pt>
                <c:pt idx="468">
                  <c:v>59.890998840332003</c:v>
                </c:pt>
                <c:pt idx="469">
                  <c:v>59.891029357910099</c:v>
                </c:pt>
                <c:pt idx="470">
                  <c:v>59.891048431396399</c:v>
                </c:pt>
                <c:pt idx="471">
                  <c:v>59.891090393066399</c:v>
                </c:pt>
                <c:pt idx="472">
                  <c:v>59.891128540038999</c:v>
                </c:pt>
                <c:pt idx="473">
                  <c:v>59.891170501708899</c:v>
                </c:pt>
                <c:pt idx="474">
                  <c:v>59.891220092773402</c:v>
                </c:pt>
                <c:pt idx="475">
                  <c:v>59.891269683837798</c:v>
                </c:pt>
                <c:pt idx="476">
                  <c:v>59.891338348388601</c:v>
                </c:pt>
                <c:pt idx="477">
                  <c:v>59.891410827636697</c:v>
                </c:pt>
                <c:pt idx="478">
                  <c:v>59.8914794921875</c:v>
                </c:pt>
                <c:pt idx="479">
                  <c:v>59.89155960083</c:v>
                </c:pt>
                <c:pt idx="480">
                  <c:v>59.891651153564403</c:v>
                </c:pt>
                <c:pt idx="481">
                  <c:v>59.891750335693303</c:v>
                </c:pt>
                <c:pt idx="482">
                  <c:v>59.891849517822202</c:v>
                </c:pt>
                <c:pt idx="483">
                  <c:v>59.891960144042898</c:v>
                </c:pt>
                <c:pt idx="484">
                  <c:v>59.892078399658203</c:v>
                </c:pt>
                <c:pt idx="485">
                  <c:v>59.892208099365199</c:v>
                </c:pt>
                <c:pt idx="486">
                  <c:v>59.892349243163999</c:v>
                </c:pt>
                <c:pt idx="487">
                  <c:v>59.892490386962798</c:v>
                </c:pt>
                <c:pt idx="488">
                  <c:v>59.8926391601562</c:v>
                </c:pt>
                <c:pt idx="489">
                  <c:v>59.892791748046797</c:v>
                </c:pt>
                <c:pt idx="490">
                  <c:v>59.892959594726499</c:v>
                </c:pt>
                <c:pt idx="491">
                  <c:v>59.893138885497997</c:v>
                </c:pt>
                <c:pt idx="492">
                  <c:v>59.893310546875</c:v>
                </c:pt>
                <c:pt idx="493">
                  <c:v>59.893501281738203</c:v>
                </c:pt>
                <c:pt idx="494">
                  <c:v>59.893688201904297</c:v>
                </c:pt>
                <c:pt idx="495">
                  <c:v>59.893890380859297</c:v>
                </c:pt>
                <c:pt idx="496">
                  <c:v>59.894100189208899</c:v>
                </c:pt>
                <c:pt idx="497">
                  <c:v>59.894298553466797</c:v>
                </c:pt>
                <c:pt idx="498">
                  <c:v>59.894508361816399</c:v>
                </c:pt>
                <c:pt idx="499">
                  <c:v>59.894729614257798</c:v>
                </c:pt>
                <c:pt idx="500">
                  <c:v>59.894950866699197</c:v>
                </c:pt>
                <c:pt idx="501">
                  <c:v>59.895179748535099</c:v>
                </c:pt>
                <c:pt idx="502">
                  <c:v>59.895401000976499</c:v>
                </c:pt>
                <c:pt idx="503">
                  <c:v>59.8956298828125</c:v>
                </c:pt>
                <c:pt idx="504">
                  <c:v>59.895851135253899</c:v>
                </c:pt>
                <c:pt idx="505">
                  <c:v>59.896080017089801</c:v>
                </c:pt>
                <c:pt idx="506">
                  <c:v>59.896308898925703</c:v>
                </c:pt>
                <c:pt idx="507">
                  <c:v>59.896541595458899</c:v>
                </c:pt>
                <c:pt idx="508">
                  <c:v>59.896770477294901</c:v>
                </c:pt>
                <c:pt idx="509">
                  <c:v>59.8969917297363</c:v>
                </c:pt>
                <c:pt idx="510">
                  <c:v>59.897209167480398</c:v>
                </c:pt>
                <c:pt idx="511">
                  <c:v>59.897430419921797</c:v>
                </c:pt>
                <c:pt idx="512">
                  <c:v>59.897651672363203</c:v>
                </c:pt>
                <c:pt idx="513">
                  <c:v>59.897869110107401</c:v>
                </c:pt>
                <c:pt idx="514">
                  <c:v>59.898078918457003</c:v>
                </c:pt>
                <c:pt idx="515">
                  <c:v>59.898281097412102</c:v>
                </c:pt>
                <c:pt idx="516">
                  <c:v>59.898479461669901</c:v>
                </c:pt>
                <c:pt idx="517">
                  <c:v>59.898681640625</c:v>
                </c:pt>
                <c:pt idx="518">
                  <c:v>59.898868560791001</c:v>
                </c:pt>
                <c:pt idx="519">
                  <c:v>59.899059295654297</c:v>
                </c:pt>
                <c:pt idx="520">
                  <c:v>59.899238586425703</c:v>
                </c:pt>
                <c:pt idx="521">
                  <c:v>59.899410247802699</c:v>
                </c:pt>
                <c:pt idx="522">
                  <c:v>59.899578094482401</c:v>
                </c:pt>
                <c:pt idx="523">
                  <c:v>59.8997383117675</c:v>
                </c:pt>
                <c:pt idx="524">
                  <c:v>59.899898529052699</c:v>
                </c:pt>
                <c:pt idx="525">
                  <c:v>59.900051116943303</c:v>
                </c:pt>
                <c:pt idx="526">
                  <c:v>59.900188446044901</c:v>
                </c:pt>
                <c:pt idx="527">
                  <c:v>59.9003295898437</c:v>
                </c:pt>
                <c:pt idx="528">
                  <c:v>59.900459289550703</c:v>
                </c:pt>
                <c:pt idx="529">
                  <c:v>59.900569915771399</c:v>
                </c:pt>
                <c:pt idx="530">
                  <c:v>59.900680541992102</c:v>
                </c:pt>
                <c:pt idx="531">
                  <c:v>59.900791168212798</c:v>
                </c:pt>
                <c:pt idx="532">
                  <c:v>59.900890350341797</c:v>
                </c:pt>
                <c:pt idx="533">
                  <c:v>59.900981903076101</c:v>
                </c:pt>
                <c:pt idx="534">
                  <c:v>59.901058197021399</c:v>
                </c:pt>
                <c:pt idx="535">
                  <c:v>59.901138305663999</c:v>
                </c:pt>
                <c:pt idx="536">
                  <c:v>59.901210784912102</c:v>
                </c:pt>
                <c:pt idx="537">
                  <c:v>59.901271820068303</c:v>
                </c:pt>
                <c:pt idx="538">
                  <c:v>59.901329040527301</c:v>
                </c:pt>
                <c:pt idx="539">
                  <c:v>59.901378631591797</c:v>
                </c:pt>
                <c:pt idx="540">
                  <c:v>59.9014282226562</c:v>
                </c:pt>
                <c:pt idx="541">
                  <c:v>59.901470184326101</c:v>
                </c:pt>
                <c:pt idx="542">
                  <c:v>59.901500701904297</c:v>
                </c:pt>
                <c:pt idx="543">
                  <c:v>59.901531219482401</c:v>
                </c:pt>
                <c:pt idx="544">
                  <c:v>59.9015502929687</c:v>
                </c:pt>
                <c:pt idx="545">
                  <c:v>59.901569366455</c:v>
                </c:pt>
                <c:pt idx="546">
                  <c:v>59.901580810546797</c:v>
                </c:pt>
                <c:pt idx="547">
                  <c:v>59.901588439941399</c:v>
                </c:pt>
                <c:pt idx="548">
                  <c:v>59.901599884033203</c:v>
                </c:pt>
                <c:pt idx="549">
                  <c:v>59.901599884033203</c:v>
                </c:pt>
                <c:pt idx="550">
                  <c:v>59.901588439941399</c:v>
                </c:pt>
                <c:pt idx="551">
                  <c:v>59.901580810546797</c:v>
                </c:pt>
                <c:pt idx="552">
                  <c:v>59.901569366455</c:v>
                </c:pt>
                <c:pt idx="553">
                  <c:v>59.9015502929687</c:v>
                </c:pt>
                <c:pt idx="554">
                  <c:v>59.901538848876903</c:v>
                </c:pt>
                <c:pt idx="555">
                  <c:v>59.9015083312988</c:v>
                </c:pt>
                <c:pt idx="556">
                  <c:v>59.9014892578125</c:v>
                </c:pt>
                <c:pt idx="557">
                  <c:v>59.901458740234297</c:v>
                </c:pt>
                <c:pt idx="558">
                  <c:v>59.901420593261697</c:v>
                </c:pt>
                <c:pt idx="559">
                  <c:v>59.901390075683501</c:v>
                </c:pt>
                <c:pt idx="560">
                  <c:v>59.901359558105398</c:v>
                </c:pt>
                <c:pt idx="561">
                  <c:v>59.901321411132798</c:v>
                </c:pt>
                <c:pt idx="562">
                  <c:v>59.901279449462798</c:v>
                </c:pt>
                <c:pt idx="563">
                  <c:v>59.901241302490199</c:v>
                </c:pt>
                <c:pt idx="564">
                  <c:v>59.901199340820298</c:v>
                </c:pt>
                <c:pt idx="565">
                  <c:v>59.901149749755803</c:v>
                </c:pt>
                <c:pt idx="566">
                  <c:v>59.901111602783203</c:v>
                </c:pt>
                <c:pt idx="567">
                  <c:v>59.901069641113203</c:v>
                </c:pt>
                <c:pt idx="568">
                  <c:v>59.9010200500488</c:v>
                </c:pt>
                <c:pt idx="569">
                  <c:v>59.900970458984297</c:v>
                </c:pt>
                <c:pt idx="570">
                  <c:v>59.900920867919901</c:v>
                </c:pt>
                <c:pt idx="571">
                  <c:v>59.90087890625</c:v>
                </c:pt>
                <c:pt idx="572">
                  <c:v>59.900829315185497</c:v>
                </c:pt>
                <c:pt idx="573">
                  <c:v>59.900791168212798</c:v>
                </c:pt>
                <c:pt idx="574">
                  <c:v>59.900741577148402</c:v>
                </c:pt>
                <c:pt idx="575">
                  <c:v>59.900699615478501</c:v>
                </c:pt>
                <c:pt idx="576">
                  <c:v>59.900650024413999</c:v>
                </c:pt>
                <c:pt idx="577">
                  <c:v>59.900611877441399</c:v>
                </c:pt>
                <c:pt idx="578">
                  <c:v>59.900569915771399</c:v>
                </c:pt>
                <c:pt idx="579">
                  <c:v>59.9005317687988</c:v>
                </c:pt>
                <c:pt idx="580">
                  <c:v>59.900489807128899</c:v>
                </c:pt>
                <c:pt idx="581">
                  <c:v>59.900459289550703</c:v>
                </c:pt>
                <c:pt idx="582">
                  <c:v>59.900428771972599</c:v>
                </c:pt>
                <c:pt idx="583">
                  <c:v>59.900390625</c:v>
                </c:pt>
                <c:pt idx="584">
                  <c:v>59.900360107421797</c:v>
                </c:pt>
                <c:pt idx="585">
                  <c:v>59.900341033935497</c:v>
                </c:pt>
                <c:pt idx="586">
                  <c:v>59.900310516357401</c:v>
                </c:pt>
                <c:pt idx="587">
                  <c:v>59.900279998779297</c:v>
                </c:pt>
                <c:pt idx="588">
                  <c:v>59.900260925292898</c:v>
                </c:pt>
                <c:pt idx="589">
                  <c:v>59.900241851806598</c:v>
                </c:pt>
                <c:pt idx="590">
                  <c:v>59.900218963622997</c:v>
                </c:pt>
                <c:pt idx="591">
                  <c:v>59.900211334228501</c:v>
                </c:pt>
                <c:pt idx="592">
                  <c:v>59.900199890136697</c:v>
                </c:pt>
                <c:pt idx="593">
                  <c:v>59.900180816650298</c:v>
                </c:pt>
                <c:pt idx="594">
                  <c:v>59.900169372558501</c:v>
                </c:pt>
                <c:pt idx="595">
                  <c:v>59.900169372558501</c:v>
                </c:pt>
                <c:pt idx="596">
                  <c:v>59.900169372558501</c:v>
                </c:pt>
                <c:pt idx="597">
                  <c:v>59.900169372558501</c:v>
                </c:pt>
                <c:pt idx="598">
                  <c:v>59.900169372558501</c:v>
                </c:pt>
                <c:pt idx="599">
                  <c:v>59.900180816650298</c:v>
                </c:pt>
                <c:pt idx="600">
                  <c:v>59.900188446044901</c:v>
                </c:pt>
                <c:pt idx="601">
                  <c:v>59.900199890136697</c:v>
                </c:pt>
                <c:pt idx="602">
                  <c:v>59.900218963622997</c:v>
                </c:pt>
                <c:pt idx="603">
                  <c:v>59.900238037109297</c:v>
                </c:pt>
                <c:pt idx="604">
                  <c:v>59.900264739990199</c:v>
                </c:pt>
                <c:pt idx="605">
                  <c:v>59.900295257568303</c:v>
                </c:pt>
                <c:pt idx="606">
                  <c:v>59.9003295898437</c:v>
                </c:pt>
                <c:pt idx="607">
                  <c:v>59.900371551513601</c:v>
                </c:pt>
                <c:pt idx="608">
                  <c:v>59.900413513183501</c:v>
                </c:pt>
                <c:pt idx="609">
                  <c:v>59.900459289550703</c:v>
                </c:pt>
                <c:pt idx="610">
                  <c:v>59.900508880615199</c:v>
                </c:pt>
                <c:pt idx="611">
                  <c:v>59.900562286376903</c:v>
                </c:pt>
                <c:pt idx="612">
                  <c:v>59.900619506835902</c:v>
                </c:pt>
                <c:pt idx="613">
                  <c:v>59.900680541992102</c:v>
                </c:pt>
                <c:pt idx="614">
                  <c:v>59.900749206542898</c:v>
                </c:pt>
                <c:pt idx="615">
                  <c:v>59.9008178710937</c:v>
                </c:pt>
                <c:pt idx="616">
                  <c:v>59.900886535644503</c:v>
                </c:pt>
                <c:pt idx="617">
                  <c:v>59.900962829589801</c:v>
                </c:pt>
                <c:pt idx="618">
                  <c:v>59.901042938232401</c:v>
                </c:pt>
                <c:pt idx="619">
                  <c:v>59.901123046875</c:v>
                </c:pt>
                <c:pt idx="620">
                  <c:v>59.901210784912102</c:v>
                </c:pt>
                <c:pt idx="621">
                  <c:v>59.901302337646399</c:v>
                </c:pt>
                <c:pt idx="622">
                  <c:v>59.901393890380803</c:v>
                </c:pt>
                <c:pt idx="623">
                  <c:v>59.9014892578125</c:v>
                </c:pt>
                <c:pt idx="624">
                  <c:v>59.901588439941399</c:v>
                </c:pt>
                <c:pt idx="625">
                  <c:v>59.901687622070298</c:v>
                </c:pt>
                <c:pt idx="626">
                  <c:v>59.901786804199197</c:v>
                </c:pt>
                <c:pt idx="627">
                  <c:v>59.901893615722599</c:v>
                </c:pt>
                <c:pt idx="628">
                  <c:v>59.902004241943303</c:v>
                </c:pt>
                <c:pt idx="629">
                  <c:v>59.902111053466797</c:v>
                </c:pt>
                <c:pt idx="630">
                  <c:v>59.9022216796875</c:v>
                </c:pt>
                <c:pt idx="631">
                  <c:v>59.902336120605398</c:v>
                </c:pt>
                <c:pt idx="632">
                  <c:v>59.902454376220703</c:v>
                </c:pt>
                <c:pt idx="633">
                  <c:v>59.902568817138601</c:v>
                </c:pt>
                <c:pt idx="634">
                  <c:v>59.902683258056598</c:v>
                </c:pt>
                <c:pt idx="635">
                  <c:v>59.902801513671797</c:v>
                </c:pt>
                <c:pt idx="636">
                  <c:v>59.902919769287102</c:v>
                </c:pt>
                <c:pt idx="637">
                  <c:v>59.903041839599602</c:v>
                </c:pt>
                <c:pt idx="638">
                  <c:v>59.903160095214801</c:v>
                </c:pt>
                <c:pt idx="639">
                  <c:v>59.903282165527301</c:v>
                </c:pt>
                <c:pt idx="640">
                  <c:v>59.903404235839801</c:v>
                </c:pt>
                <c:pt idx="641">
                  <c:v>59.903522491455</c:v>
                </c:pt>
                <c:pt idx="642">
                  <c:v>59.903640747070298</c:v>
                </c:pt>
                <c:pt idx="643">
                  <c:v>59.903762817382798</c:v>
                </c:pt>
                <c:pt idx="644">
                  <c:v>59.903877258300703</c:v>
                </c:pt>
                <c:pt idx="645">
                  <c:v>59.9039916992187</c:v>
                </c:pt>
                <c:pt idx="646">
                  <c:v>59.904106140136697</c:v>
                </c:pt>
                <c:pt idx="647">
                  <c:v>59.904216766357401</c:v>
                </c:pt>
                <c:pt idx="648">
                  <c:v>59.904327392578097</c:v>
                </c:pt>
                <c:pt idx="649">
                  <c:v>59.904434204101499</c:v>
                </c:pt>
                <c:pt idx="650">
                  <c:v>59.904537200927699</c:v>
                </c:pt>
                <c:pt idx="651">
                  <c:v>59.904644012451101</c:v>
                </c:pt>
                <c:pt idx="652">
                  <c:v>59.904747009277301</c:v>
                </c:pt>
                <c:pt idx="653">
                  <c:v>59.9048461914062</c:v>
                </c:pt>
                <c:pt idx="654">
                  <c:v>59.904941558837798</c:v>
                </c:pt>
                <c:pt idx="655">
                  <c:v>59.905044555663999</c:v>
                </c:pt>
                <c:pt idx="656">
                  <c:v>59.905139923095703</c:v>
                </c:pt>
                <c:pt idx="657">
                  <c:v>59.905235290527301</c:v>
                </c:pt>
                <c:pt idx="658">
                  <c:v>59.905323028564403</c:v>
                </c:pt>
                <c:pt idx="659">
                  <c:v>59.905418395996001</c:v>
                </c:pt>
                <c:pt idx="660">
                  <c:v>59.905502319335902</c:v>
                </c:pt>
                <c:pt idx="661">
                  <c:v>59.905590057372997</c:v>
                </c:pt>
                <c:pt idx="662">
                  <c:v>59.905670166015597</c:v>
                </c:pt>
                <c:pt idx="663">
                  <c:v>59.905754089355398</c:v>
                </c:pt>
                <c:pt idx="664">
                  <c:v>59.905830383300703</c:v>
                </c:pt>
                <c:pt idx="665">
                  <c:v>59.905910491943303</c:v>
                </c:pt>
                <c:pt idx="666">
                  <c:v>59.905982971191399</c:v>
                </c:pt>
                <c:pt idx="667">
                  <c:v>59.906051635742102</c:v>
                </c:pt>
                <c:pt idx="668">
                  <c:v>59.906120300292898</c:v>
                </c:pt>
                <c:pt idx="669">
                  <c:v>59.906181335449197</c:v>
                </c:pt>
                <c:pt idx="670">
                  <c:v>59.906242370605398</c:v>
                </c:pt>
                <c:pt idx="671">
                  <c:v>59.906303405761697</c:v>
                </c:pt>
                <c:pt idx="672">
                  <c:v>59.906360626220703</c:v>
                </c:pt>
                <c:pt idx="673">
                  <c:v>59.906410217285099</c:v>
                </c:pt>
                <c:pt idx="674">
                  <c:v>59.906463623046797</c:v>
                </c:pt>
                <c:pt idx="675">
                  <c:v>59.9065132141113</c:v>
                </c:pt>
                <c:pt idx="676">
                  <c:v>59.9065551757812</c:v>
                </c:pt>
                <c:pt idx="677">
                  <c:v>59.906597137451101</c:v>
                </c:pt>
                <c:pt idx="678">
                  <c:v>59.906639099121001</c:v>
                </c:pt>
                <c:pt idx="679">
                  <c:v>59.906669616699197</c:v>
                </c:pt>
                <c:pt idx="680">
                  <c:v>59.906703948974602</c:v>
                </c:pt>
                <c:pt idx="681">
                  <c:v>59.906742095947202</c:v>
                </c:pt>
                <c:pt idx="682">
                  <c:v>59.906768798828097</c:v>
                </c:pt>
                <c:pt idx="683">
                  <c:v>59.906795501708899</c:v>
                </c:pt>
                <c:pt idx="684">
                  <c:v>59.906822204589801</c:v>
                </c:pt>
                <c:pt idx="685">
                  <c:v>59.906841278076101</c:v>
                </c:pt>
                <c:pt idx="686">
                  <c:v>59.906864166259702</c:v>
                </c:pt>
                <c:pt idx="687">
                  <c:v>59.9068794250488</c:v>
                </c:pt>
                <c:pt idx="688">
                  <c:v>59.906898498535099</c:v>
                </c:pt>
                <c:pt idx="689">
                  <c:v>59.906913757324197</c:v>
                </c:pt>
                <c:pt idx="690">
                  <c:v>59.906925201416001</c:v>
                </c:pt>
                <c:pt idx="691">
                  <c:v>59.906932830810497</c:v>
                </c:pt>
                <c:pt idx="692">
                  <c:v>59.906944274902301</c:v>
                </c:pt>
                <c:pt idx="693">
                  <c:v>59.906951904296797</c:v>
                </c:pt>
                <c:pt idx="694">
                  <c:v>59.906959533691399</c:v>
                </c:pt>
                <c:pt idx="695">
                  <c:v>59.906959533691399</c:v>
                </c:pt>
                <c:pt idx="696">
                  <c:v>59.906967163085902</c:v>
                </c:pt>
                <c:pt idx="697">
                  <c:v>59.906963348388601</c:v>
                </c:pt>
                <c:pt idx="698">
                  <c:v>59.906963348388601</c:v>
                </c:pt>
                <c:pt idx="699">
                  <c:v>59.906959533691399</c:v>
                </c:pt>
                <c:pt idx="700">
                  <c:v>59.906959533691399</c:v>
                </c:pt>
                <c:pt idx="701">
                  <c:v>59.906948089599602</c:v>
                </c:pt>
                <c:pt idx="702">
                  <c:v>59.906948089599602</c:v>
                </c:pt>
                <c:pt idx="703">
                  <c:v>59.906940460205</c:v>
                </c:pt>
                <c:pt idx="704">
                  <c:v>59.906932830810497</c:v>
                </c:pt>
                <c:pt idx="705">
                  <c:v>59.9069213867187</c:v>
                </c:pt>
                <c:pt idx="706">
                  <c:v>59.906913757324197</c:v>
                </c:pt>
                <c:pt idx="707">
                  <c:v>59.906902313232401</c:v>
                </c:pt>
                <c:pt idx="708">
                  <c:v>59.906890869140597</c:v>
                </c:pt>
                <c:pt idx="709">
                  <c:v>59.9068794250488</c:v>
                </c:pt>
                <c:pt idx="710">
                  <c:v>59.906864166259702</c:v>
                </c:pt>
                <c:pt idx="711">
                  <c:v>59.906852722167898</c:v>
                </c:pt>
                <c:pt idx="712">
                  <c:v>59.906837463378899</c:v>
                </c:pt>
                <c:pt idx="713">
                  <c:v>59.906826019287102</c:v>
                </c:pt>
                <c:pt idx="714">
                  <c:v>59.906810760497997</c:v>
                </c:pt>
                <c:pt idx="715">
                  <c:v>59.9067993164062</c:v>
                </c:pt>
                <c:pt idx="716">
                  <c:v>59.906787872314403</c:v>
                </c:pt>
                <c:pt idx="717">
                  <c:v>59.906772613525298</c:v>
                </c:pt>
                <c:pt idx="718">
                  <c:v>59.906761169433501</c:v>
                </c:pt>
                <c:pt idx="719">
                  <c:v>59.906749725341797</c:v>
                </c:pt>
                <c:pt idx="720">
                  <c:v>59.906742095947202</c:v>
                </c:pt>
                <c:pt idx="721">
                  <c:v>59.906730651855398</c:v>
                </c:pt>
                <c:pt idx="722">
                  <c:v>59.906719207763601</c:v>
                </c:pt>
                <c:pt idx="723">
                  <c:v>59.906707763671797</c:v>
                </c:pt>
                <c:pt idx="724">
                  <c:v>59.906700134277301</c:v>
                </c:pt>
                <c:pt idx="725">
                  <c:v>59.906688690185497</c:v>
                </c:pt>
                <c:pt idx="726">
                  <c:v>59.906684875488203</c:v>
                </c:pt>
                <c:pt idx="727">
                  <c:v>59.9066772460937</c:v>
                </c:pt>
                <c:pt idx="728">
                  <c:v>59.906673431396399</c:v>
                </c:pt>
                <c:pt idx="729">
                  <c:v>59.906669616699197</c:v>
                </c:pt>
                <c:pt idx="730">
                  <c:v>59.906669616699197</c:v>
                </c:pt>
                <c:pt idx="731">
                  <c:v>59.906665802001903</c:v>
                </c:pt>
                <c:pt idx="732">
                  <c:v>59.906661987304602</c:v>
                </c:pt>
                <c:pt idx="733">
                  <c:v>59.906661987304602</c:v>
                </c:pt>
                <c:pt idx="734">
                  <c:v>59.906665802001903</c:v>
                </c:pt>
                <c:pt idx="735">
                  <c:v>59.906669616699197</c:v>
                </c:pt>
                <c:pt idx="736">
                  <c:v>59.906673431396399</c:v>
                </c:pt>
                <c:pt idx="737">
                  <c:v>59.9066772460937</c:v>
                </c:pt>
                <c:pt idx="738">
                  <c:v>59.906684875488203</c:v>
                </c:pt>
                <c:pt idx="739">
                  <c:v>59.906692504882798</c:v>
                </c:pt>
                <c:pt idx="740">
                  <c:v>59.906703948974602</c:v>
                </c:pt>
                <c:pt idx="741">
                  <c:v>59.906715393066399</c:v>
                </c:pt>
                <c:pt idx="742">
                  <c:v>59.906726837158203</c:v>
                </c:pt>
                <c:pt idx="743">
                  <c:v>59.906742095947202</c:v>
                </c:pt>
                <c:pt idx="744">
                  <c:v>59.906761169433501</c:v>
                </c:pt>
                <c:pt idx="745">
                  <c:v>59.906784057617102</c:v>
                </c:pt>
                <c:pt idx="746">
                  <c:v>59.906806945800703</c:v>
                </c:pt>
                <c:pt idx="747">
                  <c:v>59.906829833984297</c:v>
                </c:pt>
                <c:pt idx="748">
                  <c:v>59.906852722167898</c:v>
                </c:pt>
                <c:pt idx="749">
                  <c:v>59.906883239746001</c:v>
                </c:pt>
                <c:pt idx="750">
                  <c:v>59.906913757324197</c:v>
                </c:pt>
                <c:pt idx="751">
                  <c:v>59.906948089599602</c:v>
                </c:pt>
                <c:pt idx="752">
                  <c:v>59.906986236572202</c:v>
                </c:pt>
                <c:pt idx="753">
                  <c:v>59.907024383544901</c:v>
                </c:pt>
                <c:pt idx="754">
                  <c:v>59.907066345214801</c:v>
                </c:pt>
                <c:pt idx="755">
                  <c:v>59.907112121582003</c:v>
                </c:pt>
                <c:pt idx="756">
                  <c:v>59.907157897949197</c:v>
                </c:pt>
                <c:pt idx="757">
                  <c:v>59.907207489013601</c:v>
                </c:pt>
                <c:pt idx="758">
                  <c:v>59.907257080078097</c:v>
                </c:pt>
                <c:pt idx="759">
                  <c:v>59.907310485839801</c:v>
                </c:pt>
                <c:pt idx="760">
                  <c:v>59.907363891601499</c:v>
                </c:pt>
                <c:pt idx="761">
                  <c:v>59.907421112060497</c:v>
                </c:pt>
                <c:pt idx="762">
                  <c:v>59.907478332519503</c:v>
                </c:pt>
                <c:pt idx="763">
                  <c:v>59.907543182372997</c:v>
                </c:pt>
                <c:pt idx="764">
                  <c:v>59.907608032226499</c:v>
                </c:pt>
                <c:pt idx="765">
                  <c:v>59.907676696777301</c:v>
                </c:pt>
                <c:pt idx="766">
                  <c:v>59.907745361328097</c:v>
                </c:pt>
                <c:pt idx="767">
                  <c:v>59.907810211181598</c:v>
                </c:pt>
                <c:pt idx="768">
                  <c:v>59.907886505126903</c:v>
                </c:pt>
                <c:pt idx="769">
                  <c:v>59.907958984375</c:v>
                </c:pt>
                <c:pt idx="770">
                  <c:v>59.908035278320298</c:v>
                </c:pt>
                <c:pt idx="771">
                  <c:v>59.908115386962798</c:v>
                </c:pt>
                <c:pt idx="772">
                  <c:v>59.908195495605398</c:v>
                </c:pt>
                <c:pt idx="773">
                  <c:v>59.908279418945298</c:v>
                </c:pt>
                <c:pt idx="774">
                  <c:v>59.908359527587798</c:v>
                </c:pt>
                <c:pt idx="775">
                  <c:v>59.908443450927699</c:v>
                </c:pt>
                <c:pt idx="776">
                  <c:v>59.908531188964801</c:v>
                </c:pt>
                <c:pt idx="777">
                  <c:v>59.908622741699197</c:v>
                </c:pt>
                <c:pt idx="778">
                  <c:v>59.908706665038999</c:v>
                </c:pt>
                <c:pt idx="779">
                  <c:v>59.908798217773402</c:v>
                </c:pt>
                <c:pt idx="780">
                  <c:v>59.908885955810497</c:v>
                </c:pt>
                <c:pt idx="781">
                  <c:v>59.908973693847599</c:v>
                </c:pt>
                <c:pt idx="782">
                  <c:v>59.909065246582003</c:v>
                </c:pt>
                <c:pt idx="783">
                  <c:v>59.909156799316399</c:v>
                </c:pt>
                <c:pt idx="784">
                  <c:v>59.909248352050703</c:v>
                </c:pt>
                <c:pt idx="785">
                  <c:v>59.909336090087798</c:v>
                </c:pt>
                <c:pt idx="786">
                  <c:v>59.909427642822202</c:v>
                </c:pt>
                <c:pt idx="787">
                  <c:v>59.909515380859297</c:v>
                </c:pt>
                <c:pt idx="788">
                  <c:v>59.909599304199197</c:v>
                </c:pt>
                <c:pt idx="789">
                  <c:v>59.909683227538999</c:v>
                </c:pt>
                <c:pt idx="790">
                  <c:v>59.909770965576101</c:v>
                </c:pt>
                <c:pt idx="791">
                  <c:v>59.909854888916001</c:v>
                </c:pt>
                <c:pt idx="792">
                  <c:v>59.909938812255803</c:v>
                </c:pt>
                <c:pt idx="793">
                  <c:v>59.910018920898402</c:v>
                </c:pt>
                <c:pt idx="794">
                  <c:v>59.910099029541001</c:v>
                </c:pt>
                <c:pt idx="795">
                  <c:v>59.910179138183501</c:v>
                </c:pt>
                <c:pt idx="796">
                  <c:v>59.910259246826101</c:v>
                </c:pt>
                <c:pt idx="797">
                  <c:v>59.910335540771399</c:v>
                </c:pt>
                <c:pt idx="798">
                  <c:v>59.910411834716797</c:v>
                </c:pt>
                <c:pt idx="799">
                  <c:v>59.910484313964801</c:v>
                </c:pt>
                <c:pt idx="800">
                  <c:v>59.910556793212798</c:v>
                </c:pt>
                <c:pt idx="801">
                  <c:v>59.910629272460902</c:v>
                </c:pt>
                <c:pt idx="802">
                  <c:v>59.910697937011697</c:v>
                </c:pt>
                <c:pt idx="803">
                  <c:v>59.9107666015625</c:v>
                </c:pt>
                <c:pt idx="804">
                  <c:v>59.910831451416001</c:v>
                </c:pt>
                <c:pt idx="805">
                  <c:v>59.910892486572202</c:v>
                </c:pt>
                <c:pt idx="806">
                  <c:v>59.910957336425703</c:v>
                </c:pt>
                <c:pt idx="807">
                  <c:v>59.911014556884702</c:v>
                </c:pt>
                <c:pt idx="808">
                  <c:v>59.9110717773437</c:v>
                </c:pt>
                <c:pt idx="809">
                  <c:v>59.911128997802699</c:v>
                </c:pt>
                <c:pt idx="810">
                  <c:v>59.911182403564403</c:v>
                </c:pt>
                <c:pt idx="811">
                  <c:v>59.911231994628899</c:v>
                </c:pt>
                <c:pt idx="812">
                  <c:v>59.911281585693303</c:v>
                </c:pt>
                <c:pt idx="813">
                  <c:v>59.911327362060497</c:v>
                </c:pt>
                <c:pt idx="814">
                  <c:v>59.911369323730398</c:v>
                </c:pt>
                <c:pt idx="815">
                  <c:v>59.911411285400298</c:v>
                </c:pt>
                <c:pt idx="816">
                  <c:v>59.911449432372997</c:v>
                </c:pt>
                <c:pt idx="817">
                  <c:v>59.911487579345703</c:v>
                </c:pt>
                <c:pt idx="818">
                  <c:v>59.9115180969238</c:v>
                </c:pt>
                <c:pt idx="819">
                  <c:v>59.911544799804602</c:v>
                </c:pt>
                <c:pt idx="820">
                  <c:v>59.911571502685497</c:v>
                </c:pt>
                <c:pt idx="821">
                  <c:v>59.911598205566399</c:v>
                </c:pt>
                <c:pt idx="822">
                  <c:v>59.911624908447202</c:v>
                </c:pt>
                <c:pt idx="823">
                  <c:v>59.9116401672363</c:v>
                </c:pt>
                <c:pt idx="824">
                  <c:v>59.911659240722599</c:v>
                </c:pt>
                <c:pt idx="825">
                  <c:v>59.911674499511697</c:v>
                </c:pt>
                <c:pt idx="826">
                  <c:v>59.911685943603501</c:v>
                </c:pt>
                <c:pt idx="827">
                  <c:v>59.9117012023925</c:v>
                </c:pt>
                <c:pt idx="828">
                  <c:v>59.911708831787102</c:v>
                </c:pt>
                <c:pt idx="829">
                  <c:v>59.911716461181598</c:v>
                </c:pt>
                <c:pt idx="830">
                  <c:v>59.911724090576101</c:v>
                </c:pt>
                <c:pt idx="831">
                  <c:v>59.911727905273402</c:v>
                </c:pt>
                <c:pt idx="832">
                  <c:v>59.911731719970703</c:v>
                </c:pt>
                <c:pt idx="833">
                  <c:v>59.911727905273402</c:v>
                </c:pt>
                <c:pt idx="834">
                  <c:v>59.911727905273402</c:v>
                </c:pt>
                <c:pt idx="835">
                  <c:v>59.911724090576101</c:v>
                </c:pt>
                <c:pt idx="836">
                  <c:v>59.911716461181598</c:v>
                </c:pt>
                <c:pt idx="837">
                  <c:v>59.911716461181598</c:v>
                </c:pt>
                <c:pt idx="838">
                  <c:v>59.911705017089801</c:v>
                </c:pt>
                <c:pt idx="839">
                  <c:v>59.911697387695298</c:v>
                </c:pt>
                <c:pt idx="840">
                  <c:v>59.911685943603501</c:v>
                </c:pt>
                <c:pt idx="841">
                  <c:v>59.911674499511697</c:v>
                </c:pt>
                <c:pt idx="842">
                  <c:v>59.911663055419901</c:v>
                </c:pt>
                <c:pt idx="843">
                  <c:v>59.911651611328097</c:v>
                </c:pt>
                <c:pt idx="844">
                  <c:v>59.9116401672363</c:v>
                </c:pt>
                <c:pt idx="845">
                  <c:v>59.911628723144503</c:v>
                </c:pt>
                <c:pt idx="846">
                  <c:v>59.911609649658203</c:v>
                </c:pt>
                <c:pt idx="847">
                  <c:v>59.911598205566399</c:v>
                </c:pt>
                <c:pt idx="848">
                  <c:v>59.911582946777301</c:v>
                </c:pt>
                <c:pt idx="849">
                  <c:v>59.911567687988203</c:v>
                </c:pt>
                <c:pt idx="850">
                  <c:v>59.911552429199197</c:v>
                </c:pt>
                <c:pt idx="851">
                  <c:v>59.911540985107401</c:v>
                </c:pt>
                <c:pt idx="852">
                  <c:v>59.911521911621001</c:v>
                </c:pt>
                <c:pt idx="853">
                  <c:v>59.911510467529297</c:v>
                </c:pt>
                <c:pt idx="854">
                  <c:v>59.9114990234375</c:v>
                </c:pt>
                <c:pt idx="855">
                  <c:v>59.911483764648402</c:v>
                </c:pt>
                <c:pt idx="856">
                  <c:v>59.911476135253899</c:v>
                </c:pt>
                <c:pt idx="857">
                  <c:v>59.911468505859297</c:v>
                </c:pt>
                <c:pt idx="858">
                  <c:v>59.9114570617675</c:v>
                </c:pt>
                <c:pt idx="859">
                  <c:v>59.911449432372997</c:v>
                </c:pt>
                <c:pt idx="860">
                  <c:v>59.911441802978501</c:v>
                </c:pt>
                <c:pt idx="861">
                  <c:v>59.9114379882812</c:v>
                </c:pt>
                <c:pt idx="862">
                  <c:v>59.911430358886697</c:v>
                </c:pt>
                <c:pt idx="863">
                  <c:v>59.911422729492102</c:v>
                </c:pt>
                <c:pt idx="864">
                  <c:v>59.911418914794901</c:v>
                </c:pt>
                <c:pt idx="865">
                  <c:v>59.911415100097599</c:v>
                </c:pt>
                <c:pt idx="866">
                  <c:v>59.911415100097599</c:v>
                </c:pt>
                <c:pt idx="867">
                  <c:v>59.911411285400298</c:v>
                </c:pt>
                <c:pt idx="868">
                  <c:v>59.911407470703097</c:v>
                </c:pt>
                <c:pt idx="869">
                  <c:v>59.911411285400298</c:v>
                </c:pt>
                <c:pt idx="870">
                  <c:v>59.911411285400298</c:v>
                </c:pt>
                <c:pt idx="871">
                  <c:v>59.911418914794901</c:v>
                </c:pt>
                <c:pt idx="872">
                  <c:v>59.911418914794901</c:v>
                </c:pt>
                <c:pt idx="873">
                  <c:v>59.911426544189403</c:v>
                </c:pt>
                <c:pt idx="874">
                  <c:v>59.911434173583899</c:v>
                </c:pt>
                <c:pt idx="875">
                  <c:v>59.9114379882812</c:v>
                </c:pt>
                <c:pt idx="876">
                  <c:v>59.911449432372997</c:v>
                </c:pt>
                <c:pt idx="877">
                  <c:v>59.911460876464801</c:v>
                </c:pt>
                <c:pt idx="878">
                  <c:v>59.911476135253899</c:v>
                </c:pt>
                <c:pt idx="879">
                  <c:v>59.911487579345703</c:v>
                </c:pt>
                <c:pt idx="880">
                  <c:v>59.9114990234375</c:v>
                </c:pt>
                <c:pt idx="881">
                  <c:v>59.9115180969238</c:v>
                </c:pt>
                <c:pt idx="882">
                  <c:v>59.911537170410099</c:v>
                </c:pt>
                <c:pt idx="883">
                  <c:v>59.9115600585937</c:v>
                </c:pt>
                <c:pt idx="884">
                  <c:v>59.911582946777301</c:v>
                </c:pt>
                <c:pt idx="885">
                  <c:v>59.911609649658203</c:v>
                </c:pt>
                <c:pt idx="886">
                  <c:v>59.911632537841797</c:v>
                </c:pt>
                <c:pt idx="887">
                  <c:v>59.911663055419901</c:v>
                </c:pt>
                <c:pt idx="888">
                  <c:v>59.911689758300703</c:v>
                </c:pt>
                <c:pt idx="889">
                  <c:v>59.911720275878899</c:v>
                </c:pt>
                <c:pt idx="890">
                  <c:v>59.911754608154297</c:v>
                </c:pt>
                <c:pt idx="891">
                  <c:v>59.911788940429602</c:v>
                </c:pt>
                <c:pt idx="892">
                  <c:v>59.911823272705</c:v>
                </c:pt>
                <c:pt idx="893">
                  <c:v>59.911861419677699</c:v>
                </c:pt>
                <c:pt idx="894">
                  <c:v>59.911899566650298</c:v>
                </c:pt>
                <c:pt idx="895">
                  <c:v>59.9119453430175</c:v>
                </c:pt>
                <c:pt idx="896">
                  <c:v>59.911983489990199</c:v>
                </c:pt>
                <c:pt idx="897">
                  <c:v>59.912029266357401</c:v>
                </c:pt>
                <c:pt idx="898">
                  <c:v>59.912075042724602</c:v>
                </c:pt>
                <c:pt idx="899">
                  <c:v>59.912120819091797</c:v>
                </c:pt>
                <c:pt idx="900">
                  <c:v>59.9121704101562</c:v>
                </c:pt>
                <c:pt idx="901">
                  <c:v>59.912220001220703</c:v>
                </c:pt>
                <c:pt idx="902">
                  <c:v>59.912269592285099</c:v>
                </c:pt>
                <c:pt idx="903">
                  <c:v>59.912326812744098</c:v>
                </c:pt>
                <c:pt idx="904">
                  <c:v>59.912384033203097</c:v>
                </c:pt>
                <c:pt idx="905">
                  <c:v>59.912437438964801</c:v>
                </c:pt>
                <c:pt idx="906">
                  <c:v>59.912490844726499</c:v>
                </c:pt>
                <c:pt idx="907">
                  <c:v>59.912548065185497</c:v>
                </c:pt>
                <c:pt idx="908">
                  <c:v>59.912605285644503</c:v>
                </c:pt>
                <c:pt idx="909">
                  <c:v>59.912670135497997</c:v>
                </c:pt>
                <c:pt idx="910">
                  <c:v>59.912727355957003</c:v>
                </c:pt>
                <c:pt idx="911">
                  <c:v>59.912792205810497</c:v>
                </c:pt>
                <c:pt idx="912">
                  <c:v>59.912853240966797</c:v>
                </c:pt>
                <c:pt idx="913">
                  <c:v>59.912914276122997</c:v>
                </c:pt>
                <c:pt idx="914">
                  <c:v>59.912975311279297</c:v>
                </c:pt>
                <c:pt idx="915">
                  <c:v>59.91304397583</c:v>
                </c:pt>
                <c:pt idx="916">
                  <c:v>59.9131050109863</c:v>
                </c:pt>
                <c:pt idx="917">
                  <c:v>59.913169860839801</c:v>
                </c:pt>
                <c:pt idx="918">
                  <c:v>59.913234710693303</c:v>
                </c:pt>
                <c:pt idx="919">
                  <c:v>59.913295745849602</c:v>
                </c:pt>
                <c:pt idx="920">
                  <c:v>59.913364410400298</c:v>
                </c:pt>
                <c:pt idx="921">
                  <c:v>59.913425445556598</c:v>
                </c:pt>
                <c:pt idx="922">
                  <c:v>59.913486480712798</c:v>
                </c:pt>
                <c:pt idx="923">
                  <c:v>59.913547515869098</c:v>
                </c:pt>
                <c:pt idx="924">
                  <c:v>59.913604736328097</c:v>
                </c:pt>
                <c:pt idx="925">
                  <c:v>59.913665771484297</c:v>
                </c:pt>
                <c:pt idx="926">
                  <c:v>59.913726806640597</c:v>
                </c:pt>
                <c:pt idx="927">
                  <c:v>59.913784027099602</c:v>
                </c:pt>
                <c:pt idx="928">
                  <c:v>59.913841247558501</c:v>
                </c:pt>
                <c:pt idx="929">
                  <c:v>59.913894653320298</c:v>
                </c:pt>
                <c:pt idx="930">
                  <c:v>59.913948059082003</c:v>
                </c:pt>
                <c:pt idx="931">
                  <c:v>59.9140014648437</c:v>
                </c:pt>
                <c:pt idx="932">
                  <c:v>59.914054870605398</c:v>
                </c:pt>
                <c:pt idx="933">
                  <c:v>59.914108276367102</c:v>
                </c:pt>
                <c:pt idx="934">
                  <c:v>59.914157867431598</c:v>
                </c:pt>
                <c:pt idx="935">
                  <c:v>59.914211273193303</c:v>
                </c:pt>
                <c:pt idx="936">
                  <c:v>59.914260864257798</c:v>
                </c:pt>
                <c:pt idx="937">
                  <c:v>59.914310455322202</c:v>
                </c:pt>
                <c:pt idx="938">
                  <c:v>59.914360046386697</c:v>
                </c:pt>
                <c:pt idx="939">
                  <c:v>59.914409637451101</c:v>
                </c:pt>
                <c:pt idx="940">
                  <c:v>59.914455413818303</c:v>
                </c:pt>
                <c:pt idx="941">
                  <c:v>59.914497375488203</c:v>
                </c:pt>
                <c:pt idx="942">
                  <c:v>59.914543151855398</c:v>
                </c:pt>
                <c:pt idx="943">
                  <c:v>59.914588928222599</c:v>
                </c:pt>
                <c:pt idx="944">
                  <c:v>59.9146308898925</c:v>
                </c:pt>
                <c:pt idx="945">
                  <c:v>59.914669036865199</c:v>
                </c:pt>
                <c:pt idx="946">
                  <c:v>59.914707183837798</c:v>
                </c:pt>
                <c:pt idx="947">
                  <c:v>59.914745330810497</c:v>
                </c:pt>
                <c:pt idx="948">
                  <c:v>59.914779663085902</c:v>
                </c:pt>
                <c:pt idx="949">
                  <c:v>59.914810180663999</c:v>
                </c:pt>
                <c:pt idx="950">
                  <c:v>59.914844512939403</c:v>
                </c:pt>
                <c:pt idx="951">
                  <c:v>59.9148750305175</c:v>
                </c:pt>
                <c:pt idx="952">
                  <c:v>59.914905548095703</c:v>
                </c:pt>
                <c:pt idx="953">
                  <c:v>59.914932250976499</c:v>
                </c:pt>
                <c:pt idx="954">
                  <c:v>59.914958953857401</c:v>
                </c:pt>
                <c:pt idx="955">
                  <c:v>59.914981842041001</c:v>
                </c:pt>
                <c:pt idx="956">
                  <c:v>59.915004730224602</c:v>
                </c:pt>
                <c:pt idx="957">
                  <c:v>59.915027618408203</c:v>
                </c:pt>
                <c:pt idx="958">
                  <c:v>59.915050506591797</c:v>
                </c:pt>
                <c:pt idx="959">
                  <c:v>59.915069580078097</c:v>
                </c:pt>
                <c:pt idx="960">
                  <c:v>59.915084838867102</c:v>
                </c:pt>
                <c:pt idx="961">
                  <c:v>59.915096282958899</c:v>
                </c:pt>
                <c:pt idx="962">
                  <c:v>59.915107727050703</c:v>
                </c:pt>
                <c:pt idx="963">
                  <c:v>59.9151191711425</c:v>
                </c:pt>
                <c:pt idx="964">
                  <c:v>59.915130615234297</c:v>
                </c:pt>
                <c:pt idx="965">
                  <c:v>59.915138244628899</c:v>
                </c:pt>
                <c:pt idx="966">
                  <c:v>59.915145874023402</c:v>
                </c:pt>
                <c:pt idx="967">
                  <c:v>59.915149688720703</c:v>
                </c:pt>
                <c:pt idx="968">
                  <c:v>59.915157318115199</c:v>
                </c:pt>
                <c:pt idx="969">
                  <c:v>59.915157318115199</c:v>
                </c:pt>
                <c:pt idx="970">
                  <c:v>59.915164947509702</c:v>
                </c:pt>
                <c:pt idx="971">
                  <c:v>59.9151611328125</c:v>
                </c:pt>
                <c:pt idx="972">
                  <c:v>59.9151611328125</c:v>
                </c:pt>
                <c:pt idx="973">
                  <c:v>59.9151611328125</c:v>
                </c:pt>
                <c:pt idx="974">
                  <c:v>59.915157318115199</c:v>
                </c:pt>
                <c:pt idx="975">
                  <c:v>59.915157318115199</c:v>
                </c:pt>
                <c:pt idx="976">
                  <c:v>59.915153503417898</c:v>
                </c:pt>
                <c:pt idx="977">
                  <c:v>59.915153503417898</c:v>
                </c:pt>
                <c:pt idx="978">
                  <c:v>59.915145874023402</c:v>
                </c:pt>
                <c:pt idx="979">
                  <c:v>59.915142059326101</c:v>
                </c:pt>
                <c:pt idx="980">
                  <c:v>59.915134429931598</c:v>
                </c:pt>
                <c:pt idx="981">
                  <c:v>59.915126800537102</c:v>
                </c:pt>
                <c:pt idx="982">
                  <c:v>59.9151191711425</c:v>
                </c:pt>
                <c:pt idx="983">
                  <c:v>59.915111541747997</c:v>
                </c:pt>
                <c:pt idx="984">
                  <c:v>59.915103912353501</c:v>
                </c:pt>
                <c:pt idx="985">
                  <c:v>59.915092468261697</c:v>
                </c:pt>
                <c:pt idx="986">
                  <c:v>59.915088653564403</c:v>
                </c:pt>
                <c:pt idx="987">
                  <c:v>59.915084838867102</c:v>
                </c:pt>
                <c:pt idx="988">
                  <c:v>59.915073394775298</c:v>
                </c:pt>
                <c:pt idx="989">
                  <c:v>59.915061950683501</c:v>
                </c:pt>
                <c:pt idx="990">
                  <c:v>59.9150581359863</c:v>
                </c:pt>
                <c:pt idx="991">
                  <c:v>59.915050506591797</c:v>
                </c:pt>
                <c:pt idx="992">
                  <c:v>59.915046691894503</c:v>
                </c:pt>
                <c:pt idx="993">
                  <c:v>59.915035247802699</c:v>
                </c:pt>
                <c:pt idx="994">
                  <c:v>59.915031433105398</c:v>
                </c:pt>
                <c:pt idx="995">
                  <c:v>59.915023803710902</c:v>
                </c:pt>
                <c:pt idx="996">
                  <c:v>59.915019989013601</c:v>
                </c:pt>
                <c:pt idx="997">
                  <c:v>59.915016174316399</c:v>
                </c:pt>
                <c:pt idx="998">
                  <c:v>59.915008544921797</c:v>
                </c:pt>
                <c:pt idx="999">
                  <c:v>59.915004730224602</c:v>
                </c:pt>
                <c:pt idx="1000">
                  <c:v>59.915000915527301</c:v>
                </c:pt>
                <c:pt idx="1001">
                  <c:v>59.91499710083</c:v>
                </c:pt>
                <c:pt idx="1002">
                  <c:v>59.91499710083</c:v>
                </c:pt>
                <c:pt idx="1003">
                  <c:v>59.914993286132798</c:v>
                </c:pt>
                <c:pt idx="1004">
                  <c:v>59.914989471435497</c:v>
                </c:pt>
                <c:pt idx="1005">
                  <c:v>59.914989471435497</c:v>
                </c:pt>
                <c:pt idx="1006">
                  <c:v>59.914989471435497</c:v>
                </c:pt>
                <c:pt idx="1007">
                  <c:v>59.914985656738203</c:v>
                </c:pt>
                <c:pt idx="1008">
                  <c:v>59.914989471435497</c:v>
                </c:pt>
                <c:pt idx="1009">
                  <c:v>59.914985656738203</c:v>
                </c:pt>
                <c:pt idx="1010">
                  <c:v>59.914981842041001</c:v>
                </c:pt>
                <c:pt idx="1011">
                  <c:v>59.914985656738203</c:v>
                </c:pt>
                <c:pt idx="1012">
                  <c:v>59.914989471435497</c:v>
                </c:pt>
                <c:pt idx="1013">
                  <c:v>59.91499710083</c:v>
                </c:pt>
                <c:pt idx="1014">
                  <c:v>59.915000915527301</c:v>
                </c:pt>
                <c:pt idx="1015">
                  <c:v>59.915000915527301</c:v>
                </c:pt>
                <c:pt idx="1016">
                  <c:v>59.915008544921797</c:v>
                </c:pt>
                <c:pt idx="1017">
                  <c:v>59.915016174316399</c:v>
                </c:pt>
                <c:pt idx="1018">
                  <c:v>59.915027618408203</c:v>
                </c:pt>
                <c:pt idx="1019">
                  <c:v>59.915035247802699</c:v>
                </c:pt>
                <c:pt idx="1020">
                  <c:v>59.915046691894503</c:v>
                </c:pt>
                <c:pt idx="1021">
                  <c:v>59.9150581359863</c:v>
                </c:pt>
                <c:pt idx="1022">
                  <c:v>59.915069580078097</c:v>
                </c:pt>
                <c:pt idx="1023">
                  <c:v>59.915084838867102</c:v>
                </c:pt>
                <c:pt idx="1024">
                  <c:v>59.9151000976562</c:v>
                </c:pt>
                <c:pt idx="1025">
                  <c:v>59.915115356445298</c:v>
                </c:pt>
                <c:pt idx="1026">
                  <c:v>59.915134429931598</c:v>
                </c:pt>
                <c:pt idx="1027">
                  <c:v>59.915153503417898</c:v>
                </c:pt>
                <c:pt idx="1028">
                  <c:v>59.915176391601499</c:v>
                </c:pt>
                <c:pt idx="1029">
                  <c:v>59.915195465087798</c:v>
                </c:pt>
                <c:pt idx="1030">
                  <c:v>59.915218353271399</c:v>
                </c:pt>
                <c:pt idx="1031">
                  <c:v>59.915245056152301</c:v>
                </c:pt>
                <c:pt idx="1032">
                  <c:v>59.915267944335902</c:v>
                </c:pt>
                <c:pt idx="1033">
                  <c:v>59.915294647216797</c:v>
                </c:pt>
                <c:pt idx="1034">
                  <c:v>59.915325164794901</c:v>
                </c:pt>
                <c:pt idx="1035">
                  <c:v>59.915351867675703</c:v>
                </c:pt>
                <c:pt idx="1036">
                  <c:v>59.915382385253899</c:v>
                </c:pt>
                <c:pt idx="1037">
                  <c:v>59.915409088134702</c:v>
                </c:pt>
                <c:pt idx="1038">
                  <c:v>59.915439605712798</c:v>
                </c:pt>
                <c:pt idx="1039">
                  <c:v>59.915473937988203</c:v>
                </c:pt>
                <c:pt idx="1040">
                  <c:v>59.915504455566399</c:v>
                </c:pt>
                <c:pt idx="1041">
                  <c:v>59.915538787841797</c:v>
                </c:pt>
                <c:pt idx="1042">
                  <c:v>59.915573120117102</c:v>
                </c:pt>
                <c:pt idx="1043">
                  <c:v>59.9156074523925</c:v>
                </c:pt>
                <c:pt idx="1044">
                  <c:v>59.915645599365199</c:v>
                </c:pt>
                <c:pt idx="1045">
                  <c:v>59.915683746337798</c:v>
                </c:pt>
                <c:pt idx="1046">
                  <c:v>59.915725708007798</c:v>
                </c:pt>
                <c:pt idx="1047">
                  <c:v>59.915763854980398</c:v>
                </c:pt>
                <c:pt idx="1048">
                  <c:v>59.915805816650298</c:v>
                </c:pt>
                <c:pt idx="1049">
                  <c:v>59.915843963622997</c:v>
                </c:pt>
                <c:pt idx="1050">
                  <c:v>59.915882110595703</c:v>
                </c:pt>
                <c:pt idx="1051">
                  <c:v>59.915924072265597</c:v>
                </c:pt>
                <c:pt idx="1052">
                  <c:v>59.915966033935497</c:v>
                </c:pt>
                <c:pt idx="1053">
                  <c:v>59.916011810302699</c:v>
                </c:pt>
                <c:pt idx="1054">
                  <c:v>59.916053771972599</c:v>
                </c:pt>
                <c:pt idx="1055">
                  <c:v>59.9160957336425</c:v>
                </c:pt>
                <c:pt idx="1056">
                  <c:v>59.916145324707003</c:v>
                </c:pt>
                <c:pt idx="1057">
                  <c:v>59.916187286376903</c:v>
                </c:pt>
                <c:pt idx="1058">
                  <c:v>59.916233062744098</c:v>
                </c:pt>
                <c:pt idx="1059">
                  <c:v>59.916275024413999</c:v>
                </c:pt>
                <c:pt idx="1060">
                  <c:v>59.9163208007812</c:v>
                </c:pt>
                <c:pt idx="1061">
                  <c:v>59.916362762451101</c:v>
                </c:pt>
                <c:pt idx="1062">
                  <c:v>59.916408538818303</c:v>
                </c:pt>
                <c:pt idx="1063">
                  <c:v>59.916454315185497</c:v>
                </c:pt>
                <c:pt idx="1064">
                  <c:v>59.916500091552699</c:v>
                </c:pt>
                <c:pt idx="1065">
                  <c:v>59.916542053222599</c:v>
                </c:pt>
                <c:pt idx="1066">
                  <c:v>59.9165840148925</c:v>
                </c:pt>
                <c:pt idx="1067">
                  <c:v>59.916629791259702</c:v>
                </c:pt>
                <c:pt idx="1068">
                  <c:v>59.916671752929602</c:v>
                </c:pt>
                <c:pt idx="1069">
                  <c:v>59.916713714599602</c:v>
                </c:pt>
                <c:pt idx="1070">
                  <c:v>59.916755676269503</c:v>
                </c:pt>
                <c:pt idx="1071">
                  <c:v>59.916793823242102</c:v>
                </c:pt>
                <c:pt idx="1072">
                  <c:v>59.916835784912102</c:v>
                </c:pt>
                <c:pt idx="1073">
                  <c:v>59.916873931884702</c:v>
                </c:pt>
                <c:pt idx="1074">
                  <c:v>59.916912078857401</c:v>
                </c:pt>
                <c:pt idx="1075">
                  <c:v>59.91695022583</c:v>
                </c:pt>
                <c:pt idx="1076">
                  <c:v>59.916988372802699</c:v>
                </c:pt>
                <c:pt idx="1077">
                  <c:v>59.917026519775298</c:v>
                </c:pt>
                <c:pt idx="1078">
                  <c:v>59.917064666747997</c:v>
                </c:pt>
                <c:pt idx="1079">
                  <c:v>59.917098999023402</c:v>
                </c:pt>
                <c:pt idx="1080">
                  <c:v>59.9171333312988</c:v>
                </c:pt>
                <c:pt idx="1081">
                  <c:v>59.917167663574197</c:v>
                </c:pt>
                <c:pt idx="1082">
                  <c:v>59.917198181152301</c:v>
                </c:pt>
                <c:pt idx="1083">
                  <c:v>59.917228698730398</c:v>
                </c:pt>
                <c:pt idx="1084">
                  <c:v>59.917259216308501</c:v>
                </c:pt>
                <c:pt idx="1085">
                  <c:v>59.917289733886697</c:v>
                </c:pt>
                <c:pt idx="1086">
                  <c:v>59.9173164367675</c:v>
                </c:pt>
                <c:pt idx="1087">
                  <c:v>59.917346954345703</c:v>
                </c:pt>
                <c:pt idx="1088">
                  <c:v>59.917373657226499</c:v>
                </c:pt>
                <c:pt idx="1089">
                  <c:v>59.917400360107401</c:v>
                </c:pt>
                <c:pt idx="1090">
                  <c:v>59.917427062988203</c:v>
                </c:pt>
                <c:pt idx="1091">
                  <c:v>59.917449951171797</c:v>
                </c:pt>
                <c:pt idx="1092">
                  <c:v>59.917472839355398</c:v>
                </c:pt>
                <c:pt idx="1093">
                  <c:v>59.917495727538999</c:v>
                </c:pt>
                <c:pt idx="1094">
                  <c:v>59.917514801025298</c:v>
                </c:pt>
                <c:pt idx="1095">
                  <c:v>59.917533874511697</c:v>
                </c:pt>
                <c:pt idx="1096">
                  <c:v>59.917552947997997</c:v>
                </c:pt>
                <c:pt idx="1097">
                  <c:v>59.917572021484297</c:v>
                </c:pt>
                <c:pt idx="1098">
                  <c:v>59.917587280273402</c:v>
                </c:pt>
                <c:pt idx="1099">
                  <c:v>59.917606353759702</c:v>
                </c:pt>
                <c:pt idx="1100">
                  <c:v>59.917617797851499</c:v>
                </c:pt>
                <c:pt idx="1101">
                  <c:v>59.917633056640597</c:v>
                </c:pt>
                <c:pt idx="1102">
                  <c:v>59.917644500732401</c:v>
                </c:pt>
                <c:pt idx="1103">
                  <c:v>59.917652130126903</c:v>
                </c:pt>
                <c:pt idx="1104">
                  <c:v>59.917659759521399</c:v>
                </c:pt>
                <c:pt idx="1105">
                  <c:v>59.917667388916001</c:v>
                </c:pt>
                <c:pt idx="1106">
                  <c:v>59.917671203613203</c:v>
                </c:pt>
                <c:pt idx="1107">
                  <c:v>59.917675018310497</c:v>
                </c:pt>
                <c:pt idx="1108">
                  <c:v>59.917675018310497</c:v>
                </c:pt>
                <c:pt idx="1109">
                  <c:v>59.917675018310497</c:v>
                </c:pt>
                <c:pt idx="1110">
                  <c:v>59.917675018310497</c:v>
                </c:pt>
                <c:pt idx="1111">
                  <c:v>59.917675018310497</c:v>
                </c:pt>
                <c:pt idx="1112">
                  <c:v>59.917671203613203</c:v>
                </c:pt>
                <c:pt idx="1113">
                  <c:v>59.917671203613203</c:v>
                </c:pt>
                <c:pt idx="1114">
                  <c:v>59.917667388916001</c:v>
                </c:pt>
                <c:pt idx="1115">
                  <c:v>59.9176635742187</c:v>
                </c:pt>
                <c:pt idx="1116">
                  <c:v>59.917659759521399</c:v>
                </c:pt>
                <c:pt idx="1117">
                  <c:v>59.917655944824197</c:v>
                </c:pt>
                <c:pt idx="1118">
                  <c:v>59.917652130126903</c:v>
                </c:pt>
                <c:pt idx="1119">
                  <c:v>59.917648315429602</c:v>
                </c:pt>
                <c:pt idx="1120">
                  <c:v>59.917640686035099</c:v>
                </c:pt>
                <c:pt idx="1121">
                  <c:v>59.917636871337798</c:v>
                </c:pt>
                <c:pt idx="1122">
                  <c:v>59.917629241943303</c:v>
                </c:pt>
                <c:pt idx="1123">
                  <c:v>59.9176216125488</c:v>
                </c:pt>
                <c:pt idx="1124">
                  <c:v>59.917610168457003</c:v>
                </c:pt>
                <c:pt idx="1125">
                  <c:v>59.9176025390625</c:v>
                </c:pt>
                <c:pt idx="1126">
                  <c:v>59.917594909667898</c:v>
                </c:pt>
                <c:pt idx="1127">
                  <c:v>59.917587280273402</c:v>
                </c:pt>
                <c:pt idx="1128">
                  <c:v>59.917579650878899</c:v>
                </c:pt>
                <c:pt idx="1129">
                  <c:v>59.917568206787102</c:v>
                </c:pt>
                <c:pt idx="1130">
                  <c:v>59.9175605773925</c:v>
                </c:pt>
                <c:pt idx="1131">
                  <c:v>59.917552947997997</c:v>
                </c:pt>
                <c:pt idx="1132">
                  <c:v>59.917549133300703</c:v>
                </c:pt>
                <c:pt idx="1133">
                  <c:v>59.917537689208899</c:v>
                </c:pt>
                <c:pt idx="1134">
                  <c:v>59.917530059814403</c:v>
                </c:pt>
                <c:pt idx="1135">
                  <c:v>59.917522430419901</c:v>
                </c:pt>
                <c:pt idx="1136">
                  <c:v>59.917514801025298</c:v>
                </c:pt>
                <c:pt idx="1137">
                  <c:v>59.917507171630803</c:v>
                </c:pt>
                <c:pt idx="1138">
                  <c:v>59.9174995422363</c:v>
                </c:pt>
                <c:pt idx="1139">
                  <c:v>59.917491912841797</c:v>
                </c:pt>
                <c:pt idx="1140">
                  <c:v>59.91748046875</c:v>
                </c:pt>
                <c:pt idx="1141">
                  <c:v>59.917476654052699</c:v>
                </c:pt>
                <c:pt idx="1142">
                  <c:v>59.917472839355398</c:v>
                </c:pt>
                <c:pt idx="1143">
                  <c:v>59.917461395263601</c:v>
                </c:pt>
                <c:pt idx="1144">
                  <c:v>59.917461395263601</c:v>
                </c:pt>
                <c:pt idx="1145">
                  <c:v>59.917453765869098</c:v>
                </c:pt>
                <c:pt idx="1146">
                  <c:v>59.917449951171797</c:v>
                </c:pt>
                <c:pt idx="1147">
                  <c:v>59.917446136474602</c:v>
                </c:pt>
                <c:pt idx="1148">
                  <c:v>59.917446136474602</c:v>
                </c:pt>
                <c:pt idx="1149">
                  <c:v>59.917442321777301</c:v>
                </c:pt>
                <c:pt idx="1150">
                  <c:v>59.91743850708</c:v>
                </c:pt>
                <c:pt idx="1151">
                  <c:v>59.91743850708</c:v>
                </c:pt>
                <c:pt idx="1152">
                  <c:v>59.91743850708</c:v>
                </c:pt>
                <c:pt idx="1153">
                  <c:v>59.917442321777301</c:v>
                </c:pt>
                <c:pt idx="1154">
                  <c:v>59.917446136474602</c:v>
                </c:pt>
                <c:pt idx="1155">
                  <c:v>59.917449951171797</c:v>
                </c:pt>
                <c:pt idx="1156">
                  <c:v>59.917453765869098</c:v>
                </c:pt>
                <c:pt idx="1157">
                  <c:v>59.917461395263601</c:v>
                </c:pt>
                <c:pt idx="1158">
                  <c:v>59.917465209960902</c:v>
                </c:pt>
                <c:pt idx="1159">
                  <c:v>59.917472839355398</c:v>
                </c:pt>
                <c:pt idx="1160">
                  <c:v>59.917484283447202</c:v>
                </c:pt>
                <c:pt idx="1161">
                  <c:v>59.917491912841797</c:v>
                </c:pt>
                <c:pt idx="1162">
                  <c:v>59.917503356933501</c:v>
                </c:pt>
                <c:pt idx="1163">
                  <c:v>59.917514801025298</c:v>
                </c:pt>
                <c:pt idx="1164">
                  <c:v>59.917526245117102</c:v>
                </c:pt>
                <c:pt idx="1165">
                  <c:v>59.9175415039062</c:v>
                </c:pt>
                <c:pt idx="1166">
                  <c:v>59.917552947997997</c:v>
                </c:pt>
                <c:pt idx="1167">
                  <c:v>59.917568206787102</c:v>
                </c:pt>
                <c:pt idx="1168">
                  <c:v>59.917583465576101</c:v>
                </c:pt>
                <c:pt idx="1169">
                  <c:v>59.917598724365199</c:v>
                </c:pt>
                <c:pt idx="1170">
                  <c:v>59.917613983154297</c:v>
                </c:pt>
                <c:pt idx="1171">
                  <c:v>59.917633056640597</c:v>
                </c:pt>
                <c:pt idx="1172">
                  <c:v>59.917652130126903</c:v>
                </c:pt>
                <c:pt idx="1173">
                  <c:v>59.917671203613203</c:v>
                </c:pt>
                <c:pt idx="1174">
                  <c:v>59.917690277099602</c:v>
                </c:pt>
                <c:pt idx="1175">
                  <c:v>59.917709350585902</c:v>
                </c:pt>
                <c:pt idx="1176">
                  <c:v>59.917732238769503</c:v>
                </c:pt>
                <c:pt idx="1177">
                  <c:v>59.917758941650298</c:v>
                </c:pt>
                <c:pt idx="1178">
                  <c:v>59.917781829833899</c:v>
                </c:pt>
                <c:pt idx="1179">
                  <c:v>59.917808532714801</c:v>
                </c:pt>
                <c:pt idx="1180">
                  <c:v>59.917835235595703</c:v>
                </c:pt>
                <c:pt idx="1181">
                  <c:v>59.917861938476499</c:v>
                </c:pt>
                <c:pt idx="1182">
                  <c:v>59.917888641357401</c:v>
                </c:pt>
                <c:pt idx="1183">
                  <c:v>59.917919158935497</c:v>
                </c:pt>
                <c:pt idx="1184">
                  <c:v>59.917949676513601</c:v>
                </c:pt>
                <c:pt idx="1185">
                  <c:v>59.917976379394503</c:v>
                </c:pt>
                <c:pt idx="1186">
                  <c:v>59.918006896972599</c:v>
                </c:pt>
                <c:pt idx="1187">
                  <c:v>59.918041229247997</c:v>
                </c:pt>
                <c:pt idx="1188">
                  <c:v>59.918075561523402</c:v>
                </c:pt>
                <c:pt idx="1189">
                  <c:v>59.918106079101499</c:v>
                </c:pt>
                <c:pt idx="1190">
                  <c:v>59.918136596679602</c:v>
                </c:pt>
                <c:pt idx="1191">
                  <c:v>59.918170928955</c:v>
                </c:pt>
                <c:pt idx="1192">
                  <c:v>59.918205261230398</c:v>
                </c:pt>
                <c:pt idx="1193">
                  <c:v>59.918235778808501</c:v>
                </c:pt>
                <c:pt idx="1194">
                  <c:v>59.918270111083899</c:v>
                </c:pt>
                <c:pt idx="1195">
                  <c:v>59.918308258056598</c:v>
                </c:pt>
                <c:pt idx="1196">
                  <c:v>59.918323516845703</c:v>
                </c:pt>
              </c:numCache>
            </c:numRef>
          </c:yVal>
          <c:smooth val="0"/>
          <c:extLst>
            <c:ext xmlns:c16="http://schemas.microsoft.com/office/drawing/2014/chart" uri="{C3380CC4-5D6E-409C-BE32-E72D297353CC}">
              <c16:uniqueId val="{00000002-A55F-4951-BDAE-93CFD69AC650}"/>
            </c:ext>
          </c:extLst>
        </c:ser>
        <c:ser>
          <c:idx val="5"/>
          <c:order val="5"/>
          <c:tx>
            <c:v>'23</c:v>
          </c:tx>
          <c:spPr>
            <a:ln w="25400" cap="rnd">
              <a:noFill/>
              <a:round/>
            </a:ln>
            <a:effectLst/>
          </c:spPr>
          <c:marker>
            <c:symbol val="circle"/>
            <c:size val="3"/>
            <c:spPr>
              <a:solidFill>
                <a:srgbClr val="005172"/>
              </a:solidFill>
              <a:ln w="9525">
                <a:noFill/>
              </a:ln>
              <a:effectLst/>
            </c:spPr>
          </c:marker>
          <c:xVal>
            <c:numRef>
              <c:f>'Double PV'!$S$1:$S$1203</c:f>
              <c:numCache>
                <c:formatCode>General</c:formatCode>
                <c:ptCount val="1203"/>
                <c:pt idx="0">
                  <c:v>-8.3299996331334097E-3</c:v>
                </c:pt>
                <c:pt idx="1">
                  <c:v>-4.1700000874698101E-3</c:v>
                </c:pt>
                <c:pt idx="2">
                  <c:v>3.3330000936985002E-2</c:v>
                </c:pt>
                <c:pt idx="3">
                  <c:v>7.0830002427101094E-2</c:v>
                </c:pt>
                <c:pt idx="4">
                  <c:v>0.10832999646663601</c:v>
                </c:pt>
                <c:pt idx="5">
                  <c:v>0.14583000540733301</c:v>
                </c:pt>
                <c:pt idx="6">
                  <c:v>0.18332999944686801</c:v>
                </c:pt>
                <c:pt idx="7">
                  <c:v>0.220829993486404</c:v>
                </c:pt>
                <c:pt idx="8">
                  <c:v>0.25834000110626198</c:v>
                </c:pt>
                <c:pt idx="9">
                  <c:v>0.29583999514579701</c:v>
                </c:pt>
                <c:pt idx="10">
                  <c:v>0.33333998918533297</c:v>
                </c:pt>
                <c:pt idx="11">
                  <c:v>0.370840013027191</c:v>
                </c:pt>
                <c:pt idx="12">
                  <c:v>0.40834000706672602</c:v>
                </c:pt>
                <c:pt idx="13">
                  <c:v>0.44584000110626198</c:v>
                </c:pt>
                <c:pt idx="14">
                  <c:v>0.48333999514579701</c:v>
                </c:pt>
                <c:pt idx="15">
                  <c:v>0.52083998918533303</c:v>
                </c:pt>
                <c:pt idx="16">
                  <c:v>0.55834001302719105</c:v>
                </c:pt>
                <c:pt idx="17">
                  <c:v>0.59583997726440396</c:v>
                </c:pt>
                <c:pt idx="18">
                  <c:v>0.63334000110626198</c:v>
                </c:pt>
                <c:pt idx="19">
                  <c:v>0.67084002494812001</c:v>
                </c:pt>
                <c:pt idx="20">
                  <c:v>0.70833998918533303</c:v>
                </c:pt>
                <c:pt idx="21">
                  <c:v>0.74584001302719105</c:v>
                </c:pt>
                <c:pt idx="22">
                  <c:v>0.78333997726440396</c:v>
                </c:pt>
                <c:pt idx="23">
                  <c:v>0.82084000110626198</c:v>
                </c:pt>
                <c:pt idx="24">
                  <c:v>0.85834002494812001</c:v>
                </c:pt>
                <c:pt idx="25">
                  <c:v>0.89583998918533303</c:v>
                </c:pt>
                <c:pt idx="26">
                  <c:v>0.93334001302719105</c:v>
                </c:pt>
                <c:pt idx="27">
                  <c:v>0.97083997726440396</c:v>
                </c:pt>
                <c:pt idx="28">
                  <c:v>1.00001001358032</c:v>
                </c:pt>
                <c:pt idx="29">
                  <c:v>1.00001001358032</c:v>
                </c:pt>
                <c:pt idx="30">
                  <c:v>1.0041799545287999</c:v>
                </c:pt>
                <c:pt idx="31">
                  <c:v>1.0333399772644001</c:v>
                </c:pt>
                <c:pt idx="32">
                  <c:v>1.06251001358032</c:v>
                </c:pt>
                <c:pt idx="33">
                  <c:v>1.09168004989624</c:v>
                </c:pt>
                <c:pt idx="34">
                  <c:v>1.1208399534225399</c:v>
                </c:pt>
                <c:pt idx="35">
                  <c:v>1.1500099897384599</c:v>
                </c:pt>
                <c:pt idx="36">
                  <c:v>1.1791800260543801</c:v>
                </c:pt>
                <c:pt idx="37">
                  <c:v>1.2083499431610101</c:v>
                </c:pt>
                <c:pt idx="38">
                  <c:v>1.2375099658966</c:v>
                </c:pt>
                <c:pt idx="39">
                  <c:v>1.26668000221252</c:v>
                </c:pt>
                <c:pt idx="40">
                  <c:v>1.2958500385284399</c:v>
                </c:pt>
                <c:pt idx="41">
                  <c:v>1.3250099420547401</c:v>
                </c:pt>
                <c:pt idx="42">
                  <c:v>1.3541799783706601</c:v>
                </c:pt>
                <c:pt idx="43">
                  <c:v>1.38335001468658</c:v>
                </c:pt>
                <c:pt idx="44">
                  <c:v>1.4125200510025</c:v>
                </c:pt>
                <c:pt idx="45">
                  <c:v>1.4416799545287999</c:v>
                </c:pt>
                <c:pt idx="46">
                  <c:v>1.4708499908447199</c:v>
                </c:pt>
                <c:pt idx="47">
                  <c:v>1.5000200271606401</c:v>
                </c:pt>
                <c:pt idx="48">
                  <c:v>1.52918004989624</c:v>
                </c:pt>
                <c:pt idx="49">
                  <c:v>1.55834996700286</c:v>
                </c:pt>
                <c:pt idx="50">
                  <c:v>1.58752000331878</c:v>
                </c:pt>
                <c:pt idx="51">
                  <c:v>1.6166800260543801</c:v>
                </c:pt>
                <c:pt idx="52">
                  <c:v>1.6458499431610101</c:v>
                </c:pt>
                <c:pt idx="53">
                  <c:v>1.6750199794769201</c:v>
                </c:pt>
                <c:pt idx="54">
                  <c:v>1.70419001579284</c:v>
                </c:pt>
                <c:pt idx="55">
                  <c:v>1.7333500385284399</c:v>
                </c:pt>
                <c:pt idx="56">
                  <c:v>1.7625199556350699</c:v>
                </c:pt>
                <c:pt idx="57">
                  <c:v>1.7916899919509801</c:v>
                </c:pt>
                <c:pt idx="58">
                  <c:v>1.82085001468658</c:v>
                </c:pt>
                <c:pt idx="59">
                  <c:v>1.8500200510025</c:v>
                </c:pt>
                <c:pt idx="60">
                  <c:v>1.87918996810913</c:v>
                </c:pt>
                <c:pt idx="61">
                  <c:v>1.9083600044250399</c:v>
                </c:pt>
                <c:pt idx="62">
                  <c:v>1.9375200271606401</c:v>
                </c:pt>
                <c:pt idx="63">
                  <c:v>1.9666899442672701</c:v>
                </c:pt>
                <c:pt idx="64">
                  <c:v>1.9875199794769201</c:v>
                </c:pt>
                <c:pt idx="65">
                  <c:v>1.9875199794769201</c:v>
                </c:pt>
                <c:pt idx="66">
                  <c:v>1.99585998058319</c:v>
                </c:pt>
                <c:pt idx="67">
                  <c:v>2.02501988410949</c:v>
                </c:pt>
                <c:pt idx="68">
                  <c:v>2.0541899204254102</c:v>
                </c:pt>
                <c:pt idx="69">
                  <c:v>2.0833599567413299</c:v>
                </c:pt>
                <c:pt idx="70">
                  <c:v>2.1125199794769198</c:v>
                </c:pt>
                <c:pt idx="71">
                  <c:v>2.14169001579284</c:v>
                </c:pt>
                <c:pt idx="72">
                  <c:v>2.1708500385284402</c:v>
                </c:pt>
                <c:pt idx="73">
                  <c:v>2.2000200748443599</c:v>
                </c:pt>
                <c:pt idx="74">
                  <c:v>2.2291901111602699</c:v>
                </c:pt>
                <c:pt idx="75">
                  <c:v>2.25834989547729</c:v>
                </c:pt>
                <c:pt idx="76">
                  <c:v>2.2875199317932098</c:v>
                </c:pt>
                <c:pt idx="77">
                  <c:v>2.31668996810913</c:v>
                </c:pt>
                <c:pt idx="78">
                  <c:v>2.3458499908447199</c:v>
                </c:pt>
                <c:pt idx="79">
                  <c:v>2.3750200271606401</c:v>
                </c:pt>
                <c:pt idx="80">
                  <c:v>2.4041800498962398</c:v>
                </c:pt>
                <c:pt idx="81">
                  <c:v>2.4333500862121502</c:v>
                </c:pt>
                <c:pt idx="82">
                  <c:v>2.46251988410949</c:v>
                </c:pt>
                <c:pt idx="83">
                  <c:v>2.4791800975799498</c:v>
                </c:pt>
                <c:pt idx="84">
                  <c:v>2.4791800975799498</c:v>
                </c:pt>
                <c:pt idx="85">
                  <c:v>2.4916799068450901</c:v>
                </c:pt>
                <c:pt idx="86">
                  <c:v>2.5208499431610099</c:v>
                </c:pt>
                <c:pt idx="87">
                  <c:v>2.5500099658965998</c:v>
                </c:pt>
                <c:pt idx="88">
                  <c:v>2.57918000221252</c:v>
                </c:pt>
                <c:pt idx="89">
                  <c:v>2.6083500385284402</c:v>
                </c:pt>
                <c:pt idx="90">
                  <c:v>2.62501001358032</c:v>
                </c:pt>
                <c:pt idx="91">
                  <c:v>2.62501001358032</c:v>
                </c:pt>
                <c:pt idx="92">
                  <c:v>2.6375100612640301</c:v>
                </c:pt>
                <c:pt idx="93">
                  <c:v>2.6666800975799498</c:v>
                </c:pt>
                <c:pt idx="94">
                  <c:v>2.69584989547729</c:v>
                </c:pt>
                <c:pt idx="95">
                  <c:v>2.7250099182128902</c:v>
                </c:pt>
                <c:pt idx="96">
                  <c:v>2.7541799545288002</c:v>
                </c:pt>
                <c:pt idx="97">
                  <c:v>2.7833399772643999</c:v>
                </c:pt>
                <c:pt idx="98">
                  <c:v>2.81251001358032</c:v>
                </c:pt>
                <c:pt idx="99">
                  <c:v>2.8416800498962398</c:v>
                </c:pt>
                <c:pt idx="100">
                  <c:v>2.8708400726318302</c:v>
                </c:pt>
                <c:pt idx="101">
                  <c:v>2.9000101089477499</c:v>
                </c:pt>
                <c:pt idx="102">
                  <c:v>2.9291799068450901</c:v>
                </c:pt>
                <c:pt idx="103">
                  <c:v>2.95833992958068</c:v>
                </c:pt>
                <c:pt idx="104">
                  <c:v>2.9875099658965998</c:v>
                </c:pt>
                <c:pt idx="105">
                  <c:v>3.0166699886321999</c:v>
                </c:pt>
                <c:pt idx="106">
                  <c:v>3.0458400249481201</c:v>
                </c:pt>
                <c:pt idx="107">
                  <c:v>3.0750100612640301</c:v>
                </c:pt>
                <c:pt idx="108">
                  <c:v>3.1041700839996298</c:v>
                </c:pt>
                <c:pt idx="109">
                  <c:v>3.13333988189697</c:v>
                </c:pt>
                <c:pt idx="110">
                  <c:v>3.1625099182128902</c:v>
                </c:pt>
                <c:pt idx="111">
                  <c:v>3.1916699409484801</c:v>
                </c:pt>
                <c:pt idx="112">
                  <c:v>3.2208399772643999</c:v>
                </c:pt>
                <c:pt idx="113">
                  <c:v>3.25</c:v>
                </c:pt>
                <c:pt idx="114">
                  <c:v>3.27917003631591</c:v>
                </c:pt>
                <c:pt idx="115">
                  <c:v>3.3083400726318302</c:v>
                </c:pt>
                <c:pt idx="116">
                  <c:v>3.3375000953674299</c:v>
                </c:pt>
                <c:pt idx="117">
                  <c:v>3.3666698932647701</c:v>
                </c:pt>
                <c:pt idx="118">
                  <c:v>3.39583992958068</c:v>
                </c:pt>
                <c:pt idx="119">
                  <c:v>3.4249999523162802</c:v>
                </c:pt>
                <c:pt idx="120">
                  <c:v>3.4541699886321999</c:v>
                </c:pt>
                <c:pt idx="121">
                  <c:v>3.4833300113677899</c:v>
                </c:pt>
                <c:pt idx="122">
                  <c:v>3.51250004768371</c:v>
                </c:pt>
                <c:pt idx="123">
                  <c:v>3.5416700839996298</c:v>
                </c:pt>
                <c:pt idx="124">
                  <c:v>3.5708301067352202</c:v>
                </c:pt>
                <c:pt idx="125">
                  <c:v>3.5999999046325599</c:v>
                </c:pt>
                <c:pt idx="126">
                  <c:v>3.6291699409484801</c:v>
                </c:pt>
                <c:pt idx="127">
                  <c:v>3.6583299636840798</c:v>
                </c:pt>
                <c:pt idx="128">
                  <c:v>3.6875</c:v>
                </c:pt>
                <c:pt idx="129">
                  <c:v>3.7166600227355899</c:v>
                </c:pt>
                <c:pt idx="130">
                  <c:v>3.7458300590515101</c:v>
                </c:pt>
                <c:pt idx="131">
                  <c:v>3.7750000953674299</c:v>
                </c:pt>
                <c:pt idx="132">
                  <c:v>3.8041601181030198</c:v>
                </c:pt>
                <c:pt idx="133">
                  <c:v>3.83332991600036</c:v>
                </c:pt>
                <c:pt idx="134">
                  <c:v>3.8624899387359601</c:v>
                </c:pt>
                <c:pt idx="135">
                  <c:v>3.8916599750518799</c:v>
                </c:pt>
                <c:pt idx="136">
                  <c:v>3.9208300113677899</c:v>
                </c:pt>
                <c:pt idx="137">
                  <c:v>3.94999003410339</c:v>
                </c:pt>
                <c:pt idx="138">
                  <c:v>3.9791600704193102</c:v>
                </c:pt>
                <c:pt idx="139">
                  <c:v>4.0083298683166504</c:v>
                </c:pt>
                <c:pt idx="140">
                  <c:v>4.0374898910522399</c:v>
                </c:pt>
                <c:pt idx="141">
                  <c:v>4.0666599273681596</c:v>
                </c:pt>
                <c:pt idx="142">
                  <c:v>4.0958199501037598</c:v>
                </c:pt>
                <c:pt idx="143">
                  <c:v>4.1249899864196697</c:v>
                </c:pt>
                <c:pt idx="144">
                  <c:v>4.1541600227355904</c:v>
                </c:pt>
                <c:pt idx="145">
                  <c:v>4.1833200454711896</c:v>
                </c:pt>
                <c:pt idx="146">
                  <c:v>4.2124900817870996</c:v>
                </c:pt>
                <c:pt idx="147">
                  <c:v>4.2416601181030202</c:v>
                </c:pt>
                <c:pt idx="148">
                  <c:v>4.2708201408386204</c:v>
                </c:pt>
                <c:pt idx="149">
                  <c:v>4.2999901771545401</c:v>
                </c:pt>
                <c:pt idx="150">
                  <c:v>4.3291501998901296</c:v>
                </c:pt>
                <c:pt idx="151">
                  <c:v>4.3583202362060502</c:v>
                </c:pt>
                <c:pt idx="152">
                  <c:v>4.38748979568481</c:v>
                </c:pt>
                <c:pt idx="153">
                  <c:v>4.4166498184204102</c:v>
                </c:pt>
                <c:pt idx="154">
                  <c:v>4.4458198547363201</c:v>
                </c:pt>
                <c:pt idx="155">
                  <c:v>4.4749898910522399</c:v>
                </c:pt>
                <c:pt idx="156">
                  <c:v>4.50414991378784</c:v>
                </c:pt>
                <c:pt idx="157">
                  <c:v>4.5333199501037598</c:v>
                </c:pt>
                <c:pt idx="158">
                  <c:v>4.5624799728393501</c:v>
                </c:pt>
                <c:pt idx="159">
                  <c:v>4.5916500091552699</c:v>
                </c:pt>
                <c:pt idx="160">
                  <c:v>4.6208200454711896</c:v>
                </c:pt>
                <c:pt idx="161">
                  <c:v>4.64998006820678</c:v>
                </c:pt>
                <c:pt idx="162">
                  <c:v>4.6791501045226997</c:v>
                </c:pt>
                <c:pt idx="163">
                  <c:v>4.7083201408386204</c:v>
                </c:pt>
                <c:pt idx="164">
                  <c:v>4.7374801635742099</c:v>
                </c:pt>
                <c:pt idx="165">
                  <c:v>4.7666501998901296</c:v>
                </c:pt>
                <c:pt idx="166">
                  <c:v>4.7958102226257298</c:v>
                </c:pt>
                <c:pt idx="167">
                  <c:v>4.8249797821044904</c:v>
                </c:pt>
                <c:pt idx="168">
                  <c:v>4.8541498184204102</c:v>
                </c:pt>
                <c:pt idx="169">
                  <c:v>4.8833098411559996</c:v>
                </c:pt>
                <c:pt idx="170">
                  <c:v>4.9124798774719203</c:v>
                </c:pt>
                <c:pt idx="171">
                  <c:v>4.94164991378784</c:v>
                </c:pt>
                <c:pt idx="172">
                  <c:v>4.9708099365234304</c:v>
                </c:pt>
                <c:pt idx="173">
                  <c:v>4.9999799728393501</c:v>
                </c:pt>
                <c:pt idx="174">
                  <c:v>5.0291399955749503</c:v>
                </c:pt>
                <c:pt idx="175">
                  <c:v>5.0583100318908603</c:v>
                </c:pt>
                <c:pt idx="176">
                  <c:v>5.08748006820678</c:v>
                </c:pt>
                <c:pt idx="177">
                  <c:v>5.1166400909423801</c:v>
                </c:pt>
                <c:pt idx="178">
                  <c:v>5.1458101272582999</c:v>
                </c:pt>
                <c:pt idx="179">
                  <c:v>5.1749701499938903</c:v>
                </c:pt>
                <c:pt idx="180">
                  <c:v>5.20414018630981</c:v>
                </c:pt>
                <c:pt idx="181">
                  <c:v>5.2333102226257298</c:v>
                </c:pt>
                <c:pt idx="182">
                  <c:v>5.2624697685241699</c:v>
                </c:pt>
                <c:pt idx="183">
                  <c:v>5.2916398048400799</c:v>
                </c:pt>
                <c:pt idx="184">
                  <c:v>5.3208098411559996</c:v>
                </c:pt>
                <c:pt idx="185">
                  <c:v>5.3499698638915998</c:v>
                </c:pt>
                <c:pt idx="186">
                  <c:v>5.3791399002075098</c:v>
                </c:pt>
                <c:pt idx="187">
                  <c:v>5.4082999229431099</c:v>
                </c:pt>
                <c:pt idx="188">
                  <c:v>5.4374699592590297</c:v>
                </c:pt>
                <c:pt idx="189">
                  <c:v>5.4666399955749503</c:v>
                </c:pt>
                <c:pt idx="190">
                  <c:v>5.4958000183105398</c:v>
                </c:pt>
                <c:pt idx="191">
                  <c:v>5.5249700546264604</c:v>
                </c:pt>
                <c:pt idx="192">
                  <c:v>5.5541400909423801</c:v>
                </c:pt>
                <c:pt idx="193">
                  <c:v>5.5833001136779696</c:v>
                </c:pt>
                <c:pt idx="194">
                  <c:v>5.6124701499938903</c:v>
                </c:pt>
                <c:pt idx="195">
                  <c:v>5.6416301727294904</c:v>
                </c:pt>
                <c:pt idx="196">
                  <c:v>5.6708002090454102</c:v>
                </c:pt>
                <c:pt idx="197">
                  <c:v>5.6999697685241699</c:v>
                </c:pt>
                <c:pt idx="198">
                  <c:v>5.7291297912597603</c:v>
                </c:pt>
                <c:pt idx="199">
                  <c:v>5.75829982757568</c:v>
                </c:pt>
                <c:pt idx="200">
                  <c:v>5.7874698638915998</c:v>
                </c:pt>
                <c:pt idx="201">
                  <c:v>5.8166298866271902</c:v>
                </c:pt>
                <c:pt idx="202">
                  <c:v>5.8457999229431099</c:v>
                </c:pt>
                <c:pt idx="203">
                  <c:v>5.87495994567871</c:v>
                </c:pt>
                <c:pt idx="204">
                  <c:v>5.90412998199462</c:v>
                </c:pt>
                <c:pt idx="205">
                  <c:v>5.9333000183105398</c:v>
                </c:pt>
                <c:pt idx="206">
                  <c:v>5.9624600410461399</c:v>
                </c:pt>
                <c:pt idx="207">
                  <c:v>5.9916300773620597</c:v>
                </c:pt>
                <c:pt idx="208">
                  <c:v>6.0208001136779696</c:v>
                </c:pt>
                <c:pt idx="209">
                  <c:v>6.0499601364135698</c:v>
                </c:pt>
                <c:pt idx="210">
                  <c:v>6.0791301727294904</c:v>
                </c:pt>
                <c:pt idx="211">
                  <c:v>6.1082901954650799</c:v>
                </c:pt>
                <c:pt idx="212">
                  <c:v>6.1374602317809996</c:v>
                </c:pt>
                <c:pt idx="213">
                  <c:v>6.1666297912597603</c:v>
                </c:pt>
                <c:pt idx="214">
                  <c:v>6.1957898139953604</c:v>
                </c:pt>
                <c:pt idx="215">
                  <c:v>6.2249598503112704</c:v>
                </c:pt>
                <c:pt idx="216">
                  <c:v>6.2541298866271902</c:v>
                </c:pt>
                <c:pt idx="217">
                  <c:v>6.2832899093627903</c:v>
                </c:pt>
                <c:pt idx="218">
                  <c:v>6.31245994567871</c:v>
                </c:pt>
                <c:pt idx="219">
                  <c:v>6.3416199684143004</c:v>
                </c:pt>
                <c:pt idx="220">
                  <c:v>6.3707900047302202</c:v>
                </c:pt>
                <c:pt idx="221">
                  <c:v>6.3999600410461399</c:v>
                </c:pt>
                <c:pt idx="222">
                  <c:v>6.4291200637817303</c:v>
                </c:pt>
                <c:pt idx="223">
                  <c:v>6.45829010009765</c:v>
                </c:pt>
                <c:pt idx="224">
                  <c:v>6.4874501228332502</c:v>
                </c:pt>
                <c:pt idx="225">
                  <c:v>6.5166201591491699</c:v>
                </c:pt>
                <c:pt idx="226">
                  <c:v>6.5457901954650799</c:v>
                </c:pt>
                <c:pt idx="227">
                  <c:v>6.57495021820068</c:v>
                </c:pt>
                <c:pt idx="228">
                  <c:v>6.6041197776794398</c:v>
                </c:pt>
                <c:pt idx="229">
                  <c:v>6.6332898139953604</c:v>
                </c:pt>
                <c:pt idx="230">
                  <c:v>6.6624498367309499</c:v>
                </c:pt>
                <c:pt idx="231">
                  <c:v>6.6916198730468697</c:v>
                </c:pt>
                <c:pt idx="232">
                  <c:v>6.7207798957824698</c:v>
                </c:pt>
                <c:pt idx="233">
                  <c:v>6.7499499320983798</c:v>
                </c:pt>
                <c:pt idx="234">
                  <c:v>6.7791199684143004</c:v>
                </c:pt>
                <c:pt idx="235">
                  <c:v>6.8082799911498997</c:v>
                </c:pt>
                <c:pt idx="236">
                  <c:v>6.8374500274658203</c:v>
                </c:pt>
                <c:pt idx="237">
                  <c:v>6.8666200637817303</c:v>
                </c:pt>
                <c:pt idx="238">
                  <c:v>6.8957800865173304</c:v>
                </c:pt>
                <c:pt idx="239">
                  <c:v>6.9249501228332502</c:v>
                </c:pt>
                <c:pt idx="240">
                  <c:v>6.9541101455688397</c:v>
                </c:pt>
                <c:pt idx="241">
                  <c:v>6.9832801818847603</c:v>
                </c:pt>
                <c:pt idx="242">
                  <c:v>7.01245021820068</c:v>
                </c:pt>
                <c:pt idx="243">
                  <c:v>7.0416097640991202</c:v>
                </c:pt>
                <c:pt idx="244">
                  <c:v>7.0707798004150302</c:v>
                </c:pt>
                <c:pt idx="245">
                  <c:v>7.0999498367309499</c:v>
                </c:pt>
                <c:pt idx="246">
                  <c:v>7.1291098594665501</c:v>
                </c:pt>
                <c:pt idx="247">
                  <c:v>7.1582798957824698</c:v>
                </c:pt>
                <c:pt idx="248">
                  <c:v>7.1874399185180602</c:v>
                </c:pt>
                <c:pt idx="249">
                  <c:v>7.2166099548339799</c:v>
                </c:pt>
                <c:pt idx="250">
                  <c:v>7.2457799911498997</c:v>
                </c:pt>
                <c:pt idx="251">
                  <c:v>7.2749400138854901</c:v>
                </c:pt>
                <c:pt idx="252">
                  <c:v>7.3041100502014098</c:v>
                </c:pt>
                <c:pt idx="253">
                  <c:v>7.3332800865173304</c:v>
                </c:pt>
                <c:pt idx="254">
                  <c:v>7.3624401092529297</c:v>
                </c:pt>
                <c:pt idx="255">
                  <c:v>7.3916101455688397</c:v>
                </c:pt>
                <c:pt idx="256">
                  <c:v>7.4207701683044398</c:v>
                </c:pt>
                <c:pt idx="257">
                  <c:v>7.4499402046203604</c:v>
                </c:pt>
                <c:pt idx="258">
                  <c:v>7.4791097640991202</c:v>
                </c:pt>
                <c:pt idx="259">
                  <c:v>7.5082697868347097</c:v>
                </c:pt>
                <c:pt idx="260">
                  <c:v>7.5374398231506303</c:v>
                </c:pt>
                <c:pt idx="261">
                  <c:v>7.5666098594665501</c:v>
                </c:pt>
                <c:pt idx="262">
                  <c:v>7.5957698822021396</c:v>
                </c:pt>
                <c:pt idx="263">
                  <c:v>7.6249399185180602</c:v>
                </c:pt>
                <c:pt idx="264">
                  <c:v>7.6540999412536603</c:v>
                </c:pt>
                <c:pt idx="265">
                  <c:v>7.6832699775695801</c:v>
                </c:pt>
                <c:pt idx="266">
                  <c:v>7.7124400138854901</c:v>
                </c:pt>
                <c:pt idx="267">
                  <c:v>7.7416000366210902</c:v>
                </c:pt>
                <c:pt idx="268">
                  <c:v>7.7707700729370099</c:v>
                </c:pt>
                <c:pt idx="269">
                  <c:v>7.7999300956726003</c:v>
                </c:pt>
                <c:pt idx="270">
                  <c:v>7.8291001319885201</c:v>
                </c:pt>
                <c:pt idx="271">
                  <c:v>7.8582701683044398</c:v>
                </c:pt>
                <c:pt idx="272">
                  <c:v>7.8874301910400302</c:v>
                </c:pt>
                <c:pt idx="273">
                  <c:v>7.9166002273559499</c:v>
                </c:pt>
                <c:pt idx="274">
                  <c:v>7.9457697868347097</c:v>
                </c:pt>
                <c:pt idx="275">
                  <c:v>7.9749298095703098</c:v>
                </c:pt>
                <c:pt idx="276">
                  <c:v>8.0040998458862305</c:v>
                </c:pt>
                <c:pt idx="277">
                  <c:v>8.0332698822021396</c:v>
                </c:pt>
                <c:pt idx="278">
                  <c:v>8.0624303817749006</c:v>
                </c:pt>
                <c:pt idx="279">
                  <c:v>8.0916004180908203</c:v>
                </c:pt>
                <c:pt idx="280">
                  <c:v>8.1207599639892507</c:v>
                </c:pt>
                <c:pt idx="281">
                  <c:v>8.1499300003051705</c:v>
                </c:pt>
                <c:pt idx="282">
                  <c:v>8.1791000366210902</c:v>
                </c:pt>
                <c:pt idx="283">
                  <c:v>8.2082595825195295</c:v>
                </c:pt>
                <c:pt idx="284">
                  <c:v>8.2374296188354492</c:v>
                </c:pt>
                <c:pt idx="285">
                  <c:v>8.2665901184081996</c:v>
                </c:pt>
                <c:pt idx="286">
                  <c:v>8.2957601547241193</c:v>
                </c:pt>
                <c:pt idx="287">
                  <c:v>8.3249301910400302</c:v>
                </c:pt>
                <c:pt idx="288">
                  <c:v>8.3540897369384695</c:v>
                </c:pt>
                <c:pt idx="289">
                  <c:v>8.3832597732543892</c:v>
                </c:pt>
                <c:pt idx="290">
                  <c:v>8.4124298095703107</c:v>
                </c:pt>
                <c:pt idx="291">
                  <c:v>8.4415903091430593</c:v>
                </c:pt>
                <c:pt idx="292">
                  <c:v>8.4707603454589808</c:v>
                </c:pt>
                <c:pt idx="293">
                  <c:v>8.4999198913574201</c:v>
                </c:pt>
                <c:pt idx="294">
                  <c:v>8.5290899276733398</c:v>
                </c:pt>
                <c:pt idx="295">
                  <c:v>8.5582599639892507</c:v>
                </c:pt>
                <c:pt idx="296">
                  <c:v>8.5874204635620099</c:v>
                </c:pt>
                <c:pt idx="297">
                  <c:v>8.6165895462036097</c:v>
                </c:pt>
                <c:pt idx="298">
                  <c:v>8.6457595825195295</c:v>
                </c:pt>
                <c:pt idx="299">
                  <c:v>8.6749200820922798</c:v>
                </c:pt>
                <c:pt idx="300">
                  <c:v>8.7040901184081996</c:v>
                </c:pt>
                <c:pt idx="301">
                  <c:v>8.7332496643066406</c:v>
                </c:pt>
                <c:pt idx="302">
                  <c:v>8.7624197006225497</c:v>
                </c:pt>
                <c:pt idx="303">
                  <c:v>8.7915897369384695</c:v>
                </c:pt>
                <c:pt idx="304">
                  <c:v>8.8207502365112305</c:v>
                </c:pt>
                <c:pt idx="305">
                  <c:v>8.8499202728271396</c:v>
                </c:pt>
                <c:pt idx="306">
                  <c:v>8.8790903091430593</c:v>
                </c:pt>
                <c:pt idx="307">
                  <c:v>8.9082498550415004</c:v>
                </c:pt>
                <c:pt idx="308">
                  <c:v>8.9374198913574201</c:v>
                </c:pt>
                <c:pt idx="309">
                  <c:v>8.9665803909301705</c:v>
                </c:pt>
                <c:pt idx="310">
                  <c:v>8.9957504272460902</c:v>
                </c:pt>
                <c:pt idx="311">
                  <c:v>9.0249204635620099</c:v>
                </c:pt>
                <c:pt idx="312">
                  <c:v>9.0540800094604492</c:v>
                </c:pt>
                <c:pt idx="313">
                  <c:v>9.0832500457763601</c:v>
                </c:pt>
                <c:pt idx="314">
                  <c:v>9.1124200820922798</c:v>
                </c:pt>
                <c:pt idx="315">
                  <c:v>9.1415796279907209</c:v>
                </c:pt>
                <c:pt idx="316">
                  <c:v>9.1707496643066406</c:v>
                </c:pt>
                <c:pt idx="317">
                  <c:v>9.1999101638793892</c:v>
                </c:pt>
                <c:pt idx="318">
                  <c:v>9.2290802001953107</c:v>
                </c:pt>
                <c:pt idx="319">
                  <c:v>9.2582502365112305</c:v>
                </c:pt>
                <c:pt idx="320">
                  <c:v>9.2874097824096609</c:v>
                </c:pt>
                <c:pt idx="321">
                  <c:v>9.3165798187255806</c:v>
                </c:pt>
                <c:pt idx="322">
                  <c:v>9.3457498550415004</c:v>
                </c:pt>
                <c:pt idx="323">
                  <c:v>9.3749103546142507</c:v>
                </c:pt>
                <c:pt idx="324">
                  <c:v>9.4040803909301705</c:v>
                </c:pt>
                <c:pt idx="325">
                  <c:v>9.4332399368286097</c:v>
                </c:pt>
                <c:pt idx="326">
                  <c:v>9.4624099731445295</c:v>
                </c:pt>
                <c:pt idx="327">
                  <c:v>9.4915800094604492</c:v>
                </c:pt>
                <c:pt idx="328">
                  <c:v>9.5207395553588796</c:v>
                </c:pt>
                <c:pt idx="329">
                  <c:v>9.5499095916747994</c:v>
                </c:pt>
                <c:pt idx="330">
                  <c:v>9.5790700912475497</c:v>
                </c:pt>
                <c:pt idx="331">
                  <c:v>9.6082401275634695</c:v>
                </c:pt>
                <c:pt idx="332">
                  <c:v>9.6374101638793892</c:v>
                </c:pt>
                <c:pt idx="333">
                  <c:v>9.6665697097778303</c:v>
                </c:pt>
                <c:pt idx="334">
                  <c:v>9.69573974609375</c:v>
                </c:pt>
                <c:pt idx="335">
                  <c:v>9.7249097824096609</c:v>
                </c:pt>
                <c:pt idx="336">
                  <c:v>9.7540702819824201</c:v>
                </c:pt>
                <c:pt idx="337">
                  <c:v>9.7832403182983398</c:v>
                </c:pt>
                <c:pt idx="338">
                  <c:v>9.8123998641967702</c:v>
                </c:pt>
                <c:pt idx="339">
                  <c:v>9.84156990051269</c:v>
                </c:pt>
                <c:pt idx="340">
                  <c:v>9.8707399368286097</c:v>
                </c:pt>
                <c:pt idx="341">
                  <c:v>9.8999004364013601</c:v>
                </c:pt>
                <c:pt idx="342">
                  <c:v>9.9290704727172798</c:v>
                </c:pt>
                <c:pt idx="343">
                  <c:v>9.9582395553588796</c:v>
                </c:pt>
                <c:pt idx="344">
                  <c:v>9.9874000549316406</c:v>
                </c:pt>
                <c:pt idx="345">
                  <c:v>10.0165700912475</c:v>
                </c:pt>
                <c:pt idx="346">
                  <c:v>10.0457296371459</c:v>
                </c:pt>
                <c:pt idx="347">
                  <c:v>10.0748996734619</c:v>
                </c:pt>
                <c:pt idx="348">
                  <c:v>10.1040697097778</c:v>
                </c:pt>
                <c:pt idx="349">
                  <c:v>10.133230209350501</c:v>
                </c:pt>
                <c:pt idx="350">
                  <c:v>10.1624002456665</c:v>
                </c:pt>
                <c:pt idx="351">
                  <c:v>10.191570281982401</c:v>
                </c:pt>
                <c:pt idx="352">
                  <c:v>10.220729827880801</c:v>
                </c:pt>
                <c:pt idx="353">
                  <c:v>10.249899864196699</c:v>
                </c:pt>
                <c:pt idx="354">
                  <c:v>10.279060363769499</c:v>
                </c:pt>
                <c:pt idx="355">
                  <c:v>10.308230400085399</c:v>
                </c:pt>
                <c:pt idx="356">
                  <c:v>10.3374004364013</c:v>
                </c:pt>
                <c:pt idx="357">
                  <c:v>10.366559982299799</c:v>
                </c:pt>
                <c:pt idx="358">
                  <c:v>10.3957300186157</c:v>
                </c:pt>
                <c:pt idx="359">
                  <c:v>10.4249000549316</c:v>
                </c:pt>
                <c:pt idx="360">
                  <c:v>10.45405960083</c:v>
                </c:pt>
                <c:pt idx="361">
                  <c:v>10.4832296371459</c:v>
                </c:pt>
                <c:pt idx="362">
                  <c:v>10.5123901367187</c:v>
                </c:pt>
                <c:pt idx="363">
                  <c:v>10.5415601730346</c:v>
                </c:pt>
                <c:pt idx="364">
                  <c:v>10.570730209350501</c:v>
                </c:pt>
                <c:pt idx="365">
                  <c:v>10.599889755249</c:v>
                </c:pt>
                <c:pt idx="366">
                  <c:v>10.629059791564901</c:v>
                </c:pt>
                <c:pt idx="367">
                  <c:v>10.658229827880801</c:v>
                </c:pt>
                <c:pt idx="368">
                  <c:v>10.687390327453601</c:v>
                </c:pt>
                <c:pt idx="369">
                  <c:v>10.716560363769499</c:v>
                </c:pt>
                <c:pt idx="370">
                  <c:v>10.745719909667899</c:v>
                </c:pt>
                <c:pt idx="371">
                  <c:v>10.7748899459838</c:v>
                </c:pt>
                <c:pt idx="372">
                  <c:v>10.804059982299799</c:v>
                </c:pt>
                <c:pt idx="373">
                  <c:v>10.8332195281982</c:v>
                </c:pt>
                <c:pt idx="374">
                  <c:v>10.8623895645141</c:v>
                </c:pt>
                <c:pt idx="375">
                  <c:v>10.8915500640869</c:v>
                </c:pt>
                <c:pt idx="376">
                  <c:v>10.9207201004028</c:v>
                </c:pt>
                <c:pt idx="377">
                  <c:v>10.9498901367187</c:v>
                </c:pt>
                <c:pt idx="378">
                  <c:v>10.9790496826171</c:v>
                </c:pt>
                <c:pt idx="379">
                  <c:v>11.0082197189331</c:v>
                </c:pt>
                <c:pt idx="380">
                  <c:v>11.037389755249</c:v>
                </c:pt>
                <c:pt idx="381">
                  <c:v>11.066550254821699</c:v>
                </c:pt>
                <c:pt idx="382">
                  <c:v>11.095720291137599</c:v>
                </c:pt>
                <c:pt idx="383">
                  <c:v>11.124879837036101</c:v>
                </c:pt>
                <c:pt idx="384">
                  <c:v>11.154049873351999</c:v>
                </c:pt>
                <c:pt idx="385">
                  <c:v>11.183219909667899</c:v>
                </c:pt>
                <c:pt idx="386">
                  <c:v>11.2123804092407</c:v>
                </c:pt>
                <c:pt idx="387">
                  <c:v>11.2415504455566</c:v>
                </c:pt>
                <c:pt idx="388">
                  <c:v>11.2707195281982</c:v>
                </c:pt>
                <c:pt idx="389">
                  <c:v>11.2998800277709</c:v>
                </c:pt>
                <c:pt idx="390">
                  <c:v>11.3290500640869</c:v>
                </c:pt>
                <c:pt idx="391">
                  <c:v>11.3582096099853</c:v>
                </c:pt>
                <c:pt idx="392">
                  <c:v>11.3873796463012</c:v>
                </c:pt>
                <c:pt idx="393">
                  <c:v>11.4165496826171</c:v>
                </c:pt>
                <c:pt idx="394">
                  <c:v>11.445710182189901</c:v>
                </c:pt>
                <c:pt idx="395">
                  <c:v>11.474880218505801</c:v>
                </c:pt>
                <c:pt idx="396">
                  <c:v>11.504050254821699</c:v>
                </c:pt>
                <c:pt idx="397">
                  <c:v>11.533209800720201</c:v>
                </c:pt>
                <c:pt idx="398">
                  <c:v>11.562379837036101</c:v>
                </c:pt>
                <c:pt idx="399">
                  <c:v>11.5915403366088</c:v>
                </c:pt>
                <c:pt idx="400">
                  <c:v>11.620710372924799</c:v>
                </c:pt>
                <c:pt idx="401">
                  <c:v>11.6498804092407</c:v>
                </c:pt>
                <c:pt idx="402">
                  <c:v>11.6790399551391</c:v>
                </c:pt>
                <c:pt idx="403">
                  <c:v>11.708209991455</c:v>
                </c:pt>
                <c:pt idx="404">
                  <c:v>11.7373800277709</c:v>
                </c:pt>
                <c:pt idx="405">
                  <c:v>11.7665395736694</c:v>
                </c:pt>
                <c:pt idx="406">
                  <c:v>11.7957096099853</c:v>
                </c:pt>
                <c:pt idx="407">
                  <c:v>11.8248701095581</c:v>
                </c:pt>
                <c:pt idx="408">
                  <c:v>11.854040145874</c:v>
                </c:pt>
                <c:pt idx="409">
                  <c:v>11.883210182189901</c:v>
                </c:pt>
                <c:pt idx="410">
                  <c:v>11.912369728088301</c:v>
                </c:pt>
                <c:pt idx="411">
                  <c:v>11.941539764404199</c:v>
                </c:pt>
                <c:pt idx="412">
                  <c:v>11.970709800720201</c:v>
                </c:pt>
                <c:pt idx="413">
                  <c:v>11.999870300292899</c:v>
                </c:pt>
                <c:pt idx="414">
                  <c:v>12.0290403366088</c:v>
                </c:pt>
                <c:pt idx="415">
                  <c:v>12.058199882507299</c:v>
                </c:pt>
                <c:pt idx="416">
                  <c:v>12.0873699188232</c:v>
                </c:pt>
                <c:pt idx="417">
                  <c:v>12.1165399551391</c:v>
                </c:pt>
                <c:pt idx="418">
                  <c:v>12.1457004547119</c:v>
                </c:pt>
                <c:pt idx="419">
                  <c:v>12.1748695373535</c:v>
                </c:pt>
                <c:pt idx="420">
                  <c:v>12.2040300369262</c:v>
                </c:pt>
                <c:pt idx="421">
                  <c:v>12.2332000732421</c:v>
                </c:pt>
                <c:pt idx="422">
                  <c:v>12.2623701095581</c:v>
                </c:pt>
                <c:pt idx="423">
                  <c:v>12.2915296554565</c:v>
                </c:pt>
                <c:pt idx="424">
                  <c:v>12.320699691772401</c:v>
                </c:pt>
                <c:pt idx="425">
                  <c:v>12.349869728088301</c:v>
                </c:pt>
                <c:pt idx="426">
                  <c:v>12.379030227661101</c:v>
                </c:pt>
                <c:pt idx="427">
                  <c:v>12.408200263976999</c:v>
                </c:pt>
                <c:pt idx="428">
                  <c:v>12.437359809875399</c:v>
                </c:pt>
                <c:pt idx="429">
                  <c:v>12.466529846191399</c:v>
                </c:pt>
                <c:pt idx="430">
                  <c:v>12.495699882507299</c:v>
                </c:pt>
                <c:pt idx="431">
                  <c:v>12.52486038208</c:v>
                </c:pt>
                <c:pt idx="432">
                  <c:v>12.5540304183959</c:v>
                </c:pt>
                <c:pt idx="433">
                  <c:v>12.5832004547119</c:v>
                </c:pt>
                <c:pt idx="434">
                  <c:v>12.6123600006103</c:v>
                </c:pt>
                <c:pt idx="435">
                  <c:v>12.6415300369262</c:v>
                </c:pt>
                <c:pt idx="436">
                  <c:v>12.6706895828247</c:v>
                </c:pt>
                <c:pt idx="437">
                  <c:v>12.6998596191406</c:v>
                </c:pt>
                <c:pt idx="438">
                  <c:v>12.7290296554565</c:v>
                </c:pt>
                <c:pt idx="439">
                  <c:v>12.758190155029199</c:v>
                </c:pt>
                <c:pt idx="440">
                  <c:v>12.787360191345201</c:v>
                </c:pt>
                <c:pt idx="441">
                  <c:v>12.816530227661101</c:v>
                </c:pt>
                <c:pt idx="442">
                  <c:v>12.845689773559499</c:v>
                </c:pt>
                <c:pt idx="443">
                  <c:v>12.874859809875399</c:v>
                </c:pt>
                <c:pt idx="444">
                  <c:v>12.9040203094482</c:v>
                </c:pt>
                <c:pt idx="445">
                  <c:v>12.9331903457641</c:v>
                </c:pt>
                <c:pt idx="446">
                  <c:v>12.96236038208</c:v>
                </c:pt>
                <c:pt idx="447">
                  <c:v>12.9915199279785</c:v>
                </c:pt>
                <c:pt idx="448">
                  <c:v>13.0206899642944</c:v>
                </c:pt>
                <c:pt idx="449">
                  <c:v>13.0498600006103</c:v>
                </c:pt>
                <c:pt idx="450">
                  <c:v>13.0790195465087</c:v>
                </c:pt>
                <c:pt idx="451">
                  <c:v>13.1081895828247</c:v>
                </c:pt>
                <c:pt idx="452">
                  <c:v>13.137350082397401</c:v>
                </c:pt>
                <c:pt idx="453">
                  <c:v>13.166520118713301</c:v>
                </c:pt>
                <c:pt idx="454">
                  <c:v>13.195690155029199</c:v>
                </c:pt>
                <c:pt idx="455">
                  <c:v>13.224849700927701</c:v>
                </c:pt>
                <c:pt idx="456">
                  <c:v>13.254019737243601</c:v>
                </c:pt>
                <c:pt idx="457">
                  <c:v>13.283189773559499</c:v>
                </c:pt>
                <c:pt idx="458">
                  <c:v>13.312350273132299</c:v>
                </c:pt>
                <c:pt idx="459">
                  <c:v>13.3415203094482</c:v>
                </c:pt>
                <c:pt idx="460">
                  <c:v>13.3706798553466</c:v>
                </c:pt>
                <c:pt idx="461">
                  <c:v>13.3998498916625</c:v>
                </c:pt>
                <c:pt idx="462">
                  <c:v>13.4290199279785</c:v>
                </c:pt>
                <c:pt idx="463">
                  <c:v>13.4581804275512</c:v>
                </c:pt>
                <c:pt idx="464">
                  <c:v>13.4873504638671</c:v>
                </c:pt>
                <c:pt idx="465">
                  <c:v>13.5165100097656</c:v>
                </c:pt>
                <c:pt idx="466">
                  <c:v>13.5456800460815</c:v>
                </c:pt>
                <c:pt idx="467">
                  <c:v>13.574850082397401</c:v>
                </c:pt>
                <c:pt idx="468">
                  <c:v>13.604009628295801</c:v>
                </c:pt>
                <c:pt idx="469">
                  <c:v>13.6331796646118</c:v>
                </c:pt>
                <c:pt idx="470">
                  <c:v>13.662349700927701</c:v>
                </c:pt>
                <c:pt idx="471">
                  <c:v>13.691510200500399</c:v>
                </c:pt>
                <c:pt idx="472">
                  <c:v>13.720680236816399</c:v>
                </c:pt>
                <c:pt idx="473">
                  <c:v>13.749839782714799</c:v>
                </c:pt>
                <c:pt idx="474">
                  <c:v>13.7790098190307</c:v>
                </c:pt>
                <c:pt idx="475">
                  <c:v>13.8081798553466</c:v>
                </c:pt>
                <c:pt idx="476">
                  <c:v>13.8373403549194</c:v>
                </c:pt>
                <c:pt idx="477">
                  <c:v>13.8665103912353</c:v>
                </c:pt>
                <c:pt idx="478">
                  <c:v>13.8956804275512</c:v>
                </c:pt>
                <c:pt idx="479">
                  <c:v>13.9248399734497</c:v>
                </c:pt>
                <c:pt idx="480">
                  <c:v>13.9540100097656</c:v>
                </c:pt>
                <c:pt idx="481">
                  <c:v>13.983169555664</c:v>
                </c:pt>
                <c:pt idx="482">
                  <c:v>14.012339591979901</c:v>
                </c:pt>
                <c:pt idx="483">
                  <c:v>14.041509628295801</c:v>
                </c:pt>
                <c:pt idx="484">
                  <c:v>14.070670127868601</c:v>
                </c:pt>
                <c:pt idx="485">
                  <c:v>14.099840164184499</c:v>
                </c:pt>
                <c:pt idx="486">
                  <c:v>14.129010200500399</c:v>
                </c:pt>
                <c:pt idx="487">
                  <c:v>14.158169746398899</c:v>
                </c:pt>
                <c:pt idx="488">
                  <c:v>14.187339782714799</c:v>
                </c:pt>
                <c:pt idx="489">
                  <c:v>14.2165002822875</c:v>
                </c:pt>
                <c:pt idx="490">
                  <c:v>14.2456703186035</c:v>
                </c:pt>
                <c:pt idx="491">
                  <c:v>14.2748403549194</c:v>
                </c:pt>
                <c:pt idx="492">
                  <c:v>14.3039999008178</c:v>
                </c:pt>
                <c:pt idx="493">
                  <c:v>14.3331699371337</c:v>
                </c:pt>
                <c:pt idx="494">
                  <c:v>14.3623399734497</c:v>
                </c:pt>
                <c:pt idx="495">
                  <c:v>14.391500473022401</c:v>
                </c:pt>
                <c:pt idx="496">
                  <c:v>14.420669555664</c:v>
                </c:pt>
                <c:pt idx="497">
                  <c:v>14.4498300552368</c:v>
                </c:pt>
                <c:pt idx="498">
                  <c:v>14.479000091552701</c:v>
                </c:pt>
                <c:pt idx="499">
                  <c:v>14.508170127868601</c:v>
                </c:pt>
                <c:pt idx="500">
                  <c:v>14.537329673766999</c:v>
                </c:pt>
                <c:pt idx="501">
                  <c:v>14.566499710083001</c:v>
                </c:pt>
                <c:pt idx="502">
                  <c:v>14.5956602096557</c:v>
                </c:pt>
                <c:pt idx="503">
                  <c:v>14.6248302459716</c:v>
                </c:pt>
                <c:pt idx="504">
                  <c:v>14.6540002822875</c:v>
                </c:pt>
                <c:pt idx="505">
                  <c:v>14.683159828186</c:v>
                </c:pt>
                <c:pt idx="506">
                  <c:v>14.7123298645019</c:v>
                </c:pt>
                <c:pt idx="507">
                  <c:v>14.7414999008178</c:v>
                </c:pt>
                <c:pt idx="508">
                  <c:v>14.7706604003906</c:v>
                </c:pt>
                <c:pt idx="509">
                  <c:v>14.7998304367065</c:v>
                </c:pt>
                <c:pt idx="510">
                  <c:v>14.828989982604901</c:v>
                </c:pt>
                <c:pt idx="511">
                  <c:v>14.858160018920801</c:v>
                </c:pt>
                <c:pt idx="512">
                  <c:v>14.8873300552368</c:v>
                </c:pt>
                <c:pt idx="513">
                  <c:v>14.916489601135201</c:v>
                </c:pt>
                <c:pt idx="514">
                  <c:v>14.945659637451101</c:v>
                </c:pt>
                <c:pt idx="515">
                  <c:v>14.974829673766999</c:v>
                </c:pt>
                <c:pt idx="516">
                  <c:v>15.003990173339799</c:v>
                </c:pt>
                <c:pt idx="517">
                  <c:v>15.0331602096557</c:v>
                </c:pt>
                <c:pt idx="518">
                  <c:v>15.062319755554199</c:v>
                </c:pt>
                <c:pt idx="519">
                  <c:v>15.091489791870099</c:v>
                </c:pt>
                <c:pt idx="520">
                  <c:v>15.120659828186</c:v>
                </c:pt>
                <c:pt idx="521">
                  <c:v>15.1498203277587</c:v>
                </c:pt>
                <c:pt idx="522">
                  <c:v>15.1789903640747</c:v>
                </c:pt>
                <c:pt idx="523">
                  <c:v>15.2081604003906</c:v>
                </c:pt>
                <c:pt idx="524">
                  <c:v>15.237319946289</c:v>
                </c:pt>
                <c:pt idx="525">
                  <c:v>15.266489982604901</c:v>
                </c:pt>
                <c:pt idx="526">
                  <c:v>15.2956495285034</c:v>
                </c:pt>
                <c:pt idx="527">
                  <c:v>15.3248195648193</c:v>
                </c:pt>
                <c:pt idx="528">
                  <c:v>15.353989601135201</c:v>
                </c:pt>
                <c:pt idx="529">
                  <c:v>15.383150100708001</c:v>
                </c:pt>
                <c:pt idx="530">
                  <c:v>15.412320137023899</c:v>
                </c:pt>
                <c:pt idx="531">
                  <c:v>15.441490173339799</c:v>
                </c:pt>
                <c:pt idx="532">
                  <c:v>15.4706497192382</c:v>
                </c:pt>
                <c:pt idx="533">
                  <c:v>15.499819755554199</c:v>
                </c:pt>
                <c:pt idx="534">
                  <c:v>15.5289802551269</c:v>
                </c:pt>
                <c:pt idx="535">
                  <c:v>15.5581502914428</c:v>
                </c:pt>
                <c:pt idx="536">
                  <c:v>15.5873203277587</c:v>
                </c:pt>
                <c:pt idx="537">
                  <c:v>15.6164798736572</c:v>
                </c:pt>
                <c:pt idx="538">
                  <c:v>15.6456499099731</c:v>
                </c:pt>
                <c:pt idx="539">
                  <c:v>15.674819946289</c:v>
                </c:pt>
                <c:pt idx="540">
                  <c:v>15.7039804458618</c:v>
                </c:pt>
                <c:pt idx="541">
                  <c:v>15.7331495285034</c:v>
                </c:pt>
                <c:pt idx="542">
                  <c:v>15.762310028076101</c:v>
                </c:pt>
                <c:pt idx="543">
                  <c:v>15.791480064391999</c:v>
                </c:pt>
                <c:pt idx="544">
                  <c:v>15.820650100708001</c:v>
                </c:pt>
                <c:pt idx="545">
                  <c:v>15.849809646606399</c:v>
                </c:pt>
                <c:pt idx="546">
                  <c:v>15.878979682922299</c:v>
                </c:pt>
                <c:pt idx="547">
                  <c:v>15.908140182495099</c:v>
                </c:pt>
                <c:pt idx="548">
                  <c:v>15.937310218811</c:v>
                </c:pt>
                <c:pt idx="549">
                  <c:v>15.9664802551269</c:v>
                </c:pt>
                <c:pt idx="550">
                  <c:v>15.9956398010253</c:v>
                </c:pt>
                <c:pt idx="551">
                  <c:v>16.0248107910156</c:v>
                </c:pt>
                <c:pt idx="552">
                  <c:v>16.053989410400298</c:v>
                </c:pt>
                <c:pt idx="553">
                  <c:v>16.0831604003906</c:v>
                </c:pt>
                <c:pt idx="554">
                  <c:v>16.112329483032202</c:v>
                </c:pt>
                <c:pt idx="555">
                  <c:v>16.1415100097656</c:v>
                </c:pt>
                <c:pt idx="556">
                  <c:v>16.170679092407202</c:v>
                </c:pt>
                <c:pt idx="557">
                  <c:v>16.199850082397401</c:v>
                </c:pt>
                <c:pt idx="558">
                  <c:v>16.229019165038999</c:v>
                </c:pt>
                <c:pt idx="559">
                  <c:v>16.258199691772401</c:v>
                </c:pt>
                <c:pt idx="560">
                  <c:v>16.287370681762599</c:v>
                </c:pt>
                <c:pt idx="561">
                  <c:v>16.316539764404201</c:v>
                </c:pt>
                <c:pt idx="562">
                  <c:v>16.345720291137599</c:v>
                </c:pt>
                <c:pt idx="563">
                  <c:v>16.374889373779201</c:v>
                </c:pt>
                <c:pt idx="564">
                  <c:v>16.404060363769499</c:v>
                </c:pt>
                <c:pt idx="565">
                  <c:v>16.433240890502901</c:v>
                </c:pt>
                <c:pt idx="566">
                  <c:v>16.462409973144499</c:v>
                </c:pt>
                <c:pt idx="567">
                  <c:v>16.491579055786101</c:v>
                </c:pt>
                <c:pt idx="568">
                  <c:v>16.5207500457763</c:v>
                </c:pt>
                <c:pt idx="569">
                  <c:v>16.549930572509702</c:v>
                </c:pt>
                <c:pt idx="570">
                  <c:v>16.5790996551513</c:v>
                </c:pt>
                <c:pt idx="571">
                  <c:v>16.608270645141602</c:v>
                </c:pt>
                <c:pt idx="572">
                  <c:v>16.6374492645263</c:v>
                </c:pt>
                <c:pt idx="573">
                  <c:v>16.666620254516602</c:v>
                </c:pt>
                <c:pt idx="574">
                  <c:v>16.6957893371582</c:v>
                </c:pt>
                <c:pt idx="575">
                  <c:v>16.724960327148398</c:v>
                </c:pt>
                <c:pt idx="576">
                  <c:v>16.7541408538818</c:v>
                </c:pt>
                <c:pt idx="577">
                  <c:v>16.783309936523398</c:v>
                </c:pt>
                <c:pt idx="578">
                  <c:v>16.812480926513601</c:v>
                </c:pt>
                <c:pt idx="579">
                  <c:v>16.841659545898398</c:v>
                </c:pt>
                <c:pt idx="580">
                  <c:v>16.870830535888601</c:v>
                </c:pt>
                <c:pt idx="581">
                  <c:v>16.899999618530199</c:v>
                </c:pt>
                <c:pt idx="582">
                  <c:v>16.929170608520501</c:v>
                </c:pt>
                <c:pt idx="583">
                  <c:v>16.958349227905199</c:v>
                </c:pt>
                <c:pt idx="584">
                  <c:v>16.987520217895501</c:v>
                </c:pt>
                <c:pt idx="585">
                  <c:v>17.016689300537099</c:v>
                </c:pt>
                <c:pt idx="586">
                  <c:v>17.045869827270501</c:v>
                </c:pt>
                <c:pt idx="587">
                  <c:v>17.0750408172607</c:v>
                </c:pt>
                <c:pt idx="588">
                  <c:v>17.104209899902301</c:v>
                </c:pt>
                <c:pt idx="589">
                  <c:v>17.1333808898925</c:v>
                </c:pt>
                <c:pt idx="590">
                  <c:v>17.162559509277301</c:v>
                </c:pt>
                <c:pt idx="591">
                  <c:v>17.1917304992675</c:v>
                </c:pt>
                <c:pt idx="592">
                  <c:v>17.220899581909102</c:v>
                </c:pt>
                <c:pt idx="593">
                  <c:v>17.2500801086425</c:v>
                </c:pt>
                <c:pt idx="594">
                  <c:v>17.279249191284102</c:v>
                </c:pt>
                <c:pt idx="595">
                  <c:v>17.3084201812744</c:v>
                </c:pt>
                <c:pt idx="596">
                  <c:v>17.337589263916001</c:v>
                </c:pt>
                <c:pt idx="597">
                  <c:v>17.3667697906494</c:v>
                </c:pt>
                <c:pt idx="598">
                  <c:v>17.395940780639599</c:v>
                </c:pt>
                <c:pt idx="599">
                  <c:v>17.4251098632812</c:v>
                </c:pt>
                <c:pt idx="600">
                  <c:v>17.454290390014599</c:v>
                </c:pt>
                <c:pt idx="601">
                  <c:v>17.4834594726562</c:v>
                </c:pt>
                <c:pt idx="602">
                  <c:v>17.512632369995099</c:v>
                </c:pt>
                <c:pt idx="603">
                  <c:v>17.541805267333899</c:v>
                </c:pt>
                <c:pt idx="604">
                  <c:v>17.570978164672798</c:v>
                </c:pt>
                <c:pt idx="605">
                  <c:v>17.600151062011701</c:v>
                </c:pt>
                <c:pt idx="606">
                  <c:v>17.629323959350501</c:v>
                </c:pt>
                <c:pt idx="607">
                  <c:v>17.6584968566894</c:v>
                </c:pt>
                <c:pt idx="608">
                  <c:v>17.687669754028299</c:v>
                </c:pt>
                <c:pt idx="609">
                  <c:v>17.716842651367099</c:v>
                </c:pt>
                <c:pt idx="610">
                  <c:v>17.746015548706001</c:v>
                </c:pt>
                <c:pt idx="611">
                  <c:v>17.775188446044901</c:v>
                </c:pt>
                <c:pt idx="612">
                  <c:v>17.8043613433837</c:v>
                </c:pt>
                <c:pt idx="613">
                  <c:v>17.833534240722599</c:v>
                </c:pt>
                <c:pt idx="614">
                  <c:v>17.862707138061499</c:v>
                </c:pt>
                <c:pt idx="615">
                  <c:v>17.891880035400298</c:v>
                </c:pt>
                <c:pt idx="616">
                  <c:v>17.921052932739201</c:v>
                </c:pt>
                <c:pt idx="617">
                  <c:v>17.9502258300781</c:v>
                </c:pt>
                <c:pt idx="618">
                  <c:v>17.9793987274169</c:v>
                </c:pt>
                <c:pt idx="619">
                  <c:v>18.008571624755799</c:v>
                </c:pt>
                <c:pt idx="620">
                  <c:v>18.037744522094702</c:v>
                </c:pt>
                <c:pt idx="621">
                  <c:v>18.066917419433501</c:v>
                </c:pt>
                <c:pt idx="622">
                  <c:v>18.096090316772401</c:v>
                </c:pt>
                <c:pt idx="623">
                  <c:v>18.1252632141113</c:v>
                </c:pt>
                <c:pt idx="624">
                  <c:v>18.154436111450099</c:v>
                </c:pt>
                <c:pt idx="625">
                  <c:v>18.183609008788999</c:v>
                </c:pt>
                <c:pt idx="626">
                  <c:v>18.212781906127901</c:v>
                </c:pt>
                <c:pt idx="627">
                  <c:v>18.241954803466701</c:v>
                </c:pt>
                <c:pt idx="628">
                  <c:v>18.2711277008056</c:v>
                </c:pt>
                <c:pt idx="629">
                  <c:v>18.300300598144499</c:v>
                </c:pt>
                <c:pt idx="630">
                  <c:v>18.329473495483398</c:v>
                </c:pt>
                <c:pt idx="631">
                  <c:v>18.358646392822202</c:v>
                </c:pt>
                <c:pt idx="632">
                  <c:v>18.387819290161101</c:v>
                </c:pt>
                <c:pt idx="633">
                  <c:v>18.4169921875</c:v>
                </c:pt>
                <c:pt idx="634">
                  <c:v>18.4461650848388</c:v>
                </c:pt>
                <c:pt idx="635">
                  <c:v>18.475337982177699</c:v>
                </c:pt>
                <c:pt idx="636">
                  <c:v>18.504510879516602</c:v>
                </c:pt>
                <c:pt idx="637">
                  <c:v>18.533683776855401</c:v>
                </c:pt>
                <c:pt idx="638">
                  <c:v>18.5628566741943</c:v>
                </c:pt>
                <c:pt idx="639">
                  <c:v>18.5920295715332</c:v>
                </c:pt>
                <c:pt idx="640">
                  <c:v>18.621202468871999</c:v>
                </c:pt>
                <c:pt idx="641">
                  <c:v>18.650375366210898</c:v>
                </c:pt>
                <c:pt idx="642">
                  <c:v>18.679548263549801</c:v>
                </c:pt>
                <c:pt idx="643">
                  <c:v>18.708721160888601</c:v>
                </c:pt>
                <c:pt idx="644">
                  <c:v>18.7378940582275</c:v>
                </c:pt>
                <c:pt idx="645">
                  <c:v>18.767066955566399</c:v>
                </c:pt>
                <c:pt idx="646">
                  <c:v>18.796239852905199</c:v>
                </c:pt>
                <c:pt idx="647">
                  <c:v>18.825412750244102</c:v>
                </c:pt>
                <c:pt idx="648">
                  <c:v>18.854585647583001</c:v>
                </c:pt>
                <c:pt idx="649">
                  <c:v>18.8837585449218</c:v>
                </c:pt>
                <c:pt idx="650">
                  <c:v>18.9129314422607</c:v>
                </c:pt>
                <c:pt idx="651">
                  <c:v>18.942104339599599</c:v>
                </c:pt>
                <c:pt idx="652">
                  <c:v>18.971277236938398</c:v>
                </c:pt>
                <c:pt idx="653">
                  <c:v>19.000450134277301</c:v>
                </c:pt>
                <c:pt idx="654">
                  <c:v>19.0296230316162</c:v>
                </c:pt>
                <c:pt idx="655">
                  <c:v>19.058795928955</c:v>
                </c:pt>
                <c:pt idx="656">
                  <c:v>19.087968826293899</c:v>
                </c:pt>
                <c:pt idx="657">
                  <c:v>19.117141723632798</c:v>
                </c:pt>
                <c:pt idx="658">
                  <c:v>19.146314620971602</c:v>
                </c:pt>
                <c:pt idx="659">
                  <c:v>19.175487518310501</c:v>
                </c:pt>
                <c:pt idx="660">
                  <c:v>19.2046604156494</c:v>
                </c:pt>
                <c:pt idx="661">
                  <c:v>19.2338333129882</c:v>
                </c:pt>
                <c:pt idx="662">
                  <c:v>19.263006210327099</c:v>
                </c:pt>
                <c:pt idx="663">
                  <c:v>19.292179107666001</c:v>
                </c:pt>
                <c:pt idx="664">
                  <c:v>19.321352005004801</c:v>
                </c:pt>
                <c:pt idx="665">
                  <c:v>19.3505249023437</c:v>
                </c:pt>
                <c:pt idx="666">
                  <c:v>19.379697799682599</c:v>
                </c:pt>
                <c:pt idx="667">
                  <c:v>19.408870697021399</c:v>
                </c:pt>
                <c:pt idx="668">
                  <c:v>19.438043594360298</c:v>
                </c:pt>
                <c:pt idx="669">
                  <c:v>19.467216491699201</c:v>
                </c:pt>
                <c:pt idx="670">
                  <c:v>19.496389389038001</c:v>
                </c:pt>
                <c:pt idx="671">
                  <c:v>19.5255622863769</c:v>
                </c:pt>
                <c:pt idx="672">
                  <c:v>19.554735183715799</c:v>
                </c:pt>
                <c:pt idx="673">
                  <c:v>19.583908081054599</c:v>
                </c:pt>
                <c:pt idx="674">
                  <c:v>19.613080978393501</c:v>
                </c:pt>
                <c:pt idx="675">
                  <c:v>19.642253875732401</c:v>
                </c:pt>
                <c:pt idx="676">
                  <c:v>19.6714267730712</c:v>
                </c:pt>
                <c:pt idx="677">
                  <c:v>19.700599670410099</c:v>
                </c:pt>
                <c:pt idx="678">
                  <c:v>19.729772567748999</c:v>
                </c:pt>
                <c:pt idx="679">
                  <c:v>19.758945465087798</c:v>
                </c:pt>
                <c:pt idx="680">
                  <c:v>19.788118362426701</c:v>
                </c:pt>
                <c:pt idx="681">
                  <c:v>19.8172912597656</c:v>
                </c:pt>
                <c:pt idx="682">
                  <c:v>19.8464641571044</c:v>
                </c:pt>
                <c:pt idx="683">
                  <c:v>19.875637054443299</c:v>
                </c:pt>
                <c:pt idx="684">
                  <c:v>19.904809951782202</c:v>
                </c:pt>
                <c:pt idx="685">
                  <c:v>19.933982849121001</c:v>
                </c:pt>
                <c:pt idx="686">
                  <c:v>19.963155746459901</c:v>
                </c:pt>
                <c:pt idx="687">
                  <c:v>19.9923286437988</c:v>
                </c:pt>
                <c:pt idx="688">
                  <c:v>20.021501541137599</c:v>
                </c:pt>
                <c:pt idx="689">
                  <c:v>20.050674438476499</c:v>
                </c:pt>
                <c:pt idx="690">
                  <c:v>20.079847335815401</c:v>
                </c:pt>
                <c:pt idx="691">
                  <c:v>20.109020233154201</c:v>
                </c:pt>
                <c:pt idx="692">
                  <c:v>20.1381931304931</c:v>
                </c:pt>
                <c:pt idx="693">
                  <c:v>20.167366027831999</c:v>
                </c:pt>
                <c:pt idx="694">
                  <c:v>20.196538925170898</c:v>
                </c:pt>
                <c:pt idx="695">
                  <c:v>20.225711822509702</c:v>
                </c:pt>
                <c:pt idx="696">
                  <c:v>20.254884719848601</c:v>
                </c:pt>
                <c:pt idx="697">
                  <c:v>20.2840576171875</c:v>
                </c:pt>
                <c:pt idx="698">
                  <c:v>20.3132305145263</c:v>
                </c:pt>
                <c:pt idx="699">
                  <c:v>20.342403411865199</c:v>
                </c:pt>
                <c:pt idx="700">
                  <c:v>20.371576309204102</c:v>
                </c:pt>
                <c:pt idx="701">
                  <c:v>20.400749206542901</c:v>
                </c:pt>
                <c:pt idx="702">
                  <c:v>20.4299221038818</c:v>
                </c:pt>
                <c:pt idx="703">
                  <c:v>20.4590950012207</c:v>
                </c:pt>
                <c:pt idx="704">
                  <c:v>20.488267898559499</c:v>
                </c:pt>
                <c:pt idx="705">
                  <c:v>20.517440795898398</c:v>
                </c:pt>
                <c:pt idx="706">
                  <c:v>20.546613693237301</c:v>
                </c:pt>
                <c:pt idx="707">
                  <c:v>20.575786590576101</c:v>
                </c:pt>
                <c:pt idx="708">
                  <c:v>20.604959487915</c:v>
                </c:pt>
                <c:pt idx="709">
                  <c:v>20.634132385253899</c:v>
                </c:pt>
                <c:pt idx="710">
                  <c:v>20.663305282592699</c:v>
                </c:pt>
                <c:pt idx="711">
                  <c:v>20.692478179931602</c:v>
                </c:pt>
                <c:pt idx="712">
                  <c:v>20.721651077270501</c:v>
                </c:pt>
                <c:pt idx="713">
                  <c:v>20.7508239746093</c:v>
                </c:pt>
                <c:pt idx="714">
                  <c:v>20.7799968719482</c:v>
                </c:pt>
                <c:pt idx="715">
                  <c:v>20.809169769287099</c:v>
                </c:pt>
                <c:pt idx="716">
                  <c:v>20.838342666625898</c:v>
                </c:pt>
                <c:pt idx="717">
                  <c:v>20.867515563964801</c:v>
                </c:pt>
                <c:pt idx="718">
                  <c:v>20.8966884613037</c:v>
                </c:pt>
                <c:pt idx="719">
                  <c:v>20.9258613586425</c:v>
                </c:pt>
                <c:pt idx="720">
                  <c:v>20.955034255981399</c:v>
                </c:pt>
                <c:pt idx="721">
                  <c:v>20.984207153320298</c:v>
                </c:pt>
                <c:pt idx="722">
                  <c:v>21.013380050659102</c:v>
                </c:pt>
                <c:pt idx="723">
                  <c:v>21.042552947998001</c:v>
                </c:pt>
                <c:pt idx="724">
                  <c:v>21.0717258453369</c:v>
                </c:pt>
                <c:pt idx="725">
                  <c:v>21.1008987426757</c:v>
                </c:pt>
                <c:pt idx="726">
                  <c:v>21.130071640014599</c:v>
                </c:pt>
                <c:pt idx="727">
                  <c:v>21.159244537353501</c:v>
                </c:pt>
                <c:pt idx="728">
                  <c:v>21.188417434692301</c:v>
                </c:pt>
                <c:pt idx="729">
                  <c:v>21.2175903320312</c:v>
                </c:pt>
                <c:pt idx="730">
                  <c:v>21.246763229370099</c:v>
                </c:pt>
                <c:pt idx="731">
                  <c:v>21.275936126708899</c:v>
                </c:pt>
                <c:pt idx="732">
                  <c:v>21.305109024047798</c:v>
                </c:pt>
                <c:pt idx="733">
                  <c:v>21.334281921386701</c:v>
                </c:pt>
                <c:pt idx="734">
                  <c:v>21.363454818725501</c:v>
                </c:pt>
                <c:pt idx="735">
                  <c:v>21.3926277160644</c:v>
                </c:pt>
                <c:pt idx="736">
                  <c:v>21.421800613403299</c:v>
                </c:pt>
                <c:pt idx="737">
                  <c:v>21.450973510742099</c:v>
                </c:pt>
                <c:pt idx="738">
                  <c:v>21.480146408081001</c:v>
                </c:pt>
                <c:pt idx="739">
                  <c:v>21.509319305419901</c:v>
                </c:pt>
                <c:pt idx="740">
                  <c:v>21.5384922027587</c:v>
                </c:pt>
                <c:pt idx="741">
                  <c:v>21.567665100097599</c:v>
                </c:pt>
                <c:pt idx="742">
                  <c:v>21.596837997436499</c:v>
                </c:pt>
                <c:pt idx="743">
                  <c:v>21.626010894775298</c:v>
                </c:pt>
                <c:pt idx="744">
                  <c:v>21.655183792114201</c:v>
                </c:pt>
                <c:pt idx="745">
                  <c:v>21.6843566894531</c:v>
                </c:pt>
                <c:pt idx="746">
                  <c:v>21.7135295867919</c:v>
                </c:pt>
                <c:pt idx="747">
                  <c:v>21.742702484130799</c:v>
                </c:pt>
                <c:pt idx="748">
                  <c:v>21.771875381469702</c:v>
                </c:pt>
                <c:pt idx="749">
                  <c:v>21.801048278808501</c:v>
                </c:pt>
                <c:pt idx="750">
                  <c:v>21.830221176147401</c:v>
                </c:pt>
                <c:pt idx="751">
                  <c:v>21.8593940734863</c:v>
                </c:pt>
                <c:pt idx="752">
                  <c:v>21.888566970825099</c:v>
                </c:pt>
                <c:pt idx="753">
                  <c:v>21.917739868163999</c:v>
                </c:pt>
                <c:pt idx="754">
                  <c:v>21.946912765502901</c:v>
                </c:pt>
                <c:pt idx="755">
                  <c:v>21.976085662841701</c:v>
                </c:pt>
                <c:pt idx="756">
                  <c:v>22.0052585601806</c:v>
                </c:pt>
                <c:pt idx="757">
                  <c:v>22.034431457519499</c:v>
                </c:pt>
                <c:pt idx="758">
                  <c:v>22.063604354858398</c:v>
                </c:pt>
                <c:pt idx="759">
                  <c:v>22.092777252197202</c:v>
                </c:pt>
                <c:pt idx="760">
                  <c:v>22.121950149536101</c:v>
                </c:pt>
                <c:pt idx="761">
                  <c:v>22.151123046875</c:v>
                </c:pt>
                <c:pt idx="762">
                  <c:v>22.1802959442138</c:v>
                </c:pt>
                <c:pt idx="763">
                  <c:v>22.209468841552699</c:v>
                </c:pt>
                <c:pt idx="764">
                  <c:v>22.238641738891602</c:v>
                </c:pt>
                <c:pt idx="765">
                  <c:v>22.267814636230401</c:v>
                </c:pt>
                <c:pt idx="766">
                  <c:v>22.2969875335693</c:v>
                </c:pt>
                <c:pt idx="767">
                  <c:v>22.3261604309082</c:v>
                </c:pt>
                <c:pt idx="768">
                  <c:v>22.355333328246999</c:v>
                </c:pt>
                <c:pt idx="769">
                  <c:v>22.384506225585898</c:v>
                </c:pt>
                <c:pt idx="770">
                  <c:v>22.413679122924801</c:v>
                </c:pt>
                <c:pt idx="771">
                  <c:v>22.442852020263601</c:v>
                </c:pt>
                <c:pt idx="772">
                  <c:v>22.4720249176025</c:v>
                </c:pt>
                <c:pt idx="773">
                  <c:v>22.501197814941399</c:v>
                </c:pt>
                <c:pt idx="774">
                  <c:v>22.530370712280199</c:v>
                </c:pt>
                <c:pt idx="775">
                  <c:v>22.559543609619102</c:v>
                </c:pt>
                <c:pt idx="776">
                  <c:v>22.588716506958001</c:v>
                </c:pt>
                <c:pt idx="777">
                  <c:v>22.6178894042968</c:v>
                </c:pt>
                <c:pt idx="778">
                  <c:v>22.6470623016357</c:v>
                </c:pt>
                <c:pt idx="779">
                  <c:v>22.676235198974599</c:v>
                </c:pt>
                <c:pt idx="780">
                  <c:v>22.705408096313398</c:v>
                </c:pt>
                <c:pt idx="781">
                  <c:v>22.734580993652301</c:v>
                </c:pt>
                <c:pt idx="782">
                  <c:v>22.7637538909912</c:v>
                </c:pt>
                <c:pt idx="783">
                  <c:v>22.79292678833</c:v>
                </c:pt>
                <c:pt idx="784">
                  <c:v>22.822099685668899</c:v>
                </c:pt>
                <c:pt idx="785">
                  <c:v>22.851272583007798</c:v>
                </c:pt>
                <c:pt idx="786">
                  <c:v>22.880445480346602</c:v>
                </c:pt>
                <c:pt idx="787">
                  <c:v>22.909618377685501</c:v>
                </c:pt>
                <c:pt idx="788">
                  <c:v>22.9387912750244</c:v>
                </c:pt>
                <c:pt idx="789">
                  <c:v>22.9679641723632</c:v>
                </c:pt>
                <c:pt idx="790">
                  <c:v>22.997137069702099</c:v>
                </c:pt>
                <c:pt idx="791">
                  <c:v>23.026309967041001</c:v>
                </c:pt>
                <c:pt idx="792">
                  <c:v>23.055482864379801</c:v>
                </c:pt>
                <c:pt idx="793">
                  <c:v>23.0846557617187</c:v>
                </c:pt>
                <c:pt idx="794">
                  <c:v>23.113828659057599</c:v>
                </c:pt>
                <c:pt idx="795">
                  <c:v>23.143001556396399</c:v>
                </c:pt>
                <c:pt idx="796">
                  <c:v>23.172174453735298</c:v>
                </c:pt>
                <c:pt idx="797">
                  <c:v>23.201347351074201</c:v>
                </c:pt>
                <c:pt idx="798">
                  <c:v>23.230520248413001</c:v>
                </c:pt>
                <c:pt idx="799">
                  <c:v>23.2596931457519</c:v>
                </c:pt>
                <c:pt idx="800">
                  <c:v>23.288866043090799</c:v>
                </c:pt>
                <c:pt idx="801">
                  <c:v>23.318038940429599</c:v>
                </c:pt>
                <c:pt idx="802">
                  <c:v>23.347211837768501</c:v>
                </c:pt>
                <c:pt idx="803">
                  <c:v>23.376384735107401</c:v>
                </c:pt>
                <c:pt idx="804">
                  <c:v>23.4055576324462</c:v>
                </c:pt>
                <c:pt idx="805">
                  <c:v>23.434730529785099</c:v>
                </c:pt>
                <c:pt idx="806">
                  <c:v>23.463903427123999</c:v>
                </c:pt>
                <c:pt idx="807">
                  <c:v>23.493076324462798</c:v>
                </c:pt>
                <c:pt idx="808">
                  <c:v>23.522249221801701</c:v>
                </c:pt>
                <c:pt idx="809">
                  <c:v>23.5514221191406</c:v>
                </c:pt>
                <c:pt idx="810">
                  <c:v>23.5805950164794</c:v>
                </c:pt>
                <c:pt idx="811">
                  <c:v>23.609767913818299</c:v>
                </c:pt>
                <c:pt idx="812">
                  <c:v>23.638940811157202</c:v>
                </c:pt>
                <c:pt idx="813">
                  <c:v>23.668113708496001</c:v>
                </c:pt>
                <c:pt idx="814">
                  <c:v>23.697286605834901</c:v>
                </c:pt>
                <c:pt idx="815">
                  <c:v>23.7264595031738</c:v>
                </c:pt>
                <c:pt idx="816">
                  <c:v>23.755632400512599</c:v>
                </c:pt>
                <c:pt idx="817">
                  <c:v>23.784805297851499</c:v>
                </c:pt>
                <c:pt idx="818">
                  <c:v>23.813978195190401</c:v>
                </c:pt>
                <c:pt idx="819">
                  <c:v>23.843151092529201</c:v>
                </c:pt>
                <c:pt idx="820">
                  <c:v>23.8723239898681</c:v>
                </c:pt>
                <c:pt idx="821">
                  <c:v>23.901496887206999</c:v>
                </c:pt>
                <c:pt idx="822">
                  <c:v>23.930669784545898</c:v>
                </c:pt>
                <c:pt idx="823">
                  <c:v>23.959842681884702</c:v>
                </c:pt>
                <c:pt idx="824">
                  <c:v>23.989015579223601</c:v>
                </c:pt>
                <c:pt idx="825">
                  <c:v>24.0181884765625</c:v>
                </c:pt>
                <c:pt idx="826">
                  <c:v>24.0473613739013</c:v>
                </c:pt>
                <c:pt idx="827">
                  <c:v>24.076534271240199</c:v>
                </c:pt>
                <c:pt idx="828">
                  <c:v>24.105707168579102</c:v>
                </c:pt>
                <c:pt idx="829">
                  <c:v>24.134880065917901</c:v>
                </c:pt>
                <c:pt idx="830">
                  <c:v>24.1640529632568</c:v>
                </c:pt>
                <c:pt idx="831">
                  <c:v>24.1932258605957</c:v>
                </c:pt>
                <c:pt idx="832">
                  <c:v>24.222398757934499</c:v>
                </c:pt>
                <c:pt idx="833">
                  <c:v>24.251571655273398</c:v>
                </c:pt>
                <c:pt idx="834">
                  <c:v>24.280744552612301</c:v>
                </c:pt>
                <c:pt idx="835">
                  <c:v>24.309917449951101</c:v>
                </c:pt>
                <c:pt idx="836">
                  <c:v>24.33909034729</c:v>
                </c:pt>
                <c:pt idx="837">
                  <c:v>24.368263244628899</c:v>
                </c:pt>
                <c:pt idx="838">
                  <c:v>24.397436141967699</c:v>
                </c:pt>
                <c:pt idx="839">
                  <c:v>24.426609039306602</c:v>
                </c:pt>
                <c:pt idx="840">
                  <c:v>24.455781936645501</c:v>
                </c:pt>
                <c:pt idx="841">
                  <c:v>24.4849548339843</c:v>
                </c:pt>
                <c:pt idx="842">
                  <c:v>24.5141277313232</c:v>
                </c:pt>
                <c:pt idx="843">
                  <c:v>24.543300628662099</c:v>
                </c:pt>
                <c:pt idx="844">
                  <c:v>24.572473526000898</c:v>
                </c:pt>
                <c:pt idx="845">
                  <c:v>24.601646423339801</c:v>
                </c:pt>
                <c:pt idx="846">
                  <c:v>24.6308193206787</c:v>
                </c:pt>
                <c:pt idx="847">
                  <c:v>24.6599922180175</c:v>
                </c:pt>
                <c:pt idx="848">
                  <c:v>24.689165115356399</c:v>
                </c:pt>
                <c:pt idx="849">
                  <c:v>24.718338012695298</c:v>
                </c:pt>
                <c:pt idx="850">
                  <c:v>24.747510910034102</c:v>
                </c:pt>
                <c:pt idx="851">
                  <c:v>24.776683807373001</c:v>
                </c:pt>
                <c:pt idx="852">
                  <c:v>24.8058567047119</c:v>
                </c:pt>
                <c:pt idx="853">
                  <c:v>24.8350296020507</c:v>
                </c:pt>
                <c:pt idx="854">
                  <c:v>24.864202499389599</c:v>
                </c:pt>
                <c:pt idx="855">
                  <c:v>24.893375396728501</c:v>
                </c:pt>
                <c:pt idx="856">
                  <c:v>24.922548294067301</c:v>
                </c:pt>
                <c:pt idx="857">
                  <c:v>24.9517211914062</c:v>
                </c:pt>
                <c:pt idx="858">
                  <c:v>24.980894088745099</c:v>
                </c:pt>
                <c:pt idx="859">
                  <c:v>25.010066986083899</c:v>
                </c:pt>
                <c:pt idx="860">
                  <c:v>25.039239883422798</c:v>
                </c:pt>
                <c:pt idx="861">
                  <c:v>25.068412780761701</c:v>
                </c:pt>
                <c:pt idx="862">
                  <c:v>25.097585678100501</c:v>
                </c:pt>
                <c:pt idx="863">
                  <c:v>25.1267585754394</c:v>
                </c:pt>
                <c:pt idx="864">
                  <c:v>25.155931472778299</c:v>
                </c:pt>
                <c:pt idx="865">
                  <c:v>25.185104370117099</c:v>
                </c:pt>
                <c:pt idx="866">
                  <c:v>25.214277267456001</c:v>
                </c:pt>
                <c:pt idx="867">
                  <c:v>25.243450164794901</c:v>
                </c:pt>
                <c:pt idx="868">
                  <c:v>25.2726230621337</c:v>
                </c:pt>
                <c:pt idx="869">
                  <c:v>25.301795959472599</c:v>
                </c:pt>
                <c:pt idx="870">
                  <c:v>25.330968856811499</c:v>
                </c:pt>
                <c:pt idx="871">
                  <c:v>25.360141754150298</c:v>
                </c:pt>
                <c:pt idx="872">
                  <c:v>25.389314651489201</c:v>
                </c:pt>
                <c:pt idx="873">
                  <c:v>25.4184875488281</c:v>
                </c:pt>
                <c:pt idx="874">
                  <c:v>25.4476604461669</c:v>
                </c:pt>
                <c:pt idx="875">
                  <c:v>25.476833343505799</c:v>
                </c:pt>
                <c:pt idx="876">
                  <c:v>25.506006240844702</c:v>
                </c:pt>
                <c:pt idx="877">
                  <c:v>25.535179138183501</c:v>
                </c:pt>
                <c:pt idx="878">
                  <c:v>25.564352035522401</c:v>
                </c:pt>
                <c:pt idx="879">
                  <c:v>25.5935249328613</c:v>
                </c:pt>
                <c:pt idx="880">
                  <c:v>25.622697830200099</c:v>
                </c:pt>
                <c:pt idx="881">
                  <c:v>25.651870727538999</c:v>
                </c:pt>
                <c:pt idx="882">
                  <c:v>25.681043624877901</c:v>
                </c:pt>
                <c:pt idx="883">
                  <c:v>25.710216522216701</c:v>
                </c:pt>
                <c:pt idx="884">
                  <c:v>25.7393894195556</c:v>
                </c:pt>
                <c:pt idx="885">
                  <c:v>25.768562316894499</c:v>
                </c:pt>
                <c:pt idx="886">
                  <c:v>25.797735214233398</c:v>
                </c:pt>
                <c:pt idx="887">
                  <c:v>25.826908111572202</c:v>
                </c:pt>
                <c:pt idx="888">
                  <c:v>25.856081008911101</c:v>
                </c:pt>
                <c:pt idx="889">
                  <c:v>25.88525390625</c:v>
                </c:pt>
                <c:pt idx="890">
                  <c:v>25.9144268035888</c:v>
                </c:pt>
                <c:pt idx="891">
                  <c:v>25.943599700927699</c:v>
                </c:pt>
                <c:pt idx="892">
                  <c:v>25.972772598266602</c:v>
                </c:pt>
                <c:pt idx="893">
                  <c:v>26.001945495605401</c:v>
                </c:pt>
                <c:pt idx="894">
                  <c:v>26.0311183929443</c:v>
                </c:pt>
                <c:pt idx="895">
                  <c:v>26.0602912902832</c:v>
                </c:pt>
                <c:pt idx="896">
                  <c:v>26.089464187621999</c:v>
                </c:pt>
                <c:pt idx="897">
                  <c:v>26.118637084960898</c:v>
                </c:pt>
                <c:pt idx="898">
                  <c:v>26.147809982299801</c:v>
                </c:pt>
                <c:pt idx="899">
                  <c:v>26.176982879638601</c:v>
                </c:pt>
                <c:pt idx="900">
                  <c:v>26.2061557769775</c:v>
                </c:pt>
                <c:pt idx="901">
                  <c:v>26.235328674316399</c:v>
                </c:pt>
                <c:pt idx="902">
                  <c:v>26.264501571655199</c:v>
                </c:pt>
                <c:pt idx="903">
                  <c:v>26.293674468994102</c:v>
                </c:pt>
                <c:pt idx="904">
                  <c:v>26.322847366333001</c:v>
                </c:pt>
                <c:pt idx="905">
                  <c:v>26.3520202636718</c:v>
                </c:pt>
                <c:pt idx="906">
                  <c:v>26.3811931610107</c:v>
                </c:pt>
                <c:pt idx="907">
                  <c:v>26.410366058349599</c:v>
                </c:pt>
                <c:pt idx="908">
                  <c:v>26.439538955688398</c:v>
                </c:pt>
                <c:pt idx="909">
                  <c:v>26.468711853027301</c:v>
                </c:pt>
                <c:pt idx="910">
                  <c:v>26.4978847503662</c:v>
                </c:pt>
                <c:pt idx="911">
                  <c:v>26.527057647705</c:v>
                </c:pt>
                <c:pt idx="912">
                  <c:v>26.556230545043899</c:v>
                </c:pt>
                <c:pt idx="913">
                  <c:v>26.585403442382798</c:v>
                </c:pt>
                <c:pt idx="914">
                  <c:v>26.614576339721602</c:v>
                </c:pt>
                <c:pt idx="915">
                  <c:v>26.643749237060501</c:v>
                </c:pt>
                <c:pt idx="916">
                  <c:v>26.6729221343994</c:v>
                </c:pt>
                <c:pt idx="917">
                  <c:v>26.7020950317382</c:v>
                </c:pt>
                <c:pt idx="918">
                  <c:v>26.731267929077099</c:v>
                </c:pt>
                <c:pt idx="919">
                  <c:v>26.760440826416001</c:v>
                </c:pt>
                <c:pt idx="920">
                  <c:v>26.789613723754801</c:v>
                </c:pt>
                <c:pt idx="921">
                  <c:v>26.8187866210937</c:v>
                </c:pt>
                <c:pt idx="922">
                  <c:v>26.847959518432599</c:v>
                </c:pt>
                <c:pt idx="923">
                  <c:v>26.877132415771399</c:v>
                </c:pt>
                <c:pt idx="924">
                  <c:v>26.906305313110298</c:v>
                </c:pt>
                <c:pt idx="925">
                  <c:v>26.935478210449201</c:v>
                </c:pt>
                <c:pt idx="926">
                  <c:v>26.964651107788001</c:v>
                </c:pt>
                <c:pt idx="927">
                  <c:v>26.9938240051269</c:v>
                </c:pt>
                <c:pt idx="928">
                  <c:v>27.022996902465799</c:v>
                </c:pt>
                <c:pt idx="929">
                  <c:v>27.052169799804599</c:v>
                </c:pt>
                <c:pt idx="930">
                  <c:v>27.081342697143501</c:v>
                </c:pt>
                <c:pt idx="931">
                  <c:v>27.110515594482401</c:v>
                </c:pt>
                <c:pt idx="932">
                  <c:v>27.1396884918212</c:v>
                </c:pt>
                <c:pt idx="933">
                  <c:v>27.168861389160099</c:v>
                </c:pt>
                <c:pt idx="934">
                  <c:v>27.198034286498999</c:v>
                </c:pt>
                <c:pt idx="935">
                  <c:v>27.227207183837798</c:v>
                </c:pt>
                <c:pt idx="936">
                  <c:v>27.256380081176701</c:v>
                </c:pt>
                <c:pt idx="937">
                  <c:v>27.2855529785156</c:v>
                </c:pt>
                <c:pt idx="938">
                  <c:v>27.3147258758544</c:v>
                </c:pt>
                <c:pt idx="939">
                  <c:v>27.343898773193299</c:v>
                </c:pt>
                <c:pt idx="940">
                  <c:v>27.373071670532202</c:v>
                </c:pt>
                <c:pt idx="941">
                  <c:v>27.402244567871001</c:v>
                </c:pt>
                <c:pt idx="942">
                  <c:v>27.431417465209901</c:v>
                </c:pt>
                <c:pt idx="943">
                  <c:v>27.4605903625488</c:v>
                </c:pt>
                <c:pt idx="944">
                  <c:v>27.489763259887599</c:v>
                </c:pt>
                <c:pt idx="945">
                  <c:v>27.518936157226499</c:v>
                </c:pt>
                <c:pt idx="946">
                  <c:v>27.548109054565401</c:v>
                </c:pt>
                <c:pt idx="947">
                  <c:v>27.577281951904201</c:v>
                </c:pt>
                <c:pt idx="948">
                  <c:v>27.6064548492431</c:v>
                </c:pt>
                <c:pt idx="949">
                  <c:v>27.635627746581999</c:v>
                </c:pt>
                <c:pt idx="950">
                  <c:v>27.664800643920898</c:v>
                </c:pt>
                <c:pt idx="951">
                  <c:v>27.693973541259702</c:v>
                </c:pt>
                <c:pt idx="952">
                  <c:v>27.723146438598601</c:v>
                </c:pt>
                <c:pt idx="953">
                  <c:v>27.7523193359375</c:v>
                </c:pt>
                <c:pt idx="954">
                  <c:v>27.7814922332763</c:v>
                </c:pt>
                <c:pt idx="955">
                  <c:v>27.810665130615199</c:v>
                </c:pt>
                <c:pt idx="956">
                  <c:v>27.839838027954102</c:v>
                </c:pt>
                <c:pt idx="957">
                  <c:v>27.869010925292901</c:v>
                </c:pt>
                <c:pt idx="958">
                  <c:v>27.8981838226318</c:v>
                </c:pt>
                <c:pt idx="959">
                  <c:v>27.9273567199707</c:v>
                </c:pt>
                <c:pt idx="960">
                  <c:v>27.956529617309499</c:v>
                </c:pt>
                <c:pt idx="961">
                  <c:v>27.985702514648398</c:v>
                </c:pt>
                <c:pt idx="962">
                  <c:v>28.014875411987301</c:v>
                </c:pt>
                <c:pt idx="963">
                  <c:v>28.044048309326101</c:v>
                </c:pt>
                <c:pt idx="964">
                  <c:v>28.073221206665</c:v>
                </c:pt>
                <c:pt idx="965">
                  <c:v>28.102394104003899</c:v>
                </c:pt>
                <c:pt idx="966">
                  <c:v>28.131567001342699</c:v>
                </c:pt>
                <c:pt idx="967">
                  <c:v>28.160739898681602</c:v>
                </c:pt>
                <c:pt idx="968">
                  <c:v>28.189912796020501</c:v>
                </c:pt>
                <c:pt idx="969">
                  <c:v>28.2190856933593</c:v>
                </c:pt>
                <c:pt idx="970">
                  <c:v>28.2482585906982</c:v>
                </c:pt>
                <c:pt idx="971">
                  <c:v>28.277431488037099</c:v>
                </c:pt>
                <c:pt idx="972">
                  <c:v>28.306604385375898</c:v>
                </c:pt>
                <c:pt idx="973">
                  <c:v>28.335777282714801</c:v>
                </c:pt>
                <c:pt idx="974">
                  <c:v>28.3649501800537</c:v>
                </c:pt>
                <c:pt idx="975">
                  <c:v>28.3941230773925</c:v>
                </c:pt>
                <c:pt idx="976">
                  <c:v>28.423295974731399</c:v>
                </c:pt>
                <c:pt idx="977">
                  <c:v>28.452468872070298</c:v>
                </c:pt>
                <c:pt idx="978">
                  <c:v>28.481641769409102</c:v>
                </c:pt>
                <c:pt idx="979">
                  <c:v>28.510814666748001</c:v>
                </c:pt>
                <c:pt idx="980">
                  <c:v>28.5399875640869</c:v>
                </c:pt>
                <c:pt idx="981">
                  <c:v>28.5691604614257</c:v>
                </c:pt>
                <c:pt idx="982">
                  <c:v>28.598333358764599</c:v>
                </c:pt>
                <c:pt idx="983">
                  <c:v>28.627506256103501</c:v>
                </c:pt>
                <c:pt idx="984">
                  <c:v>28.656679153442301</c:v>
                </c:pt>
                <c:pt idx="985">
                  <c:v>28.6858520507812</c:v>
                </c:pt>
                <c:pt idx="986">
                  <c:v>28.715024948120099</c:v>
                </c:pt>
                <c:pt idx="987">
                  <c:v>28.744197845458899</c:v>
                </c:pt>
                <c:pt idx="988">
                  <c:v>28.773370742797798</c:v>
                </c:pt>
                <c:pt idx="989">
                  <c:v>28.802543640136701</c:v>
                </c:pt>
                <c:pt idx="990">
                  <c:v>28.831716537475501</c:v>
                </c:pt>
                <c:pt idx="991">
                  <c:v>28.8608894348144</c:v>
                </c:pt>
                <c:pt idx="992">
                  <c:v>28.890062332153299</c:v>
                </c:pt>
                <c:pt idx="993">
                  <c:v>28.919235229492099</c:v>
                </c:pt>
                <c:pt idx="994">
                  <c:v>28.948408126831001</c:v>
                </c:pt>
                <c:pt idx="995">
                  <c:v>28.977581024169901</c:v>
                </c:pt>
                <c:pt idx="996">
                  <c:v>29.0067539215087</c:v>
                </c:pt>
                <c:pt idx="997">
                  <c:v>29.035926818847599</c:v>
                </c:pt>
                <c:pt idx="998">
                  <c:v>29.065099716186499</c:v>
                </c:pt>
                <c:pt idx="999">
                  <c:v>29.094272613525298</c:v>
                </c:pt>
                <c:pt idx="1000">
                  <c:v>29.123445510864201</c:v>
                </c:pt>
                <c:pt idx="1001">
                  <c:v>29.1526184082031</c:v>
                </c:pt>
                <c:pt idx="1002">
                  <c:v>29.1817913055419</c:v>
                </c:pt>
                <c:pt idx="1003">
                  <c:v>29.210964202880799</c:v>
                </c:pt>
                <c:pt idx="1004">
                  <c:v>29.240137100219702</c:v>
                </c:pt>
                <c:pt idx="1005">
                  <c:v>29.269309997558501</c:v>
                </c:pt>
                <c:pt idx="1006">
                  <c:v>29.298482894897401</c:v>
                </c:pt>
                <c:pt idx="1007">
                  <c:v>29.3276557922363</c:v>
                </c:pt>
                <c:pt idx="1008">
                  <c:v>29.356828689575099</c:v>
                </c:pt>
                <c:pt idx="1009">
                  <c:v>29.386001586913999</c:v>
                </c:pt>
                <c:pt idx="1010">
                  <c:v>29.415174484252901</c:v>
                </c:pt>
                <c:pt idx="1011">
                  <c:v>29.444347381591701</c:v>
                </c:pt>
                <c:pt idx="1012">
                  <c:v>29.4735202789306</c:v>
                </c:pt>
                <c:pt idx="1013">
                  <c:v>29.502693176269499</c:v>
                </c:pt>
                <c:pt idx="1014">
                  <c:v>29.531866073608398</c:v>
                </c:pt>
                <c:pt idx="1015">
                  <c:v>29.561038970947202</c:v>
                </c:pt>
                <c:pt idx="1016">
                  <c:v>29.590211868286101</c:v>
                </c:pt>
                <c:pt idx="1017">
                  <c:v>29.619384765625</c:v>
                </c:pt>
                <c:pt idx="1018">
                  <c:v>29.6485576629638</c:v>
                </c:pt>
                <c:pt idx="1019">
                  <c:v>29.677730560302699</c:v>
                </c:pt>
                <c:pt idx="1020">
                  <c:v>29.706903457641602</c:v>
                </c:pt>
                <c:pt idx="1021">
                  <c:v>29.736076354980401</c:v>
                </c:pt>
                <c:pt idx="1022">
                  <c:v>29.7652492523193</c:v>
                </c:pt>
                <c:pt idx="1023">
                  <c:v>29.7944221496582</c:v>
                </c:pt>
                <c:pt idx="1024">
                  <c:v>29.823595046996999</c:v>
                </c:pt>
                <c:pt idx="1025">
                  <c:v>29.852767944335898</c:v>
                </c:pt>
                <c:pt idx="1026">
                  <c:v>29.881940841674801</c:v>
                </c:pt>
                <c:pt idx="1027">
                  <c:v>29.911113739013601</c:v>
                </c:pt>
                <c:pt idx="1028">
                  <c:v>29.9402866363525</c:v>
                </c:pt>
                <c:pt idx="1029">
                  <c:v>29.969459533691399</c:v>
                </c:pt>
                <c:pt idx="1030">
                  <c:v>29.998632431030199</c:v>
                </c:pt>
                <c:pt idx="1031">
                  <c:v>30.027805328369102</c:v>
                </c:pt>
                <c:pt idx="1032">
                  <c:v>30.056978225708001</c:v>
                </c:pt>
                <c:pt idx="1033">
                  <c:v>30.0861511230468</c:v>
                </c:pt>
                <c:pt idx="1034">
                  <c:v>30.1153240203857</c:v>
                </c:pt>
                <c:pt idx="1035">
                  <c:v>30.144496917724599</c:v>
                </c:pt>
                <c:pt idx="1036">
                  <c:v>30.173669815063398</c:v>
                </c:pt>
                <c:pt idx="1037">
                  <c:v>30.202842712402301</c:v>
                </c:pt>
                <c:pt idx="1038">
                  <c:v>30.2320156097412</c:v>
                </c:pt>
                <c:pt idx="1039">
                  <c:v>30.26118850708</c:v>
                </c:pt>
                <c:pt idx="1040">
                  <c:v>30.290361404418899</c:v>
                </c:pt>
                <c:pt idx="1041">
                  <c:v>30.319534301757798</c:v>
                </c:pt>
                <c:pt idx="1042">
                  <c:v>30.348707199096602</c:v>
                </c:pt>
                <c:pt idx="1043">
                  <c:v>30.377880096435501</c:v>
                </c:pt>
                <c:pt idx="1044">
                  <c:v>30.4070529937744</c:v>
                </c:pt>
                <c:pt idx="1045">
                  <c:v>30.4362258911132</c:v>
                </c:pt>
                <c:pt idx="1046">
                  <c:v>30.465398788452099</c:v>
                </c:pt>
                <c:pt idx="1047">
                  <c:v>30.494571685791001</c:v>
                </c:pt>
                <c:pt idx="1048">
                  <c:v>30.523744583129801</c:v>
                </c:pt>
                <c:pt idx="1049">
                  <c:v>30.5529174804687</c:v>
                </c:pt>
                <c:pt idx="1050">
                  <c:v>30.582090377807599</c:v>
                </c:pt>
                <c:pt idx="1051">
                  <c:v>30.611263275146399</c:v>
                </c:pt>
                <c:pt idx="1052">
                  <c:v>30.640436172485298</c:v>
                </c:pt>
                <c:pt idx="1053">
                  <c:v>30.669609069824201</c:v>
                </c:pt>
                <c:pt idx="1054">
                  <c:v>30.698781967163001</c:v>
                </c:pt>
                <c:pt idx="1055">
                  <c:v>30.7279548645019</c:v>
                </c:pt>
                <c:pt idx="1056">
                  <c:v>30.757127761840799</c:v>
                </c:pt>
                <c:pt idx="1057">
                  <c:v>30.786300659179599</c:v>
                </c:pt>
                <c:pt idx="1058">
                  <c:v>30.815473556518501</c:v>
                </c:pt>
                <c:pt idx="1059">
                  <c:v>30.844646453857401</c:v>
                </c:pt>
                <c:pt idx="1060">
                  <c:v>30.8738193511962</c:v>
                </c:pt>
                <c:pt idx="1061">
                  <c:v>30.902992248535099</c:v>
                </c:pt>
                <c:pt idx="1062">
                  <c:v>30.932165145873999</c:v>
                </c:pt>
                <c:pt idx="1063">
                  <c:v>30.961338043212798</c:v>
                </c:pt>
                <c:pt idx="1064">
                  <c:v>30.990510940551701</c:v>
                </c:pt>
                <c:pt idx="1065">
                  <c:v>31.0196838378906</c:v>
                </c:pt>
                <c:pt idx="1066">
                  <c:v>31.0488567352294</c:v>
                </c:pt>
                <c:pt idx="1067">
                  <c:v>31.078029632568299</c:v>
                </c:pt>
                <c:pt idx="1068">
                  <c:v>31.107202529907202</c:v>
                </c:pt>
                <c:pt idx="1069">
                  <c:v>31.136375427246001</c:v>
                </c:pt>
                <c:pt idx="1070">
                  <c:v>31.165548324584901</c:v>
                </c:pt>
                <c:pt idx="1071">
                  <c:v>31.1947212219238</c:v>
                </c:pt>
                <c:pt idx="1072">
                  <c:v>31.223894119262599</c:v>
                </c:pt>
                <c:pt idx="1073">
                  <c:v>31.253067016601499</c:v>
                </c:pt>
                <c:pt idx="1074">
                  <c:v>31.282239913940401</c:v>
                </c:pt>
                <c:pt idx="1075">
                  <c:v>31.311412811279201</c:v>
                </c:pt>
                <c:pt idx="1076">
                  <c:v>31.3405857086181</c:v>
                </c:pt>
                <c:pt idx="1077">
                  <c:v>31.369758605956999</c:v>
                </c:pt>
                <c:pt idx="1078">
                  <c:v>31.398931503295898</c:v>
                </c:pt>
                <c:pt idx="1079">
                  <c:v>31.428104400634702</c:v>
                </c:pt>
                <c:pt idx="1080">
                  <c:v>31.457277297973601</c:v>
                </c:pt>
                <c:pt idx="1081">
                  <c:v>31.4864501953125</c:v>
                </c:pt>
                <c:pt idx="1082">
                  <c:v>31.5156230926513</c:v>
                </c:pt>
                <c:pt idx="1083">
                  <c:v>31.544795989990199</c:v>
                </c:pt>
                <c:pt idx="1084">
                  <c:v>31.573968887329102</c:v>
                </c:pt>
                <c:pt idx="1085">
                  <c:v>31.603141784667901</c:v>
                </c:pt>
                <c:pt idx="1086">
                  <c:v>31.6323146820068</c:v>
                </c:pt>
                <c:pt idx="1087">
                  <c:v>31.6614875793457</c:v>
                </c:pt>
                <c:pt idx="1088">
                  <c:v>31.690660476684499</c:v>
                </c:pt>
                <c:pt idx="1089">
                  <c:v>31.719833374023398</c:v>
                </c:pt>
                <c:pt idx="1090">
                  <c:v>31.749006271362301</c:v>
                </c:pt>
                <c:pt idx="1091">
                  <c:v>31.778179168701101</c:v>
                </c:pt>
                <c:pt idx="1092">
                  <c:v>31.80735206604</c:v>
                </c:pt>
                <c:pt idx="1093">
                  <c:v>31.836524963378899</c:v>
                </c:pt>
                <c:pt idx="1094">
                  <c:v>31.865697860717699</c:v>
                </c:pt>
                <c:pt idx="1095">
                  <c:v>31.894870758056602</c:v>
                </c:pt>
                <c:pt idx="1096">
                  <c:v>31.924043655395501</c:v>
                </c:pt>
                <c:pt idx="1097">
                  <c:v>31.9532165527343</c:v>
                </c:pt>
                <c:pt idx="1098">
                  <c:v>31.9823894500732</c:v>
                </c:pt>
                <c:pt idx="1099">
                  <c:v>32.011558532714801</c:v>
                </c:pt>
                <c:pt idx="1100">
                  <c:v>32.040718078613203</c:v>
                </c:pt>
                <c:pt idx="1101">
                  <c:v>32.069877624511697</c:v>
                </c:pt>
                <c:pt idx="1102">
                  <c:v>32.099037170410099</c:v>
                </c:pt>
                <c:pt idx="1103">
                  <c:v>32.128196716308501</c:v>
                </c:pt>
                <c:pt idx="1104">
                  <c:v>32.157356262207003</c:v>
                </c:pt>
                <c:pt idx="1105">
                  <c:v>32.186515808105398</c:v>
                </c:pt>
                <c:pt idx="1106">
                  <c:v>32.215675354003899</c:v>
                </c:pt>
                <c:pt idx="1107">
                  <c:v>32.244834899902301</c:v>
                </c:pt>
                <c:pt idx="1108">
                  <c:v>32.273994445800703</c:v>
                </c:pt>
                <c:pt idx="1109">
                  <c:v>32.303153991699197</c:v>
                </c:pt>
                <c:pt idx="1110">
                  <c:v>32.332313537597599</c:v>
                </c:pt>
                <c:pt idx="1111">
                  <c:v>32.361473083496001</c:v>
                </c:pt>
                <c:pt idx="1112">
                  <c:v>32.390632629394503</c:v>
                </c:pt>
                <c:pt idx="1113">
                  <c:v>32.419792175292898</c:v>
                </c:pt>
                <c:pt idx="1114">
                  <c:v>32.448951721191399</c:v>
                </c:pt>
                <c:pt idx="1115">
                  <c:v>32.478111267089801</c:v>
                </c:pt>
                <c:pt idx="1116">
                  <c:v>32.507270812988203</c:v>
                </c:pt>
                <c:pt idx="1117">
                  <c:v>32.536430358886697</c:v>
                </c:pt>
                <c:pt idx="1118">
                  <c:v>32.565589904785099</c:v>
                </c:pt>
                <c:pt idx="1119">
                  <c:v>32.594749450683501</c:v>
                </c:pt>
                <c:pt idx="1120">
                  <c:v>32.623908996582003</c:v>
                </c:pt>
                <c:pt idx="1121">
                  <c:v>32.653068542480398</c:v>
                </c:pt>
                <c:pt idx="1122">
                  <c:v>32.682228088378899</c:v>
                </c:pt>
                <c:pt idx="1123">
                  <c:v>32.711387634277301</c:v>
                </c:pt>
                <c:pt idx="1124">
                  <c:v>32.740547180175703</c:v>
                </c:pt>
                <c:pt idx="1125">
                  <c:v>32.769706726074197</c:v>
                </c:pt>
                <c:pt idx="1126">
                  <c:v>32.798866271972599</c:v>
                </c:pt>
                <c:pt idx="1127">
                  <c:v>32.828025817871001</c:v>
                </c:pt>
                <c:pt idx="1128">
                  <c:v>32.857185363769503</c:v>
                </c:pt>
                <c:pt idx="1129">
                  <c:v>32.886344909667898</c:v>
                </c:pt>
                <c:pt idx="1130">
                  <c:v>32.915504455566399</c:v>
                </c:pt>
                <c:pt idx="1131">
                  <c:v>32.944664001464801</c:v>
                </c:pt>
                <c:pt idx="1132">
                  <c:v>32.973823547363203</c:v>
                </c:pt>
                <c:pt idx="1133">
                  <c:v>33.002983093261697</c:v>
                </c:pt>
                <c:pt idx="1134">
                  <c:v>33.032142639160099</c:v>
                </c:pt>
                <c:pt idx="1135">
                  <c:v>33.061302185058501</c:v>
                </c:pt>
                <c:pt idx="1136">
                  <c:v>33.090461730957003</c:v>
                </c:pt>
                <c:pt idx="1137">
                  <c:v>33.119621276855398</c:v>
                </c:pt>
                <c:pt idx="1138">
                  <c:v>33.148780822753899</c:v>
                </c:pt>
                <c:pt idx="1139">
                  <c:v>33.177940368652301</c:v>
                </c:pt>
                <c:pt idx="1140">
                  <c:v>33.207099914550703</c:v>
                </c:pt>
                <c:pt idx="1141">
                  <c:v>33.236259460449197</c:v>
                </c:pt>
                <c:pt idx="1142">
                  <c:v>33.265419006347599</c:v>
                </c:pt>
                <c:pt idx="1143">
                  <c:v>33.294578552246001</c:v>
                </c:pt>
                <c:pt idx="1144">
                  <c:v>33.323738098144503</c:v>
                </c:pt>
                <c:pt idx="1145">
                  <c:v>33.352897644042898</c:v>
                </c:pt>
                <c:pt idx="1146">
                  <c:v>33.382057189941399</c:v>
                </c:pt>
                <c:pt idx="1147">
                  <c:v>33.411216735839801</c:v>
                </c:pt>
                <c:pt idx="1148">
                  <c:v>33.440376281738203</c:v>
                </c:pt>
                <c:pt idx="1149">
                  <c:v>33.469535827636697</c:v>
                </c:pt>
                <c:pt idx="1150">
                  <c:v>33.498695373535099</c:v>
                </c:pt>
                <c:pt idx="1151">
                  <c:v>33.527854919433501</c:v>
                </c:pt>
                <c:pt idx="1152">
                  <c:v>33.557014465332003</c:v>
                </c:pt>
                <c:pt idx="1153">
                  <c:v>33.586174011230398</c:v>
                </c:pt>
                <c:pt idx="1154">
                  <c:v>33.615333557128899</c:v>
                </c:pt>
                <c:pt idx="1155">
                  <c:v>33.644493103027301</c:v>
                </c:pt>
                <c:pt idx="1156">
                  <c:v>33.673652648925703</c:v>
                </c:pt>
                <c:pt idx="1157">
                  <c:v>33.702812194824197</c:v>
                </c:pt>
                <c:pt idx="1158">
                  <c:v>33.731971740722599</c:v>
                </c:pt>
                <c:pt idx="1159">
                  <c:v>33.761131286621001</c:v>
                </c:pt>
                <c:pt idx="1160">
                  <c:v>33.790290832519503</c:v>
                </c:pt>
                <c:pt idx="1161">
                  <c:v>33.819450378417898</c:v>
                </c:pt>
                <c:pt idx="1162">
                  <c:v>33.848609924316399</c:v>
                </c:pt>
                <c:pt idx="1163">
                  <c:v>33.877769470214801</c:v>
                </c:pt>
                <c:pt idx="1164">
                  <c:v>33.906929016113203</c:v>
                </c:pt>
                <c:pt idx="1165">
                  <c:v>33.936088562011697</c:v>
                </c:pt>
                <c:pt idx="1166">
                  <c:v>33.965248107910099</c:v>
                </c:pt>
                <c:pt idx="1167">
                  <c:v>33.994407653808501</c:v>
                </c:pt>
                <c:pt idx="1168">
                  <c:v>34.023567199707003</c:v>
                </c:pt>
                <c:pt idx="1169">
                  <c:v>34.052726745605398</c:v>
                </c:pt>
                <c:pt idx="1170">
                  <c:v>34.081886291503899</c:v>
                </c:pt>
                <c:pt idx="1171">
                  <c:v>34.111045837402301</c:v>
                </c:pt>
                <c:pt idx="1172">
                  <c:v>34.140205383300703</c:v>
                </c:pt>
                <c:pt idx="1173">
                  <c:v>34.169364929199197</c:v>
                </c:pt>
                <c:pt idx="1174">
                  <c:v>34.198524475097599</c:v>
                </c:pt>
                <c:pt idx="1175">
                  <c:v>34.227684020996001</c:v>
                </c:pt>
                <c:pt idx="1176">
                  <c:v>34.256843566894503</c:v>
                </c:pt>
                <c:pt idx="1177">
                  <c:v>34.286003112792898</c:v>
                </c:pt>
                <c:pt idx="1178">
                  <c:v>34.315162658691399</c:v>
                </c:pt>
                <c:pt idx="1179">
                  <c:v>34.344322204589801</c:v>
                </c:pt>
                <c:pt idx="1180">
                  <c:v>34.373481750488203</c:v>
                </c:pt>
                <c:pt idx="1181">
                  <c:v>34.402641296386697</c:v>
                </c:pt>
                <c:pt idx="1182">
                  <c:v>34.431800842285099</c:v>
                </c:pt>
                <c:pt idx="1183">
                  <c:v>34.460960388183501</c:v>
                </c:pt>
                <c:pt idx="1184">
                  <c:v>34.490119934082003</c:v>
                </c:pt>
                <c:pt idx="1185">
                  <c:v>34.519279479980398</c:v>
                </c:pt>
                <c:pt idx="1186">
                  <c:v>34.548439025878899</c:v>
                </c:pt>
                <c:pt idx="1187">
                  <c:v>34.577598571777301</c:v>
                </c:pt>
                <c:pt idx="1188">
                  <c:v>34.606758117675703</c:v>
                </c:pt>
                <c:pt idx="1189">
                  <c:v>34.635917663574197</c:v>
                </c:pt>
                <c:pt idx="1190">
                  <c:v>34.665077209472599</c:v>
                </c:pt>
                <c:pt idx="1191">
                  <c:v>34.694236755371001</c:v>
                </c:pt>
                <c:pt idx="1192">
                  <c:v>34.723396301269503</c:v>
                </c:pt>
                <c:pt idx="1193">
                  <c:v>34.752555847167898</c:v>
                </c:pt>
                <c:pt idx="1194">
                  <c:v>34.781715393066399</c:v>
                </c:pt>
                <c:pt idx="1195">
                  <c:v>34.810874938964801</c:v>
                </c:pt>
                <c:pt idx="1196">
                  <c:v>34.840034484863203</c:v>
                </c:pt>
                <c:pt idx="1197">
                  <c:v>34.869194030761697</c:v>
                </c:pt>
                <c:pt idx="1198">
                  <c:v>34.898353576660099</c:v>
                </c:pt>
                <c:pt idx="1199">
                  <c:v>34.927513122558501</c:v>
                </c:pt>
                <c:pt idx="1200">
                  <c:v>34.956672668457003</c:v>
                </c:pt>
                <c:pt idx="1201">
                  <c:v>34.985832214355398</c:v>
                </c:pt>
                <c:pt idx="1202">
                  <c:v>34.998329162597599</c:v>
                </c:pt>
              </c:numCache>
            </c:numRef>
          </c:xVal>
          <c:yVal>
            <c:numRef>
              <c:f>'Double PV'!$T$1:$T$1203</c:f>
              <c:numCache>
                <c:formatCode>General</c:formatCode>
                <c:ptCount val="1203"/>
                <c:pt idx="0">
                  <c:v>60.0000190734863</c:v>
                </c:pt>
                <c:pt idx="1">
                  <c:v>60.0000190734863</c:v>
                </c:pt>
                <c:pt idx="2">
                  <c:v>60.000190734863203</c:v>
                </c:pt>
                <c:pt idx="3">
                  <c:v>60.000251770019503</c:v>
                </c:pt>
                <c:pt idx="4">
                  <c:v>60.000270843505803</c:v>
                </c:pt>
                <c:pt idx="5">
                  <c:v>60.000289916992102</c:v>
                </c:pt>
                <c:pt idx="6">
                  <c:v>60.000308990478501</c:v>
                </c:pt>
                <c:pt idx="7">
                  <c:v>60.000320434570298</c:v>
                </c:pt>
                <c:pt idx="8">
                  <c:v>60.000339508056598</c:v>
                </c:pt>
                <c:pt idx="9">
                  <c:v>60.000358581542898</c:v>
                </c:pt>
                <c:pt idx="10">
                  <c:v>60.000389099121001</c:v>
                </c:pt>
                <c:pt idx="11">
                  <c:v>60.000419616699197</c:v>
                </c:pt>
                <c:pt idx="12">
                  <c:v>60.000450134277301</c:v>
                </c:pt>
                <c:pt idx="13">
                  <c:v>60.000480651855398</c:v>
                </c:pt>
                <c:pt idx="14">
                  <c:v>60.000511169433501</c:v>
                </c:pt>
                <c:pt idx="15">
                  <c:v>60.000541687011697</c:v>
                </c:pt>
                <c:pt idx="16">
                  <c:v>60.0005683898925</c:v>
                </c:pt>
                <c:pt idx="17">
                  <c:v>60.000598907470703</c:v>
                </c:pt>
                <c:pt idx="18">
                  <c:v>60.000621795654297</c:v>
                </c:pt>
                <c:pt idx="19">
                  <c:v>60.000648498535099</c:v>
                </c:pt>
                <c:pt idx="20">
                  <c:v>60.000679016113203</c:v>
                </c:pt>
                <c:pt idx="21">
                  <c:v>60.000701904296797</c:v>
                </c:pt>
                <c:pt idx="22">
                  <c:v>60.000720977783203</c:v>
                </c:pt>
                <c:pt idx="23">
                  <c:v>60.000740051269503</c:v>
                </c:pt>
                <c:pt idx="24">
                  <c:v>60.000759124755803</c:v>
                </c:pt>
                <c:pt idx="25">
                  <c:v>60.000770568847599</c:v>
                </c:pt>
                <c:pt idx="26">
                  <c:v>60.000778198242102</c:v>
                </c:pt>
                <c:pt idx="27">
                  <c:v>60.000789642333899</c:v>
                </c:pt>
                <c:pt idx="28">
                  <c:v>60.000801086425703</c:v>
                </c:pt>
                <c:pt idx="29">
                  <c:v>60.000801086425703</c:v>
                </c:pt>
                <c:pt idx="30">
                  <c:v>60.000461578369098</c:v>
                </c:pt>
                <c:pt idx="31">
                  <c:v>59.999198913574197</c:v>
                </c:pt>
                <c:pt idx="32">
                  <c:v>59.998458862304602</c:v>
                </c:pt>
                <c:pt idx="33">
                  <c:v>59.997848510742102</c:v>
                </c:pt>
                <c:pt idx="34">
                  <c:v>59.997138977050703</c:v>
                </c:pt>
                <c:pt idx="35">
                  <c:v>59.996299743652301</c:v>
                </c:pt>
                <c:pt idx="36">
                  <c:v>59.995319366455</c:v>
                </c:pt>
                <c:pt idx="37">
                  <c:v>59.994258880615199</c:v>
                </c:pt>
                <c:pt idx="38">
                  <c:v>59.993141174316399</c:v>
                </c:pt>
                <c:pt idx="39">
                  <c:v>59.991958618163999</c:v>
                </c:pt>
                <c:pt idx="40">
                  <c:v>59.990711212158203</c:v>
                </c:pt>
                <c:pt idx="41">
                  <c:v>59.989360809326101</c:v>
                </c:pt>
                <c:pt idx="42">
                  <c:v>59.987911224365199</c:v>
                </c:pt>
                <c:pt idx="43">
                  <c:v>59.986351013183501</c:v>
                </c:pt>
                <c:pt idx="44">
                  <c:v>59.984668731689403</c:v>
                </c:pt>
                <c:pt idx="45">
                  <c:v>59.982879638671797</c:v>
                </c:pt>
                <c:pt idx="46">
                  <c:v>59.980960845947202</c:v>
                </c:pt>
                <c:pt idx="47">
                  <c:v>59.978919982910099</c:v>
                </c:pt>
                <c:pt idx="48">
                  <c:v>59.976768493652301</c:v>
                </c:pt>
                <c:pt idx="49">
                  <c:v>59.974510192871001</c:v>
                </c:pt>
                <c:pt idx="50">
                  <c:v>59.972148895263601</c:v>
                </c:pt>
                <c:pt idx="51">
                  <c:v>59.969680786132798</c:v>
                </c:pt>
                <c:pt idx="52">
                  <c:v>59.967109680175703</c:v>
                </c:pt>
                <c:pt idx="53">
                  <c:v>59.964458465576101</c:v>
                </c:pt>
                <c:pt idx="54">
                  <c:v>59.9617309570312</c:v>
                </c:pt>
                <c:pt idx="55">
                  <c:v>59.958938598632798</c:v>
                </c:pt>
                <c:pt idx="56">
                  <c:v>59.956100463867102</c:v>
                </c:pt>
                <c:pt idx="57">
                  <c:v>59.953231811523402</c:v>
                </c:pt>
                <c:pt idx="58">
                  <c:v>59.950328826904297</c:v>
                </c:pt>
                <c:pt idx="59">
                  <c:v>59.947418212890597</c:v>
                </c:pt>
                <c:pt idx="60">
                  <c:v>59.944511413574197</c:v>
                </c:pt>
                <c:pt idx="61">
                  <c:v>59.941600799560497</c:v>
                </c:pt>
                <c:pt idx="62">
                  <c:v>59.938720703125</c:v>
                </c:pt>
                <c:pt idx="63">
                  <c:v>59.935848236083899</c:v>
                </c:pt>
                <c:pt idx="64">
                  <c:v>59.933830261230398</c:v>
                </c:pt>
                <c:pt idx="65">
                  <c:v>59.933830261230398</c:v>
                </c:pt>
                <c:pt idx="66">
                  <c:v>59.933731079101499</c:v>
                </c:pt>
                <c:pt idx="67">
                  <c:v>59.931568145751903</c:v>
                </c:pt>
                <c:pt idx="68">
                  <c:v>59.928329467773402</c:v>
                </c:pt>
                <c:pt idx="69">
                  <c:v>59.925010681152301</c:v>
                </c:pt>
                <c:pt idx="70">
                  <c:v>59.921970367431598</c:v>
                </c:pt>
                <c:pt idx="71">
                  <c:v>59.919189453125</c:v>
                </c:pt>
                <c:pt idx="72">
                  <c:v>59.916610717773402</c:v>
                </c:pt>
                <c:pt idx="73">
                  <c:v>59.914161682128899</c:v>
                </c:pt>
                <c:pt idx="74">
                  <c:v>59.911830902099602</c:v>
                </c:pt>
                <c:pt idx="75">
                  <c:v>59.909629821777301</c:v>
                </c:pt>
                <c:pt idx="76">
                  <c:v>59.9075508117675</c:v>
                </c:pt>
                <c:pt idx="77">
                  <c:v>59.905590057372997</c:v>
                </c:pt>
                <c:pt idx="78">
                  <c:v>59.903789520263601</c:v>
                </c:pt>
                <c:pt idx="79">
                  <c:v>59.9021186828613</c:v>
                </c:pt>
                <c:pt idx="80">
                  <c:v>59.900600433349602</c:v>
                </c:pt>
                <c:pt idx="81">
                  <c:v>59.8992309570312</c:v>
                </c:pt>
                <c:pt idx="82">
                  <c:v>59.898021697997997</c:v>
                </c:pt>
                <c:pt idx="83">
                  <c:v>59.897388458251903</c:v>
                </c:pt>
                <c:pt idx="84">
                  <c:v>59.897388458251903</c:v>
                </c:pt>
                <c:pt idx="85">
                  <c:v>59.898300170898402</c:v>
                </c:pt>
                <c:pt idx="86">
                  <c:v>59.897899627685497</c:v>
                </c:pt>
                <c:pt idx="87">
                  <c:v>59.8963813781738</c:v>
                </c:pt>
                <c:pt idx="88">
                  <c:v>59.894920349121001</c:v>
                </c:pt>
                <c:pt idx="89">
                  <c:v>59.893909454345703</c:v>
                </c:pt>
                <c:pt idx="90">
                  <c:v>59.893520355224602</c:v>
                </c:pt>
                <c:pt idx="91">
                  <c:v>59.893520355224602</c:v>
                </c:pt>
                <c:pt idx="92">
                  <c:v>59.894821166992102</c:v>
                </c:pt>
                <c:pt idx="93">
                  <c:v>59.895168304443303</c:v>
                </c:pt>
                <c:pt idx="94">
                  <c:v>59.894359588622997</c:v>
                </c:pt>
                <c:pt idx="95">
                  <c:v>59.893600463867102</c:v>
                </c:pt>
                <c:pt idx="96">
                  <c:v>59.893280029296797</c:v>
                </c:pt>
                <c:pt idx="97">
                  <c:v>59.893318176269503</c:v>
                </c:pt>
                <c:pt idx="98">
                  <c:v>59.893558502197202</c:v>
                </c:pt>
                <c:pt idx="99">
                  <c:v>59.8939208984375</c:v>
                </c:pt>
                <c:pt idx="100">
                  <c:v>59.894378662109297</c:v>
                </c:pt>
                <c:pt idx="101">
                  <c:v>59.894920349121001</c:v>
                </c:pt>
                <c:pt idx="102">
                  <c:v>59.895511627197202</c:v>
                </c:pt>
                <c:pt idx="103">
                  <c:v>59.896148681640597</c:v>
                </c:pt>
                <c:pt idx="104">
                  <c:v>59.896820068359297</c:v>
                </c:pt>
                <c:pt idx="105">
                  <c:v>59.897518157958899</c:v>
                </c:pt>
                <c:pt idx="106">
                  <c:v>59.898220062255803</c:v>
                </c:pt>
                <c:pt idx="107">
                  <c:v>59.898918151855398</c:v>
                </c:pt>
                <c:pt idx="108">
                  <c:v>59.899608612060497</c:v>
                </c:pt>
                <c:pt idx="109">
                  <c:v>59.9002685546875</c:v>
                </c:pt>
                <c:pt idx="110">
                  <c:v>59.900890350341797</c:v>
                </c:pt>
                <c:pt idx="111">
                  <c:v>59.901470184326101</c:v>
                </c:pt>
                <c:pt idx="112">
                  <c:v>59.901988983154297</c:v>
                </c:pt>
                <c:pt idx="113">
                  <c:v>59.902439117431598</c:v>
                </c:pt>
                <c:pt idx="114">
                  <c:v>59.902820587158203</c:v>
                </c:pt>
                <c:pt idx="115">
                  <c:v>59.903141021728501</c:v>
                </c:pt>
                <c:pt idx="116">
                  <c:v>59.9033813476562</c:v>
                </c:pt>
                <c:pt idx="117">
                  <c:v>59.903518676757798</c:v>
                </c:pt>
                <c:pt idx="118">
                  <c:v>59.903560638427699</c:v>
                </c:pt>
                <c:pt idx="119">
                  <c:v>59.903499603271399</c:v>
                </c:pt>
                <c:pt idx="120">
                  <c:v>59.903331756591797</c:v>
                </c:pt>
                <c:pt idx="121">
                  <c:v>59.903060913085902</c:v>
                </c:pt>
                <c:pt idx="122">
                  <c:v>59.902679443359297</c:v>
                </c:pt>
                <c:pt idx="123">
                  <c:v>59.902198791503899</c:v>
                </c:pt>
                <c:pt idx="124">
                  <c:v>59.901618957519503</c:v>
                </c:pt>
                <c:pt idx="125">
                  <c:v>59.9009590148925</c:v>
                </c:pt>
                <c:pt idx="126">
                  <c:v>59.900199890136697</c:v>
                </c:pt>
                <c:pt idx="127">
                  <c:v>59.899368286132798</c:v>
                </c:pt>
                <c:pt idx="128">
                  <c:v>59.898448944091797</c:v>
                </c:pt>
                <c:pt idx="129">
                  <c:v>59.8974609375</c:v>
                </c:pt>
                <c:pt idx="130">
                  <c:v>59.896411895751903</c:v>
                </c:pt>
                <c:pt idx="131">
                  <c:v>59.895301818847599</c:v>
                </c:pt>
                <c:pt idx="132">
                  <c:v>59.894130706787102</c:v>
                </c:pt>
                <c:pt idx="133">
                  <c:v>59.892921447753899</c:v>
                </c:pt>
                <c:pt idx="134">
                  <c:v>59.891670227050703</c:v>
                </c:pt>
                <c:pt idx="135">
                  <c:v>59.890380859375</c:v>
                </c:pt>
                <c:pt idx="136">
                  <c:v>59.889080047607401</c:v>
                </c:pt>
                <c:pt idx="137">
                  <c:v>59.887771606445298</c:v>
                </c:pt>
                <c:pt idx="138">
                  <c:v>59.886451721191399</c:v>
                </c:pt>
                <c:pt idx="139">
                  <c:v>59.8851318359375</c:v>
                </c:pt>
                <c:pt idx="140">
                  <c:v>59.883831024169901</c:v>
                </c:pt>
                <c:pt idx="141">
                  <c:v>59.882549285888601</c:v>
                </c:pt>
                <c:pt idx="142">
                  <c:v>59.881290435791001</c:v>
                </c:pt>
                <c:pt idx="143">
                  <c:v>59.880058288574197</c:v>
                </c:pt>
                <c:pt idx="144">
                  <c:v>59.878868103027301</c:v>
                </c:pt>
                <c:pt idx="145">
                  <c:v>59.877731323242102</c:v>
                </c:pt>
                <c:pt idx="146">
                  <c:v>59.876640319824197</c:v>
                </c:pt>
                <c:pt idx="147">
                  <c:v>59.875598907470703</c:v>
                </c:pt>
                <c:pt idx="148">
                  <c:v>59.874618530273402</c:v>
                </c:pt>
                <c:pt idx="149">
                  <c:v>59.873710632324197</c:v>
                </c:pt>
                <c:pt idx="150">
                  <c:v>59.872859954833899</c:v>
                </c:pt>
                <c:pt idx="151">
                  <c:v>59.8720893859863</c:v>
                </c:pt>
                <c:pt idx="152">
                  <c:v>59.871379852294901</c:v>
                </c:pt>
                <c:pt idx="153">
                  <c:v>59.870750427246001</c:v>
                </c:pt>
                <c:pt idx="154">
                  <c:v>59.870189666747997</c:v>
                </c:pt>
                <c:pt idx="155">
                  <c:v>59.8697090148925</c:v>
                </c:pt>
                <c:pt idx="156">
                  <c:v>59.869300842285099</c:v>
                </c:pt>
                <c:pt idx="157">
                  <c:v>59.868968963622997</c:v>
                </c:pt>
                <c:pt idx="158">
                  <c:v>59.868709564208899</c:v>
                </c:pt>
                <c:pt idx="159">
                  <c:v>59.868518829345703</c:v>
                </c:pt>
                <c:pt idx="160">
                  <c:v>59.868389129638601</c:v>
                </c:pt>
                <c:pt idx="161">
                  <c:v>59.868339538574197</c:v>
                </c:pt>
                <c:pt idx="162">
                  <c:v>59.868339538574197</c:v>
                </c:pt>
                <c:pt idx="163">
                  <c:v>59.868400573730398</c:v>
                </c:pt>
                <c:pt idx="164">
                  <c:v>59.868511199951101</c:v>
                </c:pt>
                <c:pt idx="165">
                  <c:v>59.8686714172363</c:v>
                </c:pt>
                <c:pt idx="166">
                  <c:v>59.868869781494098</c:v>
                </c:pt>
                <c:pt idx="167">
                  <c:v>59.869110107421797</c:v>
                </c:pt>
                <c:pt idx="168">
                  <c:v>59.869388580322202</c:v>
                </c:pt>
                <c:pt idx="169">
                  <c:v>59.8696899414062</c:v>
                </c:pt>
                <c:pt idx="170">
                  <c:v>59.870010375976499</c:v>
                </c:pt>
                <c:pt idx="171">
                  <c:v>59.870338439941399</c:v>
                </c:pt>
                <c:pt idx="172">
                  <c:v>59.870689392089801</c:v>
                </c:pt>
                <c:pt idx="173">
                  <c:v>59.871028900146399</c:v>
                </c:pt>
                <c:pt idx="174">
                  <c:v>59.871379852294901</c:v>
                </c:pt>
                <c:pt idx="175">
                  <c:v>59.871719360351499</c:v>
                </c:pt>
                <c:pt idx="176">
                  <c:v>59.872051239013601</c:v>
                </c:pt>
                <c:pt idx="177">
                  <c:v>59.872360229492102</c:v>
                </c:pt>
                <c:pt idx="178">
                  <c:v>59.872669219970703</c:v>
                </c:pt>
                <c:pt idx="179">
                  <c:v>59.872940063476499</c:v>
                </c:pt>
                <c:pt idx="180">
                  <c:v>59.873199462890597</c:v>
                </c:pt>
                <c:pt idx="181">
                  <c:v>59.873420715332003</c:v>
                </c:pt>
                <c:pt idx="182">
                  <c:v>59.873619079589801</c:v>
                </c:pt>
                <c:pt idx="183">
                  <c:v>59.873790740966797</c:v>
                </c:pt>
                <c:pt idx="184">
                  <c:v>59.8739204406738</c:v>
                </c:pt>
                <c:pt idx="185">
                  <c:v>59.874031066894503</c:v>
                </c:pt>
                <c:pt idx="186">
                  <c:v>59.874099731445298</c:v>
                </c:pt>
                <c:pt idx="187">
                  <c:v>59.874141693115199</c:v>
                </c:pt>
                <c:pt idx="188">
                  <c:v>59.874141693115199</c:v>
                </c:pt>
                <c:pt idx="189">
                  <c:v>59.874118804931598</c:v>
                </c:pt>
                <c:pt idx="190">
                  <c:v>59.874061584472599</c:v>
                </c:pt>
                <c:pt idx="191">
                  <c:v>59.873970031738203</c:v>
                </c:pt>
                <c:pt idx="192">
                  <c:v>59.8738594055175</c:v>
                </c:pt>
                <c:pt idx="193">
                  <c:v>59.873710632324197</c:v>
                </c:pt>
                <c:pt idx="194">
                  <c:v>59.873550415038999</c:v>
                </c:pt>
                <c:pt idx="195">
                  <c:v>59.873359680175703</c:v>
                </c:pt>
                <c:pt idx="196">
                  <c:v>59.873161315917898</c:v>
                </c:pt>
                <c:pt idx="197">
                  <c:v>59.872940063476499</c:v>
                </c:pt>
                <c:pt idx="198">
                  <c:v>59.8726997375488</c:v>
                </c:pt>
                <c:pt idx="199">
                  <c:v>59.872459411621001</c:v>
                </c:pt>
                <c:pt idx="200">
                  <c:v>59.872200012207003</c:v>
                </c:pt>
                <c:pt idx="201">
                  <c:v>59.871940612792898</c:v>
                </c:pt>
                <c:pt idx="202">
                  <c:v>59.871669769287102</c:v>
                </c:pt>
                <c:pt idx="203">
                  <c:v>59.871410369872997</c:v>
                </c:pt>
                <c:pt idx="204">
                  <c:v>59.871139526367102</c:v>
                </c:pt>
                <c:pt idx="205">
                  <c:v>59.870880126953097</c:v>
                </c:pt>
                <c:pt idx="206">
                  <c:v>59.870628356933501</c:v>
                </c:pt>
                <c:pt idx="207">
                  <c:v>59.870399475097599</c:v>
                </c:pt>
                <c:pt idx="208">
                  <c:v>59.870170593261697</c:v>
                </c:pt>
                <c:pt idx="209">
                  <c:v>59.869960784912102</c:v>
                </c:pt>
                <c:pt idx="210">
                  <c:v>59.869781494140597</c:v>
                </c:pt>
                <c:pt idx="211">
                  <c:v>59.869609832763601</c:v>
                </c:pt>
                <c:pt idx="212">
                  <c:v>59.869468688964801</c:v>
                </c:pt>
                <c:pt idx="213">
                  <c:v>59.869361877441399</c:v>
                </c:pt>
                <c:pt idx="214">
                  <c:v>59.869270324707003</c:v>
                </c:pt>
                <c:pt idx="215">
                  <c:v>59.8692207336425</c:v>
                </c:pt>
                <c:pt idx="216">
                  <c:v>59.869190216064403</c:v>
                </c:pt>
                <c:pt idx="217">
                  <c:v>59.8692016601562</c:v>
                </c:pt>
                <c:pt idx="218">
                  <c:v>59.869239807128899</c:v>
                </c:pt>
                <c:pt idx="219">
                  <c:v>59.869319915771399</c:v>
                </c:pt>
                <c:pt idx="220">
                  <c:v>59.869430541992102</c:v>
                </c:pt>
                <c:pt idx="221">
                  <c:v>59.869571685791001</c:v>
                </c:pt>
                <c:pt idx="222">
                  <c:v>59.8697509765625</c:v>
                </c:pt>
                <c:pt idx="223">
                  <c:v>59.869960784912102</c:v>
                </c:pt>
                <c:pt idx="224">
                  <c:v>59.870220184326101</c:v>
                </c:pt>
                <c:pt idx="225">
                  <c:v>59.870510101318303</c:v>
                </c:pt>
                <c:pt idx="226">
                  <c:v>59.870830535888601</c:v>
                </c:pt>
                <c:pt idx="227">
                  <c:v>59.871189117431598</c:v>
                </c:pt>
                <c:pt idx="228">
                  <c:v>59.871570587158203</c:v>
                </c:pt>
                <c:pt idx="229">
                  <c:v>59.872001647949197</c:v>
                </c:pt>
                <c:pt idx="230">
                  <c:v>59.872451782226499</c:v>
                </c:pt>
                <c:pt idx="231">
                  <c:v>59.872940063476499</c:v>
                </c:pt>
                <c:pt idx="232">
                  <c:v>59.873451232910099</c:v>
                </c:pt>
                <c:pt idx="233">
                  <c:v>59.873989105224602</c:v>
                </c:pt>
                <c:pt idx="234">
                  <c:v>59.874549865722599</c:v>
                </c:pt>
                <c:pt idx="235">
                  <c:v>59.875129699707003</c:v>
                </c:pt>
                <c:pt idx="236">
                  <c:v>59.875728607177699</c:v>
                </c:pt>
                <c:pt idx="237">
                  <c:v>59.876338958740199</c:v>
                </c:pt>
                <c:pt idx="238">
                  <c:v>59.876968383788999</c:v>
                </c:pt>
                <c:pt idx="239">
                  <c:v>59.877609252929602</c:v>
                </c:pt>
                <c:pt idx="240">
                  <c:v>59.878261566162102</c:v>
                </c:pt>
                <c:pt idx="241">
                  <c:v>59.878910064697202</c:v>
                </c:pt>
                <c:pt idx="242">
                  <c:v>59.879570007324197</c:v>
                </c:pt>
                <c:pt idx="243">
                  <c:v>59.880229949951101</c:v>
                </c:pt>
                <c:pt idx="244">
                  <c:v>59.8808784484863</c:v>
                </c:pt>
                <c:pt idx="245">
                  <c:v>59.8815307617187</c:v>
                </c:pt>
                <c:pt idx="246">
                  <c:v>59.882171630859297</c:v>
                </c:pt>
                <c:pt idx="247">
                  <c:v>59.882801055908203</c:v>
                </c:pt>
                <c:pt idx="248">
                  <c:v>59.883419036865199</c:v>
                </c:pt>
                <c:pt idx="249">
                  <c:v>59.884021759033203</c:v>
                </c:pt>
                <c:pt idx="250">
                  <c:v>59.884609222412102</c:v>
                </c:pt>
                <c:pt idx="251">
                  <c:v>59.885169982910099</c:v>
                </c:pt>
                <c:pt idx="252">
                  <c:v>59.885711669921797</c:v>
                </c:pt>
                <c:pt idx="253">
                  <c:v>59.88623046875</c:v>
                </c:pt>
                <c:pt idx="254">
                  <c:v>59.88671875</c:v>
                </c:pt>
                <c:pt idx="255">
                  <c:v>59.887191772460902</c:v>
                </c:pt>
                <c:pt idx="256">
                  <c:v>59.887630462646399</c:v>
                </c:pt>
                <c:pt idx="257">
                  <c:v>59.888050079345703</c:v>
                </c:pt>
                <c:pt idx="258">
                  <c:v>59.888431549072202</c:v>
                </c:pt>
                <c:pt idx="259">
                  <c:v>59.888790130615199</c:v>
                </c:pt>
                <c:pt idx="260">
                  <c:v>59.889110565185497</c:v>
                </c:pt>
                <c:pt idx="261">
                  <c:v>59.889408111572202</c:v>
                </c:pt>
                <c:pt idx="262">
                  <c:v>59.889678955078097</c:v>
                </c:pt>
                <c:pt idx="263">
                  <c:v>59.889919281005803</c:v>
                </c:pt>
                <c:pt idx="264">
                  <c:v>59.890129089355398</c:v>
                </c:pt>
                <c:pt idx="265">
                  <c:v>59.890300750732401</c:v>
                </c:pt>
                <c:pt idx="266">
                  <c:v>59.890449523925703</c:v>
                </c:pt>
                <c:pt idx="267">
                  <c:v>59.890579223632798</c:v>
                </c:pt>
                <c:pt idx="268">
                  <c:v>59.890670776367102</c:v>
                </c:pt>
                <c:pt idx="269">
                  <c:v>59.890739440917898</c:v>
                </c:pt>
                <c:pt idx="270">
                  <c:v>59.890769958496001</c:v>
                </c:pt>
                <c:pt idx="271">
                  <c:v>59.890789031982401</c:v>
                </c:pt>
                <c:pt idx="272">
                  <c:v>59.890781402587798</c:v>
                </c:pt>
                <c:pt idx="273">
                  <c:v>59.890750885009702</c:v>
                </c:pt>
                <c:pt idx="274">
                  <c:v>59.890689849853501</c:v>
                </c:pt>
                <c:pt idx="275">
                  <c:v>59.890621185302699</c:v>
                </c:pt>
                <c:pt idx="276">
                  <c:v>59.890518188476499</c:v>
                </c:pt>
                <c:pt idx="277">
                  <c:v>59.890411376953097</c:v>
                </c:pt>
                <c:pt idx="278">
                  <c:v>59.890289306640597</c:v>
                </c:pt>
                <c:pt idx="279">
                  <c:v>59.890140533447202</c:v>
                </c:pt>
                <c:pt idx="280">
                  <c:v>59.889991760253899</c:v>
                </c:pt>
                <c:pt idx="281">
                  <c:v>59.8898315429687</c:v>
                </c:pt>
                <c:pt idx="282">
                  <c:v>59.889659881591797</c:v>
                </c:pt>
                <c:pt idx="283">
                  <c:v>59.889469146728501</c:v>
                </c:pt>
                <c:pt idx="284">
                  <c:v>59.889289855957003</c:v>
                </c:pt>
                <c:pt idx="285">
                  <c:v>59.8890991210937</c:v>
                </c:pt>
                <c:pt idx="286">
                  <c:v>59.888900756835902</c:v>
                </c:pt>
                <c:pt idx="287">
                  <c:v>59.888698577880803</c:v>
                </c:pt>
                <c:pt idx="288">
                  <c:v>59.888500213622997</c:v>
                </c:pt>
                <c:pt idx="289">
                  <c:v>59.888301849365199</c:v>
                </c:pt>
                <c:pt idx="290">
                  <c:v>59.888099670410099</c:v>
                </c:pt>
                <c:pt idx="291">
                  <c:v>59.887908935546797</c:v>
                </c:pt>
                <c:pt idx="292">
                  <c:v>59.887718200683501</c:v>
                </c:pt>
                <c:pt idx="293">
                  <c:v>59.8875312805175</c:v>
                </c:pt>
                <c:pt idx="294">
                  <c:v>59.887340545654297</c:v>
                </c:pt>
                <c:pt idx="295">
                  <c:v>59.887168884277301</c:v>
                </c:pt>
                <c:pt idx="296">
                  <c:v>59.887001037597599</c:v>
                </c:pt>
                <c:pt idx="297">
                  <c:v>59.886829376220703</c:v>
                </c:pt>
                <c:pt idx="298">
                  <c:v>59.886680603027301</c:v>
                </c:pt>
                <c:pt idx="299">
                  <c:v>59.886531829833899</c:v>
                </c:pt>
                <c:pt idx="300">
                  <c:v>59.886398315429602</c:v>
                </c:pt>
                <c:pt idx="301">
                  <c:v>59.886268615722599</c:v>
                </c:pt>
                <c:pt idx="302">
                  <c:v>59.886161804199197</c:v>
                </c:pt>
                <c:pt idx="303">
                  <c:v>59.886051177978501</c:v>
                </c:pt>
                <c:pt idx="304">
                  <c:v>59.885959625244098</c:v>
                </c:pt>
                <c:pt idx="305">
                  <c:v>59.885871887207003</c:v>
                </c:pt>
                <c:pt idx="306">
                  <c:v>59.885791778564403</c:v>
                </c:pt>
                <c:pt idx="307">
                  <c:v>59.885730743408203</c:v>
                </c:pt>
                <c:pt idx="308">
                  <c:v>59.885669708251903</c:v>
                </c:pt>
                <c:pt idx="309">
                  <c:v>59.8856201171875</c:v>
                </c:pt>
                <c:pt idx="310">
                  <c:v>59.8855781555175</c:v>
                </c:pt>
                <c:pt idx="311">
                  <c:v>59.885551452636697</c:v>
                </c:pt>
                <c:pt idx="312">
                  <c:v>59.885528564453097</c:v>
                </c:pt>
                <c:pt idx="313">
                  <c:v>59.885509490966797</c:v>
                </c:pt>
                <c:pt idx="314">
                  <c:v>59.885509490966797</c:v>
                </c:pt>
                <c:pt idx="315">
                  <c:v>59.885501861572202</c:v>
                </c:pt>
                <c:pt idx="316">
                  <c:v>59.885509490966797</c:v>
                </c:pt>
                <c:pt idx="317">
                  <c:v>59.885520935058501</c:v>
                </c:pt>
                <c:pt idx="318">
                  <c:v>59.885540008544901</c:v>
                </c:pt>
                <c:pt idx="319">
                  <c:v>59.8855590820312</c:v>
                </c:pt>
                <c:pt idx="320">
                  <c:v>59.885589599609297</c:v>
                </c:pt>
                <c:pt idx="321">
                  <c:v>59.8856201171875</c:v>
                </c:pt>
                <c:pt idx="322">
                  <c:v>59.885650634765597</c:v>
                </c:pt>
                <c:pt idx="323">
                  <c:v>59.885688781738203</c:v>
                </c:pt>
                <c:pt idx="324">
                  <c:v>59.885730743408203</c:v>
                </c:pt>
                <c:pt idx="325">
                  <c:v>59.885768890380803</c:v>
                </c:pt>
                <c:pt idx="326">
                  <c:v>59.885810852050703</c:v>
                </c:pt>
                <c:pt idx="327">
                  <c:v>59.885860443115199</c:v>
                </c:pt>
                <c:pt idx="328">
                  <c:v>59.885898590087798</c:v>
                </c:pt>
                <c:pt idx="329">
                  <c:v>59.885948181152301</c:v>
                </c:pt>
                <c:pt idx="330">
                  <c:v>59.886001586913999</c:v>
                </c:pt>
                <c:pt idx="331">
                  <c:v>59.886051177978501</c:v>
                </c:pt>
                <c:pt idx="332">
                  <c:v>59.886100769042898</c:v>
                </c:pt>
                <c:pt idx="333">
                  <c:v>59.886150360107401</c:v>
                </c:pt>
                <c:pt idx="334">
                  <c:v>59.886211395263601</c:v>
                </c:pt>
                <c:pt idx="335">
                  <c:v>59.886260986328097</c:v>
                </c:pt>
                <c:pt idx="336">
                  <c:v>59.886318206787102</c:v>
                </c:pt>
                <c:pt idx="337">
                  <c:v>59.886390686035099</c:v>
                </c:pt>
                <c:pt idx="338">
                  <c:v>59.886459350585902</c:v>
                </c:pt>
                <c:pt idx="339">
                  <c:v>59.886520385742102</c:v>
                </c:pt>
                <c:pt idx="340">
                  <c:v>59.886600494384702</c:v>
                </c:pt>
                <c:pt idx="341">
                  <c:v>59.886680603027301</c:v>
                </c:pt>
                <c:pt idx="342">
                  <c:v>59.886768341064403</c:v>
                </c:pt>
                <c:pt idx="343">
                  <c:v>59.8868598937988</c:v>
                </c:pt>
                <c:pt idx="344">
                  <c:v>59.886951446533203</c:v>
                </c:pt>
                <c:pt idx="345">
                  <c:v>59.887050628662102</c:v>
                </c:pt>
                <c:pt idx="346">
                  <c:v>59.887161254882798</c:v>
                </c:pt>
                <c:pt idx="347">
                  <c:v>59.887279510497997</c:v>
                </c:pt>
                <c:pt idx="348">
                  <c:v>59.887401580810497</c:v>
                </c:pt>
                <c:pt idx="349">
                  <c:v>59.8875312805175</c:v>
                </c:pt>
                <c:pt idx="350">
                  <c:v>59.887660980224602</c:v>
                </c:pt>
                <c:pt idx="351">
                  <c:v>59.887809753417898</c:v>
                </c:pt>
                <c:pt idx="352">
                  <c:v>59.887969970703097</c:v>
                </c:pt>
                <c:pt idx="353">
                  <c:v>59.88814163208</c:v>
                </c:pt>
                <c:pt idx="354">
                  <c:v>59.888309478759702</c:v>
                </c:pt>
                <c:pt idx="355">
                  <c:v>59.888500213622997</c:v>
                </c:pt>
                <c:pt idx="356">
                  <c:v>59.8886909484863</c:v>
                </c:pt>
                <c:pt idx="357">
                  <c:v>59.888900756835902</c:v>
                </c:pt>
                <c:pt idx="358">
                  <c:v>59.88911819458</c:v>
                </c:pt>
                <c:pt idx="359">
                  <c:v>59.889339447021399</c:v>
                </c:pt>
                <c:pt idx="360">
                  <c:v>59.889579772949197</c:v>
                </c:pt>
                <c:pt idx="361">
                  <c:v>59.8898315429687</c:v>
                </c:pt>
                <c:pt idx="362">
                  <c:v>59.890090942382798</c:v>
                </c:pt>
                <c:pt idx="363">
                  <c:v>59.890350341796797</c:v>
                </c:pt>
                <c:pt idx="364">
                  <c:v>59.890628814697202</c:v>
                </c:pt>
                <c:pt idx="365">
                  <c:v>59.890918731689403</c:v>
                </c:pt>
                <c:pt idx="366">
                  <c:v>59.891201019287102</c:v>
                </c:pt>
                <c:pt idx="367">
                  <c:v>59.891510009765597</c:v>
                </c:pt>
                <c:pt idx="368">
                  <c:v>59.891811370849602</c:v>
                </c:pt>
                <c:pt idx="369">
                  <c:v>59.892120361328097</c:v>
                </c:pt>
                <c:pt idx="370">
                  <c:v>59.892440795898402</c:v>
                </c:pt>
                <c:pt idx="371">
                  <c:v>59.8927612304687</c:v>
                </c:pt>
                <c:pt idx="372">
                  <c:v>59.893081665038999</c:v>
                </c:pt>
                <c:pt idx="373">
                  <c:v>59.893409729003899</c:v>
                </c:pt>
                <c:pt idx="374">
                  <c:v>59.893741607666001</c:v>
                </c:pt>
                <c:pt idx="375">
                  <c:v>59.894069671630803</c:v>
                </c:pt>
                <c:pt idx="376">
                  <c:v>59.894401550292898</c:v>
                </c:pt>
                <c:pt idx="377">
                  <c:v>59.894729614257798</c:v>
                </c:pt>
                <c:pt idx="378">
                  <c:v>59.895061492919901</c:v>
                </c:pt>
                <c:pt idx="379">
                  <c:v>59.895389556884702</c:v>
                </c:pt>
                <c:pt idx="380">
                  <c:v>59.895709991455</c:v>
                </c:pt>
                <c:pt idx="381">
                  <c:v>59.896018981933501</c:v>
                </c:pt>
                <c:pt idx="382">
                  <c:v>59.896339416503899</c:v>
                </c:pt>
                <c:pt idx="383">
                  <c:v>59.896640777587798</c:v>
                </c:pt>
                <c:pt idx="384">
                  <c:v>59.896938323974602</c:v>
                </c:pt>
                <c:pt idx="385">
                  <c:v>59.897228240966797</c:v>
                </c:pt>
                <c:pt idx="386">
                  <c:v>59.897518157958899</c:v>
                </c:pt>
                <c:pt idx="387">
                  <c:v>59.897800445556598</c:v>
                </c:pt>
                <c:pt idx="388">
                  <c:v>59.8980712890625</c:v>
                </c:pt>
                <c:pt idx="389">
                  <c:v>59.898319244384702</c:v>
                </c:pt>
                <c:pt idx="390">
                  <c:v>59.898571014404297</c:v>
                </c:pt>
                <c:pt idx="391">
                  <c:v>59.898818969726499</c:v>
                </c:pt>
                <c:pt idx="392">
                  <c:v>59.899040222167898</c:v>
                </c:pt>
                <c:pt idx="393">
                  <c:v>59.899261474609297</c:v>
                </c:pt>
                <c:pt idx="394">
                  <c:v>59.899459838867102</c:v>
                </c:pt>
                <c:pt idx="395">
                  <c:v>59.899658203125</c:v>
                </c:pt>
                <c:pt idx="396">
                  <c:v>59.8998413085937</c:v>
                </c:pt>
                <c:pt idx="397">
                  <c:v>59.900009155273402</c:v>
                </c:pt>
                <c:pt idx="398">
                  <c:v>59.900169372558501</c:v>
                </c:pt>
                <c:pt idx="399">
                  <c:v>59.900310516357401</c:v>
                </c:pt>
                <c:pt idx="400">
                  <c:v>59.900440216064403</c:v>
                </c:pt>
                <c:pt idx="401">
                  <c:v>59.900558471679602</c:v>
                </c:pt>
                <c:pt idx="402">
                  <c:v>59.900669097900298</c:v>
                </c:pt>
                <c:pt idx="403">
                  <c:v>59.900768280029297</c:v>
                </c:pt>
                <c:pt idx="404">
                  <c:v>59.900859832763601</c:v>
                </c:pt>
                <c:pt idx="405">
                  <c:v>59.900928497314403</c:v>
                </c:pt>
                <c:pt idx="406">
                  <c:v>59.9010009765625</c:v>
                </c:pt>
                <c:pt idx="407">
                  <c:v>59.901050567626903</c:v>
                </c:pt>
                <c:pt idx="408">
                  <c:v>59.901100158691399</c:v>
                </c:pt>
                <c:pt idx="409">
                  <c:v>59.901138305663999</c:v>
                </c:pt>
                <c:pt idx="410">
                  <c:v>59.901168823242102</c:v>
                </c:pt>
                <c:pt idx="411">
                  <c:v>59.901191711425703</c:v>
                </c:pt>
                <c:pt idx="412">
                  <c:v>59.901210784912102</c:v>
                </c:pt>
                <c:pt idx="413">
                  <c:v>59.901210784912102</c:v>
                </c:pt>
                <c:pt idx="414">
                  <c:v>59.901218414306598</c:v>
                </c:pt>
                <c:pt idx="415">
                  <c:v>59.901218414306598</c:v>
                </c:pt>
                <c:pt idx="416">
                  <c:v>59.901210784912102</c:v>
                </c:pt>
                <c:pt idx="417">
                  <c:v>59.901199340820298</c:v>
                </c:pt>
                <c:pt idx="418">
                  <c:v>59.901180267333899</c:v>
                </c:pt>
                <c:pt idx="419">
                  <c:v>59.901168823242102</c:v>
                </c:pt>
                <c:pt idx="420">
                  <c:v>59.901149749755803</c:v>
                </c:pt>
                <c:pt idx="421">
                  <c:v>59.901119232177699</c:v>
                </c:pt>
                <c:pt idx="422">
                  <c:v>59.901100158691399</c:v>
                </c:pt>
                <c:pt idx="423">
                  <c:v>59.901069641113203</c:v>
                </c:pt>
                <c:pt idx="424">
                  <c:v>59.901039123535099</c:v>
                </c:pt>
                <c:pt idx="425">
                  <c:v>59.9010200500488</c:v>
                </c:pt>
                <c:pt idx="426">
                  <c:v>59.900989532470703</c:v>
                </c:pt>
                <c:pt idx="427">
                  <c:v>59.900970458984297</c:v>
                </c:pt>
                <c:pt idx="428">
                  <c:v>59.9009399414062</c:v>
                </c:pt>
                <c:pt idx="429">
                  <c:v>59.900920867919901</c:v>
                </c:pt>
                <c:pt idx="430">
                  <c:v>59.900890350341797</c:v>
                </c:pt>
                <c:pt idx="431">
                  <c:v>59.90087890625</c:v>
                </c:pt>
                <c:pt idx="432">
                  <c:v>59.900859832763601</c:v>
                </c:pt>
                <c:pt idx="433">
                  <c:v>59.900840759277301</c:v>
                </c:pt>
                <c:pt idx="434">
                  <c:v>59.900829315185497</c:v>
                </c:pt>
                <c:pt idx="435">
                  <c:v>59.900821685791001</c:v>
                </c:pt>
                <c:pt idx="436">
                  <c:v>59.900810241699197</c:v>
                </c:pt>
                <c:pt idx="437">
                  <c:v>59.900798797607401</c:v>
                </c:pt>
                <c:pt idx="438">
                  <c:v>59.900791168212798</c:v>
                </c:pt>
                <c:pt idx="439">
                  <c:v>59.900791168212798</c:v>
                </c:pt>
                <c:pt idx="440">
                  <c:v>59.900791168212798</c:v>
                </c:pt>
                <c:pt idx="441">
                  <c:v>59.900779724121001</c:v>
                </c:pt>
                <c:pt idx="442">
                  <c:v>59.900779724121001</c:v>
                </c:pt>
                <c:pt idx="443">
                  <c:v>59.900779724121001</c:v>
                </c:pt>
                <c:pt idx="444">
                  <c:v>59.900779724121001</c:v>
                </c:pt>
                <c:pt idx="445">
                  <c:v>59.900791168212798</c:v>
                </c:pt>
                <c:pt idx="446">
                  <c:v>59.900791168212798</c:v>
                </c:pt>
                <c:pt idx="447">
                  <c:v>59.900791168212798</c:v>
                </c:pt>
                <c:pt idx="448">
                  <c:v>59.900798797607401</c:v>
                </c:pt>
                <c:pt idx="449">
                  <c:v>59.900810241699197</c:v>
                </c:pt>
                <c:pt idx="450">
                  <c:v>59.900810241699197</c:v>
                </c:pt>
                <c:pt idx="451">
                  <c:v>59.900821685791001</c:v>
                </c:pt>
                <c:pt idx="452">
                  <c:v>59.900821685791001</c:v>
                </c:pt>
                <c:pt idx="453">
                  <c:v>59.900829315185497</c:v>
                </c:pt>
                <c:pt idx="454">
                  <c:v>59.900829315185497</c:v>
                </c:pt>
                <c:pt idx="455">
                  <c:v>59.900840759277301</c:v>
                </c:pt>
                <c:pt idx="456">
                  <c:v>59.900840759277301</c:v>
                </c:pt>
                <c:pt idx="457">
                  <c:v>59.900848388671797</c:v>
                </c:pt>
                <c:pt idx="458">
                  <c:v>59.900859832763601</c:v>
                </c:pt>
                <c:pt idx="459">
                  <c:v>59.900859832763601</c:v>
                </c:pt>
                <c:pt idx="460">
                  <c:v>59.900871276855398</c:v>
                </c:pt>
                <c:pt idx="461">
                  <c:v>59.90087890625</c:v>
                </c:pt>
                <c:pt idx="462">
                  <c:v>59.90087890625</c:v>
                </c:pt>
                <c:pt idx="463">
                  <c:v>59.90087890625</c:v>
                </c:pt>
                <c:pt idx="464">
                  <c:v>59.900890350341797</c:v>
                </c:pt>
                <c:pt idx="465">
                  <c:v>59.900890350341797</c:v>
                </c:pt>
                <c:pt idx="466">
                  <c:v>59.900901794433501</c:v>
                </c:pt>
                <c:pt idx="467">
                  <c:v>59.900909423828097</c:v>
                </c:pt>
                <c:pt idx="468">
                  <c:v>59.900909423828097</c:v>
                </c:pt>
                <c:pt idx="469">
                  <c:v>59.900920867919901</c:v>
                </c:pt>
                <c:pt idx="470">
                  <c:v>59.900920867919901</c:v>
                </c:pt>
                <c:pt idx="471">
                  <c:v>59.900928497314403</c:v>
                </c:pt>
                <c:pt idx="472">
                  <c:v>59.9009399414062</c:v>
                </c:pt>
                <c:pt idx="473">
                  <c:v>59.900951385497997</c:v>
                </c:pt>
                <c:pt idx="474">
                  <c:v>59.9009590148925</c:v>
                </c:pt>
                <c:pt idx="475">
                  <c:v>59.900981903076101</c:v>
                </c:pt>
                <c:pt idx="476">
                  <c:v>59.9010009765625</c:v>
                </c:pt>
                <c:pt idx="477">
                  <c:v>59.901008605957003</c:v>
                </c:pt>
                <c:pt idx="478">
                  <c:v>59.901039123535099</c:v>
                </c:pt>
                <c:pt idx="479">
                  <c:v>59.901058197021399</c:v>
                </c:pt>
                <c:pt idx="480">
                  <c:v>59.901088714599602</c:v>
                </c:pt>
                <c:pt idx="481">
                  <c:v>59.901119232177699</c:v>
                </c:pt>
                <c:pt idx="482">
                  <c:v>59.901161193847599</c:v>
                </c:pt>
                <c:pt idx="483">
                  <c:v>59.901199340820298</c:v>
                </c:pt>
                <c:pt idx="484">
                  <c:v>59.901248931884702</c:v>
                </c:pt>
                <c:pt idx="485">
                  <c:v>59.901298522949197</c:v>
                </c:pt>
                <c:pt idx="486">
                  <c:v>59.901348114013601</c:v>
                </c:pt>
                <c:pt idx="487">
                  <c:v>59.901409149169901</c:v>
                </c:pt>
                <c:pt idx="488">
                  <c:v>59.901481628417898</c:v>
                </c:pt>
                <c:pt idx="489">
                  <c:v>59.9015502929687</c:v>
                </c:pt>
                <c:pt idx="490">
                  <c:v>59.9016304016113</c:v>
                </c:pt>
                <c:pt idx="491">
                  <c:v>59.901710510253899</c:v>
                </c:pt>
                <c:pt idx="492">
                  <c:v>59.901798248291001</c:v>
                </c:pt>
                <c:pt idx="493">
                  <c:v>59.901901245117102</c:v>
                </c:pt>
                <c:pt idx="494">
                  <c:v>59.902000427246001</c:v>
                </c:pt>
                <c:pt idx="495">
                  <c:v>59.902111053466797</c:v>
                </c:pt>
                <c:pt idx="496">
                  <c:v>59.9022216796875</c:v>
                </c:pt>
                <c:pt idx="497">
                  <c:v>59.902339935302699</c:v>
                </c:pt>
                <c:pt idx="498">
                  <c:v>59.902469635009702</c:v>
                </c:pt>
                <c:pt idx="499">
                  <c:v>59.902599334716797</c:v>
                </c:pt>
                <c:pt idx="500">
                  <c:v>59.902740478515597</c:v>
                </c:pt>
                <c:pt idx="501">
                  <c:v>59.902889251708899</c:v>
                </c:pt>
                <c:pt idx="502">
                  <c:v>59.903041839599602</c:v>
                </c:pt>
                <c:pt idx="503">
                  <c:v>59.903190612792898</c:v>
                </c:pt>
                <c:pt idx="504">
                  <c:v>59.903358459472599</c:v>
                </c:pt>
                <c:pt idx="505">
                  <c:v>59.903518676757798</c:v>
                </c:pt>
                <c:pt idx="506">
                  <c:v>59.903690338134702</c:v>
                </c:pt>
                <c:pt idx="507">
                  <c:v>59.9038696289062</c:v>
                </c:pt>
                <c:pt idx="508">
                  <c:v>59.904048919677699</c:v>
                </c:pt>
                <c:pt idx="509">
                  <c:v>59.904228210449197</c:v>
                </c:pt>
                <c:pt idx="510">
                  <c:v>59.9044189453125</c:v>
                </c:pt>
                <c:pt idx="511">
                  <c:v>59.904609680175703</c:v>
                </c:pt>
                <c:pt idx="512">
                  <c:v>59.904800415038999</c:v>
                </c:pt>
                <c:pt idx="513">
                  <c:v>59.904991149902301</c:v>
                </c:pt>
                <c:pt idx="514">
                  <c:v>59.905189514160099</c:v>
                </c:pt>
                <c:pt idx="515">
                  <c:v>59.905380249023402</c:v>
                </c:pt>
                <c:pt idx="516">
                  <c:v>59.905570983886697</c:v>
                </c:pt>
                <c:pt idx="517">
                  <c:v>59.905769348144503</c:v>
                </c:pt>
                <c:pt idx="518">
                  <c:v>59.905960083007798</c:v>
                </c:pt>
                <c:pt idx="519">
                  <c:v>59.906150817871001</c:v>
                </c:pt>
                <c:pt idx="520">
                  <c:v>59.906341552734297</c:v>
                </c:pt>
                <c:pt idx="521">
                  <c:v>59.906528472900298</c:v>
                </c:pt>
                <c:pt idx="522">
                  <c:v>59.906711578369098</c:v>
                </c:pt>
                <c:pt idx="523">
                  <c:v>59.906890869140597</c:v>
                </c:pt>
                <c:pt idx="524">
                  <c:v>59.907070159912102</c:v>
                </c:pt>
                <c:pt idx="525">
                  <c:v>59.907249450683501</c:v>
                </c:pt>
                <c:pt idx="526">
                  <c:v>59.907428741455</c:v>
                </c:pt>
                <c:pt idx="527">
                  <c:v>59.907600402832003</c:v>
                </c:pt>
                <c:pt idx="528">
                  <c:v>59.907768249511697</c:v>
                </c:pt>
                <c:pt idx="529">
                  <c:v>59.907928466796797</c:v>
                </c:pt>
                <c:pt idx="530">
                  <c:v>59.908088684082003</c:v>
                </c:pt>
                <c:pt idx="531">
                  <c:v>59.908248901367102</c:v>
                </c:pt>
                <c:pt idx="532">
                  <c:v>59.908401489257798</c:v>
                </c:pt>
                <c:pt idx="533">
                  <c:v>59.908550262451101</c:v>
                </c:pt>
                <c:pt idx="534">
                  <c:v>59.90869140625</c:v>
                </c:pt>
                <c:pt idx="535">
                  <c:v>59.908821105957003</c:v>
                </c:pt>
                <c:pt idx="536">
                  <c:v>59.908958435058501</c:v>
                </c:pt>
                <c:pt idx="537">
                  <c:v>59.909088134765597</c:v>
                </c:pt>
                <c:pt idx="538">
                  <c:v>59.909210205078097</c:v>
                </c:pt>
                <c:pt idx="539">
                  <c:v>59.909328460693303</c:v>
                </c:pt>
                <c:pt idx="540">
                  <c:v>59.909439086913999</c:v>
                </c:pt>
                <c:pt idx="541">
                  <c:v>59.909549713134702</c:v>
                </c:pt>
                <c:pt idx="542">
                  <c:v>59.909648895263601</c:v>
                </c:pt>
                <c:pt idx="543">
                  <c:v>59.909751892089801</c:v>
                </c:pt>
                <c:pt idx="544">
                  <c:v>59.909839630126903</c:v>
                </c:pt>
                <c:pt idx="545">
                  <c:v>59.9099311828613</c:v>
                </c:pt>
                <c:pt idx="546">
                  <c:v>59.909999847412102</c:v>
                </c:pt>
                <c:pt idx="547">
                  <c:v>59.910079956054602</c:v>
                </c:pt>
                <c:pt idx="548">
                  <c:v>59.910148620605398</c:v>
                </c:pt>
                <c:pt idx="549">
                  <c:v>59.910209655761697</c:v>
                </c:pt>
                <c:pt idx="550">
                  <c:v>59.910270690917898</c:v>
                </c:pt>
                <c:pt idx="551">
                  <c:v>59.910331726074197</c:v>
                </c:pt>
                <c:pt idx="552">
                  <c:v>59.910381317138601</c:v>
                </c:pt>
                <c:pt idx="553">
                  <c:v>59.9104194641113</c:v>
                </c:pt>
                <c:pt idx="554">
                  <c:v>59.9104614257812</c:v>
                </c:pt>
                <c:pt idx="555">
                  <c:v>59.910499572753899</c:v>
                </c:pt>
                <c:pt idx="556">
                  <c:v>59.910530090332003</c:v>
                </c:pt>
                <c:pt idx="557">
                  <c:v>59.910549163818303</c:v>
                </c:pt>
                <c:pt idx="558">
                  <c:v>59.910579681396399</c:v>
                </c:pt>
                <c:pt idx="559">
                  <c:v>59.910591125488203</c:v>
                </c:pt>
                <c:pt idx="560">
                  <c:v>59.910610198974602</c:v>
                </c:pt>
                <c:pt idx="561">
                  <c:v>59.910610198974602</c:v>
                </c:pt>
                <c:pt idx="562">
                  <c:v>59.910621643066399</c:v>
                </c:pt>
                <c:pt idx="563">
                  <c:v>59.910621643066399</c:v>
                </c:pt>
                <c:pt idx="564">
                  <c:v>59.910621643066399</c:v>
                </c:pt>
                <c:pt idx="565">
                  <c:v>59.910610198974602</c:v>
                </c:pt>
                <c:pt idx="566">
                  <c:v>59.910610198974602</c:v>
                </c:pt>
                <c:pt idx="567">
                  <c:v>59.910591125488203</c:v>
                </c:pt>
                <c:pt idx="568">
                  <c:v>59.910579681396399</c:v>
                </c:pt>
                <c:pt idx="569">
                  <c:v>59.910560607910099</c:v>
                </c:pt>
                <c:pt idx="570">
                  <c:v>59.910549163818303</c:v>
                </c:pt>
                <c:pt idx="571">
                  <c:v>59.910518646240199</c:v>
                </c:pt>
                <c:pt idx="572">
                  <c:v>59.910499572753899</c:v>
                </c:pt>
                <c:pt idx="573">
                  <c:v>59.910469055175703</c:v>
                </c:pt>
                <c:pt idx="574">
                  <c:v>59.910438537597599</c:v>
                </c:pt>
                <c:pt idx="575">
                  <c:v>59.910400390625</c:v>
                </c:pt>
                <c:pt idx="576">
                  <c:v>59.910369873046797</c:v>
                </c:pt>
                <c:pt idx="577">
                  <c:v>59.9103393554687</c:v>
                </c:pt>
                <c:pt idx="578">
                  <c:v>59.910301208496001</c:v>
                </c:pt>
                <c:pt idx="579">
                  <c:v>59.910259246826101</c:v>
                </c:pt>
                <c:pt idx="580">
                  <c:v>59.910228729247997</c:v>
                </c:pt>
                <c:pt idx="581">
                  <c:v>59.910190582275298</c:v>
                </c:pt>
                <c:pt idx="582">
                  <c:v>59.910140991210902</c:v>
                </c:pt>
                <c:pt idx="583">
                  <c:v>59.910099029541001</c:v>
                </c:pt>
                <c:pt idx="584">
                  <c:v>59.910060882568303</c:v>
                </c:pt>
                <c:pt idx="585">
                  <c:v>59.910018920898402</c:v>
                </c:pt>
                <c:pt idx="586">
                  <c:v>59.909969329833899</c:v>
                </c:pt>
                <c:pt idx="587">
                  <c:v>59.9099311828613</c:v>
                </c:pt>
                <c:pt idx="588">
                  <c:v>59.909889221191399</c:v>
                </c:pt>
                <c:pt idx="589">
                  <c:v>59.9098510742187</c:v>
                </c:pt>
                <c:pt idx="590">
                  <c:v>59.9098091125488</c:v>
                </c:pt>
                <c:pt idx="591">
                  <c:v>59.909778594970703</c:v>
                </c:pt>
                <c:pt idx="592">
                  <c:v>59.909740447997997</c:v>
                </c:pt>
                <c:pt idx="593">
                  <c:v>59.909709930419901</c:v>
                </c:pt>
                <c:pt idx="594">
                  <c:v>59.909679412841797</c:v>
                </c:pt>
                <c:pt idx="595">
                  <c:v>59.909641265869098</c:v>
                </c:pt>
                <c:pt idx="596">
                  <c:v>59.909610748291001</c:v>
                </c:pt>
                <c:pt idx="597">
                  <c:v>59.909580230712798</c:v>
                </c:pt>
                <c:pt idx="598">
                  <c:v>59.909549713134702</c:v>
                </c:pt>
                <c:pt idx="599">
                  <c:v>59.909519195556598</c:v>
                </c:pt>
                <c:pt idx="600">
                  <c:v>59.909488677978501</c:v>
                </c:pt>
                <c:pt idx="601">
                  <c:v>59.909465789794901</c:v>
                </c:pt>
                <c:pt idx="602">
                  <c:v>59.9094429016113</c:v>
                </c:pt>
                <c:pt idx="603">
                  <c:v>59.909420013427699</c:v>
                </c:pt>
                <c:pt idx="604">
                  <c:v>59.909400939941399</c:v>
                </c:pt>
                <c:pt idx="605">
                  <c:v>59.909381866455</c:v>
                </c:pt>
                <c:pt idx="606">
                  <c:v>59.909370422363203</c:v>
                </c:pt>
                <c:pt idx="607">
                  <c:v>59.909358978271399</c:v>
                </c:pt>
                <c:pt idx="608">
                  <c:v>59.909351348876903</c:v>
                </c:pt>
                <c:pt idx="609">
                  <c:v>59.909343719482401</c:v>
                </c:pt>
                <c:pt idx="610">
                  <c:v>59.909339904785099</c:v>
                </c:pt>
                <c:pt idx="611">
                  <c:v>59.909339904785099</c:v>
                </c:pt>
                <c:pt idx="612">
                  <c:v>59.909343719482401</c:v>
                </c:pt>
                <c:pt idx="613">
                  <c:v>59.909351348876903</c:v>
                </c:pt>
                <c:pt idx="614">
                  <c:v>59.909358978271399</c:v>
                </c:pt>
                <c:pt idx="615">
                  <c:v>59.909374237060497</c:v>
                </c:pt>
                <c:pt idx="616">
                  <c:v>59.909389495849602</c:v>
                </c:pt>
                <c:pt idx="617">
                  <c:v>59.909408569335902</c:v>
                </c:pt>
                <c:pt idx="618">
                  <c:v>59.909431457519503</c:v>
                </c:pt>
                <c:pt idx="619">
                  <c:v>59.909461975097599</c:v>
                </c:pt>
                <c:pt idx="620">
                  <c:v>59.909496307372997</c:v>
                </c:pt>
                <c:pt idx="621">
                  <c:v>59.909530639648402</c:v>
                </c:pt>
                <c:pt idx="622">
                  <c:v>59.909572601318303</c:v>
                </c:pt>
                <c:pt idx="623">
                  <c:v>59.909614562988203</c:v>
                </c:pt>
                <c:pt idx="624">
                  <c:v>59.909664154052699</c:v>
                </c:pt>
                <c:pt idx="625">
                  <c:v>59.909713745117102</c:v>
                </c:pt>
                <c:pt idx="626">
                  <c:v>59.909770965576101</c:v>
                </c:pt>
                <c:pt idx="627">
                  <c:v>59.909832000732401</c:v>
                </c:pt>
                <c:pt idx="628">
                  <c:v>59.909889221191399</c:v>
                </c:pt>
                <c:pt idx="629">
                  <c:v>59.909957885742102</c:v>
                </c:pt>
                <c:pt idx="630">
                  <c:v>59.910026550292898</c:v>
                </c:pt>
                <c:pt idx="631">
                  <c:v>59.910102844238203</c:v>
                </c:pt>
                <c:pt idx="632">
                  <c:v>59.9101753234863</c:v>
                </c:pt>
                <c:pt idx="633">
                  <c:v>59.910259246826101</c:v>
                </c:pt>
                <c:pt idx="634">
                  <c:v>59.9103393554687</c:v>
                </c:pt>
                <c:pt idx="635">
                  <c:v>59.910423278808501</c:v>
                </c:pt>
                <c:pt idx="636">
                  <c:v>59.910514831542898</c:v>
                </c:pt>
                <c:pt idx="637">
                  <c:v>59.910610198974602</c:v>
                </c:pt>
                <c:pt idx="638">
                  <c:v>59.9107055664062</c:v>
                </c:pt>
                <c:pt idx="639">
                  <c:v>59.910804748535099</c:v>
                </c:pt>
                <c:pt idx="640">
                  <c:v>59.9109077453613</c:v>
                </c:pt>
                <c:pt idx="641">
                  <c:v>59.911014556884702</c:v>
                </c:pt>
                <c:pt idx="642">
                  <c:v>59.911121368408203</c:v>
                </c:pt>
                <c:pt idx="643">
                  <c:v>59.911231994628899</c:v>
                </c:pt>
                <c:pt idx="644">
                  <c:v>59.911346435546797</c:v>
                </c:pt>
                <c:pt idx="645">
                  <c:v>59.911460876464801</c:v>
                </c:pt>
                <c:pt idx="646">
                  <c:v>59.911575317382798</c:v>
                </c:pt>
                <c:pt idx="647">
                  <c:v>59.911693572997997</c:v>
                </c:pt>
                <c:pt idx="648">
                  <c:v>59.911811828613203</c:v>
                </c:pt>
                <c:pt idx="649">
                  <c:v>59.911930084228501</c:v>
                </c:pt>
                <c:pt idx="650">
                  <c:v>59.912052154541001</c:v>
                </c:pt>
                <c:pt idx="651">
                  <c:v>59.9121704101562</c:v>
                </c:pt>
                <c:pt idx="652">
                  <c:v>59.912296295166001</c:v>
                </c:pt>
                <c:pt idx="653">
                  <c:v>59.9124145507812</c:v>
                </c:pt>
                <c:pt idx="654">
                  <c:v>59.912532806396399</c:v>
                </c:pt>
                <c:pt idx="655">
                  <c:v>59.912654876708899</c:v>
                </c:pt>
                <c:pt idx="656">
                  <c:v>59.912769317626903</c:v>
                </c:pt>
                <c:pt idx="657">
                  <c:v>59.912887573242102</c:v>
                </c:pt>
                <c:pt idx="658">
                  <c:v>59.913002014160099</c:v>
                </c:pt>
                <c:pt idx="659">
                  <c:v>59.913112640380803</c:v>
                </c:pt>
                <c:pt idx="660">
                  <c:v>59.9132270812988</c:v>
                </c:pt>
                <c:pt idx="661">
                  <c:v>59.913333892822202</c:v>
                </c:pt>
                <c:pt idx="662">
                  <c:v>59.913436889648402</c:v>
                </c:pt>
                <c:pt idx="663">
                  <c:v>59.913543701171797</c:v>
                </c:pt>
                <c:pt idx="664">
                  <c:v>59.913646697997997</c:v>
                </c:pt>
                <c:pt idx="665">
                  <c:v>59.913749694824197</c:v>
                </c:pt>
                <c:pt idx="666">
                  <c:v>59.913848876953097</c:v>
                </c:pt>
                <c:pt idx="667">
                  <c:v>59.913948059082003</c:v>
                </c:pt>
                <c:pt idx="668">
                  <c:v>59.914047241210902</c:v>
                </c:pt>
                <c:pt idx="669">
                  <c:v>59.9141426086425</c:v>
                </c:pt>
                <c:pt idx="670">
                  <c:v>59.914234161376903</c:v>
                </c:pt>
                <c:pt idx="671">
                  <c:v>59.9143257141113</c:v>
                </c:pt>
                <c:pt idx="672">
                  <c:v>59.914413452148402</c:v>
                </c:pt>
                <c:pt idx="673">
                  <c:v>59.914501190185497</c:v>
                </c:pt>
                <c:pt idx="674">
                  <c:v>59.914581298828097</c:v>
                </c:pt>
                <c:pt idx="675">
                  <c:v>59.914661407470703</c:v>
                </c:pt>
                <c:pt idx="676">
                  <c:v>59.914737701416001</c:v>
                </c:pt>
                <c:pt idx="677">
                  <c:v>59.914810180663999</c:v>
                </c:pt>
                <c:pt idx="678">
                  <c:v>59.914882659912102</c:v>
                </c:pt>
                <c:pt idx="679">
                  <c:v>59.914947509765597</c:v>
                </c:pt>
                <c:pt idx="680">
                  <c:v>59.915012359619098</c:v>
                </c:pt>
                <c:pt idx="681">
                  <c:v>59.915073394775298</c:v>
                </c:pt>
                <c:pt idx="682">
                  <c:v>59.915126800537102</c:v>
                </c:pt>
                <c:pt idx="683">
                  <c:v>59.9151802062988</c:v>
                </c:pt>
                <c:pt idx="684">
                  <c:v>59.915229797363203</c:v>
                </c:pt>
                <c:pt idx="685">
                  <c:v>59.915279388427699</c:v>
                </c:pt>
                <c:pt idx="686">
                  <c:v>59.915321350097599</c:v>
                </c:pt>
                <c:pt idx="687">
                  <c:v>59.915359497070298</c:v>
                </c:pt>
                <c:pt idx="688">
                  <c:v>59.915397644042898</c:v>
                </c:pt>
                <c:pt idx="689">
                  <c:v>59.915435791015597</c:v>
                </c:pt>
                <c:pt idx="690">
                  <c:v>59.9154663085937</c:v>
                </c:pt>
                <c:pt idx="691">
                  <c:v>59.915489196777301</c:v>
                </c:pt>
                <c:pt idx="692">
                  <c:v>59.915515899658203</c:v>
                </c:pt>
                <c:pt idx="693">
                  <c:v>59.915542602538999</c:v>
                </c:pt>
                <c:pt idx="694">
                  <c:v>59.915561676025298</c:v>
                </c:pt>
                <c:pt idx="695">
                  <c:v>59.915580749511697</c:v>
                </c:pt>
                <c:pt idx="696">
                  <c:v>59.915596008300703</c:v>
                </c:pt>
                <c:pt idx="697">
                  <c:v>59.9156074523925</c:v>
                </c:pt>
                <c:pt idx="698">
                  <c:v>59.915618896484297</c:v>
                </c:pt>
                <c:pt idx="699">
                  <c:v>59.915626525878899</c:v>
                </c:pt>
                <c:pt idx="700">
                  <c:v>59.915634155273402</c:v>
                </c:pt>
                <c:pt idx="701">
                  <c:v>59.915641784667898</c:v>
                </c:pt>
                <c:pt idx="702">
                  <c:v>59.915645599365199</c:v>
                </c:pt>
                <c:pt idx="703">
                  <c:v>59.915645599365199</c:v>
                </c:pt>
                <c:pt idx="704">
                  <c:v>59.915645599365199</c:v>
                </c:pt>
                <c:pt idx="705">
                  <c:v>59.9156494140625</c:v>
                </c:pt>
                <c:pt idx="706">
                  <c:v>59.915645599365199</c:v>
                </c:pt>
                <c:pt idx="707">
                  <c:v>59.915641784667898</c:v>
                </c:pt>
                <c:pt idx="708">
                  <c:v>59.915637969970703</c:v>
                </c:pt>
                <c:pt idx="709">
                  <c:v>59.915630340576101</c:v>
                </c:pt>
                <c:pt idx="710">
                  <c:v>59.915626525878899</c:v>
                </c:pt>
                <c:pt idx="711">
                  <c:v>59.915622711181598</c:v>
                </c:pt>
                <c:pt idx="712">
                  <c:v>59.915615081787102</c:v>
                </c:pt>
                <c:pt idx="713">
                  <c:v>59.915611267089801</c:v>
                </c:pt>
                <c:pt idx="714">
                  <c:v>59.915603637695298</c:v>
                </c:pt>
                <c:pt idx="715">
                  <c:v>59.915599822997997</c:v>
                </c:pt>
                <c:pt idx="716">
                  <c:v>59.915592193603501</c:v>
                </c:pt>
                <c:pt idx="717">
                  <c:v>59.915584564208899</c:v>
                </c:pt>
                <c:pt idx="718">
                  <c:v>59.915580749511697</c:v>
                </c:pt>
                <c:pt idx="719">
                  <c:v>59.915569305419901</c:v>
                </c:pt>
                <c:pt idx="720">
                  <c:v>59.915561676025298</c:v>
                </c:pt>
                <c:pt idx="721">
                  <c:v>59.915554046630803</c:v>
                </c:pt>
                <c:pt idx="722">
                  <c:v>59.9155464172363</c:v>
                </c:pt>
                <c:pt idx="723">
                  <c:v>59.915531158447202</c:v>
                </c:pt>
                <c:pt idx="724">
                  <c:v>59.915519714355398</c:v>
                </c:pt>
                <c:pt idx="725">
                  <c:v>59.915512084960902</c:v>
                </c:pt>
                <c:pt idx="726">
                  <c:v>59.915500640869098</c:v>
                </c:pt>
                <c:pt idx="727">
                  <c:v>59.915489196777301</c:v>
                </c:pt>
                <c:pt idx="728">
                  <c:v>59.915477752685497</c:v>
                </c:pt>
                <c:pt idx="729">
                  <c:v>59.9154663085937</c:v>
                </c:pt>
                <c:pt idx="730">
                  <c:v>59.915454864501903</c:v>
                </c:pt>
                <c:pt idx="731">
                  <c:v>59.915439605712798</c:v>
                </c:pt>
                <c:pt idx="732">
                  <c:v>59.915428161621001</c:v>
                </c:pt>
                <c:pt idx="733">
                  <c:v>59.915420532226499</c:v>
                </c:pt>
                <c:pt idx="734">
                  <c:v>59.915409088134702</c:v>
                </c:pt>
                <c:pt idx="735">
                  <c:v>59.915397644042898</c:v>
                </c:pt>
                <c:pt idx="736">
                  <c:v>59.915386199951101</c:v>
                </c:pt>
                <c:pt idx="737">
                  <c:v>59.915378570556598</c:v>
                </c:pt>
                <c:pt idx="738">
                  <c:v>59.915370941162102</c:v>
                </c:pt>
                <c:pt idx="739">
                  <c:v>59.9153633117675</c:v>
                </c:pt>
                <c:pt idx="740">
                  <c:v>59.915359497070298</c:v>
                </c:pt>
                <c:pt idx="741">
                  <c:v>59.915351867675703</c:v>
                </c:pt>
                <c:pt idx="742">
                  <c:v>59.915348052978501</c:v>
                </c:pt>
                <c:pt idx="743">
                  <c:v>59.915348052978501</c:v>
                </c:pt>
                <c:pt idx="744">
                  <c:v>59.9153442382812</c:v>
                </c:pt>
                <c:pt idx="745">
                  <c:v>59.9153442382812</c:v>
                </c:pt>
                <c:pt idx="746">
                  <c:v>59.9153442382812</c:v>
                </c:pt>
                <c:pt idx="747">
                  <c:v>59.9153442382812</c:v>
                </c:pt>
                <c:pt idx="748">
                  <c:v>59.915348052978501</c:v>
                </c:pt>
                <c:pt idx="749">
                  <c:v>59.915351867675703</c:v>
                </c:pt>
                <c:pt idx="750">
                  <c:v>59.915355682372997</c:v>
                </c:pt>
                <c:pt idx="751">
                  <c:v>59.9153633117675</c:v>
                </c:pt>
                <c:pt idx="752">
                  <c:v>59.915370941162102</c:v>
                </c:pt>
                <c:pt idx="753">
                  <c:v>59.915378570556598</c:v>
                </c:pt>
                <c:pt idx="754">
                  <c:v>59.915393829345703</c:v>
                </c:pt>
                <c:pt idx="755">
                  <c:v>59.9154052734375</c:v>
                </c:pt>
                <c:pt idx="756">
                  <c:v>59.915420532226499</c:v>
                </c:pt>
                <c:pt idx="757">
                  <c:v>59.915439605712798</c:v>
                </c:pt>
                <c:pt idx="758">
                  <c:v>59.915458679199197</c:v>
                </c:pt>
                <c:pt idx="759">
                  <c:v>59.915477752685497</c:v>
                </c:pt>
                <c:pt idx="760">
                  <c:v>59.915500640869098</c:v>
                </c:pt>
                <c:pt idx="761">
                  <c:v>59.91552734375</c:v>
                </c:pt>
                <c:pt idx="762">
                  <c:v>59.915557861328097</c:v>
                </c:pt>
                <c:pt idx="763">
                  <c:v>59.915584564208899</c:v>
                </c:pt>
                <c:pt idx="764">
                  <c:v>59.915618896484297</c:v>
                </c:pt>
                <c:pt idx="765">
                  <c:v>59.915653228759702</c:v>
                </c:pt>
                <c:pt idx="766">
                  <c:v>59.915691375732401</c:v>
                </c:pt>
                <c:pt idx="767">
                  <c:v>59.915733337402301</c:v>
                </c:pt>
                <c:pt idx="768">
                  <c:v>59.915775299072202</c:v>
                </c:pt>
                <c:pt idx="769">
                  <c:v>59.915824890136697</c:v>
                </c:pt>
                <c:pt idx="770">
                  <c:v>59.915870666503899</c:v>
                </c:pt>
                <c:pt idx="771">
                  <c:v>59.915924072265597</c:v>
                </c:pt>
                <c:pt idx="772">
                  <c:v>59.91597366333</c:v>
                </c:pt>
                <c:pt idx="773">
                  <c:v>59.916027069091797</c:v>
                </c:pt>
                <c:pt idx="774">
                  <c:v>59.916088104247997</c:v>
                </c:pt>
                <c:pt idx="775">
                  <c:v>59.916152954101499</c:v>
                </c:pt>
                <c:pt idx="776">
                  <c:v>59.916213989257798</c:v>
                </c:pt>
                <c:pt idx="777">
                  <c:v>59.916275024413999</c:v>
                </c:pt>
                <c:pt idx="778">
                  <c:v>59.916343688964801</c:v>
                </c:pt>
                <c:pt idx="779">
                  <c:v>59.916408538818303</c:v>
                </c:pt>
                <c:pt idx="780">
                  <c:v>59.916477203369098</c:v>
                </c:pt>
                <c:pt idx="781">
                  <c:v>59.916549682617102</c:v>
                </c:pt>
                <c:pt idx="782">
                  <c:v>59.916622161865199</c:v>
                </c:pt>
                <c:pt idx="783">
                  <c:v>59.916694641113203</c:v>
                </c:pt>
                <c:pt idx="784">
                  <c:v>59.9167671203613</c:v>
                </c:pt>
                <c:pt idx="785">
                  <c:v>59.916843414306598</c:v>
                </c:pt>
                <c:pt idx="786">
                  <c:v>59.916915893554602</c:v>
                </c:pt>
                <c:pt idx="787">
                  <c:v>59.9169921875</c:v>
                </c:pt>
                <c:pt idx="788">
                  <c:v>59.9170722961425</c:v>
                </c:pt>
                <c:pt idx="789">
                  <c:v>59.917148590087798</c:v>
                </c:pt>
                <c:pt idx="790">
                  <c:v>59.917224884033203</c:v>
                </c:pt>
                <c:pt idx="791">
                  <c:v>59.917304992675703</c:v>
                </c:pt>
                <c:pt idx="792">
                  <c:v>59.917385101318303</c:v>
                </c:pt>
                <c:pt idx="793">
                  <c:v>59.917461395263601</c:v>
                </c:pt>
                <c:pt idx="794">
                  <c:v>59.9175415039062</c:v>
                </c:pt>
                <c:pt idx="795">
                  <c:v>59.917617797851499</c:v>
                </c:pt>
                <c:pt idx="796">
                  <c:v>59.917697906494098</c:v>
                </c:pt>
                <c:pt idx="797">
                  <c:v>59.917774200439403</c:v>
                </c:pt>
                <c:pt idx="798">
                  <c:v>59.917850494384702</c:v>
                </c:pt>
                <c:pt idx="799">
                  <c:v>59.917930603027301</c:v>
                </c:pt>
                <c:pt idx="800">
                  <c:v>59.918006896972599</c:v>
                </c:pt>
                <c:pt idx="801">
                  <c:v>59.918083190917898</c:v>
                </c:pt>
                <c:pt idx="802">
                  <c:v>59.918155670166001</c:v>
                </c:pt>
                <c:pt idx="803">
                  <c:v>59.918228149413999</c:v>
                </c:pt>
                <c:pt idx="804">
                  <c:v>59.918304443359297</c:v>
                </c:pt>
                <c:pt idx="805">
                  <c:v>59.918376922607401</c:v>
                </c:pt>
                <c:pt idx="806">
                  <c:v>59.918449401855398</c:v>
                </c:pt>
                <c:pt idx="807">
                  <c:v>59.9185180664062</c:v>
                </c:pt>
                <c:pt idx="808">
                  <c:v>59.918590545654297</c:v>
                </c:pt>
                <c:pt idx="809">
                  <c:v>59.918659210205</c:v>
                </c:pt>
                <c:pt idx="810">
                  <c:v>59.918727874755803</c:v>
                </c:pt>
                <c:pt idx="811">
                  <c:v>59.918796539306598</c:v>
                </c:pt>
                <c:pt idx="812">
                  <c:v>59.918861389160099</c:v>
                </c:pt>
                <c:pt idx="813">
                  <c:v>59.918926239013601</c:v>
                </c:pt>
                <c:pt idx="814">
                  <c:v>59.918991088867102</c:v>
                </c:pt>
                <c:pt idx="815">
                  <c:v>59.919059753417898</c:v>
                </c:pt>
                <c:pt idx="816">
                  <c:v>59.919120788574197</c:v>
                </c:pt>
                <c:pt idx="817">
                  <c:v>59.919181823730398</c:v>
                </c:pt>
                <c:pt idx="818">
                  <c:v>59.919239044189403</c:v>
                </c:pt>
                <c:pt idx="819">
                  <c:v>59.919296264648402</c:v>
                </c:pt>
                <c:pt idx="820">
                  <c:v>59.919353485107401</c:v>
                </c:pt>
                <c:pt idx="821">
                  <c:v>59.919406890869098</c:v>
                </c:pt>
                <c:pt idx="822">
                  <c:v>59.919456481933501</c:v>
                </c:pt>
                <c:pt idx="823">
                  <c:v>59.919506072997997</c:v>
                </c:pt>
                <c:pt idx="824">
                  <c:v>59.9195556640625</c:v>
                </c:pt>
                <c:pt idx="825">
                  <c:v>59.919601440429602</c:v>
                </c:pt>
                <c:pt idx="826">
                  <c:v>59.919647216796797</c:v>
                </c:pt>
                <c:pt idx="827">
                  <c:v>59.919689178466797</c:v>
                </c:pt>
                <c:pt idx="828">
                  <c:v>59.919727325439403</c:v>
                </c:pt>
                <c:pt idx="829">
                  <c:v>59.919769287109297</c:v>
                </c:pt>
                <c:pt idx="830">
                  <c:v>59.919803619384702</c:v>
                </c:pt>
                <c:pt idx="831">
                  <c:v>59.919834136962798</c:v>
                </c:pt>
                <c:pt idx="832">
                  <c:v>59.919864654541001</c:v>
                </c:pt>
                <c:pt idx="833">
                  <c:v>59.919895172119098</c:v>
                </c:pt>
                <c:pt idx="834">
                  <c:v>59.919925689697202</c:v>
                </c:pt>
                <c:pt idx="835">
                  <c:v>59.919948577880803</c:v>
                </c:pt>
                <c:pt idx="836">
                  <c:v>59.919971466064403</c:v>
                </c:pt>
                <c:pt idx="837">
                  <c:v>59.919994354247997</c:v>
                </c:pt>
                <c:pt idx="838">
                  <c:v>59.920013427734297</c:v>
                </c:pt>
                <c:pt idx="839">
                  <c:v>59.920028686523402</c:v>
                </c:pt>
                <c:pt idx="840">
                  <c:v>59.9200439453125</c:v>
                </c:pt>
                <c:pt idx="841">
                  <c:v>59.920055389404297</c:v>
                </c:pt>
                <c:pt idx="842">
                  <c:v>59.920066833496001</c:v>
                </c:pt>
                <c:pt idx="843">
                  <c:v>59.920070648193303</c:v>
                </c:pt>
                <c:pt idx="844">
                  <c:v>59.920082092285099</c:v>
                </c:pt>
                <c:pt idx="845">
                  <c:v>59.920085906982401</c:v>
                </c:pt>
                <c:pt idx="846">
                  <c:v>59.920089721679602</c:v>
                </c:pt>
                <c:pt idx="847">
                  <c:v>59.920093536376903</c:v>
                </c:pt>
                <c:pt idx="848">
                  <c:v>59.920093536376903</c:v>
                </c:pt>
                <c:pt idx="849">
                  <c:v>59.920097351074197</c:v>
                </c:pt>
                <c:pt idx="850">
                  <c:v>59.920093536376903</c:v>
                </c:pt>
                <c:pt idx="851">
                  <c:v>59.920089721679602</c:v>
                </c:pt>
                <c:pt idx="852">
                  <c:v>59.920085906982401</c:v>
                </c:pt>
                <c:pt idx="853">
                  <c:v>59.920082092285099</c:v>
                </c:pt>
                <c:pt idx="854">
                  <c:v>59.920074462890597</c:v>
                </c:pt>
                <c:pt idx="855">
                  <c:v>59.920070648193303</c:v>
                </c:pt>
                <c:pt idx="856">
                  <c:v>59.9200630187988</c:v>
                </c:pt>
                <c:pt idx="857">
                  <c:v>59.920051574707003</c:v>
                </c:pt>
                <c:pt idx="858">
                  <c:v>59.9200439453125</c:v>
                </c:pt>
                <c:pt idx="859">
                  <c:v>59.920032501220703</c:v>
                </c:pt>
                <c:pt idx="860">
                  <c:v>59.920024871826101</c:v>
                </c:pt>
                <c:pt idx="861">
                  <c:v>59.920013427734297</c:v>
                </c:pt>
                <c:pt idx="862">
                  <c:v>59.9200019836425</c:v>
                </c:pt>
                <c:pt idx="863">
                  <c:v>59.919994354247997</c:v>
                </c:pt>
                <c:pt idx="864">
                  <c:v>59.919979095458899</c:v>
                </c:pt>
                <c:pt idx="865">
                  <c:v>59.919971466064403</c:v>
                </c:pt>
                <c:pt idx="866">
                  <c:v>59.919960021972599</c:v>
                </c:pt>
                <c:pt idx="867">
                  <c:v>59.919948577880803</c:v>
                </c:pt>
                <c:pt idx="868">
                  <c:v>59.9199409484863</c:v>
                </c:pt>
                <c:pt idx="869">
                  <c:v>59.919933319091797</c:v>
                </c:pt>
                <c:pt idx="870">
                  <c:v>59.919921875</c:v>
                </c:pt>
                <c:pt idx="871">
                  <c:v>59.919910430908203</c:v>
                </c:pt>
                <c:pt idx="872">
                  <c:v>59.919902801513601</c:v>
                </c:pt>
                <c:pt idx="873">
                  <c:v>59.919895172119098</c:v>
                </c:pt>
                <c:pt idx="874">
                  <c:v>59.919887542724602</c:v>
                </c:pt>
                <c:pt idx="875">
                  <c:v>59.91987991333</c:v>
                </c:pt>
                <c:pt idx="876">
                  <c:v>59.919876098632798</c:v>
                </c:pt>
                <c:pt idx="877">
                  <c:v>59.919868469238203</c:v>
                </c:pt>
                <c:pt idx="878">
                  <c:v>59.9198608398437</c:v>
                </c:pt>
                <c:pt idx="879">
                  <c:v>59.919857025146399</c:v>
                </c:pt>
                <c:pt idx="880">
                  <c:v>59.919853210449197</c:v>
                </c:pt>
                <c:pt idx="881">
                  <c:v>59.919849395751903</c:v>
                </c:pt>
                <c:pt idx="882">
                  <c:v>59.919849395751903</c:v>
                </c:pt>
                <c:pt idx="883">
                  <c:v>59.919849395751903</c:v>
                </c:pt>
                <c:pt idx="884">
                  <c:v>59.919849395751903</c:v>
                </c:pt>
                <c:pt idx="885">
                  <c:v>59.919845581054602</c:v>
                </c:pt>
                <c:pt idx="886">
                  <c:v>59.919841766357401</c:v>
                </c:pt>
                <c:pt idx="887">
                  <c:v>59.919845581054602</c:v>
                </c:pt>
                <c:pt idx="888">
                  <c:v>59.919849395751903</c:v>
                </c:pt>
                <c:pt idx="889">
                  <c:v>59.919853210449197</c:v>
                </c:pt>
                <c:pt idx="890">
                  <c:v>59.9198608398437</c:v>
                </c:pt>
                <c:pt idx="891">
                  <c:v>59.919868469238203</c:v>
                </c:pt>
                <c:pt idx="892">
                  <c:v>59.919876098632798</c:v>
                </c:pt>
                <c:pt idx="893">
                  <c:v>59.919887542724602</c:v>
                </c:pt>
                <c:pt idx="894">
                  <c:v>59.919895172119098</c:v>
                </c:pt>
                <c:pt idx="895">
                  <c:v>59.919906616210902</c:v>
                </c:pt>
                <c:pt idx="896">
                  <c:v>59.919921875</c:v>
                </c:pt>
                <c:pt idx="897">
                  <c:v>59.919933319091797</c:v>
                </c:pt>
                <c:pt idx="898">
                  <c:v>59.919948577880803</c:v>
                </c:pt>
                <c:pt idx="899">
                  <c:v>59.919967651367102</c:v>
                </c:pt>
                <c:pt idx="900">
                  <c:v>59.919986724853501</c:v>
                </c:pt>
                <c:pt idx="901">
                  <c:v>59.920005798339801</c:v>
                </c:pt>
                <c:pt idx="902">
                  <c:v>59.920028686523402</c:v>
                </c:pt>
                <c:pt idx="903">
                  <c:v>59.920051574707003</c:v>
                </c:pt>
                <c:pt idx="904">
                  <c:v>59.920078277587798</c:v>
                </c:pt>
                <c:pt idx="905">
                  <c:v>59.9201049804687</c:v>
                </c:pt>
                <c:pt idx="906">
                  <c:v>59.920135498046797</c:v>
                </c:pt>
                <c:pt idx="907">
                  <c:v>59.920166015625</c:v>
                </c:pt>
                <c:pt idx="908">
                  <c:v>59.920196533203097</c:v>
                </c:pt>
                <c:pt idx="909">
                  <c:v>59.9202270507812</c:v>
                </c:pt>
                <c:pt idx="910">
                  <c:v>59.920261383056598</c:v>
                </c:pt>
                <c:pt idx="911">
                  <c:v>59.920299530029297</c:v>
                </c:pt>
                <c:pt idx="912">
                  <c:v>59.920341491699197</c:v>
                </c:pt>
                <c:pt idx="913">
                  <c:v>59.920383453369098</c:v>
                </c:pt>
                <c:pt idx="914">
                  <c:v>59.9204292297363</c:v>
                </c:pt>
                <c:pt idx="915">
                  <c:v>59.9204711914062</c:v>
                </c:pt>
                <c:pt idx="916">
                  <c:v>59.920516967773402</c:v>
                </c:pt>
                <c:pt idx="917">
                  <c:v>59.920562744140597</c:v>
                </c:pt>
                <c:pt idx="918">
                  <c:v>59.920608520507798</c:v>
                </c:pt>
                <c:pt idx="919">
                  <c:v>59.920658111572202</c:v>
                </c:pt>
                <c:pt idx="920">
                  <c:v>59.920711517333899</c:v>
                </c:pt>
                <c:pt idx="921">
                  <c:v>59.920764923095703</c:v>
                </c:pt>
                <c:pt idx="922">
                  <c:v>59.920822143554602</c:v>
                </c:pt>
                <c:pt idx="923">
                  <c:v>59.920875549316399</c:v>
                </c:pt>
                <c:pt idx="924">
                  <c:v>59.920928955078097</c:v>
                </c:pt>
                <c:pt idx="925">
                  <c:v>59.920989990234297</c:v>
                </c:pt>
                <c:pt idx="926">
                  <c:v>59.921047210693303</c:v>
                </c:pt>
                <c:pt idx="927">
                  <c:v>59.921108245849602</c:v>
                </c:pt>
                <c:pt idx="928">
                  <c:v>59.921165466308501</c:v>
                </c:pt>
                <c:pt idx="929">
                  <c:v>59.921230316162102</c:v>
                </c:pt>
                <c:pt idx="930">
                  <c:v>59.921291351318303</c:v>
                </c:pt>
                <c:pt idx="931">
                  <c:v>59.921348571777301</c:v>
                </c:pt>
                <c:pt idx="932">
                  <c:v>59.921413421630803</c:v>
                </c:pt>
                <c:pt idx="933">
                  <c:v>59.921474456787102</c:v>
                </c:pt>
                <c:pt idx="934">
                  <c:v>59.921539306640597</c:v>
                </c:pt>
                <c:pt idx="935">
                  <c:v>59.921600341796797</c:v>
                </c:pt>
                <c:pt idx="936">
                  <c:v>59.921665191650298</c:v>
                </c:pt>
                <c:pt idx="937">
                  <c:v>59.921726226806598</c:v>
                </c:pt>
                <c:pt idx="938">
                  <c:v>59.921787261962798</c:v>
                </c:pt>
                <c:pt idx="939">
                  <c:v>59.921848297119098</c:v>
                </c:pt>
                <c:pt idx="940">
                  <c:v>59.921909332275298</c:v>
                </c:pt>
                <c:pt idx="941">
                  <c:v>59.921966552734297</c:v>
                </c:pt>
                <c:pt idx="942">
                  <c:v>59.922027587890597</c:v>
                </c:pt>
                <c:pt idx="943">
                  <c:v>59.922084808349602</c:v>
                </c:pt>
                <c:pt idx="944">
                  <c:v>59.922142028808501</c:v>
                </c:pt>
                <c:pt idx="945">
                  <c:v>59.9221992492675</c:v>
                </c:pt>
                <c:pt idx="946">
                  <c:v>59.922252655029297</c:v>
                </c:pt>
                <c:pt idx="947">
                  <c:v>59.922309875488203</c:v>
                </c:pt>
                <c:pt idx="948">
                  <c:v>59.92236328125</c:v>
                </c:pt>
                <c:pt idx="949">
                  <c:v>59.922416687011697</c:v>
                </c:pt>
                <c:pt idx="950">
                  <c:v>59.922466278076101</c:v>
                </c:pt>
                <c:pt idx="951">
                  <c:v>59.922515869140597</c:v>
                </c:pt>
                <c:pt idx="952">
                  <c:v>59.922565460205</c:v>
                </c:pt>
                <c:pt idx="953">
                  <c:v>59.922615051269503</c:v>
                </c:pt>
                <c:pt idx="954">
                  <c:v>59.922660827636697</c:v>
                </c:pt>
                <c:pt idx="955">
                  <c:v>59.922710418701101</c:v>
                </c:pt>
                <c:pt idx="956">
                  <c:v>59.922752380371001</c:v>
                </c:pt>
                <c:pt idx="957">
                  <c:v>59.922798156738203</c:v>
                </c:pt>
                <c:pt idx="958">
                  <c:v>59.922840118408203</c:v>
                </c:pt>
                <c:pt idx="959">
                  <c:v>59.922882080078097</c:v>
                </c:pt>
                <c:pt idx="960">
                  <c:v>59.922924041747997</c:v>
                </c:pt>
                <c:pt idx="961">
                  <c:v>59.922962188720703</c:v>
                </c:pt>
                <c:pt idx="962">
                  <c:v>59.923000335693303</c:v>
                </c:pt>
                <c:pt idx="963">
                  <c:v>59.923038482666001</c:v>
                </c:pt>
                <c:pt idx="964">
                  <c:v>59.923076629638601</c:v>
                </c:pt>
                <c:pt idx="965">
                  <c:v>59.923110961913999</c:v>
                </c:pt>
                <c:pt idx="966">
                  <c:v>59.923141479492102</c:v>
                </c:pt>
                <c:pt idx="967">
                  <c:v>59.9231758117675</c:v>
                </c:pt>
                <c:pt idx="968">
                  <c:v>59.923202514648402</c:v>
                </c:pt>
                <c:pt idx="969">
                  <c:v>59.923233032226499</c:v>
                </c:pt>
                <c:pt idx="970">
                  <c:v>59.923259735107401</c:v>
                </c:pt>
                <c:pt idx="971">
                  <c:v>59.923286437988203</c:v>
                </c:pt>
                <c:pt idx="972">
                  <c:v>59.923309326171797</c:v>
                </c:pt>
                <c:pt idx="973">
                  <c:v>59.923332214355398</c:v>
                </c:pt>
                <c:pt idx="974">
                  <c:v>59.923355102538999</c:v>
                </c:pt>
                <c:pt idx="975">
                  <c:v>59.923377990722599</c:v>
                </c:pt>
                <c:pt idx="976">
                  <c:v>59.923397064208899</c:v>
                </c:pt>
                <c:pt idx="977">
                  <c:v>59.923416137695298</c:v>
                </c:pt>
                <c:pt idx="978">
                  <c:v>59.923427581787102</c:v>
                </c:pt>
                <c:pt idx="979">
                  <c:v>59.923442840576101</c:v>
                </c:pt>
                <c:pt idx="980">
                  <c:v>59.923454284667898</c:v>
                </c:pt>
                <c:pt idx="981">
                  <c:v>59.923469543457003</c:v>
                </c:pt>
                <c:pt idx="982">
                  <c:v>59.923477172851499</c:v>
                </c:pt>
                <c:pt idx="983">
                  <c:v>59.923488616943303</c:v>
                </c:pt>
                <c:pt idx="984">
                  <c:v>59.923496246337798</c:v>
                </c:pt>
                <c:pt idx="985">
                  <c:v>59.923500061035099</c:v>
                </c:pt>
                <c:pt idx="986">
                  <c:v>59.923503875732401</c:v>
                </c:pt>
                <c:pt idx="987">
                  <c:v>59.923507690429602</c:v>
                </c:pt>
                <c:pt idx="988">
                  <c:v>59.923511505126903</c:v>
                </c:pt>
                <c:pt idx="989">
                  <c:v>59.923519134521399</c:v>
                </c:pt>
                <c:pt idx="990">
                  <c:v>59.923519134521399</c:v>
                </c:pt>
                <c:pt idx="991">
                  <c:v>59.923519134521399</c:v>
                </c:pt>
                <c:pt idx="992">
                  <c:v>59.9235229492187</c:v>
                </c:pt>
                <c:pt idx="993">
                  <c:v>59.923519134521399</c:v>
                </c:pt>
                <c:pt idx="994">
                  <c:v>59.923515319824197</c:v>
                </c:pt>
                <c:pt idx="995">
                  <c:v>59.923511505126903</c:v>
                </c:pt>
                <c:pt idx="996">
                  <c:v>59.923503875732401</c:v>
                </c:pt>
                <c:pt idx="997">
                  <c:v>59.923500061035099</c:v>
                </c:pt>
                <c:pt idx="998">
                  <c:v>59.923492431640597</c:v>
                </c:pt>
                <c:pt idx="999">
                  <c:v>59.923488616943303</c:v>
                </c:pt>
                <c:pt idx="1000">
                  <c:v>59.923477172851499</c:v>
                </c:pt>
                <c:pt idx="1001">
                  <c:v>59.923469543457003</c:v>
                </c:pt>
                <c:pt idx="1002">
                  <c:v>59.923465728759702</c:v>
                </c:pt>
                <c:pt idx="1003">
                  <c:v>59.923454284667898</c:v>
                </c:pt>
                <c:pt idx="1004">
                  <c:v>59.923442840576101</c:v>
                </c:pt>
                <c:pt idx="1005">
                  <c:v>59.923435211181598</c:v>
                </c:pt>
                <c:pt idx="1006">
                  <c:v>59.923427581787102</c:v>
                </c:pt>
                <c:pt idx="1007">
                  <c:v>59.9234199523925</c:v>
                </c:pt>
                <c:pt idx="1008">
                  <c:v>59.923404693603501</c:v>
                </c:pt>
                <c:pt idx="1009">
                  <c:v>59.923397064208899</c:v>
                </c:pt>
                <c:pt idx="1010">
                  <c:v>59.923389434814403</c:v>
                </c:pt>
                <c:pt idx="1011">
                  <c:v>59.923381805419901</c:v>
                </c:pt>
                <c:pt idx="1012">
                  <c:v>59.923374176025298</c:v>
                </c:pt>
                <c:pt idx="1013">
                  <c:v>59.923362731933501</c:v>
                </c:pt>
                <c:pt idx="1014">
                  <c:v>59.923351287841797</c:v>
                </c:pt>
                <c:pt idx="1015">
                  <c:v>59.923343658447202</c:v>
                </c:pt>
                <c:pt idx="1016">
                  <c:v>59.923336029052699</c:v>
                </c:pt>
                <c:pt idx="1017">
                  <c:v>59.923324584960902</c:v>
                </c:pt>
                <c:pt idx="1018">
                  <c:v>59.923320770263601</c:v>
                </c:pt>
                <c:pt idx="1019">
                  <c:v>59.923309326171797</c:v>
                </c:pt>
                <c:pt idx="1020">
                  <c:v>59.923301696777301</c:v>
                </c:pt>
                <c:pt idx="1021">
                  <c:v>59.923290252685497</c:v>
                </c:pt>
                <c:pt idx="1022">
                  <c:v>59.923286437988203</c:v>
                </c:pt>
                <c:pt idx="1023">
                  <c:v>59.9232788085937</c:v>
                </c:pt>
                <c:pt idx="1024">
                  <c:v>59.923274993896399</c:v>
                </c:pt>
                <c:pt idx="1025">
                  <c:v>59.923267364501903</c:v>
                </c:pt>
                <c:pt idx="1026">
                  <c:v>59.923259735107401</c:v>
                </c:pt>
                <c:pt idx="1027">
                  <c:v>59.923252105712798</c:v>
                </c:pt>
                <c:pt idx="1028">
                  <c:v>59.923244476318303</c:v>
                </c:pt>
                <c:pt idx="1029">
                  <c:v>59.923240661621001</c:v>
                </c:pt>
                <c:pt idx="1030">
                  <c:v>59.9232368469238</c:v>
                </c:pt>
                <c:pt idx="1031">
                  <c:v>59.923233032226499</c:v>
                </c:pt>
                <c:pt idx="1032">
                  <c:v>59.923233032226499</c:v>
                </c:pt>
                <c:pt idx="1033">
                  <c:v>59.923233032226499</c:v>
                </c:pt>
                <c:pt idx="1034">
                  <c:v>59.923233032226499</c:v>
                </c:pt>
                <c:pt idx="1035">
                  <c:v>59.9232368469238</c:v>
                </c:pt>
                <c:pt idx="1036">
                  <c:v>59.923240661621001</c:v>
                </c:pt>
                <c:pt idx="1037">
                  <c:v>59.923244476318303</c:v>
                </c:pt>
                <c:pt idx="1038">
                  <c:v>59.923252105712798</c:v>
                </c:pt>
                <c:pt idx="1039">
                  <c:v>59.923263549804602</c:v>
                </c:pt>
                <c:pt idx="1040">
                  <c:v>59.923271179199197</c:v>
                </c:pt>
                <c:pt idx="1041">
                  <c:v>59.923282623291001</c:v>
                </c:pt>
                <c:pt idx="1042">
                  <c:v>59.923294067382798</c:v>
                </c:pt>
                <c:pt idx="1043">
                  <c:v>59.923309326171797</c:v>
                </c:pt>
                <c:pt idx="1044">
                  <c:v>59.923324584960902</c:v>
                </c:pt>
                <c:pt idx="1045">
                  <c:v>59.92333984375</c:v>
                </c:pt>
                <c:pt idx="1046">
                  <c:v>59.9233589172363</c:v>
                </c:pt>
                <c:pt idx="1047">
                  <c:v>59.923374176025298</c:v>
                </c:pt>
                <c:pt idx="1048">
                  <c:v>59.923393249511697</c:v>
                </c:pt>
                <c:pt idx="1049">
                  <c:v>59.923412322997997</c:v>
                </c:pt>
                <c:pt idx="1050">
                  <c:v>59.923435211181598</c:v>
                </c:pt>
                <c:pt idx="1051">
                  <c:v>59.923458099365199</c:v>
                </c:pt>
                <c:pt idx="1052">
                  <c:v>59.9234809875488</c:v>
                </c:pt>
                <c:pt idx="1053">
                  <c:v>59.923503875732401</c:v>
                </c:pt>
                <c:pt idx="1054">
                  <c:v>59.923530578613203</c:v>
                </c:pt>
                <c:pt idx="1055">
                  <c:v>59.923553466796797</c:v>
                </c:pt>
                <c:pt idx="1056">
                  <c:v>59.923580169677699</c:v>
                </c:pt>
                <c:pt idx="1057">
                  <c:v>59.923610687255803</c:v>
                </c:pt>
                <c:pt idx="1058">
                  <c:v>59.923641204833899</c:v>
                </c:pt>
                <c:pt idx="1059">
                  <c:v>59.923671722412102</c:v>
                </c:pt>
                <c:pt idx="1060">
                  <c:v>59.923702239990199</c:v>
                </c:pt>
                <c:pt idx="1061">
                  <c:v>59.923736572265597</c:v>
                </c:pt>
                <c:pt idx="1062">
                  <c:v>59.923770904541001</c:v>
                </c:pt>
                <c:pt idx="1063">
                  <c:v>59.923809051513601</c:v>
                </c:pt>
                <c:pt idx="1064">
                  <c:v>59.923843383788999</c:v>
                </c:pt>
                <c:pt idx="1065">
                  <c:v>59.923877716064403</c:v>
                </c:pt>
                <c:pt idx="1066">
                  <c:v>59.923912048339801</c:v>
                </c:pt>
                <c:pt idx="1067">
                  <c:v>59.9239501953125</c:v>
                </c:pt>
                <c:pt idx="1068">
                  <c:v>59.923988342285099</c:v>
                </c:pt>
                <c:pt idx="1069">
                  <c:v>59.924026489257798</c:v>
                </c:pt>
                <c:pt idx="1070">
                  <c:v>59.924064636230398</c:v>
                </c:pt>
                <c:pt idx="1071">
                  <c:v>59.924102783203097</c:v>
                </c:pt>
                <c:pt idx="1072">
                  <c:v>59.924140930175703</c:v>
                </c:pt>
                <c:pt idx="1073">
                  <c:v>59.924186706542898</c:v>
                </c:pt>
                <c:pt idx="1074">
                  <c:v>59.924224853515597</c:v>
                </c:pt>
                <c:pt idx="1075">
                  <c:v>59.924263000488203</c:v>
                </c:pt>
                <c:pt idx="1076">
                  <c:v>59.924297332763601</c:v>
                </c:pt>
                <c:pt idx="1077">
                  <c:v>59.9243354797363</c:v>
                </c:pt>
                <c:pt idx="1078">
                  <c:v>59.9243774414062</c:v>
                </c:pt>
                <c:pt idx="1079">
                  <c:v>59.924415588378899</c:v>
                </c:pt>
                <c:pt idx="1080">
                  <c:v>59.924449920654297</c:v>
                </c:pt>
                <c:pt idx="1081">
                  <c:v>59.924488067626903</c:v>
                </c:pt>
                <c:pt idx="1082">
                  <c:v>59.924522399902301</c:v>
                </c:pt>
                <c:pt idx="1083">
                  <c:v>59.924560546875</c:v>
                </c:pt>
                <c:pt idx="1084">
                  <c:v>59.924598693847599</c:v>
                </c:pt>
                <c:pt idx="1085">
                  <c:v>59.924633026122997</c:v>
                </c:pt>
                <c:pt idx="1086">
                  <c:v>59.924667358398402</c:v>
                </c:pt>
                <c:pt idx="1087">
                  <c:v>59.924697875976499</c:v>
                </c:pt>
                <c:pt idx="1088">
                  <c:v>59.924732208251903</c:v>
                </c:pt>
                <c:pt idx="1089">
                  <c:v>59.92476272583</c:v>
                </c:pt>
                <c:pt idx="1090">
                  <c:v>59.924797058105398</c:v>
                </c:pt>
                <c:pt idx="1091">
                  <c:v>59.924827575683501</c:v>
                </c:pt>
                <c:pt idx="1092">
                  <c:v>59.924858093261697</c:v>
                </c:pt>
                <c:pt idx="1093">
                  <c:v>59.924888610839801</c:v>
                </c:pt>
                <c:pt idx="1094">
                  <c:v>59.924915313720703</c:v>
                </c:pt>
                <c:pt idx="1095">
                  <c:v>59.924942016601499</c:v>
                </c:pt>
                <c:pt idx="1096">
                  <c:v>59.924968719482401</c:v>
                </c:pt>
                <c:pt idx="1097">
                  <c:v>59.924999237060497</c:v>
                </c:pt>
                <c:pt idx="1098">
                  <c:v>59.925022125244098</c:v>
                </c:pt>
                <c:pt idx="1099">
                  <c:v>59.925045013427699</c:v>
                </c:pt>
                <c:pt idx="1100">
                  <c:v>59.9250679016113</c:v>
                </c:pt>
                <c:pt idx="1101">
                  <c:v>59.925090789794901</c:v>
                </c:pt>
                <c:pt idx="1102">
                  <c:v>59.925113677978501</c:v>
                </c:pt>
                <c:pt idx="1103">
                  <c:v>59.925132751464801</c:v>
                </c:pt>
                <c:pt idx="1104">
                  <c:v>59.925151824951101</c:v>
                </c:pt>
                <c:pt idx="1105">
                  <c:v>59.9251708984375</c:v>
                </c:pt>
                <c:pt idx="1106">
                  <c:v>59.9251899719238</c:v>
                </c:pt>
                <c:pt idx="1107">
                  <c:v>59.925205230712798</c:v>
                </c:pt>
                <c:pt idx="1108">
                  <c:v>59.925224304199197</c:v>
                </c:pt>
                <c:pt idx="1109">
                  <c:v>59.925239562988203</c:v>
                </c:pt>
                <c:pt idx="1110">
                  <c:v>59.925254821777301</c:v>
                </c:pt>
                <c:pt idx="1111">
                  <c:v>59.925270080566399</c:v>
                </c:pt>
                <c:pt idx="1112">
                  <c:v>59.925281524658203</c:v>
                </c:pt>
                <c:pt idx="1113">
                  <c:v>59.925296783447202</c:v>
                </c:pt>
                <c:pt idx="1114">
                  <c:v>59.925308227538999</c:v>
                </c:pt>
                <c:pt idx="1115">
                  <c:v>59.925319671630803</c:v>
                </c:pt>
                <c:pt idx="1116">
                  <c:v>59.925327301025298</c:v>
                </c:pt>
                <c:pt idx="1117">
                  <c:v>59.925334930419901</c:v>
                </c:pt>
                <c:pt idx="1118">
                  <c:v>59.925346374511697</c:v>
                </c:pt>
                <c:pt idx="1119">
                  <c:v>59.9253540039062</c:v>
                </c:pt>
                <c:pt idx="1120">
                  <c:v>59.925361633300703</c:v>
                </c:pt>
                <c:pt idx="1121">
                  <c:v>59.925365447997997</c:v>
                </c:pt>
                <c:pt idx="1122">
                  <c:v>59.925365447997997</c:v>
                </c:pt>
                <c:pt idx="1123">
                  <c:v>59.925365447997997</c:v>
                </c:pt>
                <c:pt idx="1124">
                  <c:v>59.925365447997997</c:v>
                </c:pt>
                <c:pt idx="1125">
                  <c:v>59.925365447997997</c:v>
                </c:pt>
                <c:pt idx="1126">
                  <c:v>59.925361633300703</c:v>
                </c:pt>
                <c:pt idx="1127">
                  <c:v>59.925361633300703</c:v>
                </c:pt>
                <c:pt idx="1128">
                  <c:v>59.925357818603501</c:v>
                </c:pt>
                <c:pt idx="1129">
                  <c:v>59.9253540039062</c:v>
                </c:pt>
                <c:pt idx="1130">
                  <c:v>59.925346374511697</c:v>
                </c:pt>
                <c:pt idx="1131">
                  <c:v>59.925338745117102</c:v>
                </c:pt>
                <c:pt idx="1132">
                  <c:v>59.925331115722599</c:v>
                </c:pt>
                <c:pt idx="1133">
                  <c:v>59.925327301025298</c:v>
                </c:pt>
                <c:pt idx="1134">
                  <c:v>59.925319671630803</c:v>
                </c:pt>
                <c:pt idx="1135">
                  <c:v>59.9253120422363</c:v>
                </c:pt>
                <c:pt idx="1136">
                  <c:v>59.925304412841797</c:v>
                </c:pt>
                <c:pt idx="1137">
                  <c:v>59.92529296875</c:v>
                </c:pt>
                <c:pt idx="1138">
                  <c:v>59.925281524658203</c:v>
                </c:pt>
                <c:pt idx="1139">
                  <c:v>59.925273895263601</c:v>
                </c:pt>
                <c:pt idx="1140">
                  <c:v>59.925258636474602</c:v>
                </c:pt>
                <c:pt idx="1141">
                  <c:v>59.92525100708</c:v>
                </c:pt>
                <c:pt idx="1142">
                  <c:v>59.925235748291001</c:v>
                </c:pt>
                <c:pt idx="1143">
                  <c:v>59.925224304199197</c:v>
                </c:pt>
                <c:pt idx="1144">
                  <c:v>59.925209045410099</c:v>
                </c:pt>
                <c:pt idx="1145">
                  <c:v>59.925201416015597</c:v>
                </c:pt>
                <c:pt idx="1146">
                  <c:v>59.925186157226499</c:v>
                </c:pt>
                <c:pt idx="1147">
                  <c:v>59.9251708984375</c:v>
                </c:pt>
                <c:pt idx="1148">
                  <c:v>59.925155639648402</c:v>
                </c:pt>
                <c:pt idx="1149">
                  <c:v>59.925144195556598</c:v>
                </c:pt>
                <c:pt idx="1150">
                  <c:v>59.9251289367675</c:v>
                </c:pt>
                <c:pt idx="1151">
                  <c:v>59.925117492675703</c:v>
                </c:pt>
                <c:pt idx="1152">
                  <c:v>59.925106048583899</c:v>
                </c:pt>
                <c:pt idx="1153">
                  <c:v>59.925098419189403</c:v>
                </c:pt>
                <c:pt idx="1154">
                  <c:v>59.925079345703097</c:v>
                </c:pt>
                <c:pt idx="1155">
                  <c:v>59.925071716308501</c:v>
                </c:pt>
                <c:pt idx="1156">
                  <c:v>59.925064086913999</c:v>
                </c:pt>
                <c:pt idx="1157">
                  <c:v>59.925056457519503</c:v>
                </c:pt>
                <c:pt idx="1158">
                  <c:v>59.925048828125</c:v>
                </c:pt>
                <c:pt idx="1159">
                  <c:v>59.925041198730398</c:v>
                </c:pt>
                <c:pt idx="1160">
                  <c:v>59.925029754638601</c:v>
                </c:pt>
                <c:pt idx="1161">
                  <c:v>59.925018310546797</c:v>
                </c:pt>
                <c:pt idx="1162">
                  <c:v>59.925010681152301</c:v>
                </c:pt>
                <c:pt idx="1163">
                  <c:v>59.925003051757798</c:v>
                </c:pt>
                <c:pt idx="1164">
                  <c:v>59.924999237060497</c:v>
                </c:pt>
                <c:pt idx="1165">
                  <c:v>59.9249877929687</c:v>
                </c:pt>
                <c:pt idx="1166">
                  <c:v>59.924983978271399</c:v>
                </c:pt>
                <c:pt idx="1167">
                  <c:v>59.924976348876903</c:v>
                </c:pt>
                <c:pt idx="1168">
                  <c:v>59.924972534179602</c:v>
                </c:pt>
                <c:pt idx="1169">
                  <c:v>59.924968719482401</c:v>
                </c:pt>
                <c:pt idx="1170">
                  <c:v>59.924961090087798</c:v>
                </c:pt>
                <c:pt idx="1171">
                  <c:v>59.924953460693303</c:v>
                </c:pt>
                <c:pt idx="1172">
                  <c:v>59.9249458312988</c:v>
                </c:pt>
                <c:pt idx="1173">
                  <c:v>59.924942016601499</c:v>
                </c:pt>
                <c:pt idx="1174">
                  <c:v>59.924942016601499</c:v>
                </c:pt>
                <c:pt idx="1175">
                  <c:v>59.924938201904297</c:v>
                </c:pt>
                <c:pt idx="1176">
                  <c:v>59.924934387207003</c:v>
                </c:pt>
                <c:pt idx="1177">
                  <c:v>59.924938201904297</c:v>
                </c:pt>
                <c:pt idx="1178">
                  <c:v>59.924938201904297</c:v>
                </c:pt>
                <c:pt idx="1179">
                  <c:v>59.924942016601499</c:v>
                </c:pt>
                <c:pt idx="1180">
                  <c:v>59.9249458312988</c:v>
                </c:pt>
                <c:pt idx="1181">
                  <c:v>59.924949645996001</c:v>
                </c:pt>
                <c:pt idx="1182">
                  <c:v>59.924953460693303</c:v>
                </c:pt>
                <c:pt idx="1183">
                  <c:v>59.924961090087798</c:v>
                </c:pt>
                <c:pt idx="1184">
                  <c:v>59.924964904785099</c:v>
                </c:pt>
                <c:pt idx="1185">
                  <c:v>59.924972534179602</c:v>
                </c:pt>
                <c:pt idx="1186">
                  <c:v>59.924976348876903</c:v>
                </c:pt>
                <c:pt idx="1187">
                  <c:v>59.924983978271399</c:v>
                </c:pt>
                <c:pt idx="1188">
                  <c:v>59.924991607666001</c:v>
                </c:pt>
                <c:pt idx="1189">
                  <c:v>59.925003051757798</c:v>
                </c:pt>
                <c:pt idx="1190">
                  <c:v>59.925014495849602</c:v>
                </c:pt>
                <c:pt idx="1191">
                  <c:v>59.925025939941399</c:v>
                </c:pt>
                <c:pt idx="1192">
                  <c:v>59.925037384033203</c:v>
                </c:pt>
                <c:pt idx="1193">
                  <c:v>59.925052642822202</c:v>
                </c:pt>
                <c:pt idx="1194">
                  <c:v>59.9250679016113</c:v>
                </c:pt>
                <c:pt idx="1195">
                  <c:v>59.925083160400298</c:v>
                </c:pt>
                <c:pt idx="1196">
                  <c:v>59.925102233886697</c:v>
                </c:pt>
                <c:pt idx="1197">
                  <c:v>59.925117492675703</c:v>
                </c:pt>
                <c:pt idx="1198">
                  <c:v>59.925132751464801</c:v>
                </c:pt>
                <c:pt idx="1199">
                  <c:v>59.925155639648402</c:v>
                </c:pt>
                <c:pt idx="1200">
                  <c:v>59.925174713134702</c:v>
                </c:pt>
                <c:pt idx="1201">
                  <c:v>59.925197601318303</c:v>
                </c:pt>
                <c:pt idx="1202">
                  <c:v>59.925205230712798</c:v>
                </c:pt>
              </c:numCache>
            </c:numRef>
          </c:yVal>
          <c:smooth val="0"/>
          <c:extLst>
            <c:ext xmlns:c16="http://schemas.microsoft.com/office/drawing/2014/chart" uri="{C3380CC4-5D6E-409C-BE32-E72D297353CC}">
              <c16:uniqueId val="{00000003-A55F-4951-BDAE-93CFD69AC650}"/>
            </c:ext>
          </c:extLst>
        </c:ser>
        <c:dLbls>
          <c:showLegendKey val="0"/>
          <c:showVal val="0"/>
          <c:showCatName val="0"/>
          <c:showSerName val="0"/>
          <c:showPercent val="0"/>
          <c:showBubbleSize val="0"/>
        </c:dLbls>
        <c:axId val="1131552640"/>
        <c:axId val="1131506880"/>
        <c:extLst>
          <c:ext xmlns:c15="http://schemas.microsoft.com/office/drawing/2012/chart" uri="{02D57815-91ED-43cb-92C2-25804820EDAC}">
            <c15:filteredScatterSeries>
              <c15:ser>
                <c:idx val="0"/>
                <c:order val="0"/>
                <c:tx>
                  <c:v>'02</c:v>
                </c:tx>
                <c:spPr>
                  <a:ln w="25400" cap="rnd">
                    <a:noFill/>
                    <a:round/>
                  </a:ln>
                  <a:effectLst/>
                </c:spPr>
                <c:marker>
                  <c:symbol val="circle"/>
                  <c:size val="3"/>
                  <c:spPr>
                    <a:solidFill>
                      <a:srgbClr val="005172"/>
                    </a:solidFill>
                    <a:ln w="9525">
                      <a:noFill/>
                    </a:ln>
                    <a:effectLst/>
                  </c:spPr>
                </c:marker>
                <c:xVal>
                  <c:numRef>
                    <c:extLst>
                      <c:ext uri="{02D57815-91ED-43cb-92C2-25804820EDAC}">
                        <c15:formulaRef>
                          <c15:sqref>'Double PV'!$B$1:$B$7202</c15:sqref>
                        </c15:formulaRef>
                      </c:ext>
                    </c:extLst>
                    <c:numCache>
                      <c:formatCode>General</c:formatCode>
                      <c:ptCount val="7202"/>
                      <c:pt idx="0">
                        <c:v>0</c:v>
                      </c:pt>
                      <c:pt idx="1">
                        <c:v>4.1669999999999997E-3</c:v>
                      </c:pt>
                      <c:pt idx="2">
                        <c:v>8.3330000000000001E-3</c:v>
                      </c:pt>
                      <c:pt idx="3">
                        <c:v>1.2500000000000001E-2</c:v>
                      </c:pt>
                      <c:pt idx="4">
                        <c:v>1.6667000000000001E-2</c:v>
                      </c:pt>
                      <c:pt idx="5">
                        <c:v>2.0833000000000001E-2</c:v>
                      </c:pt>
                      <c:pt idx="6">
                        <c:v>2.5000000000000001E-2</c:v>
                      </c:pt>
                      <c:pt idx="7">
                        <c:v>2.9166999999999998E-2</c:v>
                      </c:pt>
                      <c:pt idx="8">
                        <c:v>3.3333000000000002E-2</c:v>
                      </c:pt>
                      <c:pt idx="9">
                        <c:v>3.7499999999999999E-2</c:v>
                      </c:pt>
                      <c:pt idx="10">
                        <c:v>4.1667000000000003E-2</c:v>
                      </c:pt>
                      <c:pt idx="11">
                        <c:v>4.5832999999999999E-2</c:v>
                      </c:pt>
                      <c:pt idx="12">
                        <c:v>0.05</c:v>
                      </c:pt>
                      <c:pt idx="13">
                        <c:v>5.4167E-2</c:v>
                      </c:pt>
                      <c:pt idx="14">
                        <c:v>5.8333000000000003E-2</c:v>
                      </c:pt>
                      <c:pt idx="15">
                        <c:v>6.25E-2</c:v>
                      </c:pt>
                      <c:pt idx="16">
                        <c:v>6.6667000000000004E-2</c:v>
                      </c:pt>
                      <c:pt idx="17">
                        <c:v>7.0832999999999993E-2</c:v>
                      </c:pt>
                      <c:pt idx="18">
                        <c:v>7.4999999999999997E-2</c:v>
                      </c:pt>
                      <c:pt idx="19">
                        <c:v>7.9167000000000001E-2</c:v>
                      </c:pt>
                      <c:pt idx="20">
                        <c:v>8.3333000000000004E-2</c:v>
                      </c:pt>
                      <c:pt idx="21">
                        <c:v>8.7499999999999994E-2</c:v>
                      </c:pt>
                      <c:pt idx="22">
                        <c:v>9.1666999999999998E-2</c:v>
                      </c:pt>
                      <c:pt idx="23">
                        <c:v>9.5833000000000002E-2</c:v>
                      </c:pt>
                      <c:pt idx="24">
                        <c:v>0.1</c:v>
                      </c:pt>
                      <c:pt idx="25">
                        <c:v>0.104167</c:v>
                      </c:pt>
                      <c:pt idx="26">
                        <c:v>0.108333</c:v>
                      </c:pt>
                      <c:pt idx="27">
                        <c:v>0.1125</c:v>
                      </c:pt>
                      <c:pt idx="28">
                        <c:v>0.11666700000000001</c:v>
                      </c:pt>
                      <c:pt idx="29">
                        <c:v>0.120833</c:v>
                      </c:pt>
                      <c:pt idx="30">
                        <c:v>0.125</c:v>
                      </c:pt>
                      <c:pt idx="31">
                        <c:v>0.129167</c:v>
                      </c:pt>
                      <c:pt idx="32">
                        <c:v>0.13333300000000001</c:v>
                      </c:pt>
                      <c:pt idx="33">
                        <c:v>0.13750000000000001</c:v>
                      </c:pt>
                      <c:pt idx="34">
                        <c:v>0.14166699999999999</c:v>
                      </c:pt>
                      <c:pt idx="35">
                        <c:v>0.14583299999999999</c:v>
                      </c:pt>
                      <c:pt idx="36">
                        <c:v>0.15</c:v>
                      </c:pt>
                      <c:pt idx="37">
                        <c:v>0.154167</c:v>
                      </c:pt>
                      <c:pt idx="38">
                        <c:v>0.158333</c:v>
                      </c:pt>
                      <c:pt idx="39">
                        <c:v>0.16250000000000001</c:v>
                      </c:pt>
                      <c:pt idx="40">
                        <c:v>0.16666700000000001</c:v>
                      </c:pt>
                      <c:pt idx="41">
                        <c:v>0.17083300000000001</c:v>
                      </c:pt>
                      <c:pt idx="42">
                        <c:v>0.17499999999999999</c:v>
                      </c:pt>
                      <c:pt idx="43">
                        <c:v>0.17916699999999999</c:v>
                      </c:pt>
                      <c:pt idx="44">
                        <c:v>0.183333</c:v>
                      </c:pt>
                      <c:pt idx="45">
                        <c:v>0.1875</c:v>
                      </c:pt>
                      <c:pt idx="46">
                        <c:v>0.191667</c:v>
                      </c:pt>
                      <c:pt idx="47">
                        <c:v>0.19583300000000001</c:v>
                      </c:pt>
                      <c:pt idx="48">
                        <c:v>0.2</c:v>
                      </c:pt>
                      <c:pt idx="49">
                        <c:v>0.20416699999999999</c:v>
                      </c:pt>
                      <c:pt idx="50">
                        <c:v>0.20833299999999999</c:v>
                      </c:pt>
                      <c:pt idx="51">
                        <c:v>0.21249999999999999</c:v>
                      </c:pt>
                      <c:pt idx="52">
                        <c:v>0.216667</c:v>
                      </c:pt>
                      <c:pt idx="53">
                        <c:v>0.220833</c:v>
                      </c:pt>
                      <c:pt idx="54">
                        <c:v>0.22500000000000001</c:v>
                      </c:pt>
                      <c:pt idx="55">
                        <c:v>0.22916700000000001</c:v>
                      </c:pt>
                      <c:pt idx="56">
                        <c:v>0.23333300000000001</c:v>
                      </c:pt>
                      <c:pt idx="57">
                        <c:v>0.23749999999999999</c:v>
                      </c:pt>
                      <c:pt idx="58">
                        <c:v>0.24166699999999999</c:v>
                      </c:pt>
                      <c:pt idx="59">
                        <c:v>0.245833</c:v>
                      </c:pt>
                      <c:pt idx="60">
                        <c:v>0.25</c:v>
                      </c:pt>
                      <c:pt idx="61">
                        <c:v>0.25416699999999998</c:v>
                      </c:pt>
                      <c:pt idx="62">
                        <c:v>0.25833299999999998</c:v>
                      </c:pt>
                      <c:pt idx="63">
                        <c:v>0.26250000000000001</c:v>
                      </c:pt>
                      <c:pt idx="64">
                        <c:v>0.26666699999999999</c:v>
                      </c:pt>
                      <c:pt idx="65">
                        <c:v>0.27083299999999999</c:v>
                      </c:pt>
                      <c:pt idx="66">
                        <c:v>0.27500000000000002</c:v>
                      </c:pt>
                      <c:pt idx="67">
                        <c:v>0.279167</c:v>
                      </c:pt>
                      <c:pt idx="68">
                        <c:v>0.283333</c:v>
                      </c:pt>
                      <c:pt idx="69">
                        <c:v>0.28749999999999998</c:v>
                      </c:pt>
                      <c:pt idx="70">
                        <c:v>0.29166700000000001</c:v>
                      </c:pt>
                      <c:pt idx="71">
                        <c:v>0.29583300000000001</c:v>
                      </c:pt>
                      <c:pt idx="72">
                        <c:v>0.3</c:v>
                      </c:pt>
                      <c:pt idx="73">
                        <c:v>0.30416700000000002</c:v>
                      </c:pt>
                      <c:pt idx="74">
                        <c:v>0.30833300000000002</c:v>
                      </c:pt>
                      <c:pt idx="75">
                        <c:v>0.3125</c:v>
                      </c:pt>
                      <c:pt idx="76">
                        <c:v>0.31666699999999998</c:v>
                      </c:pt>
                      <c:pt idx="77">
                        <c:v>0.32083299999999998</c:v>
                      </c:pt>
                      <c:pt idx="78">
                        <c:v>0.32500000000000001</c:v>
                      </c:pt>
                      <c:pt idx="79">
                        <c:v>0.32916699999999999</c:v>
                      </c:pt>
                      <c:pt idx="80">
                        <c:v>0.33333299999999999</c:v>
                      </c:pt>
                      <c:pt idx="81">
                        <c:v>0.33750000000000002</c:v>
                      </c:pt>
                      <c:pt idx="82">
                        <c:v>0.341667</c:v>
                      </c:pt>
                      <c:pt idx="83">
                        <c:v>0.345833</c:v>
                      </c:pt>
                      <c:pt idx="84">
                        <c:v>0.35</c:v>
                      </c:pt>
                      <c:pt idx="85">
                        <c:v>0.35416700000000001</c:v>
                      </c:pt>
                      <c:pt idx="86">
                        <c:v>0.35833300000000001</c:v>
                      </c:pt>
                      <c:pt idx="87">
                        <c:v>0.36249999999999999</c:v>
                      </c:pt>
                      <c:pt idx="88">
                        <c:v>0.36666700000000002</c:v>
                      </c:pt>
                      <c:pt idx="89">
                        <c:v>0.37083300000000002</c:v>
                      </c:pt>
                      <c:pt idx="90">
                        <c:v>0.375</c:v>
                      </c:pt>
                      <c:pt idx="91">
                        <c:v>0.37916699999999998</c:v>
                      </c:pt>
                      <c:pt idx="92">
                        <c:v>0.38333299999999998</c:v>
                      </c:pt>
                      <c:pt idx="93">
                        <c:v>0.38750000000000001</c:v>
                      </c:pt>
                      <c:pt idx="94">
                        <c:v>0.39166699999999999</c:v>
                      </c:pt>
                      <c:pt idx="95">
                        <c:v>0.39583299999999999</c:v>
                      </c:pt>
                      <c:pt idx="96">
                        <c:v>0.4</c:v>
                      </c:pt>
                      <c:pt idx="97">
                        <c:v>0.404167</c:v>
                      </c:pt>
                      <c:pt idx="98">
                        <c:v>0.408333</c:v>
                      </c:pt>
                      <c:pt idx="99">
                        <c:v>0.41249999999999998</c:v>
                      </c:pt>
                      <c:pt idx="100">
                        <c:v>0.41666700000000001</c:v>
                      </c:pt>
                      <c:pt idx="101">
                        <c:v>0.42083300000000001</c:v>
                      </c:pt>
                      <c:pt idx="102">
                        <c:v>0.42499999999999999</c:v>
                      </c:pt>
                      <c:pt idx="103">
                        <c:v>0.42916700000000002</c:v>
                      </c:pt>
                      <c:pt idx="104">
                        <c:v>0.43333300000000002</c:v>
                      </c:pt>
                      <c:pt idx="105">
                        <c:v>0.4375</c:v>
                      </c:pt>
                      <c:pt idx="106">
                        <c:v>0.44166699999999998</c:v>
                      </c:pt>
                      <c:pt idx="107">
                        <c:v>0.44583299999999998</c:v>
                      </c:pt>
                      <c:pt idx="108">
                        <c:v>0.45</c:v>
                      </c:pt>
                      <c:pt idx="109">
                        <c:v>0.45416699999999999</c:v>
                      </c:pt>
                      <c:pt idx="110">
                        <c:v>0.45833299999999999</c:v>
                      </c:pt>
                      <c:pt idx="111">
                        <c:v>0.46250000000000002</c:v>
                      </c:pt>
                      <c:pt idx="112">
                        <c:v>0.466667</c:v>
                      </c:pt>
                      <c:pt idx="113">
                        <c:v>0.470833</c:v>
                      </c:pt>
                      <c:pt idx="114">
                        <c:v>0.47499999999999998</c:v>
                      </c:pt>
                      <c:pt idx="115">
                        <c:v>0.47916700000000001</c:v>
                      </c:pt>
                      <c:pt idx="116">
                        <c:v>0.48333300000000001</c:v>
                      </c:pt>
                      <c:pt idx="117">
                        <c:v>0.48749999999999999</c:v>
                      </c:pt>
                      <c:pt idx="118">
                        <c:v>0.49166700000000002</c:v>
                      </c:pt>
                      <c:pt idx="119">
                        <c:v>0.49583300000000002</c:v>
                      </c:pt>
                      <c:pt idx="120">
                        <c:v>0.5</c:v>
                      </c:pt>
                      <c:pt idx="121">
                        <c:v>0.50416700000000003</c:v>
                      </c:pt>
                      <c:pt idx="122">
                        <c:v>0.50833300000000003</c:v>
                      </c:pt>
                      <c:pt idx="123">
                        <c:v>0.51249999999999996</c:v>
                      </c:pt>
                      <c:pt idx="124">
                        <c:v>0.51666699999999999</c:v>
                      </c:pt>
                      <c:pt idx="125">
                        <c:v>0.52083299999999999</c:v>
                      </c:pt>
                      <c:pt idx="126">
                        <c:v>0.52500000000000002</c:v>
                      </c:pt>
                      <c:pt idx="127">
                        <c:v>0.52916700000000005</c:v>
                      </c:pt>
                      <c:pt idx="128">
                        <c:v>0.53333299999999995</c:v>
                      </c:pt>
                      <c:pt idx="129">
                        <c:v>0.53749999999999998</c:v>
                      </c:pt>
                      <c:pt idx="130">
                        <c:v>0.54166700000000001</c:v>
                      </c:pt>
                      <c:pt idx="131">
                        <c:v>0.54583300000000001</c:v>
                      </c:pt>
                      <c:pt idx="132">
                        <c:v>0.55000000000000004</c:v>
                      </c:pt>
                      <c:pt idx="133">
                        <c:v>0.55416699999999997</c:v>
                      </c:pt>
                      <c:pt idx="134">
                        <c:v>0.55833299999999997</c:v>
                      </c:pt>
                      <c:pt idx="135">
                        <c:v>0.5625</c:v>
                      </c:pt>
                      <c:pt idx="136">
                        <c:v>0.56666700000000003</c:v>
                      </c:pt>
                      <c:pt idx="137">
                        <c:v>0.57083300000000003</c:v>
                      </c:pt>
                      <c:pt idx="138">
                        <c:v>0.57499999999999996</c:v>
                      </c:pt>
                      <c:pt idx="139">
                        <c:v>0.57916699999999999</c:v>
                      </c:pt>
                      <c:pt idx="140">
                        <c:v>0.58333299999999999</c:v>
                      </c:pt>
                      <c:pt idx="141">
                        <c:v>0.58750000000000002</c:v>
                      </c:pt>
                      <c:pt idx="142">
                        <c:v>0.59166700000000005</c:v>
                      </c:pt>
                      <c:pt idx="143">
                        <c:v>0.59583299999999995</c:v>
                      </c:pt>
                      <c:pt idx="144">
                        <c:v>0.6</c:v>
                      </c:pt>
                      <c:pt idx="145">
                        <c:v>0.60416700000000001</c:v>
                      </c:pt>
                      <c:pt idx="146">
                        <c:v>0.60833300000000001</c:v>
                      </c:pt>
                      <c:pt idx="147">
                        <c:v>0.61250000000000004</c:v>
                      </c:pt>
                      <c:pt idx="148">
                        <c:v>0.61666699999999997</c:v>
                      </c:pt>
                      <c:pt idx="149">
                        <c:v>0.62083299999999997</c:v>
                      </c:pt>
                      <c:pt idx="150">
                        <c:v>0.625</c:v>
                      </c:pt>
                      <c:pt idx="151">
                        <c:v>0.62916700000000003</c:v>
                      </c:pt>
                      <c:pt idx="152">
                        <c:v>0.63333300000000003</c:v>
                      </c:pt>
                      <c:pt idx="153">
                        <c:v>0.63749999999999996</c:v>
                      </c:pt>
                      <c:pt idx="154">
                        <c:v>0.64166699999999999</c:v>
                      </c:pt>
                      <c:pt idx="155">
                        <c:v>0.64583299999999999</c:v>
                      </c:pt>
                      <c:pt idx="156">
                        <c:v>0.65</c:v>
                      </c:pt>
                      <c:pt idx="157">
                        <c:v>0.65416700000000005</c:v>
                      </c:pt>
                      <c:pt idx="158">
                        <c:v>0.65833299999999995</c:v>
                      </c:pt>
                      <c:pt idx="159">
                        <c:v>0.66249999999999998</c:v>
                      </c:pt>
                      <c:pt idx="160">
                        <c:v>0.66666700000000001</c:v>
                      </c:pt>
                      <c:pt idx="161">
                        <c:v>0.67083300000000001</c:v>
                      </c:pt>
                      <c:pt idx="162">
                        <c:v>0.67500000000000004</c:v>
                      </c:pt>
                      <c:pt idx="163">
                        <c:v>0.67916699999999997</c:v>
                      </c:pt>
                      <c:pt idx="164">
                        <c:v>0.68333299999999997</c:v>
                      </c:pt>
                      <c:pt idx="165">
                        <c:v>0.6875</c:v>
                      </c:pt>
                      <c:pt idx="166">
                        <c:v>0.69166700000000003</c:v>
                      </c:pt>
                      <c:pt idx="167">
                        <c:v>0.69583300000000003</c:v>
                      </c:pt>
                      <c:pt idx="168">
                        <c:v>0.7</c:v>
                      </c:pt>
                      <c:pt idx="169">
                        <c:v>0.70416699999999999</c:v>
                      </c:pt>
                      <c:pt idx="170">
                        <c:v>0.70833299999999999</c:v>
                      </c:pt>
                      <c:pt idx="171">
                        <c:v>0.71250000000000002</c:v>
                      </c:pt>
                      <c:pt idx="172">
                        <c:v>0.71666700000000005</c:v>
                      </c:pt>
                      <c:pt idx="173">
                        <c:v>0.72083299999999995</c:v>
                      </c:pt>
                      <c:pt idx="174">
                        <c:v>0.72499999999999998</c:v>
                      </c:pt>
                      <c:pt idx="175">
                        <c:v>0.72916700000000001</c:v>
                      </c:pt>
                      <c:pt idx="176">
                        <c:v>0.73333300000000001</c:v>
                      </c:pt>
                      <c:pt idx="177">
                        <c:v>0.73750000000000004</c:v>
                      </c:pt>
                      <c:pt idx="178">
                        <c:v>0.74166699999999997</c:v>
                      </c:pt>
                      <c:pt idx="179">
                        <c:v>0.74583299999999997</c:v>
                      </c:pt>
                      <c:pt idx="180">
                        <c:v>0.75</c:v>
                      </c:pt>
                      <c:pt idx="181">
                        <c:v>0.75416700000000003</c:v>
                      </c:pt>
                      <c:pt idx="182">
                        <c:v>0.75833300000000003</c:v>
                      </c:pt>
                      <c:pt idx="183">
                        <c:v>0.76249999999999996</c:v>
                      </c:pt>
                      <c:pt idx="184">
                        <c:v>0.76666699999999999</c:v>
                      </c:pt>
                      <c:pt idx="185">
                        <c:v>0.77083299999999999</c:v>
                      </c:pt>
                      <c:pt idx="186">
                        <c:v>0.77500000000000002</c:v>
                      </c:pt>
                      <c:pt idx="187">
                        <c:v>0.77916700000000005</c:v>
                      </c:pt>
                      <c:pt idx="188">
                        <c:v>0.78333299999999995</c:v>
                      </c:pt>
                      <c:pt idx="189">
                        <c:v>0.78749999999999998</c:v>
                      </c:pt>
                      <c:pt idx="190">
                        <c:v>0.79166700000000001</c:v>
                      </c:pt>
                      <c:pt idx="191">
                        <c:v>0.79583300000000001</c:v>
                      </c:pt>
                      <c:pt idx="192">
                        <c:v>0.8</c:v>
                      </c:pt>
                      <c:pt idx="193">
                        <c:v>0.80416699999999997</c:v>
                      </c:pt>
                      <c:pt idx="194">
                        <c:v>0.80833299999999997</c:v>
                      </c:pt>
                      <c:pt idx="195">
                        <c:v>0.8125</c:v>
                      </c:pt>
                      <c:pt idx="196">
                        <c:v>0.81666700000000003</c:v>
                      </c:pt>
                      <c:pt idx="197">
                        <c:v>0.82083300000000003</c:v>
                      </c:pt>
                      <c:pt idx="198">
                        <c:v>0.82499999999999996</c:v>
                      </c:pt>
                      <c:pt idx="199">
                        <c:v>0.82916699999999999</c:v>
                      </c:pt>
                      <c:pt idx="200">
                        <c:v>0.83333299999999999</c:v>
                      </c:pt>
                      <c:pt idx="201">
                        <c:v>0.83750000000000002</c:v>
                      </c:pt>
                      <c:pt idx="202">
                        <c:v>0.84166700000000005</c:v>
                      </c:pt>
                      <c:pt idx="203">
                        <c:v>0.84583299999999995</c:v>
                      </c:pt>
                      <c:pt idx="204">
                        <c:v>0.85</c:v>
                      </c:pt>
                      <c:pt idx="205">
                        <c:v>0.85416700000000001</c:v>
                      </c:pt>
                      <c:pt idx="206">
                        <c:v>0.85833300000000001</c:v>
                      </c:pt>
                      <c:pt idx="207">
                        <c:v>0.86250000000000004</c:v>
                      </c:pt>
                      <c:pt idx="208">
                        <c:v>0.86666699999999997</c:v>
                      </c:pt>
                      <c:pt idx="209">
                        <c:v>0.87083299999999997</c:v>
                      </c:pt>
                      <c:pt idx="210">
                        <c:v>0.875</c:v>
                      </c:pt>
                      <c:pt idx="211">
                        <c:v>0.87916700000000003</c:v>
                      </c:pt>
                      <c:pt idx="212">
                        <c:v>0.88333300000000003</c:v>
                      </c:pt>
                      <c:pt idx="213">
                        <c:v>0.88749999999999996</c:v>
                      </c:pt>
                      <c:pt idx="214">
                        <c:v>0.89166699999999999</c:v>
                      </c:pt>
                      <c:pt idx="215">
                        <c:v>0.89583299999999999</c:v>
                      </c:pt>
                      <c:pt idx="216">
                        <c:v>0.9</c:v>
                      </c:pt>
                      <c:pt idx="217">
                        <c:v>0.90416700000000005</c:v>
                      </c:pt>
                      <c:pt idx="218">
                        <c:v>0.90833299999999995</c:v>
                      </c:pt>
                      <c:pt idx="219">
                        <c:v>0.91249999999999998</c:v>
                      </c:pt>
                      <c:pt idx="220">
                        <c:v>0.91666700000000001</c:v>
                      </c:pt>
                      <c:pt idx="221">
                        <c:v>0.92083300000000001</c:v>
                      </c:pt>
                      <c:pt idx="222">
                        <c:v>0.92500000000000004</c:v>
                      </c:pt>
                      <c:pt idx="223">
                        <c:v>0.92916699999999997</c:v>
                      </c:pt>
                      <c:pt idx="224">
                        <c:v>0.93333299999999997</c:v>
                      </c:pt>
                      <c:pt idx="225">
                        <c:v>0.9375</c:v>
                      </c:pt>
                      <c:pt idx="226">
                        <c:v>0.94166700000000003</c:v>
                      </c:pt>
                      <c:pt idx="227">
                        <c:v>0.94583300000000003</c:v>
                      </c:pt>
                      <c:pt idx="228">
                        <c:v>0.95</c:v>
                      </c:pt>
                      <c:pt idx="229">
                        <c:v>0.95416699999999999</c:v>
                      </c:pt>
                      <c:pt idx="230">
                        <c:v>0.95833299999999999</c:v>
                      </c:pt>
                      <c:pt idx="231">
                        <c:v>0.96250000000000002</c:v>
                      </c:pt>
                      <c:pt idx="232">
                        <c:v>0.96666700000000005</c:v>
                      </c:pt>
                      <c:pt idx="233">
                        <c:v>0.97083299999999995</c:v>
                      </c:pt>
                      <c:pt idx="234">
                        <c:v>0.97499999999999998</c:v>
                      </c:pt>
                      <c:pt idx="235">
                        <c:v>0.97916700000000001</c:v>
                      </c:pt>
                      <c:pt idx="236">
                        <c:v>0.98333300000000001</c:v>
                      </c:pt>
                      <c:pt idx="237">
                        <c:v>0.98750000000000004</c:v>
                      </c:pt>
                      <c:pt idx="238">
                        <c:v>0.99166699999999997</c:v>
                      </c:pt>
                      <c:pt idx="239">
                        <c:v>0.99583299999999997</c:v>
                      </c:pt>
                      <c:pt idx="240">
                        <c:v>1</c:v>
                      </c:pt>
                      <c:pt idx="241">
                        <c:v>1</c:v>
                      </c:pt>
                      <c:pt idx="242">
                        <c:v>1.004167</c:v>
                      </c:pt>
                      <c:pt idx="243">
                        <c:v>1.0083329999999999</c:v>
                      </c:pt>
                      <c:pt idx="244">
                        <c:v>1.0125</c:v>
                      </c:pt>
                      <c:pt idx="245">
                        <c:v>1.016667</c:v>
                      </c:pt>
                      <c:pt idx="246">
                        <c:v>1.0208330000000001</c:v>
                      </c:pt>
                      <c:pt idx="247">
                        <c:v>1.0249999999999999</c:v>
                      </c:pt>
                      <c:pt idx="248">
                        <c:v>1.0291669999999999</c:v>
                      </c:pt>
                      <c:pt idx="249">
                        <c:v>1.0333330000000001</c:v>
                      </c:pt>
                      <c:pt idx="250">
                        <c:v>1.0375000000000001</c:v>
                      </c:pt>
                      <c:pt idx="251">
                        <c:v>1.0416669999999999</c:v>
                      </c:pt>
                      <c:pt idx="252">
                        <c:v>1.045833</c:v>
                      </c:pt>
                      <c:pt idx="253">
                        <c:v>1.05</c:v>
                      </c:pt>
                      <c:pt idx="254">
                        <c:v>1.0541670000000001</c:v>
                      </c:pt>
                      <c:pt idx="255">
                        <c:v>1.058333</c:v>
                      </c:pt>
                      <c:pt idx="256">
                        <c:v>1.0625</c:v>
                      </c:pt>
                      <c:pt idx="257">
                        <c:v>1.066667</c:v>
                      </c:pt>
                      <c:pt idx="258">
                        <c:v>1.0708329999999999</c:v>
                      </c:pt>
                      <c:pt idx="259">
                        <c:v>1.075</c:v>
                      </c:pt>
                      <c:pt idx="260">
                        <c:v>1.079167</c:v>
                      </c:pt>
                      <c:pt idx="261">
                        <c:v>1.0833330000000001</c:v>
                      </c:pt>
                      <c:pt idx="262">
                        <c:v>1.0874999999999999</c:v>
                      </c:pt>
                      <c:pt idx="263">
                        <c:v>1.0916669999999999</c:v>
                      </c:pt>
                      <c:pt idx="264">
                        <c:v>1.0958330000000001</c:v>
                      </c:pt>
                      <c:pt idx="265">
                        <c:v>1.1000000000000001</c:v>
                      </c:pt>
                      <c:pt idx="266">
                        <c:v>1.1041669999999999</c:v>
                      </c:pt>
                      <c:pt idx="267">
                        <c:v>1.108333</c:v>
                      </c:pt>
                      <c:pt idx="268">
                        <c:v>1.1125</c:v>
                      </c:pt>
                      <c:pt idx="269">
                        <c:v>1.1166670000000001</c:v>
                      </c:pt>
                      <c:pt idx="270">
                        <c:v>1.120833</c:v>
                      </c:pt>
                      <c:pt idx="271">
                        <c:v>1.125</c:v>
                      </c:pt>
                      <c:pt idx="272">
                        <c:v>1.129167</c:v>
                      </c:pt>
                      <c:pt idx="273">
                        <c:v>1.1333329999999999</c:v>
                      </c:pt>
                      <c:pt idx="274">
                        <c:v>1.1375</c:v>
                      </c:pt>
                      <c:pt idx="275">
                        <c:v>1.141667</c:v>
                      </c:pt>
                      <c:pt idx="276">
                        <c:v>1.1458330000000001</c:v>
                      </c:pt>
                      <c:pt idx="277">
                        <c:v>1.1499999999999999</c:v>
                      </c:pt>
                      <c:pt idx="278">
                        <c:v>1.1541669999999999</c:v>
                      </c:pt>
                      <c:pt idx="279">
                        <c:v>1.1583330000000001</c:v>
                      </c:pt>
                      <c:pt idx="280">
                        <c:v>1.1625000000000001</c:v>
                      </c:pt>
                      <c:pt idx="281">
                        <c:v>1.1666669999999999</c:v>
                      </c:pt>
                      <c:pt idx="282">
                        <c:v>1.170833</c:v>
                      </c:pt>
                      <c:pt idx="283">
                        <c:v>1.175</c:v>
                      </c:pt>
                      <c:pt idx="284">
                        <c:v>1.1791670000000001</c:v>
                      </c:pt>
                      <c:pt idx="285">
                        <c:v>1.183333</c:v>
                      </c:pt>
                      <c:pt idx="286">
                        <c:v>1.1875</c:v>
                      </c:pt>
                      <c:pt idx="287">
                        <c:v>1.191667</c:v>
                      </c:pt>
                      <c:pt idx="288">
                        <c:v>1.1958329999999999</c:v>
                      </c:pt>
                      <c:pt idx="289">
                        <c:v>1.2</c:v>
                      </c:pt>
                      <c:pt idx="290">
                        <c:v>1.204167</c:v>
                      </c:pt>
                      <c:pt idx="291">
                        <c:v>1.2083330000000001</c:v>
                      </c:pt>
                      <c:pt idx="292">
                        <c:v>1.2124999999999999</c:v>
                      </c:pt>
                      <c:pt idx="293">
                        <c:v>1.2166669999999999</c:v>
                      </c:pt>
                      <c:pt idx="294">
                        <c:v>1.2208330000000001</c:v>
                      </c:pt>
                      <c:pt idx="295">
                        <c:v>1.2250000000000001</c:v>
                      </c:pt>
                      <c:pt idx="296">
                        <c:v>1.2291669999999999</c:v>
                      </c:pt>
                      <c:pt idx="297">
                        <c:v>1.233333</c:v>
                      </c:pt>
                      <c:pt idx="298">
                        <c:v>1.2375</c:v>
                      </c:pt>
                      <c:pt idx="299">
                        <c:v>1.2416670000000001</c:v>
                      </c:pt>
                      <c:pt idx="300">
                        <c:v>1.245833</c:v>
                      </c:pt>
                      <c:pt idx="301">
                        <c:v>1.25</c:v>
                      </c:pt>
                      <c:pt idx="302">
                        <c:v>1.254167</c:v>
                      </c:pt>
                      <c:pt idx="303">
                        <c:v>1.2583329999999999</c:v>
                      </c:pt>
                      <c:pt idx="304">
                        <c:v>1.2625</c:v>
                      </c:pt>
                      <c:pt idx="305">
                        <c:v>1.266667</c:v>
                      </c:pt>
                      <c:pt idx="306">
                        <c:v>1.2708330000000001</c:v>
                      </c:pt>
                      <c:pt idx="307">
                        <c:v>1.2749999999999999</c:v>
                      </c:pt>
                      <c:pt idx="308">
                        <c:v>1.2791669999999999</c:v>
                      </c:pt>
                      <c:pt idx="309">
                        <c:v>1.2833330000000001</c:v>
                      </c:pt>
                      <c:pt idx="310">
                        <c:v>1.2875000000000001</c:v>
                      </c:pt>
                      <c:pt idx="311">
                        <c:v>1.2916669999999999</c:v>
                      </c:pt>
                      <c:pt idx="312">
                        <c:v>1.295833</c:v>
                      </c:pt>
                      <c:pt idx="313">
                        <c:v>1.3</c:v>
                      </c:pt>
                      <c:pt idx="314">
                        <c:v>1.3041670000000001</c:v>
                      </c:pt>
                      <c:pt idx="315">
                        <c:v>1.308333</c:v>
                      </c:pt>
                      <c:pt idx="316">
                        <c:v>1.3125</c:v>
                      </c:pt>
                      <c:pt idx="317">
                        <c:v>1.316667</c:v>
                      </c:pt>
                      <c:pt idx="318">
                        <c:v>1.3208329999999999</c:v>
                      </c:pt>
                      <c:pt idx="319">
                        <c:v>1.325</c:v>
                      </c:pt>
                      <c:pt idx="320">
                        <c:v>1.329167</c:v>
                      </c:pt>
                      <c:pt idx="321">
                        <c:v>1.3333330000000001</c:v>
                      </c:pt>
                      <c:pt idx="322">
                        <c:v>1.3374999999999999</c:v>
                      </c:pt>
                      <c:pt idx="323">
                        <c:v>1.3416669999999999</c:v>
                      </c:pt>
                      <c:pt idx="324">
                        <c:v>1.3458330000000001</c:v>
                      </c:pt>
                      <c:pt idx="325">
                        <c:v>1.35</c:v>
                      </c:pt>
                      <c:pt idx="326">
                        <c:v>1.3541669999999999</c:v>
                      </c:pt>
                      <c:pt idx="327">
                        <c:v>1.358333</c:v>
                      </c:pt>
                      <c:pt idx="328">
                        <c:v>1.3625</c:v>
                      </c:pt>
                      <c:pt idx="329">
                        <c:v>1.3666670000000001</c:v>
                      </c:pt>
                      <c:pt idx="330">
                        <c:v>1.370833</c:v>
                      </c:pt>
                      <c:pt idx="331">
                        <c:v>1.375</c:v>
                      </c:pt>
                      <c:pt idx="332">
                        <c:v>1.379167</c:v>
                      </c:pt>
                      <c:pt idx="333">
                        <c:v>1.3833329999999999</c:v>
                      </c:pt>
                      <c:pt idx="334">
                        <c:v>1.3875</c:v>
                      </c:pt>
                      <c:pt idx="335">
                        <c:v>1.391667</c:v>
                      </c:pt>
                      <c:pt idx="336">
                        <c:v>1.3958330000000001</c:v>
                      </c:pt>
                      <c:pt idx="337">
                        <c:v>1.4</c:v>
                      </c:pt>
                      <c:pt idx="338">
                        <c:v>1.4041669999999999</c:v>
                      </c:pt>
                      <c:pt idx="339">
                        <c:v>1.4083330000000001</c:v>
                      </c:pt>
                      <c:pt idx="340">
                        <c:v>1.4125000000000001</c:v>
                      </c:pt>
                      <c:pt idx="341">
                        <c:v>1.4166669999999999</c:v>
                      </c:pt>
                      <c:pt idx="342">
                        <c:v>1.420833</c:v>
                      </c:pt>
                      <c:pt idx="343">
                        <c:v>1.425</c:v>
                      </c:pt>
                      <c:pt idx="344">
                        <c:v>1.4291670000000001</c:v>
                      </c:pt>
                      <c:pt idx="345">
                        <c:v>1.433333</c:v>
                      </c:pt>
                      <c:pt idx="346">
                        <c:v>1.4375</c:v>
                      </c:pt>
                      <c:pt idx="347">
                        <c:v>1.441667</c:v>
                      </c:pt>
                      <c:pt idx="348">
                        <c:v>1.4458329999999999</c:v>
                      </c:pt>
                      <c:pt idx="349">
                        <c:v>1.45</c:v>
                      </c:pt>
                      <c:pt idx="350">
                        <c:v>1.454167</c:v>
                      </c:pt>
                      <c:pt idx="351">
                        <c:v>1.4583330000000001</c:v>
                      </c:pt>
                      <c:pt idx="352">
                        <c:v>1.4624999999999999</c:v>
                      </c:pt>
                      <c:pt idx="353">
                        <c:v>1.4666669999999999</c:v>
                      </c:pt>
                      <c:pt idx="354">
                        <c:v>1.4708330000000001</c:v>
                      </c:pt>
                      <c:pt idx="355">
                        <c:v>1.4750000000000001</c:v>
                      </c:pt>
                      <c:pt idx="356">
                        <c:v>1.4791669999999999</c:v>
                      </c:pt>
                      <c:pt idx="357">
                        <c:v>1.483333</c:v>
                      </c:pt>
                      <c:pt idx="358">
                        <c:v>1.4875</c:v>
                      </c:pt>
                      <c:pt idx="359">
                        <c:v>1.4916670000000001</c:v>
                      </c:pt>
                      <c:pt idx="360">
                        <c:v>1.495833</c:v>
                      </c:pt>
                      <c:pt idx="361">
                        <c:v>1.5</c:v>
                      </c:pt>
                      <c:pt idx="362">
                        <c:v>1.504167</c:v>
                      </c:pt>
                      <c:pt idx="363">
                        <c:v>1.5083329999999999</c:v>
                      </c:pt>
                      <c:pt idx="364">
                        <c:v>1.5125</c:v>
                      </c:pt>
                      <c:pt idx="365">
                        <c:v>1.516667</c:v>
                      </c:pt>
                      <c:pt idx="366">
                        <c:v>1.5208330000000001</c:v>
                      </c:pt>
                      <c:pt idx="367">
                        <c:v>1.5249999999999999</c:v>
                      </c:pt>
                      <c:pt idx="368">
                        <c:v>1.5291669999999999</c:v>
                      </c:pt>
                      <c:pt idx="369">
                        <c:v>1.5333330000000001</c:v>
                      </c:pt>
                      <c:pt idx="370">
                        <c:v>1.5375000000000001</c:v>
                      </c:pt>
                      <c:pt idx="371">
                        <c:v>1.5416669999999999</c:v>
                      </c:pt>
                      <c:pt idx="372">
                        <c:v>1.545833</c:v>
                      </c:pt>
                      <c:pt idx="373">
                        <c:v>1.55</c:v>
                      </c:pt>
                      <c:pt idx="374">
                        <c:v>1.5541670000000001</c:v>
                      </c:pt>
                      <c:pt idx="375">
                        <c:v>1.558333</c:v>
                      </c:pt>
                      <c:pt idx="376">
                        <c:v>1.5625</c:v>
                      </c:pt>
                      <c:pt idx="377">
                        <c:v>1.566667</c:v>
                      </c:pt>
                      <c:pt idx="378">
                        <c:v>1.5708329999999999</c:v>
                      </c:pt>
                      <c:pt idx="379">
                        <c:v>1.575</c:v>
                      </c:pt>
                      <c:pt idx="380">
                        <c:v>1.579167</c:v>
                      </c:pt>
                      <c:pt idx="381">
                        <c:v>1.5833330000000001</c:v>
                      </c:pt>
                      <c:pt idx="382">
                        <c:v>1.5874999999999999</c:v>
                      </c:pt>
                      <c:pt idx="383">
                        <c:v>1.5916669999999999</c:v>
                      </c:pt>
                      <c:pt idx="384">
                        <c:v>1.5958330000000001</c:v>
                      </c:pt>
                      <c:pt idx="385">
                        <c:v>1.6</c:v>
                      </c:pt>
                      <c:pt idx="386">
                        <c:v>1.6041669999999999</c:v>
                      </c:pt>
                      <c:pt idx="387">
                        <c:v>1.608333</c:v>
                      </c:pt>
                      <c:pt idx="388">
                        <c:v>1.6125</c:v>
                      </c:pt>
                      <c:pt idx="389">
                        <c:v>1.6166670000000001</c:v>
                      </c:pt>
                      <c:pt idx="390">
                        <c:v>1.620833</c:v>
                      </c:pt>
                      <c:pt idx="391">
                        <c:v>1.625</c:v>
                      </c:pt>
                      <c:pt idx="392">
                        <c:v>1.629167</c:v>
                      </c:pt>
                      <c:pt idx="393">
                        <c:v>1.6333329999999999</c:v>
                      </c:pt>
                      <c:pt idx="394">
                        <c:v>1.6375</c:v>
                      </c:pt>
                      <c:pt idx="395">
                        <c:v>1.641667</c:v>
                      </c:pt>
                      <c:pt idx="396">
                        <c:v>1.6458330000000001</c:v>
                      </c:pt>
                      <c:pt idx="397">
                        <c:v>1.65</c:v>
                      </c:pt>
                      <c:pt idx="398">
                        <c:v>1.6541669999999999</c:v>
                      </c:pt>
                      <c:pt idx="399">
                        <c:v>1.6583330000000001</c:v>
                      </c:pt>
                      <c:pt idx="400">
                        <c:v>1.6625000000000001</c:v>
                      </c:pt>
                      <c:pt idx="401">
                        <c:v>1.6666669999999999</c:v>
                      </c:pt>
                      <c:pt idx="402">
                        <c:v>1.670833</c:v>
                      </c:pt>
                      <c:pt idx="403">
                        <c:v>1.675</c:v>
                      </c:pt>
                      <c:pt idx="404">
                        <c:v>1.6791670000000001</c:v>
                      </c:pt>
                      <c:pt idx="405">
                        <c:v>1.683333</c:v>
                      </c:pt>
                      <c:pt idx="406">
                        <c:v>1.6875</c:v>
                      </c:pt>
                      <c:pt idx="407">
                        <c:v>1.691667</c:v>
                      </c:pt>
                      <c:pt idx="408">
                        <c:v>1.6958329999999999</c:v>
                      </c:pt>
                      <c:pt idx="409">
                        <c:v>1.7</c:v>
                      </c:pt>
                      <c:pt idx="410">
                        <c:v>1.704167</c:v>
                      </c:pt>
                      <c:pt idx="411">
                        <c:v>1.7083330000000001</c:v>
                      </c:pt>
                      <c:pt idx="412">
                        <c:v>1.7124999999999999</c:v>
                      </c:pt>
                      <c:pt idx="413">
                        <c:v>1.7166669999999999</c:v>
                      </c:pt>
                      <c:pt idx="414">
                        <c:v>1.7208330000000001</c:v>
                      </c:pt>
                      <c:pt idx="415">
                        <c:v>1.7250000000000001</c:v>
                      </c:pt>
                      <c:pt idx="416">
                        <c:v>1.7291669999999999</c:v>
                      </c:pt>
                      <c:pt idx="417">
                        <c:v>1.733333</c:v>
                      </c:pt>
                      <c:pt idx="418">
                        <c:v>1.7375</c:v>
                      </c:pt>
                      <c:pt idx="419">
                        <c:v>1.7416670000000001</c:v>
                      </c:pt>
                      <c:pt idx="420">
                        <c:v>1.745833</c:v>
                      </c:pt>
                      <c:pt idx="421">
                        <c:v>1.75</c:v>
                      </c:pt>
                      <c:pt idx="422">
                        <c:v>1.754167</c:v>
                      </c:pt>
                      <c:pt idx="423">
                        <c:v>1.7583329999999999</c:v>
                      </c:pt>
                      <c:pt idx="424">
                        <c:v>1.7625</c:v>
                      </c:pt>
                      <c:pt idx="425">
                        <c:v>1.766667</c:v>
                      </c:pt>
                      <c:pt idx="426">
                        <c:v>1.7708330000000001</c:v>
                      </c:pt>
                      <c:pt idx="427">
                        <c:v>1.7749999999999999</c:v>
                      </c:pt>
                      <c:pt idx="428">
                        <c:v>1.7791669999999999</c:v>
                      </c:pt>
                      <c:pt idx="429">
                        <c:v>1.7833330000000001</c:v>
                      </c:pt>
                      <c:pt idx="430">
                        <c:v>1.7875000000000001</c:v>
                      </c:pt>
                      <c:pt idx="431">
                        <c:v>1.7916669999999999</c:v>
                      </c:pt>
                      <c:pt idx="432">
                        <c:v>1.795833</c:v>
                      </c:pt>
                      <c:pt idx="433">
                        <c:v>1.8</c:v>
                      </c:pt>
                      <c:pt idx="434">
                        <c:v>1.8041670000000001</c:v>
                      </c:pt>
                      <c:pt idx="435">
                        <c:v>1.808333</c:v>
                      </c:pt>
                      <c:pt idx="436">
                        <c:v>1.8125</c:v>
                      </c:pt>
                      <c:pt idx="437">
                        <c:v>1.816667</c:v>
                      </c:pt>
                      <c:pt idx="438">
                        <c:v>1.8208329999999999</c:v>
                      </c:pt>
                      <c:pt idx="439">
                        <c:v>1.825</c:v>
                      </c:pt>
                      <c:pt idx="440">
                        <c:v>1.829167</c:v>
                      </c:pt>
                      <c:pt idx="441">
                        <c:v>1.8333330000000001</c:v>
                      </c:pt>
                      <c:pt idx="442">
                        <c:v>1.8374999999999999</c:v>
                      </c:pt>
                      <c:pt idx="443">
                        <c:v>1.8416669999999999</c:v>
                      </c:pt>
                      <c:pt idx="444">
                        <c:v>1.8458330000000001</c:v>
                      </c:pt>
                      <c:pt idx="445">
                        <c:v>1.85</c:v>
                      </c:pt>
                      <c:pt idx="446">
                        <c:v>1.8541669999999999</c:v>
                      </c:pt>
                      <c:pt idx="447">
                        <c:v>1.858333</c:v>
                      </c:pt>
                      <c:pt idx="448">
                        <c:v>1.8625</c:v>
                      </c:pt>
                      <c:pt idx="449">
                        <c:v>1.8666670000000001</c:v>
                      </c:pt>
                      <c:pt idx="450">
                        <c:v>1.870833</c:v>
                      </c:pt>
                      <c:pt idx="451">
                        <c:v>1.875</c:v>
                      </c:pt>
                      <c:pt idx="452">
                        <c:v>1.879167</c:v>
                      </c:pt>
                      <c:pt idx="453">
                        <c:v>1.8833329999999999</c:v>
                      </c:pt>
                      <c:pt idx="454">
                        <c:v>1.8875</c:v>
                      </c:pt>
                      <c:pt idx="455">
                        <c:v>1.891667</c:v>
                      </c:pt>
                      <c:pt idx="456">
                        <c:v>1.8958330000000001</c:v>
                      </c:pt>
                      <c:pt idx="457">
                        <c:v>1.9</c:v>
                      </c:pt>
                      <c:pt idx="458">
                        <c:v>1.9041669999999999</c:v>
                      </c:pt>
                      <c:pt idx="459">
                        <c:v>1.9083330000000001</c:v>
                      </c:pt>
                      <c:pt idx="460">
                        <c:v>1.9125000000000001</c:v>
                      </c:pt>
                      <c:pt idx="461">
                        <c:v>1.9166669999999999</c:v>
                      </c:pt>
                      <c:pt idx="462">
                        <c:v>1.920833</c:v>
                      </c:pt>
                      <c:pt idx="463">
                        <c:v>1.925</c:v>
                      </c:pt>
                      <c:pt idx="464">
                        <c:v>1.9291670000000001</c:v>
                      </c:pt>
                      <c:pt idx="465">
                        <c:v>1.933333</c:v>
                      </c:pt>
                      <c:pt idx="466">
                        <c:v>1.9375</c:v>
                      </c:pt>
                      <c:pt idx="467">
                        <c:v>1.941667</c:v>
                      </c:pt>
                      <c:pt idx="468">
                        <c:v>1.9458329999999999</c:v>
                      </c:pt>
                      <c:pt idx="469">
                        <c:v>1.95</c:v>
                      </c:pt>
                      <c:pt idx="470">
                        <c:v>1.954167</c:v>
                      </c:pt>
                      <c:pt idx="471">
                        <c:v>1.9583330000000001</c:v>
                      </c:pt>
                      <c:pt idx="472">
                        <c:v>1.9624999999999999</c:v>
                      </c:pt>
                      <c:pt idx="473">
                        <c:v>1.9666669999999999</c:v>
                      </c:pt>
                      <c:pt idx="474">
                        <c:v>1.9708330000000001</c:v>
                      </c:pt>
                      <c:pt idx="475">
                        <c:v>1.9750000000000001</c:v>
                      </c:pt>
                      <c:pt idx="476">
                        <c:v>1.9791669999999999</c:v>
                      </c:pt>
                      <c:pt idx="477">
                        <c:v>1.983333</c:v>
                      </c:pt>
                      <c:pt idx="478">
                        <c:v>1.9875</c:v>
                      </c:pt>
                      <c:pt idx="479">
                        <c:v>1.9916670000000001</c:v>
                      </c:pt>
                      <c:pt idx="480">
                        <c:v>1.995833</c:v>
                      </c:pt>
                      <c:pt idx="481">
                        <c:v>2</c:v>
                      </c:pt>
                      <c:pt idx="482">
                        <c:v>2.0041669999999998</c:v>
                      </c:pt>
                      <c:pt idx="483">
                        <c:v>2.0083329999999999</c:v>
                      </c:pt>
                      <c:pt idx="484">
                        <c:v>2.0125000000000002</c:v>
                      </c:pt>
                      <c:pt idx="485">
                        <c:v>2.016667</c:v>
                      </c:pt>
                      <c:pt idx="486">
                        <c:v>2.0208330000000001</c:v>
                      </c:pt>
                      <c:pt idx="487">
                        <c:v>2.0249999999999999</c:v>
                      </c:pt>
                      <c:pt idx="488">
                        <c:v>2.0291670000000002</c:v>
                      </c:pt>
                      <c:pt idx="489">
                        <c:v>2.0333329999999998</c:v>
                      </c:pt>
                      <c:pt idx="490">
                        <c:v>2.0375000000000001</c:v>
                      </c:pt>
                      <c:pt idx="491">
                        <c:v>2.0416669999999999</c:v>
                      </c:pt>
                      <c:pt idx="492">
                        <c:v>2.045833</c:v>
                      </c:pt>
                      <c:pt idx="493">
                        <c:v>2.0499999999999998</c:v>
                      </c:pt>
                      <c:pt idx="494">
                        <c:v>2.0541670000000001</c:v>
                      </c:pt>
                      <c:pt idx="495">
                        <c:v>2.0583330000000002</c:v>
                      </c:pt>
                      <c:pt idx="496">
                        <c:v>2.0625</c:v>
                      </c:pt>
                      <c:pt idx="497">
                        <c:v>2.0666669999999998</c:v>
                      </c:pt>
                      <c:pt idx="498">
                        <c:v>2.0708329999999999</c:v>
                      </c:pt>
                      <c:pt idx="499">
                        <c:v>2.0750000000000002</c:v>
                      </c:pt>
                      <c:pt idx="500">
                        <c:v>2.079167</c:v>
                      </c:pt>
                      <c:pt idx="501">
                        <c:v>2.0833330000000001</c:v>
                      </c:pt>
                      <c:pt idx="502">
                        <c:v>2.0874999999999999</c:v>
                      </c:pt>
                      <c:pt idx="503">
                        <c:v>2.0916670000000002</c:v>
                      </c:pt>
                      <c:pt idx="504">
                        <c:v>2.0958329999999998</c:v>
                      </c:pt>
                      <c:pt idx="505">
                        <c:v>2.1</c:v>
                      </c:pt>
                      <c:pt idx="506">
                        <c:v>2.1041669999999999</c:v>
                      </c:pt>
                      <c:pt idx="507">
                        <c:v>2.108333</c:v>
                      </c:pt>
                      <c:pt idx="508">
                        <c:v>2.1124999999999998</c:v>
                      </c:pt>
                      <c:pt idx="509">
                        <c:v>2.1166670000000001</c:v>
                      </c:pt>
                      <c:pt idx="510">
                        <c:v>2.1208330000000002</c:v>
                      </c:pt>
                      <c:pt idx="511">
                        <c:v>2.125</c:v>
                      </c:pt>
                      <c:pt idx="512">
                        <c:v>2.1291669999999998</c:v>
                      </c:pt>
                      <c:pt idx="513">
                        <c:v>2.1333329999999999</c:v>
                      </c:pt>
                      <c:pt idx="514">
                        <c:v>2.1375000000000002</c:v>
                      </c:pt>
                      <c:pt idx="515">
                        <c:v>2.141667</c:v>
                      </c:pt>
                      <c:pt idx="516">
                        <c:v>2.1458330000000001</c:v>
                      </c:pt>
                      <c:pt idx="517">
                        <c:v>2.15</c:v>
                      </c:pt>
                      <c:pt idx="518">
                        <c:v>2.1541670000000002</c:v>
                      </c:pt>
                      <c:pt idx="519">
                        <c:v>2.1583329999999998</c:v>
                      </c:pt>
                      <c:pt idx="520">
                        <c:v>2.1625000000000001</c:v>
                      </c:pt>
                      <c:pt idx="521">
                        <c:v>2.1666669999999999</c:v>
                      </c:pt>
                      <c:pt idx="522">
                        <c:v>2.170833</c:v>
                      </c:pt>
                      <c:pt idx="523">
                        <c:v>2.1749999999999998</c:v>
                      </c:pt>
                      <c:pt idx="524">
                        <c:v>2.1791670000000001</c:v>
                      </c:pt>
                      <c:pt idx="525">
                        <c:v>2.1833330000000002</c:v>
                      </c:pt>
                      <c:pt idx="526">
                        <c:v>2.1875</c:v>
                      </c:pt>
                      <c:pt idx="527">
                        <c:v>2.1916669999999998</c:v>
                      </c:pt>
                      <c:pt idx="528">
                        <c:v>2.1958329999999999</c:v>
                      </c:pt>
                      <c:pt idx="529">
                        <c:v>2.2000000000000002</c:v>
                      </c:pt>
                      <c:pt idx="530">
                        <c:v>2.204167</c:v>
                      </c:pt>
                      <c:pt idx="531">
                        <c:v>2.2083330000000001</c:v>
                      </c:pt>
                      <c:pt idx="532">
                        <c:v>2.2124999999999999</c:v>
                      </c:pt>
                      <c:pt idx="533">
                        <c:v>2.2166670000000002</c:v>
                      </c:pt>
                      <c:pt idx="534">
                        <c:v>2.2208329999999998</c:v>
                      </c:pt>
                      <c:pt idx="535">
                        <c:v>2.2250000000000001</c:v>
                      </c:pt>
                      <c:pt idx="536">
                        <c:v>2.2291669999999999</c:v>
                      </c:pt>
                      <c:pt idx="537">
                        <c:v>2.233333</c:v>
                      </c:pt>
                      <c:pt idx="538">
                        <c:v>2.2374999999999998</c:v>
                      </c:pt>
                      <c:pt idx="539">
                        <c:v>2.2416670000000001</c:v>
                      </c:pt>
                      <c:pt idx="540">
                        <c:v>2.2458330000000002</c:v>
                      </c:pt>
                      <c:pt idx="541">
                        <c:v>2.25</c:v>
                      </c:pt>
                      <c:pt idx="542">
                        <c:v>2.2541669999999998</c:v>
                      </c:pt>
                      <c:pt idx="543">
                        <c:v>2.2583329999999999</c:v>
                      </c:pt>
                      <c:pt idx="544">
                        <c:v>2.2625000000000002</c:v>
                      </c:pt>
                      <c:pt idx="545">
                        <c:v>2.266667</c:v>
                      </c:pt>
                      <c:pt idx="546">
                        <c:v>2.2708330000000001</c:v>
                      </c:pt>
                      <c:pt idx="547">
                        <c:v>2.2749999999999999</c:v>
                      </c:pt>
                      <c:pt idx="548">
                        <c:v>2.2791670000000002</c:v>
                      </c:pt>
                      <c:pt idx="549">
                        <c:v>2.2833329999999998</c:v>
                      </c:pt>
                      <c:pt idx="550">
                        <c:v>2.2875000000000001</c:v>
                      </c:pt>
                      <c:pt idx="551">
                        <c:v>2.2916669999999999</c:v>
                      </c:pt>
                      <c:pt idx="552">
                        <c:v>2.295833</c:v>
                      </c:pt>
                      <c:pt idx="553">
                        <c:v>2.2999999999999998</c:v>
                      </c:pt>
                      <c:pt idx="554">
                        <c:v>2.3041670000000001</c:v>
                      </c:pt>
                      <c:pt idx="555">
                        <c:v>2.3083330000000002</c:v>
                      </c:pt>
                      <c:pt idx="556">
                        <c:v>2.3125</c:v>
                      </c:pt>
                      <c:pt idx="557">
                        <c:v>2.3166669999999998</c:v>
                      </c:pt>
                      <c:pt idx="558">
                        <c:v>2.3208329999999999</c:v>
                      </c:pt>
                      <c:pt idx="559">
                        <c:v>2.3250000000000002</c:v>
                      </c:pt>
                      <c:pt idx="560">
                        <c:v>2.329167</c:v>
                      </c:pt>
                      <c:pt idx="561">
                        <c:v>2.3333330000000001</c:v>
                      </c:pt>
                      <c:pt idx="562">
                        <c:v>2.3374999999999999</c:v>
                      </c:pt>
                      <c:pt idx="563">
                        <c:v>2.3416670000000002</c:v>
                      </c:pt>
                      <c:pt idx="564">
                        <c:v>2.3458329999999998</c:v>
                      </c:pt>
                      <c:pt idx="565">
                        <c:v>2.35</c:v>
                      </c:pt>
                      <c:pt idx="566">
                        <c:v>2.3541669999999999</c:v>
                      </c:pt>
                      <c:pt idx="567">
                        <c:v>2.358333</c:v>
                      </c:pt>
                      <c:pt idx="568">
                        <c:v>2.3624999999999998</c:v>
                      </c:pt>
                      <c:pt idx="569">
                        <c:v>2.3666670000000001</c:v>
                      </c:pt>
                      <c:pt idx="570">
                        <c:v>2.3708330000000002</c:v>
                      </c:pt>
                      <c:pt idx="571">
                        <c:v>2.375</c:v>
                      </c:pt>
                      <c:pt idx="572">
                        <c:v>2.3791669999999998</c:v>
                      </c:pt>
                      <c:pt idx="573">
                        <c:v>2.3833329999999999</c:v>
                      </c:pt>
                      <c:pt idx="574">
                        <c:v>2.3875000000000002</c:v>
                      </c:pt>
                      <c:pt idx="575">
                        <c:v>2.391667</c:v>
                      </c:pt>
                      <c:pt idx="576">
                        <c:v>2.3958330000000001</c:v>
                      </c:pt>
                      <c:pt idx="577">
                        <c:v>2.4</c:v>
                      </c:pt>
                      <c:pt idx="578">
                        <c:v>2.4041670000000002</c:v>
                      </c:pt>
                      <c:pt idx="579">
                        <c:v>2.4083329999999998</c:v>
                      </c:pt>
                      <c:pt idx="580">
                        <c:v>2.4125000000000001</c:v>
                      </c:pt>
                      <c:pt idx="581">
                        <c:v>2.4166669999999999</c:v>
                      </c:pt>
                      <c:pt idx="582">
                        <c:v>2.420833</c:v>
                      </c:pt>
                      <c:pt idx="583">
                        <c:v>2.4249999999999998</c:v>
                      </c:pt>
                      <c:pt idx="584">
                        <c:v>2.4291670000000001</c:v>
                      </c:pt>
                      <c:pt idx="585">
                        <c:v>2.4333330000000002</c:v>
                      </c:pt>
                      <c:pt idx="586">
                        <c:v>2.4375</c:v>
                      </c:pt>
                      <c:pt idx="587">
                        <c:v>2.4416669999999998</c:v>
                      </c:pt>
                      <c:pt idx="588">
                        <c:v>2.4458329999999999</c:v>
                      </c:pt>
                      <c:pt idx="589">
                        <c:v>2.4500000000000002</c:v>
                      </c:pt>
                      <c:pt idx="590">
                        <c:v>2.454167</c:v>
                      </c:pt>
                      <c:pt idx="591">
                        <c:v>2.4583330000000001</c:v>
                      </c:pt>
                      <c:pt idx="592">
                        <c:v>2.4624999999999999</c:v>
                      </c:pt>
                      <c:pt idx="593">
                        <c:v>2.4666670000000002</c:v>
                      </c:pt>
                      <c:pt idx="594">
                        <c:v>2.4708329999999998</c:v>
                      </c:pt>
                      <c:pt idx="595">
                        <c:v>2.4750000000000001</c:v>
                      </c:pt>
                      <c:pt idx="596">
                        <c:v>2.4791669999999999</c:v>
                      </c:pt>
                      <c:pt idx="597">
                        <c:v>2.483333</c:v>
                      </c:pt>
                      <c:pt idx="598">
                        <c:v>2.4874999999999998</c:v>
                      </c:pt>
                      <c:pt idx="599">
                        <c:v>2.4916670000000001</c:v>
                      </c:pt>
                      <c:pt idx="600">
                        <c:v>2.4958330000000002</c:v>
                      </c:pt>
                      <c:pt idx="601">
                        <c:v>2.5</c:v>
                      </c:pt>
                      <c:pt idx="602">
                        <c:v>2.5041669999999998</c:v>
                      </c:pt>
                      <c:pt idx="603">
                        <c:v>2.5083329999999999</c:v>
                      </c:pt>
                      <c:pt idx="604">
                        <c:v>2.5125000000000002</c:v>
                      </c:pt>
                      <c:pt idx="605">
                        <c:v>2.516667</c:v>
                      </c:pt>
                      <c:pt idx="606">
                        <c:v>2.5208330000000001</c:v>
                      </c:pt>
                      <c:pt idx="607">
                        <c:v>2.5249999999999999</c:v>
                      </c:pt>
                      <c:pt idx="608">
                        <c:v>2.5291670000000002</c:v>
                      </c:pt>
                      <c:pt idx="609">
                        <c:v>2.5333329999999998</c:v>
                      </c:pt>
                      <c:pt idx="610">
                        <c:v>2.5375000000000001</c:v>
                      </c:pt>
                      <c:pt idx="611">
                        <c:v>2.5416669999999999</c:v>
                      </c:pt>
                      <c:pt idx="612">
                        <c:v>2.545833</c:v>
                      </c:pt>
                      <c:pt idx="613">
                        <c:v>2.5499999999999998</c:v>
                      </c:pt>
                      <c:pt idx="614">
                        <c:v>2.5541670000000001</c:v>
                      </c:pt>
                      <c:pt idx="615">
                        <c:v>2.5583330000000002</c:v>
                      </c:pt>
                      <c:pt idx="616">
                        <c:v>2.5625</c:v>
                      </c:pt>
                      <c:pt idx="617">
                        <c:v>2.5666669999999998</c:v>
                      </c:pt>
                      <c:pt idx="618">
                        <c:v>2.5708329999999999</c:v>
                      </c:pt>
                      <c:pt idx="619">
                        <c:v>2.5750000000000002</c:v>
                      </c:pt>
                      <c:pt idx="620">
                        <c:v>2.579167</c:v>
                      </c:pt>
                      <c:pt idx="621">
                        <c:v>2.5833330000000001</c:v>
                      </c:pt>
                      <c:pt idx="622">
                        <c:v>2.5874999999999999</c:v>
                      </c:pt>
                      <c:pt idx="623">
                        <c:v>2.5916670000000002</c:v>
                      </c:pt>
                      <c:pt idx="624">
                        <c:v>2.5958329999999998</c:v>
                      </c:pt>
                      <c:pt idx="625">
                        <c:v>2.6</c:v>
                      </c:pt>
                      <c:pt idx="626">
                        <c:v>2.6041669999999999</c:v>
                      </c:pt>
                      <c:pt idx="627">
                        <c:v>2.608333</c:v>
                      </c:pt>
                      <c:pt idx="628">
                        <c:v>2.6124999999999998</c:v>
                      </c:pt>
                      <c:pt idx="629">
                        <c:v>2.6166670000000001</c:v>
                      </c:pt>
                      <c:pt idx="630">
                        <c:v>2.6208330000000002</c:v>
                      </c:pt>
                      <c:pt idx="631">
                        <c:v>2.625</c:v>
                      </c:pt>
                      <c:pt idx="632">
                        <c:v>2.6291669999999998</c:v>
                      </c:pt>
                      <c:pt idx="633">
                        <c:v>2.6333329999999999</c:v>
                      </c:pt>
                      <c:pt idx="634">
                        <c:v>2.6375000000000002</c:v>
                      </c:pt>
                      <c:pt idx="635">
                        <c:v>2.641667</c:v>
                      </c:pt>
                      <c:pt idx="636">
                        <c:v>2.6458330000000001</c:v>
                      </c:pt>
                      <c:pt idx="637">
                        <c:v>2.65</c:v>
                      </c:pt>
                      <c:pt idx="638">
                        <c:v>2.6541670000000002</c:v>
                      </c:pt>
                      <c:pt idx="639">
                        <c:v>2.6583329999999998</c:v>
                      </c:pt>
                      <c:pt idx="640">
                        <c:v>2.6625000000000001</c:v>
                      </c:pt>
                      <c:pt idx="641">
                        <c:v>2.6666669999999999</c:v>
                      </c:pt>
                      <c:pt idx="642">
                        <c:v>2.670833</c:v>
                      </c:pt>
                      <c:pt idx="643">
                        <c:v>2.6749999999999998</c:v>
                      </c:pt>
                      <c:pt idx="644">
                        <c:v>2.6791670000000001</c:v>
                      </c:pt>
                      <c:pt idx="645">
                        <c:v>2.6833330000000002</c:v>
                      </c:pt>
                      <c:pt idx="646">
                        <c:v>2.6875</c:v>
                      </c:pt>
                      <c:pt idx="647">
                        <c:v>2.6916669999999998</c:v>
                      </c:pt>
                      <c:pt idx="648">
                        <c:v>2.6958329999999999</c:v>
                      </c:pt>
                      <c:pt idx="649">
                        <c:v>2.7</c:v>
                      </c:pt>
                      <c:pt idx="650">
                        <c:v>2.704167</c:v>
                      </c:pt>
                      <c:pt idx="651">
                        <c:v>2.7083330000000001</c:v>
                      </c:pt>
                      <c:pt idx="652">
                        <c:v>2.7124999999999999</c:v>
                      </c:pt>
                      <c:pt idx="653">
                        <c:v>2.7166670000000002</c:v>
                      </c:pt>
                      <c:pt idx="654">
                        <c:v>2.7208329999999998</c:v>
                      </c:pt>
                      <c:pt idx="655">
                        <c:v>2.7250000000000001</c:v>
                      </c:pt>
                      <c:pt idx="656">
                        <c:v>2.7291669999999999</c:v>
                      </c:pt>
                      <c:pt idx="657">
                        <c:v>2.733333</c:v>
                      </c:pt>
                      <c:pt idx="658">
                        <c:v>2.7374999999999998</c:v>
                      </c:pt>
                      <c:pt idx="659">
                        <c:v>2.7416670000000001</c:v>
                      </c:pt>
                      <c:pt idx="660">
                        <c:v>2.7458330000000002</c:v>
                      </c:pt>
                      <c:pt idx="661">
                        <c:v>2.75</c:v>
                      </c:pt>
                      <c:pt idx="662">
                        <c:v>2.7541669999999998</c:v>
                      </c:pt>
                      <c:pt idx="663">
                        <c:v>2.7583329999999999</c:v>
                      </c:pt>
                      <c:pt idx="664">
                        <c:v>2.7625000000000002</c:v>
                      </c:pt>
                      <c:pt idx="665">
                        <c:v>2.766667</c:v>
                      </c:pt>
                      <c:pt idx="666">
                        <c:v>2.7708330000000001</c:v>
                      </c:pt>
                      <c:pt idx="667">
                        <c:v>2.7749999999999999</c:v>
                      </c:pt>
                      <c:pt idx="668">
                        <c:v>2.7791670000000002</c:v>
                      </c:pt>
                      <c:pt idx="669">
                        <c:v>2.7833329999999998</c:v>
                      </c:pt>
                      <c:pt idx="670">
                        <c:v>2.7875000000000001</c:v>
                      </c:pt>
                      <c:pt idx="671">
                        <c:v>2.7916669999999999</c:v>
                      </c:pt>
                      <c:pt idx="672">
                        <c:v>2.795833</c:v>
                      </c:pt>
                      <c:pt idx="673">
                        <c:v>2.8</c:v>
                      </c:pt>
                      <c:pt idx="674">
                        <c:v>2.8041670000000001</c:v>
                      </c:pt>
                      <c:pt idx="675">
                        <c:v>2.8083330000000002</c:v>
                      </c:pt>
                      <c:pt idx="676">
                        <c:v>2.8125</c:v>
                      </c:pt>
                      <c:pt idx="677">
                        <c:v>2.8166669999999998</c:v>
                      </c:pt>
                      <c:pt idx="678">
                        <c:v>2.8208329999999999</c:v>
                      </c:pt>
                      <c:pt idx="679">
                        <c:v>2.8250000000000002</c:v>
                      </c:pt>
                      <c:pt idx="680">
                        <c:v>2.829167</c:v>
                      </c:pt>
                      <c:pt idx="681">
                        <c:v>2.8333330000000001</c:v>
                      </c:pt>
                      <c:pt idx="682">
                        <c:v>2.8374999999999999</c:v>
                      </c:pt>
                      <c:pt idx="683">
                        <c:v>2.8416670000000002</c:v>
                      </c:pt>
                      <c:pt idx="684">
                        <c:v>2.8458329999999998</c:v>
                      </c:pt>
                      <c:pt idx="685">
                        <c:v>2.85</c:v>
                      </c:pt>
                      <c:pt idx="686">
                        <c:v>2.8541669999999999</c:v>
                      </c:pt>
                      <c:pt idx="687">
                        <c:v>2.858333</c:v>
                      </c:pt>
                      <c:pt idx="688">
                        <c:v>2.8624999999999998</c:v>
                      </c:pt>
                      <c:pt idx="689">
                        <c:v>2.8666670000000001</c:v>
                      </c:pt>
                      <c:pt idx="690">
                        <c:v>2.8708330000000002</c:v>
                      </c:pt>
                      <c:pt idx="691">
                        <c:v>2.875</c:v>
                      </c:pt>
                      <c:pt idx="692">
                        <c:v>2.8791669999999998</c:v>
                      </c:pt>
                      <c:pt idx="693">
                        <c:v>2.8833329999999999</c:v>
                      </c:pt>
                      <c:pt idx="694">
                        <c:v>2.8875000000000002</c:v>
                      </c:pt>
                      <c:pt idx="695">
                        <c:v>2.891667</c:v>
                      </c:pt>
                      <c:pt idx="696">
                        <c:v>2.8958330000000001</c:v>
                      </c:pt>
                      <c:pt idx="697">
                        <c:v>2.9</c:v>
                      </c:pt>
                      <c:pt idx="698">
                        <c:v>2.9041670000000002</c:v>
                      </c:pt>
                      <c:pt idx="699">
                        <c:v>2.9083329999999998</c:v>
                      </c:pt>
                      <c:pt idx="700">
                        <c:v>2.9125000000000001</c:v>
                      </c:pt>
                      <c:pt idx="701">
                        <c:v>2.9166669999999999</c:v>
                      </c:pt>
                      <c:pt idx="702">
                        <c:v>2.920833</c:v>
                      </c:pt>
                      <c:pt idx="703">
                        <c:v>2.9249999999999998</c:v>
                      </c:pt>
                      <c:pt idx="704">
                        <c:v>2.9291670000000001</c:v>
                      </c:pt>
                      <c:pt idx="705">
                        <c:v>2.9333330000000002</c:v>
                      </c:pt>
                      <c:pt idx="706">
                        <c:v>2.9375</c:v>
                      </c:pt>
                      <c:pt idx="707">
                        <c:v>2.9416669999999998</c:v>
                      </c:pt>
                      <c:pt idx="708">
                        <c:v>2.9458329999999999</c:v>
                      </c:pt>
                      <c:pt idx="709">
                        <c:v>2.95</c:v>
                      </c:pt>
                      <c:pt idx="710">
                        <c:v>2.954167</c:v>
                      </c:pt>
                      <c:pt idx="711">
                        <c:v>2.9583330000000001</c:v>
                      </c:pt>
                      <c:pt idx="712">
                        <c:v>2.9624999999999999</c:v>
                      </c:pt>
                      <c:pt idx="713">
                        <c:v>2.9666670000000002</c:v>
                      </c:pt>
                      <c:pt idx="714">
                        <c:v>2.9708329999999998</c:v>
                      </c:pt>
                      <c:pt idx="715">
                        <c:v>2.9750000000000001</c:v>
                      </c:pt>
                      <c:pt idx="716">
                        <c:v>2.9791669999999999</c:v>
                      </c:pt>
                      <c:pt idx="717">
                        <c:v>2.983333</c:v>
                      </c:pt>
                      <c:pt idx="718">
                        <c:v>2.9874999999999998</c:v>
                      </c:pt>
                      <c:pt idx="719">
                        <c:v>2.9916670000000001</c:v>
                      </c:pt>
                      <c:pt idx="720">
                        <c:v>2.9958330000000002</c:v>
                      </c:pt>
                      <c:pt idx="721">
                        <c:v>3</c:v>
                      </c:pt>
                      <c:pt idx="722">
                        <c:v>3.0041669999999998</c:v>
                      </c:pt>
                      <c:pt idx="723">
                        <c:v>3.0083329999999999</c:v>
                      </c:pt>
                      <c:pt idx="724">
                        <c:v>3.0125000000000002</c:v>
                      </c:pt>
                      <c:pt idx="725">
                        <c:v>3.016667</c:v>
                      </c:pt>
                      <c:pt idx="726">
                        <c:v>3.0208330000000001</c:v>
                      </c:pt>
                      <c:pt idx="727">
                        <c:v>3.0249999999999999</c:v>
                      </c:pt>
                      <c:pt idx="728">
                        <c:v>3.0291670000000002</c:v>
                      </c:pt>
                      <c:pt idx="729">
                        <c:v>3.0333329999999998</c:v>
                      </c:pt>
                      <c:pt idx="730">
                        <c:v>3.0375000000000001</c:v>
                      </c:pt>
                      <c:pt idx="731">
                        <c:v>3.0416669999999999</c:v>
                      </c:pt>
                      <c:pt idx="732">
                        <c:v>3.045833</c:v>
                      </c:pt>
                      <c:pt idx="733">
                        <c:v>3.05</c:v>
                      </c:pt>
                      <c:pt idx="734">
                        <c:v>3.0541670000000001</c:v>
                      </c:pt>
                      <c:pt idx="735">
                        <c:v>3.0583330000000002</c:v>
                      </c:pt>
                      <c:pt idx="736">
                        <c:v>3.0625</c:v>
                      </c:pt>
                      <c:pt idx="737">
                        <c:v>3.0666669999999998</c:v>
                      </c:pt>
                      <c:pt idx="738">
                        <c:v>3.0708329999999999</c:v>
                      </c:pt>
                      <c:pt idx="739">
                        <c:v>3.0750000000000002</c:v>
                      </c:pt>
                      <c:pt idx="740">
                        <c:v>3.079167</c:v>
                      </c:pt>
                      <c:pt idx="741">
                        <c:v>3.0833330000000001</c:v>
                      </c:pt>
                      <c:pt idx="742">
                        <c:v>3.0874999999999999</c:v>
                      </c:pt>
                      <c:pt idx="743">
                        <c:v>3.0916670000000002</c:v>
                      </c:pt>
                      <c:pt idx="744">
                        <c:v>3.0958329999999998</c:v>
                      </c:pt>
                      <c:pt idx="745">
                        <c:v>3.1</c:v>
                      </c:pt>
                      <c:pt idx="746">
                        <c:v>3.1041669999999999</c:v>
                      </c:pt>
                      <c:pt idx="747">
                        <c:v>3.108333</c:v>
                      </c:pt>
                      <c:pt idx="748">
                        <c:v>3.1124999999999998</c:v>
                      </c:pt>
                      <c:pt idx="749">
                        <c:v>3.1166670000000001</c:v>
                      </c:pt>
                      <c:pt idx="750">
                        <c:v>3.1208330000000002</c:v>
                      </c:pt>
                      <c:pt idx="751">
                        <c:v>3.125</c:v>
                      </c:pt>
                      <c:pt idx="752">
                        <c:v>3.1291669999999998</c:v>
                      </c:pt>
                      <c:pt idx="753">
                        <c:v>3.1333329999999999</c:v>
                      </c:pt>
                      <c:pt idx="754">
                        <c:v>3.1375000000000002</c:v>
                      </c:pt>
                      <c:pt idx="755">
                        <c:v>3.141667</c:v>
                      </c:pt>
                      <c:pt idx="756">
                        <c:v>3.1458330000000001</c:v>
                      </c:pt>
                      <c:pt idx="757">
                        <c:v>3.15</c:v>
                      </c:pt>
                      <c:pt idx="758">
                        <c:v>3.1541670000000002</c:v>
                      </c:pt>
                      <c:pt idx="759">
                        <c:v>3.1583329999999998</c:v>
                      </c:pt>
                      <c:pt idx="760">
                        <c:v>3.1625000000000001</c:v>
                      </c:pt>
                      <c:pt idx="761">
                        <c:v>3.1666669999999999</c:v>
                      </c:pt>
                      <c:pt idx="762">
                        <c:v>3.170833</c:v>
                      </c:pt>
                      <c:pt idx="763">
                        <c:v>3.1749999999999998</c:v>
                      </c:pt>
                      <c:pt idx="764">
                        <c:v>3.1791670000000001</c:v>
                      </c:pt>
                      <c:pt idx="765">
                        <c:v>3.1833330000000002</c:v>
                      </c:pt>
                      <c:pt idx="766">
                        <c:v>3.1875</c:v>
                      </c:pt>
                      <c:pt idx="767">
                        <c:v>3.1916669999999998</c:v>
                      </c:pt>
                      <c:pt idx="768">
                        <c:v>3.1958329999999999</c:v>
                      </c:pt>
                      <c:pt idx="769">
                        <c:v>3.2</c:v>
                      </c:pt>
                      <c:pt idx="770">
                        <c:v>3.204167</c:v>
                      </c:pt>
                      <c:pt idx="771">
                        <c:v>3.2083330000000001</c:v>
                      </c:pt>
                      <c:pt idx="772">
                        <c:v>3.2124999999999999</c:v>
                      </c:pt>
                      <c:pt idx="773">
                        <c:v>3.2166670000000002</c:v>
                      </c:pt>
                      <c:pt idx="774">
                        <c:v>3.2208329999999998</c:v>
                      </c:pt>
                      <c:pt idx="775">
                        <c:v>3.2250000000000001</c:v>
                      </c:pt>
                      <c:pt idx="776">
                        <c:v>3.2291669999999999</c:v>
                      </c:pt>
                      <c:pt idx="777">
                        <c:v>3.233333</c:v>
                      </c:pt>
                      <c:pt idx="778">
                        <c:v>3.2374999999999998</c:v>
                      </c:pt>
                      <c:pt idx="779">
                        <c:v>3.2416670000000001</c:v>
                      </c:pt>
                      <c:pt idx="780">
                        <c:v>3.2458330000000002</c:v>
                      </c:pt>
                      <c:pt idx="781">
                        <c:v>3.25</c:v>
                      </c:pt>
                      <c:pt idx="782">
                        <c:v>3.2541669999999998</c:v>
                      </c:pt>
                      <c:pt idx="783">
                        <c:v>3.2583329999999999</c:v>
                      </c:pt>
                      <c:pt idx="784">
                        <c:v>3.2625000000000002</c:v>
                      </c:pt>
                      <c:pt idx="785">
                        <c:v>3.266667</c:v>
                      </c:pt>
                      <c:pt idx="786">
                        <c:v>3.2708330000000001</c:v>
                      </c:pt>
                      <c:pt idx="787">
                        <c:v>3.2749999999999999</c:v>
                      </c:pt>
                      <c:pt idx="788">
                        <c:v>3.2791670000000002</c:v>
                      </c:pt>
                      <c:pt idx="789">
                        <c:v>3.2833329999999998</c:v>
                      </c:pt>
                      <c:pt idx="790">
                        <c:v>3.2875000000000001</c:v>
                      </c:pt>
                      <c:pt idx="791">
                        <c:v>3.2916669999999999</c:v>
                      </c:pt>
                      <c:pt idx="792">
                        <c:v>3.295833</c:v>
                      </c:pt>
                      <c:pt idx="793">
                        <c:v>3.3</c:v>
                      </c:pt>
                      <c:pt idx="794">
                        <c:v>3.3041670000000001</c:v>
                      </c:pt>
                      <c:pt idx="795">
                        <c:v>3.3083330000000002</c:v>
                      </c:pt>
                      <c:pt idx="796">
                        <c:v>3.3125</c:v>
                      </c:pt>
                      <c:pt idx="797">
                        <c:v>3.3166669999999998</c:v>
                      </c:pt>
                      <c:pt idx="798">
                        <c:v>3.3208329999999999</c:v>
                      </c:pt>
                      <c:pt idx="799">
                        <c:v>3.3250000000000002</c:v>
                      </c:pt>
                      <c:pt idx="800">
                        <c:v>3.329167</c:v>
                      </c:pt>
                      <c:pt idx="801">
                        <c:v>3.3333330000000001</c:v>
                      </c:pt>
                      <c:pt idx="802">
                        <c:v>3.3374999999999999</c:v>
                      </c:pt>
                      <c:pt idx="803">
                        <c:v>3.3416670000000002</c:v>
                      </c:pt>
                      <c:pt idx="804">
                        <c:v>3.3458329999999998</c:v>
                      </c:pt>
                      <c:pt idx="805">
                        <c:v>3.35</c:v>
                      </c:pt>
                      <c:pt idx="806">
                        <c:v>3.3541669999999999</c:v>
                      </c:pt>
                      <c:pt idx="807">
                        <c:v>3.358333</c:v>
                      </c:pt>
                      <c:pt idx="808">
                        <c:v>3.3624999999999998</c:v>
                      </c:pt>
                      <c:pt idx="809">
                        <c:v>3.3666670000000001</c:v>
                      </c:pt>
                      <c:pt idx="810">
                        <c:v>3.3708330000000002</c:v>
                      </c:pt>
                      <c:pt idx="811">
                        <c:v>3.375</c:v>
                      </c:pt>
                      <c:pt idx="812">
                        <c:v>3.3791669999999998</c:v>
                      </c:pt>
                      <c:pt idx="813">
                        <c:v>3.3833329999999999</c:v>
                      </c:pt>
                      <c:pt idx="814">
                        <c:v>3.3875000000000002</c:v>
                      </c:pt>
                      <c:pt idx="815">
                        <c:v>3.391667</c:v>
                      </c:pt>
                      <c:pt idx="816">
                        <c:v>3.3958330000000001</c:v>
                      </c:pt>
                      <c:pt idx="817">
                        <c:v>3.4</c:v>
                      </c:pt>
                      <c:pt idx="818">
                        <c:v>3.4041670000000002</c:v>
                      </c:pt>
                      <c:pt idx="819">
                        <c:v>3.4083329999999998</c:v>
                      </c:pt>
                      <c:pt idx="820">
                        <c:v>3.4125000000000001</c:v>
                      </c:pt>
                      <c:pt idx="821">
                        <c:v>3.4166669999999999</c:v>
                      </c:pt>
                      <c:pt idx="822">
                        <c:v>3.420833</c:v>
                      </c:pt>
                      <c:pt idx="823">
                        <c:v>3.4249999999999998</c:v>
                      </c:pt>
                      <c:pt idx="824">
                        <c:v>3.4291670000000001</c:v>
                      </c:pt>
                      <c:pt idx="825">
                        <c:v>3.4333330000000002</c:v>
                      </c:pt>
                      <c:pt idx="826">
                        <c:v>3.4375</c:v>
                      </c:pt>
                      <c:pt idx="827">
                        <c:v>3.4416669999999998</c:v>
                      </c:pt>
                      <c:pt idx="828">
                        <c:v>3.4458329999999999</c:v>
                      </c:pt>
                      <c:pt idx="829">
                        <c:v>3.45</c:v>
                      </c:pt>
                      <c:pt idx="830">
                        <c:v>3.454167</c:v>
                      </c:pt>
                      <c:pt idx="831">
                        <c:v>3.4583330000000001</c:v>
                      </c:pt>
                      <c:pt idx="832">
                        <c:v>3.4624999999999999</c:v>
                      </c:pt>
                      <c:pt idx="833">
                        <c:v>3.4666670000000002</c:v>
                      </c:pt>
                      <c:pt idx="834">
                        <c:v>3.4708329999999998</c:v>
                      </c:pt>
                      <c:pt idx="835">
                        <c:v>3.4750000000000001</c:v>
                      </c:pt>
                      <c:pt idx="836">
                        <c:v>3.4791669999999999</c:v>
                      </c:pt>
                      <c:pt idx="837">
                        <c:v>3.483333</c:v>
                      </c:pt>
                      <c:pt idx="838">
                        <c:v>3.4874999999999998</c:v>
                      </c:pt>
                      <c:pt idx="839">
                        <c:v>3.4916670000000001</c:v>
                      </c:pt>
                      <c:pt idx="840">
                        <c:v>3.4958330000000002</c:v>
                      </c:pt>
                      <c:pt idx="841">
                        <c:v>3.5</c:v>
                      </c:pt>
                      <c:pt idx="842">
                        <c:v>3.5041669999999998</c:v>
                      </c:pt>
                      <c:pt idx="843">
                        <c:v>3.5083329999999999</c:v>
                      </c:pt>
                      <c:pt idx="844">
                        <c:v>3.5125000000000002</c:v>
                      </c:pt>
                      <c:pt idx="845">
                        <c:v>3.516667</c:v>
                      </c:pt>
                      <c:pt idx="846">
                        <c:v>3.5208330000000001</c:v>
                      </c:pt>
                      <c:pt idx="847">
                        <c:v>3.5249999999999999</c:v>
                      </c:pt>
                      <c:pt idx="848">
                        <c:v>3.5291670000000002</c:v>
                      </c:pt>
                      <c:pt idx="849">
                        <c:v>3.5333329999999998</c:v>
                      </c:pt>
                      <c:pt idx="850">
                        <c:v>3.5375000000000001</c:v>
                      </c:pt>
                      <c:pt idx="851">
                        <c:v>3.5416669999999999</c:v>
                      </c:pt>
                      <c:pt idx="852">
                        <c:v>3.545833</c:v>
                      </c:pt>
                      <c:pt idx="853">
                        <c:v>3.55</c:v>
                      </c:pt>
                      <c:pt idx="854">
                        <c:v>3.5541670000000001</c:v>
                      </c:pt>
                      <c:pt idx="855">
                        <c:v>3.5583330000000002</c:v>
                      </c:pt>
                      <c:pt idx="856">
                        <c:v>3.5625</c:v>
                      </c:pt>
                      <c:pt idx="857">
                        <c:v>3.5666669999999998</c:v>
                      </c:pt>
                      <c:pt idx="858">
                        <c:v>3.5708329999999999</c:v>
                      </c:pt>
                      <c:pt idx="859">
                        <c:v>3.5750000000000002</c:v>
                      </c:pt>
                      <c:pt idx="860">
                        <c:v>3.579167</c:v>
                      </c:pt>
                      <c:pt idx="861">
                        <c:v>3.5833330000000001</c:v>
                      </c:pt>
                      <c:pt idx="862">
                        <c:v>3.5874999999999999</c:v>
                      </c:pt>
                      <c:pt idx="863">
                        <c:v>3.5916670000000002</c:v>
                      </c:pt>
                      <c:pt idx="864">
                        <c:v>3.5958329999999998</c:v>
                      </c:pt>
                      <c:pt idx="865">
                        <c:v>3.6</c:v>
                      </c:pt>
                      <c:pt idx="866">
                        <c:v>3.6041669999999999</c:v>
                      </c:pt>
                      <c:pt idx="867">
                        <c:v>3.608333</c:v>
                      </c:pt>
                      <c:pt idx="868">
                        <c:v>3.6124999999999998</c:v>
                      </c:pt>
                      <c:pt idx="869">
                        <c:v>3.6166670000000001</c:v>
                      </c:pt>
                      <c:pt idx="870">
                        <c:v>3.6208330000000002</c:v>
                      </c:pt>
                      <c:pt idx="871">
                        <c:v>3.625</c:v>
                      </c:pt>
                      <c:pt idx="872">
                        <c:v>3.6291669999999998</c:v>
                      </c:pt>
                      <c:pt idx="873">
                        <c:v>3.6333329999999999</c:v>
                      </c:pt>
                      <c:pt idx="874">
                        <c:v>3.6375000000000002</c:v>
                      </c:pt>
                      <c:pt idx="875">
                        <c:v>3.641667</c:v>
                      </c:pt>
                      <c:pt idx="876">
                        <c:v>3.6458330000000001</c:v>
                      </c:pt>
                      <c:pt idx="877">
                        <c:v>3.65</c:v>
                      </c:pt>
                      <c:pt idx="878">
                        <c:v>3.6541670000000002</c:v>
                      </c:pt>
                      <c:pt idx="879">
                        <c:v>3.6583329999999998</c:v>
                      </c:pt>
                      <c:pt idx="880">
                        <c:v>3.6625000000000001</c:v>
                      </c:pt>
                      <c:pt idx="881">
                        <c:v>3.6666669999999999</c:v>
                      </c:pt>
                      <c:pt idx="882">
                        <c:v>3.670833</c:v>
                      </c:pt>
                      <c:pt idx="883">
                        <c:v>3.6749999999999998</c:v>
                      </c:pt>
                      <c:pt idx="884">
                        <c:v>3.6791670000000001</c:v>
                      </c:pt>
                      <c:pt idx="885">
                        <c:v>3.6833330000000002</c:v>
                      </c:pt>
                      <c:pt idx="886">
                        <c:v>3.6875</c:v>
                      </c:pt>
                      <c:pt idx="887">
                        <c:v>3.6916669999999998</c:v>
                      </c:pt>
                      <c:pt idx="888">
                        <c:v>3.6958329999999999</c:v>
                      </c:pt>
                      <c:pt idx="889">
                        <c:v>3.7</c:v>
                      </c:pt>
                      <c:pt idx="890">
                        <c:v>3.704167</c:v>
                      </c:pt>
                      <c:pt idx="891">
                        <c:v>3.7083330000000001</c:v>
                      </c:pt>
                      <c:pt idx="892">
                        <c:v>3.7124999999999999</c:v>
                      </c:pt>
                      <c:pt idx="893">
                        <c:v>3.7166670000000002</c:v>
                      </c:pt>
                      <c:pt idx="894">
                        <c:v>3.7208329999999998</c:v>
                      </c:pt>
                      <c:pt idx="895">
                        <c:v>3.7250000000000001</c:v>
                      </c:pt>
                      <c:pt idx="896">
                        <c:v>3.7291669999999999</c:v>
                      </c:pt>
                      <c:pt idx="897">
                        <c:v>3.733333</c:v>
                      </c:pt>
                      <c:pt idx="898">
                        <c:v>3.7374999999999998</c:v>
                      </c:pt>
                      <c:pt idx="899">
                        <c:v>3.7416670000000001</c:v>
                      </c:pt>
                      <c:pt idx="900">
                        <c:v>3.7458330000000002</c:v>
                      </c:pt>
                      <c:pt idx="901">
                        <c:v>3.75</c:v>
                      </c:pt>
                      <c:pt idx="902">
                        <c:v>3.7541669999999998</c:v>
                      </c:pt>
                      <c:pt idx="903">
                        <c:v>3.7583329999999999</c:v>
                      </c:pt>
                      <c:pt idx="904">
                        <c:v>3.7625000000000002</c:v>
                      </c:pt>
                      <c:pt idx="905">
                        <c:v>3.766667</c:v>
                      </c:pt>
                      <c:pt idx="906">
                        <c:v>3.7708330000000001</c:v>
                      </c:pt>
                      <c:pt idx="907">
                        <c:v>3.7749999999999999</c:v>
                      </c:pt>
                      <c:pt idx="908">
                        <c:v>3.7791670000000002</c:v>
                      </c:pt>
                      <c:pt idx="909">
                        <c:v>3.7833329999999998</c:v>
                      </c:pt>
                      <c:pt idx="910">
                        <c:v>3.7875000000000001</c:v>
                      </c:pt>
                      <c:pt idx="911">
                        <c:v>3.7916669999999999</c:v>
                      </c:pt>
                      <c:pt idx="912">
                        <c:v>3.795833</c:v>
                      </c:pt>
                      <c:pt idx="913">
                        <c:v>3.8</c:v>
                      </c:pt>
                      <c:pt idx="914">
                        <c:v>3.8041670000000001</c:v>
                      </c:pt>
                      <c:pt idx="915">
                        <c:v>3.8083330000000002</c:v>
                      </c:pt>
                      <c:pt idx="916">
                        <c:v>3.8125</c:v>
                      </c:pt>
                      <c:pt idx="917">
                        <c:v>3.8166669999999998</c:v>
                      </c:pt>
                      <c:pt idx="918">
                        <c:v>3.8208329999999999</c:v>
                      </c:pt>
                      <c:pt idx="919">
                        <c:v>3.8250000000000002</c:v>
                      </c:pt>
                      <c:pt idx="920">
                        <c:v>3.829167</c:v>
                      </c:pt>
                      <c:pt idx="921">
                        <c:v>3.8333330000000001</c:v>
                      </c:pt>
                      <c:pt idx="922">
                        <c:v>3.8374999999999999</c:v>
                      </c:pt>
                      <c:pt idx="923">
                        <c:v>3.8416670000000002</c:v>
                      </c:pt>
                      <c:pt idx="924">
                        <c:v>3.8458329999999998</c:v>
                      </c:pt>
                      <c:pt idx="925">
                        <c:v>3.85</c:v>
                      </c:pt>
                      <c:pt idx="926">
                        <c:v>3.8541669999999999</c:v>
                      </c:pt>
                      <c:pt idx="927">
                        <c:v>3.858333</c:v>
                      </c:pt>
                      <c:pt idx="928">
                        <c:v>3.8624999999999998</c:v>
                      </c:pt>
                      <c:pt idx="929">
                        <c:v>3.8666670000000001</c:v>
                      </c:pt>
                      <c:pt idx="930">
                        <c:v>3.8708330000000002</c:v>
                      </c:pt>
                      <c:pt idx="931">
                        <c:v>3.875</c:v>
                      </c:pt>
                      <c:pt idx="932">
                        <c:v>3.8791669999999998</c:v>
                      </c:pt>
                      <c:pt idx="933">
                        <c:v>3.8833329999999999</c:v>
                      </c:pt>
                      <c:pt idx="934">
                        <c:v>3.8875000000000002</c:v>
                      </c:pt>
                      <c:pt idx="935">
                        <c:v>3.891667</c:v>
                      </c:pt>
                      <c:pt idx="936">
                        <c:v>3.8958330000000001</c:v>
                      </c:pt>
                      <c:pt idx="937">
                        <c:v>3.9</c:v>
                      </c:pt>
                      <c:pt idx="938">
                        <c:v>3.9041670000000002</c:v>
                      </c:pt>
                      <c:pt idx="939">
                        <c:v>3.9083329999999998</c:v>
                      </c:pt>
                      <c:pt idx="940">
                        <c:v>3.9125000000000001</c:v>
                      </c:pt>
                      <c:pt idx="941">
                        <c:v>3.9166669999999999</c:v>
                      </c:pt>
                      <c:pt idx="942">
                        <c:v>3.920833</c:v>
                      </c:pt>
                      <c:pt idx="943">
                        <c:v>3.9249999999999998</c:v>
                      </c:pt>
                      <c:pt idx="944">
                        <c:v>3.9291670000000001</c:v>
                      </c:pt>
                      <c:pt idx="945">
                        <c:v>3.9333330000000002</c:v>
                      </c:pt>
                      <c:pt idx="946">
                        <c:v>3.9375</c:v>
                      </c:pt>
                      <c:pt idx="947">
                        <c:v>3.9416669999999998</c:v>
                      </c:pt>
                      <c:pt idx="948">
                        <c:v>3.9458329999999999</c:v>
                      </c:pt>
                      <c:pt idx="949">
                        <c:v>3.95</c:v>
                      </c:pt>
                      <c:pt idx="950">
                        <c:v>3.954167</c:v>
                      </c:pt>
                      <c:pt idx="951">
                        <c:v>3.9583330000000001</c:v>
                      </c:pt>
                      <c:pt idx="952">
                        <c:v>3.9624999999999999</c:v>
                      </c:pt>
                      <c:pt idx="953">
                        <c:v>3.9666670000000002</c:v>
                      </c:pt>
                      <c:pt idx="954">
                        <c:v>3.9708329999999998</c:v>
                      </c:pt>
                      <c:pt idx="955">
                        <c:v>3.9750000000000001</c:v>
                      </c:pt>
                      <c:pt idx="956">
                        <c:v>3.9791669999999999</c:v>
                      </c:pt>
                      <c:pt idx="957">
                        <c:v>3.983333</c:v>
                      </c:pt>
                      <c:pt idx="958">
                        <c:v>3.9874999999999998</c:v>
                      </c:pt>
                      <c:pt idx="959">
                        <c:v>3.9916670000000001</c:v>
                      </c:pt>
                      <c:pt idx="960">
                        <c:v>3.9958330000000002</c:v>
                      </c:pt>
                      <c:pt idx="961">
                        <c:v>4</c:v>
                      </c:pt>
                      <c:pt idx="962">
                        <c:v>4.0041669999999998</c:v>
                      </c:pt>
                      <c:pt idx="963">
                        <c:v>4.0083330000000004</c:v>
                      </c:pt>
                      <c:pt idx="964">
                        <c:v>4.0125000000000002</c:v>
                      </c:pt>
                      <c:pt idx="965">
                        <c:v>4.016667</c:v>
                      </c:pt>
                      <c:pt idx="966">
                        <c:v>4.0208329999999997</c:v>
                      </c:pt>
                      <c:pt idx="967">
                        <c:v>4.0250000000000004</c:v>
                      </c:pt>
                      <c:pt idx="968">
                        <c:v>4.0291670000000002</c:v>
                      </c:pt>
                      <c:pt idx="969">
                        <c:v>4.0333329999999998</c:v>
                      </c:pt>
                      <c:pt idx="970">
                        <c:v>4.0374999999999996</c:v>
                      </c:pt>
                      <c:pt idx="971">
                        <c:v>4.0416670000000003</c:v>
                      </c:pt>
                      <c:pt idx="972">
                        <c:v>4.045833</c:v>
                      </c:pt>
                      <c:pt idx="973">
                        <c:v>4.05</c:v>
                      </c:pt>
                      <c:pt idx="974">
                        <c:v>4.0541669999999996</c:v>
                      </c:pt>
                      <c:pt idx="975">
                        <c:v>4.0583330000000002</c:v>
                      </c:pt>
                      <c:pt idx="976">
                        <c:v>4.0625</c:v>
                      </c:pt>
                      <c:pt idx="977">
                        <c:v>4.0666669999999998</c:v>
                      </c:pt>
                      <c:pt idx="978">
                        <c:v>4.0708330000000004</c:v>
                      </c:pt>
                      <c:pt idx="979">
                        <c:v>4.0750000000000002</c:v>
                      </c:pt>
                      <c:pt idx="980">
                        <c:v>4.079167</c:v>
                      </c:pt>
                      <c:pt idx="981">
                        <c:v>4.0833329999999997</c:v>
                      </c:pt>
                      <c:pt idx="982">
                        <c:v>4.0875000000000004</c:v>
                      </c:pt>
                      <c:pt idx="983">
                        <c:v>4.0916670000000002</c:v>
                      </c:pt>
                      <c:pt idx="984">
                        <c:v>4.0958329999999998</c:v>
                      </c:pt>
                      <c:pt idx="985">
                        <c:v>4.0999999999999996</c:v>
                      </c:pt>
                      <c:pt idx="986">
                        <c:v>4.1041670000000003</c:v>
                      </c:pt>
                      <c:pt idx="987">
                        <c:v>4.108333</c:v>
                      </c:pt>
                      <c:pt idx="988">
                        <c:v>4.1124999999999998</c:v>
                      </c:pt>
                      <c:pt idx="989">
                        <c:v>4.1166669999999996</c:v>
                      </c:pt>
                      <c:pt idx="990">
                        <c:v>4.1208330000000002</c:v>
                      </c:pt>
                      <c:pt idx="991">
                        <c:v>4.125</c:v>
                      </c:pt>
                      <c:pt idx="992">
                        <c:v>4.1291669999999998</c:v>
                      </c:pt>
                      <c:pt idx="993">
                        <c:v>4.1333330000000004</c:v>
                      </c:pt>
                      <c:pt idx="994">
                        <c:v>4.1375000000000002</c:v>
                      </c:pt>
                      <c:pt idx="995">
                        <c:v>4.141667</c:v>
                      </c:pt>
                      <c:pt idx="996">
                        <c:v>4.1458329999999997</c:v>
                      </c:pt>
                      <c:pt idx="997">
                        <c:v>4.1500000000000004</c:v>
                      </c:pt>
                      <c:pt idx="998">
                        <c:v>4.1541670000000002</c:v>
                      </c:pt>
                      <c:pt idx="999">
                        <c:v>4.1583329999999998</c:v>
                      </c:pt>
                      <c:pt idx="1000">
                        <c:v>4.1624999999999996</c:v>
                      </c:pt>
                      <c:pt idx="1001">
                        <c:v>4.1666670000000003</c:v>
                      </c:pt>
                      <c:pt idx="1002">
                        <c:v>4.170833</c:v>
                      </c:pt>
                      <c:pt idx="1003">
                        <c:v>4.1749999999999998</c:v>
                      </c:pt>
                      <c:pt idx="1004">
                        <c:v>4.1791669999999996</c:v>
                      </c:pt>
                      <c:pt idx="1005">
                        <c:v>4.1833330000000002</c:v>
                      </c:pt>
                      <c:pt idx="1006">
                        <c:v>4.1875</c:v>
                      </c:pt>
                      <c:pt idx="1007">
                        <c:v>4.1916669999999998</c:v>
                      </c:pt>
                      <c:pt idx="1008">
                        <c:v>4.1958330000000004</c:v>
                      </c:pt>
                      <c:pt idx="1009">
                        <c:v>4.2</c:v>
                      </c:pt>
                      <c:pt idx="1010">
                        <c:v>4.204167</c:v>
                      </c:pt>
                      <c:pt idx="1011">
                        <c:v>4.2083329999999997</c:v>
                      </c:pt>
                      <c:pt idx="1012">
                        <c:v>4.2125000000000004</c:v>
                      </c:pt>
                      <c:pt idx="1013">
                        <c:v>4.2166670000000002</c:v>
                      </c:pt>
                      <c:pt idx="1014">
                        <c:v>4.2208329999999998</c:v>
                      </c:pt>
                      <c:pt idx="1015">
                        <c:v>4.2249999999999996</c:v>
                      </c:pt>
                      <c:pt idx="1016">
                        <c:v>4.2291670000000003</c:v>
                      </c:pt>
                      <c:pt idx="1017">
                        <c:v>4.233333</c:v>
                      </c:pt>
                      <c:pt idx="1018">
                        <c:v>4.2374999999999998</c:v>
                      </c:pt>
                      <c:pt idx="1019">
                        <c:v>4.2416669999999996</c:v>
                      </c:pt>
                      <c:pt idx="1020">
                        <c:v>4.2458330000000002</c:v>
                      </c:pt>
                      <c:pt idx="1021">
                        <c:v>4.25</c:v>
                      </c:pt>
                      <c:pt idx="1022">
                        <c:v>4.2541669999999998</c:v>
                      </c:pt>
                      <c:pt idx="1023">
                        <c:v>4.2583330000000004</c:v>
                      </c:pt>
                      <c:pt idx="1024">
                        <c:v>4.2625000000000002</c:v>
                      </c:pt>
                      <c:pt idx="1025">
                        <c:v>4.266667</c:v>
                      </c:pt>
                      <c:pt idx="1026">
                        <c:v>4.2708329999999997</c:v>
                      </c:pt>
                      <c:pt idx="1027">
                        <c:v>4.2750000000000004</c:v>
                      </c:pt>
                      <c:pt idx="1028">
                        <c:v>4.2791670000000002</c:v>
                      </c:pt>
                      <c:pt idx="1029">
                        <c:v>4.2833329999999998</c:v>
                      </c:pt>
                      <c:pt idx="1030">
                        <c:v>4.2874999999999996</c:v>
                      </c:pt>
                      <c:pt idx="1031">
                        <c:v>4.2916670000000003</c:v>
                      </c:pt>
                      <c:pt idx="1032">
                        <c:v>4.295833</c:v>
                      </c:pt>
                      <c:pt idx="1033">
                        <c:v>4.3</c:v>
                      </c:pt>
                      <c:pt idx="1034">
                        <c:v>4.3041669999999996</c:v>
                      </c:pt>
                      <c:pt idx="1035">
                        <c:v>4.3083330000000002</c:v>
                      </c:pt>
                      <c:pt idx="1036">
                        <c:v>4.3125</c:v>
                      </c:pt>
                      <c:pt idx="1037">
                        <c:v>4.3166669999999998</c:v>
                      </c:pt>
                      <c:pt idx="1038">
                        <c:v>4.3208330000000004</c:v>
                      </c:pt>
                      <c:pt idx="1039">
                        <c:v>4.3250000000000002</c:v>
                      </c:pt>
                      <c:pt idx="1040">
                        <c:v>4.329167</c:v>
                      </c:pt>
                      <c:pt idx="1041">
                        <c:v>4.3333329999999997</c:v>
                      </c:pt>
                      <c:pt idx="1042">
                        <c:v>4.3375000000000004</c:v>
                      </c:pt>
                      <c:pt idx="1043">
                        <c:v>4.3416670000000002</c:v>
                      </c:pt>
                      <c:pt idx="1044">
                        <c:v>4.3458329999999998</c:v>
                      </c:pt>
                      <c:pt idx="1045">
                        <c:v>4.3499999999999996</c:v>
                      </c:pt>
                      <c:pt idx="1046">
                        <c:v>4.3541670000000003</c:v>
                      </c:pt>
                      <c:pt idx="1047">
                        <c:v>4.358333</c:v>
                      </c:pt>
                      <c:pt idx="1048">
                        <c:v>4.3624999999999998</c:v>
                      </c:pt>
                      <c:pt idx="1049">
                        <c:v>4.3666669999999996</c:v>
                      </c:pt>
                      <c:pt idx="1050">
                        <c:v>4.3708330000000002</c:v>
                      </c:pt>
                      <c:pt idx="1051">
                        <c:v>4.375</c:v>
                      </c:pt>
                      <c:pt idx="1052">
                        <c:v>4.3791669999999998</c:v>
                      </c:pt>
                      <c:pt idx="1053">
                        <c:v>4.3833330000000004</c:v>
                      </c:pt>
                      <c:pt idx="1054">
                        <c:v>4.3875000000000002</c:v>
                      </c:pt>
                      <c:pt idx="1055">
                        <c:v>4.391667</c:v>
                      </c:pt>
                      <c:pt idx="1056">
                        <c:v>4.3958329999999997</c:v>
                      </c:pt>
                      <c:pt idx="1057">
                        <c:v>4.4000000000000004</c:v>
                      </c:pt>
                      <c:pt idx="1058">
                        <c:v>4.4041670000000002</c:v>
                      </c:pt>
                      <c:pt idx="1059">
                        <c:v>4.4083329999999998</c:v>
                      </c:pt>
                      <c:pt idx="1060">
                        <c:v>4.4124999999999996</c:v>
                      </c:pt>
                      <c:pt idx="1061">
                        <c:v>4.4166670000000003</c:v>
                      </c:pt>
                      <c:pt idx="1062">
                        <c:v>4.420833</c:v>
                      </c:pt>
                      <c:pt idx="1063">
                        <c:v>4.4249999999999998</c:v>
                      </c:pt>
                      <c:pt idx="1064">
                        <c:v>4.4291669999999996</c:v>
                      </c:pt>
                      <c:pt idx="1065">
                        <c:v>4.4333330000000002</c:v>
                      </c:pt>
                      <c:pt idx="1066">
                        <c:v>4.4375</c:v>
                      </c:pt>
                      <c:pt idx="1067">
                        <c:v>4.4416669999999998</c:v>
                      </c:pt>
                      <c:pt idx="1068">
                        <c:v>4.4458330000000004</c:v>
                      </c:pt>
                      <c:pt idx="1069">
                        <c:v>4.45</c:v>
                      </c:pt>
                      <c:pt idx="1070">
                        <c:v>4.454167</c:v>
                      </c:pt>
                      <c:pt idx="1071">
                        <c:v>4.4583329999999997</c:v>
                      </c:pt>
                      <c:pt idx="1072">
                        <c:v>4.4625000000000004</c:v>
                      </c:pt>
                      <c:pt idx="1073">
                        <c:v>4.4666670000000002</c:v>
                      </c:pt>
                      <c:pt idx="1074">
                        <c:v>4.4708329999999998</c:v>
                      </c:pt>
                      <c:pt idx="1075">
                        <c:v>4.4749999999999996</c:v>
                      </c:pt>
                      <c:pt idx="1076">
                        <c:v>4.4791670000000003</c:v>
                      </c:pt>
                      <c:pt idx="1077">
                        <c:v>4.483333</c:v>
                      </c:pt>
                      <c:pt idx="1078">
                        <c:v>4.4874999999999998</c:v>
                      </c:pt>
                      <c:pt idx="1079">
                        <c:v>4.4916669999999996</c:v>
                      </c:pt>
                      <c:pt idx="1080">
                        <c:v>4.4958330000000002</c:v>
                      </c:pt>
                      <c:pt idx="1081">
                        <c:v>4.5</c:v>
                      </c:pt>
                      <c:pt idx="1082">
                        <c:v>4.5041669999999998</c:v>
                      </c:pt>
                      <c:pt idx="1083">
                        <c:v>4.5083330000000004</c:v>
                      </c:pt>
                      <c:pt idx="1084">
                        <c:v>4.5125000000000002</c:v>
                      </c:pt>
                      <c:pt idx="1085">
                        <c:v>4.516667</c:v>
                      </c:pt>
                      <c:pt idx="1086">
                        <c:v>4.5208329999999997</c:v>
                      </c:pt>
                      <c:pt idx="1087">
                        <c:v>4.5250000000000004</c:v>
                      </c:pt>
                      <c:pt idx="1088">
                        <c:v>4.5291670000000002</c:v>
                      </c:pt>
                      <c:pt idx="1089">
                        <c:v>4.5333329999999998</c:v>
                      </c:pt>
                      <c:pt idx="1090">
                        <c:v>4.5374999999999996</c:v>
                      </c:pt>
                      <c:pt idx="1091">
                        <c:v>4.5416670000000003</c:v>
                      </c:pt>
                      <c:pt idx="1092">
                        <c:v>4.545833</c:v>
                      </c:pt>
                      <c:pt idx="1093">
                        <c:v>4.55</c:v>
                      </c:pt>
                      <c:pt idx="1094">
                        <c:v>4.5541669999999996</c:v>
                      </c:pt>
                      <c:pt idx="1095">
                        <c:v>4.5583330000000002</c:v>
                      </c:pt>
                      <c:pt idx="1096">
                        <c:v>4.5625</c:v>
                      </c:pt>
                      <c:pt idx="1097">
                        <c:v>4.5666669999999998</c:v>
                      </c:pt>
                      <c:pt idx="1098">
                        <c:v>4.5708330000000004</c:v>
                      </c:pt>
                      <c:pt idx="1099">
                        <c:v>4.5750000000000002</c:v>
                      </c:pt>
                      <c:pt idx="1100">
                        <c:v>4.579167</c:v>
                      </c:pt>
                      <c:pt idx="1101">
                        <c:v>4.5833329999999997</c:v>
                      </c:pt>
                      <c:pt idx="1102">
                        <c:v>4.5875000000000004</c:v>
                      </c:pt>
                      <c:pt idx="1103">
                        <c:v>4.5916670000000002</c:v>
                      </c:pt>
                      <c:pt idx="1104">
                        <c:v>4.5958329999999998</c:v>
                      </c:pt>
                      <c:pt idx="1105">
                        <c:v>4.5999999999999996</c:v>
                      </c:pt>
                      <c:pt idx="1106">
                        <c:v>4.6041670000000003</c:v>
                      </c:pt>
                      <c:pt idx="1107">
                        <c:v>4.608333</c:v>
                      </c:pt>
                      <c:pt idx="1108">
                        <c:v>4.6124999999999998</c:v>
                      </c:pt>
                      <c:pt idx="1109">
                        <c:v>4.6166669999999996</c:v>
                      </c:pt>
                      <c:pt idx="1110">
                        <c:v>4.6208330000000002</c:v>
                      </c:pt>
                      <c:pt idx="1111">
                        <c:v>4.625</c:v>
                      </c:pt>
                      <c:pt idx="1112">
                        <c:v>4.6291669999999998</c:v>
                      </c:pt>
                      <c:pt idx="1113">
                        <c:v>4.6333330000000004</c:v>
                      </c:pt>
                      <c:pt idx="1114">
                        <c:v>4.6375000000000002</c:v>
                      </c:pt>
                      <c:pt idx="1115">
                        <c:v>4.641667</c:v>
                      </c:pt>
                      <c:pt idx="1116">
                        <c:v>4.6458329999999997</c:v>
                      </c:pt>
                      <c:pt idx="1117">
                        <c:v>4.6500000000000004</c:v>
                      </c:pt>
                      <c:pt idx="1118">
                        <c:v>4.6541670000000002</c:v>
                      </c:pt>
                      <c:pt idx="1119">
                        <c:v>4.6583329999999998</c:v>
                      </c:pt>
                      <c:pt idx="1120">
                        <c:v>4.6624999999999996</c:v>
                      </c:pt>
                      <c:pt idx="1121">
                        <c:v>4.6666670000000003</c:v>
                      </c:pt>
                      <c:pt idx="1122">
                        <c:v>4.670833</c:v>
                      </c:pt>
                      <c:pt idx="1123">
                        <c:v>4.6749999999999998</c:v>
                      </c:pt>
                      <c:pt idx="1124">
                        <c:v>4.6791669999999996</c:v>
                      </c:pt>
                      <c:pt idx="1125">
                        <c:v>4.6833330000000002</c:v>
                      </c:pt>
                      <c:pt idx="1126">
                        <c:v>4.6875</c:v>
                      </c:pt>
                      <c:pt idx="1127">
                        <c:v>4.6916669999999998</c:v>
                      </c:pt>
                      <c:pt idx="1128">
                        <c:v>4.6958330000000004</c:v>
                      </c:pt>
                      <c:pt idx="1129">
                        <c:v>4.7</c:v>
                      </c:pt>
                      <c:pt idx="1130">
                        <c:v>4.704167</c:v>
                      </c:pt>
                      <c:pt idx="1131">
                        <c:v>4.7083329999999997</c:v>
                      </c:pt>
                      <c:pt idx="1132">
                        <c:v>4.7125000000000004</c:v>
                      </c:pt>
                      <c:pt idx="1133">
                        <c:v>4.7166670000000002</c:v>
                      </c:pt>
                      <c:pt idx="1134">
                        <c:v>4.7208329999999998</c:v>
                      </c:pt>
                      <c:pt idx="1135">
                        <c:v>4.7249999999999996</c:v>
                      </c:pt>
                      <c:pt idx="1136">
                        <c:v>4.7291670000000003</c:v>
                      </c:pt>
                      <c:pt idx="1137">
                        <c:v>4.733333</c:v>
                      </c:pt>
                      <c:pt idx="1138">
                        <c:v>4.7374999999999998</c:v>
                      </c:pt>
                      <c:pt idx="1139">
                        <c:v>4.7416669999999996</c:v>
                      </c:pt>
                      <c:pt idx="1140">
                        <c:v>4.7458330000000002</c:v>
                      </c:pt>
                      <c:pt idx="1141">
                        <c:v>4.75</c:v>
                      </c:pt>
                      <c:pt idx="1142">
                        <c:v>4.7541669999999998</c:v>
                      </c:pt>
                      <c:pt idx="1143">
                        <c:v>4.7583330000000004</c:v>
                      </c:pt>
                      <c:pt idx="1144">
                        <c:v>4.7625000000000002</c:v>
                      </c:pt>
                      <c:pt idx="1145">
                        <c:v>4.766667</c:v>
                      </c:pt>
                      <c:pt idx="1146">
                        <c:v>4.7708329999999997</c:v>
                      </c:pt>
                      <c:pt idx="1147">
                        <c:v>4.7750000000000004</c:v>
                      </c:pt>
                      <c:pt idx="1148">
                        <c:v>4.7791670000000002</c:v>
                      </c:pt>
                      <c:pt idx="1149">
                        <c:v>4.7833329999999998</c:v>
                      </c:pt>
                      <c:pt idx="1150">
                        <c:v>4.7874999999999996</c:v>
                      </c:pt>
                      <c:pt idx="1151">
                        <c:v>4.7916670000000003</c:v>
                      </c:pt>
                      <c:pt idx="1152">
                        <c:v>4.795833</c:v>
                      </c:pt>
                      <c:pt idx="1153">
                        <c:v>4.8</c:v>
                      </c:pt>
                      <c:pt idx="1154">
                        <c:v>4.8041669999999996</c:v>
                      </c:pt>
                      <c:pt idx="1155">
                        <c:v>4.8083330000000002</c:v>
                      </c:pt>
                      <c:pt idx="1156">
                        <c:v>4.8125</c:v>
                      </c:pt>
                      <c:pt idx="1157">
                        <c:v>4.8166669999999998</c:v>
                      </c:pt>
                      <c:pt idx="1158">
                        <c:v>4.8208330000000004</c:v>
                      </c:pt>
                      <c:pt idx="1159">
                        <c:v>4.8250000000000002</c:v>
                      </c:pt>
                      <c:pt idx="1160">
                        <c:v>4.829167</c:v>
                      </c:pt>
                      <c:pt idx="1161">
                        <c:v>4.8333329999999997</c:v>
                      </c:pt>
                      <c:pt idx="1162">
                        <c:v>4.8375000000000004</c:v>
                      </c:pt>
                      <c:pt idx="1163">
                        <c:v>4.8416670000000002</c:v>
                      </c:pt>
                      <c:pt idx="1164">
                        <c:v>4.8458329999999998</c:v>
                      </c:pt>
                      <c:pt idx="1165">
                        <c:v>4.8499999999999996</c:v>
                      </c:pt>
                      <c:pt idx="1166">
                        <c:v>4.8541670000000003</c:v>
                      </c:pt>
                      <c:pt idx="1167">
                        <c:v>4.858333</c:v>
                      </c:pt>
                      <c:pt idx="1168">
                        <c:v>4.8624999999999998</c:v>
                      </c:pt>
                      <c:pt idx="1169">
                        <c:v>4.8666669999999996</c:v>
                      </c:pt>
                      <c:pt idx="1170">
                        <c:v>4.8708330000000002</c:v>
                      </c:pt>
                      <c:pt idx="1171">
                        <c:v>4.875</c:v>
                      </c:pt>
                      <c:pt idx="1172">
                        <c:v>4.8791669999999998</c:v>
                      </c:pt>
                      <c:pt idx="1173">
                        <c:v>4.8833330000000004</c:v>
                      </c:pt>
                      <c:pt idx="1174">
                        <c:v>4.8875000000000002</c:v>
                      </c:pt>
                      <c:pt idx="1175">
                        <c:v>4.891667</c:v>
                      </c:pt>
                      <c:pt idx="1176">
                        <c:v>4.8958329999999997</c:v>
                      </c:pt>
                      <c:pt idx="1177">
                        <c:v>4.9000000000000004</c:v>
                      </c:pt>
                      <c:pt idx="1178">
                        <c:v>4.9041670000000002</c:v>
                      </c:pt>
                      <c:pt idx="1179">
                        <c:v>4.9083329999999998</c:v>
                      </c:pt>
                      <c:pt idx="1180">
                        <c:v>4.9124999999999996</c:v>
                      </c:pt>
                      <c:pt idx="1181">
                        <c:v>4.9166670000000003</c:v>
                      </c:pt>
                      <c:pt idx="1182">
                        <c:v>4.920833</c:v>
                      </c:pt>
                      <c:pt idx="1183">
                        <c:v>4.9249999999999998</c:v>
                      </c:pt>
                      <c:pt idx="1184">
                        <c:v>4.9291669999999996</c:v>
                      </c:pt>
                      <c:pt idx="1185">
                        <c:v>4.9333330000000002</c:v>
                      </c:pt>
                      <c:pt idx="1186">
                        <c:v>4.9375</c:v>
                      </c:pt>
                      <c:pt idx="1187">
                        <c:v>4.9416669999999998</c:v>
                      </c:pt>
                      <c:pt idx="1188">
                        <c:v>4.9458330000000004</c:v>
                      </c:pt>
                      <c:pt idx="1189">
                        <c:v>4.95</c:v>
                      </c:pt>
                      <c:pt idx="1190">
                        <c:v>4.954167</c:v>
                      </c:pt>
                      <c:pt idx="1191">
                        <c:v>4.9583329999999997</c:v>
                      </c:pt>
                      <c:pt idx="1192">
                        <c:v>4.9625000000000004</c:v>
                      </c:pt>
                      <c:pt idx="1193">
                        <c:v>4.9666670000000002</c:v>
                      </c:pt>
                      <c:pt idx="1194">
                        <c:v>4.9708329999999998</c:v>
                      </c:pt>
                      <c:pt idx="1195">
                        <c:v>4.9749999999999996</c:v>
                      </c:pt>
                      <c:pt idx="1196">
                        <c:v>4.9791670000000003</c:v>
                      </c:pt>
                      <c:pt idx="1197">
                        <c:v>4.983333</c:v>
                      </c:pt>
                      <c:pt idx="1198">
                        <c:v>4.9874999999999998</c:v>
                      </c:pt>
                      <c:pt idx="1199">
                        <c:v>4.9916669999999996</c:v>
                      </c:pt>
                      <c:pt idx="1200">
                        <c:v>4.9958330000000002</c:v>
                      </c:pt>
                      <c:pt idx="1201">
                        <c:v>5</c:v>
                      </c:pt>
                      <c:pt idx="1202">
                        <c:v>5.0041669999999998</c:v>
                      </c:pt>
                      <c:pt idx="1203">
                        <c:v>5.0083330000000004</c:v>
                      </c:pt>
                      <c:pt idx="1204">
                        <c:v>5.0125000000000002</c:v>
                      </c:pt>
                      <c:pt idx="1205">
                        <c:v>5.016667</c:v>
                      </c:pt>
                      <c:pt idx="1206">
                        <c:v>5.0208329999999997</c:v>
                      </c:pt>
                      <c:pt idx="1207">
                        <c:v>5.0250000000000004</c:v>
                      </c:pt>
                      <c:pt idx="1208">
                        <c:v>5.0291670000000002</c:v>
                      </c:pt>
                      <c:pt idx="1209">
                        <c:v>5.0333329999999998</c:v>
                      </c:pt>
                      <c:pt idx="1210">
                        <c:v>5.0374999999999996</c:v>
                      </c:pt>
                      <c:pt idx="1211">
                        <c:v>5.0416670000000003</c:v>
                      </c:pt>
                      <c:pt idx="1212">
                        <c:v>5.045833</c:v>
                      </c:pt>
                      <c:pt idx="1213">
                        <c:v>5.05</c:v>
                      </c:pt>
                      <c:pt idx="1214">
                        <c:v>5.0541669999999996</c:v>
                      </c:pt>
                      <c:pt idx="1215">
                        <c:v>5.0583330000000002</c:v>
                      </c:pt>
                      <c:pt idx="1216">
                        <c:v>5.0625</c:v>
                      </c:pt>
                      <c:pt idx="1217">
                        <c:v>5.0666669999999998</c:v>
                      </c:pt>
                      <c:pt idx="1218">
                        <c:v>5.0708330000000004</c:v>
                      </c:pt>
                      <c:pt idx="1219">
                        <c:v>5.0750000000000002</c:v>
                      </c:pt>
                      <c:pt idx="1220">
                        <c:v>5.079167</c:v>
                      </c:pt>
                      <c:pt idx="1221">
                        <c:v>5.0833329999999997</c:v>
                      </c:pt>
                      <c:pt idx="1222">
                        <c:v>5.0875000000000004</c:v>
                      </c:pt>
                      <c:pt idx="1223">
                        <c:v>5.0916670000000002</c:v>
                      </c:pt>
                      <c:pt idx="1224">
                        <c:v>5.0958329999999998</c:v>
                      </c:pt>
                      <c:pt idx="1225">
                        <c:v>5.0999999999999996</c:v>
                      </c:pt>
                      <c:pt idx="1226">
                        <c:v>5.1041670000000003</c:v>
                      </c:pt>
                      <c:pt idx="1227">
                        <c:v>5.108333</c:v>
                      </c:pt>
                      <c:pt idx="1228">
                        <c:v>5.1124999999999998</c:v>
                      </c:pt>
                      <c:pt idx="1229">
                        <c:v>5.1166669999999996</c:v>
                      </c:pt>
                      <c:pt idx="1230">
                        <c:v>5.1208330000000002</c:v>
                      </c:pt>
                      <c:pt idx="1231">
                        <c:v>5.125</c:v>
                      </c:pt>
                      <c:pt idx="1232">
                        <c:v>5.1291669999999998</c:v>
                      </c:pt>
                      <c:pt idx="1233">
                        <c:v>5.1333330000000004</c:v>
                      </c:pt>
                      <c:pt idx="1234">
                        <c:v>5.1375000000000002</c:v>
                      </c:pt>
                      <c:pt idx="1235">
                        <c:v>5.141667</c:v>
                      </c:pt>
                      <c:pt idx="1236">
                        <c:v>5.1458329999999997</c:v>
                      </c:pt>
                      <c:pt idx="1237">
                        <c:v>5.15</c:v>
                      </c:pt>
                      <c:pt idx="1238">
                        <c:v>5.1541670000000002</c:v>
                      </c:pt>
                      <c:pt idx="1239">
                        <c:v>5.1583329999999998</c:v>
                      </c:pt>
                      <c:pt idx="1240">
                        <c:v>5.1624999999999996</c:v>
                      </c:pt>
                      <c:pt idx="1241">
                        <c:v>5.1666670000000003</c:v>
                      </c:pt>
                      <c:pt idx="1242">
                        <c:v>5.170833</c:v>
                      </c:pt>
                      <c:pt idx="1243">
                        <c:v>5.1749999999999998</c:v>
                      </c:pt>
                      <c:pt idx="1244">
                        <c:v>5.1791669999999996</c:v>
                      </c:pt>
                      <c:pt idx="1245">
                        <c:v>5.1833330000000002</c:v>
                      </c:pt>
                      <c:pt idx="1246">
                        <c:v>5.1875</c:v>
                      </c:pt>
                      <c:pt idx="1247">
                        <c:v>5.1916669999999998</c:v>
                      </c:pt>
                      <c:pt idx="1248">
                        <c:v>5.1958330000000004</c:v>
                      </c:pt>
                      <c:pt idx="1249">
                        <c:v>5.2</c:v>
                      </c:pt>
                      <c:pt idx="1250">
                        <c:v>5.204167</c:v>
                      </c:pt>
                      <c:pt idx="1251">
                        <c:v>5.2083329999999997</c:v>
                      </c:pt>
                      <c:pt idx="1252">
                        <c:v>5.2125000000000004</c:v>
                      </c:pt>
                      <c:pt idx="1253">
                        <c:v>5.2166670000000002</c:v>
                      </c:pt>
                      <c:pt idx="1254">
                        <c:v>5.2208329999999998</c:v>
                      </c:pt>
                      <c:pt idx="1255">
                        <c:v>5.2249999999999996</c:v>
                      </c:pt>
                      <c:pt idx="1256">
                        <c:v>5.2291670000000003</c:v>
                      </c:pt>
                      <c:pt idx="1257">
                        <c:v>5.233333</c:v>
                      </c:pt>
                      <c:pt idx="1258">
                        <c:v>5.2374999999999998</c:v>
                      </c:pt>
                      <c:pt idx="1259">
                        <c:v>5.2416669999999996</c:v>
                      </c:pt>
                      <c:pt idx="1260">
                        <c:v>5.2458330000000002</c:v>
                      </c:pt>
                      <c:pt idx="1261">
                        <c:v>5.25</c:v>
                      </c:pt>
                      <c:pt idx="1262">
                        <c:v>5.2541669999999998</c:v>
                      </c:pt>
                      <c:pt idx="1263">
                        <c:v>5.2583330000000004</c:v>
                      </c:pt>
                      <c:pt idx="1264">
                        <c:v>5.2625000000000002</c:v>
                      </c:pt>
                      <c:pt idx="1265">
                        <c:v>5.266667</c:v>
                      </c:pt>
                      <c:pt idx="1266">
                        <c:v>5.2708329999999997</c:v>
                      </c:pt>
                      <c:pt idx="1267">
                        <c:v>5.2750000000000004</c:v>
                      </c:pt>
                      <c:pt idx="1268">
                        <c:v>5.2791670000000002</c:v>
                      </c:pt>
                      <c:pt idx="1269">
                        <c:v>5.2833329999999998</c:v>
                      </c:pt>
                      <c:pt idx="1270">
                        <c:v>5.2874999999999996</c:v>
                      </c:pt>
                      <c:pt idx="1271">
                        <c:v>5.2916670000000003</c:v>
                      </c:pt>
                      <c:pt idx="1272">
                        <c:v>5.295833</c:v>
                      </c:pt>
                      <c:pt idx="1273">
                        <c:v>5.3</c:v>
                      </c:pt>
                      <c:pt idx="1274">
                        <c:v>5.3041669999999996</c:v>
                      </c:pt>
                      <c:pt idx="1275">
                        <c:v>5.3083330000000002</c:v>
                      </c:pt>
                      <c:pt idx="1276">
                        <c:v>5.3125</c:v>
                      </c:pt>
                      <c:pt idx="1277">
                        <c:v>5.3166669999999998</c:v>
                      </c:pt>
                      <c:pt idx="1278">
                        <c:v>5.3208330000000004</c:v>
                      </c:pt>
                      <c:pt idx="1279">
                        <c:v>5.3250000000000002</c:v>
                      </c:pt>
                      <c:pt idx="1280">
                        <c:v>5.329167</c:v>
                      </c:pt>
                      <c:pt idx="1281">
                        <c:v>5.3333329999999997</c:v>
                      </c:pt>
                      <c:pt idx="1282">
                        <c:v>5.3375000000000004</c:v>
                      </c:pt>
                      <c:pt idx="1283">
                        <c:v>5.3416670000000002</c:v>
                      </c:pt>
                      <c:pt idx="1284">
                        <c:v>5.3458329999999998</c:v>
                      </c:pt>
                      <c:pt idx="1285">
                        <c:v>5.35</c:v>
                      </c:pt>
                      <c:pt idx="1286">
                        <c:v>5.3541670000000003</c:v>
                      </c:pt>
                      <c:pt idx="1287">
                        <c:v>5.358333</c:v>
                      </c:pt>
                      <c:pt idx="1288">
                        <c:v>5.3624999999999998</c:v>
                      </c:pt>
                      <c:pt idx="1289">
                        <c:v>5.3666669999999996</c:v>
                      </c:pt>
                      <c:pt idx="1290">
                        <c:v>5.3708330000000002</c:v>
                      </c:pt>
                      <c:pt idx="1291">
                        <c:v>5.375</c:v>
                      </c:pt>
                      <c:pt idx="1292">
                        <c:v>5.3791669999999998</c:v>
                      </c:pt>
                      <c:pt idx="1293">
                        <c:v>5.3833330000000004</c:v>
                      </c:pt>
                      <c:pt idx="1294">
                        <c:v>5.3875000000000002</c:v>
                      </c:pt>
                      <c:pt idx="1295">
                        <c:v>5.391667</c:v>
                      </c:pt>
                      <c:pt idx="1296">
                        <c:v>5.3958329999999997</c:v>
                      </c:pt>
                      <c:pt idx="1297">
                        <c:v>5.4</c:v>
                      </c:pt>
                      <c:pt idx="1298">
                        <c:v>5.4041670000000002</c:v>
                      </c:pt>
                      <c:pt idx="1299">
                        <c:v>5.4083329999999998</c:v>
                      </c:pt>
                      <c:pt idx="1300">
                        <c:v>5.4124999999999996</c:v>
                      </c:pt>
                      <c:pt idx="1301">
                        <c:v>5.4166670000000003</c:v>
                      </c:pt>
                      <c:pt idx="1302">
                        <c:v>5.420833</c:v>
                      </c:pt>
                      <c:pt idx="1303">
                        <c:v>5.4249999999999998</c:v>
                      </c:pt>
                      <c:pt idx="1304">
                        <c:v>5.4291669999999996</c:v>
                      </c:pt>
                      <c:pt idx="1305">
                        <c:v>5.4333330000000002</c:v>
                      </c:pt>
                      <c:pt idx="1306">
                        <c:v>5.4375</c:v>
                      </c:pt>
                      <c:pt idx="1307">
                        <c:v>5.4416669999999998</c:v>
                      </c:pt>
                      <c:pt idx="1308">
                        <c:v>5.4458330000000004</c:v>
                      </c:pt>
                      <c:pt idx="1309">
                        <c:v>5.45</c:v>
                      </c:pt>
                      <c:pt idx="1310">
                        <c:v>5.454167</c:v>
                      </c:pt>
                      <c:pt idx="1311">
                        <c:v>5.4583329999999997</c:v>
                      </c:pt>
                      <c:pt idx="1312">
                        <c:v>5.4625000000000004</c:v>
                      </c:pt>
                      <c:pt idx="1313">
                        <c:v>5.4666670000000002</c:v>
                      </c:pt>
                      <c:pt idx="1314">
                        <c:v>5.4708329999999998</c:v>
                      </c:pt>
                      <c:pt idx="1315">
                        <c:v>5.4749999999999996</c:v>
                      </c:pt>
                      <c:pt idx="1316">
                        <c:v>5.4791670000000003</c:v>
                      </c:pt>
                      <c:pt idx="1317">
                        <c:v>5.483333</c:v>
                      </c:pt>
                      <c:pt idx="1318">
                        <c:v>5.4874999999999998</c:v>
                      </c:pt>
                      <c:pt idx="1319">
                        <c:v>5.4916669999999996</c:v>
                      </c:pt>
                      <c:pt idx="1320">
                        <c:v>5.4958330000000002</c:v>
                      </c:pt>
                      <c:pt idx="1321">
                        <c:v>5.5</c:v>
                      </c:pt>
                      <c:pt idx="1322">
                        <c:v>5.5041669999999998</c:v>
                      </c:pt>
                      <c:pt idx="1323">
                        <c:v>5.5083330000000004</c:v>
                      </c:pt>
                      <c:pt idx="1324">
                        <c:v>5.5125000000000002</c:v>
                      </c:pt>
                      <c:pt idx="1325">
                        <c:v>5.516667</c:v>
                      </c:pt>
                      <c:pt idx="1326">
                        <c:v>5.5208329999999997</c:v>
                      </c:pt>
                      <c:pt idx="1327">
                        <c:v>5.5250000000000004</c:v>
                      </c:pt>
                      <c:pt idx="1328">
                        <c:v>5.5291670000000002</c:v>
                      </c:pt>
                      <c:pt idx="1329">
                        <c:v>5.5333329999999998</c:v>
                      </c:pt>
                      <c:pt idx="1330">
                        <c:v>5.5374999999999996</c:v>
                      </c:pt>
                      <c:pt idx="1331">
                        <c:v>5.5416670000000003</c:v>
                      </c:pt>
                      <c:pt idx="1332">
                        <c:v>5.545833</c:v>
                      </c:pt>
                      <c:pt idx="1333">
                        <c:v>5.55</c:v>
                      </c:pt>
                      <c:pt idx="1334">
                        <c:v>5.5541669999999996</c:v>
                      </c:pt>
                      <c:pt idx="1335">
                        <c:v>5.5583330000000002</c:v>
                      </c:pt>
                      <c:pt idx="1336">
                        <c:v>5.5625</c:v>
                      </c:pt>
                      <c:pt idx="1337">
                        <c:v>5.5666669999999998</c:v>
                      </c:pt>
                      <c:pt idx="1338">
                        <c:v>5.5708330000000004</c:v>
                      </c:pt>
                      <c:pt idx="1339">
                        <c:v>5.5750000000000002</c:v>
                      </c:pt>
                      <c:pt idx="1340">
                        <c:v>5.579167</c:v>
                      </c:pt>
                      <c:pt idx="1341">
                        <c:v>5.5833329999999997</c:v>
                      </c:pt>
                      <c:pt idx="1342">
                        <c:v>5.5875000000000004</c:v>
                      </c:pt>
                      <c:pt idx="1343">
                        <c:v>5.5916670000000002</c:v>
                      </c:pt>
                      <c:pt idx="1344">
                        <c:v>5.5958329999999998</c:v>
                      </c:pt>
                      <c:pt idx="1345">
                        <c:v>5.6</c:v>
                      </c:pt>
                      <c:pt idx="1346">
                        <c:v>5.6041670000000003</c:v>
                      </c:pt>
                      <c:pt idx="1347">
                        <c:v>5.608333</c:v>
                      </c:pt>
                      <c:pt idx="1348">
                        <c:v>5.6124999999999998</c:v>
                      </c:pt>
                      <c:pt idx="1349">
                        <c:v>5.6166669999999996</c:v>
                      </c:pt>
                      <c:pt idx="1350">
                        <c:v>5.6208330000000002</c:v>
                      </c:pt>
                      <c:pt idx="1351">
                        <c:v>5.625</c:v>
                      </c:pt>
                      <c:pt idx="1352">
                        <c:v>5.6291669999999998</c:v>
                      </c:pt>
                      <c:pt idx="1353">
                        <c:v>5.6333330000000004</c:v>
                      </c:pt>
                      <c:pt idx="1354">
                        <c:v>5.6375000000000002</c:v>
                      </c:pt>
                      <c:pt idx="1355">
                        <c:v>5.641667</c:v>
                      </c:pt>
                      <c:pt idx="1356">
                        <c:v>5.6458329999999997</c:v>
                      </c:pt>
                      <c:pt idx="1357">
                        <c:v>5.65</c:v>
                      </c:pt>
                      <c:pt idx="1358">
                        <c:v>5.6541670000000002</c:v>
                      </c:pt>
                      <c:pt idx="1359">
                        <c:v>5.6583329999999998</c:v>
                      </c:pt>
                      <c:pt idx="1360">
                        <c:v>5.6624999999999996</c:v>
                      </c:pt>
                      <c:pt idx="1361">
                        <c:v>5.6666670000000003</c:v>
                      </c:pt>
                      <c:pt idx="1362">
                        <c:v>5.670833</c:v>
                      </c:pt>
                      <c:pt idx="1363">
                        <c:v>5.6749999999999998</c:v>
                      </c:pt>
                      <c:pt idx="1364">
                        <c:v>5.6791669999999996</c:v>
                      </c:pt>
                      <c:pt idx="1365">
                        <c:v>5.6833330000000002</c:v>
                      </c:pt>
                      <c:pt idx="1366">
                        <c:v>5.6875</c:v>
                      </c:pt>
                      <c:pt idx="1367">
                        <c:v>5.6916669999999998</c:v>
                      </c:pt>
                      <c:pt idx="1368">
                        <c:v>5.6958330000000004</c:v>
                      </c:pt>
                      <c:pt idx="1369">
                        <c:v>5.7</c:v>
                      </c:pt>
                      <c:pt idx="1370">
                        <c:v>5.704167</c:v>
                      </c:pt>
                      <c:pt idx="1371">
                        <c:v>5.7083329999999997</c:v>
                      </c:pt>
                      <c:pt idx="1372">
                        <c:v>5.7125000000000004</c:v>
                      </c:pt>
                      <c:pt idx="1373">
                        <c:v>5.7166670000000002</c:v>
                      </c:pt>
                      <c:pt idx="1374">
                        <c:v>5.7208329999999998</c:v>
                      </c:pt>
                      <c:pt idx="1375">
                        <c:v>5.7249999999999996</c:v>
                      </c:pt>
                      <c:pt idx="1376">
                        <c:v>5.7291670000000003</c:v>
                      </c:pt>
                      <c:pt idx="1377">
                        <c:v>5.733333</c:v>
                      </c:pt>
                      <c:pt idx="1378">
                        <c:v>5.7374999999999998</c:v>
                      </c:pt>
                      <c:pt idx="1379">
                        <c:v>5.7416669999999996</c:v>
                      </c:pt>
                      <c:pt idx="1380">
                        <c:v>5.7458330000000002</c:v>
                      </c:pt>
                      <c:pt idx="1381">
                        <c:v>5.75</c:v>
                      </c:pt>
                      <c:pt idx="1382">
                        <c:v>5.7541669999999998</c:v>
                      </c:pt>
                      <c:pt idx="1383">
                        <c:v>5.7583330000000004</c:v>
                      </c:pt>
                      <c:pt idx="1384">
                        <c:v>5.7625000000000002</c:v>
                      </c:pt>
                      <c:pt idx="1385">
                        <c:v>5.766667</c:v>
                      </c:pt>
                      <c:pt idx="1386">
                        <c:v>5.7708329999999997</c:v>
                      </c:pt>
                      <c:pt idx="1387">
                        <c:v>5.7750000000000004</c:v>
                      </c:pt>
                      <c:pt idx="1388">
                        <c:v>5.7791670000000002</c:v>
                      </c:pt>
                      <c:pt idx="1389">
                        <c:v>5.7833329999999998</c:v>
                      </c:pt>
                      <c:pt idx="1390">
                        <c:v>5.7874999999999996</c:v>
                      </c:pt>
                      <c:pt idx="1391">
                        <c:v>5.7916670000000003</c:v>
                      </c:pt>
                      <c:pt idx="1392">
                        <c:v>5.795833</c:v>
                      </c:pt>
                      <c:pt idx="1393">
                        <c:v>5.8</c:v>
                      </c:pt>
                      <c:pt idx="1394">
                        <c:v>5.8041669999999996</c:v>
                      </c:pt>
                      <c:pt idx="1395">
                        <c:v>5.8083330000000002</c:v>
                      </c:pt>
                      <c:pt idx="1396">
                        <c:v>5.8125</c:v>
                      </c:pt>
                      <c:pt idx="1397">
                        <c:v>5.8166669999999998</c:v>
                      </c:pt>
                      <c:pt idx="1398">
                        <c:v>5.8208330000000004</c:v>
                      </c:pt>
                      <c:pt idx="1399">
                        <c:v>5.8250000000000002</c:v>
                      </c:pt>
                      <c:pt idx="1400">
                        <c:v>5.829167</c:v>
                      </c:pt>
                      <c:pt idx="1401">
                        <c:v>5.8333329999999997</c:v>
                      </c:pt>
                      <c:pt idx="1402">
                        <c:v>5.8375000000000004</c:v>
                      </c:pt>
                      <c:pt idx="1403">
                        <c:v>5.8416670000000002</c:v>
                      </c:pt>
                      <c:pt idx="1404">
                        <c:v>5.8458329999999998</c:v>
                      </c:pt>
                      <c:pt idx="1405">
                        <c:v>5.85</c:v>
                      </c:pt>
                      <c:pt idx="1406">
                        <c:v>5.8541670000000003</c:v>
                      </c:pt>
                      <c:pt idx="1407">
                        <c:v>5.858333</c:v>
                      </c:pt>
                      <c:pt idx="1408">
                        <c:v>5.8624999999999998</c:v>
                      </c:pt>
                      <c:pt idx="1409">
                        <c:v>5.8666669999999996</c:v>
                      </c:pt>
                      <c:pt idx="1410">
                        <c:v>5.8708330000000002</c:v>
                      </c:pt>
                      <c:pt idx="1411">
                        <c:v>5.875</c:v>
                      </c:pt>
                      <c:pt idx="1412">
                        <c:v>5.8791669999999998</c:v>
                      </c:pt>
                      <c:pt idx="1413">
                        <c:v>5.8833330000000004</c:v>
                      </c:pt>
                      <c:pt idx="1414">
                        <c:v>5.8875000000000002</c:v>
                      </c:pt>
                      <c:pt idx="1415">
                        <c:v>5.891667</c:v>
                      </c:pt>
                      <c:pt idx="1416">
                        <c:v>5.8958329999999997</c:v>
                      </c:pt>
                      <c:pt idx="1417">
                        <c:v>5.9</c:v>
                      </c:pt>
                      <c:pt idx="1418">
                        <c:v>5.9041670000000002</c:v>
                      </c:pt>
                      <c:pt idx="1419">
                        <c:v>5.9083329999999998</c:v>
                      </c:pt>
                      <c:pt idx="1420">
                        <c:v>5.9124999999999996</c:v>
                      </c:pt>
                      <c:pt idx="1421">
                        <c:v>5.9166670000000003</c:v>
                      </c:pt>
                      <c:pt idx="1422">
                        <c:v>5.920833</c:v>
                      </c:pt>
                      <c:pt idx="1423">
                        <c:v>5.9249999999999998</c:v>
                      </c:pt>
                      <c:pt idx="1424">
                        <c:v>5.9291669999999996</c:v>
                      </c:pt>
                      <c:pt idx="1425">
                        <c:v>5.9333330000000002</c:v>
                      </c:pt>
                      <c:pt idx="1426">
                        <c:v>5.9375</c:v>
                      </c:pt>
                      <c:pt idx="1427">
                        <c:v>5.9416669999999998</c:v>
                      </c:pt>
                      <c:pt idx="1428">
                        <c:v>5.9458330000000004</c:v>
                      </c:pt>
                      <c:pt idx="1429">
                        <c:v>5.95</c:v>
                      </c:pt>
                      <c:pt idx="1430">
                        <c:v>5.954167</c:v>
                      </c:pt>
                      <c:pt idx="1431">
                        <c:v>5.9583329999999997</c:v>
                      </c:pt>
                      <c:pt idx="1432">
                        <c:v>5.9625000000000004</c:v>
                      </c:pt>
                      <c:pt idx="1433">
                        <c:v>5.9666670000000002</c:v>
                      </c:pt>
                      <c:pt idx="1434">
                        <c:v>5.9708329999999998</c:v>
                      </c:pt>
                      <c:pt idx="1435">
                        <c:v>5.9749999999999996</c:v>
                      </c:pt>
                      <c:pt idx="1436">
                        <c:v>5.9791670000000003</c:v>
                      </c:pt>
                      <c:pt idx="1437">
                        <c:v>5.983333</c:v>
                      </c:pt>
                      <c:pt idx="1438">
                        <c:v>5.9874999999999998</c:v>
                      </c:pt>
                      <c:pt idx="1439">
                        <c:v>5.9916669999999996</c:v>
                      </c:pt>
                      <c:pt idx="1440">
                        <c:v>5.9958330000000002</c:v>
                      </c:pt>
                      <c:pt idx="1441">
                        <c:v>6</c:v>
                      </c:pt>
                      <c:pt idx="1442">
                        <c:v>6.0041669999999998</c:v>
                      </c:pt>
                      <c:pt idx="1443">
                        <c:v>6.0083330000000004</c:v>
                      </c:pt>
                      <c:pt idx="1444">
                        <c:v>6.0125000000000002</c:v>
                      </c:pt>
                      <c:pt idx="1445">
                        <c:v>6.016667</c:v>
                      </c:pt>
                      <c:pt idx="1446">
                        <c:v>6.0208329999999997</c:v>
                      </c:pt>
                      <c:pt idx="1447">
                        <c:v>6.0250000000000004</c:v>
                      </c:pt>
                      <c:pt idx="1448">
                        <c:v>6.0291670000000002</c:v>
                      </c:pt>
                      <c:pt idx="1449">
                        <c:v>6.0333329999999998</c:v>
                      </c:pt>
                      <c:pt idx="1450">
                        <c:v>6.0374999999999996</c:v>
                      </c:pt>
                      <c:pt idx="1451">
                        <c:v>6.0416670000000003</c:v>
                      </c:pt>
                      <c:pt idx="1452">
                        <c:v>6.045833</c:v>
                      </c:pt>
                      <c:pt idx="1453">
                        <c:v>6.05</c:v>
                      </c:pt>
                      <c:pt idx="1454">
                        <c:v>6.0541669999999996</c:v>
                      </c:pt>
                      <c:pt idx="1455">
                        <c:v>6.0583330000000002</c:v>
                      </c:pt>
                      <c:pt idx="1456">
                        <c:v>6.0625</c:v>
                      </c:pt>
                      <c:pt idx="1457">
                        <c:v>6.0666669999999998</c:v>
                      </c:pt>
                      <c:pt idx="1458">
                        <c:v>6.0708330000000004</c:v>
                      </c:pt>
                      <c:pt idx="1459">
                        <c:v>6.0750000000000002</c:v>
                      </c:pt>
                      <c:pt idx="1460">
                        <c:v>6.079167</c:v>
                      </c:pt>
                      <c:pt idx="1461">
                        <c:v>6.0833329999999997</c:v>
                      </c:pt>
                      <c:pt idx="1462">
                        <c:v>6.0875000000000004</c:v>
                      </c:pt>
                      <c:pt idx="1463">
                        <c:v>6.0916670000000002</c:v>
                      </c:pt>
                      <c:pt idx="1464">
                        <c:v>6.0958329999999998</c:v>
                      </c:pt>
                      <c:pt idx="1465">
                        <c:v>6.1</c:v>
                      </c:pt>
                      <c:pt idx="1466">
                        <c:v>6.1041670000000003</c:v>
                      </c:pt>
                      <c:pt idx="1467">
                        <c:v>6.108333</c:v>
                      </c:pt>
                      <c:pt idx="1468">
                        <c:v>6.1124999999999998</c:v>
                      </c:pt>
                      <c:pt idx="1469">
                        <c:v>6.1166669999999996</c:v>
                      </c:pt>
                      <c:pt idx="1470">
                        <c:v>6.1208330000000002</c:v>
                      </c:pt>
                      <c:pt idx="1471">
                        <c:v>6.125</c:v>
                      </c:pt>
                      <c:pt idx="1472">
                        <c:v>6.1291669999999998</c:v>
                      </c:pt>
                      <c:pt idx="1473">
                        <c:v>6.1333330000000004</c:v>
                      </c:pt>
                      <c:pt idx="1474">
                        <c:v>6.1375000000000002</c:v>
                      </c:pt>
                      <c:pt idx="1475">
                        <c:v>6.141667</c:v>
                      </c:pt>
                      <c:pt idx="1476">
                        <c:v>6.1458329999999997</c:v>
                      </c:pt>
                      <c:pt idx="1477">
                        <c:v>6.15</c:v>
                      </c:pt>
                      <c:pt idx="1478">
                        <c:v>6.1541670000000002</c:v>
                      </c:pt>
                      <c:pt idx="1479">
                        <c:v>6.1583329999999998</c:v>
                      </c:pt>
                      <c:pt idx="1480">
                        <c:v>6.1624999999999996</c:v>
                      </c:pt>
                      <c:pt idx="1481">
                        <c:v>6.1666670000000003</c:v>
                      </c:pt>
                      <c:pt idx="1482">
                        <c:v>6.170833</c:v>
                      </c:pt>
                      <c:pt idx="1483">
                        <c:v>6.1749999999999998</c:v>
                      </c:pt>
                      <c:pt idx="1484">
                        <c:v>6.1791669999999996</c:v>
                      </c:pt>
                      <c:pt idx="1485">
                        <c:v>6.1833330000000002</c:v>
                      </c:pt>
                      <c:pt idx="1486">
                        <c:v>6.1875</c:v>
                      </c:pt>
                      <c:pt idx="1487">
                        <c:v>6.1916669999999998</c:v>
                      </c:pt>
                      <c:pt idx="1488">
                        <c:v>6.1958330000000004</c:v>
                      </c:pt>
                      <c:pt idx="1489">
                        <c:v>6.2</c:v>
                      </c:pt>
                      <c:pt idx="1490">
                        <c:v>6.204167</c:v>
                      </c:pt>
                      <c:pt idx="1491">
                        <c:v>6.2083329999999997</c:v>
                      </c:pt>
                      <c:pt idx="1492">
                        <c:v>6.2125000000000004</c:v>
                      </c:pt>
                      <c:pt idx="1493">
                        <c:v>6.2166670000000002</c:v>
                      </c:pt>
                      <c:pt idx="1494">
                        <c:v>6.2208329999999998</c:v>
                      </c:pt>
                      <c:pt idx="1495">
                        <c:v>6.2249999999999996</c:v>
                      </c:pt>
                      <c:pt idx="1496">
                        <c:v>6.2291670000000003</c:v>
                      </c:pt>
                      <c:pt idx="1497">
                        <c:v>6.233333</c:v>
                      </c:pt>
                      <c:pt idx="1498">
                        <c:v>6.2374999999999998</c:v>
                      </c:pt>
                      <c:pt idx="1499">
                        <c:v>6.2416669999999996</c:v>
                      </c:pt>
                      <c:pt idx="1500">
                        <c:v>6.2458330000000002</c:v>
                      </c:pt>
                      <c:pt idx="1501">
                        <c:v>6.25</c:v>
                      </c:pt>
                      <c:pt idx="1502">
                        <c:v>6.2541669999999998</c:v>
                      </c:pt>
                      <c:pt idx="1503">
                        <c:v>6.2583330000000004</c:v>
                      </c:pt>
                      <c:pt idx="1504">
                        <c:v>6.2625000000000002</c:v>
                      </c:pt>
                      <c:pt idx="1505">
                        <c:v>6.266667</c:v>
                      </c:pt>
                      <c:pt idx="1506">
                        <c:v>6.2708329999999997</c:v>
                      </c:pt>
                      <c:pt idx="1507">
                        <c:v>6.2750000000000004</c:v>
                      </c:pt>
                      <c:pt idx="1508">
                        <c:v>6.2791670000000002</c:v>
                      </c:pt>
                      <c:pt idx="1509">
                        <c:v>6.2833329999999998</c:v>
                      </c:pt>
                      <c:pt idx="1510">
                        <c:v>6.2874999999999996</c:v>
                      </c:pt>
                      <c:pt idx="1511">
                        <c:v>6.2916670000000003</c:v>
                      </c:pt>
                      <c:pt idx="1512">
                        <c:v>6.295833</c:v>
                      </c:pt>
                      <c:pt idx="1513">
                        <c:v>6.3</c:v>
                      </c:pt>
                      <c:pt idx="1514">
                        <c:v>6.3041669999999996</c:v>
                      </c:pt>
                      <c:pt idx="1515">
                        <c:v>6.3083330000000002</c:v>
                      </c:pt>
                      <c:pt idx="1516">
                        <c:v>6.3125</c:v>
                      </c:pt>
                      <c:pt idx="1517">
                        <c:v>6.3166669999999998</c:v>
                      </c:pt>
                      <c:pt idx="1518">
                        <c:v>6.3208330000000004</c:v>
                      </c:pt>
                      <c:pt idx="1519">
                        <c:v>6.3250000000000002</c:v>
                      </c:pt>
                      <c:pt idx="1520">
                        <c:v>6.329167</c:v>
                      </c:pt>
                      <c:pt idx="1521">
                        <c:v>6.3333329999999997</c:v>
                      </c:pt>
                      <c:pt idx="1522">
                        <c:v>6.3375000000000004</c:v>
                      </c:pt>
                      <c:pt idx="1523">
                        <c:v>6.3416670000000002</c:v>
                      </c:pt>
                      <c:pt idx="1524">
                        <c:v>6.3458329999999998</c:v>
                      </c:pt>
                      <c:pt idx="1525">
                        <c:v>6.35</c:v>
                      </c:pt>
                      <c:pt idx="1526">
                        <c:v>6.3541670000000003</c:v>
                      </c:pt>
                      <c:pt idx="1527">
                        <c:v>6.358333</c:v>
                      </c:pt>
                      <c:pt idx="1528">
                        <c:v>6.3624999999999998</c:v>
                      </c:pt>
                      <c:pt idx="1529">
                        <c:v>6.3666669999999996</c:v>
                      </c:pt>
                      <c:pt idx="1530">
                        <c:v>6.3708330000000002</c:v>
                      </c:pt>
                      <c:pt idx="1531">
                        <c:v>6.375</c:v>
                      </c:pt>
                      <c:pt idx="1532">
                        <c:v>6.3791669999999998</c:v>
                      </c:pt>
                      <c:pt idx="1533">
                        <c:v>6.3833330000000004</c:v>
                      </c:pt>
                      <c:pt idx="1534">
                        <c:v>6.3875000000000002</c:v>
                      </c:pt>
                      <c:pt idx="1535">
                        <c:v>6.391667</c:v>
                      </c:pt>
                      <c:pt idx="1536">
                        <c:v>6.3958329999999997</c:v>
                      </c:pt>
                      <c:pt idx="1537">
                        <c:v>6.4</c:v>
                      </c:pt>
                      <c:pt idx="1538">
                        <c:v>6.4041670000000002</c:v>
                      </c:pt>
                      <c:pt idx="1539">
                        <c:v>6.4083329999999998</c:v>
                      </c:pt>
                      <c:pt idx="1540">
                        <c:v>6.4124999999999996</c:v>
                      </c:pt>
                      <c:pt idx="1541">
                        <c:v>6.4166670000000003</c:v>
                      </c:pt>
                      <c:pt idx="1542">
                        <c:v>6.420833</c:v>
                      </c:pt>
                      <c:pt idx="1543">
                        <c:v>6.4249999999999998</c:v>
                      </c:pt>
                      <c:pt idx="1544">
                        <c:v>6.4291669999999996</c:v>
                      </c:pt>
                      <c:pt idx="1545">
                        <c:v>6.4333330000000002</c:v>
                      </c:pt>
                      <c:pt idx="1546">
                        <c:v>6.4375</c:v>
                      </c:pt>
                      <c:pt idx="1547">
                        <c:v>6.4416669999999998</c:v>
                      </c:pt>
                      <c:pt idx="1548">
                        <c:v>6.4458330000000004</c:v>
                      </c:pt>
                      <c:pt idx="1549">
                        <c:v>6.45</c:v>
                      </c:pt>
                      <c:pt idx="1550">
                        <c:v>6.454167</c:v>
                      </c:pt>
                      <c:pt idx="1551">
                        <c:v>6.4583329999999997</c:v>
                      </c:pt>
                      <c:pt idx="1552">
                        <c:v>6.4625000000000004</c:v>
                      </c:pt>
                      <c:pt idx="1553">
                        <c:v>6.4666670000000002</c:v>
                      </c:pt>
                      <c:pt idx="1554">
                        <c:v>6.4708329999999998</c:v>
                      </c:pt>
                      <c:pt idx="1555">
                        <c:v>6.4749999999999996</c:v>
                      </c:pt>
                      <c:pt idx="1556">
                        <c:v>6.4791670000000003</c:v>
                      </c:pt>
                      <c:pt idx="1557">
                        <c:v>6.483333</c:v>
                      </c:pt>
                      <c:pt idx="1558">
                        <c:v>6.4874999999999998</c:v>
                      </c:pt>
                      <c:pt idx="1559">
                        <c:v>6.4916669999999996</c:v>
                      </c:pt>
                      <c:pt idx="1560">
                        <c:v>6.4958330000000002</c:v>
                      </c:pt>
                      <c:pt idx="1561">
                        <c:v>6.5</c:v>
                      </c:pt>
                      <c:pt idx="1562">
                        <c:v>6.5041669999999998</c:v>
                      </c:pt>
                      <c:pt idx="1563">
                        <c:v>6.5083330000000004</c:v>
                      </c:pt>
                      <c:pt idx="1564">
                        <c:v>6.5125000000000002</c:v>
                      </c:pt>
                      <c:pt idx="1565">
                        <c:v>6.516667</c:v>
                      </c:pt>
                      <c:pt idx="1566">
                        <c:v>6.5208329999999997</c:v>
                      </c:pt>
                      <c:pt idx="1567">
                        <c:v>6.5250000000000004</c:v>
                      </c:pt>
                      <c:pt idx="1568">
                        <c:v>6.5291670000000002</c:v>
                      </c:pt>
                      <c:pt idx="1569">
                        <c:v>6.5333329999999998</c:v>
                      </c:pt>
                      <c:pt idx="1570">
                        <c:v>6.5374999999999996</c:v>
                      </c:pt>
                      <c:pt idx="1571">
                        <c:v>6.5416670000000003</c:v>
                      </c:pt>
                      <c:pt idx="1572">
                        <c:v>6.545833</c:v>
                      </c:pt>
                      <c:pt idx="1573">
                        <c:v>6.55</c:v>
                      </c:pt>
                      <c:pt idx="1574">
                        <c:v>6.5541669999999996</c:v>
                      </c:pt>
                      <c:pt idx="1575">
                        <c:v>6.5583330000000002</c:v>
                      </c:pt>
                      <c:pt idx="1576">
                        <c:v>6.5625</c:v>
                      </c:pt>
                      <c:pt idx="1577">
                        <c:v>6.5666669999999998</c:v>
                      </c:pt>
                      <c:pt idx="1578">
                        <c:v>6.5708330000000004</c:v>
                      </c:pt>
                      <c:pt idx="1579">
                        <c:v>6.5750000000000002</c:v>
                      </c:pt>
                      <c:pt idx="1580">
                        <c:v>6.579167</c:v>
                      </c:pt>
                      <c:pt idx="1581">
                        <c:v>6.5833329999999997</c:v>
                      </c:pt>
                      <c:pt idx="1582">
                        <c:v>6.5875000000000004</c:v>
                      </c:pt>
                      <c:pt idx="1583">
                        <c:v>6.5916670000000002</c:v>
                      </c:pt>
                      <c:pt idx="1584">
                        <c:v>6.5958329999999998</c:v>
                      </c:pt>
                      <c:pt idx="1585">
                        <c:v>6.6</c:v>
                      </c:pt>
                      <c:pt idx="1586">
                        <c:v>6.6041670000000003</c:v>
                      </c:pt>
                      <c:pt idx="1587">
                        <c:v>6.608333</c:v>
                      </c:pt>
                      <c:pt idx="1588">
                        <c:v>6.6124999999999998</c:v>
                      </c:pt>
                      <c:pt idx="1589">
                        <c:v>6.6166669999999996</c:v>
                      </c:pt>
                      <c:pt idx="1590">
                        <c:v>6.6208330000000002</c:v>
                      </c:pt>
                      <c:pt idx="1591">
                        <c:v>6.625</c:v>
                      </c:pt>
                      <c:pt idx="1592">
                        <c:v>6.6291669999999998</c:v>
                      </c:pt>
                      <c:pt idx="1593">
                        <c:v>6.6333330000000004</c:v>
                      </c:pt>
                      <c:pt idx="1594">
                        <c:v>6.6375000000000002</c:v>
                      </c:pt>
                      <c:pt idx="1595">
                        <c:v>6.641667</c:v>
                      </c:pt>
                      <c:pt idx="1596">
                        <c:v>6.6458329999999997</c:v>
                      </c:pt>
                      <c:pt idx="1597">
                        <c:v>6.65</c:v>
                      </c:pt>
                      <c:pt idx="1598">
                        <c:v>6.6541670000000002</c:v>
                      </c:pt>
                      <c:pt idx="1599">
                        <c:v>6.6583329999999998</c:v>
                      </c:pt>
                      <c:pt idx="1600">
                        <c:v>6.6624999999999996</c:v>
                      </c:pt>
                      <c:pt idx="1601">
                        <c:v>6.6666670000000003</c:v>
                      </c:pt>
                      <c:pt idx="1602">
                        <c:v>6.670833</c:v>
                      </c:pt>
                      <c:pt idx="1603">
                        <c:v>6.6749999999999998</c:v>
                      </c:pt>
                      <c:pt idx="1604">
                        <c:v>6.6791669999999996</c:v>
                      </c:pt>
                      <c:pt idx="1605">
                        <c:v>6.6833330000000002</c:v>
                      </c:pt>
                      <c:pt idx="1606">
                        <c:v>6.6875</c:v>
                      </c:pt>
                      <c:pt idx="1607">
                        <c:v>6.6916669999999998</c:v>
                      </c:pt>
                      <c:pt idx="1608">
                        <c:v>6.6958330000000004</c:v>
                      </c:pt>
                      <c:pt idx="1609">
                        <c:v>6.7</c:v>
                      </c:pt>
                      <c:pt idx="1610">
                        <c:v>6.704167</c:v>
                      </c:pt>
                      <c:pt idx="1611">
                        <c:v>6.7083329999999997</c:v>
                      </c:pt>
                      <c:pt idx="1612">
                        <c:v>6.7125000000000004</c:v>
                      </c:pt>
                      <c:pt idx="1613">
                        <c:v>6.7166670000000002</c:v>
                      </c:pt>
                      <c:pt idx="1614">
                        <c:v>6.7208329999999998</c:v>
                      </c:pt>
                      <c:pt idx="1615">
                        <c:v>6.7249999999999996</c:v>
                      </c:pt>
                      <c:pt idx="1616">
                        <c:v>6.7291670000000003</c:v>
                      </c:pt>
                      <c:pt idx="1617">
                        <c:v>6.733333</c:v>
                      </c:pt>
                      <c:pt idx="1618">
                        <c:v>6.7374999999999998</c:v>
                      </c:pt>
                      <c:pt idx="1619">
                        <c:v>6.7416669999999996</c:v>
                      </c:pt>
                      <c:pt idx="1620">
                        <c:v>6.7458330000000002</c:v>
                      </c:pt>
                      <c:pt idx="1621">
                        <c:v>6.75</c:v>
                      </c:pt>
                      <c:pt idx="1622">
                        <c:v>6.7541669999999998</c:v>
                      </c:pt>
                      <c:pt idx="1623">
                        <c:v>6.7583330000000004</c:v>
                      </c:pt>
                      <c:pt idx="1624">
                        <c:v>6.7625000000000002</c:v>
                      </c:pt>
                      <c:pt idx="1625">
                        <c:v>6.766667</c:v>
                      </c:pt>
                      <c:pt idx="1626">
                        <c:v>6.7708329999999997</c:v>
                      </c:pt>
                      <c:pt idx="1627">
                        <c:v>6.7750000000000004</c:v>
                      </c:pt>
                      <c:pt idx="1628">
                        <c:v>6.7791670000000002</c:v>
                      </c:pt>
                      <c:pt idx="1629">
                        <c:v>6.7833329999999998</c:v>
                      </c:pt>
                      <c:pt idx="1630">
                        <c:v>6.7874999999999996</c:v>
                      </c:pt>
                      <c:pt idx="1631">
                        <c:v>6.7916670000000003</c:v>
                      </c:pt>
                      <c:pt idx="1632">
                        <c:v>6.795833</c:v>
                      </c:pt>
                      <c:pt idx="1633">
                        <c:v>6.8</c:v>
                      </c:pt>
                      <c:pt idx="1634">
                        <c:v>6.8041669999999996</c:v>
                      </c:pt>
                      <c:pt idx="1635">
                        <c:v>6.8083330000000002</c:v>
                      </c:pt>
                      <c:pt idx="1636">
                        <c:v>6.8125</c:v>
                      </c:pt>
                      <c:pt idx="1637">
                        <c:v>6.8166669999999998</c:v>
                      </c:pt>
                      <c:pt idx="1638">
                        <c:v>6.8208330000000004</c:v>
                      </c:pt>
                      <c:pt idx="1639">
                        <c:v>6.8250000000000002</c:v>
                      </c:pt>
                      <c:pt idx="1640">
                        <c:v>6.829167</c:v>
                      </c:pt>
                      <c:pt idx="1641">
                        <c:v>6.8333329999999997</c:v>
                      </c:pt>
                      <c:pt idx="1642">
                        <c:v>6.8375000000000004</c:v>
                      </c:pt>
                      <c:pt idx="1643">
                        <c:v>6.8416670000000002</c:v>
                      </c:pt>
                      <c:pt idx="1644">
                        <c:v>6.8458329999999998</c:v>
                      </c:pt>
                      <c:pt idx="1645">
                        <c:v>6.85</c:v>
                      </c:pt>
                      <c:pt idx="1646">
                        <c:v>6.8541670000000003</c:v>
                      </c:pt>
                      <c:pt idx="1647">
                        <c:v>6.858333</c:v>
                      </c:pt>
                      <c:pt idx="1648">
                        <c:v>6.8624999999999998</c:v>
                      </c:pt>
                      <c:pt idx="1649">
                        <c:v>6.8666669999999996</c:v>
                      </c:pt>
                      <c:pt idx="1650">
                        <c:v>6.8708330000000002</c:v>
                      </c:pt>
                      <c:pt idx="1651">
                        <c:v>6.875</c:v>
                      </c:pt>
                      <c:pt idx="1652">
                        <c:v>6.8791669999999998</c:v>
                      </c:pt>
                      <c:pt idx="1653">
                        <c:v>6.8833330000000004</c:v>
                      </c:pt>
                      <c:pt idx="1654">
                        <c:v>6.8875000000000002</c:v>
                      </c:pt>
                      <c:pt idx="1655">
                        <c:v>6.891667</c:v>
                      </c:pt>
                      <c:pt idx="1656">
                        <c:v>6.8958329999999997</c:v>
                      </c:pt>
                      <c:pt idx="1657">
                        <c:v>6.9</c:v>
                      </c:pt>
                      <c:pt idx="1658">
                        <c:v>6.9041670000000002</c:v>
                      </c:pt>
                      <c:pt idx="1659">
                        <c:v>6.9083329999999998</c:v>
                      </c:pt>
                      <c:pt idx="1660">
                        <c:v>6.9124999999999996</c:v>
                      </c:pt>
                      <c:pt idx="1661">
                        <c:v>6.9166670000000003</c:v>
                      </c:pt>
                      <c:pt idx="1662">
                        <c:v>6.920833</c:v>
                      </c:pt>
                      <c:pt idx="1663">
                        <c:v>6.9249999999999998</c:v>
                      </c:pt>
                      <c:pt idx="1664">
                        <c:v>6.9291669999999996</c:v>
                      </c:pt>
                      <c:pt idx="1665">
                        <c:v>6.9333330000000002</c:v>
                      </c:pt>
                      <c:pt idx="1666">
                        <c:v>6.9375</c:v>
                      </c:pt>
                      <c:pt idx="1667">
                        <c:v>6.9416669999999998</c:v>
                      </c:pt>
                      <c:pt idx="1668">
                        <c:v>6.9458330000000004</c:v>
                      </c:pt>
                      <c:pt idx="1669">
                        <c:v>6.95</c:v>
                      </c:pt>
                      <c:pt idx="1670">
                        <c:v>6.954167</c:v>
                      </c:pt>
                      <c:pt idx="1671">
                        <c:v>6.9583329999999997</c:v>
                      </c:pt>
                      <c:pt idx="1672">
                        <c:v>6.9625000000000004</c:v>
                      </c:pt>
                      <c:pt idx="1673">
                        <c:v>6.9666670000000002</c:v>
                      </c:pt>
                      <c:pt idx="1674">
                        <c:v>6.9708329999999998</c:v>
                      </c:pt>
                      <c:pt idx="1675">
                        <c:v>6.9749999999999996</c:v>
                      </c:pt>
                      <c:pt idx="1676">
                        <c:v>6.9791670000000003</c:v>
                      </c:pt>
                      <c:pt idx="1677">
                        <c:v>6.983333</c:v>
                      </c:pt>
                      <c:pt idx="1678">
                        <c:v>6.9874999999999998</c:v>
                      </c:pt>
                      <c:pt idx="1679">
                        <c:v>6.9916669999999996</c:v>
                      </c:pt>
                      <c:pt idx="1680">
                        <c:v>6.9958330000000002</c:v>
                      </c:pt>
                      <c:pt idx="1681">
                        <c:v>7</c:v>
                      </c:pt>
                      <c:pt idx="1682">
                        <c:v>7.0041669999999998</c:v>
                      </c:pt>
                      <c:pt idx="1683">
                        <c:v>7.0083330000000004</c:v>
                      </c:pt>
                      <c:pt idx="1684">
                        <c:v>7.0125000000000002</c:v>
                      </c:pt>
                      <c:pt idx="1685">
                        <c:v>7.016667</c:v>
                      </c:pt>
                      <c:pt idx="1686">
                        <c:v>7.0208329999999997</c:v>
                      </c:pt>
                      <c:pt idx="1687">
                        <c:v>7.0250000000000004</c:v>
                      </c:pt>
                      <c:pt idx="1688">
                        <c:v>7.0291670000000002</c:v>
                      </c:pt>
                      <c:pt idx="1689">
                        <c:v>7.0333329999999998</c:v>
                      </c:pt>
                      <c:pt idx="1690">
                        <c:v>7.0374999999999996</c:v>
                      </c:pt>
                      <c:pt idx="1691">
                        <c:v>7.0416670000000003</c:v>
                      </c:pt>
                      <c:pt idx="1692">
                        <c:v>7.045833</c:v>
                      </c:pt>
                      <c:pt idx="1693">
                        <c:v>7.05</c:v>
                      </c:pt>
                      <c:pt idx="1694">
                        <c:v>7.0541669999999996</c:v>
                      </c:pt>
                      <c:pt idx="1695">
                        <c:v>7.0583330000000002</c:v>
                      </c:pt>
                      <c:pt idx="1696">
                        <c:v>7.0625</c:v>
                      </c:pt>
                      <c:pt idx="1697">
                        <c:v>7.0666669999999998</c:v>
                      </c:pt>
                      <c:pt idx="1698">
                        <c:v>7.0708330000000004</c:v>
                      </c:pt>
                      <c:pt idx="1699">
                        <c:v>7.0750000000000002</c:v>
                      </c:pt>
                      <c:pt idx="1700">
                        <c:v>7.079167</c:v>
                      </c:pt>
                      <c:pt idx="1701">
                        <c:v>7.0833329999999997</c:v>
                      </c:pt>
                      <c:pt idx="1702">
                        <c:v>7.0875000000000004</c:v>
                      </c:pt>
                      <c:pt idx="1703">
                        <c:v>7.0916670000000002</c:v>
                      </c:pt>
                      <c:pt idx="1704">
                        <c:v>7.0958329999999998</c:v>
                      </c:pt>
                      <c:pt idx="1705">
                        <c:v>7.1</c:v>
                      </c:pt>
                      <c:pt idx="1706">
                        <c:v>7.1041670000000003</c:v>
                      </c:pt>
                      <c:pt idx="1707">
                        <c:v>7.108333</c:v>
                      </c:pt>
                      <c:pt idx="1708">
                        <c:v>7.1124999999999998</c:v>
                      </c:pt>
                      <c:pt idx="1709">
                        <c:v>7.1166669999999996</c:v>
                      </c:pt>
                      <c:pt idx="1710">
                        <c:v>7.1208330000000002</c:v>
                      </c:pt>
                      <c:pt idx="1711">
                        <c:v>7.125</c:v>
                      </c:pt>
                      <c:pt idx="1712">
                        <c:v>7.1291669999999998</c:v>
                      </c:pt>
                      <c:pt idx="1713">
                        <c:v>7.1333330000000004</c:v>
                      </c:pt>
                      <c:pt idx="1714">
                        <c:v>7.1375000000000002</c:v>
                      </c:pt>
                      <c:pt idx="1715">
                        <c:v>7.141667</c:v>
                      </c:pt>
                      <c:pt idx="1716">
                        <c:v>7.1458329999999997</c:v>
                      </c:pt>
                      <c:pt idx="1717">
                        <c:v>7.15</c:v>
                      </c:pt>
                      <c:pt idx="1718">
                        <c:v>7.1541670000000002</c:v>
                      </c:pt>
                      <c:pt idx="1719">
                        <c:v>7.1583329999999998</c:v>
                      </c:pt>
                      <c:pt idx="1720">
                        <c:v>7.1624999999999996</c:v>
                      </c:pt>
                      <c:pt idx="1721">
                        <c:v>7.1666670000000003</c:v>
                      </c:pt>
                      <c:pt idx="1722">
                        <c:v>7.170833</c:v>
                      </c:pt>
                      <c:pt idx="1723">
                        <c:v>7.1749999999999998</c:v>
                      </c:pt>
                      <c:pt idx="1724">
                        <c:v>7.1791669999999996</c:v>
                      </c:pt>
                      <c:pt idx="1725">
                        <c:v>7.1833330000000002</c:v>
                      </c:pt>
                      <c:pt idx="1726">
                        <c:v>7.1875</c:v>
                      </c:pt>
                      <c:pt idx="1727">
                        <c:v>7.1916669999999998</c:v>
                      </c:pt>
                      <c:pt idx="1728">
                        <c:v>7.1958330000000004</c:v>
                      </c:pt>
                      <c:pt idx="1729">
                        <c:v>7.2</c:v>
                      </c:pt>
                      <c:pt idx="1730">
                        <c:v>7.204167</c:v>
                      </c:pt>
                      <c:pt idx="1731">
                        <c:v>7.2083329999999997</c:v>
                      </c:pt>
                      <c:pt idx="1732">
                        <c:v>7.2125000000000004</c:v>
                      </c:pt>
                      <c:pt idx="1733">
                        <c:v>7.2166670000000002</c:v>
                      </c:pt>
                      <c:pt idx="1734">
                        <c:v>7.2208329999999998</c:v>
                      </c:pt>
                      <c:pt idx="1735">
                        <c:v>7.2249999999999996</c:v>
                      </c:pt>
                      <c:pt idx="1736">
                        <c:v>7.2291670000000003</c:v>
                      </c:pt>
                      <c:pt idx="1737">
                        <c:v>7.233333</c:v>
                      </c:pt>
                      <c:pt idx="1738">
                        <c:v>7.2374999999999998</c:v>
                      </c:pt>
                      <c:pt idx="1739">
                        <c:v>7.2416669999999996</c:v>
                      </c:pt>
                      <c:pt idx="1740">
                        <c:v>7.2458330000000002</c:v>
                      </c:pt>
                      <c:pt idx="1741">
                        <c:v>7.25</c:v>
                      </c:pt>
                      <c:pt idx="1742">
                        <c:v>7.2541669999999998</c:v>
                      </c:pt>
                      <c:pt idx="1743">
                        <c:v>7.2583330000000004</c:v>
                      </c:pt>
                      <c:pt idx="1744">
                        <c:v>7.2625000000000002</c:v>
                      </c:pt>
                      <c:pt idx="1745">
                        <c:v>7.266667</c:v>
                      </c:pt>
                      <c:pt idx="1746">
                        <c:v>7.2708329999999997</c:v>
                      </c:pt>
                      <c:pt idx="1747">
                        <c:v>7.2750000000000004</c:v>
                      </c:pt>
                      <c:pt idx="1748">
                        <c:v>7.2791670000000002</c:v>
                      </c:pt>
                      <c:pt idx="1749">
                        <c:v>7.2833329999999998</c:v>
                      </c:pt>
                      <c:pt idx="1750">
                        <c:v>7.2874999999999996</c:v>
                      </c:pt>
                      <c:pt idx="1751">
                        <c:v>7.2916670000000003</c:v>
                      </c:pt>
                      <c:pt idx="1752">
                        <c:v>7.295833</c:v>
                      </c:pt>
                      <c:pt idx="1753">
                        <c:v>7.3</c:v>
                      </c:pt>
                      <c:pt idx="1754">
                        <c:v>7.3041669999999996</c:v>
                      </c:pt>
                      <c:pt idx="1755">
                        <c:v>7.3083330000000002</c:v>
                      </c:pt>
                      <c:pt idx="1756">
                        <c:v>7.3125</c:v>
                      </c:pt>
                      <c:pt idx="1757">
                        <c:v>7.3166669999999998</c:v>
                      </c:pt>
                      <c:pt idx="1758">
                        <c:v>7.3208330000000004</c:v>
                      </c:pt>
                      <c:pt idx="1759">
                        <c:v>7.3250000000000002</c:v>
                      </c:pt>
                      <c:pt idx="1760">
                        <c:v>7.329167</c:v>
                      </c:pt>
                      <c:pt idx="1761">
                        <c:v>7.3333329999999997</c:v>
                      </c:pt>
                      <c:pt idx="1762">
                        <c:v>7.3375000000000004</c:v>
                      </c:pt>
                      <c:pt idx="1763">
                        <c:v>7.3416670000000002</c:v>
                      </c:pt>
                      <c:pt idx="1764">
                        <c:v>7.3458329999999998</c:v>
                      </c:pt>
                      <c:pt idx="1765">
                        <c:v>7.35</c:v>
                      </c:pt>
                      <c:pt idx="1766">
                        <c:v>7.3541670000000003</c:v>
                      </c:pt>
                      <c:pt idx="1767">
                        <c:v>7.358333</c:v>
                      </c:pt>
                      <c:pt idx="1768">
                        <c:v>7.3624999999999998</c:v>
                      </c:pt>
                      <c:pt idx="1769">
                        <c:v>7.3666669999999996</c:v>
                      </c:pt>
                      <c:pt idx="1770">
                        <c:v>7.3708330000000002</c:v>
                      </c:pt>
                      <c:pt idx="1771">
                        <c:v>7.375</c:v>
                      </c:pt>
                      <c:pt idx="1772">
                        <c:v>7.3791669999999998</c:v>
                      </c:pt>
                      <c:pt idx="1773">
                        <c:v>7.3833330000000004</c:v>
                      </c:pt>
                      <c:pt idx="1774">
                        <c:v>7.3875000000000002</c:v>
                      </c:pt>
                      <c:pt idx="1775">
                        <c:v>7.391667</c:v>
                      </c:pt>
                      <c:pt idx="1776">
                        <c:v>7.3958329999999997</c:v>
                      </c:pt>
                      <c:pt idx="1777">
                        <c:v>7.4</c:v>
                      </c:pt>
                      <c:pt idx="1778">
                        <c:v>7.4041670000000002</c:v>
                      </c:pt>
                      <c:pt idx="1779">
                        <c:v>7.4083329999999998</c:v>
                      </c:pt>
                      <c:pt idx="1780">
                        <c:v>7.4124999999999996</c:v>
                      </c:pt>
                      <c:pt idx="1781">
                        <c:v>7.4166670000000003</c:v>
                      </c:pt>
                      <c:pt idx="1782">
                        <c:v>7.420833</c:v>
                      </c:pt>
                      <c:pt idx="1783">
                        <c:v>7.4249999999999998</c:v>
                      </c:pt>
                      <c:pt idx="1784">
                        <c:v>7.4291669999999996</c:v>
                      </c:pt>
                      <c:pt idx="1785">
                        <c:v>7.4333330000000002</c:v>
                      </c:pt>
                      <c:pt idx="1786">
                        <c:v>7.4375</c:v>
                      </c:pt>
                      <c:pt idx="1787">
                        <c:v>7.4416669999999998</c:v>
                      </c:pt>
                      <c:pt idx="1788">
                        <c:v>7.4458330000000004</c:v>
                      </c:pt>
                      <c:pt idx="1789">
                        <c:v>7.45</c:v>
                      </c:pt>
                      <c:pt idx="1790">
                        <c:v>7.454167</c:v>
                      </c:pt>
                      <c:pt idx="1791">
                        <c:v>7.4583329999999997</c:v>
                      </c:pt>
                      <c:pt idx="1792">
                        <c:v>7.4625000000000004</c:v>
                      </c:pt>
                      <c:pt idx="1793">
                        <c:v>7.4666670000000002</c:v>
                      </c:pt>
                      <c:pt idx="1794">
                        <c:v>7.4708329999999998</c:v>
                      </c:pt>
                      <c:pt idx="1795">
                        <c:v>7.4749999999999996</c:v>
                      </c:pt>
                      <c:pt idx="1796">
                        <c:v>7.4791670000000003</c:v>
                      </c:pt>
                      <c:pt idx="1797">
                        <c:v>7.483333</c:v>
                      </c:pt>
                      <c:pt idx="1798">
                        <c:v>7.4874999999999998</c:v>
                      </c:pt>
                      <c:pt idx="1799">
                        <c:v>7.4916669999999996</c:v>
                      </c:pt>
                      <c:pt idx="1800">
                        <c:v>7.4958330000000002</c:v>
                      </c:pt>
                      <c:pt idx="1801">
                        <c:v>7.5</c:v>
                      </c:pt>
                      <c:pt idx="1802">
                        <c:v>7.5041669999999998</c:v>
                      </c:pt>
                      <c:pt idx="1803">
                        <c:v>7.5083330000000004</c:v>
                      </c:pt>
                      <c:pt idx="1804">
                        <c:v>7.5125000000000002</c:v>
                      </c:pt>
                      <c:pt idx="1805">
                        <c:v>7.516667</c:v>
                      </c:pt>
                      <c:pt idx="1806">
                        <c:v>7.5208329999999997</c:v>
                      </c:pt>
                      <c:pt idx="1807">
                        <c:v>7.5250000000000004</c:v>
                      </c:pt>
                      <c:pt idx="1808">
                        <c:v>7.5291670000000002</c:v>
                      </c:pt>
                      <c:pt idx="1809">
                        <c:v>7.5333329999999998</c:v>
                      </c:pt>
                      <c:pt idx="1810">
                        <c:v>7.5374999999999996</c:v>
                      </c:pt>
                      <c:pt idx="1811">
                        <c:v>7.5416670000000003</c:v>
                      </c:pt>
                      <c:pt idx="1812">
                        <c:v>7.545833</c:v>
                      </c:pt>
                      <c:pt idx="1813">
                        <c:v>7.55</c:v>
                      </c:pt>
                      <c:pt idx="1814">
                        <c:v>7.5541669999999996</c:v>
                      </c:pt>
                      <c:pt idx="1815">
                        <c:v>7.5583330000000002</c:v>
                      </c:pt>
                      <c:pt idx="1816">
                        <c:v>7.5625</c:v>
                      </c:pt>
                      <c:pt idx="1817">
                        <c:v>7.5666669999999998</c:v>
                      </c:pt>
                      <c:pt idx="1818">
                        <c:v>7.5708330000000004</c:v>
                      </c:pt>
                      <c:pt idx="1819">
                        <c:v>7.5750000000000002</c:v>
                      </c:pt>
                      <c:pt idx="1820">
                        <c:v>7.579167</c:v>
                      </c:pt>
                      <c:pt idx="1821">
                        <c:v>7.5833329999999997</c:v>
                      </c:pt>
                      <c:pt idx="1822">
                        <c:v>7.5875000000000004</c:v>
                      </c:pt>
                      <c:pt idx="1823">
                        <c:v>7.5916670000000002</c:v>
                      </c:pt>
                      <c:pt idx="1824">
                        <c:v>7.5958329999999998</c:v>
                      </c:pt>
                      <c:pt idx="1825">
                        <c:v>7.6</c:v>
                      </c:pt>
                      <c:pt idx="1826">
                        <c:v>7.6041670000000003</c:v>
                      </c:pt>
                      <c:pt idx="1827">
                        <c:v>7.608333</c:v>
                      </c:pt>
                      <c:pt idx="1828">
                        <c:v>7.6124999999999998</c:v>
                      </c:pt>
                      <c:pt idx="1829">
                        <c:v>7.6166669999999996</c:v>
                      </c:pt>
                      <c:pt idx="1830">
                        <c:v>7.6208330000000002</c:v>
                      </c:pt>
                      <c:pt idx="1831">
                        <c:v>7.625</c:v>
                      </c:pt>
                      <c:pt idx="1832">
                        <c:v>7.6291669999999998</c:v>
                      </c:pt>
                      <c:pt idx="1833">
                        <c:v>7.6333330000000004</c:v>
                      </c:pt>
                      <c:pt idx="1834">
                        <c:v>7.6375000000000002</c:v>
                      </c:pt>
                      <c:pt idx="1835">
                        <c:v>7.641667</c:v>
                      </c:pt>
                      <c:pt idx="1836">
                        <c:v>7.6458329999999997</c:v>
                      </c:pt>
                      <c:pt idx="1837">
                        <c:v>7.65</c:v>
                      </c:pt>
                      <c:pt idx="1838">
                        <c:v>7.6541670000000002</c:v>
                      </c:pt>
                      <c:pt idx="1839">
                        <c:v>7.6583329999999998</c:v>
                      </c:pt>
                      <c:pt idx="1840">
                        <c:v>7.6624999999999996</c:v>
                      </c:pt>
                      <c:pt idx="1841">
                        <c:v>7.6666670000000003</c:v>
                      </c:pt>
                      <c:pt idx="1842">
                        <c:v>7.670833</c:v>
                      </c:pt>
                      <c:pt idx="1843">
                        <c:v>7.6749999999999998</c:v>
                      </c:pt>
                      <c:pt idx="1844">
                        <c:v>7.6791669999999996</c:v>
                      </c:pt>
                      <c:pt idx="1845">
                        <c:v>7.6833330000000002</c:v>
                      </c:pt>
                      <c:pt idx="1846">
                        <c:v>7.6875</c:v>
                      </c:pt>
                      <c:pt idx="1847">
                        <c:v>7.6916669999999998</c:v>
                      </c:pt>
                      <c:pt idx="1848">
                        <c:v>7.6958330000000004</c:v>
                      </c:pt>
                      <c:pt idx="1849">
                        <c:v>7.7</c:v>
                      </c:pt>
                      <c:pt idx="1850">
                        <c:v>7.704167</c:v>
                      </c:pt>
                      <c:pt idx="1851">
                        <c:v>7.7083329999999997</c:v>
                      </c:pt>
                      <c:pt idx="1852">
                        <c:v>7.7125000000000004</c:v>
                      </c:pt>
                      <c:pt idx="1853">
                        <c:v>7.7166670000000002</c:v>
                      </c:pt>
                      <c:pt idx="1854">
                        <c:v>7.7208329999999998</c:v>
                      </c:pt>
                      <c:pt idx="1855">
                        <c:v>7.7249999999999996</c:v>
                      </c:pt>
                      <c:pt idx="1856">
                        <c:v>7.7291670000000003</c:v>
                      </c:pt>
                      <c:pt idx="1857">
                        <c:v>7.733333</c:v>
                      </c:pt>
                      <c:pt idx="1858">
                        <c:v>7.7374999999999998</c:v>
                      </c:pt>
                      <c:pt idx="1859">
                        <c:v>7.7416669999999996</c:v>
                      </c:pt>
                      <c:pt idx="1860">
                        <c:v>7.7458330000000002</c:v>
                      </c:pt>
                      <c:pt idx="1861">
                        <c:v>7.75</c:v>
                      </c:pt>
                      <c:pt idx="1862">
                        <c:v>7.7541669999999998</c:v>
                      </c:pt>
                      <c:pt idx="1863">
                        <c:v>7.7583330000000004</c:v>
                      </c:pt>
                      <c:pt idx="1864">
                        <c:v>7.7625000000000002</c:v>
                      </c:pt>
                      <c:pt idx="1865">
                        <c:v>7.766667</c:v>
                      </c:pt>
                      <c:pt idx="1866">
                        <c:v>7.7708329999999997</c:v>
                      </c:pt>
                      <c:pt idx="1867">
                        <c:v>7.7750000000000004</c:v>
                      </c:pt>
                      <c:pt idx="1868">
                        <c:v>7.7791670000000002</c:v>
                      </c:pt>
                      <c:pt idx="1869">
                        <c:v>7.7833329999999998</c:v>
                      </c:pt>
                      <c:pt idx="1870">
                        <c:v>7.7874999999999996</c:v>
                      </c:pt>
                      <c:pt idx="1871">
                        <c:v>7.7916670000000003</c:v>
                      </c:pt>
                      <c:pt idx="1872">
                        <c:v>7.795833</c:v>
                      </c:pt>
                      <c:pt idx="1873">
                        <c:v>7.8</c:v>
                      </c:pt>
                      <c:pt idx="1874">
                        <c:v>7.8041669999999996</c:v>
                      </c:pt>
                      <c:pt idx="1875">
                        <c:v>7.8083330000000002</c:v>
                      </c:pt>
                      <c:pt idx="1876">
                        <c:v>7.8125</c:v>
                      </c:pt>
                      <c:pt idx="1877">
                        <c:v>7.8166669999999998</c:v>
                      </c:pt>
                      <c:pt idx="1878">
                        <c:v>7.8208330000000004</c:v>
                      </c:pt>
                      <c:pt idx="1879">
                        <c:v>7.8250000000000002</c:v>
                      </c:pt>
                      <c:pt idx="1880">
                        <c:v>7.829167</c:v>
                      </c:pt>
                      <c:pt idx="1881">
                        <c:v>7.8333329999999997</c:v>
                      </c:pt>
                      <c:pt idx="1882">
                        <c:v>7.8375000000000004</c:v>
                      </c:pt>
                      <c:pt idx="1883">
                        <c:v>7.8416670000000002</c:v>
                      </c:pt>
                      <c:pt idx="1884">
                        <c:v>7.8458329999999998</c:v>
                      </c:pt>
                      <c:pt idx="1885">
                        <c:v>7.85</c:v>
                      </c:pt>
                      <c:pt idx="1886">
                        <c:v>7.8541670000000003</c:v>
                      </c:pt>
                      <c:pt idx="1887">
                        <c:v>7.858333</c:v>
                      </c:pt>
                      <c:pt idx="1888">
                        <c:v>7.8624999999999998</c:v>
                      </c:pt>
                      <c:pt idx="1889">
                        <c:v>7.8666669999999996</c:v>
                      </c:pt>
                      <c:pt idx="1890">
                        <c:v>7.8708330000000002</c:v>
                      </c:pt>
                      <c:pt idx="1891">
                        <c:v>7.875</c:v>
                      </c:pt>
                      <c:pt idx="1892">
                        <c:v>7.8791669999999998</c:v>
                      </c:pt>
                      <c:pt idx="1893">
                        <c:v>7.8833330000000004</c:v>
                      </c:pt>
                      <c:pt idx="1894">
                        <c:v>7.8875000000000002</c:v>
                      </c:pt>
                      <c:pt idx="1895">
                        <c:v>7.891667</c:v>
                      </c:pt>
                      <c:pt idx="1896">
                        <c:v>7.8958329999999997</c:v>
                      </c:pt>
                      <c:pt idx="1897">
                        <c:v>7.9</c:v>
                      </c:pt>
                      <c:pt idx="1898">
                        <c:v>7.9041670000000002</c:v>
                      </c:pt>
                      <c:pt idx="1899">
                        <c:v>7.9083329999999998</c:v>
                      </c:pt>
                      <c:pt idx="1900">
                        <c:v>7.9124999999999996</c:v>
                      </c:pt>
                      <c:pt idx="1901">
                        <c:v>7.9166670000000003</c:v>
                      </c:pt>
                      <c:pt idx="1902">
                        <c:v>7.920833</c:v>
                      </c:pt>
                      <c:pt idx="1903">
                        <c:v>7.9249999999999998</c:v>
                      </c:pt>
                      <c:pt idx="1904">
                        <c:v>7.9291669999999996</c:v>
                      </c:pt>
                      <c:pt idx="1905">
                        <c:v>7.9333330000000002</c:v>
                      </c:pt>
                      <c:pt idx="1906">
                        <c:v>7.9375</c:v>
                      </c:pt>
                      <c:pt idx="1907">
                        <c:v>7.9416669999999998</c:v>
                      </c:pt>
                      <c:pt idx="1908">
                        <c:v>7.9458330000000004</c:v>
                      </c:pt>
                      <c:pt idx="1909">
                        <c:v>7.95</c:v>
                      </c:pt>
                      <c:pt idx="1910">
                        <c:v>7.954167</c:v>
                      </c:pt>
                      <c:pt idx="1911">
                        <c:v>7.9583329999999997</c:v>
                      </c:pt>
                      <c:pt idx="1912">
                        <c:v>7.9625000000000004</c:v>
                      </c:pt>
                      <c:pt idx="1913">
                        <c:v>7.9666670000000002</c:v>
                      </c:pt>
                      <c:pt idx="1914">
                        <c:v>7.9708329999999998</c:v>
                      </c:pt>
                      <c:pt idx="1915">
                        <c:v>7.9749999999999996</c:v>
                      </c:pt>
                      <c:pt idx="1916">
                        <c:v>7.9791670000000003</c:v>
                      </c:pt>
                      <c:pt idx="1917">
                        <c:v>7.983333</c:v>
                      </c:pt>
                      <c:pt idx="1918">
                        <c:v>7.9874999999999998</c:v>
                      </c:pt>
                      <c:pt idx="1919">
                        <c:v>7.9916669999999996</c:v>
                      </c:pt>
                      <c:pt idx="1920">
                        <c:v>7.9958330000000002</c:v>
                      </c:pt>
                      <c:pt idx="1921">
                        <c:v>8</c:v>
                      </c:pt>
                      <c:pt idx="1922">
                        <c:v>8.0041670000000007</c:v>
                      </c:pt>
                      <c:pt idx="1923">
                        <c:v>8.0083330000000004</c:v>
                      </c:pt>
                      <c:pt idx="1924">
                        <c:v>8.0124999999999993</c:v>
                      </c:pt>
                      <c:pt idx="1925">
                        <c:v>8.016667</c:v>
                      </c:pt>
                      <c:pt idx="1926">
                        <c:v>8.0208329999999997</c:v>
                      </c:pt>
                      <c:pt idx="1927">
                        <c:v>8.0250000000000004</c:v>
                      </c:pt>
                      <c:pt idx="1928">
                        <c:v>8.0291669999999993</c:v>
                      </c:pt>
                      <c:pt idx="1929">
                        <c:v>8.0333330000000007</c:v>
                      </c:pt>
                      <c:pt idx="1930">
                        <c:v>8.0374999999999996</c:v>
                      </c:pt>
                      <c:pt idx="1931">
                        <c:v>8.0416670000000003</c:v>
                      </c:pt>
                      <c:pt idx="1932">
                        <c:v>8.045833</c:v>
                      </c:pt>
                      <c:pt idx="1933">
                        <c:v>8.0500000000000007</c:v>
                      </c:pt>
                      <c:pt idx="1934">
                        <c:v>8.0541669999999996</c:v>
                      </c:pt>
                      <c:pt idx="1935">
                        <c:v>8.0583329999999993</c:v>
                      </c:pt>
                      <c:pt idx="1936">
                        <c:v>8.0625</c:v>
                      </c:pt>
                      <c:pt idx="1937">
                        <c:v>8.0666670000000007</c:v>
                      </c:pt>
                      <c:pt idx="1938">
                        <c:v>8.0708330000000004</c:v>
                      </c:pt>
                      <c:pt idx="1939">
                        <c:v>8.0749999999999993</c:v>
                      </c:pt>
                      <c:pt idx="1940">
                        <c:v>8.079167</c:v>
                      </c:pt>
                      <c:pt idx="1941">
                        <c:v>8.0833329999999997</c:v>
                      </c:pt>
                      <c:pt idx="1942">
                        <c:v>8.0875000000000004</c:v>
                      </c:pt>
                      <c:pt idx="1943">
                        <c:v>8.0916669999999993</c:v>
                      </c:pt>
                      <c:pt idx="1944">
                        <c:v>8.0958330000000007</c:v>
                      </c:pt>
                      <c:pt idx="1945">
                        <c:v>8.1</c:v>
                      </c:pt>
                      <c:pt idx="1946">
                        <c:v>8.1041670000000003</c:v>
                      </c:pt>
                      <c:pt idx="1947">
                        <c:v>8.108333</c:v>
                      </c:pt>
                      <c:pt idx="1948">
                        <c:v>8.1125000000000007</c:v>
                      </c:pt>
                      <c:pt idx="1949">
                        <c:v>8.1166669999999996</c:v>
                      </c:pt>
                      <c:pt idx="1950">
                        <c:v>8.1208329999999993</c:v>
                      </c:pt>
                      <c:pt idx="1951">
                        <c:v>8.125</c:v>
                      </c:pt>
                      <c:pt idx="1952">
                        <c:v>8.1291670000000007</c:v>
                      </c:pt>
                      <c:pt idx="1953">
                        <c:v>8.1333330000000004</c:v>
                      </c:pt>
                      <c:pt idx="1954">
                        <c:v>8.1374999999999993</c:v>
                      </c:pt>
                      <c:pt idx="1955">
                        <c:v>8.141667</c:v>
                      </c:pt>
                      <c:pt idx="1956">
                        <c:v>8.1458329999999997</c:v>
                      </c:pt>
                      <c:pt idx="1957">
                        <c:v>8.15</c:v>
                      </c:pt>
                      <c:pt idx="1958">
                        <c:v>8.1541669999999993</c:v>
                      </c:pt>
                      <c:pt idx="1959">
                        <c:v>8.1583330000000007</c:v>
                      </c:pt>
                      <c:pt idx="1960">
                        <c:v>8.1624999999999996</c:v>
                      </c:pt>
                      <c:pt idx="1961">
                        <c:v>8.1666670000000003</c:v>
                      </c:pt>
                      <c:pt idx="1962">
                        <c:v>8.170833</c:v>
                      </c:pt>
                      <c:pt idx="1963">
                        <c:v>8.1750000000000007</c:v>
                      </c:pt>
                      <c:pt idx="1964">
                        <c:v>8.1791669999999996</c:v>
                      </c:pt>
                      <c:pt idx="1965">
                        <c:v>8.1833329999999993</c:v>
                      </c:pt>
                      <c:pt idx="1966">
                        <c:v>8.1875</c:v>
                      </c:pt>
                      <c:pt idx="1967">
                        <c:v>8.1916670000000007</c:v>
                      </c:pt>
                      <c:pt idx="1968">
                        <c:v>8.1958330000000004</c:v>
                      </c:pt>
                      <c:pt idx="1969">
                        <c:v>8.1999999999999993</c:v>
                      </c:pt>
                      <c:pt idx="1970">
                        <c:v>8.204167</c:v>
                      </c:pt>
                      <c:pt idx="1971">
                        <c:v>8.2083329999999997</c:v>
                      </c:pt>
                      <c:pt idx="1972">
                        <c:v>8.2125000000000004</c:v>
                      </c:pt>
                      <c:pt idx="1973">
                        <c:v>8.2166669999999993</c:v>
                      </c:pt>
                      <c:pt idx="1974">
                        <c:v>8.2208330000000007</c:v>
                      </c:pt>
                      <c:pt idx="1975">
                        <c:v>8.2249999999999996</c:v>
                      </c:pt>
                      <c:pt idx="1976">
                        <c:v>8.2291670000000003</c:v>
                      </c:pt>
                      <c:pt idx="1977">
                        <c:v>8.233333</c:v>
                      </c:pt>
                      <c:pt idx="1978">
                        <c:v>8.2375000000000007</c:v>
                      </c:pt>
                      <c:pt idx="1979">
                        <c:v>8.2416669999999996</c:v>
                      </c:pt>
                      <c:pt idx="1980">
                        <c:v>8.2458329999999993</c:v>
                      </c:pt>
                      <c:pt idx="1981">
                        <c:v>8.25</c:v>
                      </c:pt>
                      <c:pt idx="1982">
                        <c:v>8.2541670000000007</c:v>
                      </c:pt>
                      <c:pt idx="1983">
                        <c:v>8.2583330000000004</c:v>
                      </c:pt>
                      <c:pt idx="1984">
                        <c:v>8.2624999999999993</c:v>
                      </c:pt>
                      <c:pt idx="1985">
                        <c:v>8.266667</c:v>
                      </c:pt>
                      <c:pt idx="1986">
                        <c:v>8.2708329999999997</c:v>
                      </c:pt>
                      <c:pt idx="1987">
                        <c:v>8.2750000000000004</c:v>
                      </c:pt>
                      <c:pt idx="1988">
                        <c:v>8.2791669999999993</c:v>
                      </c:pt>
                      <c:pt idx="1989">
                        <c:v>8.2833330000000007</c:v>
                      </c:pt>
                      <c:pt idx="1990">
                        <c:v>8.2874999999999996</c:v>
                      </c:pt>
                      <c:pt idx="1991">
                        <c:v>8.2916670000000003</c:v>
                      </c:pt>
                      <c:pt idx="1992">
                        <c:v>8.295833</c:v>
                      </c:pt>
                      <c:pt idx="1993">
                        <c:v>8.3000000000000007</c:v>
                      </c:pt>
                      <c:pt idx="1994">
                        <c:v>8.3041669999999996</c:v>
                      </c:pt>
                      <c:pt idx="1995">
                        <c:v>8.3083329999999993</c:v>
                      </c:pt>
                      <c:pt idx="1996">
                        <c:v>8.3125</c:v>
                      </c:pt>
                      <c:pt idx="1997">
                        <c:v>8.3166670000000007</c:v>
                      </c:pt>
                      <c:pt idx="1998">
                        <c:v>8.3208330000000004</c:v>
                      </c:pt>
                      <c:pt idx="1999">
                        <c:v>8.3249999999999993</c:v>
                      </c:pt>
                      <c:pt idx="2000">
                        <c:v>8.329167</c:v>
                      </c:pt>
                      <c:pt idx="2001">
                        <c:v>8.3333329999999997</c:v>
                      </c:pt>
                      <c:pt idx="2002">
                        <c:v>8.3375000000000004</c:v>
                      </c:pt>
                      <c:pt idx="2003">
                        <c:v>8.3416669999999993</c:v>
                      </c:pt>
                      <c:pt idx="2004">
                        <c:v>8.3458330000000007</c:v>
                      </c:pt>
                      <c:pt idx="2005">
                        <c:v>8.35</c:v>
                      </c:pt>
                      <c:pt idx="2006">
                        <c:v>8.3541670000000003</c:v>
                      </c:pt>
                      <c:pt idx="2007">
                        <c:v>8.358333</c:v>
                      </c:pt>
                      <c:pt idx="2008">
                        <c:v>8.3625000000000007</c:v>
                      </c:pt>
                      <c:pt idx="2009">
                        <c:v>8.3666669999999996</c:v>
                      </c:pt>
                      <c:pt idx="2010">
                        <c:v>8.3708329999999993</c:v>
                      </c:pt>
                      <c:pt idx="2011">
                        <c:v>8.375</c:v>
                      </c:pt>
                      <c:pt idx="2012">
                        <c:v>8.3791670000000007</c:v>
                      </c:pt>
                      <c:pt idx="2013">
                        <c:v>8.3833330000000004</c:v>
                      </c:pt>
                      <c:pt idx="2014">
                        <c:v>8.3874999999999993</c:v>
                      </c:pt>
                      <c:pt idx="2015">
                        <c:v>8.391667</c:v>
                      </c:pt>
                      <c:pt idx="2016">
                        <c:v>8.3958329999999997</c:v>
                      </c:pt>
                      <c:pt idx="2017">
                        <c:v>8.4</c:v>
                      </c:pt>
                      <c:pt idx="2018">
                        <c:v>8.4041669999999993</c:v>
                      </c:pt>
                      <c:pt idx="2019">
                        <c:v>8.4083330000000007</c:v>
                      </c:pt>
                      <c:pt idx="2020">
                        <c:v>8.4124999999999996</c:v>
                      </c:pt>
                      <c:pt idx="2021">
                        <c:v>8.4166670000000003</c:v>
                      </c:pt>
                      <c:pt idx="2022">
                        <c:v>8.420833</c:v>
                      </c:pt>
                      <c:pt idx="2023">
                        <c:v>8.4250000000000007</c:v>
                      </c:pt>
                      <c:pt idx="2024">
                        <c:v>8.4291669999999996</c:v>
                      </c:pt>
                      <c:pt idx="2025">
                        <c:v>8.4333329999999993</c:v>
                      </c:pt>
                      <c:pt idx="2026">
                        <c:v>8.4375</c:v>
                      </c:pt>
                      <c:pt idx="2027">
                        <c:v>8.4416670000000007</c:v>
                      </c:pt>
                      <c:pt idx="2028">
                        <c:v>8.4458330000000004</c:v>
                      </c:pt>
                      <c:pt idx="2029">
                        <c:v>8.4499999999999993</c:v>
                      </c:pt>
                      <c:pt idx="2030">
                        <c:v>8.454167</c:v>
                      </c:pt>
                      <c:pt idx="2031">
                        <c:v>8.4583329999999997</c:v>
                      </c:pt>
                      <c:pt idx="2032">
                        <c:v>8.4625000000000004</c:v>
                      </c:pt>
                      <c:pt idx="2033">
                        <c:v>8.4666669999999993</c:v>
                      </c:pt>
                      <c:pt idx="2034">
                        <c:v>8.4708330000000007</c:v>
                      </c:pt>
                      <c:pt idx="2035">
                        <c:v>8.4749999999999996</c:v>
                      </c:pt>
                      <c:pt idx="2036">
                        <c:v>8.4791670000000003</c:v>
                      </c:pt>
                      <c:pt idx="2037">
                        <c:v>8.483333</c:v>
                      </c:pt>
                      <c:pt idx="2038">
                        <c:v>8.4875000000000007</c:v>
                      </c:pt>
                      <c:pt idx="2039">
                        <c:v>8.4916669999999996</c:v>
                      </c:pt>
                      <c:pt idx="2040">
                        <c:v>8.4958329999999993</c:v>
                      </c:pt>
                      <c:pt idx="2041">
                        <c:v>8.5</c:v>
                      </c:pt>
                      <c:pt idx="2042">
                        <c:v>8.5041670000000007</c:v>
                      </c:pt>
                      <c:pt idx="2043">
                        <c:v>8.5083330000000004</c:v>
                      </c:pt>
                      <c:pt idx="2044">
                        <c:v>8.5124999999999993</c:v>
                      </c:pt>
                      <c:pt idx="2045">
                        <c:v>8.516667</c:v>
                      </c:pt>
                      <c:pt idx="2046">
                        <c:v>8.5208329999999997</c:v>
                      </c:pt>
                      <c:pt idx="2047">
                        <c:v>8.5250000000000004</c:v>
                      </c:pt>
                      <c:pt idx="2048">
                        <c:v>8.5291669999999993</c:v>
                      </c:pt>
                      <c:pt idx="2049">
                        <c:v>8.5333330000000007</c:v>
                      </c:pt>
                      <c:pt idx="2050">
                        <c:v>8.5374999999999996</c:v>
                      </c:pt>
                      <c:pt idx="2051">
                        <c:v>8.5416670000000003</c:v>
                      </c:pt>
                      <c:pt idx="2052">
                        <c:v>8.545833</c:v>
                      </c:pt>
                      <c:pt idx="2053">
                        <c:v>8.5500000000000007</c:v>
                      </c:pt>
                      <c:pt idx="2054">
                        <c:v>8.5541669999999996</c:v>
                      </c:pt>
                      <c:pt idx="2055">
                        <c:v>8.5583329999999993</c:v>
                      </c:pt>
                      <c:pt idx="2056">
                        <c:v>8.5625</c:v>
                      </c:pt>
                      <c:pt idx="2057">
                        <c:v>8.5666670000000007</c:v>
                      </c:pt>
                      <c:pt idx="2058">
                        <c:v>8.5708330000000004</c:v>
                      </c:pt>
                      <c:pt idx="2059">
                        <c:v>8.5749999999999993</c:v>
                      </c:pt>
                      <c:pt idx="2060">
                        <c:v>8.579167</c:v>
                      </c:pt>
                      <c:pt idx="2061">
                        <c:v>8.5833329999999997</c:v>
                      </c:pt>
                      <c:pt idx="2062">
                        <c:v>8.5875000000000004</c:v>
                      </c:pt>
                      <c:pt idx="2063">
                        <c:v>8.5916669999999993</c:v>
                      </c:pt>
                      <c:pt idx="2064">
                        <c:v>8.5958330000000007</c:v>
                      </c:pt>
                      <c:pt idx="2065">
                        <c:v>8.6</c:v>
                      </c:pt>
                      <c:pt idx="2066">
                        <c:v>8.6041670000000003</c:v>
                      </c:pt>
                      <c:pt idx="2067">
                        <c:v>8.608333</c:v>
                      </c:pt>
                      <c:pt idx="2068">
                        <c:v>8.6125000000000007</c:v>
                      </c:pt>
                      <c:pt idx="2069">
                        <c:v>8.6166669999999996</c:v>
                      </c:pt>
                      <c:pt idx="2070">
                        <c:v>8.6208329999999993</c:v>
                      </c:pt>
                      <c:pt idx="2071">
                        <c:v>8.625</c:v>
                      </c:pt>
                      <c:pt idx="2072">
                        <c:v>8.6291670000000007</c:v>
                      </c:pt>
                      <c:pt idx="2073">
                        <c:v>8.6333330000000004</c:v>
                      </c:pt>
                      <c:pt idx="2074">
                        <c:v>8.6374999999999993</c:v>
                      </c:pt>
                      <c:pt idx="2075">
                        <c:v>8.641667</c:v>
                      </c:pt>
                      <c:pt idx="2076">
                        <c:v>8.6458329999999997</c:v>
                      </c:pt>
                      <c:pt idx="2077">
                        <c:v>8.65</c:v>
                      </c:pt>
                      <c:pt idx="2078">
                        <c:v>8.6541669999999993</c:v>
                      </c:pt>
                      <c:pt idx="2079">
                        <c:v>8.6583330000000007</c:v>
                      </c:pt>
                      <c:pt idx="2080">
                        <c:v>8.6624999999999996</c:v>
                      </c:pt>
                      <c:pt idx="2081">
                        <c:v>8.6666670000000003</c:v>
                      </c:pt>
                      <c:pt idx="2082">
                        <c:v>8.670833</c:v>
                      </c:pt>
                      <c:pt idx="2083">
                        <c:v>8.6750000000000007</c:v>
                      </c:pt>
                      <c:pt idx="2084">
                        <c:v>8.6791669999999996</c:v>
                      </c:pt>
                      <c:pt idx="2085">
                        <c:v>8.6833329999999993</c:v>
                      </c:pt>
                      <c:pt idx="2086">
                        <c:v>8.6875</c:v>
                      </c:pt>
                      <c:pt idx="2087">
                        <c:v>8.6916670000000007</c:v>
                      </c:pt>
                      <c:pt idx="2088">
                        <c:v>8.6958330000000004</c:v>
                      </c:pt>
                      <c:pt idx="2089">
                        <c:v>8.6999999999999993</c:v>
                      </c:pt>
                      <c:pt idx="2090">
                        <c:v>8.704167</c:v>
                      </c:pt>
                      <c:pt idx="2091">
                        <c:v>8.7083329999999997</c:v>
                      </c:pt>
                      <c:pt idx="2092">
                        <c:v>8.7125000000000004</c:v>
                      </c:pt>
                      <c:pt idx="2093">
                        <c:v>8.7166669999999993</c:v>
                      </c:pt>
                      <c:pt idx="2094">
                        <c:v>8.7208330000000007</c:v>
                      </c:pt>
                      <c:pt idx="2095">
                        <c:v>8.7249999999999996</c:v>
                      </c:pt>
                      <c:pt idx="2096">
                        <c:v>8.7291670000000003</c:v>
                      </c:pt>
                      <c:pt idx="2097">
                        <c:v>8.733333</c:v>
                      </c:pt>
                      <c:pt idx="2098">
                        <c:v>8.7375000000000007</c:v>
                      </c:pt>
                      <c:pt idx="2099">
                        <c:v>8.7416669999999996</c:v>
                      </c:pt>
                      <c:pt idx="2100">
                        <c:v>8.7458329999999993</c:v>
                      </c:pt>
                      <c:pt idx="2101">
                        <c:v>8.75</c:v>
                      </c:pt>
                      <c:pt idx="2102">
                        <c:v>8.7541670000000007</c:v>
                      </c:pt>
                      <c:pt idx="2103">
                        <c:v>8.7583330000000004</c:v>
                      </c:pt>
                      <c:pt idx="2104">
                        <c:v>8.7624999999999993</c:v>
                      </c:pt>
                      <c:pt idx="2105">
                        <c:v>8.766667</c:v>
                      </c:pt>
                      <c:pt idx="2106">
                        <c:v>8.7708329999999997</c:v>
                      </c:pt>
                      <c:pt idx="2107">
                        <c:v>8.7750000000000004</c:v>
                      </c:pt>
                      <c:pt idx="2108">
                        <c:v>8.7791669999999993</c:v>
                      </c:pt>
                      <c:pt idx="2109">
                        <c:v>8.7833330000000007</c:v>
                      </c:pt>
                      <c:pt idx="2110">
                        <c:v>8.7874999999999996</c:v>
                      </c:pt>
                      <c:pt idx="2111">
                        <c:v>8.7916670000000003</c:v>
                      </c:pt>
                      <c:pt idx="2112">
                        <c:v>8.795833</c:v>
                      </c:pt>
                      <c:pt idx="2113">
                        <c:v>8.8000000000000007</c:v>
                      </c:pt>
                      <c:pt idx="2114">
                        <c:v>8.8041669999999996</c:v>
                      </c:pt>
                      <c:pt idx="2115">
                        <c:v>8.8083329999999993</c:v>
                      </c:pt>
                      <c:pt idx="2116">
                        <c:v>8.8125</c:v>
                      </c:pt>
                      <c:pt idx="2117">
                        <c:v>8.8166670000000007</c:v>
                      </c:pt>
                      <c:pt idx="2118">
                        <c:v>8.8208330000000004</c:v>
                      </c:pt>
                      <c:pt idx="2119">
                        <c:v>8.8249999999999993</c:v>
                      </c:pt>
                      <c:pt idx="2120">
                        <c:v>8.829167</c:v>
                      </c:pt>
                      <c:pt idx="2121">
                        <c:v>8.8333329999999997</c:v>
                      </c:pt>
                      <c:pt idx="2122">
                        <c:v>8.8375000000000004</c:v>
                      </c:pt>
                      <c:pt idx="2123">
                        <c:v>8.8416669999999993</c:v>
                      </c:pt>
                      <c:pt idx="2124">
                        <c:v>8.8458330000000007</c:v>
                      </c:pt>
                      <c:pt idx="2125">
                        <c:v>8.85</c:v>
                      </c:pt>
                      <c:pt idx="2126">
                        <c:v>8.8541670000000003</c:v>
                      </c:pt>
                      <c:pt idx="2127">
                        <c:v>8.858333</c:v>
                      </c:pt>
                      <c:pt idx="2128">
                        <c:v>8.8625000000000007</c:v>
                      </c:pt>
                      <c:pt idx="2129">
                        <c:v>8.8666669999999996</c:v>
                      </c:pt>
                      <c:pt idx="2130">
                        <c:v>8.8708329999999993</c:v>
                      </c:pt>
                      <c:pt idx="2131">
                        <c:v>8.875</c:v>
                      </c:pt>
                      <c:pt idx="2132">
                        <c:v>8.8791670000000007</c:v>
                      </c:pt>
                      <c:pt idx="2133">
                        <c:v>8.8833330000000004</c:v>
                      </c:pt>
                      <c:pt idx="2134">
                        <c:v>8.8874999999999993</c:v>
                      </c:pt>
                      <c:pt idx="2135">
                        <c:v>8.891667</c:v>
                      </c:pt>
                      <c:pt idx="2136">
                        <c:v>8.8958329999999997</c:v>
                      </c:pt>
                      <c:pt idx="2137">
                        <c:v>8.9</c:v>
                      </c:pt>
                      <c:pt idx="2138">
                        <c:v>8.9041669999999993</c:v>
                      </c:pt>
                      <c:pt idx="2139">
                        <c:v>8.9083330000000007</c:v>
                      </c:pt>
                      <c:pt idx="2140">
                        <c:v>8.9124999999999996</c:v>
                      </c:pt>
                      <c:pt idx="2141">
                        <c:v>8.9166670000000003</c:v>
                      </c:pt>
                      <c:pt idx="2142">
                        <c:v>8.920833</c:v>
                      </c:pt>
                      <c:pt idx="2143">
                        <c:v>8.9250000000000007</c:v>
                      </c:pt>
                      <c:pt idx="2144">
                        <c:v>8.9291669999999996</c:v>
                      </c:pt>
                      <c:pt idx="2145">
                        <c:v>8.9333329999999993</c:v>
                      </c:pt>
                      <c:pt idx="2146">
                        <c:v>8.9375</c:v>
                      </c:pt>
                      <c:pt idx="2147">
                        <c:v>8.9416670000000007</c:v>
                      </c:pt>
                      <c:pt idx="2148">
                        <c:v>8.9458330000000004</c:v>
                      </c:pt>
                      <c:pt idx="2149">
                        <c:v>8.9499999999999993</c:v>
                      </c:pt>
                      <c:pt idx="2150">
                        <c:v>8.954167</c:v>
                      </c:pt>
                      <c:pt idx="2151">
                        <c:v>8.9583329999999997</c:v>
                      </c:pt>
                      <c:pt idx="2152">
                        <c:v>8.9625000000000004</c:v>
                      </c:pt>
                      <c:pt idx="2153">
                        <c:v>8.9666669999999993</c:v>
                      </c:pt>
                      <c:pt idx="2154">
                        <c:v>8.9708330000000007</c:v>
                      </c:pt>
                      <c:pt idx="2155">
                        <c:v>8.9749999999999996</c:v>
                      </c:pt>
                      <c:pt idx="2156">
                        <c:v>8.9791670000000003</c:v>
                      </c:pt>
                      <c:pt idx="2157">
                        <c:v>8.983333</c:v>
                      </c:pt>
                      <c:pt idx="2158">
                        <c:v>8.9875000000000007</c:v>
                      </c:pt>
                      <c:pt idx="2159">
                        <c:v>8.9916669999999996</c:v>
                      </c:pt>
                      <c:pt idx="2160">
                        <c:v>8.9958329999999993</c:v>
                      </c:pt>
                      <c:pt idx="2161">
                        <c:v>9</c:v>
                      </c:pt>
                      <c:pt idx="2162">
                        <c:v>9.0041670000000007</c:v>
                      </c:pt>
                      <c:pt idx="2163">
                        <c:v>9.0083330000000004</c:v>
                      </c:pt>
                      <c:pt idx="2164">
                        <c:v>9.0124999999999993</c:v>
                      </c:pt>
                      <c:pt idx="2165">
                        <c:v>9.016667</c:v>
                      </c:pt>
                      <c:pt idx="2166">
                        <c:v>9.0208329999999997</c:v>
                      </c:pt>
                      <c:pt idx="2167">
                        <c:v>9.0250000000000004</c:v>
                      </c:pt>
                      <c:pt idx="2168">
                        <c:v>9.0291669999999993</c:v>
                      </c:pt>
                      <c:pt idx="2169">
                        <c:v>9.0333330000000007</c:v>
                      </c:pt>
                      <c:pt idx="2170">
                        <c:v>9.0374999999999996</c:v>
                      </c:pt>
                      <c:pt idx="2171">
                        <c:v>9.0416670000000003</c:v>
                      </c:pt>
                      <c:pt idx="2172">
                        <c:v>9.045833</c:v>
                      </c:pt>
                      <c:pt idx="2173">
                        <c:v>9.0500000000000007</c:v>
                      </c:pt>
                      <c:pt idx="2174">
                        <c:v>9.0541669999999996</c:v>
                      </c:pt>
                      <c:pt idx="2175">
                        <c:v>9.0583329999999993</c:v>
                      </c:pt>
                      <c:pt idx="2176">
                        <c:v>9.0625</c:v>
                      </c:pt>
                      <c:pt idx="2177">
                        <c:v>9.0666670000000007</c:v>
                      </c:pt>
                      <c:pt idx="2178">
                        <c:v>9.0708330000000004</c:v>
                      </c:pt>
                      <c:pt idx="2179">
                        <c:v>9.0749999999999993</c:v>
                      </c:pt>
                      <c:pt idx="2180">
                        <c:v>9.079167</c:v>
                      </c:pt>
                      <c:pt idx="2181">
                        <c:v>9.0833329999999997</c:v>
                      </c:pt>
                      <c:pt idx="2182">
                        <c:v>9.0875000000000004</c:v>
                      </c:pt>
                      <c:pt idx="2183">
                        <c:v>9.0916669999999993</c:v>
                      </c:pt>
                      <c:pt idx="2184">
                        <c:v>9.0958330000000007</c:v>
                      </c:pt>
                      <c:pt idx="2185">
                        <c:v>9.1</c:v>
                      </c:pt>
                      <c:pt idx="2186">
                        <c:v>9.1041670000000003</c:v>
                      </c:pt>
                      <c:pt idx="2187">
                        <c:v>9.108333</c:v>
                      </c:pt>
                      <c:pt idx="2188">
                        <c:v>9.1125000000000007</c:v>
                      </c:pt>
                      <c:pt idx="2189">
                        <c:v>9.1166669999999996</c:v>
                      </c:pt>
                      <c:pt idx="2190">
                        <c:v>9.1208329999999993</c:v>
                      </c:pt>
                      <c:pt idx="2191">
                        <c:v>9.125</c:v>
                      </c:pt>
                      <c:pt idx="2192">
                        <c:v>9.1291670000000007</c:v>
                      </c:pt>
                      <c:pt idx="2193">
                        <c:v>9.1333330000000004</c:v>
                      </c:pt>
                      <c:pt idx="2194">
                        <c:v>9.1374999999999993</c:v>
                      </c:pt>
                      <c:pt idx="2195">
                        <c:v>9.141667</c:v>
                      </c:pt>
                      <c:pt idx="2196">
                        <c:v>9.1458329999999997</c:v>
                      </c:pt>
                      <c:pt idx="2197">
                        <c:v>9.15</c:v>
                      </c:pt>
                      <c:pt idx="2198">
                        <c:v>9.1541669999999993</c:v>
                      </c:pt>
                      <c:pt idx="2199">
                        <c:v>9.1583330000000007</c:v>
                      </c:pt>
                      <c:pt idx="2200">
                        <c:v>9.1624999999999996</c:v>
                      </c:pt>
                      <c:pt idx="2201">
                        <c:v>9.1666670000000003</c:v>
                      </c:pt>
                      <c:pt idx="2202">
                        <c:v>9.170833</c:v>
                      </c:pt>
                      <c:pt idx="2203">
                        <c:v>9.1750000000000007</c:v>
                      </c:pt>
                      <c:pt idx="2204">
                        <c:v>9.1791669999999996</c:v>
                      </c:pt>
                      <c:pt idx="2205">
                        <c:v>9.1833329999999993</c:v>
                      </c:pt>
                      <c:pt idx="2206">
                        <c:v>9.1875</c:v>
                      </c:pt>
                      <c:pt idx="2207">
                        <c:v>9.1916670000000007</c:v>
                      </c:pt>
                      <c:pt idx="2208">
                        <c:v>9.1958330000000004</c:v>
                      </c:pt>
                      <c:pt idx="2209">
                        <c:v>9.1999999999999993</c:v>
                      </c:pt>
                      <c:pt idx="2210">
                        <c:v>9.204167</c:v>
                      </c:pt>
                      <c:pt idx="2211">
                        <c:v>9.2083329999999997</c:v>
                      </c:pt>
                      <c:pt idx="2212">
                        <c:v>9.2125000000000004</c:v>
                      </c:pt>
                      <c:pt idx="2213">
                        <c:v>9.2166669999999993</c:v>
                      </c:pt>
                      <c:pt idx="2214">
                        <c:v>9.2208330000000007</c:v>
                      </c:pt>
                      <c:pt idx="2215">
                        <c:v>9.2249999999999996</c:v>
                      </c:pt>
                      <c:pt idx="2216">
                        <c:v>9.2291670000000003</c:v>
                      </c:pt>
                      <c:pt idx="2217">
                        <c:v>9.233333</c:v>
                      </c:pt>
                      <c:pt idx="2218">
                        <c:v>9.2375000000000007</c:v>
                      </c:pt>
                      <c:pt idx="2219">
                        <c:v>9.2416669999999996</c:v>
                      </c:pt>
                      <c:pt idx="2220">
                        <c:v>9.2458329999999993</c:v>
                      </c:pt>
                      <c:pt idx="2221">
                        <c:v>9.25</c:v>
                      </c:pt>
                      <c:pt idx="2222">
                        <c:v>9.2541670000000007</c:v>
                      </c:pt>
                      <c:pt idx="2223">
                        <c:v>9.2583330000000004</c:v>
                      </c:pt>
                      <c:pt idx="2224">
                        <c:v>9.2624999999999993</c:v>
                      </c:pt>
                      <c:pt idx="2225">
                        <c:v>9.266667</c:v>
                      </c:pt>
                      <c:pt idx="2226">
                        <c:v>9.2708329999999997</c:v>
                      </c:pt>
                      <c:pt idx="2227">
                        <c:v>9.2750000000000004</c:v>
                      </c:pt>
                      <c:pt idx="2228">
                        <c:v>9.2791669999999993</c:v>
                      </c:pt>
                      <c:pt idx="2229">
                        <c:v>9.2833330000000007</c:v>
                      </c:pt>
                      <c:pt idx="2230">
                        <c:v>9.2874999999999996</c:v>
                      </c:pt>
                      <c:pt idx="2231">
                        <c:v>9.2916670000000003</c:v>
                      </c:pt>
                      <c:pt idx="2232">
                        <c:v>9.295833</c:v>
                      </c:pt>
                      <c:pt idx="2233">
                        <c:v>9.3000000000000007</c:v>
                      </c:pt>
                      <c:pt idx="2234">
                        <c:v>9.3041669999999996</c:v>
                      </c:pt>
                      <c:pt idx="2235">
                        <c:v>9.3083329999999993</c:v>
                      </c:pt>
                      <c:pt idx="2236">
                        <c:v>9.3125</c:v>
                      </c:pt>
                      <c:pt idx="2237">
                        <c:v>9.3166670000000007</c:v>
                      </c:pt>
                      <c:pt idx="2238">
                        <c:v>9.3208330000000004</c:v>
                      </c:pt>
                      <c:pt idx="2239">
                        <c:v>9.3249999999999993</c:v>
                      </c:pt>
                      <c:pt idx="2240">
                        <c:v>9.329167</c:v>
                      </c:pt>
                      <c:pt idx="2241">
                        <c:v>9.3333329999999997</c:v>
                      </c:pt>
                      <c:pt idx="2242">
                        <c:v>9.3375000000000004</c:v>
                      </c:pt>
                      <c:pt idx="2243">
                        <c:v>9.3416669999999993</c:v>
                      </c:pt>
                      <c:pt idx="2244">
                        <c:v>9.3458330000000007</c:v>
                      </c:pt>
                      <c:pt idx="2245">
                        <c:v>9.35</c:v>
                      </c:pt>
                      <c:pt idx="2246">
                        <c:v>9.3541670000000003</c:v>
                      </c:pt>
                      <c:pt idx="2247">
                        <c:v>9.358333</c:v>
                      </c:pt>
                      <c:pt idx="2248">
                        <c:v>9.3625000000000007</c:v>
                      </c:pt>
                      <c:pt idx="2249">
                        <c:v>9.3666669999999996</c:v>
                      </c:pt>
                      <c:pt idx="2250">
                        <c:v>9.3708329999999993</c:v>
                      </c:pt>
                      <c:pt idx="2251">
                        <c:v>9.375</c:v>
                      </c:pt>
                      <c:pt idx="2252">
                        <c:v>9.3791670000000007</c:v>
                      </c:pt>
                      <c:pt idx="2253">
                        <c:v>9.3833330000000004</c:v>
                      </c:pt>
                      <c:pt idx="2254">
                        <c:v>9.3874999999999993</c:v>
                      </c:pt>
                      <c:pt idx="2255">
                        <c:v>9.391667</c:v>
                      </c:pt>
                      <c:pt idx="2256">
                        <c:v>9.3958329999999997</c:v>
                      </c:pt>
                      <c:pt idx="2257">
                        <c:v>9.4</c:v>
                      </c:pt>
                      <c:pt idx="2258">
                        <c:v>9.4041669999999993</c:v>
                      </c:pt>
                      <c:pt idx="2259">
                        <c:v>9.4083330000000007</c:v>
                      </c:pt>
                      <c:pt idx="2260">
                        <c:v>9.4124999999999996</c:v>
                      </c:pt>
                      <c:pt idx="2261">
                        <c:v>9.4166670000000003</c:v>
                      </c:pt>
                      <c:pt idx="2262">
                        <c:v>9.420833</c:v>
                      </c:pt>
                      <c:pt idx="2263">
                        <c:v>9.4250000000000007</c:v>
                      </c:pt>
                      <c:pt idx="2264">
                        <c:v>9.4291669999999996</c:v>
                      </c:pt>
                      <c:pt idx="2265">
                        <c:v>9.4333329999999993</c:v>
                      </c:pt>
                      <c:pt idx="2266">
                        <c:v>9.4375</c:v>
                      </c:pt>
                      <c:pt idx="2267">
                        <c:v>9.4416670000000007</c:v>
                      </c:pt>
                      <c:pt idx="2268">
                        <c:v>9.4458330000000004</c:v>
                      </c:pt>
                      <c:pt idx="2269">
                        <c:v>9.4499999999999993</c:v>
                      </c:pt>
                      <c:pt idx="2270">
                        <c:v>9.454167</c:v>
                      </c:pt>
                      <c:pt idx="2271">
                        <c:v>9.4583329999999997</c:v>
                      </c:pt>
                      <c:pt idx="2272">
                        <c:v>9.4625000000000004</c:v>
                      </c:pt>
                      <c:pt idx="2273">
                        <c:v>9.4666669999999993</c:v>
                      </c:pt>
                      <c:pt idx="2274">
                        <c:v>9.4708330000000007</c:v>
                      </c:pt>
                      <c:pt idx="2275">
                        <c:v>9.4749999999999996</c:v>
                      </c:pt>
                      <c:pt idx="2276">
                        <c:v>9.4791670000000003</c:v>
                      </c:pt>
                      <c:pt idx="2277">
                        <c:v>9.483333</c:v>
                      </c:pt>
                      <c:pt idx="2278">
                        <c:v>9.4875000000000007</c:v>
                      </c:pt>
                      <c:pt idx="2279">
                        <c:v>9.4916669999999996</c:v>
                      </c:pt>
                      <c:pt idx="2280">
                        <c:v>9.4958329999999993</c:v>
                      </c:pt>
                      <c:pt idx="2281">
                        <c:v>9.5</c:v>
                      </c:pt>
                      <c:pt idx="2282">
                        <c:v>9.5041670000000007</c:v>
                      </c:pt>
                      <c:pt idx="2283">
                        <c:v>9.5083330000000004</c:v>
                      </c:pt>
                      <c:pt idx="2284">
                        <c:v>9.5124999999999993</c:v>
                      </c:pt>
                      <c:pt idx="2285">
                        <c:v>9.516667</c:v>
                      </c:pt>
                      <c:pt idx="2286">
                        <c:v>9.5208329999999997</c:v>
                      </c:pt>
                      <c:pt idx="2287">
                        <c:v>9.5250000000000004</c:v>
                      </c:pt>
                      <c:pt idx="2288">
                        <c:v>9.5291669999999993</c:v>
                      </c:pt>
                      <c:pt idx="2289">
                        <c:v>9.5333330000000007</c:v>
                      </c:pt>
                      <c:pt idx="2290">
                        <c:v>9.5374999999999996</c:v>
                      </c:pt>
                      <c:pt idx="2291">
                        <c:v>9.5416670000000003</c:v>
                      </c:pt>
                      <c:pt idx="2292">
                        <c:v>9.545833</c:v>
                      </c:pt>
                      <c:pt idx="2293">
                        <c:v>9.5500000000000007</c:v>
                      </c:pt>
                      <c:pt idx="2294">
                        <c:v>9.5541669999999996</c:v>
                      </c:pt>
                      <c:pt idx="2295">
                        <c:v>9.5583329999999993</c:v>
                      </c:pt>
                      <c:pt idx="2296">
                        <c:v>9.5625</c:v>
                      </c:pt>
                      <c:pt idx="2297">
                        <c:v>9.5666670000000007</c:v>
                      </c:pt>
                      <c:pt idx="2298">
                        <c:v>9.5708330000000004</c:v>
                      </c:pt>
                      <c:pt idx="2299">
                        <c:v>9.5749999999999993</c:v>
                      </c:pt>
                      <c:pt idx="2300">
                        <c:v>9.579167</c:v>
                      </c:pt>
                      <c:pt idx="2301">
                        <c:v>9.5833329999999997</c:v>
                      </c:pt>
                      <c:pt idx="2302">
                        <c:v>9.5875000000000004</c:v>
                      </c:pt>
                      <c:pt idx="2303">
                        <c:v>9.5916669999999993</c:v>
                      </c:pt>
                      <c:pt idx="2304">
                        <c:v>9.5958330000000007</c:v>
                      </c:pt>
                      <c:pt idx="2305">
                        <c:v>9.6</c:v>
                      </c:pt>
                      <c:pt idx="2306">
                        <c:v>9.6041670000000003</c:v>
                      </c:pt>
                      <c:pt idx="2307">
                        <c:v>9.608333</c:v>
                      </c:pt>
                      <c:pt idx="2308">
                        <c:v>9.6125000000000007</c:v>
                      </c:pt>
                      <c:pt idx="2309">
                        <c:v>9.6166669999999996</c:v>
                      </c:pt>
                      <c:pt idx="2310">
                        <c:v>9.6208329999999993</c:v>
                      </c:pt>
                      <c:pt idx="2311">
                        <c:v>9.625</c:v>
                      </c:pt>
                      <c:pt idx="2312">
                        <c:v>9.6291670000000007</c:v>
                      </c:pt>
                      <c:pt idx="2313">
                        <c:v>9.6333330000000004</c:v>
                      </c:pt>
                      <c:pt idx="2314">
                        <c:v>9.6374999999999993</c:v>
                      </c:pt>
                      <c:pt idx="2315">
                        <c:v>9.641667</c:v>
                      </c:pt>
                      <c:pt idx="2316">
                        <c:v>9.6458329999999997</c:v>
                      </c:pt>
                      <c:pt idx="2317">
                        <c:v>9.65</c:v>
                      </c:pt>
                      <c:pt idx="2318">
                        <c:v>9.6541669999999993</c:v>
                      </c:pt>
                      <c:pt idx="2319">
                        <c:v>9.6583330000000007</c:v>
                      </c:pt>
                      <c:pt idx="2320">
                        <c:v>9.6624999999999996</c:v>
                      </c:pt>
                      <c:pt idx="2321">
                        <c:v>9.6666670000000003</c:v>
                      </c:pt>
                      <c:pt idx="2322">
                        <c:v>9.670833</c:v>
                      </c:pt>
                      <c:pt idx="2323">
                        <c:v>9.6750000000000007</c:v>
                      </c:pt>
                      <c:pt idx="2324">
                        <c:v>9.6791669999999996</c:v>
                      </c:pt>
                      <c:pt idx="2325">
                        <c:v>9.6833329999999993</c:v>
                      </c:pt>
                      <c:pt idx="2326">
                        <c:v>9.6875</c:v>
                      </c:pt>
                      <c:pt idx="2327">
                        <c:v>9.6916670000000007</c:v>
                      </c:pt>
                      <c:pt idx="2328">
                        <c:v>9.6958330000000004</c:v>
                      </c:pt>
                      <c:pt idx="2329">
                        <c:v>9.6999999999999993</c:v>
                      </c:pt>
                      <c:pt idx="2330">
                        <c:v>9.704167</c:v>
                      </c:pt>
                      <c:pt idx="2331">
                        <c:v>9.7083329999999997</c:v>
                      </c:pt>
                      <c:pt idx="2332">
                        <c:v>9.7125000000000004</c:v>
                      </c:pt>
                      <c:pt idx="2333">
                        <c:v>9.7166669999999993</c:v>
                      </c:pt>
                      <c:pt idx="2334">
                        <c:v>9.7208330000000007</c:v>
                      </c:pt>
                      <c:pt idx="2335">
                        <c:v>9.7249999999999996</c:v>
                      </c:pt>
                      <c:pt idx="2336">
                        <c:v>9.7291670000000003</c:v>
                      </c:pt>
                      <c:pt idx="2337">
                        <c:v>9.733333</c:v>
                      </c:pt>
                      <c:pt idx="2338">
                        <c:v>9.7375000000000007</c:v>
                      </c:pt>
                      <c:pt idx="2339">
                        <c:v>9.7416669999999996</c:v>
                      </c:pt>
                      <c:pt idx="2340">
                        <c:v>9.7458329999999993</c:v>
                      </c:pt>
                      <c:pt idx="2341">
                        <c:v>9.75</c:v>
                      </c:pt>
                      <c:pt idx="2342">
                        <c:v>9.7541670000000007</c:v>
                      </c:pt>
                      <c:pt idx="2343">
                        <c:v>9.7583330000000004</c:v>
                      </c:pt>
                      <c:pt idx="2344">
                        <c:v>9.7624999999999993</c:v>
                      </c:pt>
                      <c:pt idx="2345">
                        <c:v>9.766667</c:v>
                      </c:pt>
                      <c:pt idx="2346">
                        <c:v>9.7708329999999997</c:v>
                      </c:pt>
                      <c:pt idx="2347">
                        <c:v>9.7750000000000004</c:v>
                      </c:pt>
                      <c:pt idx="2348">
                        <c:v>9.7791669999999993</c:v>
                      </c:pt>
                      <c:pt idx="2349">
                        <c:v>9.7833330000000007</c:v>
                      </c:pt>
                      <c:pt idx="2350">
                        <c:v>9.7874999999999996</c:v>
                      </c:pt>
                      <c:pt idx="2351">
                        <c:v>9.7916670000000003</c:v>
                      </c:pt>
                      <c:pt idx="2352">
                        <c:v>9.795833</c:v>
                      </c:pt>
                      <c:pt idx="2353">
                        <c:v>9.8000000000000007</c:v>
                      </c:pt>
                      <c:pt idx="2354">
                        <c:v>9.8041669999999996</c:v>
                      </c:pt>
                      <c:pt idx="2355">
                        <c:v>9.8083329999999993</c:v>
                      </c:pt>
                      <c:pt idx="2356">
                        <c:v>9.8125</c:v>
                      </c:pt>
                      <c:pt idx="2357">
                        <c:v>9.8166670000000007</c:v>
                      </c:pt>
                      <c:pt idx="2358">
                        <c:v>9.8208330000000004</c:v>
                      </c:pt>
                      <c:pt idx="2359">
                        <c:v>9.8249999999999993</c:v>
                      </c:pt>
                      <c:pt idx="2360">
                        <c:v>9.829167</c:v>
                      </c:pt>
                      <c:pt idx="2361">
                        <c:v>9.8333329999999997</c:v>
                      </c:pt>
                      <c:pt idx="2362">
                        <c:v>9.8375000000000004</c:v>
                      </c:pt>
                      <c:pt idx="2363">
                        <c:v>9.8416669999999993</c:v>
                      </c:pt>
                      <c:pt idx="2364">
                        <c:v>9.8458330000000007</c:v>
                      </c:pt>
                      <c:pt idx="2365">
                        <c:v>9.85</c:v>
                      </c:pt>
                      <c:pt idx="2366">
                        <c:v>9.8541670000000003</c:v>
                      </c:pt>
                      <c:pt idx="2367">
                        <c:v>9.858333</c:v>
                      </c:pt>
                      <c:pt idx="2368">
                        <c:v>9.8625000000000007</c:v>
                      </c:pt>
                      <c:pt idx="2369">
                        <c:v>9.8666669999999996</c:v>
                      </c:pt>
                      <c:pt idx="2370">
                        <c:v>9.8708329999999993</c:v>
                      </c:pt>
                      <c:pt idx="2371">
                        <c:v>9.875</c:v>
                      </c:pt>
                      <c:pt idx="2372">
                        <c:v>9.8791670000000007</c:v>
                      </c:pt>
                      <c:pt idx="2373">
                        <c:v>9.8833330000000004</c:v>
                      </c:pt>
                      <c:pt idx="2374">
                        <c:v>9.8874999999999993</c:v>
                      </c:pt>
                      <c:pt idx="2375">
                        <c:v>9.891667</c:v>
                      </c:pt>
                      <c:pt idx="2376">
                        <c:v>9.8958329999999997</c:v>
                      </c:pt>
                      <c:pt idx="2377">
                        <c:v>9.9</c:v>
                      </c:pt>
                      <c:pt idx="2378">
                        <c:v>9.9041669999999993</c:v>
                      </c:pt>
                      <c:pt idx="2379">
                        <c:v>9.9083330000000007</c:v>
                      </c:pt>
                      <c:pt idx="2380">
                        <c:v>9.9124999999999996</c:v>
                      </c:pt>
                      <c:pt idx="2381">
                        <c:v>9.9166670000000003</c:v>
                      </c:pt>
                      <c:pt idx="2382">
                        <c:v>9.920833</c:v>
                      </c:pt>
                      <c:pt idx="2383">
                        <c:v>9.9250000000000007</c:v>
                      </c:pt>
                      <c:pt idx="2384">
                        <c:v>9.9291669999999996</c:v>
                      </c:pt>
                      <c:pt idx="2385">
                        <c:v>9.9333329999999993</c:v>
                      </c:pt>
                      <c:pt idx="2386">
                        <c:v>9.9375</c:v>
                      </c:pt>
                      <c:pt idx="2387">
                        <c:v>9.9416670000000007</c:v>
                      </c:pt>
                      <c:pt idx="2388">
                        <c:v>9.9458330000000004</c:v>
                      </c:pt>
                      <c:pt idx="2389">
                        <c:v>9.9499999999999993</c:v>
                      </c:pt>
                      <c:pt idx="2390">
                        <c:v>9.954167</c:v>
                      </c:pt>
                      <c:pt idx="2391">
                        <c:v>9.9583329999999997</c:v>
                      </c:pt>
                      <c:pt idx="2392">
                        <c:v>9.9625000000000004</c:v>
                      </c:pt>
                      <c:pt idx="2393">
                        <c:v>9.9666669999999993</c:v>
                      </c:pt>
                      <c:pt idx="2394">
                        <c:v>9.9708330000000007</c:v>
                      </c:pt>
                      <c:pt idx="2395">
                        <c:v>9.9749999999999996</c:v>
                      </c:pt>
                      <c:pt idx="2396">
                        <c:v>9.9791670000000003</c:v>
                      </c:pt>
                      <c:pt idx="2397">
                        <c:v>9.983333</c:v>
                      </c:pt>
                      <c:pt idx="2398">
                        <c:v>9.9875000000000007</c:v>
                      </c:pt>
                      <c:pt idx="2399">
                        <c:v>9.9916669999999996</c:v>
                      </c:pt>
                      <c:pt idx="2400">
                        <c:v>9.9958329999999993</c:v>
                      </c:pt>
                      <c:pt idx="2401">
                        <c:v>10</c:v>
                      </c:pt>
                      <c:pt idx="2402">
                        <c:v>10.004167000000001</c:v>
                      </c:pt>
                      <c:pt idx="2403">
                        <c:v>10.008333</c:v>
                      </c:pt>
                      <c:pt idx="2404">
                        <c:v>10.012499999999999</c:v>
                      </c:pt>
                      <c:pt idx="2405">
                        <c:v>10.016667</c:v>
                      </c:pt>
                      <c:pt idx="2406">
                        <c:v>10.020833</c:v>
                      </c:pt>
                      <c:pt idx="2407">
                        <c:v>10.025</c:v>
                      </c:pt>
                      <c:pt idx="2408">
                        <c:v>10.029166999999999</c:v>
                      </c:pt>
                      <c:pt idx="2409">
                        <c:v>10.033333000000001</c:v>
                      </c:pt>
                      <c:pt idx="2410">
                        <c:v>10.0375</c:v>
                      </c:pt>
                      <c:pt idx="2411">
                        <c:v>10.041667</c:v>
                      </c:pt>
                      <c:pt idx="2412">
                        <c:v>10.045833</c:v>
                      </c:pt>
                      <c:pt idx="2413">
                        <c:v>10.050000000000001</c:v>
                      </c:pt>
                      <c:pt idx="2414">
                        <c:v>10.054167</c:v>
                      </c:pt>
                      <c:pt idx="2415">
                        <c:v>10.058332999999999</c:v>
                      </c:pt>
                      <c:pt idx="2416">
                        <c:v>10.0625</c:v>
                      </c:pt>
                      <c:pt idx="2417">
                        <c:v>10.066667000000001</c:v>
                      </c:pt>
                      <c:pt idx="2418">
                        <c:v>10.070833</c:v>
                      </c:pt>
                      <c:pt idx="2419">
                        <c:v>10.074999999999999</c:v>
                      </c:pt>
                      <c:pt idx="2420">
                        <c:v>10.079167</c:v>
                      </c:pt>
                      <c:pt idx="2421">
                        <c:v>10.083333</c:v>
                      </c:pt>
                      <c:pt idx="2422">
                        <c:v>10.0875</c:v>
                      </c:pt>
                      <c:pt idx="2423">
                        <c:v>10.091666999999999</c:v>
                      </c:pt>
                      <c:pt idx="2424">
                        <c:v>10.095833000000001</c:v>
                      </c:pt>
                      <c:pt idx="2425">
                        <c:v>10.1</c:v>
                      </c:pt>
                      <c:pt idx="2426">
                        <c:v>10.104167</c:v>
                      </c:pt>
                      <c:pt idx="2427">
                        <c:v>10.108333</c:v>
                      </c:pt>
                      <c:pt idx="2428">
                        <c:v>10.112500000000001</c:v>
                      </c:pt>
                      <c:pt idx="2429">
                        <c:v>10.116667</c:v>
                      </c:pt>
                      <c:pt idx="2430">
                        <c:v>10.120832999999999</c:v>
                      </c:pt>
                      <c:pt idx="2431">
                        <c:v>10.125</c:v>
                      </c:pt>
                      <c:pt idx="2432">
                        <c:v>10.129167000000001</c:v>
                      </c:pt>
                      <c:pt idx="2433">
                        <c:v>10.133333</c:v>
                      </c:pt>
                      <c:pt idx="2434">
                        <c:v>10.137499999999999</c:v>
                      </c:pt>
                      <c:pt idx="2435">
                        <c:v>10.141667</c:v>
                      </c:pt>
                      <c:pt idx="2436">
                        <c:v>10.145833</c:v>
                      </c:pt>
                      <c:pt idx="2437">
                        <c:v>10.15</c:v>
                      </c:pt>
                      <c:pt idx="2438">
                        <c:v>10.154166999999999</c:v>
                      </c:pt>
                      <c:pt idx="2439">
                        <c:v>10.158333000000001</c:v>
                      </c:pt>
                      <c:pt idx="2440">
                        <c:v>10.1625</c:v>
                      </c:pt>
                      <c:pt idx="2441">
                        <c:v>10.166667</c:v>
                      </c:pt>
                      <c:pt idx="2442">
                        <c:v>10.170833</c:v>
                      </c:pt>
                      <c:pt idx="2443">
                        <c:v>10.175000000000001</c:v>
                      </c:pt>
                      <c:pt idx="2444">
                        <c:v>10.179167</c:v>
                      </c:pt>
                      <c:pt idx="2445">
                        <c:v>10.183332999999999</c:v>
                      </c:pt>
                      <c:pt idx="2446">
                        <c:v>10.1875</c:v>
                      </c:pt>
                      <c:pt idx="2447">
                        <c:v>10.191667000000001</c:v>
                      </c:pt>
                      <c:pt idx="2448">
                        <c:v>10.195833</c:v>
                      </c:pt>
                      <c:pt idx="2449">
                        <c:v>10.199999999999999</c:v>
                      </c:pt>
                      <c:pt idx="2450">
                        <c:v>10.204167</c:v>
                      </c:pt>
                      <c:pt idx="2451">
                        <c:v>10.208333</c:v>
                      </c:pt>
                      <c:pt idx="2452">
                        <c:v>10.2125</c:v>
                      </c:pt>
                      <c:pt idx="2453">
                        <c:v>10.216666999999999</c:v>
                      </c:pt>
                      <c:pt idx="2454">
                        <c:v>10.220833000000001</c:v>
                      </c:pt>
                      <c:pt idx="2455">
                        <c:v>10.225</c:v>
                      </c:pt>
                      <c:pt idx="2456">
                        <c:v>10.229167</c:v>
                      </c:pt>
                      <c:pt idx="2457">
                        <c:v>10.233333</c:v>
                      </c:pt>
                      <c:pt idx="2458">
                        <c:v>10.237500000000001</c:v>
                      </c:pt>
                      <c:pt idx="2459">
                        <c:v>10.241667</c:v>
                      </c:pt>
                      <c:pt idx="2460">
                        <c:v>10.245832999999999</c:v>
                      </c:pt>
                      <c:pt idx="2461">
                        <c:v>10.25</c:v>
                      </c:pt>
                      <c:pt idx="2462">
                        <c:v>10.254167000000001</c:v>
                      </c:pt>
                      <c:pt idx="2463">
                        <c:v>10.258333</c:v>
                      </c:pt>
                      <c:pt idx="2464">
                        <c:v>10.262499999999999</c:v>
                      </c:pt>
                      <c:pt idx="2465">
                        <c:v>10.266667</c:v>
                      </c:pt>
                      <c:pt idx="2466">
                        <c:v>10.270833</c:v>
                      </c:pt>
                      <c:pt idx="2467">
                        <c:v>10.275</c:v>
                      </c:pt>
                      <c:pt idx="2468">
                        <c:v>10.279166999999999</c:v>
                      </c:pt>
                      <c:pt idx="2469">
                        <c:v>10.283333000000001</c:v>
                      </c:pt>
                      <c:pt idx="2470">
                        <c:v>10.2875</c:v>
                      </c:pt>
                      <c:pt idx="2471">
                        <c:v>10.291667</c:v>
                      </c:pt>
                      <c:pt idx="2472">
                        <c:v>10.295833</c:v>
                      </c:pt>
                      <c:pt idx="2473">
                        <c:v>10.3</c:v>
                      </c:pt>
                      <c:pt idx="2474">
                        <c:v>10.304167</c:v>
                      </c:pt>
                      <c:pt idx="2475">
                        <c:v>10.308332999999999</c:v>
                      </c:pt>
                      <c:pt idx="2476">
                        <c:v>10.3125</c:v>
                      </c:pt>
                      <c:pt idx="2477">
                        <c:v>10.316667000000001</c:v>
                      </c:pt>
                      <c:pt idx="2478">
                        <c:v>10.320833</c:v>
                      </c:pt>
                      <c:pt idx="2479">
                        <c:v>10.324999999999999</c:v>
                      </c:pt>
                      <c:pt idx="2480">
                        <c:v>10.329167</c:v>
                      </c:pt>
                      <c:pt idx="2481">
                        <c:v>10.333333</c:v>
                      </c:pt>
                      <c:pt idx="2482">
                        <c:v>10.3375</c:v>
                      </c:pt>
                      <c:pt idx="2483">
                        <c:v>10.341666999999999</c:v>
                      </c:pt>
                      <c:pt idx="2484">
                        <c:v>10.345833000000001</c:v>
                      </c:pt>
                      <c:pt idx="2485">
                        <c:v>10.35</c:v>
                      </c:pt>
                      <c:pt idx="2486">
                        <c:v>10.354167</c:v>
                      </c:pt>
                      <c:pt idx="2487">
                        <c:v>10.358333</c:v>
                      </c:pt>
                      <c:pt idx="2488">
                        <c:v>10.362500000000001</c:v>
                      </c:pt>
                      <c:pt idx="2489">
                        <c:v>10.366667</c:v>
                      </c:pt>
                      <c:pt idx="2490">
                        <c:v>10.370832999999999</c:v>
                      </c:pt>
                      <c:pt idx="2491">
                        <c:v>10.375</c:v>
                      </c:pt>
                      <c:pt idx="2492">
                        <c:v>10.379167000000001</c:v>
                      </c:pt>
                      <c:pt idx="2493">
                        <c:v>10.383333</c:v>
                      </c:pt>
                      <c:pt idx="2494">
                        <c:v>10.387499999999999</c:v>
                      </c:pt>
                      <c:pt idx="2495">
                        <c:v>10.391667</c:v>
                      </c:pt>
                      <c:pt idx="2496">
                        <c:v>10.395833</c:v>
                      </c:pt>
                      <c:pt idx="2497">
                        <c:v>10.4</c:v>
                      </c:pt>
                      <c:pt idx="2498">
                        <c:v>10.404166999999999</c:v>
                      </c:pt>
                      <c:pt idx="2499">
                        <c:v>10.408333000000001</c:v>
                      </c:pt>
                      <c:pt idx="2500">
                        <c:v>10.4125</c:v>
                      </c:pt>
                      <c:pt idx="2501">
                        <c:v>10.416667</c:v>
                      </c:pt>
                      <c:pt idx="2502">
                        <c:v>10.420833</c:v>
                      </c:pt>
                      <c:pt idx="2503">
                        <c:v>10.425000000000001</c:v>
                      </c:pt>
                      <c:pt idx="2504">
                        <c:v>10.429167</c:v>
                      </c:pt>
                      <c:pt idx="2505">
                        <c:v>10.433332999999999</c:v>
                      </c:pt>
                      <c:pt idx="2506">
                        <c:v>10.4375</c:v>
                      </c:pt>
                      <c:pt idx="2507">
                        <c:v>10.441667000000001</c:v>
                      </c:pt>
                      <c:pt idx="2508">
                        <c:v>10.445833</c:v>
                      </c:pt>
                      <c:pt idx="2509">
                        <c:v>10.45</c:v>
                      </c:pt>
                      <c:pt idx="2510">
                        <c:v>10.454167</c:v>
                      </c:pt>
                      <c:pt idx="2511">
                        <c:v>10.458333</c:v>
                      </c:pt>
                      <c:pt idx="2512">
                        <c:v>10.4625</c:v>
                      </c:pt>
                      <c:pt idx="2513">
                        <c:v>10.466666999999999</c:v>
                      </c:pt>
                      <c:pt idx="2514">
                        <c:v>10.470833000000001</c:v>
                      </c:pt>
                      <c:pt idx="2515">
                        <c:v>10.475</c:v>
                      </c:pt>
                      <c:pt idx="2516">
                        <c:v>10.479167</c:v>
                      </c:pt>
                      <c:pt idx="2517">
                        <c:v>10.483333</c:v>
                      </c:pt>
                      <c:pt idx="2518">
                        <c:v>10.487500000000001</c:v>
                      </c:pt>
                      <c:pt idx="2519">
                        <c:v>10.491667</c:v>
                      </c:pt>
                      <c:pt idx="2520">
                        <c:v>10.495832999999999</c:v>
                      </c:pt>
                      <c:pt idx="2521">
                        <c:v>10.5</c:v>
                      </c:pt>
                      <c:pt idx="2522">
                        <c:v>10.504167000000001</c:v>
                      </c:pt>
                      <c:pt idx="2523">
                        <c:v>10.508333</c:v>
                      </c:pt>
                      <c:pt idx="2524">
                        <c:v>10.512499999999999</c:v>
                      </c:pt>
                      <c:pt idx="2525">
                        <c:v>10.516667</c:v>
                      </c:pt>
                      <c:pt idx="2526">
                        <c:v>10.520833</c:v>
                      </c:pt>
                      <c:pt idx="2527">
                        <c:v>10.525</c:v>
                      </c:pt>
                      <c:pt idx="2528">
                        <c:v>10.529166999999999</c:v>
                      </c:pt>
                      <c:pt idx="2529">
                        <c:v>10.533333000000001</c:v>
                      </c:pt>
                      <c:pt idx="2530">
                        <c:v>10.5375</c:v>
                      </c:pt>
                      <c:pt idx="2531">
                        <c:v>10.541667</c:v>
                      </c:pt>
                      <c:pt idx="2532">
                        <c:v>10.545833</c:v>
                      </c:pt>
                      <c:pt idx="2533">
                        <c:v>10.55</c:v>
                      </c:pt>
                      <c:pt idx="2534">
                        <c:v>10.554167</c:v>
                      </c:pt>
                      <c:pt idx="2535">
                        <c:v>10.558332999999999</c:v>
                      </c:pt>
                      <c:pt idx="2536">
                        <c:v>10.5625</c:v>
                      </c:pt>
                      <c:pt idx="2537">
                        <c:v>10.566667000000001</c:v>
                      </c:pt>
                      <c:pt idx="2538">
                        <c:v>10.570833</c:v>
                      </c:pt>
                      <c:pt idx="2539">
                        <c:v>10.574999999999999</c:v>
                      </c:pt>
                      <c:pt idx="2540">
                        <c:v>10.579167</c:v>
                      </c:pt>
                      <c:pt idx="2541">
                        <c:v>10.583333</c:v>
                      </c:pt>
                      <c:pt idx="2542">
                        <c:v>10.5875</c:v>
                      </c:pt>
                      <c:pt idx="2543">
                        <c:v>10.591666999999999</c:v>
                      </c:pt>
                      <c:pt idx="2544">
                        <c:v>10.595833000000001</c:v>
                      </c:pt>
                      <c:pt idx="2545">
                        <c:v>10.6</c:v>
                      </c:pt>
                      <c:pt idx="2546">
                        <c:v>10.604167</c:v>
                      </c:pt>
                      <c:pt idx="2547">
                        <c:v>10.608333</c:v>
                      </c:pt>
                      <c:pt idx="2548">
                        <c:v>10.612500000000001</c:v>
                      </c:pt>
                      <c:pt idx="2549">
                        <c:v>10.616667</c:v>
                      </c:pt>
                      <c:pt idx="2550">
                        <c:v>10.620832999999999</c:v>
                      </c:pt>
                      <c:pt idx="2551">
                        <c:v>10.625</c:v>
                      </c:pt>
                      <c:pt idx="2552">
                        <c:v>10.629167000000001</c:v>
                      </c:pt>
                      <c:pt idx="2553">
                        <c:v>10.633333</c:v>
                      </c:pt>
                      <c:pt idx="2554">
                        <c:v>10.637499999999999</c:v>
                      </c:pt>
                      <c:pt idx="2555">
                        <c:v>10.641667</c:v>
                      </c:pt>
                      <c:pt idx="2556">
                        <c:v>10.645833</c:v>
                      </c:pt>
                      <c:pt idx="2557">
                        <c:v>10.65</c:v>
                      </c:pt>
                      <c:pt idx="2558">
                        <c:v>10.654166999999999</c:v>
                      </c:pt>
                      <c:pt idx="2559">
                        <c:v>10.658333000000001</c:v>
                      </c:pt>
                      <c:pt idx="2560">
                        <c:v>10.6625</c:v>
                      </c:pt>
                      <c:pt idx="2561">
                        <c:v>10.666667</c:v>
                      </c:pt>
                      <c:pt idx="2562">
                        <c:v>10.670833</c:v>
                      </c:pt>
                      <c:pt idx="2563">
                        <c:v>10.675000000000001</c:v>
                      </c:pt>
                      <c:pt idx="2564">
                        <c:v>10.679167</c:v>
                      </c:pt>
                      <c:pt idx="2565">
                        <c:v>10.683332999999999</c:v>
                      </c:pt>
                      <c:pt idx="2566">
                        <c:v>10.6875</c:v>
                      </c:pt>
                      <c:pt idx="2567">
                        <c:v>10.691667000000001</c:v>
                      </c:pt>
                      <c:pt idx="2568">
                        <c:v>10.695833</c:v>
                      </c:pt>
                      <c:pt idx="2569">
                        <c:v>10.7</c:v>
                      </c:pt>
                      <c:pt idx="2570">
                        <c:v>10.704167</c:v>
                      </c:pt>
                      <c:pt idx="2571">
                        <c:v>10.708333</c:v>
                      </c:pt>
                      <c:pt idx="2572">
                        <c:v>10.7125</c:v>
                      </c:pt>
                      <c:pt idx="2573">
                        <c:v>10.716666999999999</c:v>
                      </c:pt>
                      <c:pt idx="2574">
                        <c:v>10.720833000000001</c:v>
                      </c:pt>
                      <c:pt idx="2575">
                        <c:v>10.725</c:v>
                      </c:pt>
                      <c:pt idx="2576">
                        <c:v>10.729167</c:v>
                      </c:pt>
                      <c:pt idx="2577">
                        <c:v>10.733333</c:v>
                      </c:pt>
                      <c:pt idx="2578">
                        <c:v>10.737500000000001</c:v>
                      </c:pt>
                      <c:pt idx="2579">
                        <c:v>10.741667</c:v>
                      </c:pt>
                      <c:pt idx="2580">
                        <c:v>10.745832999999999</c:v>
                      </c:pt>
                      <c:pt idx="2581">
                        <c:v>10.75</c:v>
                      </c:pt>
                      <c:pt idx="2582">
                        <c:v>10.754167000000001</c:v>
                      </c:pt>
                      <c:pt idx="2583">
                        <c:v>10.758333</c:v>
                      </c:pt>
                      <c:pt idx="2584">
                        <c:v>10.762499999999999</c:v>
                      </c:pt>
                      <c:pt idx="2585">
                        <c:v>10.766667</c:v>
                      </c:pt>
                      <c:pt idx="2586">
                        <c:v>10.770833</c:v>
                      </c:pt>
                      <c:pt idx="2587">
                        <c:v>10.775</c:v>
                      </c:pt>
                      <c:pt idx="2588">
                        <c:v>10.779166999999999</c:v>
                      </c:pt>
                      <c:pt idx="2589">
                        <c:v>10.783333000000001</c:v>
                      </c:pt>
                      <c:pt idx="2590">
                        <c:v>10.7875</c:v>
                      </c:pt>
                      <c:pt idx="2591">
                        <c:v>10.791667</c:v>
                      </c:pt>
                      <c:pt idx="2592">
                        <c:v>10.795833</c:v>
                      </c:pt>
                      <c:pt idx="2593">
                        <c:v>10.8</c:v>
                      </c:pt>
                      <c:pt idx="2594">
                        <c:v>10.804167</c:v>
                      </c:pt>
                      <c:pt idx="2595">
                        <c:v>10.808332999999999</c:v>
                      </c:pt>
                      <c:pt idx="2596">
                        <c:v>10.8125</c:v>
                      </c:pt>
                      <c:pt idx="2597">
                        <c:v>10.816667000000001</c:v>
                      </c:pt>
                      <c:pt idx="2598">
                        <c:v>10.820833</c:v>
                      </c:pt>
                      <c:pt idx="2599">
                        <c:v>10.824999999999999</c:v>
                      </c:pt>
                      <c:pt idx="2600">
                        <c:v>10.829167</c:v>
                      </c:pt>
                      <c:pt idx="2601">
                        <c:v>10.833333</c:v>
                      </c:pt>
                      <c:pt idx="2602">
                        <c:v>10.8375</c:v>
                      </c:pt>
                      <c:pt idx="2603">
                        <c:v>10.841666999999999</c:v>
                      </c:pt>
                      <c:pt idx="2604">
                        <c:v>10.845833000000001</c:v>
                      </c:pt>
                      <c:pt idx="2605">
                        <c:v>10.85</c:v>
                      </c:pt>
                      <c:pt idx="2606">
                        <c:v>10.854167</c:v>
                      </c:pt>
                      <c:pt idx="2607">
                        <c:v>10.858333</c:v>
                      </c:pt>
                      <c:pt idx="2608">
                        <c:v>10.862500000000001</c:v>
                      </c:pt>
                      <c:pt idx="2609">
                        <c:v>10.866667</c:v>
                      </c:pt>
                      <c:pt idx="2610">
                        <c:v>10.870832999999999</c:v>
                      </c:pt>
                      <c:pt idx="2611">
                        <c:v>10.875</c:v>
                      </c:pt>
                      <c:pt idx="2612">
                        <c:v>10.879167000000001</c:v>
                      </c:pt>
                      <c:pt idx="2613">
                        <c:v>10.883333</c:v>
                      </c:pt>
                      <c:pt idx="2614">
                        <c:v>10.887499999999999</c:v>
                      </c:pt>
                      <c:pt idx="2615">
                        <c:v>10.891667</c:v>
                      </c:pt>
                      <c:pt idx="2616">
                        <c:v>10.895833</c:v>
                      </c:pt>
                      <c:pt idx="2617">
                        <c:v>10.9</c:v>
                      </c:pt>
                      <c:pt idx="2618">
                        <c:v>10.904166999999999</c:v>
                      </c:pt>
                      <c:pt idx="2619">
                        <c:v>10.908333000000001</c:v>
                      </c:pt>
                      <c:pt idx="2620">
                        <c:v>10.9125</c:v>
                      </c:pt>
                      <c:pt idx="2621">
                        <c:v>10.916667</c:v>
                      </c:pt>
                      <c:pt idx="2622">
                        <c:v>10.920833</c:v>
                      </c:pt>
                      <c:pt idx="2623">
                        <c:v>10.925000000000001</c:v>
                      </c:pt>
                      <c:pt idx="2624">
                        <c:v>10.929167</c:v>
                      </c:pt>
                      <c:pt idx="2625">
                        <c:v>10.933332999999999</c:v>
                      </c:pt>
                      <c:pt idx="2626">
                        <c:v>10.9375</c:v>
                      </c:pt>
                      <c:pt idx="2627">
                        <c:v>10.941667000000001</c:v>
                      </c:pt>
                      <c:pt idx="2628">
                        <c:v>10.945833</c:v>
                      </c:pt>
                      <c:pt idx="2629">
                        <c:v>10.95</c:v>
                      </c:pt>
                      <c:pt idx="2630">
                        <c:v>10.954167</c:v>
                      </c:pt>
                      <c:pt idx="2631">
                        <c:v>10.958333</c:v>
                      </c:pt>
                      <c:pt idx="2632">
                        <c:v>10.9625</c:v>
                      </c:pt>
                      <c:pt idx="2633">
                        <c:v>10.966666999999999</c:v>
                      </c:pt>
                      <c:pt idx="2634">
                        <c:v>10.970833000000001</c:v>
                      </c:pt>
                      <c:pt idx="2635">
                        <c:v>10.975</c:v>
                      </c:pt>
                      <c:pt idx="2636">
                        <c:v>10.979167</c:v>
                      </c:pt>
                      <c:pt idx="2637">
                        <c:v>10.983333</c:v>
                      </c:pt>
                      <c:pt idx="2638">
                        <c:v>10.987500000000001</c:v>
                      </c:pt>
                      <c:pt idx="2639">
                        <c:v>10.991667</c:v>
                      </c:pt>
                      <c:pt idx="2640">
                        <c:v>10.995832999999999</c:v>
                      </c:pt>
                      <c:pt idx="2641">
                        <c:v>11</c:v>
                      </c:pt>
                      <c:pt idx="2642">
                        <c:v>11.004167000000001</c:v>
                      </c:pt>
                      <c:pt idx="2643">
                        <c:v>11.008333</c:v>
                      </c:pt>
                      <c:pt idx="2644">
                        <c:v>11.012499999999999</c:v>
                      </c:pt>
                      <c:pt idx="2645">
                        <c:v>11.016667</c:v>
                      </c:pt>
                      <c:pt idx="2646">
                        <c:v>11.020833</c:v>
                      </c:pt>
                      <c:pt idx="2647">
                        <c:v>11.025</c:v>
                      </c:pt>
                      <c:pt idx="2648">
                        <c:v>11.029166999999999</c:v>
                      </c:pt>
                      <c:pt idx="2649">
                        <c:v>11.033333000000001</c:v>
                      </c:pt>
                      <c:pt idx="2650">
                        <c:v>11.0375</c:v>
                      </c:pt>
                      <c:pt idx="2651">
                        <c:v>11.041667</c:v>
                      </c:pt>
                      <c:pt idx="2652">
                        <c:v>11.045833</c:v>
                      </c:pt>
                      <c:pt idx="2653">
                        <c:v>11.05</c:v>
                      </c:pt>
                      <c:pt idx="2654">
                        <c:v>11.054167</c:v>
                      </c:pt>
                      <c:pt idx="2655">
                        <c:v>11.058332999999999</c:v>
                      </c:pt>
                      <c:pt idx="2656">
                        <c:v>11.0625</c:v>
                      </c:pt>
                      <c:pt idx="2657">
                        <c:v>11.066667000000001</c:v>
                      </c:pt>
                      <c:pt idx="2658">
                        <c:v>11.070833</c:v>
                      </c:pt>
                      <c:pt idx="2659">
                        <c:v>11.074999999999999</c:v>
                      </c:pt>
                      <c:pt idx="2660">
                        <c:v>11.079167</c:v>
                      </c:pt>
                      <c:pt idx="2661">
                        <c:v>11.083333</c:v>
                      </c:pt>
                      <c:pt idx="2662">
                        <c:v>11.0875</c:v>
                      </c:pt>
                      <c:pt idx="2663">
                        <c:v>11.091666999999999</c:v>
                      </c:pt>
                      <c:pt idx="2664">
                        <c:v>11.095833000000001</c:v>
                      </c:pt>
                      <c:pt idx="2665">
                        <c:v>11.1</c:v>
                      </c:pt>
                      <c:pt idx="2666">
                        <c:v>11.104167</c:v>
                      </c:pt>
                      <c:pt idx="2667">
                        <c:v>11.108333</c:v>
                      </c:pt>
                      <c:pt idx="2668">
                        <c:v>11.112500000000001</c:v>
                      </c:pt>
                      <c:pt idx="2669">
                        <c:v>11.116667</c:v>
                      </c:pt>
                      <c:pt idx="2670">
                        <c:v>11.120832999999999</c:v>
                      </c:pt>
                      <c:pt idx="2671">
                        <c:v>11.125</c:v>
                      </c:pt>
                      <c:pt idx="2672">
                        <c:v>11.129167000000001</c:v>
                      </c:pt>
                      <c:pt idx="2673">
                        <c:v>11.133333</c:v>
                      </c:pt>
                      <c:pt idx="2674">
                        <c:v>11.137499999999999</c:v>
                      </c:pt>
                      <c:pt idx="2675">
                        <c:v>11.141667</c:v>
                      </c:pt>
                      <c:pt idx="2676">
                        <c:v>11.145833</c:v>
                      </c:pt>
                      <c:pt idx="2677">
                        <c:v>11.15</c:v>
                      </c:pt>
                      <c:pt idx="2678">
                        <c:v>11.154166999999999</c:v>
                      </c:pt>
                      <c:pt idx="2679">
                        <c:v>11.158333000000001</c:v>
                      </c:pt>
                      <c:pt idx="2680">
                        <c:v>11.1625</c:v>
                      </c:pt>
                      <c:pt idx="2681">
                        <c:v>11.166667</c:v>
                      </c:pt>
                      <c:pt idx="2682">
                        <c:v>11.170833</c:v>
                      </c:pt>
                      <c:pt idx="2683">
                        <c:v>11.175000000000001</c:v>
                      </c:pt>
                      <c:pt idx="2684">
                        <c:v>11.179167</c:v>
                      </c:pt>
                      <c:pt idx="2685">
                        <c:v>11.183332999999999</c:v>
                      </c:pt>
                      <c:pt idx="2686">
                        <c:v>11.1875</c:v>
                      </c:pt>
                      <c:pt idx="2687">
                        <c:v>11.191667000000001</c:v>
                      </c:pt>
                      <c:pt idx="2688">
                        <c:v>11.195833</c:v>
                      </c:pt>
                      <c:pt idx="2689">
                        <c:v>11.2</c:v>
                      </c:pt>
                      <c:pt idx="2690">
                        <c:v>11.204167</c:v>
                      </c:pt>
                      <c:pt idx="2691">
                        <c:v>11.208333</c:v>
                      </c:pt>
                      <c:pt idx="2692">
                        <c:v>11.2125</c:v>
                      </c:pt>
                      <c:pt idx="2693">
                        <c:v>11.216666999999999</c:v>
                      </c:pt>
                      <c:pt idx="2694">
                        <c:v>11.220833000000001</c:v>
                      </c:pt>
                      <c:pt idx="2695">
                        <c:v>11.225</c:v>
                      </c:pt>
                      <c:pt idx="2696">
                        <c:v>11.229167</c:v>
                      </c:pt>
                      <c:pt idx="2697">
                        <c:v>11.233333</c:v>
                      </c:pt>
                      <c:pt idx="2698">
                        <c:v>11.237500000000001</c:v>
                      </c:pt>
                      <c:pt idx="2699">
                        <c:v>11.241667</c:v>
                      </c:pt>
                      <c:pt idx="2700">
                        <c:v>11.245832999999999</c:v>
                      </c:pt>
                      <c:pt idx="2701">
                        <c:v>11.25</c:v>
                      </c:pt>
                      <c:pt idx="2702">
                        <c:v>11.254167000000001</c:v>
                      </c:pt>
                      <c:pt idx="2703">
                        <c:v>11.258333</c:v>
                      </c:pt>
                      <c:pt idx="2704">
                        <c:v>11.262499999999999</c:v>
                      </c:pt>
                      <c:pt idx="2705">
                        <c:v>11.266667</c:v>
                      </c:pt>
                      <c:pt idx="2706">
                        <c:v>11.270833</c:v>
                      </c:pt>
                      <c:pt idx="2707">
                        <c:v>11.275</c:v>
                      </c:pt>
                      <c:pt idx="2708">
                        <c:v>11.279166999999999</c:v>
                      </c:pt>
                      <c:pt idx="2709">
                        <c:v>11.283333000000001</c:v>
                      </c:pt>
                      <c:pt idx="2710">
                        <c:v>11.2875</c:v>
                      </c:pt>
                      <c:pt idx="2711">
                        <c:v>11.291667</c:v>
                      </c:pt>
                      <c:pt idx="2712">
                        <c:v>11.295833</c:v>
                      </c:pt>
                      <c:pt idx="2713">
                        <c:v>11.3</c:v>
                      </c:pt>
                      <c:pt idx="2714">
                        <c:v>11.304167</c:v>
                      </c:pt>
                      <c:pt idx="2715">
                        <c:v>11.308332999999999</c:v>
                      </c:pt>
                      <c:pt idx="2716">
                        <c:v>11.3125</c:v>
                      </c:pt>
                      <c:pt idx="2717">
                        <c:v>11.316667000000001</c:v>
                      </c:pt>
                      <c:pt idx="2718">
                        <c:v>11.320833</c:v>
                      </c:pt>
                      <c:pt idx="2719">
                        <c:v>11.324999999999999</c:v>
                      </c:pt>
                      <c:pt idx="2720">
                        <c:v>11.329167</c:v>
                      </c:pt>
                      <c:pt idx="2721">
                        <c:v>11.333333</c:v>
                      </c:pt>
                      <c:pt idx="2722">
                        <c:v>11.3375</c:v>
                      </c:pt>
                      <c:pt idx="2723">
                        <c:v>11.341666999999999</c:v>
                      </c:pt>
                      <c:pt idx="2724">
                        <c:v>11.345833000000001</c:v>
                      </c:pt>
                      <c:pt idx="2725">
                        <c:v>11.35</c:v>
                      </c:pt>
                      <c:pt idx="2726">
                        <c:v>11.354167</c:v>
                      </c:pt>
                      <c:pt idx="2727">
                        <c:v>11.358333</c:v>
                      </c:pt>
                      <c:pt idx="2728">
                        <c:v>11.362500000000001</c:v>
                      </c:pt>
                      <c:pt idx="2729">
                        <c:v>11.366667</c:v>
                      </c:pt>
                      <c:pt idx="2730">
                        <c:v>11.370832999999999</c:v>
                      </c:pt>
                      <c:pt idx="2731">
                        <c:v>11.375</c:v>
                      </c:pt>
                      <c:pt idx="2732">
                        <c:v>11.379167000000001</c:v>
                      </c:pt>
                      <c:pt idx="2733">
                        <c:v>11.383333</c:v>
                      </c:pt>
                      <c:pt idx="2734">
                        <c:v>11.387499999999999</c:v>
                      </c:pt>
                      <c:pt idx="2735">
                        <c:v>11.391667</c:v>
                      </c:pt>
                      <c:pt idx="2736">
                        <c:v>11.395833</c:v>
                      </c:pt>
                      <c:pt idx="2737">
                        <c:v>11.4</c:v>
                      </c:pt>
                      <c:pt idx="2738">
                        <c:v>11.404166999999999</c:v>
                      </c:pt>
                      <c:pt idx="2739">
                        <c:v>11.408333000000001</c:v>
                      </c:pt>
                      <c:pt idx="2740">
                        <c:v>11.4125</c:v>
                      </c:pt>
                      <c:pt idx="2741">
                        <c:v>11.416667</c:v>
                      </c:pt>
                      <c:pt idx="2742">
                        <c:v>11.420833</c:v>
                      </c:pt>
                      <c:pt idx="2743">
                        <c:v>11.425000000000001</c:v>
                      </c:pt>
                      <c:pt idx="2744">
                        <c:v>11.429167</c:v>
                      </c:pt>
                      <c:pt idx="2745">
                        <c:v>11.433332999999999</c:v>
                      </c:pt>
                      <c:pt idx="2746">
                        <c:v>11.4375</c:v>
                      </c:pt>
                      <c:pt idx="2747">
                        <c:v>11.441667000000001</c:v>
                      </c:pt>
                      <c:pt idx="2748">
                        <c:v>11.445833</c:v>
                      </c:pt>
                      <c:pt idx="2749">
                        <c:v>11.45</c:v>
                      </c:pt>
                      <c:pt idx="2750">
                        <c:v>11.454167</c:v>
                      </c:pt>
                      <c:pt idx="2751">
                        <c:v>11.458333</c:v>
                      </c:pt>
                      <c:pt idx="2752">
                        <c:v>11.4625</c:v>
                      </c:pt>
                      <c:pt idx="2753">
                        <c:v>11.466666999999999</c:v>
                      </c:pt>
                      <c:pt idx="2754">
                        <c:v>11.470833000000001</c:v>
                      </c:pt>
                      <c:pt idx="2755">
                        <c:v>11.475</c:v>
                      </c:pt>
                      <c:pt idx="2756">
                        <c:v>11.479167</c:v>
                      </c:pt>
                      <c:pt idx="2757">
                        <c:v>11.483333</c:v>
                      </c:pt>
                      <c:pt idx="2758">
                        <c:v>11.487500000000001</c:v>
                      </c:pt>
                      <c:pt idx="2759">
                        <c:v>11.491667</c:v>
                      </c:pt>
                      <c:pt idx="2760">
                        <c:v>11.495832999999999</c:v>
                      </c:pt>
                      <c:pt idx="2761">
                        <c:v>11.5</c:v>
                      </c:pt>
                      <c:pt idx="2762">
                        <c:v>11.504167000000001</c:v>
                      </c:pt>
                      <c:pt idx="2763">
                        <c:v>11.508333</c:v>
                      </c:pt>
                      <c:pt idx="2764">
                        <c:v>11.512499999999999</c:v>
                      </c:pt>
                      <c:pt idx="2765">
                        <c:v>11.516667</c:v>
                      </c:pt>
                      <c:pt idx="2766">
                        <c:v>11.520833</c:v>
                      </c:pt>
                      <c:pt idx="2767">
                        <c:v>11.525</c:v>
                      </c:pt>
                      <c:pt idx="2768">
                        <c:v>11.529166999999999</c:v>
                      </c:pt>
                      <c:pt idx="2769">
                        <c:v>11.533333000000001</c:v>
                      </c:pt>
                      <c:pt idx="2770">
                        <c:v>11.5375</c:v>
                      </c:pt>
                      <c:pt idx="2771">
                        <c:v>11.541667</c:v>
                      </c:pt>
                      <c:pt idx="2772">
                        <c:v>11.545833</c:v>
                      </c:pt>
                      <c:pt idx="2773">
                        <c:v>11.55</c:v>
                      </c:pt>
                      <c:pt idx="2774">
                        <c:v>11.554167</c:v>
                      </c:pt>
                      <c:pt idx="2775">
                        <c:v>11.558332999999999</c:v>
                      </c:pt>
                      <c:pt idx="2776">
                        <c:v>11.5625</c:v>
                      </c:pt>
                      <c:pt idx="2777">
                        <c:v>11.566667000000001</c:v>
                      </c:pt>
                      <c:pt idx="2778">
                        <c:v>11.570833</c:v>
                      </c:pt>
                      <c:pt idx="2779">
                        <c:v>11.574999999999999</c:v>
                      </c:pt>
                      <c:pt idx="2780">
                        <c:v>11.579167</c:v>
                      </c:pt>
                      <c:pt idx="2781">
                        <c:v>11.583333</c:v>
                      </c:pt>
                      <c:pt idx="2782">
                        <c:v>11.5875</c:v>
                      </c:pt>
                      <c:pt idx="2783">
                        <c:v>11.591666999999999</c:v>
                      </c:pt>
                      <c:pt idx="2784">
                        <c:v>11.595833000000001</c:v>
                      </c:pt>
                      <c:pt idx="2785">
                        <c:v>11.6</c:v>
                      </c:pt>
                      <c:pt idx="2786">
                        <c:v>11.604167</c:v>
                      </c:pt>
                      <c:pt idx="2787">
                        <c:v>11.608333</c:v>
                      </c:pt>
                      <c:pt idx="2788">
                        <c:v>11.612500000000001</c:v>
                      </c:pt>
                      <c:pt idx="2789">
                        <c:v>11.616667</c:v>
                      </c:pt>
                      <c:pt idx="2790">
                        <c:v>11.620832999999999</c:v>
                      </c:pt>
                      <c:pt idx="2791">
                        <c:v>11.625</c:v>
                      </c:pt>
                      <c:pt idx="2792">
                        <c:v>11.629167000000001</c:v>
                      </c:pt>
                      <c:pt idx="2793">
                        <c:v>11.633333</c:v>
                      </c:pt>
                      <c:pt idx="2794">
                        <c:v>11.637499999999999</c:v>
                      </c:pt>
                      <c:pt idx="2795">
                        <c:v>11.641667</c:v>
                      </c:pt>
                      <c:pt idx="2796">
                        <c:v>11.645833</c:v>
                      </c:pt>
                      <c:pt idx="2797">
                        <c:v>11.65</c:v>
                      </c:pt>
                      <c:pt idx="2798">
                        <c:v>11.654166999999999</c:v>
                      </c:pt>
                      <c:pt idx="2799">
                        <c:v>11.658333000000001</c:v>
                      </c:pt>
                      <c:pt idx="2800">
                        <c:v>11.6625</c:v>
                      </c:pt>
                      <c:pt idx="2801">
                        <c:v>11.666667</c:v>
                      </c:pt>
                      <c:pt idx="2802">
                        <c:v>11.670833</c:v>
                      </c:pt>
                      <c:pt idx="2803">
                        <c:v>11.675000000000001</c:v>
                      </c:pt>
                      <c:pt idx="2804">
                        <c:v>11.679167</c:v>
                      </c:pt>
                      <c:pt idx="2805">
                        <c:v>11.683332999999999</c:v>
                      </c:pt>
                      <c:pt idx="2806">
                        <c:v>11.6875</c:v>
                      </c:pt>
                      <c:pt idx="2807">
                        <c:v>11.691667000000001</c:v>
                      </c:pt>
                      <c:pt idx="2808">
                        <c:v>11.695833</c:v>
                      </c:pt>
                      <c:pt idx="2809">
                        <c:v>11.7</c:v>
                      </c:pt>
                      <c:pt idx="2810">
                        <c:v>11.704167</c:v>
                      </c:pt>
                      <c:pt idx="2811">
                        <c:v>11.708333</c:v>
                      </c:pt>
                      <c:pt idx="2812">
                        <c:v>11.7125</c:v>
                      </c:pt>
                      <c:pt idx="2813">
                        <c:v>11.716666999999999</c:v>
                      </c:pt>
                      <c:pt idx="2814">
                        <c:v>11.720833000000001</c:v>
                      </c:pt>
                      <c:pt idx="2815">
                        <c:v>11.725</c:v>
                      </c:pt>
                      <c:pt idx="2816">
                        <c:v>11.729167</c:v>
                      </c:pt>
                      <c:pt idx="2817">
                        <c:v>11.733333</c:v>
                      </c:pt>
                      <c:pt idx="2818">
                        <c:v>11.737500000000001</c:v>
                      </c:pt>
                      <c:pt idx="2819">
                        <c:v>11.741667</c:v>
                      </c:pt>
                      <c:pt idx="2820">
                        <c:v>11.745832999999999</c:v>
                      </c:pt>
                      <c:pt idx="2821">
                        <c:v>11.75</c:v>
                      </c:pt>
                      <c:pt idx="2822">
                        <c:v>11.754167000000001</c:v>
                      </c:pt>
                      <c:pt idx="2823">
                        <c:v>11.758333</c:v>
                      </c:pt>
                      <c:pt idx="2824">
                        <c:v>11.762499999999999</c:v>
                      </c:pt>
                      <c:pt idx="2825">
                        <c:v>11.766667</c:v>
                      </c:pt>
                      <c:pt idx="2826">
                        <c:v>11.770833</c:v>
                      </c:pt>
                      <c:pt idx="2827">
                        <c:v>11.775</c:v>
                      </c:pt>
                      <c:pt idx="2828">
                        <c:v>11.779166999999999</c:v>
                      </c:pt>
                      <c:pt idx="2829">
                        <c:v>11.783333000000001</c:v>
                      </c:pt>
                      <c:pt idx="2830">
                        <c:v>11.7875</c:v>
                      </c:pt>
                      <c:pt idx="2831">
                        <c:v>11.791667</c:v>
                      </c:pt>
                      <c:pt idx="2832">
                        <c:v>11.795833</c:v>
                      </c:pt>
                      <c:pt idx="2833">
                        <c:v>11.8</c:v>
                      </c:pt>
                      <c:pt idx="2834">
                        <c:v>11.804167</c:v>
                      </c:pt>
                      <c:pt idx="2835">
                        <c:v>11.808332999999999</c:v>
                      </c:pt>
                      <c:pt idx="2836">
                        <c:v>11.8125</c:v>
                      </c:pt>
                      <c:pt idx="2837">
                        <c:v>11.816667000000001</c:v>
                      </c:pt>
                      <c:pt idx="2838">
                        <c:v>11.820833</c:v>
                      </c:pt>
                      <c:pt idx="2839">
                        <c:v>11.824999999999999</c:v>
                      </c:pt>
                      <c:pt idx="2840">
                        <c:v>11.829167</c:v>
                      </c:pt>
                      <c:pt idx="2841">
                        <c:v>11.833333</c:v>
                      </c:pt>
                      <c:pt idx="2842">
                        <c:v>11.8375</c:v>
                      </c:pt>
                      <c:pt idx="2843">
                        <c:v>11.841666999999999</c:v>
                      </c:pt>
                      <c:pt idx="2844">
                        <c:v>11.845833000000001</c:v>
                      </c:pt>
                      <c:pt idx="2845">
                        <c:v>11.85</c:v>
                      </c:pt>
                      <c:pt idx="2846">
                        <c:v>11.854167</c:v>
                      </c:pt>
                      <c:pt idx="2847">
                        <c:v>11.858333</c:v>
                      </c:pt>
                      <c:pt idx="2848">
                        <c:v>11.862500000000001</c:v>
                      </c:pt>
                      <c:pt idx="2849">
                        <c:v>11.866667</c:v>
                      </c:pt>
                      <c:pt idx="2850">
                        <c:v>11.870832999999999</c:v>
                      </c:pt>
                      <c:pt idx="2851">
                        <c:v>11.875</c:v>
                      </c:pt>
                      <c:pt idx="2852">
                        <c:v>11.879167000000001</c:v>
                      </c:pt>
                      <c:pt idx="2853">
                        <c:v>11.883333</c:v>
                      </c:pt>
                      <c:pt idx="2854">
                        <c:v>11.887499999999999</c:v>
                      </c:pt>
                      <c:pt idx="2855">
                        <c:v>11.891667</c:v>
                      </c:pt>
                      <c:pt idx="2856">
                        <c:v>11.895833</c:v>
                      </c:pt>
                      <c:pt idx="2857">
                        <c:v>11.9</c:v>
                      </c:pt>
                      <c:pt idx="2858">
                        <c:v>11.904166999999999</c:v>
                      </c:pt>
                      <c:pt idx="2859">
                        <c:v>11.908333000000001</c:v>
                      </c:pt>
                      <c:pt idx="2860">
                        <c:v>11.9125</c:v>
                      </c:pt>
                      <c:pt idx="2861">
                        <c:v>11.916667</c:v>
                      </c:pt>
                      <c:pt idx="2862">
                        <c:v>11.920833</c:v>
                      </c:pt>
                      <c:pt idx="2863">
                        <c:v>11.925000000000001</c:v>
                      </c:pt>
                      <c:pt idx="2864">
                        <c:v>11.929167</c:v>
                      </c:pt>
                      <c:pt idx="2865">
                        <c:v>11.933332999999999</c:v>
                      </c:pt>
                      <c:pt idx="2866">
                        <c:v>11.9375</c:v>
                      </c:pt>
                      <c:pt idx="2867">
                        <c:v>11.941667000000001</c:v>
                      </c:pt>
                      <c:pt idx="2868">
                        <c:v>11.945833</c:v>
                      </c:pt>
                      <c:pt idx="2869">
                        <c:v>11.95</c:v>
                      </c:pt>
                      <c:pt idx="2870">
                        <c:v>11.954167</c:v>
                      </c:pt>
                      <c:pt idx="2871">
                        <c:v>11.958333</c:v>
                      </c:pt>
                      <c:pt idx="2872">
                        <c:v>11.9625</c:v>
                      </c:pt>
                      <c:pt idx="2873">
                        <c:v>11.966666999999999</c:v>
                      </c:pt>
                      <c:pt idx="2874">
                        <c:v>11.970833000000001</c:v>
                      </c:pt>
                      <c:pt idx="2875">
                        <c:v>11.975</c:v>
                      </c:pt>
                      <c:pt idx="2876">
                        <c:v>11.979167</c:v>
                      </c:pt>
                      <c:pt idx="2877">
                        <c:v>11.983333</c:v>
                      </c:pt>
                      <c:pt idx="2878">
                        <c:v>11.987500000000001</c:v>
                      </c:pt>
                      <c:pt idx="2879">
                        <c:v>11.991667</c:v>
                      </c:pt>
                      <c:pt idx="2880">
                        <c:v>11.995832999999999</c:v>
                      </c:pt>
                      <c:pt idx="2881">
                        <c:v>12</c:v>
                      </c:pt>
                      <c:pt idx="2882">
                        <c:v>12.004167000000001</c:v>
                      </c:pt>
                      <c:pt idx="2883">
                        <c:v>12.008333</c:v>
                      </c:pt>
                      <c:pt idx="2884">
                        <c:v>12.012499999999999</c:v>
                      </c:pt>
                      <c:pt idx="2885">
                        <c:v>12.016667</c:v>
                      </c:pt>
                      <c:pt idx="2886">
                        <c:v>12.020833</c:v>
                      </c:pt>
                      <c:pt idx="2887">
                        <c:v>12.025</c:v>
                      </c:pt>
                      <c:pt idx="2888">
                        <c:v>12.029166999999999</c:v>
                      </c:pt>
                      <c:pt idx="2889">
                        <c:v>12.033333000000001</c:v>
                      </c:pt>
                      <c:pt idx="2890">
                        <c:v>12.0375</c:v>
                      </c:pt>
                      <c:pt idx="2891">
                        <c:v>12.041667</c:v>
                      </c:pt>
                      <c:pt idx="2892">
                        <c:v>12.045833</c:v>
                      </c:pt>
                      <c:pt idx="2893">
                        <c:v>12.05</c:v>
                      </c:pt>
                      <c:pt idx="2894">
                        <c:v>12.054167</c:v>
                      </c:pt>
                      <c:pt idx="2895">
                        <c:v>12.058332999999999</c:v>
                      </c:pt>
                      <c:pt idx="2896">
                        <c:v>12.0625</c:v>
                      </c:pt>
                      <c:pt idx="2897">
                        <c:v>12.066667000000001</c:v>
                      </c:pt>
                      <c:pt idx="2898">
                        <c:v>12.070833</c:v>
                      </c:pt>
                      <c:pt idx="2899">
                        <c:v>12.074999999999999</c:v>
                      </c:pt>
                      <c:pt idx="2900">
                        <c:v>12.079167</c:v>
                      </c:pt>
                      <c:pt idx="2901">
                        <c:v>12.083333</c:v>
                      </c:pt>
                      <c:pt idx="2902">
                        <c:v>12.0875</c:v>
                      </c:pt>
                      <c:pt idx="2903">
                        <c:v>12.091666999999999</c:v>
                      </c:pt>
                      <c:pt idx="2904">
                        <c:v>12.095833000000001</c:v>
                      </c:pt>
                      <c:pt idx="2905">
                        <c:v>12.1</c:v>
                      </c:pt>
                      <c:pt idx="2906">
                        <c:v>12.104167</c:v>
                      </c:pt>
                      <c:pt idx="2907">
                        <c:v>12.108333</c:v>
                      </c:pt>
                      <c:pt idx="2908">
                        <c:v>12.112500000000001</c:v>
                      </c:pt>
                      <c:pt idx="2909">
                        <c:v>12.116667</c:v>
                      </c:pt>
                      <c:pt idx="2910">
                        <c:v>12.120832999999999</c:v>
                      </c:pt>
                      <c:pt idx="2911">
                        <c:v>12.125</c:v>
                      </c:pt>
                      <c:pt idx="2912">
                        <c:v>12.129167000000001</c:v>
                      </c:pt>
                      <c:pt idx="2913">
                        <c:v>12.133333</c:v>
                      </c:pt>
                      <c:pt idx="2914">
                        <c:v>12.137499999999999</c:v>
                      </c:pt>
                      <c:pt idx="2915">
                        <c:v>12.141667</c:v>
                      </c:pt>
                      <c:pt idx="2916">
                        <c:v>12.145833</c:v>
                      </c:pt>
                      <c:pt idx="2917">
                        <c:v>12.15</c:v>
                      </c:pt>
                      <c:pt idx="2918">
                        <c:v>12.154166999999999</c:v>
                      </c:pt>
                      <c:pt idx="2919">
                        <c:v>12.158333000000001</c:v>
                      </c:pt>
                      <c:pt idx="2920">
                        <c:v>12.1625</c:v>
                      </c:pt>
                      <c:pt idx="2921">
                        <c:v>12.166667</c:v>
                      </c:pt>
                      <c:pt idx="2922">
                        <c:v>12.170833</c:v>
                      </c:pt>
                      <c:pt idx="2923">
                        <c:v>12.175000000000001</c:v>
                      </c:pt>
                      <c:pt idx="2924">
                        <c:v>12.179167</c:v>
                      </c:pt>
                      <c:pt idx="2925">
                        <c:v>12.183332999999999</c:v>
                      </c:pt>
                      <c:pt idx="2926">
                        <c:v>12.1875</c:v>
                      </c:pt>
                      <c:pt idx="2927">
                        <c:v>12.191667000000001</c:v>
                      </c:pt>
                      <c:pt idx="2928">
                        <c:v>12.195833</c:v>
                      </c:pt>
                      <c:pt idx="2929">
                        <c:v>12.2</c:v>
                      </c:pt>
                      <c:pt idx="2930">
                        <c:v>12.204167</c:v>
                      </c:pt>
                      <c:pt idx="2931">
                        <c:v>12.208333</c:v>
                      </c:pt>
                      <c:pt idx="2932">
                        <c:v>12.2125</c:v>
                      </c:pt>
                      <c:pt idx="2933">
                        <c:v>12.216666999999999</c:v>
                      </c:pt>
                      <c:pt idx="2934">
                        <c:v>12.220833000000001</c:v>
                      </c:pt>
                      <c:pt idx="2935">
                        <c:v>12.225</c:v>
                      </c:pt>
                      <c:pt idx="2936">
                        <c:v>12.229167</c:v>
                      </c:pt>
                      <c:pt idx="2937">
                        <c:v>12.233333</c:v>
                      </c:pt>
                      <c:pt idx="2938">
                        <c:v>12.237500000000001</c:v>
                      </c:pt>
                      <c:pt idx="2939">
                        <c:v>12.241667</c:v>
                      </c:pt>
                      <c:pt idx="2940">
                        <c:v>12.245832999999999</c:v>
                      </c:pt>
                      <c:pt idx="2941">
                        <c:v>12.25</c:v>
                      </c:pt>
                      <c:pt idx="2942">
                        <c:v>12.254167000000001</c:v>
                      </c:pt>
                      <c:pt idx="2943">
                        <c:v>12.258333</c:v>
                      </c:pt>
                      <c:pt idx="2944">
                        <c:v>12.262499999999999</c:v>
                      </c:pt>
                      <c:pt idx="2945">
                        <c:v>12.266667</c:v>
                      </c:pt>
                      <c:pt idx="2946">
                        <c:v>12.270833</c:v>
                      </c:pt>
                      <c:pt idx="2947">
                        <c:v>12.275</c:v>
                      </c:pt>
                      <c:pt idx="2948">
                        <c:v>12.279166999999999</c:v>
                      </c:pt>
                      <c:pt idx="2949">
                        <c:v>12.283333000000001</c:v>
                      </c:pt>
                      <c:pt idx="2950">
                        <c:v>12.2875</c:v>
                      </c:pt>
                      <c:pt idx="2951">
                        <c:v>12.291667</c:v>
                      </c:pt>
                      <c:pt idx="2952">
                        <c:v>12.295833</c:v>
                      </c:pt>
                      <c:pt idx="2953">
                        <c:v>12.3</c:v>
                      </c:pt>
                      <c:pt idx="2954">
                        <c:v>12.304167</c:v>
                      </c:pt>
                      <c:pt idx="2955">
                        <c:v>12.308332999999999</c:v>
                      </c:pt>
                      <c:pt idx="2956">
                        <c:v>12.3125</c:v>
                      </c:pt>
                      <c:pt idx="2957">
                        <c:v>12.316667000000001</c:v>
                      </c:pt>
                      <c:pt idx="2958">
                        <c:v>12.320833</c:v>
                      </c:pt>
                      <c:pt idx="2959">
                        <c:v>12.324999999999999</c:v>
                      </c:pt>
                      <c:pt idx="2960">
                        <c:v>12.329167</c:v>
                      </c:pt>
                      <c:pt idx="2961">
                        <c:v>12.333333</c:v>
                      </c:pt>
                      <c:pt idx="2962">
                        <c:v>12.3375</c:v>
                      </c:pt>
                      <c:pt idx="2963">
                        <c:v>12.341666999999999</c:v>
                      </c:pt>
                      <c:pt idx="2964">
                        <c:v>12.345833000000001</c:v>
                      </c:pt>
                      <c:pt idx="2965">
                        <c:v>12.35</c:v>
                      </c:pt>
                      <c:pt idx="2966">
                        <c:v>12.354167</c:v>
                      </c:pt>
                      <c:pt idx="2967">
                        <c:v>12.358333</c:v>
                      </c:pt>
                      <c:pt idx="2968">
                        <c:v>12.362500000000001</c:v>
                      </c:pt>
                      <c:pt idx="2969">
                        <c:v>12.366667</c:v>
                      </c:pt>
                      <c:pt idx="2970">
                        <c:v>12.370832999999999</c:v>
                      </c:pt>
                      <c:pt idx="2971">
                        <c:v>12.375</c:v>
                      </c:pt>
                      <c:pt idx="2972">
                        <c:v>12.379167000000001</c:v>
                      </c:pt>
                      <c:pt idx="2973">
                        <c:v>12.383333</c:v>
                      </c:pt>
                      <c:pt idx="2974">
                        <c:v>12.387499999999999</c:v>
                      </c:pt>
                      <c:pt idx="2975">
                        <c:v>12.391667</c:v>
                      </c:pt>
                      <c:pt idx="2976">
                        <c:v>12.395833</c:v>
                      </c:pt>
                      <c:pt idx="2977">
                        <c:v>12.4</c:v>
                      </c:pt>
                      <c:pt idx="2978">
                        <c:v>12.404166999999999</c:v>
                      </c:pt>
                      <c:pt idx="2979">
                        <c:v>12.408333000000001</c:v>
                      </c:pt>
                      <c:pt idx="2980">
                        <c:v>12.4125</c:v>
                      </c:pt>
                      <c:pt idx="2981">
                        <c:v>12.416667</c:v>
                      </c:pt>
                      <c:pt idx="2982">
                        <c:v>12.420833</c:v>
                      </c:pt>
                      <c:pt idx="2983">
                        <c:v>12.425000000000001</c:v>
                      </c:pt>
                      <c:pt idx="2984">
                        <c:v>12.429167</c:v>
                      </c:pt>
                      <c:pt idx="2985">
                        <c:v>12.433332999999999</c:v>
                      </c:pt>
                      <c:pt idx="2986">
                        <c:v>12.4375</c:v>
                      </c:pt>
                      <c:pt idx="2987">
                        <c:v>12.441667000000001</c:v>
                      </c:pt>
                      <c:pt idx="2988">
                        <c:v>12.445833</c:v>
                      </c:pt>
                      <c:pt idx="2989">
                        <c:v>12.45</c:v>
                      </c:pt>
                      <c:pt idx="2990">
                        <c:v>12.454167</c:v>
                      </c:pt>
                      <c:pt idx="2991">
                        <c:v>12.458333</c:v>
                      </c:pt>
                      <c:pt idx="2992">
                        <c:v>12.4625</c:v>
                      </c:pt>
                      <c:pt idx="2993">
                        <c:v>12.466666999999999</c:v>
                      </c:pt>
                      <c:pt idx="2994">
                        <c:v>12.470833000000001</c:v>
                      </c:pt>
                      <c:pt idx="2995">
                        <c:v>12.475</c:v>
                      </c:pt>
                      <c:pt idx="2996">
                        <c:v>12.479167</c:v>
                      </c:pt>
                      <c:pt idx="2997">
                        <c:v>12.483333</c:v>
                      </c:pt>
                      <c:pt idx="2998">
                        <c:v>12.487500000000001</c:v>
                      </c:pt>
                      <c:pt idx="2999">
                        <c:v>12.491667</c:v>
                      </c:pt>
                      <c:pt idx="3000">
                        <c:v>12.495832999999999</c:v>
                      </c:pt>
                      <c:pt idx="3001">
                        <c:v>12.5</c:v>
                      </c:pt>
                      <c:pt idx="3002">
                        <c:v>12.504167000000001</c:v>
                      </c:pt>
                      <c:pt idx="3003">
                        <c:v>12.508333</c:v>
                      </c:pt>
                      <c:pt idx="3004">
                        <c:v>12.512499999999999</c:v>
                      </c:pt>
                      <c:pt idx="3005">
                        <c:v>12.516667</c:v>
                      </c:pt>
                      <c:pt idx="3006">
                        <c:v>12.520833</c:v>
                      </c:pt>
                      <c:pt idx="3007">
                        <c:v>12.525</c:v>
                      </c:pt>
                      <c:pt idx="3008">
                        <c:v>12.529166999999999</c:v>
                      </c:pt>
                      <c:pt idx="3009">
                        <c:v>12.533333000000001</c:v>
                      </c:pt>
                      <c:pt idx="3010">
                        <c:v>12.5375</c:v>
                      </c:pt>
                      <c:pt idx="3011">
                        <c:v>12.541667</c:v>
                      </c:pt>
                      <c:pt idx="3012">
                        <c:v>12.545833</c:v>
                      </c:pt>
                      <c:pt idx="3013">
                        <c:v>12.55</c:v>
                      </c:pt>
                      <c:pt idx="3014">
                        <c:v>12.554167</c:v>
                      </c:pt>
                      <c:pt idx="3015">
                        <c:v>12.558332999999999</c:v>
                      </c:pt>
                      <c:pt idx="3016">
                        <c:v>12.5625</c:v>
                      </c:pt>
                      <c:pt idx="3017">
                        <c:v>12.566667000000001</c:v>
                      </c:pt>
                      <c:pt idx="3018">
                        <c:v>12.570833</c:v>
                      </c:pt>
                      <c:pt idx="3019">
                        <c:v>12.574999999999999</c:v>
                      </c:pt>
                      <c:pt idx="3020">
                        <c:v>12.579167</c:v>
                      </c:pt>
                      <c:pt idx="3021">
                        <c:v>12.583333</c:v>
                      </c:pt>
                      <c:pt idx="3022">
                        <c:v>12.5875</c:v>
                      </c:pt>
                      <c:pt idx="3023">
                        <c:v>12.591666999999999</c:v>
                      </c:pt>
                      <c:pt idx="3024">
                        <c:v>12.595833000000001</c:v>
                      </c:pt>
                      <c:pt idx="3025">
                        <c:v>12.6</c:v>
                      </c:pt>
                      <c:pt idx="3026">
                        <c:v>12.604167</c:v>
                      </c:pt>
                      <c:pt idx="3027">
                        <c:v>12.608333</c:v>
                      </c:pt>
                      <c:pt idx="3028">
                        <c:v>12.612500000000001</c:v>
                      </c:pt>
                      <c:pt idx="3029">
                        <c:v>12.616667</c:v>
                      </c:pt>
                      <c:pt idx="3030">
                        <c:v>12.620832999999999</c:v>
                      </c:pt>
                      <c:pt idx="3031">
                        <c:v>12.625</c:v>
                      </c:pt>
                      <c:pt idx="3032">
                        <c:v>12.629167000000001</c:v>
                      </c:pt>
                      <c:pt idx="3033">
                        <c:v>12.633333</c:v>
                      </c:pt>
                      <c:pt idx="3034">
                        <c:v>12.637499999999999</c:v>
                      </c:pt>
                      <c:pt idx="3035">
                        <c:v>12.641667</c:v>
                      </c:pt>
                      <c:pt idx="3036">
                        <c:v>12.645833</c:v>
                      </c:pt>
                      <c:pt idx="3037">
                        <c:v>12.65</c:v>
                      </c:pt>
                      <c:pt idx="3038">
                        <c:v>12.654166999999999</c:v>
                      </c:pt>
                      <c:pt idx="3039">
                        <c:v>12.658333000000001</c:v>
                      </c:pt>
                      <c:pt idx="3040">
                        <c:v>12.6625</c:v>
                      </c:pt>
                      <c:pt idx="3041">
                        <c:v>12.666667</c:v>
                      </c:pt>
                      <c:pt idx="3042">
                        <c:v>12.670833</c:v>
                      </c:pt>
                      <c:pt idx="3043">
                        <c:v>12.675000000000001</c:v>
                      </c:pt>
                      <c:pt idx="3044">
                        <c:v>12.679167</c:v>
                      </c:pt>
                      <c:pt idx="3045">
                        <c:v>12.683332999999999</c:v>
                      </c:pt>
                      <c:pt idx="3046">
                        <c:v>12.6875</c:v>
                      </c:pt>
                      <c:pt idx="3047">
                        <c:v>12.691667000000001</c:v>
                      </c:pt>
                      <c:pt idx="3048">
                        <c:v>12.695833</c:v>
                      </c:pt>
                      <c:pt idx="3049">
                        <c:v>12.7</c:v>
                      </c:pt>
                      <c:pt idx="3050">
                        <c:v>12.704167</c:v>
                      </c:pt>
                      <c:pt idx="3051">
                        <c:v>12.708333</c:v>
                      </c:pt>
                      <c:pt idx="3052">
                        <c:v>12.7125</c:v>
                      </c:pt>
                      <c:pt idx="3053">
                        <c:v>12.716666999999999</c:v>
                      </c:pt>
                      <c:pt idx="3054">
                        <c:v>12.720833000000001</c:v>
                      </c:pt>
                      <c:pt idx="3055">
                        <c:v>12.725</c:v>
                      </c:pt>
                      <c:pt idx="3056">
                        <c:v>12.729167</c:v>
                      </c:pt>
                      <c:pt idx="3057">
                        <c:v>12.733333</c:v>
                      </c:pt>
                      <c:pt idx="3058">
                        <c:v>12.737500000000001</c:v>
                      </c:pt>
                      <c:pt idx="3059">
                        <c:v>12.741667</c:v>
                      </c:pt>
                      <c:pt idx="3060">
                        <c:v>12.745832999999999</c:v>
                      </c:pt>
                      <c:pt idx="3061">
                        <c:v>12.75</c:v>
                      </c:pt>
                      <c:pt idx="3062">
                        <c:v>12.754167000000001</c:v>
                      </c:pt>
                      <c:pt idx="3063">
                        <c:v>12.758333</c:v>
                      </c:pt>
                      <c:pt idx="3064">
                        <c:v>12.762499999999999</c:v>
                      </c:pt>
                      <c:pt idx="3065">
                        <c:v>12.766667</c:v>
                      </c:pt>
                      <c:pt idx="3066">
                        <c:v>12.770833</c:v>
                      </c:pt>
                      <c:pt idx="3067">
                        <c:v>12.775</c:v>
                      </c:pt>
                      <c:pt idx="3068">
                        <c:v>12.779166999999999</c:v>
                      </c:pt>
                      <c:pt idx="3069">
                        <c:v>12.783333000000001</c:v>
                      </c:pt>
                      <c:pt idx="3070">
                        <c:v>12.7875</c:v>
                      </c:pt>
                      <c:pt idx="3071">
                        <c:v>12.791667</c:v>
                      </c:pt>
                      <c:pt idx="3072">
                        <c:v>12.795833</c:v>
                      </c:pt>
                      <c:pt idx="3073">
                        <c:v>12.8</c:v>
                      </c:pt>
                      <c:pt idx="3074">
                        <c:v>12.804167</c:v>
                      </c:pt>
                      <c:pt idx="3075">
                        <c:v>12.808332999999999</c:v>
                      </c:pt>
                      <c:pt idx="3076">
                        <c:v>12.8125</c:v>
                      </c:pt>
                      <c:pt idx="3077">
                        <c:v>12.816667000000001</c:v>
                      </c:pt>
                      <c:pt idx="3078">
                        <c:v>12.820833</c:v>
                      </c:pt>
                      <c:pt idx="3079">
                        <c:v>12.824999999999999</c:v>
                      </c:pt>
                      <c:pt idx="3080">
                        <c:v>12.829167</c:v>
                      </c:pt>
                      <c:pt idx="3081">
                        <c:v>12.833333</c:v>
                      </c:pt>
                      <c:pt idx="3082">
                        <c:v>12.8375</c:v>
                      </c:pt>
                      <c:pt idx="3083">
                        <c:v>12.841666999999999</c:v>
                      </c:pt>
                      <c:pt idx="3084">
                        <c:v>12.845833000000001</c:v>
                      </c:pt>
                      <c:pt idx="3085">
                        <c:v>12.85</c:v>
                      </c:pt>
                      <c:pt idx="3086">
                        <c:v>12.854167</c:v>
                      </c:pt>
                      <c:pt idx="3087">
                        <c:v>12.858333</c:v>
                      </c:pt>
                      <c:pt idx="3088">
                        <c:v>12.862500000000001</c:v>
                      </c:pt>
                      <c:pt idx="3089">
                        <c:v>12.866667</c:v>
                      </c:pt>
                      <c:pt idx="3090">
                        <c:v>12.870832999999999</c:v>
                      </c:pt>
                      <c:pt idx="3091">
                        <c:v>12.875</c:v>
                      </c:pt>
                      <c:pt idx="3092">
                        <c:v>12.879167000000001</c:v>
                      </c:pt>
                      <c:pt idx="3093">
                        <c:v>12.883333</c:v>
                      </c:pt>
                      <c:pt idx="3094">
                        <c:v>12.887499999999999</c:v>
                      </c:pt>
                      <c:pt idx="3095">
                        <c:v>12.891667</c:v>
                      </c:pt>
                      <c:pt idx="3096">
                        <c:v>12.895833</c:v>
                      </c:pt>
                      <c:pt idx="3097">
                        <c:v>12.9</c:v>
                      </c:pt>
                      <c:pt idx="3098">
                        <c:v>12.904166999999999</c:v>
                      </c:pt>
                      <c:pt idx="3099">
                        <c:v>12.908333000000001</c:v>
                      </c:pt>
                      <c:pt idx="3100">
                        <c:v>12.9125</c:v>
                      </c:pt>
                      <c:pt idx="3101">
                        <c:v>12.916667</c:v>
                      </c:pt>
                      <c:pt idx="3102">
                        <c:v>12.920833</c:v>
                      </c:pt>
                      <c:pt idx="3103">
                        <c:v>12.925000000000001</c:v>
                      </c:pt>
                      <c:pt idx="3104">
                        <c:v>12.929167</c:v>
                      </c:pt>
                      <c:pt idx="3105">
                        <c:v>12.933332999999999</c:v>
                      </c:pt>
                      <c:pt idx="3106">
                        <c:v>12.9375</c:v>
                      </c:pt>
                      <c:pt idx="3107">
                        <c:v>12.941667000000001</c:v>
                      </c:pt>
                      <c:pt idx="3108">
                        <c:v>12.945833</c:v>
                      </c:pt>
                      <c:pt idx="3109">
                        <c:v>12.95</c:v>
                      </c:pt>
                      <c:pt idx="3110">
                        <c:v>12.954167</c:v>
                      </c:pt>
                      <c:pt idx="3111">
                        <c:v>12.958333</c:v>
                      </c:pt>
                      <c:pt idx="3112">
                        <c:v>12.9625</c:v>
                      </c:pt>
                      <c:pt idx="3113">
                        <c:v>12.966666999999999</c:v>
                      </c:pt>
                      <c:pt idx="3114">
                        <c:v>12.970833000000001</c:v>
                      </c:pt>
                      <c:pt idx="3115">
                        <c:v>12.975</c:v>
                      </c:pt>
                      <c:pt idx="3116">
                        <c:v>12.979167</c:v>
                      </c:pt>
                      <c:pt idx="3117">
                        <c:v>12.983333</c:v>
                      </c:pt>
                      <c:pt idx="3118">
                        <c:v>12.987500000000001</c:v>
                      </c:pt>
                      <c:pt idx="3119">
                        <c:v>12.991667</c:v>
                      </c:pt>
                      <c:pt idx="3120">
                        <c:v>12.995832999999999</c:v>
                      </c:pt>
                      <c:pt idx="3121">
                        <c:v>13</c:v>
                      </c:pt>
                      <c:pt idx="3122">
                        <c:v>13.004167000000001</c:v>
                      </c:pt>
                      <c:pt idx="3123">
                        <c:v>13.008333</c:v>
                      </c:pt>
                      <c:pt idx="3124">
                        <c:v>13.012499999999999</c:v>
                      </c:pt>
                      <c:pt idx="3125">
                        <c:v>13.016667</c:v>
                      </c:pt>
                      <c:pt idx="3126">
                        <c:v>13.020833</c:v>
                      </c:pt>
                      <c:pt idx="3127">
                        <c:v>13.025</c:v>
                      </c:pt>
                      <c:pt idx="3128">
                        <c:v>13.029166999999999</c:v>
                      </c:pt>
                      <c:pt idx="3129">
                        <c:v>13.033333000000001</c:v>
                      </c:pt>
                      <c:pt idx="3130">
                        <c:v>13.0375</c:v>
                      </c:pt>
                      <c:pt idx="3131">
                        <c:v>13.041667</c:v>
                      </c:pt>
                      <c:pt idx="3132">
                        <c:v>13.045833</c:v>
                      </c:pt>
                      <c:pt idx="3133">
                        <c:v>13.05</c:v>
                      </c:pt>
                      <c:pt idx="3134">
                        <c:v>13.054167</c:v>
                      </c:pt>
                      <c:pt idx="3135">
                        <c:v>13.058332999999999</c:v>
                      </c:pt>
                      <c:pt idx="3136">
                        <c:v>13.0625</c:v>
                      </c:pt>
                      <c:pt idx="3137">
                        <c:v>13.066667000000001</c:v>
                      </c:pt>
                      <c:pt idx="3138">
                        <c:v>13.070833</c:v>
                      </c:pt>
                      <c:pt idx="3139">
                        <c:v>13.074999999999999</c:v>
                      </c:pt>
                      <c:pt idx="3140">
                        <c:v>13.079167</c:v>
                      </c:pt>
                      <c:pt idx="3141">
                        <c:v>13.083333</c:v>
                      </c:pt>
                      <c:pt idx="3142">
                        <c:v>13.0875</c:v>
                      </c:pt>
                      <c:pt idx="3143">
                        <c:v>13.091666999999999</c:v>
                      </c:pt>
                      <c:pt idx="3144">
                        <c:v>13.095833000000001</c:v>
                      </c:pt>
                      <c:pt idx="3145">
                        <c:v>13.1</c:v>
                      </c:pt>
                      <c:pt idx="3146">
                        <c:v>13.104167</c:v>
                      </c:pt>
                      <c:pt idx="3147">
                        <c:v>13.108333</c:v>
                      </c:pt>
                      <c:pt idx="3148">
                        <c:v>13.112500000000001</c:v>
                      </c:pt>
                      <c:pt idx="3149">
                        <c:v>13.116667</c:v>
                      </c:pt>
                      <c:pt idx="3150">
                        <c:v>13.120832999999999</c:v>
                      </c:pt>
                      <c:pt idx="3151">
                        <c:v>13.125</c:v>
                      </c:pt>
                      <c:pt idx="3152">
                        <c:v>13.129167000000001</c:v>
                      </c:pt>
                      <c:pt idx="3153">
                        <c:v>13.133333</c:v>
                      </c:pt>
                      <c:pt idx="3154">
                        <c:v>13.137499999999999</c:v>
                      </c:pt>
                      <c:pt idx="3155">
                        <c:v>13.141667</c:v>
                      </c:pt>
                      <c:pt idx="3156">
                        <c:v>13.145833</c:v>
                      </c:pt>
                      <c:pt idx="3157">
                        <c:v>13.15</c:v>
                      </c:pt>
                      <c:pt idx="3158">
                        <c:v>13.154166999999999</c:v>
                      </c:pt>
                      <c:pt idx="3159">
                        <c:v>13.158333000000001</c:v>
                      </c:pt>
                      <c:pt idx="3160">
                        <c:v>13.1625</c:v>
                      </c:pt>
                      <c:pt idx="3161">
                        <c:v>13.166667</c:v>
                      </c:pt>
                      <c:pt idx="3162">
                        <c:v>13.170833</c:v>
                      </c:pt>
                      <c:pt idx="3163">
                        <c:v>13.175000000000001</c:v>
                      </c:pt>
                      <c:pt idx="3164">
                        <c:v>13.179167</c:v>
                      </c:pt>
                      <c:pt idx="3165">
                        <c:v>13.183332999999999</c:v>
                      </c:pt>
                      <c:pt idx="3166">
                        <c:v>13.1875</c:v>
                      </c:pt>
                      <c:pt idx="3167">
                        <c:v>13.191667000000001</c:v>
                      </c:pt>
                      <c:pt idx="3168">
                        <c:v>13.195833</c:v>
                      </c:pt>
                      <c:pt idx="3169">
                        <c:v>13.2</c:v>
                      </c:pt>
                      <c:pt idx="3170">
                        <c:v>13.204167</c:v>
                      </c:pt>
                      <c:pt idx="3171">
                        <c:v>13.208333</c:v>
                      </c:pt>
                      <c:pt idx="3172">
                        <c:v>13.2125</c:v>
                      </c:pt>
                      <c:pt idx="3173">
                        <c:v>13.216666999999999</c:v>
                      </c:pt>
                      <c:pt idx="3174">
                        <c:v>13.220833000000001</c:v>
                      </c:pt>
                      <c:pt idx="3175">
                        <c:v>13.225</c:v>
                      </c:pt>
                      <c:pt idx="3176">
                        <c:v>13.229167</c:v>
                      </c:pt>
                      <c:pt idx="3177">
                        <c:v>13.233333</c:v>
                      </c:pt>
                      <c:pt idx="3178">
                        <c:v>13.237500000000001</c:v>
                      </c:pt>
                      <c:pt idx="3179">
                        <c:v>13.241667</c:v>
                      </c:pt>
                      <c:pt idx="3180">
                        <c:v>13.245832999999999</c:v>
                      </c:pt>
                      <c:pt idx="3181">
                        <c:v>13.25</c:v>
                      </c:pt>
                      <c:pt idx="3182">
                        <c:v>13.254167000000001</c:v>
                      </c:pt>
                      <c:pt idx="3183">
                        <c:v>13.258333</c:v>
                      </c:pt>
                      <c:pt idx="3184">
                        <c:v>13.262499999999999</c:v>
                      </c:pt>
                      <c:pt idx="3185">
                        <c:v>13.266667</c:v>
                      </c:pt>
                      <c:pt idx="3186">
                        <c:v>13.270833</c:v>
                      </c:pt>
                      <c:pt idx="3187">
                        <c:v>13.275</c:v>
                      </c:pt>
                      <c:pt idx="3188">
                        <c:v>13.279166999999999</c:v>
                      </c:pt>
                      <c:pt idx="3189">
                        <c:v>13.283333000000001</c:v>
                      </c:pt>
                      <c:pt idx="3190">
                        <c:v>13.2875</c:v>
                      </c:pt>
                      <c:pt idx="3191">
                        <c:v>13.291667</c:v>
                      </c:pt>
                      <c:pt idx="3192">
                        <c:v>13.295833</c:v>
                      </c:pt>
                      <c:pt idx="3193">
                        <c:v>13.3</c:v>
                      </c:pt>
                      <c:pt idx="3194">
                        <c:v>13.304167</c:v>
                      </c:pt>
                      <c:pt idx="3195">
                        <c:v>13.308332999999999</c:v>
                      </c:pt>
                      <c:pt idx="3196">
                        <c:v>13.3125</c:v>
                      </c:pt>
                      <c:pt idx="3197">
                        <c:v>13.316667000000001</c:v>
                      </c:pt>
                      <c:pt idx="3198">
                        <c:v>13.320833</c:v>
                      </c:pt>
                      <c:pt idx="3199">
                        <c:v>13.324999999999999</c:v>
                      </c:pt>
                      <c:pt idx="3200">
                        <c:v>13.329167</c:v>
                      </c:pt>
                      <c:pt idx="3201">
                        <c:v>13.333333</c:v>
                      </c:pt>
                      <c:pt idx="3202">
                        <c:v>13.3375</c:v>
                      </c:pt>
                      <c:pt idx="3203">
                        <c:v>13.341666999999999</c:v>
                      </c:pt>
                      <c:pt idx="3204">
                        <c:v>13.345833000000001</c:v>
                      </c:pt>
                      <c:pt idx="3205">
                        <c:v>13.35</c:v>
                      </c:pt>
                      <c:pt idx="3206">
                        <c:v>13.354167</c:v>
                      </c:pt>
                      <c:pt idx="3207">
                        <c:v>13.358333</c:v>
                      </c:pt>
                      <c:pt idx="3208">
                        <c:v>13.362500000000001</c:v>
                      </c:pt>
                      <c:pt idx="3209">
                        <c:v>13.366667</c:v>
                      </c:pt>
                      <c:pt idx="3210">
                        <c:v>13.370832999999999</c:v>
                      </c:pt>
                      <c:pt idx="3211">
                        <c:v>13.375</c:v>
                      </c:pt>
                      <c:pt idx="3212">
                        <c:v>13.379167000000001</c:v>
                      </c:pt>
                      <c:pt idx="3213">
                        <c:v>13.383333</c:v>
                      </c:pt>
                      <c:pt idx="3214">
                        <c:v>13.387499999999999</c:v>
                      </c:pt>
                      <c:pt idx="3215">
                        <c:v>13.391667</c:v>
                      </c:pt>
                      <c:pt idx="3216">
                        <c:v>13.395833</c:v>
                      </c:pt>
                      <c:pt idx="3217">
                        <c:v>13.4</c:v>
                      </c:pt>
                      <c:pt idx="3218">
                        <c:v>13.404166999999999</c:v>
                      </c:pt>
                      <c:pt idx="3219">
                        <c:v>13.408333000000001</c:v>
                      </c:pt>
                      <c:pt idx="3220">
                        <c:v>13.4125</c:v>
                      </c:pt>
                      <c:pt idx="3221">
                        <c:v>13.416667</c:v>
                      </c:pt>
                      <c:pt idx="3222">
                        <c:v>13.420833</c:v>
                      </c:pt>
                      <c:pt idx="3223">
                        <c:v>13.425000000000001</c:v>
                      </c:pt>
                      <c:pt idx="3224">
                        <c:v>13.429167</c:v>
                      </c:pt>
                      <c:pt idx="3225">
                        <c:v>13.433332999999999</c:v>
                      </c:pt>
                      <c:pt idx="3226">
                        <c:v>13.4375</c:v>
                      </c:pt>
                      <c:pt idx="3227">
                        <c:v>13.441667000000001</c:v>
                      </c:pt>
                      <c:pt idx="3228">
                        <c:v>13.445833</c:v>
                      </c:pt>
                      <c:pt idx="3229">
                        <c:v>13.45</c:v>
                      </c:pt>
                      <c:pt idx="3230">
                        <c:v>13.454167</c:v>
                      </c:pt>
                      <c:pt idx="3231">
                        <c:v>13.458333</c:v>
                      </c:pt>
                      <c:pt idx="3232">
                        <c:v>13.4625</c:v>
                      </c:pt>
                      <c:pt idx="3233">
                        <c:v>13.466666999999999</c:v>
                      </c:pt>
                      <c:pt idx="3234">
                        <c:v>13.470833000000001</c:v>
                      </c:pt>
                      <c:pt idx="3235">
                        <c:v>13.475</c:v>
                      </c:pt>
                      <c:pt idx="3236">
                        <c:v>13.479167</c:v>
                      </c:pt>
                      <c:pt idx="3237">
                        <c:v>13.483333</c:v>
                      </c:pt>
                      <c:pt idx="3238">
                        <c:v>13.487500000000001</c:v>
                      </c:pt>
                      <c:pt idx="3239">
                        <c:v>13.491667</c:v>
                      </c:pt>
                      <c:pt idx="3240">
                        <c:v>13.495832999999999</c:v>
                      </c:pt>
                      <c:pt idx="3241">
                        <c:v>13.5</c:v>
                      </c:pt>
                      <c:pt idx="3242">
                        <c:v>13.504167000000001</c:v>
                      </c:pt>
                      <c:pt idx="3243">
                        <c:v>13.508333</c:v>
                      </c:pt>
                      <c:pt idx="3244">
                        <c:v>13.512499999999999</c:v>
                      </c:pt>
                      <c:pt idx="3245">
                        <c:v>13.516667</c:v>
                      </c:pt>
                      <c:pt idx="3246">
                        <c:v>13.520833</c:v>
                      </c:pt>
                      <c:pt idx="3247">
                        <c:v>13.525</c:v>
                      </c:pt>
                      <c:pt idx="3248">
                        <c:v>13.529166999999999</c:v>
                      </c:pt>
                      <c:pt idx="3249">
                        <c:v>13.533333000000001</c:v>
                      </c:pt>
                      <c:pt idx="3250">
                        <c:v>13.5375</c:v>
                      </c:pt>
                      <c:pt idx="3251">
                        <c:v>13.541667</c:v>
                      </c:pt>
                      <c:pt idx="3252">
                        <c:v>13.545833</c:v>
                      </c:pt>
                      <c:pt idx="3253">
                        <c:v>13.55</c:v>
                      </c:pt>
                      <c:pt idx="3254">
                        <c:v>13.554167</c:v>
                      </c:pt>
                      <c:pt idx="3255">
                        <c:v>13.558332999999999</c:v>
                      </c:pt>
                      <c:pt idx="3256">
                        <c:v>13.5625</c:v>
                      </c:pt>
                      <c:pt idx="3257">
                        <c:v>13.566667000000001</c:v>
                      </c:pt>
                      <c:pt idx="3258">
                        <c:v>13.570833</c:v>
                      </c:pt>
                      <c:pt idx="3259">
                        <c:v>13.574999999999999</c:v>
                      </c:pt>
                      <c:pt idx="3260">
                        <c:v>13.579167</c:v>
                      </c:pt>
                      <c:pt idx="3261">
                        <c:v>13.583333</c:v>
                      </c:pt>
                      <c:pt idx="3262">
                        <c:v>13.5875</c:v>
                      </c:pt>
                      <c:pt idx="3263">
                        <c:v>13.591666999999999</c:v>
                      </c:pt>
                      <c:pt idx="3264">
                        <c:v>13.595833000000001</c:v>
                      </c:pt>
                      <c:pt idx="3265">
                        <c:v>13.6</c:v>
                      </c:pt>
                      <c:pt idx="3266">
                        <c:v>13.604167</c:v>
                      </c:pt>
                      <c:pt idx="3267">
                        <c:v>13.608333</c:v>
                      </c:pt>
                      <c:pt idx="3268">
                        <c:v>13.612500000000001</c:v>
                      </c:pt>
                      <c:pt idx="3269">
                        <c:v>13.616667</c:v>
                      </c:pt>
                      <c:pt idx="3270">
                        <c:v>13.620832999999999</c:v>
                      </c:pt>
                      <c:pt idx="3271">
                        <c:v>13.625</c:v>
                      </c:pt>
                      <c:pt idx="3272">
                        <c:v>13.629167000000001</c:v>
                      </c:pt>
                      <c:pt idx="3273">
                        <c:v>13.633333</c:v>
                      </c:pt>
                      <c:pt idx="3274">
                        <c:v>13.637499999999999</c:v>
                      </c:pt>
                      <c:pt idx="3275">
                        <c:v>13.641667</c:v>
                      </c:pt>
                      <c:pt idx="3276">
                        <c:v>13.645833</c:v>
                      </c:pt>
                      <c:pt idx="3277">
                        <c:v>13.65</c:v>
                      </c:pt>
                      <c:pt idx="3278">
                        <c:v>13.654166999999999</c:v>
                      </c:pt>
                      <c:pt idx="3279">
                        <c:v>13.658333000000001</c:v>
                      </c:pt>
                      <c:pt idx="3280">
                        <c:v>13.6625</c:v>
                      </c:pt>
                      <c:pt idx="3281">
                        <c:v>13.666667</c:v>
                      </c:pt>
                      <c:pt idx="3282">
                        <c:v>13.670833</c:v>
                      </c:pt>
                      <c:pt idx="3283">
                        <c:v>13.675000000000001</c:v>
                      </c:pt>
                      <c:pt idx="3284">
                        <c:v>13.679167</c:v>
                      </c:pt>
                      <c:pt idx="3285">
                        <c:v>13.683332999999999</c:v>
                      </c:pt>
                      <c:pt idx="3286">
                        <c:v>13.6875</c:v>
                      </c:pt>
                      <c:pt idx="3287">
                        <c:v>13.691667000000001</c:v>
                      </c:pt>
                      <c:pt idx="3288">
                        <c:v>13.695833</c:v>
                      </c:pt>
                      <c:pt idx="3289">
                        <c:v>13.7</c:v>
                      </c:pt>
                      <c:pt idx="3290">
                        <c:v>13.704167</c:v>
                      </c:pt>
                      <c:pt idx="3291">
                        <c:v>13.708333</c:v>
                      </c:pt>
                      <c:pt idx="3292">
                        <c:v>13.7125</c:v>
                      </c:pt>
                      <c:pt idx="3293">
                        <c:v>13.716666999999999</c:v>
                      </c:pt>
                      <c:pt idx="3294">
                        <c:v>13.720833000000001</c:v>
                      </c:pt>
                      <c:pt idx="3295">
                        <c:v>13.725</c:v>
                      </c:pt>
                      <c:pt idx="3296">
                        <c:v>13.729167</c:v>
                      </c:pt>
                      <c:pt idx="3297">
                        <c:v>13.733333</c:v>
                      </c:pt>
                      <c:pt idx="3298">
                        <c:v>13.737500000000001</c:v>
                      </c:pt>
                      <c:pt idx="3299">
                        <c:v>13.741667</c:v>
                      </c:pt>
                      <c:pt idx="3300">
                        <c:v>13.745832999999999</c:v>
                      </c:pt>
                      <c:pt idx="3301">
                        <c:v>13.75</c:v>
                      </c:pt>
                      <c:pt idx="3302">
                        <c:v>13.754167000000001</c:v>
                      </c:pt>
                      <c:pt idx="3303">
                        <c:v>13.758333</c:v>
                      </c:pt>
                      <c:pt idx="3304">
                        <c:v>13.762499999999999</c:v>
                      </c:pt>
                      <c:pt idx="3305">
                        <c:v>13.766667</c:v>
                      </c:pt>
                      <c:pt idx="3306">
                        <c:v>13.770833</c:v>
                      </c:pt>
                      <c:pt idx="3307">
                        <c:v>13.775</c:v>
                      </c:pt>
                      <c:pt idx="3308">
                        <c:v>13.779166999999999</c:v>
                      </c:pt>
                      <c:pt idx="3309">
                        <c:v>13.783333000000001</c:v>
                      </c:pt>
                      <c:pt idx="3310">
                        <c:v>13.7875</c:v>
                      </c:pt>
                      <c:pt idx="3311">
                        <c:v>13.791667</c:v>
                      </c:pt>
                      <c:pt idx="3312">
                        <c:v>13.795833</c:v>
                      </c:pt>
                      <c:pt idx="3313">
                        <c:v>13.8</c:v>
                      </c:pt>
                      <c:pt idx="3314">
                        <c:v>13.804167</c:v>
                      </c:pt>
                      <c:pt idx="3315">
                        <c:v>13.808332999999999</c:v>
                      </c:pt>
                      <c:pt idx="3316">
                        <c:v>13.8125</c:v>
                      </c:pt>
                      <c:pt idx="3317">
                        <c:v>13.816667000000001</c:v>
                      </c:pt>
                      <c:pt idx="3318">
                        <c:v>13.820833</c:v>
                      </c:pt>
                      <c:pt idx="3319">
                        <c:v>13.824999999999999</c:v>
                      </c:pt>
                      <c:pt idx="3320">
                        <c:v>13.829167</c:v>
                      </c:pt>
                      <c:pt idx="3321">
                        <c:v>13.833333</c:v>
                      </c:pt>
                      <c:pt idx="3322">
                        <c:v>13.8375</c:v>
                      </c:pt>
                      <c:pt idx="3323">
                        <c:v>13.841666999999999</c:v>
                      </c:pt>
                      <c:pt idx="3324">
                        <c:v>13.845833000000001</c:v>
                      </c:pt>
                      <c:pt idx="3325">
                        <c:v>13.85</c:v>
                      </c:pt>
                      <c:pt idx="3326">
                        <c:v>13.854167</c:v>
                      </c:pt>
                      <c:pt idx="3327">
                        <c:v>13.858333</c:v>
                      </c:pt>
                      <c:pt idx="3328">
                        <c:v>13.862500000000001</c:v>
                      </c:pt>
                      <c:pt idx="3329">
                        <c:v>13.866667</c:v>
                      </c:pt>
                      <c:pt idx="3330">
                        <c:v>13.870832999999999</c:v>
                      </c:pt>
                      <c:pt idx="3331">
                        <c:v>13.875</c:v>
                      </c:pt>
                      <c:pt idx="3332">
                        <c:v>13.879167000000001</c:v>
                      </c:pt>
                      <c:pt idx="3333">
                        <c:v>13.883333</c:v>
                      </c:pt>
                      <c:pt idx="3334">
                        <c:v>13.887499999999999</c:v>
                      </c:pt>
                      <c:pt idx="3335">
                        <c:v>13.891667</c:v>
                      </c:pt>
                      <c:pt idx="3336">
                        <c:v>13.895833</c:v>
                      </c:pt>
                      <c:pt idx="3337">
                        <c:v>13.9</c:v>
                      </c:pt>
                      <c:pt idx="3338">
                        <c:v>13.904166999999999</c:v>
                      </c:pt>
                      <c:pt idx="3339">
                        <c:v>13.908333000000001</c:v>
                      </c:pt>
                      <c:pt idx="3340">
                        <c:v>13.9125</c:v>
                      </c:pt>
                      <c:pt idx="3341">
                        <c:v>13.916667</c:v>
                      </c:pt>
                      <c:pt idx="3342">
                        <c:v>13.920833</c:v>
                      </c:pt>
                      <c:pt idx="3343">
                        <c:v>13.925000000000001</c:v>
                      </c:pt>
                      <c:pt idx="3344">
                        <c:v>13.929167</c:v>
                      </c:pt>
                      <c:pt idx="3345">
                        <c:v>13.933332999999999</c:v>
                      </c:pt>
                      <c:pt idx="3346">
                        <c:v>13.9375</c:v>
                      </c:pt>
                      <c:pt idx="3347">
                        <c:v>13.941667000000001</c:v>
                      </c:pt>
                      <c:pt idx="3348">
                        <c:v>13.945833</c:v>
                      </c:pt>
                      <c:pt idx="3349">
                        <c:v>13.95</c:v>
                      </c:pt>
                      <c:pt idx="3350">
                        <c:v>13.954167</c:v>
                      </c:pt>
                      <c:pt idx="3351">
                        <c:v>13.958333</c:v>
                      </c:pt>
                      <c:pt idx="3352">
                        <c:v>13.9625</c:v>
                      </c:pt>
                      <c:pt idx="3353">
                        <c:v>13.966666999999999</c:v>
                      </c:pt>
                      <c:pt idx="3354">
                        <c:v>13.970833000000001</c:v>
                      </c:pt>
                      <c:pt idx="3355">
                        <c:v>13.975</c:v>
                      </c:pt>
                      <c:pt idx="3356">
                        <c:v>13.979167</c:v>
                      </c:pt>
                      <c:pt idx="3357">
                        <c:v>13.983333</c:v>
                      </c:pt>
                      <c:pt idx="3358">
                        <c:v>13.987500000000001</c:v>
                      </c:pt>
                      <c:pt idx="3359">
                        <c:v>13.991667</c:v>
                      </c:pt>
                      <c:pt idx="3360">
                        <c:v>13.995832999999999</c:v>
                      </c:pt>
                      <c:pt idx="3361">
                        <c:v>14</c:v>
                      </c:pt>
                      <c:pt idx="3362">
                        <c:v>14.004167000000001</c:v>
                      </c:pt>
                      <c:pt idx="3363">
                        <c:v>14.008333</c:v>
                      </c:pt>
                      <c:pt idx="3364">
                        <c:v>14.012499999999999</c:v>
                      </c:pt>
                      <c:pt idx="3365">
                        <c:v>14.016667</c:v>
                      </c:pt>
                      <c:pt idx="3366">
                        <c:v>14.020833</c:v>
                      </c:pt>
                      <c:pt idx="3367">
                        <c:v>14.025</c:v>
                      </c:pt>
                      <c:pt idx="3368">
                        <c:v>14.029166999999999</c:v>
                      </c:pt>
                      <c:pt idx="3369">
                        <c:v>14.033333000000001</c:v>
                      </c:pt>
                      <c:pt idx="3370">
                        <c:v>14.0375</c:v>
                      </c:pt>
                      <c:pt idx="3371">
                        <c:v>14.041667</c:v>
                      </c:pt>
                      <c:pt idx="3372">
                        <c:v>14.045833</c:v>
                      </c:pt>
                      <c:pt idx="3373">
                        <c:v>14.05</c:v>
                      </c:pt>
                      <c:pt idx="3374">
                        <c:v>14.054167</c:v>
                      </c:pt>
                      <c:pt idx="3375">
                        <c:v>14.058332999999999</c:v>
                      </c:pt>
                      <c:pt idx="3376">
                        <c:v>14.0625</c:v>
                      </c:pt>
                      <c:pt idx="3377">
                        <c:v>14.066667000000001</c:v>
                      </c:pt>
                      <c:pt idx="3378">
                        <c:v>14.070833</c:v>
                      </c:pt>
                      <c:pt idx="3379">
                        <c:v>14.074999999999999</c:v>
                      </c:pt>
                      <c:pt idx="3380">
                        <c:v>14.079167</c:v>
                      </c:pt>
                      <c:pt idx="3381">
                        <c:v>14.083333</c:v>
                      </c:pt>
                      <c:pt idx="3382">
                        <c:v>14.0875</c:v>
                      </c:pt>
                      <c:pt idx="3383">
                        <c:v>14.091666999999999</c:v>
                      </c:pt>
                      <c:pt idx="3384">
                        <c:v>14.095833000000001</c:v>
                      </c:pt>
                      <c:pt idx="3385">
                        <c:v>14.1</c:v>
                      </c:pt>
                      <c:pt idx="3386">
                        <c:v>14.104167</c:v>
                      </c:pt>
                      <c:pt idx="3387">
                        <c:v>14.108333</c:v>
                      </c:pt>
                      <c:pt idx="3388">
                        <c:v>14.112500000000001</c:v>
                      </c:pt>
                      <c:pt idx="3389">
                        <c:v>14.116667</c:v>
                      </c:pt>
                      <c:pt idx="3390">
                        <c:v>14.120832999999999</c:v>
                      </c:pt>
                      <c:pt idx="3391">
                        <c:v>14.125</c:v>
                      </c:pt>
                      <c:pt idx="3392">
                        <c:v>14.129167000000001</c:v>
                      </c:pt>
                      <c:pt idx="3393">
                        <c:v>14.133333</c:v>
                      </c:pt>
                      <c:pt idx="3394">
                        <c:v>14.137499999999999</c:v>
                      </c:pt>
                      <c:pt idx="3395">
                        <c:v>14.141667</c:v>
                      </c:pt>
                      <c:pt idx="3396">
                        <c:v>14.145833</c:v>
                      </c:pt>
                      <c:pt idx="3397">
                        <c:v>14.15</c:v>
                      </c:pt>
                      <c:pt idx="3398">
                        <c:v>14.154166999999999</c:v>
                      </c:pt>
                      <c:pt idx="3399">
                        <c:v>14.158333000000001</c:v>
                      </c:pt>
                      <c:pt idx="3400">
                        <c:v>14.1625</c:v>
                      </c:pt>
                      <c:pt idx="3401">
                        <c:v>14.166667</c:v>
                      </c:pt>
                      <c:pt idx="3402">
                        <c:v>14.170833</c:v>
                      </c:pt>
                      <c:pt idx="3403">
                        <c:v>14.175000000000001</c:v>
                      </c:pt>
                      <c:pt idx="3404">
                        <c:v>14.179167</c:v>
                      </c:pt>
                      <c:pt idx="3405">
                        <c:v>14.183332999999999</c:v>
                      </c:pt>
                      <c:pt idx="3406">
                        <c:v>14.1875</c:v>
                      </c:pt>
                      <c:pt idx="3407">
                        <c:v>14.191667000000001</c:v>
                      </c:pt>
                      <c:pt idx="3408">
                        <c:v>14.195833</c:v>
                      </c:pt>
                      <c:pt idx="3409">
                        <c:v>14.2</c:v>
                      </c:pt>
                      <c:pt idx="3410">
                        <c:v>14.204167</c:v>
                      </c:pt>
                      <c:pt idx="3411">
                        <c:v>14.208333</c:v>
                      </c:pt>
                      <c:pt idx="3412">
                        <c:v>14.2125</c:v>
                      </c:pt>
                      <c:pt idx="3413">
                        <c:v>14.216666999999999</c:v>
                      </c:pt>
                      <c:pt idx="3414">
                        <c:v>14.220833000000001</c:v>
                      </c:pt>
                      <c:pt idx="3415">
                        <c:v>14.225</c:v>
                      </c:pt>
                      <c:pt idx="3416">
                        <c:v>14.229167</c:v>
                      </c:pt>
                      <c:pt idx="3417">
                        <c:v>14.233333</c:v>
                      </c:pt>
                      <c:pt idx="3418">
                        <c:v>14.237500000000001</c:v>
                      </c:pt>
                      <c:pt idx="3419">
                        <c:v>14.241667</c:v>
                      </c:pt>
                      <c:pt idx="3420">
                        <c:v>14.245832999999999</c:v>
                      </c:pt>
                      <c:pt idx="3421">
                        <c:v>14.25</c:v>
                      </c:pt>
                      <c:pt idx="3422">
                        <c:v>14.254167000000001</c:v>
                      </c:pt>
                      <c:pt idx="3423">
                        <c:v>14.258333</c:v>
                      </c:pt>
                      <c:pt idx="3424">
                        <c:v>14.262499999999999</c:v>
                      </c:pt>
                      <c:pt idx="3425">
                        <c:v>14.266667</c:v>
                      </c:pt>
                      <c:pt idx="3426">
                        <c:v>14.270833</c:v>
                      </c:pt>
                      <c:pt idx="3427">
                        <c:v>14.275</c:v>
                      </c:pt>
                      <c:pt idx="3428">
                        <c:v>14.279166999999999</c:v>
                      </c:pt>
                      <c:pt idx="3429">
                        <c:v>14.283333000000001</c:v>
                      </c:pt>
                      <c:pt idx="3430">
                        <c:v>14.2875</c:v>
                      </c:pt>
                      <c:pt idx="3431">
                        <c:v>14.291667</c:v>
                      </c:pt>
                      <c:pt idx="3432">
                        <c:v>14.295833</c:v>
                      </c:pt>
                      <c:pt idx="3433">
                        <c:v>14.3</c:v>
                      </c:pt>
                      <c:pt idx="3434">
                        <c:v>14.304167</c:v>
                      </c:pt>
                      <c:pt idx="3435">
                        <c:v>14.308332999999999</c:v>
                      </c:pt>
                      <c:pt idx="3436">
                        <c:v>14.3125</c:v>
                      </c:pt>
                      <c:pt idx="3437">
                        <c:v>14.316667000000001</c:v>
                      </c:pt>
                      <c:pt idx="3438">
                        <c:v>14.320833</c:v>
                      </c:pt>
                      <c:pt idx="3439">
                        <c:v>14.324999999999999</c:v>
                      </c:pt>
                      <c:pt idx="3440">
                        <c:v>14.329167</c:v>
                      </c:pt>
                      <c:pt idx="3441">
                        <c:v>14.333333</c:v>
                      </c:pt>
                      <c:pt idx="3442">
                        <c:v>14.3375</c:v>
                      </c:pt>
                      <c:pt idx="3443">
                        <c:v>14.341666999999999</c:v>
                      </c:pt>
                      <c:pt idx="3444">
                        <c:v>14.345833000000001</c:v>
                      </c:pt>
                      <c:pt idx="3445">
                        <c:v>14.35</c:v>
                      </c:pt>
                      <c:pt idx="3446">
                        <c:v>14.354167</c:v>
                      </c:pt>
                      <c:pt idx="3447">
                        <c:v>14.358333</c:v>
                      </c:pt>
                      <c:pt idx="3448">
                        <c:v>14.362500000000001</c:v>
                      </c:pt>
                      <c:pt idx="3449">
                        <c:v>14.366667</c:v>
                      </c:pt>
                      <c:pt idx="3450">
                        <c:v>14.370832999999999</c:v>
                      </c:pt>
                      <c:pt idx="3451">
                        <c:v>14.375</c:v>
                      </c:pt>
                      <c:pt idx="3452">
                        <c:v>14.379167000000001</c:v>
                      </c:pt>
                      <c:pt idx="3453">
                        <c:v>14.383333</c:v>
                      </c:pt>
                      <c:pt idx="3454">
                        <c:v>14.387499999999999</c:v>
                      </c:pt>
                      <c:pt idx="3455">
                        <c:v>14.391667</c:v>
                      </c:pt>
                      <c:pt idx="3456">
                        <c:v>14.395833</c:v>
                      </c:pt>
                      <c:pt idx="3457">
                        <c:v>14.4</c:v>
                      </c:pt>
                      <c:pt idx="3458">
                        <c:v>14.404166999999999</c:v>
                      </c:pt>
                      <c:pt idx="3459">
                        <c:v>14.408333000000001</c:v>
                      </c:pt>
                      <c:pt idx="3460">
                        <c:v>14.4125</c:v>
                      </c:pt>
                      <c:pt idx="3461">
                        <c:v>14.416667</c:v>
                      </c:pt>
                      <c:pt idx="3462">
                        <c:v>14.420833</c:v>
                      </c:pt>
                      <c:pt idx="3463">
                        <c:v>14.425000000000001</c:v>
                      </c:pt>
                      <c:pt idx="3464">
                        <c:v>14.429167</c:v>
                      </c:pt>
                      <c:pt idx="3465">
                        <c:v>14.433332999999999</c:v>
                      </c:pt>
                      <c:pt idx="3466">
                        <c:v>14.4375</c:v>
                      </c:pt>
                      <c:pt idx="3467">
                        <c:v>14.441667000000001</c:v>
                      </c:pt>
                      <c:pt idx="3468">
                        <c:v>14.445833</c:v>
                      </c:pt>
                      <c:pt idx="3469">
                        <c:v>14.45</c:v>
                      </c:pt>
                      <c:pt idx="3470">
                        <c:v>14.454167</c:v>
                      </c:pt>
                      <c:pt idx="3471">
                        <c:v>14.458333</c:v>
                      </c:pt>
                      <c:pt idx="3472">
                        <c:v>14.4625</c:v>
                      </c:pt>
                      <c:pt idx="3473">
                        <c:v>14.466666999999999</c:v>
                      </c:pt>
                      <c:pt idx="3474">
                        <c:v>14.470833000000001</c:v>
                      </c:pt>
                      <c:pt idx="3475">
                        <c:v>14.475</c:v>
                      </c:pt>
                      <c:pt idx="3476">
                        <c:v>14.479167</c:v>
                      </c:pt>
                      <c:pt idx="3477">
                        <c:v>14.483333</c:v>
                      </c:pt>
                      <c:pt idx="3478">
                        <c:v>14.487500000000001</c:v>
                      </c:pt>
                      <c:pt idx="3479">
                        <c:v>14.491667</c:v>
                      </c:pt>
                      <c:pt idx="3480">
                        <c:v>14.495832999999999</c:v>
                      </c:pt>
                      <c:pt idx="3481">
                        <c:v>14.5</c:v>
                      </c:pt>
                      <c:pt idx="3482">
                        <c:v>14.504167000000001</c:v>
                      </c:pt>
                      <c:pt idx="3483">
                        <c:v>14.508333</c:v>
                      </c:pt>
                      <c:pt idx="3484">
                        <c:v>14.512499999999999</c:v>
                      </c:pt>
                      <c:pt idx="3485">
                        <c:v>14.516667</c:v>
                      </c:pt>
                      <c:pt idx="3486">
                        <c:v>14.520833</c:v>
                      </c:pt>
                      <c:pt idx="3487">
                        <c:v>14.525</c:v>
                      </c:pt>
                      <c:pt idx="3488">
                        <c:v>14.529166999999999</c:v>
                      </c:pt>
                      <c:pt idx="3489">
                        <c:v>14.533333000000001</c:v>
                      </c:pt>
                      <c:pt idx="3490">
                        <c:v>14.5375</c:v>
                      </c:pt>
                      <c:pt idx="3491">
                        <c:v>14.541667</c:v>
                      </c:pt>
                      <c:pt idx="3492">
                        <c:v>14.545833</c:v>
                      </c:pt>
                      <c:pt idx="3493">
                        <c:v>14.55</c:v>
                      </c:pt>
                      <c:pt idx="3494">
                        <c:v>14.554167</c:v>
                      </c:pt>
                      <c:pt idx="3495">
                        <c:v>14.558332999999999</c:v>
                      </c:pt>
                      <c:pt idx="3496">
                        <c:v>14.5625</c:v>
                      </c:pt>
                      <c:pt idx="3497">
                        <c:v>14.566667000000001</c:v>
                      </c:pt>
                      <c:pt idx="3498">
                        <c:v>14.570833</c:v>
                      </c:pt>
                      <c:pt idx="3499">
                        <c:v>14.574999999999999</c:v>
                      </c:pt>
                      <c:pt idx="3500">
                        <c:v>14.579167</c:v>
                      </c:pt>
                      <c:pt idx="3501">
                        <c:v>14.583333</c:v>
                      </c:pt>
                      <c:pt idx="3502">
                        <c:v>14.5875</c:v>
                      </c:pt>
                      <c:pt idx="3503">
                        <c:v>14.591666999999999</c:v>
                      </c:pt>
                      <c:pt idx="3504">
                        <c:v>14.595833000000001</c:v>
                      </c:pt>
                      <c:pt idx="3505">
                        <c:v>14.6</c:v>
                      </c:pt>
                      <c:pt idx="3506">
                        <c:v>14.604167</c:v>
                      </c:pt>
                      <c:pt idx="3507">
                        <c:v>14.608333</c:v>
                      </c:pt>
                      <c:pt idx="3508">
                        <c:v>14.612500000000001</c:v>
                      </c:pt>
                      <c:pt idx="3509">
                        <c:v>14.616667</c:v>
                      </c:pt>
                      <c:pt idx="3510">
                        <c:v>14.620832999999999</c:v>
                      </c:pt>
                      <c:pt idx="3511">
                        <c:v>14.625</c:v>
                      </c:pt>
                      <c:pt idx="3512">
                        <c:v>14.629167000000001</c:v>
                      </c:pt>
                      <c:pt idx="3513">
                        <c:v>14.633333</c:v>
                      </c:pt>
                      <c:pt idx="3514">
                        <c:v>14.637499999999999</c:v>
                      </c:pt>
                      <c:pt idx="3515">
                        <c:v>14.641667</c:v>
                      </c:pt>
                      <c:pt idx="3516">
                        <c:v>14.645833</c:v>
                      </c:pt>
                      <c:pt idx="3517">
                        <c:v>14.65</c:v>
                      </c:pt>
                      <c:pt idx="3518">
                        <c:v>14.654166999999999</c:v>
                      </c:pt>
                      <c:pt idx="3519">
                        <c:v>14.658333000000001</c:v>
                      </c:pt>
                      <c:pt idx="3520">
                        <c:v>14.6625</c:v>
                      </c:pt>
                      <c:pt idx="3521">
                        <c:v>14.666667</c:v>
                      </c:pt>
                      <c:pt idx="3522">
                        <c:v>14.670833</c:v>
                      </c:pt>
                      <c:pt idx="3523">
                        <c:v>14.675000000000001</c:v>
                      </c:pt>
                      <c:pt idx="3524">
                        <c:v>14.679167</c:v>
                      </c:pt>
                      <c:pt idx="3525">
                        <c:v>14.683332999999999</c:v>
                      </c:pt>
                      <c:pt idx="3526">
                        <c:v>14.6875</c:v>
                      </c:pt>
                      <c:pt idx="3527">
                        <c:v>14.691667000000001</c:v>
                      </c:pt>
                      <c:pt idx="3528">
                        <c:v>14.695833</c:v>
                      </c:pt>
                      <c:pt idx="3529">
                        <c:v>14.7</c:v>
                      </c:pt>
                      <c:pt idx="3530">
                        <c:v>14.704167</c:v>
                      </c:pt>
                      <c:pt idx="3531">
                        <c:v>14.708333</c:v>
                      </c:pt>
                      <c:pt idx="3532">
                        <c:v>14.7125</c:v>
                      </c:pt>
                      <c:pt idx="3533">
                        <c:v>14.716666999999999</c:v>
                      </c:pt>
                      <c:pt idx="3534">
                        <c:v>14.720833000000001</c:v>
                      </c:pt>
                      <c:pt idx="3535">
                        <c:v>14.725</c:v>
                      </c:pt>
                      <c:pt idx="3536">
                        <c:v>14.729167</c:v>
                      </c:pt>
                      <c:pt idx="3537">
                        <c:v>14.733333</c:v>
                      </c:pt>
                      <c:pt idx="3538">
                        <c:v>14.737500000000001</c:v>
                      </c:pt>
                      <c:pt idx="3539">
                        <c:v>14.741667</c:v>
                      </c:pt>
                      <c:pt idx="3540">
                        <c:v>14.745832999999999</c:v>
                      </c:pt>
                      <c:pt idx="3541">
                        <c:v>14.75</c:v>
                      </c:pt>
                      <c:pt idx="3542">
                        <c:v>14.754167000000001</c:v>
                      </c:pt>
                      <c:pt idx="3543">
                        <c:v>14.758333</c:v>
                      </c:pt>
                      <c:pt idx="3544">
                        <c:v>14.762499999999999</c:v>
                      </c:pt>
                      <c:pt idx="3545">
                        <c:v>14.766667</c:v>
                      </c:pt>
                      <c:pt idx="3546">
                        <c:v>14.770833</c:v>
                      </c:pt>
                      <c:pt idx="3547">
                        <c:v>14.775</c:v>
                      </c:pt>
                      <c:pt idx="3548">
                        <c:v>14.779166999999999</c:v>
                      </c:pt>
                      <c:pt idx="3549">
                        <c:v>14.783333000000001</c:v>
                      </c:pt>
                      <c:pt idx="3550">
                        <c:v>14.7875</c:v>
                      </c:pt>
                      <c:pt idx="3551">
                        <c:v>14.791667</c:v>
                      </c:pt>
                      <c:pt idx="3552">
                        <c:v>14.795833</c:v>
                      </c:pt>
                      <c:pt idx="3553">
                        <c:v>14.8</c:v>
                      </c:pt>
                      <c:pt idx="3554">
                        <c:v>14.804167</c:v>
                      </c:pt>
                      <c:pt idx="3555">
                        <c:v>14.808332999999999</c:v>
                      </c:pt>
                      <c:pt idx="3556">
                        <c:v>14.8125</c:v>
                      </c:pt>
                      <c:pt idx="3557">
                        <c:v>14.816667000000001</c:v>
                      </c:pt>
                      <c:pt idx="3558">
                        <c:v>14.820833</c:v>
                      </c:pt>
                      <c:pt idx="3559">
                        <c:v>14.824999999999999</c:v>
                      </c:pt>
                      <c:pt idx="3560">
                        <c:v>14.829167</c:v>
                      </c:pt>
                      <c:pt idx="3561">
                        <c:v>14.833333</c:v>
                      </c:pt>
                      <c:pt idx="3562">
                        <c:v>14.8375</c:v>
                      </c:pt>
                      <c:pt idx="3563">
                        <c:v>14.841666999999999</c:v>
                      </c:pt>
                      <c:pt idx="3564">
                        <c:v>14.845833000000001</c:v>
                      </c:pt>
                      <c:pt idx="3565">
                        <c:v>14.85</c:v>
                      </c:pt>
                      <c:pt idx="3566">
                        <c:v>14.854167</c:v>
                      </c:pt>
                      <c:pt idx="3567">
                        <c:v>14.858333</c:v>
                      </c:pt>
                      <c:pt idx="3568">
                        <c:v>14.862500000000001</c:v>
                      </c:pt>
                      <c:pt idx="3569">
                        <c:v>14.866667</c:v>
                      </c:pt>
                      <c:pt idx="3570">
                        <c:v>14.870832999999999</c:v>
                      </c:pt>
                      <c:pt idx="3571">
                        <c:v>14.875</c:v>
                      </c:pt>
                      <c:pt idx="3572">
                        <c:v>14.879167000000001</c:v>
                      </c:pt>
                      <c:pt idx="3573">
                        <c:v>14.883333</c:v>
                      </c:pt>
                      <c:pt idx="3574">
                        <c:v>14.887499999999999</c:v>
                      </c:pt>
                      <c:pt idx="3575">
                        <c:v>14.891667</c:v>
                      </c:pt>
                      <c:pt idx="3576">
                        <c:v>14.895833</c:v>
                      </c:pt>
                      <c:pt idx="3577">
                        <c:v>14.9</c:v>
                      </c:pt>
                      <c:pt idx="3578">
                        <c:v>14.904166999999999</c:v>
                      </c:pt>
                      <c:pt idx="3579">
                        <c:v>14.908333000000001</c:v>
                      </c:pt>
                      <c:pt idx="3580">
                        <c:v>14.9125</c:v>
                      </c:pt>
                      <c:pt idx="3581">
                        <c:v>14.916667</c:v>
                      </c:pt>
                      <c:pt idx="3582">
                        <c:v>14.920833</c:v>
                      </c:pt>
                      <c:pt idx="3583">
                        <c:v>14.925000000000001</c:v>
                      </c:pt>
                      <c:pt idx="3584">
                        <c:v>14.929167</c:v>
                      </c:pt>
                      <c:pt idx="3585">
                        <c:v>14.933332999999999</c:v>
                      </c:pt>
                      <c:pt idx="3586">
                        <c:v>14.9375</c:v>
                      </c:pt>
                      <c:pt idx="3587">
                        <c:v>14.941667000000001</c:v>
                      </c:pt>
                      <c:pt idx="3588">
                        <c:v>14.945833</c:v>
                      </c:pt>
                      <c:pt idx="3589">
                        <c:v>14.95</c:v>
                      </c:pt>
                      <c:pt idx="3590">
                        <c:v>14.954167</c:v>
                      </c:pt>
                      <c:pt idx="3591">
                        <c:v>14.958333</c:v>
                      </c:pt>
                      <c:pt idx="3592">
                        <c:v>14.9625</c:v>
                      </c:pt>
                      <c:pt idx="3593">
                        <c:v>14.966666999999999</c:v>
                      </c:pt>
                      <c:pt idx="3594">
                        <c:v>14.970833000000001</c:v>
                      </c:pt>
                      <c:pt idx="3595">
                        <c:v>14.975</c:v>
                      </c:pt>
                      <c:pt idx="3596">
                        <c:v>14.979167</c:v>
                      </c:pt>
                      <c:pt idx="3597">
                        <c:v>14.983333</c:v>
                      </c:pt>
                      <c:pt idx="3598">
                        <c:v>14.987500000000001</c:v>
                      </c:pt>
                      <c:pt idx="3599">
                        <c:v>14.991667</c:v>
                      </c:pt>
                      <c:pt idx="3600">
                        <c:v>14.995832999999999</c:v>
                      </c:pt>
                      <c:pt idx="3601">
                        <c:v>15</c:v>
                      </c:pt>
                      <c:pt idx="3602">
                        <c:v>15.004167000000001</c:v>
                      </c:pt>
                      <c:pt idx="3603">
                        <c:v>15.008333</c:v>
                      </c:pt>
                      <c:pt idx="3604">
                        <c:v>15.012499999999999</c:v>
                      </c:pt>
                      <c:pt idx="3605">
                        <c:v>15.016667</c:v>
                      </c:pt>
                      <c:pt idx="3606">
                        <c:v>15.020833</c:v>
                      </c:pt>
                      <c:pt idx="3607">
                        <c:v>15.025</c:v>
                      </c:pt>
                      <c:pt idx="3608">
                        <c:v>15.029166999999999</c:v>
                      </c:pt>
                      <c:pt idx="3609">
                        <c:v>15.033333000000001</c:v>
                      </c:pt>
                      <c:pt idx="3610">
                        <c:v>15.0375</c:v>
                      </c:pt>
                      <c:pt idx="3611">
                        <c:v>15.041667</c:v>
                      </c:pt>
                      <c:pt idx="3612">
                        <c:v>15.045833</c:v>
                      </c:pt>
                      <c:pt idx="3613">
                        <c:v>15.05</c:v>
                      </c:pt>
                      <c:pt idx="3614">
                        <c:v>15.054167</c:v>
                      </c:pt>
                      <c:pt idx="3615">
                        <c:v>15.058332999999999</c:v>
                      </c:pt>
                      <c:pt idx="3616">
                        <c:v>15.0625</c:v>
                      </c:pt>
                      <c:pt idx="3617">
                        <c:v>15.066667000000001</c:v>
                      </c:pt>
                      <c:pt idx="3618">
                        <c:v>15.070833</c:v>
                      </c:pt>
                      <c:pt idx="3619">
                        <c:v>15.074999999999999</c:v>
                      </c:pt>
                      <c:pt idx="3620">
                        <c:v>15.079167</c:v>
                      </c:pt>
                      <c:pt idx="3621">
                        <c:v>15.083333</c:v>
                      </c:pt>
                      <c:pt idx="3622">
                        <c:v>15.0875</c:v>
                      </c:pt>
                      <c:pt idx="3623">
                        <c:v>15.091666999999999</c:v>
                      </c:pt>
                      <c:pt idx="3624">
                        <c:v>15.095833000000001</c:v>
                      </c:pt>
                      <c:pt idx="3625">
                        <c:v>15.1</c:v>
                      </c:pt>
                      <c:pt idx="3626">
                        <c:v>15.104167</c:v>
                      </c:pt>
                      <c:pt idx="3627">
                        <c:v>15.108333</c:v>
                      </c:pt>
                      <c:pt idx="3628">
                        <c:v>15.112500000000001</c:v>
                      </c:pt>
                      <c:pt idx="3629">
                        <c:v>15.116667</c:v>
                      </c:pt>
                      <c:pt idx="3630">
                        <c:v>15.120832999999999</c:v>
                      </c:pt>
                      <c:pt idx="3631">
                        <c:v>15.125</c:v>
                      </c:pt>
                      <c:pt idx="3632">
                        <c:v>15.129167000000001</c:v>
                      </c:pt>
                      <c:pt idx="3633">
                        <c:v>15.133333</c:v>
                      </c:pt>
                      <c:pt idx="3634">
                        <c:v>15.137499999999999</c:v>
                      </c:pt>
                      <c:pt idx="3635">
                        <c:v>15.141667</c:v>
                      </c:pt>
                      <c:pt idx="3636">
                        <c:v>15.145833</c:v>
                      </c:pt>
                      <c:pt idx="3637">
                        <c:v>15.15</c:v>
                      </c:pt>
                      <c:pt idx="3638">
                        <c:v>15.154166999999999</c:v>
                      </c:pt>
                      <c:pt idx="3639">
                        <c:v>15.158333000000001</c:v>
                      </c:pt>
                      <c:pt idx="3640">
                        <c:v>15.1625</c:v>
                      </c:pt>
                      <c:pt idx="3641">
                        <c:v>15.166667</c:v>
                      </c:pt>
                      <c:pt idx="3642">
                        <c:v>15.170833</c:v>
                      </c:pt>
                      <c:pt idx="3643">
                        <c:v>15.175000000000001</c:v>
                      </c:pt>
                      <c:pt idx="3644">
                        <c:v>15.179167</c:v>
                      </c:pt>
                      <c:pt idx="3645">
                        <c:v>15.183332999999999</c:v>
                      </c:pt>
                      <c:pt idx="3646">
                        <c:v>15.1875</c:v>
                      </c:pt>
                      <c:pt idx="3647">
                        <c:v>15.191667000000001</c:v>
                      </c:pt>
                      <c:pt idx="3648">
                        <c:v>15.195833</c:v>
                      </c:pt>
                      <c:pt idx="3649">
                        <c:v>15.2</c:v>
                      </c:pt>
                      <c:pt idx="3650">
                        <c:v>15.204167</c:v>
                      </c:pt>
                      <c:pt idx="3651">
                        <c:v>15.208333</c:v>
                      </c:pt>
                      <c:pt idx="3652">
                        <c:v>15.2125</c:v>
                      </c:pt>
                      <c:pt idx="3653">
                        <c:v>15.216666999999999</c:v>
                      </c:pt>
                      <c:pt idx="3654">
                        <c:v>15.220833000000001</c:v>
                      </c:pt>
                      <c:pt idx="3655">
                        <c:v>15.225</c:v>
                      </c:pt>
                      <c:pt idx="3656">
                        <c:v>15.229167</c:v>
                      </c:pt>
                      <c:pt idx="3657">
                        <c:v>15.233333</c:v>
                      </c:pt>
                      <c:pt idx="3658">
                        <c:v>15.237500000000001</c:v>
                      </c:pt>
                      <c:pt idx="3659">
                        <c:v>15.241667</c:v>
                      </c:pt>
                      <c:pt idx="3660">
                        <c:v>15.245832999999999</c:v>
                      </c:pt>
                      <c:pt idx="3661">
                        <c:v>15.25</c:v>
                      </c:pt>
                      <c:pt idx="3662">
                        <c:v>15.254167000000001</c:v>
                      </c:pt>
                      <c:pt idx="3663">
                        <c:v>15.258333</c:v>
                      </c:pt>
                      <c:pt idx="3664">
                        <c:v>15.262499999999999</c:v>
                      </c:pt>
                      <c:pt idx="3665">
                        <c:v>15.266667</c:v>
                      </c:pt>
                      <c:pt idx="3666">
                        <c:v>15.270833</c:v>
                      </c:pt>
                      <c:pt idx="3667">
                        <c:v>15.275</c:v>
                      </c:pt>
                      <c:pt idx="3668">
                        <c:v>15.279166999999999</c:v>
                      </c:pt>
                      <c:pt idx="3669">
                        <c:v>15.283333000000001</c:v>
                      </c:pt>
                      <c:pt idx="3670">
                        <c:v>15.2875</c:v>
                      </c:pt>
                      <c:pt idx="3671">
                        <c:v>15.291667</c:v>
                      </c:pt>
                      <c:pt idx="3672">
                        <c:v>15.295833</c:v>
                      </c:pt>
                      <c:pt idx="3673">
                        <c:v>15.3</c:v>
                      </c:pt>
                      <c:pt idx="3674">
                        <c:v>15.304167</c:v>
                      </c:pt>
                      <c:pt idx="3675">
                        <c:v>15.308332999999999</c:v>
                      </c:pt>
                      <c:pt idx="3676">
                        <c:v>15.3125</c:v>
                      </c:pt>
                      <c:pt idx="3677">
                        <c:v>15.316667000000001</c:v>
                      </c:pt>
                      <c:pt idx="3678">
                        <c:v>15.320833</c:v>
                      </c:pt>
                      <c:pt idx="3679">
                        <c:v>15.324999999999999</c:v>
                      </c:pt>
                      <c:pt idx="3680">
                        <c:v>15.329167</c:v>
                      </c:pt>
                      <c:pt idx="3681">
                        <c:v>15.333333</c:v>
                      </c:pt>
                      <c:pt idx="3682">
                        <c:v>15.3375</c:v>
                      </c:pt>
                      <c:pt idx="3683">
                        <c:v>15.341666999999999</c:v>
                      </c:pt>
                      <c:pt idx="3684">
                        <c:v>15.345833000000001</c:v>
                      </c:pt>
                      <c:pt idx="3685">
                        <c:v>15.35</c:v>
                      </c:pt>
                      <c:pt idx="3686">
                        <c:v>15.354167</c:v>
                      </c:pt>
                      <c:pt idx="3687">
                        <c:v>15.358333</c:v>
                      </c:pt>
                      <c:pt idx="3688">
                        <c:v>15.362500000000001</c:v>
                      </c:pt>
                      <c:pt idx="3689">
                        <c:v>15.366667</c:v>
                      </c:pt>
                      <c:pt idx="3690">
                        <c:v>15.370832999999999</c:v>
                      </c:pt>
                      <c:pt idx="3691">
                        <c:v>15.375</c:v>
                      </c:pt>
                      <c:pt idx="3692">
                        <c:v>15.379167000000001</c:v>
                      </c:pt>
                      <c:pt idx="3693">
                        <c:v>15.383333</c:v>
                      </c:pt>
                      <c:pt idx="3694">
                        <c:v>15.387499999999999</c:v>
                      </c:pt>
                      <c:pt idx="3695">
                        <c:v>15.391667</c:v>
                      </c:pt>
                      <c:pt idx="3696">
                        <c:v>15.395833</c:v>
                      </c:pt>
                      <c:pt idx="3697">
                        <c:v>15.4</c:v>
                      </c:pt>
                      <c:pt idx="3698">
                        <c:v>15.404166999999999</c:v>
                      </c:pt>
                      <c:pt idx="3699">
                        <c:v>15.408333000000001</c:v>
                      </c:pt>
                      <c:pt idx="3700">
                        <c:v>15.4125</c:v>
                      </c:pt>
                      <c:pt idx="3701">
                        <c:v>15.416667</c:v>
                      </c:pt>
                      <c:pt idx="3702">
                        <c:v>15.420833</c:v>
                      </c:pt>
                      <c:pt idx="3703">
                        <c:v>15.425000000000001</c:v>
                      </c:pt>
                      <c:pt idx="3704">
                        <c:v>15.429167</c:v>
                      </c:pt>
                      <c:pt idx="3705">
                        <c:v>15.433332999999999</c:v>
                      </c:pt>
                      <c:pt idx="3706">
                        <c:v>15.4375</c:v>
                      </c:pt>
                      <c:pt idx="3707">
                        <c:v>15.441667000000001</c:v>
                      </c:pt>
                      <c:pt idx="3708">
                        <c:v>15.445833</c:v>
                      </c:pt>
                      <c:pt idx="3709">
                        <c:v>15.45</c:v>
                      </c:pt>
                      <c:pt idx="3710">
                        <c:v>15.454167</c:v>
                      </c:pt>
                      <c:pt idx="3711">
                        <c:v>15.458333</c:v>
                      </c:pt>
                      <c:pt idx="3712">
                        <c:v>15.4625</c:v>
                      </c:pt>
                      <c:pt idx="3713">
                        <c:v>15.466666999999999</c:v>
                      </c:pt>
                      <c:pt idx="3714">
                        <c:v>15.470833000000001</c:v>
                      </c:pt>
                      <c:pt idx="3715">
                        <c:v>15.475</c:v>
                      </c:pt>
                      <c:pt idx="3716">
                        <c:v>15.479167</c:v>
                      </c:pt>
                      <c:pt idx="3717">
                        <c:v>15.483333</c:v>
                      </c:pt>
                      <c:pt idx="3718">
                        <c:v>15.487500000000001</c:v>
                      </c:pt>
                      <c:pt idx="3719">
                        <c:v>15.491667</c:v>
                      </c:pt>
                      <c:pt idx="3720">
                        <c:v>15.495832999999999</c:v>
                      </c:pt>
                      <c:pt idx="3721">
                        <c:v>15.5</c:v>
                      </c:pt>
                      <c:pt idx="3722">
                        <c:v>15.504167000000001</c:v>
                      </c:pt>
                      <c:pt idx="3723">
                        <c:v>15.508333</c:v>
                      </c:pt>
                      <c:pt idx="3724">
                        <c:v>15.512499999999999</c:v>
                      </c:pt>
                      <c:pt idx="3725">
                        <c:v>15.516667</c:v>
                      </c:pt>
                      <c:pt idx="3726">
                        <c:v>15.520833</c:v>
                      </c:pt>
                      <c:pt idx="3727">
                        <c:v>15.525</c:v>
                      </c:pt>
                      <c:pt idx="3728">
                        <c:v>15.529166999999999</c:v>
                      </c:pt>
                      <c:pt idx="3729">
                        <c:v>15.533333000000001</c:v>
                      </c:pt>
                      <c:pt idx="3730">
                        <c:v>15.5375</c:v>
                      </c:pt>
                      <c:pt idx="3731">
                        <c:v>15.541667</c:v>
                      </c:pt>
                      <c:pt idx="3732">
                        <c:v>15.545833</c:v>
                      </c:pt>
                      <c:pt idx="3733">
                        <c:v>15.55</c:v>
                      </c:pt>
                      <c:pt idx="3734">
                        <c:v>15.554167</c:v>
                      </c:pt>
                      <c:pt idx="3735">
                        <c:v>15.558332999999999</c:v>
                      </c:pt>
                      <c:pt idx="3736">
                        <c:v>15.5625</c:v>
                      </c:pt>
                      <c:pt idx="3737">
                        <c:v>15.566667000000001</c:v>
                      </c:pt>
                      <c:pt idx="3738">
                        <c:v>15.570833</c:v>
                      </c:pt>
                      <c:pt idx="3739">
                        <c:v>15.574999999999999</c:v>
                      </c:pt>
                      <c:pt idx="3740">
                        <c:v>15.579167</c:v>
                      </c:pt>
                      <c:pt idx="3741">
                        <c:v>15.583333</c:v>
                      </c:pt>
                      <c:pt idx="3742">
                        <c:v>15.5875</c:v>
                      </c:pt>
                      <c:pt idx="3743">
                        <c:v>15.591666999999999</c:v>
                      </c:pt>
                      <c:pt idx="3744">
                        <c:v>15.595833000000001</c:v>
                      </c:pt>
                      <c:pt idx="3745">
                        <c:v>15.6</c:v>
                      </c:pt>
                      <c:pt idx="3746">
                        <c:v>15.604167</c:v>
                      </c:pt>
                      <c:pt idx="3747">
                        <c:v>15.608333</c:v>
                      </c:pt>
                      <c:pt idx="3748">
                        <c:v>15.612500000000001</c:v>
                      </c:pt>
                      <c:pt idx="3749">
                        <c:v>15.616667</c:v>
                      </c:pt>
                      <c:pt idx="3750">
                        <c:v>15.620832999999999</c:v>
                      </c:pt>
                      <c:pt idx="3751">
                        <c:v>15.625</c:v>
                      </c:pt>
                      <c:pt idx="3752">
                        <c:v>15.629167000000001</c:v>
                      </c:pt>
                      <c:pt idx="3753">
                        <c:v>15.633333</c:v>
                      </c:pt>
                      <c:pt idx="3754">
                        <c:v>15.637499999999999</c:v>
                      </c:pt>
                      <c:pt idx="3755">
                        <c:v>15.641667</c:v>
                      </c:pt>
                      <c:pt idx="3756">
                        <c:v>15.645833</c:v>
                      </c:pt>
                      <c:pt idx="3757">
                        <c:v>15.65</c:v>
                      </c:pt>
                      <c:pt idx="3758">
                        <c:v>15.654166999999999</c:v>
                      </c:pt>
                      <c:pt idx="3759">
                        <c:v>15.658333000000001</c:v>
                      </c:pt>
                      <c:pt idx="3760">
                        <c:v>15.6625</c:v>
                      </c:pt>
                      <c:pt idx="3761">
                        <c:v>15.666667</c:v>
                      </c:pt>
                      <c:pt idx="3762">
                        <c:v>15.670833</c:v>
                      </c:pt>
                      <c:pt idx="3763">
                        <c:v>15.675000000000001</c:v>
                      </c:pt>
                      <c:pt idx="3764">
                        <c:v>15.679167</c:v>
                      </c:pt>
                      <c:pt idx="3765">
                        <c:v>15.683332999999999</c:v>
                      </c:pt>
                      <c:pt idx="3766">
                        <c:v>15.6875</c:v>
                      </c:pt>
                      <c:pt idx="3767">
                        <c:v>15.691667000000001</c:v>
                      </c:pt>
                      <c:pt idx="3768">
                        <c:v>15.695833</c:v>
                      </c:pt>
                      <c:pt idx="3769">
                        <c:v>15.7</c:v>
                      </c:pt>
                      <c:pt idx="3770">
                        <c:v>15.704167</c:v>
                      </c:pt>
                      <c:pt idx="3771">
                        <c:v>15.708333</c:v>
                      </c:pt>
                      <c:pt idx="3772">
                        <c:v>15.7125</c:v>
                      </c:pt>
                      <c:pt idx="3773">
                        <c:v>15.716666999999999</c:v>
                      </c:pt>
                      <c:pt idx="3774">
                        <c:v>15.720833000000001</c:v>
                      </c:pt>
                      <c:pt idx="3775">
                        <c:v>15.725</c:v>
                      </c:pt>
                      <c:pt idx="3776">
                        <c:v>15.729167</c:v>
                      </c:pt>
                      <c:pt idx="3777">
                        <c:v>15.733333</c:v>
                      </c:pt>
                      <c:pt idx="3778">
                        <c:v>15.737500000000001</c:v>
                      </c:pt>
                      <c:pt idx="3779">
                        <c:v>15.741667</c:v>
                      </c:pt>
                      <c:pt idx="3780">
                        <c:v>15.745832999999999</c:v>
                      </c:pt>
                      <c:pt idx="3781">
                        <c:v>15.75</c:v>
                      </c:pt>
                      <c:pt idx="3782">
                        <c:v>15.754167000000001</c:v>
                      </c:pt>
                      <c:pt idx="3783">
                        <c:v>15.758333</c:v>
                      </c:pt>
                      <c:pt idx="3784">
                        <c:v>15.762499999999999</c:v>
                      </c:pt>
                      <c:pt idx="3785">
                        <c:v>15.766667</c:v>
                      </c:pt>
                      <c:pt idx="3786">
                        <c:v>15.770833</c:v>
                      </c:pt>
                      <c:pt idx="3787">
                        <c:v>15.775</c:v>
                      </c:pt>
                      <c:pt idx="3788">
                        <c:v>15.779166999999999</c:v>
                      </c:pt>
                      <c:pt idx="3789">
                        <c:v>15.783333000000001</c:v>
                      </c:pt>
                      <c:pt idx="3790">
                        <c:v>15.7875</c:v>
                      </c:pt>
                      <c:pt idx="3791">
                        <c:v>15.791667</c:v>
                      </c:pt>
                      <c:pt idx="3792">
                        <c:v>15.795833</c:v>
                      </c:pt>
                      <c:pt idx="3793">
                        <c:v>15.8</c:v>
                      </c:pt>
                      <c:pt idx="3794">
                        <c:v>15.804167</c:v>
                      </c:pt>
                      <c:pt idx="3795">
                        <c:v>15.808332999999999</c:v>
                      </c:pt>
                      <c:pt idx="3796">
                        <c:v>15.8125</c:v>
                      </c:pt>
                      <c:pt idx="3797">
                        <c:v>15.816667000000001</c:v>
                      </c:pt>
                      <c:pt idx="3798">
                        <c:v>15.820833</c:v>
                      </c:pt>
                      <c:pt idx="3799">
                        <c:v>15.824999999999999</c:v>
                      </c:pt>
                      <c:pt idx="3800">
                        <c:v>15.829167</c:v>
                      </c:pt>
                      <c:pt idx="3801">
                        <c:v>15.833333</c:v>
                      </c:pt>
                      <c:pt idx="3802">
                        <c:v>15.8375</c:v>
                      </c:pt>
                      <c:pt idx="3803">
                        <c:v>15.841666999999999</c:v>
                      </c:pt>
                      <c:pt idx="3804">
                        <c:v>15.845833000000001</c:v>
                      </c:pt>
                      <c:pt idx="3805">
                        <c:v>15.85</c:v>
                      </c:pt>
                      <c:pt idx="3806">
                        <c:v>15.854167</c:v>
                      </c:pt>
                      <c:pt idx="3807">
                        <c:v>15.858333</c:v>
                      </c:pt>
                      <c:pt idx="3808">
                        <c:v>15.862500000000001</c:v>
                      </c:pt>
                      <c:pt idx="3809">
                        <c:v>15.866667</c:v>
                      </c:pt>
                      <c:pt idx="3810">
                        <c:v>15.870832999999999</c:v>
                      </c:pt>
                      <c:pt idx="3811">
                        <c:v>15.875</c:v>
                      </c:pt>
                      <c:pt idx="3812">
                        <c:v>15.879167000000001</c:v>
                      </c:pt>
                      <c:pt idx="3813">
                        <c:v>15.883333</c:v>
                      </c:pt>
                      <c:pt idx="3814">
                        <c:v>15.887499999999999</c:v>
                      </c:pt>
                      <c:pt idx="3815">
                        <c:v>15.891667</c:v>
                      </c:pt>
                      <c:pt idx="3816">
                        <c:v>15.895833</c:v>
                      </c:pt>
                      <c:pt idx="3817">
                        <c:v>15.9</c:v>
                      </c:pt>
                      <c:pt idx="3818">
                        <c:v>15.904166999999999</c:v>
                      </c:pt>
                      <c:pt idx="3819">
                        <c:v>15.908333000000001</c:v>
                      </c:pt>
                      <c:pt idx="3820">
                        <c:v>15.9125</c:v>
                      </c:pt>
                      <c:pt idx="3821">
                        <c:v>15.916667</c:v>
                      </c:pt>
                      <c:pt idx="3822">
                        <c:v>15.920833</c:v>
                      </c:pt>
                      <c:pt idx="3823">
                        <c:v>15.925000000000001</c:v>
                      </c:pt>
                      <c:pt idx="3824">
                        <c:v>15.929167</c:v>
                      </c:pt>
                      <c:pt idx="3825">
                        <c:v>15.933332999999999</c:v>
                      </c:pt>
                      <c:pt idx="3826">
                        <c:v>15.9375</c:v>
                      </c:pt>
                      <c:pt idx="3827">
                        <c:v>15.941667000000001</c:v>
                      </c:pt>
                      <c:pt idx="3828">
                        <c:v>15.945833</c:v>
                      </c:pt>
                      <c:pt idx="3829">
                        <c:v>15.95</c:v>
                      </c:pt>
                      <c:pt idx="3830">
                        <c:v>15.954167</c:v>
                      </c:pt>
                      <c:pt idx="3831">
                        <c:v>15.958333</c:v>
                      </c:pt>
                      <c:pt idx="3832">
                        <c:v>15.9625</c:v>
                      </c:pt>
                      <c:pt idx="3833">
                        <c:v>15.966666999999999</c:v>
                      </c:pt>
                      <c:pt idx="3834">
                        <c:v>15.970833000000001</c:v>
                      </c:pt>
                      <c:pt idx="3835">
                        <c:v>15.975</c:v>
                      </c:pt>
                      <c:pt idx="3836">
                        <c:v>15.979167</c:v>
                      </c:pt>
                      <c:pt idx="3837">
                        <c:v>15.983333</c:v>
                      </c:pt>
                      <c:pt idx="3838">
                        <c:v>15.987500000000001</c:v>
                      </c:pt>
                      <c:pt idx="3839">
                        <c:v>15.991667</c:v>
                      </c:pt>
                      <c:pt idx="3840">
                        <c:v>15.995832999999999</c:v>
                      </c:pt>
                      <c:pt idx="3841">
                        <c:v>16</c:v>
                      </c:pt>
                      <c:pt idx="3842">
                        <c:v>16.004166999999999</c:v>
                      </c:pt>
                      <c:pt idx="3843">
                        <c:v>16.008333</c:v>
                      </c:pt>
                      <c:pt idx="3844">
                        <c:v>16.012499999999999</c:v>
                      </c:pt>
                      <c:pt idx="3845">
                        <c:v>16.016667000000002</c:v>
                      </c:pt>
                      <c:pt idx="3846">
                        <c:v>16.020833</c:v>
                      </c:pt>
                      <c:pt idx="3847">
                        <c:v>16.024999999999999</c:v>
                      </c:pt>
                      <c:pt idx="3848">
                        <c:v>16.029167000000001</c:v>
                      </c:pt>
                      <c:pt idx="3849">
                        <c:v>16.033332999999999</c:v>
                      </c:pt>
                      <c:pt idx="3850">
                        <c:v>16.037500000000001</c:v>
                      </c:pt>
                      <c:pt idx="3851">
                        <c:v>16.041667</c:v>
                      </c:pt>
                      <c:pt idx="3852">
                        <c:v>16.045832999999998</c:v>
                      </c:pt>
                      <c:pt idx="3853">
                        <c:v>16.05</c:v>
                      </c:pt>
                      <c:pt idx="3854">
                        <c:v>16.054167</c:v>
                      </c:pt>
                      <c:pt idx="3855">
                        <c:v>16.058333000000001</c:v>
                      </c:pt>
                      <c:pt idx="3856">
                        <c:v>16.0625</c:v>
                      </c:pt>
                      <c:pt idx="3857">
                        <c:v>16.066666999999999</c:v>
                      </c:pt>
                      <c:pt idx="3858">
                        <c:v>16.070833</c:v>
                      </c:pt>
                      <c:pt idx="3859">
                        <c:v>16.074999999999999</c:v>
                      </c:pt>
                      <c:pt idx="3860">
                        <c:v>16.079167000000002</c:v>
                      </c:pt>
                      <c:pt idx="3861">
                        <c:v>16.083333</c:v>
                      </c:pt>
                      <c:pt idx="3862">
                        <c:v>16.087499999999999</c:v>
                      </c:pt>
                      <c:pt idx="3863">
                        <c:v>16.091667000000001</c:v>
                      </c:pt>
                      <c:pt idx="3864">
                        <c:v>16.095832999999999</c:v>
                      </c:pt>
                      <c:pt idx="3865">
                        <c:v>16.100000000000001</c:v>
                      </c:pt>
                      <c:pt idx="3866">
                        <c:v>16.104167</c:v>
                      </c:pt>
                      <c:pt idx="3867">
                        <c:v>16.108332999999998</c:v>
                      </c:pt>
                      <c:pt idx="3868">
                        <c:v>16.112500000000001</c:v>
                      </c:pt>
                      <c:pt idx="3869">
                        <c:v>16.116667</c:v>
                      </c:pt>
                      <c:pt idx="3870">
                        <c:v>16.120833000000001</c:v>
                      </c:pt>
                      <c:pt idx="3871">
                        <c:v>16.125</c:v>
                      </c:pt>
                      <c:pt idx="3872">
                        <c:v>16.129166999999999</c:v>
                      </c:pt>
                      <c:pt idx="3873">
                        <c:v>16.133333</c:v>
                      </c:pt>
                      <c:pt idx="3874">
                        <c:v>16.137499999999999</c:v>
                      </c:pt>
                      <c:pt idx="3875">
                        <c:v>16.141667000000002</c:v>
                      </c:pt>
                      <c:pt idx="3876">
                        <c:v>16.145833</c:v>
                      </c:pt>
                      <c:pt idx="3877">
                        <c:v>16.149999999999999</c:v>
                      </c:pt>
                      <c:pt idx="3878">
                        <c:v>16.154167000000001</c:v>
                      </c:pt>
                      <c:pt idx="3879">
                        <c:v>16.158332999999999</c:v>
                      </c:pt>
                      <c:pt idx="3880">
                        <c:v>16.162500000000001</c:v>
                      </c:pt>
                      <c:pt idx="3881">
                        <c:v>16.166667</c:v>
                      </c:pt>
                      <c:pt idx="3882">
                        <c:v>16.170832999999998</c:v>
                      </c:pt>
                      <c:pt idx="3883">
                        <c:v>16.175000000000001</c:v>
                      </c:pt>
                      <c:pt idx="3884">
                        <c:v>16.179167</c:v>
                      </c:pt>
                      <c:pt idx="3885">
                        <c:v>16.183333000000001</c:v>
                      </c:pt>
                      <c:pt idx="3886">
                        <c:v>16.1875</c:v>
                      </c:pt>
                      <c:pt idx="3887">
                        <c:v>16.191666999999999</c:v>
                      </c:pt>
                      <c:pt idx="3888">
                        <c:v>16.195833</c:v>
                      </c:pt>
                      <c:pt idx="3889">
                        <c:v>16.2</c:v>
                      </c:pt>
                      <c:pt idx="3890">
                        <c:v>16.204167000000002</c:v>
                      </c:pt>
                      <c:pt idx="3891">
                        <c:v>16.208333</c:v>
                      </c:pt>
                      <c:pt idx="3892">
                        <c:v>16.212499999999999</c:v>
                      </c:pt>
                      <c:pt idx="3893">
                        <c:v>16.216667000000001</c:v>
                      </c:pt>
                      <c:pt idx="3894">
                        <c:v>16.220832999999999</c:v>
                      </c:pt>
                      <c:pt idx="3895">
                        <c:v>16.225000000000001</c:v>
                      </c:pt>
                      <c:pt idx="3896">
                        <c:v>16.229167</c:v>
                      </c:pt>
                      <c:pt idx="3897">
                        <c:v>16.233332999999998</c:v>
                      </c:pt>
                      <c:pt idx="3898">
                        <c:v>16.237500000000001</c:v>
                      </c:pt>
                      <c:pt idx="3899">
                        <c:v>16.241667</c:v>
                      </c:pt>
                      <c:pt idx="3900">
                        <c:v>16.245833000000001</c:v>
                      </c:pt>
                      <c:pt idx="3901">
                        <c:v>16.25</c:v>
                      </c:pt>
                      <c:pt idx="3902">
                        <c:v>16.254166999999999</c:v>
                      </c:pt>
                      <c:pt idx="3903">
                        <c:v>16.258333</c:v>
                      </c:pt>
                      <c:pt idx="3904">
                        <c:v>16.262499999999999</c:v>
                      </c:pt>
                      <c:pt idx="3905">
                        <c:v>16.266667000000002</c:v>
                      </c:pt>
                      <c:pt idx="3906">
                        <c:v>16.270833</c:v>
                      </c:pt>
                      <c:pt idx="3907">
                        <c:v>16.274999999999999</c:v>
                      </c:pt>
                      <c:pt idx="3908">
                        <c:v>16.279167000000001</c:v>
                      </c:pt>
                      <c:pt idx="3909">
                        <c:v>16.283332999999999</c:v>
                      </c:pt>
                      <c:pt idx="3910">
                        <c:v>16.287500000000001</c:v>
                      </c:pt>
                      <c:pt idx="3911">
                        <c:v>16.291667</c:v>
                      </c:pt>
                      <c:pt idx="3912">
                        <c:v>16.295832999999998</c:v>
                      </c:pt>
                      <c:pt idx="3913">
                        <c:v>16.3</c:v>
                      </c:pt>
                      <c:pt idx="3914">
                        <c:v>16.304167</c:v>
                      </c:pt>
                      <c:pt idx="3915">
                        <c:v>16.308333000000001</c:v>
                      </c:pt>
                      <c:pt idx="3916">
                        <c:v>16.3125</c:v>
                      </c:pt>
                      <c:pt idx="3917">
                        <c:v>16.316666999999999</c:v>
                      </c:pt>
                      <c:pt idx="3918">
                        <c:v>16.320833</c:v>
                      </c:pt>
                      <c:pt idx="3919">
                        <c:v>16.324999999999999</c:v>
                      </c:pt>
                      <c:pt idx="3920">
                        <c:v>16.329167000000002</c:v>
                      </c:pt>
                      <c:pt idx="3921">
                        <c:v>16.333333</c:v>
                      </c:pt>
                      <c:pt idx="3922">
                        <c:v>16.337499999999999</c:v>
                      </c:pt>
                      <c:pt idx="3923">
                        <c:v>16.341667000000001</c:v>
                      </c:pt>
                      <c:pt idx="3924">
                        <c:v>16.345832999999999</c:v>
                      </c:pt>
                      <c:pt idx="3925">
                        <c:v>16.350000000000001</c:v>
                      </c:pt>
                      <c:pt idx="3926">
                        <c:v>16.354167</c:v>
                      </c:pt>
                      <c:pt idx="3927">
                        <c:v>16.358332999999998</c:v>
                      </c:pt>
                      <c:pt idx="3928">
                        <c:v>16.362500000000001</c:v>
                      </c:pt>
                      <c:pt idx="3929">
                        <c:v>16.366667</c:v>
                      </c:pt>
                      <c:pt idx="3930">
                        <c:v>16.370833000000001</c:v>
                      </c:pt>
                      <c:pt idx="3931">
                        <c:v>16.375</c:v>
                      </c:pt>
                      <c:pt idx="3932">
                        <c:v>16.379166999999999</c:v>
                      </c:pt>
                      <c:pt idx="3933">
                        <c:v>16.383333</c:v>
                      </c:pt>
                      <c:pt idx="3934">
                        <c:v>16.387499999999999</c:v>
                      </c:pt>
                      <c:pt idx="3935">
                        <c:v>16.391667000000002</c:v>
                      </c:pt>
                      <c:pt idx="3936">
                        <c:v>16.395833</c:v>
                      </c:pt>
                      <c:pt idx="3937">
                        <c:v>16.399999999999999</c:v>
                      </c:pt>
                      <c:pt idx="3938">
                        <c:v>16.404167000000001</c:v>
                      </c:pt>
                      <c:pt idx="3939">
                        <c:v>16.408332999999999</c:v>
                      </c:pt>
                      <c:pt idx="3940">
                        <c:v>16.412500000000001</c:v>
                      </c:pt>
                      <c:pt idx="3941">
                        <c:v>16.416667</c:v>
                      </c:pt>
                      <c:pt idx="3942">
                        <c:v>16.420832999999998</c:v>
                      </c:pt>
                      <c:pt idx="3943">
                        <c:v>16.425000000000001</c:v>
                      </c:pt>
                      <c:pt idx="3944">
                        <c:v>16.429167</c:v>
                      </c:pt>
                      <c:pt idx="3945">
                        <c:v>16.433333000000001</c:v>
                      </c:pt>
                      <c:pt idx="3946">
                        <c:v>16.4375</c:v>
                      </c:pt>
                      <c:pt idx="3947">
                        <c:v>16.441666999999999</c:v>
                      </c:pt>
                      <c:pt idx="3948">
                        <c:v>16.445833</c:v>
                      </c:pt>
                      <c:pt idx="3949">
                        <c:v>16.45</c:v>
                      </c:pt>
                      <c:pt idx="3950">
                        <c:v>16.454167000000002</c:v>
                      </c:pt>
                      <c:pt idx="3951">
                        <c:v>16.458333</c:v>
                      </c:pt>
                      <c:pt idx="3952">
                        <c:v>16.462499999999999</c:v>
                      </c:pt>
                      <c:pt idx="3953">
                        <c:v>16.466667000000001</c:v>
                      </c:pt>
                      <c:pt idx="3954">
                        <c:v>16.470832999999999</c:v>
                      </c:pt>
                      <c:pt idx="3955">
                        <c:v>16.475000000000001</c:v>
                      </c:pt>
                      <c:pt idx="3956">
                        <c:v>16.479167</c:v>
                      </c:pt>
                      <c:pt idx="3957">
                        <c:v>16.483332999999998</c:v>
                      </c:pt>
                      <c:pt idx="3958">
                        <c:v>16.487500000000001</c:v>
                      </c:pt>
                      <c:pt idx="3959">
                        <c:v>16.491667</c:v>
                      </c:pt>
                      <c:pt idx="3960">
                        <c:v>16.495833000000001</c:v>
                      </c:pt>
                      <c:pt idx="3961">
                        <c:v>16.5</c:v>
                      </c:pt>
                      <c:pt idx="3962">
                        <c:v>16.504166999999999</c:v>
                      </c:pt>
                      <c:pt idx="3963">
                        <c:v>16.508333</c:v>
                      </c:pt>
                      <c:pt idx="3964">
                        <c:v>16.512499999999999</c:v>
                      </c:pt>
                      <c:pt idx="3965">
                        <c:v>16.516667000000002</c:v>
                      </c:pt>
                      <c:pt idx="3966">
                        <c:v>16.520833</c:v>
                      </c:pt>
                      <c:pt idx="3967">
                        <c:v>16.524999999999999</c:v>
                      </c:pt>
                      <c:pt idx="3968">
                        <c:v>16.529167000000001</c:v>
                      </c:pt>
                      <c:pt idx="3969">
                        <c:v>16.533332999999999</c:v>
                      </c:pt>
                      <c:pt idx="3970">
                        <c:v>16.537500000000001</c:v>
                      </c:pt>
                      <c:pt idx="3971">
                        <c:v>16.541667</c:v>
                      </c:pt>
                      <c:pt idx="3972">
                        <c:v>16.545832999999998</c:v>
                      </c:pt>
                      <c:pt idx="3973">
                        <c:v>16.55</c:v>
                      </c:pt>
                      <c:pt idx="3974">
                        <c:v>16.554167</c:v>
                      </c:pt>
                      <c:pt idx="3975">
                        <c:v>16.558333000000001</c:v>
                      </c:pt>
                      <c:pt idx="3976">
                        <c:v>16.5625</c:v>
                      </c:pt>
                      <c:pt idx="3977">
                        <c:v>16.566666999999999</c:v>
                      </c:pt>
                      <c:pt idx="3978">
                        <c:v>16.570833</c:v>
                      </c:pt>
                      <c:pt idx="3979">
                        <c:v>16.574999999999999</c:v>
                      </c:pt>
                      <c:pt idx="3980">
                        <c:v>16.579167000000002</c:v>
                      </c:pt>
                      <c:pt idx="3981">
                        <c:v>16.583333</c:v>
                      </c:pt>
                      <c:pt idx="3982">
                        <c:v>16.587499999999999</c:v>
                      </c:pt>
                      <c:pt idx="3983">
                        <c:v>16.591667000000001</c:v>
                      </c:pt>
                      <c:pt idx="3984">
                        <c:v>16.595832999999999</c:v>
                      </c:pt>
                      <c:pt idx="3985">
                        <c:v>16.600000000000001</c:v>
                      </c:pt>
                      <c:pt idx="3986">
                        <c:v>16.604167</c:v>
                      </c:pt>
                      <c:pt idx="3987">
                        <c:v>16.608332999999998</c:v>
                      </c:pt>
                      <c:pt idx="3988">
                        <c:v>16.612500000000001</c:v>
                      </c:pt>
                      <c:pt idx="3989">
                        <c:v>16.616667</c:v>
                      </c:pt>
                      <c:pt idx="3990">
                        <c:v>16.620833000000001</c:v>
                      </c:pt>
                      <c:pt idx="3991">
                        <c:v>16.625</c:v>
                      </c:pt>
                      <c:pt idx="3992">
                        <c:v>16.629166999999999</c:v>
                      </c:pt>
                      <c:pt idx="3993">
                        <c:v>16.633333</c:v>
                      </c:pt>
                      <c:pt idx="3994">
                        <c:v>16.637499999999999</c:v>
                      </c:pt>
                      <c:pt idx="3995">
                        <c:v>16.641667000000002</c:v>
                      </c:pt>
                      <c:pt idx="3996">
                        <c:v>16.645833</c:v>
                      </c:pt>
                      <c:pt idx="3997">
                        <c:v>16.649999999999999</c:v>
                      </c:pt>
                      <c:pt idx="3998">
                        <c:v>16.654167000000001</c:v>
                      </c:pt>
                      <c:pt idx="3999">
                        <c:v>16.658332999999999</c:v>
                      </c:pt>
                      <c:pt idx="4000">
                        <c:v>16.662500000000001</c:v>
                      </c:pt>
                      <c:pt idx="4001">
                        <c:v>16.666667</c:v>
                      </c:pt>
                      <c:pt idx="4002">
                        <c:v>16.670832999999998</c:v>
                      </c:pt>
                      <c:pt idx="4003">
                        <c:v>16.675000000000001</c:v>
                      </c:pt>
                      <c:pt idx="4004">
                        <c:v>16.679167</c:v>
                      </c:pt>
                      <c:pt idx="4005">
                        <c:v>16.683333000000001</c:v>
                      </c:pt>
                      <c:pt idx="4006">
                        <c:v>16.6875</c:v>
                      </c:pt>
                      <c:pt idx="4007">
                        <c:v>16.691666999999999</c:v>
                      </c:pt>
                      <c:pt idx="4008">
                        <c:v>16.695833</c:v>
                      </c:pt>
                      <c:pt idx="4009">
                        <c:v>16.7</c:v>
                      </c:pt>
                      <c:pt idx="4010">
                        <c:v>16.704167000000002</c:v>
                      </c:pt>
                      <c:pt idx="4011">
                        <c:v>16.708333</c:v>
                      </c:pt>
                      <c:pt idx="4012">
                        <c:v>16.712499999999999</c:v>
                      </c:pt>
                      <c:pt idx="4013">
                        <c:v>16.716667000000001</c:v>
                      </c:pt>
                      <c:pt idx="4014">
                        <c:v>16.720832999999999</c:v>
                      </c:pt>
                      <c:pt idx="4015">
                        <c:v>16.725000000000001</c:v>
                      </c:pt>
                      <c:pt idx="4016">
                        <c:v>16.729167</c:v>
                      </c:pt>
                      <c:pt idx="4017">
                        <c:v>16.733332999999998</c:v>
                      </c:pt>
                      <c:pt idx="4018">
                        <c:v>16.737500000000001</c:v>
                      </c:pt>
                      <c:pt idx="4019">
                        <c:v>16.741667</c:v>
                      </c:pt>
                      <c:pt idx="4020">
                        <c:v>16.745833000000001</c:v>
                      </c:pt>
                      <c:pt idx="4021">
                        <c:v>16.75</c:v>
                      </c:pt>
                      <c:pt idx="4022">
                        <c:v>16.754166999999999</c:v>
                      </c:pt>
                      <c:pt idx="4023">
                        <c:v>16.758333</c:v>
                      </c:pt>
                      <c:pt idx="4024">
                        <c:v>16.762499999999999</c:v>
                      </c:pt>
                      <c:pt idx="4025">
                        <c:v>16.766667000000002</c:v>
                      </c:pt>
                      <c:pt idx="4026">
                        <c:v>16.770833</c:v>
                      </c:pt>
                      <c:pt idx="4027">
                        <c:v>16.774999999999999</c:v>
                      </c:pt>
                      <c:pt idx="4028">
                        <c:v>16.779167000000001</c:v>
                      </c:pt>
                      <c:pt idx="4029">
                        <c:v>16.783332999999999</c:v>
                      </c:pt>
                      <c:pt idx="4030">
                        <c:v>16.787500000000001</c:v>
                      </c:pt>
                      <c:pt idx="4031">
                        <c:v>16.791667</c:v>
                      </c:pt>
                      <c:pt idx="4032">
                        <c:v>16.795832999999998</c:v>
                      </c:pt>
                      <c:pt idx="4033">
                        <c:v>16.8</c:v>
                      </c:pt>
                      <c:pt idx="4034">
                        <c:v>16.804167</c:v>
                      </c:pt>
                      <c:pt idx="4035">
                        <c:v>16.808333000000001</c:v>
                      </c:pt>
                      <c:pt idx="4036">
                        <c:v>16.8125</c:v>
                      </c:pt>
                      <c:pt idx="4037">
                        <c:v>16.816666999999999</c:v>
                      </c:pt>
                      <c:pt idx="4038">
                        <c:v>16.820833</c:v>
                      </c:pt>
                      <c:pt idx="4039">
                        <c:v>16.824999999999999</c:v>
                      </c:pt>
                      <c:pt idx="4040">
                        <c:v>16.829167000000002</c:v>
                      </c:pt>
                      <c:pt idx="4041">
                        <c:v>16.833333</c:v>
                      </c:pt>
                      <c:pt idx="4042">
                        <c:v>16.837499999999999</c:v>
                      </c:pt>
                      <c:pt idx="4043">
                        <c:v>16.841667000000001</c:v>
                      </c:pt>
                      <c:pt idx="4044">
                        <c:v>16.845832999999999</c:v>
                      </c:pt>
                      <c:pt idx="4045">
                        <c:v>16.850000000000001</c:v>
                      </c:pt>
                      <c:pt idx="4046">
                        <c:v>16.854167</c:v>
                      </c:pt>
                      <c:pt idx="4047">
                        <c:v>16.858332999999998</c:v>
                      </c:pt>
                      <c:pt idx="4048">
                        <c:v>16.862500000000001</c:v>
                      </c:pt>
                      <c:pt idx="4049">
                        <c:v>16.866667</c:v>
                      </c:pt>
                      <c:pt idx="4050">
                        <c:v>16.870833000000001</c:v>
                      </c:pt>
                      <c:pt idx="4051">
                        <c:v>16.875</c:v>
                      </c:pt>
                      <c:pt idx="4052">
                        <c:v>16.879166999999999</c:v>
                      </c:pt>
                      <c:pt idx="4053">
                        <c:v>16.883333</c:v>
                      </c:pt>
                      <c:pt idx="4054">
                        <c:v>16.887499999999999</c:v>
                      </c:pt>
                      <c:pt idx="4055">
                        <c:v>16.891667000000002</c:v>
                      </c:pt>
                      <c:pt idx="4056">
                        <c:v>16.895833</c:v>
                      </c:pt>
                      <c:pt idx="4057">
                        <c:v>16.899999999999999</c:v>
                      </c:pt>
                      <c:pt idx="4058">
                        <c:v>16.904167000000001</c:v>
                      </c:pt>
                      <c:pt idx="4059">
                        <c:v>16.908332999999999</c:v>
                      </c:pt>
                      <c:pt idx="4060">
                        <c:v>16.912500000000001</c:v>
                      </c:pt>
                      <c:pt idx="4061">
                        <c:v>16.916667</c:v>
                      </c:pt>
                      <c:pt idx="4062">
                        <c:v>16.920832999999998</c:v>
                      </c:pt>
                      <c:pt idx="4063">
                        <c:v>16.925000000000001</c:v>
                      </c:pt>
                      <c:pt idx="4064">
                        <c:v>16.929167</c:v>
                      </c:pt>
                      <c:pt idx="4065">
                        <c:v>16.933333000000001</c:v>
                      </c:pt>
                      <c:pt idx="4066">
                        <c:v>16.9375</c:v>
                      </c:pt>
                      <c:pt idx="4067">
                        <c:v>16.941666999999999</c:v>
                      </c:pt>
                      <c:pt idx="4068">
                        <c:v>16.945833</c:v>
                      </c:pt>
                      <c:pt idx="4069">
                        <c:v>16.95</c:v>
                      </c:pt>
                      <c:pt idx="4070">
                        <c:v>16.954167000000002</c:v>
                      </c:pt>
                      <c:pt idx="4071">
                        <c:v>16.958333</c:v>
                      </c:pt>
                      <c:pt idx="4072">
                        <c:v>16.962499999999999</c:v>
                      </c:pt>
                      <c:pt idx="4073">
                        <c:v>16.966667000000001</c:v>
                      </c:pt>
                      <c:pt idx="4074">
                        <c:v>16.970832999999999</c:v>
                      </c:pt>
                      <c:pt idx="4075">
                        <c:v>16.975000000000001</c:v>
                      </c:pt>
                      <c:pt idx="4076">
                        <c:v>16.979167</c:v>
                      </c:pt>
                      <c:pt idx="4077">
                        <c:v>16.983332999999998</c:v>
                      </c:pt>
                      <c:pt idx="4078">
                        <c:v>16.987500000000001</c:v>
                      </c:pt>
                      <c:pt idx="4079">
                        <c:v>16.991667</c:v>
                      </c:pt>
                      <c:pt idx="4080">
                        <c:v>16.995833000000001</c:v>
                      </c:pt>
                      <c:pt idx="4081">
                        <c:v>17</c:v>
                      </c:pt>
                      <c:pt idx="4082">
                        <c:v>17.004166999999999</c:v>
                      </c:pt>
                      <c:pt idx="4083">
                        <c:v>17.008333</c:v>
                      </c:pt>
                      <c:pt idx="4084">
                        <c:v>17.012499999999999</c:v>
                      </c:pt>
                      <c:pt idx="4085">
                        <c:v>17.016667000000002</c:v>
                      </c:pt>
                      <c:pt idx="4086">
                        <c:v>17.020833</c:v>
                      </c:pt>
                      <c:pt idx="4087">
                        <c:v>17.024999999999999</c:v>
                      </c:pt>
                      <c:pt idx="4088">
                        <c:v>17.029167000000001</c:v>
                      </c:pt>
                      <c:pt idx="4089">
                        <c:v>17.033332999999999</c:v>
                      </c:pt>
                      <c:pt idx="4090">
                        <c:v>17.037500000000001</c:v>
                      </c:pt>
                      <c:pt idx="4091">
                        <c:v>17.041667</c:v>
                      </c:pt>
                      <c:pt idx="4092">
                        <c:v>17.045832999999998</c:v>
                      </c:pt>
                      <c:pt idx="4093">
                        <c:v>17.05</c:v>
                      </c:pt>
                      <c:pt idx="4094">
                        <c:v>17.054167</c:v>
                      </c:pt>
                      <c:pt idx="4095">
                        <c:v>17.058333000000001</c:v>
                      </c:pt>
                      <c:pt idx="4096">
                        <c:v>17.0625</c:v>
                      </c:pt>
                      <c:pt idx="4097">
                        <c:v>17.066666999999999</c:v>
                      </c:pt>
                      <c:pt idx="4098">
                        <c:v>17.070833</c:v>
                      </c:pt>
                      <c:pt idx="4099">
                        <c:v>17.074999999999999</c:v>
                      </c:pt>
                      <c:pt idx="4100">
                        <c:v>17.079167000000002</c:v>
                      </c:pt>
                      <c:pt idx="4101">
                        <c:v>17.083333</c:v>
                      </c:pt>
                      <c:pt idx="4102">
                        <c:v>17.087499999999999</c:v>
                      </c:pt>
                      <c:pt idx="4103">
                        <c:v>17.091667000000001</c:v>
                      </c:pt>
                      <c:pt idx="4104">
                        <c:v>17.095832999999999</c:v>
                      </c:pt>
                      <c:pt idx="4105">
                        <c:v>17.100000000000001</c:v>
                      </c:pt>
                      <c:pt idx="4106">
                        <c:v>17.104167</c:v>
                      </c:pt>
                      <c:pt idx="4107">
                        <c:v>17.108332999999998</c:v>
                      </c:pt>
                      <c:pt idx="4108">
                        <c:v>17.112500000000001</c:v>
                      </c:pt>
                      <c:pt idx="4109">
                        <c:v>17.116667</c:v>
                      </c:pt>
                      <c:pt idx="4110">
                        <c:v>17.120833000000001</c:v>
                      </c:pt>
                      <c:pt idx="4111">
                        <c:v>17.125</c:v>
                      </c:pt>
                      <c:pt idx="4112">
                        <c:v>17.129166999999999</c:v>
                      </c:pt>
                      <c:pt idx="4113">
                        <c:v>17.133333</c:v>
                      </c:pt>
                      <c:pt idx="4114">
                        <c:v>17.137499999999999</c:v>
                      </c:pt>
                      <c:pt idx="4115">
                        <c:v>17.141667000000002</c:v>
                      </c:pt>
                      <c:pt idx="4116">
                        <c:v>17.145833</c:v>
                      </c:pt>
                      <c:pt idx="4117">
                        <c:v>17.149999999999999</c:v>
                      </c:pt>
                      <c:pt idx="4118">
                        <c:v>17.154167000000001</c:v>
                      </c:pt>
                      <c:pt idx="4119">
                        <c:v>17.158332999999999</c:v>
                      </c:pt>
                      <c:pt idx="4120">
                        <c:v>17.162500000000001</c:v>
                      </c:pt>
                      <c:pt idx="4121">
                        <c:v>17.166667</c:v>
                      </c:pt>
                      <c:pt idx="4122">
                        <c:v>17.170832999999998</c:v>
                      </c:pt>
                      <c:pt idx="4123">
                        <c:v>17.175000000000001</c:v>
                      </c:pt>
                      <c:pt idx="4124">
                        <c:v>17.179167</c:v>
                      </c:pt>
                      <c:pt idx="4125">
                        <c:v>17.183333000000001</c:v>
                      </c:pt>
                      <c:pt idx="4126">
                        <c:v>17.1875</c:v>
                      </c:pt>
                      <c:pt idx="4127">
                        <c:v>17.191666999999999</c:v>
                      </c:pt>
                      <c:pt idx="4128">
                        <c:v>17.195833</c:v>
                      </c:pt>
                      <c:pt idx="4129">
                        <c:v>17.2</c:v>
                      </c:pt>
                      <c:pt idx="4130">
                        <c:v>17.204167000000002</c:v>
                      </c:pt>
                      <c:pt idx="4131">
                        <c:v>17.208333</c:v>
                      </c:pt>
                      <c:pt idx="4132">
                        <c:v>17.212499999999999</c:v>
                      </c:pt>
                      <c:pt idx="4133">
                        <c:v>17.216667000000001</c:v>
                      </c:pt>
                      <c:pt idx="4134">
                        <c:v>17.220832999999999</c:v>
                      </c:pt>
                      <c:pt idx="4135">
                        <c:v>17.225000000000001</c:v>
                      </c:pt>
                      <c:pt idx="4136">
                        <c:v>17.229167</c:v>
                      </c:pt>
                      <c:pt idx="4137">
                        <c:v>17.233332999999998</c:v>
                      </c:pt>
                      <c:pt idx="4138">
                        <c:v>17.237500000000001</c:v>
                      </c:pt>
                      <c:pt idx="4139">
                        <c:v>17.241667</c:v>
                      </c:pt>
                      <c:pt idx="4140">
                        <c:v>17.245833000000001</c:v>
                      </c:pt>
                      <c:pt idx="4141">
                        <c:v>17.25</c:v>
                      </c:pt>
                      <c:pt idx="4142">
                        <c:v>17.254166999999999</c:v>
                      </c:pt>
                      <c:pt idx="4143">
                        <c:v>17.258333</c:v>
                      </c:pt>
                      <c:pt idx="4144">
                        <c:v>17.262499999999999</c:v>
                      </c:pt>
                      <c:pt idx="4145">
                        <c:v>17.266667000000002</c:v>
                      </c:pt>
                      <c:pt idx="4146">
                        <c:v>17.270833</c:v>
                      </c:pt>
                      <c:pt idx="4147">
                        <c:v>17.274999999999999</c:v>
                      </c:pt>
                      <c:pt idx="4148">
                        <c:v>17.279167000000001</c:v>
                      </c:pt>
                      <c:pt idx="4149">
                        <c:v>17.283332999999999</c:v>
                      </c:pt>
                      <c:pt idx="4150">
                        <c:v>17.287500000000001</c:v>
                      </c:pt>
                      <c:pt idx="4151">
                        <c:v>17.291667</c:v>
                      </c:pt>
                      <c:pt idx="4152">
                        <c:v>17.295832999999998</c:v>
                      </c:pt>
                      <c:pt idx="4153">
                        <c:v>17.3</c:v>
                      </c:pt>
                      <c:pt idx="4154">
                        <c:v>17.304167</c:v>
                      </c:pt>
                      <c:pt idx="4155">
                        <c:v>17.308333000000001</c:v>
                      </c:pt>
                      <c:pt idx="4156">
                        <c:v>17.3125</c:v>
                      </c:pt>
                      <c:pt idx="4157">
                        <c:v>17.316666999999999</c:v>
                      </c:pt>
                      <c:pt idx="4158">
                        <c:v>17.320833</c:v>
                      </c:pt>
                      <c:pt idx="4159">
                        <c:v>17.324999999999999</c:v>
                      </c:pt>
                      <c:pt idx="4160">
                        <c:v>17.329167000000002</c:v>
                      </c:pt>
                      <c:pt idx="4161">
                        <c:v>17.333333</c:v>
                      </c:pt>
                      <c:pt idx="4162">
                        <c:v>17.337499999999999</c:v>
                      </c:pt>
                      <c:pt idx="4163">
                        <c:v>17.341667000000001</c:v>
                      </c:pt>
                      <c:pt idx="4164">
                        <c:v>17.345832999999999</c:v>
                      </c:pt>
                      <c:pt idx="4165">
                        <c:v>17.350000000000001</c:v>
                      </c:pt>
                      <c:pt idx="4166">
                        <c:v>17.354167</c:v>
                      </c:pt>
                      <c:pt idx="4167">
                        <c:v>17.358332999999998</c:v>
                      </c:pt>
                      <c:pt idx="4168">
                        <c:v>17.362500000000001</c:v>
                      </c:pt>
                      <c:pt idx="4169">
                        <c:v>17.366667</c:v>
                      </c:pt>
                      <c:pt idx="4170">
                        <c:v>17.370833000000001</c:v>
                      </c:pt>
                      <c:pt idx="4171">
                        <c:v>17.375</c:v>
                      </c:pt>
                      <c:pt idx="4172">
                        <c:v>17.379166999999999</c:v>
                      </c:pt>
                      <c:pt idx="4173">
                        <c:v>17.383333</c:v>
                      </c:pt>
                      <c:pt idx="4174">
                        <c:v>17.387499999999999</c:v>
                      </c:pt>
                      <c:pt idx="4175">
                        <c:v>17.391667000000002</c:v>
                      </c:pt>
                      <c:pt idx="4176">
                        <c:v>17.395833</c:v>
                      </c:pt>
                      <c:pt idx="4177">
                        <c:v>17.399999999999999</c:v>
                      </c:pt>
                      <c:pt idx="4178">
                        <c:v>17.404167000000001</c:v>
                      </c:pt>
                      <c:pt idx="4179">
                        <c:v>17.408332999999999</c:v>
                      </c:pt>
                      <c:pt idx="4180">
                        <c:v>17.412500000000001</c:v>
                      </c:pt>
                      <c:pt idx="4181">
                        <c:v>17.416667</c:v>
                      </c:pt>
                      <c:pt idx="4182">
                        <c:v>17.420832999999998</c:v>
                      </c:pt>
                      <c:pt idx="4183">
                        <c:v>17.425000000000001</c:v>
                      </c:pt>
                      <c:pt idx="4184">
                        <c:v>17.429167</c:v>
                      </c:pt>
                      <c:pt idx="4185">
                        <c:v>17.433333000000001</c:v>
                      </c:pt>
                      <c:pt idx="4186">
                        <c:v>17.4375</c:v>
                      </c:pt>
                      <c:pt idx="4187">
                        <c:v>17.441666999999999</c:v>
                      </c:pt>
                      <c:pt idx="4188">
                        <c:v>17.445833</c:v>
                      </c:pt>
                      <c:pt idx="4189">
                        <c:v>17.45</c:v>
                      </c:pt>
                      <c:pt idx="4190">
                        <c:v>17.454167000000002</c:v>
                      </c:pt>
                      <c:pt idx="4191">
                        <c:v>17.458333</c:v>
                      </c:pt>
                      <c:pt idx="4192">
                        <c:v>17.462499999999999</c:v>
                      </c:pt>
                      <c:pt idx="4193">
                        <c:v>17.466667000000001</c:v>
                      </c:pt>
                      <c:pt idx="4194">
                        <c:v>17.470832999999999</c:v>
                      </c:pt>
                      <c:pt idx="4195">
                        <c:v>17.475000000000001</c:v>
                      </c:pt>
                      <c:pt idx="4196">
                        <c:v>17.479167</c:v>
                      </c:pt>
                      <c:pt idx="4197">
                        <c:v>17.483332999999998</c:v>
                      </c:pt>
                      <c:pt idx="4198">
                        <c:v>17.487500000000001</c:v>
                      </c:pt>
                      <c:pt idx="4199">
                        <c:v>17.491667</c:v>
                      </c:pt>
                      <c:pt idx="4200">
                        <c:v>17.495833000000001</c:v>
                      </c:pt>
                      <c:pt idx="4201">
                        <c:v>17.5</c:v>
                      </c:pt>
                      <c:pt idx="4202">
                        <c:v>17.504166999999999</c:v>
                      </c:pt>
                      <c:pt idx="4203">
                        <c:v>17.508333</c:v>
                      </c:pt>
                      <c:pt idx="4204">
                        <c:v>17.512499999999999</c:v>
                      </c:pt>
                      <c:pt idx="4205">
                        <c:v>17.516667000000002</c:v>
                      </c:pt>
                      <c:pt idx="4206">
                        <c:v>17.520833</c:v>
                      </c:pt>
                      <c:pt idx="4207">
                        <c:v>17.524999999999999</c:v>
                      </c:pt>
                      <c:pt idx="4208">
                        <c:v>17.529167000000001</c:v>
                      </c:pt>
                      <c:pt idx="4209">
                        <c:v>17.533332999999999</c:v>
                      </c:pt>
                      <c:pt idx="4210">
                        <c:v>17.537500000000001</c:v>
                      </c:pt>
                      <c:pt idx="4211">
                        <c:v>17.541667</c:v>
                      </c:pt>
                      <c:pt idx="4212">
                        <c:v>17.545832999999998</c:v>
                      </c:pt>
                      <c:pt idx="4213">
                        <c:v>17.55</c:v>
                      </c:pt>
                      <c:pt idx="4214">
                        <c:v>17.554167</c:v>
                      </c:pt>
                      <c:pt idx="4215">
                        <c:v>17.558333000000001</c:v>
                      </c:pt>
                      <c:pt idx="4216">
                        <c:v>17.5625</c:v>
                      </c:pt>
                      <c:pt idx="4217">
                        <c:v>17.566666999999999</c:v>
                      </c:pt>
                      <c:pt idx="4218">
                        <c:v>17.570833</c:v>
                      </c:pt>
                      <c:pt idx="4219">
                        <c:v>17.574999999999999</c:v>
                      </c:pt>
                      <c:pt idx="4220">
                        <c:v>17.579167000000002</c:v>
                      </c:pt>
                      <c:pt idx="4221">
                        <c:v>17.583333</c:v>
                      </c:pt>
                      <c:pt idx="4222">
                        <c:v>17.587499999999999</c:v>
                      </c:pt>
                      <c:pt idx="4223">
                        <c:v>17.591667000000001</c:v>
                      </c:pt>
                      <c:pt idx="4224">
                        <c:v>17.595832999999999</c:v>
                      </c:pt>
                      <c:pt idx="4225">
                        <c:v>17.600000000000001</c:v>
                      </c:pt>
                      <c:pt idx="4226">
                        <c:v>17.604167</c:v>
                      </c:pt>
                      <c:pt idx="4227">
                        <c:v>17.608332999999998</c:v>
                      </c:pt>
                      <c:pt idx="4228">
                        <c:v>17.612500000000001</c:v>
                      </c:pt>
                      <c:pt idx="4229">
                        <c:v>17.616667</c:v>
                      </c:pt>
                      <c:pt idx="4230">
                        <c:v>17.620833000000001</c:v>
                      </c:pt>
                      <c:pt idx="4231">
                        <c:v>17.625</c:v>
                      </c:pt>
                      <c:pt idx="4232">
                        <c:v>17.629166999999999</c:v>
                      </c:pt>
                      <c:pt idx="4233">
                        <c:v>17.633333</c:v>
                      </c:pt>
                      <c:pt idx="4234">
                        <c:v>17.637499999999999</c:v>
                      </c:pt>
                      <c:pt idx="4235">
                        <c:v>17.641667000000002</c:v>
                      </c:pt>
                      <c:pt idx="4236">
                        <c:v>17.645833</c:v>
                      </c:pt>
                      <c:pt idx="4237">
                        <c:v>17.649999999999999</c:v>
                      </c:pt>
                      <c:pt idx="4238">
                        <c:v>17.654167000000001</c:v>
                      </c:pt>
                      <c:pt idx="4239">
                        <c:v>17.658332999999999</c:v>
                      </c:pt>
                      <c:pt idx="4240">
                        <c:v>17.662500000000001</c:v>
                      </c:pt>
                      <c:pt idx="4241">
                        <c:v>17.666667</c:v>
                      </c:pt>
                      <c:pt idx="4242">
                        <c:v>17.670832999999998</c:v>
                      </c:pt>
                      <c:pt idx="4243">
                        <c:v>17.675000000000001</c:v>
                      </c:pt>
                      <c:pt idx="4244">
                        <c:v>17.679167</c:v>
                      </c:pt>
                      <c:pt idx="4245">
                        <c:v>17.683333000000001</c:v>
                      </c:pt>
                      <c:pt idx="4246">
                        <c:v>17.6875</c:v>
                      </c:pt>
                      <c:pt idx="4247">
                        <c:v>17.691666999999999</c:v>
                      </c:pt>
                      <c:pt idx="4248">
                        <c:v>17.695833</c:v>
                      </c:pt>
                      <c:pt idx="4249">
                        <c:v>17.7</c:v>
                      </c:pt>
                      <c:pt idx="4250">
                        <c:v>17.704167000000002</c:v>
                      </c:pt>
                      <c:pt idx="4251">
                        <c:v>17.708333</c:v>
                      </c:pt>
                      <c:pt idx="4252">
                        <c:v>17.712499999999999</c:v>
                      </c:pt>
                      <c:pt idx="4253">
                        <c:v>17.716667000000001</c:v>
                      </c:pt>
                      <c:pt idx="4254">
                        <c:v>17.720832999999999</c:v>
                      </c:pt>
                      <c:pt idx="4255">
                        <c:v>17.725000000000001</c:v>
                      </c:pt>
                      <c:pt idx="4256">
                        <c:v>17.729167</c:v>
                      </c:pt>
                      <c:pt idx="4257">
                        <c:v>17.733332999999998</c:v>
                      </c:pt>
                      <c:pt idx="4258">
                        <c:v>17.737500000000001</c:v>
                      </c:pt>
                      <c:pt idx="4259">
                        <c:v>17.741667</c:v>
                      </c:pt>
                      <c:pt idx="4260">
                        <c:v>17.745833000000001</c:v>
                      </c:pt>
                      <c:pt idx="4261">
                        <c:v>17.75</c:v>
                      </c:pt>
                      <c:pt idx="4262">
                        <c:v>17.754166999999999</c:v>
                      </c:pt>
                      <c:pt idx="4263">
                        <c:v>17.758333</c:v>
                      </c:pt>
                      <c:pt idx="4264">
                        <c:v>17.762499999999999</c:v>
                      </c:pt>
                      <c:pt idx="4265">
                        <c:v>17.766667000000002</c:v>
                      </c:pt>
                      <c:pt idx="4266">
                        <c:v>17.770833</c:v>
                      </c:pt>
                      <c:pt idx="4267">
                        <c:v>17.774999999999999</c:v>
                      </c:pt>
                      <c:pt idx="4268">
                        <c:v>17.779167000000001</c:v>
                      </c:pt>
                      <c:pt idx="4269">
                        <c:v>17.783332999999999</c:v>
                      </c:pt>
                      <c:pt idx="4270">
                        <c:v>17.787500000000001</c:v>
                      </c:pt>
                      <c:pt idx="4271">
                        <c:v>17.791667</c:v>
                      </c:pt>
                      <c:pt idx="4272">
                        <c:v>17.795832999999998</c:v>
                      </c:pt>
                      <c:pt idx="4273">
                        <c:v>17.8</c:v>
                      </c:pt>
                      <c:pt idx="4274">
                        <c:v>17.804167</c:v>
                      </c:pt>
                      <c:pt idx="4275">
                        <c:v>17.808333000000001</c:v>
                      </c:pt>
                      <c:pt idx="4276">
                        <c:v>17.8125</c:v>
                      </c:pt>
                      <c:pt idx="4277">
                        <c:v>17.816666999999999</c:v>
                      </c:pt>
                      <c:pt idx="4278">
                        <c:v>17.820833</c:v>
                      </c:pt>
                      <c:pt idx="4279">
                        <c:v>17.824999999999999</c:v>
                      </c:pt>
                      <c:pt idx="4280">
                        <c:v>17.829167000000002</c:v>
                      </c:pt>
                      <c:pt idx="4281">
                        <c:v>17.833333</c:v>
                      </c:pt>
                      <c:pt idx="4282">
                        <c:v>17.837499999999999</c:v>
                      </c:pt>
                      <c:pt idx="4283">
                        <c:v>17.841667000000001</c:v>
                      </c:pt>
                      <c:pt idx="4284">
                        <c:v>17.845832999999999</c:v>
                      </c:pt>
                      <c:pt idx="4285">
                        <c:v>17.850000000000001</c:v>
                      </c:pt>
                      <c:pt idx="4286">
                        <c:v>17.854167</c:v>
                      </c:pt>
                      <c:pt idx="4287">
                        <c:v>17.858332999999998</c:v>
                      </c:pt>
                      <c:pt idx="4288">
                        <c:v>17.862500000000001</c:v>
                      </c:pt>
                      <c:pt idx="4289">
                        <c:v>17.866667</c:v>
                      </c:pt>
                      <c:pt idx="4290">
                        <c:v>17.870833000000001</c:v>
                      </c:pt>
                      <c:pt idx="4291">
                        <c:v>17.875</c:v>
                      </c:pt>
                      <c:pt idx="4292">
                        <c:v>17.879166999999999</c:v>
                      </c:pt>
                      <c:pt idx="4293">
                        <c:v>17.883333</c:v>
                      </c:pt>
                      <c:pt idx="4294">
                        <c:v>17.887499999999999</c:v>
                      </c:pt>
                      <c:pt idx="4295">
                        <c:v>17.891667000000002</c:v>
                      </c:pt>
                      <c:pt idx="4296">
                        <c:v>17.895833</c:v>
                      </c:pt>
                      <c:pt idx="4297">
                        <c:v>17.899999999999999</c:v>
                      </c:pt>
                      <c:pt idx="4298">
                        <c:v>17.904167000000001</c:v>
                      </c:pt>
                      <c:pt idx="4299">
                        <c:v>17.908332999999999</c:v>
                      </c:pt>
                      <c:pt idx="4300">
                        <c:v>17.912500000000001</c:v>
                      </c:pt>
                      <c:pt idx="4301">
                        <c:v>17.916667</c:v>
                      </c:pt>
                      <c:pt idx="4302">
                        <c:v>17.920832999999998</c:v>
                      </c:pt>
                      <c:pt idx="4303">
                        <c:v>17.925000000000001</c:v>
                      </c:pt>
                      <c:pt idx="4304">
                        <c:v>17.929167</c:v>
                      </c:pt>
                      <c:pt idx="4305">
                        <c:v>17.933333000000001</c:v>
                      </c:pt>
                      <c:pt idx="4306">
                        <c:v>17.9375</c:v>
                      </c:pt>
                      <c:pt idx="4307">
                        <c:v>17.941666999999999</c:v>
                      </c:pt>
                      <c:pt idx="4308">
                        <c:v>17.945833</c:v>
                      </c:pt>
                      <c:pt idx="4309">
                        <c:v>17.95</c:v>
                      </c:pt>
                      <c:pt idx="4310">
                        <c:v>17.954167000000002</c:v>
                      </c:pt>
                      <c:pt idx="4311">
                        <c:v>17.958333</c:v>
                      </c:pt>
                      <c:pt idx="4312">
                        <c:v>17.962499999999999</c:v>
                      </c:pt>
                      <c:pt idx="4313">
                        <c:v>17.966667000000001</c:v>
                      </c:pt>
                      <c:pt idx="4314">
                        <c:v>17.970832999999999</c:v>
                      </c:pt>
                      <c:pt idx="4315">
                        <c:v>17.975000000000001</c:v>
                      </c:pt>
                      <c:pt idx="4316">
                        <c:v>17.979167</c:v>
                      </c:pt>
                      <c:pt idx="4317">
                        <c:v>17.983332999999998</c:v>
                      </c:pt>
                      <c:pt idx="4318">
                        <c:v>17.987500000000001</c:v>
                      </c:pt>
                      <c:pt idx="4319">
                        <c:v>17.991667</c:v>
                      </c:pt>
                      <c:pt idx="4320">
                        <c:v>17.995833000000001</c:v>
                      </c:pt>
                      <c:pt idx="4321">
                        <c:v>18</c:v>
                      </c:pt>
                      <c:pt idx="4322">
                        <c:v>18.004166999999999</c:v>
                      </c:pt>
                      <c:pt idx="4323">
                        <c:v>18.008333</c:v>
                      </c:pt>
                      <c:pt idx="4324">
                        <c:v>18.012499999999999</c:v>
                      </c:pt>
                      <c:pt idx="4325">
                        <c:v>18.016667000000002</c:v>
                      </c:pt>
                      <c:pt idx="4326">
                        <c:v>18.020833</c:v>
                      </c:pt>
                      <c:pt idx="4327">
                        <c:v>18.024999999999999</c:v>
                      </c:pt>
                      <c:pt idx="4328">
                        <c:v>18.029167000000001</c:v>
                      </c:pt>
                      <c:pt idx="4329">
                        <c:v>18.033332999999999</c:v>
                      </c:pt>
                      <c:pt idx="4330">
                        <c:v>18.037500000000001</c:v>
                      </c:pt>
                      <c:pt idx="4331">
                        <c:v>18.041667</c:v>
                      </c:pt>
                      <c:pt idx="4332">
                        <c:v>18.045832999999998</c:v>
                      </c:pt>
                      <c:pt idx="4333">
                        <c:v>18.05</c:v>
                      </c:pt>
                      <c:pt idx="4334">
                        <c:v>18.054167</c:v>
                      </c:pt>
                      <c:pt idx="4335">
                        <c:v>18.058333000000001</c:v>
                      </c:pt>
                      <c:pt idx="4336">
                        <c:v>18.0625</c:v>
                      </c:pt>
                      <c:pt idx="4337">
                        <c:v>18.066666999999999</c:v>
                      </c:pt>
                      <c:pt idx="4338">
                        <c:v>18.070833</c:v>
                      </c:pt>
                      <c:pt idx="4339">
                        <c:v>18.074999999999999</c:v>
                      </c:pt>
                      <c:pt idx="4340">
                        <c:v>18.079167000000002</c:v>
                      </c:pt>
                      <c:pt idx="4341">
                        <c:v>18.083333</c:v>
                      </c:pt>
                      <c:pt idx="4342">
                        <c:v>18.087499999999999</c:v>
                      </c:pt>
                      <c:pt idx="4343">
                        <c:v>18.091667000000001</c:v>
                      </c:pt>
                      <c:pt idx="4344">
                        <c:v>18.095832999999999</c:v>
                      </c:pt>
                      <c:pt idx="4345">
                        <c:v>18.100000000000001</c:v>
                      </c:pt>
                      <c:pt idx="4346">
                        <c:v>18.104167</c:v>
                      </c:pt>
                      <c:pt idx="4347">
                        <c:v>18.108332999999998</c:v>
                      </c:pt>
                      <c:pt idx="4348">
                        <c:v>18.112500000000001</c:v>
                      </c:pt>
                      <c:pt idx="4349">
                        <c:v>18.116667</c:v>
                      </c:pt>
                      <c:pt idx="4350">
                        <c:v>18.120833000000001</c:v>
                      </c:pt>
                      <c:pt idx="4351">
                        <c:v>18.125</c:v>
                      </c:pt>
                      <c:pt idx="4352">
                        <c:v>18.129166999999999</c:v>
                      </c:pt>
                      <c:pt idx="4353">
                        <c:v>18.133333</c:v>
                      </c:pt>
                      <c:pt idx="4354">
                        <c:v>18.137499999999999</c:v>
                      </c:pt>
                      <c:pt idx="4355">
                        <c:v>18.141667000000002</c:v>
                      </c:pt>
                      <c:pt idx="4356">
                        <c:v>18.145833</c:v>
                      </c:pt>
                      <c:pt idx="4357">
                        <c:v>18.149999999999999</c:v>
                      </c:pt>
                      <c:pt idx="4358">
                        <c:v>18.154167000000001</c:v>
                      </c:pt>
                      <c:pt idx="4359">
                        <c:v>18.158332999999999</c:v>
                      </c:pt>
                      <c:pt idx="4360">
                        <c:v>18.162500000000001</c:v>
                      </c:pt>
                      <c:pt idx="4361">
                        <c:v>18.166667</c:v>
                      </c:pt>
                      <c:pt idx="4362">
                        <c:v>18.170832999999998</c:v>
                      </c:pt>
                      <c:pt idx="4363">
                        <c:v>18.175000000000001</c:v>
                      </c:pt>
                      <c:pt idx="4364">
                        <c:v>18.179167</c:v>
                      </c:pt>
                      <c:pt idx="4365">
                        <c:v>18.183333000000001</c:v>
                      </c:pt>
                      <c:pt idx="4366">
                        <c:v>18.1875</c:v>
                      </c:pt>
                      <c:pt idx="4367">
                        <c:v>18.191666999999999</c:v>
                      </c:pt>
                      <c:pt idx="4368">
                        <c:v>18.195833</c:v>
                      </c:pt>
                      <c:pt idx="4369">
                        <c:v>18.2</c:v>
                      </c:pt>
                      <c:pt idx="4370">
                        <c:v>18.204167000000002</c:v>
                      </c:pt>
                      <c:pt idx="4371">
                        <c:v>18.208333</c:v>
                      </c:pt>
                      <c:pt idx="4372">
                        <c:v>18.212499999999999</c:v>
                      </c:pt>
                      <c:pt idx="4373">
                        <c:v>18.216667000000001</c:v>
                      </c:pt>
                      <c:pt idx="4374">
                        <c:v>18.220832999999999</c:v>
                      </c:pt>
                      <c:pt idx="4375">
                        <c:v>18.225000000000001</c:v>
                      </c:pt>
                      <c:pt idx="4376">
                        <c:v>18.229167</c:v>
                      </c:pt>
                      <c:pt idx="4377">
                        <c:v>18.233332999999998</c:v>
                      </c:pt>
                      <c:pt idx="4378">
                        <c:v>18.237500000000001</c:v>
                      </c:pt>
                      <c:pt idx="4379">
                        <c:v>18.241667</c:v>
                      </c:pt>
                      <c:pt idx="4380">
                        <c:v>18.245833000000001</c:v>
                      </c:pt>
                      <c:pt idx="4381">
                        <c:v>18.25</c:v>
                      </c:pt>
                      <c:pt idx="4382">
                        <c:v>18.254166999999999</c:v>
                      </c:pt>
                      <c:pt idx="4383">
                        <c:v>18.258333</c:v>
                      </c:pt>
                      <c:pt idx="4384">
                        <c:v>18.262499999999999</c:v>
                      </c:pt>
                      <c:pt idx="4385">
                        <c:v>18.266667000000002</c:v>
                      </c:pt>
                      <c:pt idx="4386">
                        <c:v>18.270833</c:v>
                      </c:pt>
                      <c:pt idx="4387">
                        <c:v>18.274999999999999</c:v>
                      </c:pt>
                      <c:pt idx="4388">
                        <c:v>18.279167000000001</c:v>
                      </c:pt>
                      <c:pt idx="4389">
                        <c:v>18.283332999999999</c:v>
                      </c:pt>
                      <c:pt idx="4390">
                        <c:v>18.287500000000001</c:v>
                      </c:pt>
                      <c:pt idx="4391">
                        <c:v>18.291667</c:v>
                      </c:pt>
                      <c:pt idx="4392">
                        <c:v>18.295832999999998</c:v>
                      </c:pt>
                      <c:pt idx="4393">
                        <c:v>18.3</c:v>
                      </c:pt>
                      <c:pt idx="4394">
                        <c:v>18.304167</c:v>
                      </c:pt>
                      <c:pt idx="4395">
                        <c:v>18.308333000000001</c:v>
                      </c:pt>
                      <c:pt idx="4396">
                        <c:v>18.3125</c:v>
                      </c:pt>
                      <c:pt idx="4397">
                        <c:v>18.316666999999999</c:v>
                      </c:pt>
                      <c:pt idx="4398">
                        <c:v>18.320833</c:v>
                      </c:pt>
                      <c:pt idx="4399">
                        <c:v>18.324999999999999</c:v>
                      </c:pt>
                      <c:pt idx="4400">
                        <c:v>18.329167000000002</c:v>
                      </c:pt>
                      <c:pt idx="4401">
                        <c:v>18.333333</c:v>
                      </c:pt>
                      <c:pt idx="4402">
                        <c:v>18.337499999999999</c:v>
                      </c:pt>
                      <c:pt idx="4403">
                        <c:v>18.341667000000001</c:v>
                      </c:pt>
                      <c:pt idx="4404">
                        <c:v>18.345832999999999</c:v>
                      </c:pt>
                      <c:pt idx="4405">
                        <c:v>18.350000000000001</c:v>
                      </c:pt>
                      <c:pt idx="4406">
                        <c:v>18.354167</c:v>
                      </c:pt>
                      <c:pt idx="4407">
                        <c:v>18.358332999999998</c:v>
                      </c:pt>
                      <c:pt idx="4408">
                        <c:v>18.362500000000001</c:v>
                      </c:pt>
                      <c:pt idx="4409">
                        <c:v>18.366667</c:v>
                      </c:pt>
                      <c:pt idx="4410">
                        <c:v>18.370833000000001</c:v>
                      </c:pt>
                      <c:pt idx="4411">
                        <c:v>18.375</c:v>
                      </c:pt>
                      <c:pt idx="4412">
                        <c:v>18.379166999999999</c:v>
                      </c:pt>
                      <c:pt idx="4413">
                        <c:v>18.383333</c:v>
                      </c:pt>
                      <c:pt idx="4414">
                        <c:v>18.387499999999999</c:v>
                      </c:pt>
                      <c:pt idx="4415">
                        <c:v>18.391667000000002</c:v>
                      </c:pt>
                      <c:pt idx="4416">
                        <c:v>18.395833</c:v>
                      </c:pt>
                      <c:pt idx="4417">
                        <c:v>18.399999999999999</c:v>
                      </c:pt>
                      <c:pt idx="4418">
                        <c:v>18.404167000000001</c:v>
                      </c:pt>
                      <c:pt idx="4419">
                        <c:v>18.408332999999999</c:v>
                      </c:pt>
                      <c:pt idx="4420">
                        <c:v>18.412500000000001</c:v>
                      </c:pt>
                      <c:pt idx="4421">
                        <c:v>18.416667</c:v>
                      </c:pt>
                      <c:pt idx="4422">
                        <c:v>18.420832999999998</c:v>
                      </c:pt>
                      <c:pt idx="4423">
                        <c:v>18.425000000000001</c:v>
                      </c:pt>
                      <c:pt idx="4424">
                        <c:v>18.429167</c:v>
                      </c:pt>
                      <c:pt idx="4425">
                        <c:v>18.433333000000001</c:v>
                      </c:pt>
                      <c:pt idx="4426">
                        <c:v>18.4375</c:v>
                      </c:pt>
                      <c:pt idx="4427">
                        <c:v>18.441666999999999</c:v>
                      </c:pt>
                      <c:pt idx="4428">
                        <c:v>18.445833</c:v>
                      </c:pt>
                      <c:pt idx="4429">
                        <c:v>18.45</c:v>
                      </c:pt>
                      <c:pt idx="4430">
                        <c:v>18.454167000000002</c:v>
                      </c:pt>
                      <c:pt idx="4431">
                        <c:v>18.458333</c:v>
                      </c:pt>
                      <c:pt idx="4432">
                        <c:v>18.462499999999999</c:v>
                      </c:pt>
                      <c:pt idx="4433">
                        <c:v>18.466667000000001</c:v>
                      </c:pt>
                      <c:pt idx="4434">
                        <c:v>18.470832999999999</c:v>
                      </c:pt>
                      <c:pt idx="4435">
                        <c:v>18.475000000000001</c:v>
                      </c:pt>
                      <c:pt idx="4436">
                        <c:v>18.479167</c:v>
                      </c:pt>
                      <c:pt idx="4437">
                        <c:v>18.483332999999998</c:v>
                      </c:pt>
                      <c:pt idx="4438">
                        <c:v>18.487500000000001</c:v>
                      </c:pt>
                      <c:pt idx="4439">
                        <c:v>18.491667</c:v>
                      </c:pt>
                      <c:pt idx="4440">
                        <c:v>18.495833000000001</c:v>
                      </c:pt>
                      <c:pt idx="4441">
                        <c:v>18.5</c:v>
                      </c:pt>
                      <c:pt idx="4442">
                        <c:v>18.504166999999999</c:v>
                      </c:pt>
                      <c:pt idx="4443">
                        <c:v>18.508333</c:v>
                      </c:pt>
                      <c:pt idx="4444">
                        <c:v>18.512499999999999</c:v>
                      </c:pt>
                      <c:pt idx="4445">
                        <c:v>18.516667000000002</c:v>
                      </c:pt>
                      <c:pt idx="4446">
                        <c:v>18.520833</c:v>
                      </c:pt>
                      <c:pt idx="4447">
                        <c:v>18.524999999999999</c:v>
                      </c:pt>
                      <c:pt idx="4448">
                        <c:v>18.529167000000001</c:v>
                      </c:pt>
                      <c:pt idx="4449">
                        <c:v>18.533332999999999</c:v>
                      </c:pt>
                      <c:pt idx="4450">
                        <c:v>18.537500000000001</c:v>
                      </c:pt>
                      <c:pt idx="4451">
                        <c:v>18.541667</c:v>
                      </c:pt>
                      <c:pt idx="4452">
                        <c:v>18.545832999999998</c:v>
                      </c:pt>
                      <c:pt idx="4453">
                        <c:v>18.55</c:v>
                      </c:pt>
                      <c:pt idx="4454">
                        <c:v>18.554167</c:v>
                      </c:pt>
                      <c:pt idx="4455">
                        <c:v>18.558333000000001</c:v>
                      </c:pt>
                      <c:pt idx="4456">
                        <c:v>18.5625</c:v>
                      </c:pt>
                      <c:pt idx="4457">
                        <c:v>18.566666999999999</c:v>
                      </c:pt>
                      <c:pt idx="4458">
                        <c:v>18.570833</c:v>
                      </c:pt>
                      <c:pt idx="4459">
                        <c:v>18.574999999999999</c:v>
                      </c:pt>
                      <c:pt idx="4460">
                        <c:v>18.579167000000002</c:v>
                      </c:pt>
                      <c:pt idx="4461">
                        <c:v>18.583333</c:v>
                      </c:pt>
                      <c:pt idx="4462">
                        <c:v>18.587499999999999</c:v>
                      </c:pt>
                      <c:pt idx="4463">
                        <c:v>18.591667000000001</c:v>
                      </c:pt>
                      <c:pt idx="4464">
                        <c:v>18.595832999999999</c:v>
                      </c:pt>
                      <c:pt idx="4465">
                        <c:v>18.600000000000001</c:v>
                      </c:pt>
                      <c:pt idx="4466">
                        <c:v>18.604167</c:v>
                      </c:pt>
                      <c:pt idx="4467">
                        <c:v>18.608332999999998</c:v>
                      </c:pt>
                      <c:pt idx="4468">
                        <c:v>18.612500000000001</c:v>
                      </c:pt>
                      <c:pt idx="4469">
                        <c:v>18.616667</c:v>
                      </c:pt>
                      <c:pt idx="4470">
                        <c:v>18.620833000000001</c:v>
                      </c:pt>
                      <c:pt idx="4471">
                        <c:v>18.625</c:v>
                      </c:pt>
                      <c:pt idx="4472">
                        <c:v>18.629166999999999</c:v>
                      </c:pt>
                      <c:pt idx="4473">
                        <c:v>18.633333</c:v>
                      </c:pt>
                      <c:pt idx="4474">
                        <c:v>18.637499999999999</c:v>
                      </c:pt>
                      <c:pt idx="4475">
                        <c:v>18.641667000000002</c:v>
                      </c:pt>
                      <c:pt idx="4476">
                        <c:v>18.645833</c:v>
                      </c:pt>
                      <c:pt idx="4477">
                        <c:v>18.649999999999999</c:v>
                      </c:pt>
                      <c:pt idx="4478">
                        <c:v>18.654167000000001</c:v>
                      </c:pt>
                      <c:pt idx="4479">
                        <c:v>18.658332999999999</c:v>
                      </c:pt>
                      <c:pt idx="4480">
                        <c:v>18.662500000000001</c:v>
                      </c:pt>
                      <c:pt idx="4481">
                        <c:v>18.666667</c:v>
                      </c:pt>
                      <c:pt idx="4482">
                        <c:v>18.670832999999998</c:v>
                      </c:pt>
                      <c:pt idx="4483">
                        <c:v>18.675000000000001</c:v>
                      </c:pt>
                      <c:pt idx="4484">
                        <c:v>18.679167</c:v>
                      </c:pt>
                      <c:pt idx="4485">
                        <c:v>18.683333000000001</c:v>
                      </c:pt>
                      <c:pt idx="4486">
                        <c:v>18.6875</c:v>
                      </c:pt>
                      <c:pt idx="4487">
                        <c:v>18.691666999999999</c:v>
                      </c:pt>
                      <c:pt idx="4488">
                        <c:v>18.695833</c:v>
                      </c:pt>
                      <c:pt idx="4489">
                        <c:v>18.7</c:v>
                      </c:pt>
                      <c:pt idx="4490">
                        <c:v>18.704167000000002</c:v>
                      </c:pt>
                      <c:pt idx="4491">
                        <c:v>18.708333</c:v>
                      </c:pt>
                      <c:pt idx="4492">
                        <c:v>18.712499999999999</c:v>
                      </c:pt>
                      <c:pt idx="4493">
                        <c:v>18.716667000000001</c:v>
                      </c:pt>
                      <c:pt idx="4494">
                        <c:v>18.720832999999999</c:v>
                      </c:pt>
                      <c:pt idx="4495">
                        <c:v>18.725000000000001</c:v>
                      </c:pt>
                      <c:pt idx="4496">
                        <c:v>18.729167</c:v>
                      </c:pt>
                      <c:pt idx="4497">
                        <c:v>18.733332999999998</c:v>
                      </c:pt>
                      <c:pt idx="4498">
                        <c:v>18.737500000000001</c:v>
                      </c:pt>
                      <c:pt idx="4499">
                        <c:v>18.741667</c:v>
                      </c:pt>
                      <c:pt idx="4500">
                        <c:v>18.745833000000001</c:v>
                      </c:pt>
                      <c:pt idx="4501">
                        <c:v>18.75</c:v>
                      </c:pt>
                      <c:pt idx="4502">
                        <c:v>18.754166999999999</c:v>
                      </c:pt>
                      <c:pt idx="4503">
                        <c:v>18.758333</c:v>
                      </c:pt>
                      <c:pt idx="4504">
                        <c:v>18.762499999999999</c:v>
                      </c:pt>
                      <c:pt idx="4505">
                        <c:v>18.766667000000002</c:v>
                      </c:pt>
                      <c:pt idx="4506">
                        <c:v>18.770833</c:v>
                      </c:pt>
                      <c:pt idx="4507">
                        <c:v>18.774999999999999</c:v>
                      </c:pt>
                      <c:pt idx="4508">
                        <c:v>18.779167000000001</c:v>
                      </c:pt>
                      <c:pt idx="4509">
                        <c:v>18.783332999999999</c:v>
                      </c:pt>
                      <c:pt idx="4510">
                        <c:v>18.787500000000001</c:v>
                      </c:pt>
                      <c:pt idx="4511">
                        <c:v>18.791667</c:v>
                      </c:pt>
                      <c:pt idx="4512">
                        <c:v>18.795832999999998</c:v>
                      </c:pt>
                      <c:pt idx="4513">
                        <c:v>18.8</c:v>
                      </c:pt>
                      <c:pt idx="4514">
                        <c:v>18.804167</c:v>
                      </c:pt>
                      <c:pt idx="4515">
                        <c:v>18.808333000000001</c:v>
                      </c:pt>
                      <c:pt idx="4516">
                        <c:v>18.8125</c:v>
                      </c:pt>
                      <c:pt idx="4517">
                        <c:v>18.816666999999999</c:v>
                      </c:pt>
                      <c:pt idx="4518">
                        <c:v>18.820833</c:v>
                      </c:pt>
                      <c:pt idx="4519">
                        <c:v>18.824999999999999</c:v>
                      </c:pt>
                      <c:pt idx="4520">
                        <c:v>18.829167000000002</c:v>
                      </c:pt>
                      <c:pt idx="4521">
                        <c:v>18.833333</c:v>
                      </c:pt>
                      <c:pt idx="4522">
                        <c:v>18.837499999999999</c:v>
                      </c:pt>
                      <c:pt idx="4523">
                        <c:v>18.841667000000001</c:v>
                      </c:pt>
                      <c:pt idx="4524">
                        <c:v>18.845832999999999</c:v>
                      </c:pt>
                      <c:pt idx="4525">
                        <c:v>18.850000000000001</c:v>
                      </c:pt>
                      <c:pt idx="4526">
                        <c:v>18.854167</c:v>
                      </c:pt>
                      <c:pt idx="4527">
                        <c:v>18.858332999999998</c:v>
                      </c:pt>
                      <c:pt idx="4528">
                        <c:v>18.862500000000001</c:v>
                      </c:pt>
                      <c:pt idx="4529">
                        <c:v>18.866667</c:v>
                      </c:pt>
                      <c:pt idx="4530">
                        <c:v>18.870833000000001</c:v>
                      </c:pt>
                      <c:pt idx="4531">
                        <c:v>18.875</c:v>
                      </c:pt>
                      <c:pt idx="4532">
                        <c:v>18.879166999999999</c:v>
                      </c:pt>
                      <c:pt idx="4533">
                        <c:v>18.883333</c:v>
                      </c:pt>
                      <c:pt idx="4534">
                        <c:v>18.887499999999999</c:v>
                      </c:pt>
                      <c:pt idx="4535">
                        <c:v>18.891667000000002</c:v>
                      </c:pt>
                      <c:pt idx="4536">
                        <c:v>18.895833</c:v>
                      </c:pt>
                      <c:pt idx="4537">
                        <c:v>18.899999999999999</c:v>
                      </c:pt>
                      <c:pt idx="4538">
                        <c:v>18.904167000000001</c:v>
                      </c:pt>
                      <c:pt idx="4539">
                        <c:v>18.908332999999999</c:v>
                      </c:pt>
                      <c:pt idx="4540">
                        <c:v>18.912500000000001</c:v>
                      </c:pt>
                      <c:pt idx="4541">
                        <c:v>18.916667</c:v>
                      </c:pt>
                      <c:pt idx="4542">
                        <c:v>18.920832999999998</c:v>
                      </c:pt>
                      <c:pt idx="4543">
                        <c:v>18.925000000000001</c:v>
                      </c:pt>
                      <c:pt idx="4544">
                        <c:v>18.929167</c:v>
                      </c:pt>
                      <c:pt idx="4545">
                        <c:v>18.933333000000001</c:v>
                      </c:pt>
                      <c:pt idx="4546">
                        <c:v>18.9375</c:v>
                      </c:pt>
                      <c:pt idx="4547">
                        <c:v>18.941666999999999</c:v>
                      </c:pt>
                      <c:pt idx="4548">
                        <c:v>18.945833</c:v>
                      </c:pt>
                      <c:pt idx="4549">
                        <c:v>18.95</c:v>
                      </c:pt>
                      <c:pt idx="4550">
                        <c:v>18.954167000000002</c:v>
                      </c:pt>
                      <c:pt idx="4551">
                        <c:v>18.958333</c:v>
                      </c:pt>
                      <c:pt idx="4552">
                        <c:v>18.962499999999999</c:v>
                      </c:pt>
                      <c:pt idx="4553">
                        <c:v>18.966667000000001</c:v>
                      </c:pt>
                      <c:pt idx="4554">
                        <c:v>18.970832999999999</c:v>
                      </c:pt>
                      <c:pt idx="4555">
                        <c:v>18.975000000000001</c:v>
                      </c:pt>
                      <c:pt idx="4556">
                        <c:v>18.979167</c:v>
                      </c:pt>
                      <c:pt idx="4557">
                        <c:v>18.983332999999998</c:v>
                      </c:pt>
                      <c:pt idx="4558">
                        <c:v>18.987500000000001</c:v>
                      </c:pt>
                      <c:pt idx="4559">
                        <c:v>18.991667</c:v>
                      </c:pt>
                      <c:pt idx="4560">
                        <c:v>18.995833000000001</c:v>
                      </c:pt>
                      <c:pt idx="4561">
                        <c:v>19</c:v>
                      </c:pt>
                      <c:pt idx="4562">
                        <c:v>19.004166999999999</c:v>
                      </c:pt>
                      <c:pt idx="4563">
                        <c:v>19.008333</c:v>
                      </c:pt>
                      <c:pt idx="4564">
                        <c:v>19.012499999999999</c:v>
                      </c:pt>
                      <c:pt idx="4565">
                        <c:v>19.016667000000002</c:v>
                      </c:pt>
                      <c:pt idx="4566">
                        <c:v>19.020833</c:v>
                      </c:pt>
                      <c:pt idx="4567">
                        <c:v>19.024999999999999</c:v>
                      </c:pt>
                      <c:pt idx="4568">
                        <c:v>19.029167000000001</c:v>
                      </c:pt>
                      <c:pt idx="4569">
                        <c:v>19.033332999999999</c:v>
                      </c:pt>
                      <c:pt idx="4570">
                        <c:v>19.037500000000001</c:v>
                      </c:pt>
                      <c:pt idx="4571">
                        <c:v>19.041667</c:v>
                      </c:pt>
                      <c:pt idx="4572">
                        <c:v>19.045832999999998</c:v>
                      </c:pt>
                      <c:pt idx="4573">
                        <c:v>19.05</c:v>
                      </c:pt>
                      <c:pt idx="4574">
                        <c:v>19.054167</c:v>
                      </c:pt>
                      <c:pt idx="4575">
                        <c:v>19.058333000000001</c:v>
                      </c:pt>
                      <c:pt idx="4576">
                        <c:v>19.0625</c:v>
                      </c:pt>
                      <c:pt idx="4577">
                        <c:v>19.066666999999999</c:v>
                      </c:pt>
                      <c:pt idx="4578">
                        <c:v>19.070833</c:v>
                      </c:pt>
                      <c:pt idx="4579">
                        <c:v>19.074999999999999</c:v>
                      </c:pt>
                      <c:pt idx="4580">
                        <c:v>19.079167000000002</c:v>
                      </c:pt>
                      <c:pt idx="4581">
                        <c:v>19.083333</c:v>
                      </c:pt>
                      <c:pt idx="4582">
                        <c:v>19.087499999999999</c:v>
                      </c:pt>
                      <c:pt idx="4583">
                        <c:v>19.091667000000001</c:v>
                      </c:pt>
                      <c:pt idx="4584">
                        <c:v>19.095832999999999</c:v>
                      </c:pt>
                      <c:pt idx="4585">
                        <c:v>19.100000000000001</c:v>
                      </c:pt>
                      <c:pt idx="4586">
                        <c:v>19.104167</c:v>
                      </c:pt>
                      <c:pt idx="4587">
                        <c:v>19.108332999999998</c:v>
                      </c:pt>
                      <c:pt idx="4588">
                        <c:v>19.112500000000001</c:v>
                      </c:pt>
                      <c:pt idx="4589">
                        <c:v>19.116667</c:v>
                      </c:pt>
                      <c:pt idx="4590">
                        <c:v>19.120833000000001</c:v>
                      </c:pt>
                      <c:pt idx="4591">
                        <c:v>19.125</c:v>
                      </c:pt>
                      <c:pt idx="4592">
                        <c:v>19.129166999999999</c:v>
                      </c:pt>
                      <c:pt idx="4593">
                        <c:v>19.133333</c:v>
                      </c:pt>
                      <c:pt idx="4594">
                        <c:v>19.137499999999999</c:v>
                      </c:pt>
                      <c:pt idx="4595">
                        <c:v>19.141667000000002</c:v>
                      </c:pt>
                      <c:pt idx="4596">
                        <c:v>19.145833</c:v>
                      </c:pt>
                      <c:pt idx="4597">
                        <c:v>19.149999999999999</c:v>
                      </c:pt>
                      <c:pt idx="4598">
                        <c:v>19.154167000000001</c:v>
                      </c:pt>
                      <c:pt idx="4599">
                        <c:v>19.158332999999999</c:v>
                      </c:pt>
                      <c:pt idx="4600">
                        <c:v>19.162500000000001</c:v>
                      </c:pt>
                      <c:pt idx="4601">
                        <c:v>19.166667</c:v>
                      </c:pt>
                      <c:pt idx="4602">
                        <c:v>19.170832999999998</c:v>
                      </c:pt>
                      <c:pt idx="4603">
                        <c:v>19.175000000000001</c:v>
                      </c:pt>
                      <c:pt idx="4604">
                        <c:v>19.179167</c:v>
                      </c:pt>
                      <c:pt idx="4605">
                        <c:v>19.183333000000001</c:v>
                      </c:pt>
                      <c:pt idx="4606">
                        <c:v>19.1875</c:v>
                      </c:pt>
                      <c:pt idx="4607">
                        <c:v>19.191666999999999</c:v>
                      </c:pt>
                      <c:pt idx="4608">
                        <c:v>19.195833</c:v>
                      </c:pt>
                      <c:pt idx="4609">
                        <c:v>19.2</c:v>
                      </c:pt>
                      <c:pt idx="4610">
                        <c:v>19.204167000000002</c:v>
                      </c:pt>
                      <c:pt idx="4611">
                        <c:v>19.208333</c:v>
                      </c:pt>
                      <c:pt idx="4612">
                        <c:v>19.212499999999999</c:v>
                      </c:pt>
                      <c:pt idx="4613">
                        <c:v>19.216667000000001</c:v>
                      </c:pt>
                      <c:pt idx="4614">
                        <c:v>19.220832999999999</c:v>
                      </c:pt>
                      <c:pt idx="4615">
                        <c:v>19.225000000000001</c:v>
                      </c:pt>
                      <c:pt idx="4616">
                        <c:v>19.229167</c:v>
                      </c:pt>
                      <c:pt idx="4617">
                        <c:v>19.233332999999998</c:v>
                      </c:pt>
                      <c:pt idx="4618">
                        <c:v>19.237500000000001</c:v>
                      </c:pt>
                      <c:pt idx="4619">
                        <c:v>19.241667</c:v>
                      </c:pt>
                      <c:pt idx="4620">
                        <c:v>19.245833000000001</c:v>
                      </c:pt>
                      <c:pt idx="4621">
                        <c:v>19.25</c:v>
                      </c:pt>
                      <c:pt idx="4622">
                        <c:v>19.254166999999999</c:v>
                      </c:pt>
                      <c:pt idx="4623">
                        <c:v>19.258333</c:v>
                      </c:pt>
                      <c:pt idx="4624">
                        <c:v>19.262499999999999</c:v>
                      </c:pt>
                      <c:pt idx="4625">
                        <c:v>19.266667000000002</c:v>
                      </c:pt>
                      <c:pt idx="4626">
                        <c:v>19.270833</c:v>
                      </c:pt>
                      <c:pt idx="4627">
                        <c:v>19.274999999999999</c:v>
                      </c:pt>
                      <c:pt idx="4628">
                        <c:v>19.279167000000001</c:v>
                      </c:pt>
                      <c:pt idx="4629">
                        <c:v>19.283332999999999</c:v>
                      </c:pt>
                      <c:pt idx="4630">
                        <c:v>19.287500000000001</c:v>
                      </c:pt>
                      <c:pt idx="4631">
                        <c:v>19.291667</c:v>
                      </c:pt>
                      <c:pt idx="4632">
                        <c:v>19.295832999999998</c:v>
                      </c:pt>
                      <c:pt idx="4633">
                        <c:v>19.3</c:v>
                      </c:pt>
                      <c:pt idx="4634">
                        <c:v>19.304167</c:v>
                      </c:pt>
                      <c:pt idx="4635">
                        <c:v>19.308333000000001</c:v>
                      </c:pt>
                      <c:pt idx="4636">
                        <c:v>19.3125</c:v>
                      </c:pt>
                      <c:pt idx="4637">
                        <c:v>19.316666999999999</c:v>
                      </c:pt>
                      <c:pt idx="4638">
                        <c:v>19.320833</c:v>
                      </c:pt>
                      <c:pt idx="4639">
                        <c:v>19.324999999999999</c:v>
                      </c:pt>
                      <c:pt idx="4640">
                        <c:v>19.329167000000002</c:v>
                      </c:pt>
                      <c:pt idx="4641">
                        <c:v>19.333333</c:v>
                      </c:pt>
                      <c:pt idx="4642">
                        <c:v>19.337499999999999</c:v>
                      </c:pt>
                      <c:pt idx="4643">
                        <c:v>19.341667000000001</c:v>
                      </c:pt>
                      <c:pt idx="4644">
                        <c:v>19.345832999999999</c:v>
                      </c:pt>
                      <c:pt idx="4645">
                        <c:v>19.350000000000001</c:v>
                      </c:pt>
                      <c:pt idx="4646">
                        <c:v>19.354167</c:v>
                      </c:pt>
                      <c:pt idx="4647">
                        <c:v>19.358332999999998</c:v>
                      </c:pt>
                      <c:pt idx="4648">
                        <c:v>19.362500000000001</c:v>
                      </c:pt>
                      <c:pt idx="4649">
                        <c:v>19.366667</c:v>
                      </c:pt>
                      <c:pt idx="4650">
                        <c:v>19.370833000000001</c:v>
                      </c:pt>
                      <c:pt idx="4651">
                        <c:v>19.375</c:v>
                      </c:pt>
                      <c:pt idx="4652">
                        <c:v>19.379166999999999</c:v>
                      </c:pt>
                      <c:pt idx="4653">
                        <c:v>19.383333</c:v>
                      </c:pt>
                      <c:pt idx="4654">
                        <c:v>19.387499999999999</c:v>
                      </c:pt>
                      <c:pt idx="4655">
                        <c:v>19.391667000000002</c:v>
                      </c:pt>
                      <c:pt idx="4656">
                        <c:v>19.395833</c:v>
                      </c:pt>
                      <c:pt idx="4657">
                        <c:v>19.399999999999999</c:v>
                      </c:pt>
                      <c:pt idx="4658">
                        <c:v>19.404167000000001</c:v>
                      </c:pt>
                      <c:pt idx="4659">
                        <c:v>19.408332999999999</c:v>
                      </c:pt>
                      <c:pt idx="4660">
                        <c:v>19.412500000000001</c:v>
                      </c:pt>
                      <c:pt idx="4661">
                        <c:v>19.416667</c:v>
                      </c:pt>
                      <c:pt idx="4662">
                        <c:v>19.420832999999998</c:v>
                      </c:pt>
                      <c:pt idx="4663">
                        <c:v>19.425000000000001</c:v>
                      </c:pt>
                      <c:pt idx="4664">
                        <c:v>19.429167</c:v>
                      </c:pt>
                      <c:pt idx="4665">
                        <c:v>19.433333000000001</c:v>
                      </c:pt>
                      <c:pt idx="4666">
                        <c:v>19.4375</c:v>
                      </c:pt>
                      <c:pt idx="4667">
                        <c:v>19.441666999999999</c:v>
                      </c:pt>
                      <c:pt idx="4668">
                        <c:v>19.445833</c:v>
                      </c:pt>
                      <c:pt idx="4669">
                        <c:v>19.45</c:v>
                      </c:pt>
                      <c:pt idx="4670">
                        <c:v>19.454167000000002</c:v>
                      </c:pt>
                      <c:pt idx="4671">
                        <c:v>19.458333</c:v>
                      </c:pt>
                      <c:pt idx="4672">
                        <c:v>19.462499999999999</c:v>
                      </c:pt>
                      <c:pt idx="4673">
                        <c:v>19.466667000000001</c:v>
                      </c:pt>
                      <c:pt idx="4674">
                        <c:v>19.470832999999999</c:v>
                      </c:pt>
                      <c:pt idx="4675">
                        <c:v>19.475000000000001</c:v>
                      </c:pt>
                      <c:pt idx="4676">
                        <c:v>19.479167</c:v>
                      </c:pt>
                      <c:pt idx="4677">
                        <c:v>19.483332999999998</c:v>
                      </c:pt>
                      <c:pt idx="4678">
                        <c:v>19.487500000000001</c:v>
                      </c:pt>
                      <c:pt idx="4679">
                        <c:v>19.491667</c:v>
                      </c:pt>
                      <c:pt idx="4680">
                        <c:v>19.495833000000001</c:v>
                      </c:pt>
                      <c:pt idx="4681">
                        <c:v>19.5</c:v>
                      </c:pt>
                      <c:pt idx="4682">
                        <c:v>19.504166999999999</c:v>
                      </c:pt>
                      <c:pt idx="4683">
                        <c:v>19.508333</c:v>
                      </c:pt>
                      <c:pt idx="4684">
                        <c:v>19.512499999999999</c:v>
                      </c:pt>
                      <c:pt idx="4685">
                        <c:v>19.516667000000002</c:v>
                      </c:pt>
                      <c:pt idx="4686">
                        <c:v>19.520833</c:v>
                      </c:pt>
                      <c:pt idx="4687">
                        <c:v>19.524999999999999</c:v>
                      </c:pt>
                      <c:pt idx="4688">
                        <c:v>19.529167000000001</c:v>
                      </c:pt>
                      <c:pt idx="4689">
                        <c:v>19.533332999999999</c:v>
                      </c:pt>
                      <c:pt idx="4690">
                        <c:v>19.537500000000001</c:v>
                      </c:pt>
                      <c:pt idx="4691">
                        <c:v>19.541667</c:v>
                      </c:pt>
                      <c:pt idx="4692">
                        <c:v>19.545832999999998</c:v>
                      </c:pt>
                      <c:pt idx="4693">
                        <c:v>19.55</c:v>
                      </c:pt>
                      <c:pt idx="4694">
                        <c:v>19.554167</c:v>
                      </c:pt>
                      <c:pt idx="4695">
                        <c:v>19.558333000000001</c:v>
                      </c:pt>
                      <c:pt idx="4696">
                        <c:v>19.5625</c:v>
                      </c:pt>
                      <c:pt idx="4697">
                        <c:v>19.566666999999999</c:v>
                      </c:pt>
                      <c:pt idx="4698">
                        <c:v>19.570833</c:v>
                      </c:pt>
                      <c:pt idx="4699">
                        <c:v>19.574999999999999</c:v>
                      </c:pt>
                      <c:pt idx="4700">
                        <c:v>19.579167000000002</c:v>
                      </c:pt>
                      <c:pt idx="4701">
                        <c:v>19.583333</c:v>
                      </c:pt>
                      <c:pt idx="4702">
                        <c:v>19.587499999999999</c:v>
                      </c:pt>
                      <c:pt idx="4703">
                        <c:v>19.591667000000001</c:v>
                      </c:pt>
                      <c:pt idx="4704">
                        <c:v>19.595832999999999</c:v>
                      </c:pt>
                      <c:pt idx="4705">
                        <c:v>19.600000000000001</c:v>
                      </c:pt>
                      <c:pt idx="4706">
                        <c:v>19.604167</c:v>
                      </c:pt>
                      <c:pt idx="4707">
                        <c:v>19.608332999999998</c:v>
                      </c:pt>
                      <c:pt idx="4708">
                        <c:v>19.612500000000001</c:v>
                      </c:pt>
                      <c:pt idx="4709">
                        <c:v>19.616667</c:v>
                      </c:pt>
                      <c:pt idx="4710">
                        <c:v>19.620833000000001</c:v>
                      </c:pt>
                      <c:pt idx="4711">
                        <c:v>19.625</c:v>
                      </c:pt>
                      <c:pt idx="4712">
                        <c:v>19.629166999999999</c:v>
                      </c:pt>
                      <c:pt idx="4713">
                        <c:v>19.633333</c:v>
                      </c:pt>
                      <c:pt idx="4714">
                        <c:v>19.637499999999999</c:v>
                      </c:pt>
                      <c:pt idx="4715">
                        <c:v>19.641667000000002</c:v>
                      </c:pt>
                      <c:pt idx="4716">
                        <c:v>19.645833</c:v>
                      </c:pt>
                      <c:pt idx="4717">
                        <c:v>19.649999999999999</c:v>
                      </c:pt>
                      <c:pt idx="4718">
                        <c:v>19.654167000000001</c:v>
                      </c:pt>
                      <c:pt idx="4719">
                        <c:v>19.658332999999999</c:v>
                      </c:pt>
                      <c:pt idx="4720">
                        <c:v>19.662500000000001</c:v>
                      </c:pt>
                      <c:pt idx="4721">
                        <c:v>19.666667</c:v>
                      </c:pt>
                      <c:pt idx="4722">
                        <c:v>19.670832999999998</c:v>
                      </c:pt>
                      <c:pt idx="4723">
                        <c:v>19.675000000000001</c:v>
                      </c:pt>
                      <c:pt idx="4724">
                        <c:v>19.679167</c:v>
                      </c:pt>
                      <c:pt idx="4725">
                        <c:v>19.683333000000001</c:v>
                      </c:pt>
                      <c:pt idx="4726">
                        <c:v>19.6875</c:v>
                      </c:pt>
                      <c:pt idx="4727">
                        <c:v>19.691666999999999</c:v>
                      </c:pt>
                      <c:pt idx="4728">
                        <c:v>19.695833</c:v>
                      </c:pt>
                      <c:pt idx="4729">
                        <c:v>19.7</c:v>
                      </c:pt>
                      <c:pt idx="4730">
                        <c:v>19.704167000000002</c:v>
                      </c:pt>
                      <c:pt idx="4731">
                        <c:v>19.708333</c:v>
                      </c:pt>
                      <c:pt idx="4732">
                        <c:v>19.712499999999999</c:v>
                      </c:pt>
                      <c:pt idx="4733">
                        <c:v>19.716667000000001</c:v>
                      </c:pt>
                      <c:pt idx="4734">
                        <c:v>19.720832999999999</c:v>
                      </c:pt>
                      <c:pt idx="4735">
                        <c:v>19.725000000000001</c:v>
                      </c:pt>
                      <c:pt idx="4736">
                        <c:v>19.729167</c:v>
                      </c:pt>
                      <c:pt idx="4737">
                        <c:v>19.733332999999998</c:v>
                      </c:pt>
                      <c:pt idx="4738">
                        <c:v>19.737500000000001</c:v>
                      </c:pt>
                      <c:pt idx="4739">
                        <c:v>19.741667</c:v>
                      </c:pt>
                      <c:pt idx="4740">
                        <c:v>19.745833000000001</c:v>
                      </c:pt>
                      <c:pt idx="4741">
                        <c:v>19.75</c:v>
                      </c:pt>
                      <c:pt idx="4742">
                        <c:v>19.754166999999999</c:v>
                      </c:pt>
                      <c:pt idx="4743">
                        <c:v>19.758333</c:v>
                      </c:pt>
                      <c:pt idx="4744">
                        <c:v>19.762499999999999</c:v>
                      </c:pt>
                      <c:pt idx="4745">
                        <c:v>19.766667000000002</c:v>
                      </c:pt>
                      <c:pt idx="4746">
                        <c:v>19.770833</c:v>
                      </c:pt>
                      <c:pt idx="4747">
                        <c:v>19.774999999999999</c:v>
                      </c:pt>
                      <c:pt idx="4748">
                        <c:v>19.779167000000001</c:v>
                      </c:pt>
                      <c:pt idx="4749">
                        <c:v>19.783332999999999</c:v>
                      </c:pt>
                      <c:pt idx="4750">
                        <c:v>19.787500000000001</c:v>
                      </c:pt>
                      <c:pt idx="4751">
                        <c:v>19.791667</c:v>
                      </c:pt>
                      <c:pt idx="4752">
                        <c:v>19.795832999999998</c:v>
                      </c:pt>
                      <c:pt idx="4753">
                        <c:v>19.8</c:v>
                      </c:pt>
                      <c:pt idx="4754">
                        <c:v>19.804167</c:v>
                      </c:pt>
                      <c:pt idx="4755">
                        <c:v>19.808333000000001</c:v>
                      </c:pt>
                      <c:pt idx="4756">
                        <c:v>19.8125</c:v>
                      </c:pt>
                      <c:pt idx="4757">
                        <c:v>19.816666999999999</c:v>
                      </c:pt>
                      <c:pt idx="4758">
                        <c:v>19.820833</c:v>
                      </c:pt>
                      <c:pt idx="4759">
                        <c:v>19.824999999999999</c:v>
                      </c:pt>
                      <c:pt idx="4760">
                        <c:v>19.829167000000002</c:v>
                      </c:pt>
                      <c:pt idx="4761">
                        <c:v>19.833333</c:v>
                      </c:pt>
                      <c:pt idx="4762">
                        <c:v>19.837499999999999</c:v>
                      </c:pt>
                      <c:pt idx="4763">
                        <c:v>19.841667000000001</c:v>
                      </c:pt>
                      <c:pt idx="4764">
                        <c:v>19.845832999999999</c:v>
                      </c:pt>
                      <c:pt idx="4765">
                        <c:v>19.850000000000001</c:v>
                      </c:pt>
                      <c:pt idx="4766">
                        <c:v>19.854167</c:v>
                      </c:pt>
                      <c:pt idx="4767">
                        <c:v>19.858332999999998</c:v>
                      </c:pt>
                      <c:pt idx="4768">
                        <c:v>19.862500000000001</c:v>
                      </c:pt>
                      <c:pt idx="4769">
                        <c:v>19.866667</c:v>
                      </c:pt>
                      <c:pt idx="4770">
                        <c:v>19.870833000000001</c:v>
                      </c:pt>
                      <c:pt idx="4771">
                        <c:v>19.875</c:v>
                      </c:pt>
                      <c:pt idx="4772">
                        <c:v>19.879166999999999</c:v>
                      </c:pt>
                      <c:pt idx="4773">
                        <c:v>19.883333</c:v>
                      </c:pt>
                      <c:pt idx="4774">
                        <c:v>19.887499999999999</c:v>
                      </c:pt>
                      <c:pt idx="4775">
                        <c:v>19.891667000000002</c:v>
                      </c:pt>
                      <c:pt idx="4776">
                        <c:v>19.895833</c:v>
                      </c:pt>
                      <c:pt idx="4777">
                        <c:v>19.899999999999999</c:v>
                      </c:pt>
                      <c:pt idx="4778">
                        <c:v>19.904167000000001</c:v>
                      </c:pt>
                      <c:pt idx="4779">
                        <c:v>19.908332999999999</c:v>
                      </c:pt>
                      <c:pt idx="4780">
                        <c:v>19.912500000000001</c:v>
                      </c:pt>
                      <c:pt idx="4781">
                        <c:v>19.916667</c:v>
                      </c:pt>
                      <c:pt idx="4782">
                        <c:v>19.920832999999998</c:v>
                      </c:pt>
                      <c:pt idx="4783">
                        <c:v>19.925000000000001</c:v>
                      </c:pt>
                      <c:pt idx="4784">
                        <c:v>19.929167</c:v>
                      </c:pt>
                      <c:pt idx="4785">
                        <c:v>19.933333000000001</c:v>
                      </c:pt>
                      <c:pt idx="4786">
                        <c:v>19.9375</c:v>
                      </c:pt>
                      <c:pt idx="4787">
                        <c:v>19.941666999999999</c:v>
                      </c:pt>
                      <c:pt idx="4788">
                        <c:v>19.945833</c:v>
                      </c:pt>
                      <c:pt idx="4789">
                        <c:v>19.95</c:v>
                      </c:pt>
                      <c:pt idx="4790">
                        <c:v>19.954167000000002</c:v>
                      </c:pt>
                      <c:pt idx="4791">
                        <c:v>19.958333</c:v>
                      </c:pt>
                      <c:pt idx="4792">
                        <c:v>19.962499999999999</c:v>
                      </c:pt>
                      <c:pt idx="4793">
                        <c:v>19.966667000000001</c:v>
                      </c:pt>
                      <c:pt idx="4794">
                        <c:v>19.970832999999999</c:v>
                      </c:pt>
                      <c:pt idx="4795">
                        <c:v>19.975000000000001</c:v>
                      </c:pt>
                      <c:pt idx="4796">
                        <c:v>19.979167</c:v>
                      </c:pt>
                      <c:pt idx="4797">
                        <c:v>19.983332999999998</c:v>
                      </c:pt>
                      <c:pt idx="4798">
                        <c:v>19.987500000000001</c:v>
                      </c:pt>
                      <c:pt idx="4799">
                        <c:v>19.991667</c:v>
                      </c:pt>
                      <c:pt idx="4800">
                        <c:v>19.995833000000001</c:v>
                      </c:pt>
                      <c:pt idx="4801">
                        <c:v>20</c:v>
                      </c:pt>
                      <c:pt idx="4802">
                        <c:v>20.004166999999999</c:v>
                      </c:pt>
                      <c:pt idx="4803">
                        <c:v>20.008333</c:v>
                      </c:pt>
                      <c:pt idx="4804">
                        <c:v>20.012499999999999</c:v>
                      </c:pt>
                      <c:pt idx="4805">
                        <c:v>20.016667000000002</c:v>
                      </c:pt>
                      <c:pt idx="4806">
                        <c:v>20.020833</c:v>
                      </c:pt>
                      <c:pt idx="4807">
                        <c:v>20.024999999999999</c:v>
                      </c:pt>
                      <c:pt idx="4808">
                        <c:v>20.029167000000001</c:v>
                      </c:pt>
                      <c:pt idx="4809">
                        <c:v>20.033332999999999</c:v>
                      </c:pt>
                      <c:pt idx="4810">
                        <c:v>20.037500000000001</c:v>
                      </c:pt>
                      <c:pt idx="4811">
                        <c:v>20.041667</c:v>
                      </c:pt>
                      <c:pt idx="4812">
                        <c:v>20.045832999999998</c:v>
                      </c:pt>
                      <c:pt idx="4813">
                        <c:v>20.05</c:v>
                      </c:pt>
                      <c:pt idx="4814">
                        <c:v>20.054167</c:v>
                      </c:pt>
                      <c:pt idx="4815">
                        <c:v>20.058333000000001</c:v>
                      </c:pt>
                      <c:pt idx="4816">
                        <c:v>20.0625</c:v>
                      </c:pt>
                      <c:pt idx="4817">
                        <c:v>20.066666999999999</c:v>
                      </c:pt>
                      <c:pt idx="4818">
                        <c:v>20.070833</c:v>
                      </c:pt>
                      <c:pt idx="4819">
                        <c:v>20.074999999999999</c:v>
                      </c:pt>
                      <c:pt idx="4820">
                        <c:v>20.079167000000002</c:v>
                      </c:pt>
                      <c:pt idx="4821">
                        <c:v>20.083333</c:v>
                      </c:pt>
                      <c:pt idx="4822">
                        <c:v>20.087499999999999</c:v>
                      </c:pt>
                      <c:pt idx="4823">
                        <c:v>20.091667000000001</c:v>
                      </c:pt>
                      <c:pt idx="4824">
                        <c:v>20.095832999999999</c:v>
                      </c:pt>
                      <c:pt idx="4825">
                        <c:v>20.100000000000001</c:v>
                      </c:pt>
                      <c:pt idx="4826">
                        <c:v>20.104167</c:v>
                      </c:pt>
                      <c:pt idx="4827">
                        <c:v>20.108332999999998</c:v>
                      </c:pt>
                      <c:pt idx="4828">
                        <c:v>20.112500000000001</c:v>
                      </c:pt>
                      <c:pt idx="4829">
                        <c:v>20.116667</c:v>
                      </c:pt>
                      <c:pt idx="4830">
                        <c:v>20.120833000000001</c:v>
                      </c:pt>
                      <c:pt idx="4831">
                        <c:v>20.125</c:v>
                      </c:pt>
                      <c:pt idx="4832">
                        <c:v>20.129166999999999</c:v>
                      </c:pt>
                      <c:pt idx="4833">
                        <c:v>20.133333</c:v>
                      </c:pt>
                      <c:pt idx="4834">
                        <c:v>20.137499999999999</c:v>
                      </c:pt>
                      <c:pt idx="4835">
                        <c:v>20.141667000000002</c:v>
                      </c:pt>
                      <c:pt idx="4836">
                        <c:v>20.145833</c:v>
                      </c:pt>
                      <c:pt idx="4837">
                        <c:v>20.149999999999999</c:v>
                      </c:pt>
                      <c:pt idx="4838">
                        <c:v>20.154167000000001</c:v>
                      </c:pt>
                      <c:pt idx="4839">
                        <c:v>20.158332999999999</c:v>
                      </c:pt>
                      <c:pt idx="4840">
                        <c:v>20.162500000000001</c:v>
                      </c:pt>
                      <c:pt idx="4841">
                        <c:v>20.166667</c:v>
                      </c:pt>
                      <c:pt idx="4842">
                        <c:v>20.170832999999998</c:v>
                      </c:pt>
                      <c:pt idx="4843">
                        <c:v>20.175000000000001</c:v>
                      </c:pt>
                      <c:pt idx="4844">
                        <c:v>20.179167</c:v>
                      </c:pt>
                      <c:pt idx="4845">
                        <c:v>20.183333000000001</c:v>
                      </c:pt>
                      <c:pt idx="4846">
                        <c:v>20.1875</c:v>
                      </c:pt>
                      <c:pt idx="4847">
                        <c:v>20.191666999999999</c:v>
                      </c:pt>
                      <c:pt idx="4848">
                        <c:v>20.195833</c:v>
                      </c:pt>
                      <c:pt idx="4849">
                        <c:v>20.2</c:v>
                      </c:pt>
                      <c:pt idx="4850">
                        <c:v>20.204167000000002</c:v>
                      </c:pt>
                      <c:pt idx="4851">
                        <c:v>20.208333</c:v>
                      </c:pt>
                      <c:pt idx="4852">
                        <c:v>20.212499999999999</c:v>
                      </c:pt>
                      <c:pt idx="4853">
                        <c:v>20.216667000000001</c:v>
                      </c:pt>
                      <c:pt idx="4854">
                        <c:v>20.220832999999999</c:v>
                      </c:pt>
                      <c:pt idx="4855">
                        <c:v>20.225000000000001</c:v>
                      </c:pt>
                      <c:pt idx="4856">
                        <c:v>20.229167</c:v>
                      </c:pt>
                      <c:pt idx="4857">
                        <c:v>20.233332999999998</c:v>
                      </c:pt>
                      <c:pt idx="4858">
                        <c:v>20.237500000000001</c:v>
                      </c:pt>
                      <c:pt idx="4859">
                        <c:v>20.241667</c:v>
                      </c:pt>
                      <c:pt idx="4860">
                        <c:v>20.245833000000001</c:v>
                      </c:pt>
                      <c:pt idx="4861">
                        <c:v>20.25</c:v>
                      </c:pt>
                      <c:pt idx="4862">
                        <c:v>20.254166999999999</c:v>
                      </c:pt>
                      <c:pt idx="4863">
                        <c:v>20.258333</c:v>
                      </c:pt>
                      <c:pt idx="4864">
                        <c:v>20.262499999999999</c:v>
                      </c:pt>
                      <c:pt idx="4865">
                        <c:v>20.266667000000002</c:v>
                      </c:pt>
                      <c:pt idx="4866">
                        <c:v>20.270833</c:v>
                      </c:pt>
                      <c:pt idx="4867">
                        <c:v>20.274999999999999</c:v>
                      </c:pt>
                      <c:pt idx="4868">
                        <c:v>20.279167000000001</c:v>
                      </c:pt>
                      <c:pt idx="4869">
                        <c:v>20.283332999999999</c:v>
                      </c:pt>
                      <c:pt idx="4870">
                        <c:v>20.287500000000001</c:v>
                      </c:pt>
                      <c:pt idx="4871">
                        <c:v>20.291667</c:v>
                      </c:pt>
                      <c:pt idx="4872">
                        <c:v>20.295832999999998</c:v>
                      </c:pt>
                      <c:pt idx="4873">
                        <c:v>20.3</c:v>
                      </c:pt>
                      <c:pt idx="4874">
                        <c:v>20.304167</c:v>
                      </c:pt>
                      <c:pt idx="4875">
                        <c:v>20.308333000000001</c:v>
                      </c:pt>
                      <c:pt idx="4876">
                        <c:v>20.3125</c:v>
                      </c:pt>
                      <c:pt idx="4877">
                        <c:v>20.316666999999999</c:v>
                      </c:pt>
                      <c:pt idx="4878">
                        <c:v>20.320833</c:v>
                      </c:pt>
                      <c:pt idx="4879">
                        <c:v>20.324999999999999</c:v>
                      </c:pt>
                      <c:pt idx="4880">
                        <c:v>20.329167000000002</c:v>
                      </c:pt>
                      <c:pt idx="4881">
                        <c:v>20.333333</c:v>
                      </c:pt>
                      <c:pt idx="4882">
                        <c:v>20.337499999999999</c:v>
                      </c:pt>
                      <c:pt idx="4883">
                        <c:v>20.341667000000001</c:v>
                      </c:pt>
                      <c:pt idx="4884">
                        <c:v>20.345832999999999</c:v>
                      </c:pt>
                      <c:pt idx="4885">
                        <c:v>20.350000000000001</c:v>
                      </c:pt>
                      <c:pt idx="4886">
                        <c:v>20.354167</c:v>
                      </c:pt>
                      <c:pt idx="4887">
                        <c:v>20.358332999999998</c:v>
                      </c:pt>
                      <c:pt idx="4888">
                        <c:v>20.362500000000001</c:v>
                      </c:pt>
                      <c:pt idx="4889">
                        <c:v>20.366667</c:v>
                      </c:pt>
                      <c:pt idx="4890">
                        <c:v>20.370833000000001</c:v>
                      </c:pt>
                      <c:pt idx="4891">
                        <c:v>20.375</c:v>
                      </c:pt>
                      <c:pt idx="4892">
                        <c:v>20.379166999999999</c:v>
                      </c:pt>
                      <c:pt idx="4893">
                        <c:v>20.383333</c:v>
                      </c:pt>
                      <c:pt idx="4894">
                        <c:v>20.387499999999999</c:v>
                      </c:pt>
                      <c:pt idx="4895">
                        <c:v>20.391667000000002</c:v>
                      </c:pt>
                      <c:pt idx="4896">
                        <c:v>20.395833</c:v>
                      </c:pt>
                      <c:pt idx="4897">
                        <c:v>20.399999999999999</c:v>
                      </c:pt>
                      <c:pt idx="4898">
                        <c:v>20.404167000000001</c:v>
                      </c:pt>
                      <c:pt idx="4899">
                        <c:v>20.408332999999999</c:v>
                      </c:pt>
                      <c:pt idx="4900">
                        <c:v>20.412500000000001</c:v>
                      </c:pt>
                      <c:pt idx="4901">
                        <c:v>20.416667</c:v>
                      </c:pt>
                      <c:pt idx="4902">
                        <c:v>20.420832999999998</c:v>
                      </c:pt>
                      <c:pt idx="4903">
                        <c:v>20.425000000000001</c:v>
                      </c:pt>
                      <c:pt idx="4904">
                        <c:v>20.429167</c:v>
                      </c:pt>
                      <c:pt idx="4905">
                        <c:v>20.433333000000001</c:v>
                      </c:pt>
                      <c:pt idx="4906">
                        <c:v>20.4375</c:v>
                      </c:pt>
                      <c:pt idx="4907">
                        <c:v>20.441666999999999</c:v>
                      </c:pt>
                      <c:pt idx="4908">
                        <c:v>20.445833</c:v>
                      </c:pt>
                      <c:pt idx="4909">
                        <c:v>20.45</c:v>
                      </c:pt>
                      <c:pt idx="4910">
                        <c:v>20.454167000000002</c:v>
                      </c:pt>
                      <c:pt idx="4911">
                        <c:v>20.458333</c:v>
                      </c:pt>
                      <c:pt idx="4912">
                        <c:v>20.462499999999999</c:v>
                      </c:pt>
                      <c:pt idx="4913">
                        <c:v>20.466667000000001</c:v>
                      </c:pt>
                      <c:pt idx="4914">
                        <c:v>20.470832999999999</c:v>
                      </c:pt>
                      <c:pt idx="4915">
                        <c:v>20.475000000000001</c:v>
                      </c:pt>
                      <c:pt idx="4916">
                        <c:v>20.479167</c:v>
                      </c:pt>
                      <c:pt idx="4917">
                        <c:v>20.483332999999998</c:v>
                      </c:pt>
                      <c:pt idx="4918">
                        <c:v>20.487500000000001</c:v>
                      </c:pt>
                      <c:pt idx="4919">
                        <c:v>20.491667</c:v>
                      </c:pt>
                      <c:pt idx="4920">
                        <c:v>20.495833000000001</c:v>
                      </c:pt>
                      <c:pt idx="4921">
                        <c:v>20.5</c:v>
                      </c:pt>
                      <c:pt idx="4922">
                        <c:v>20.504166999999999</c:v>
                      </c:pt>
                      <c:pt idx="4923">
                        <c:v>20.508333</c:v>
                      </c:pt>
                      <c:pt idx="4924">
                        <c:v>20.512499999999999</c:v>
                      </c:pt>
                      <c:pt idx="4925">
                        <c:v>20.516667000000002</c:v>
                      </c:pt>
                      <c:pt idx="4926">
                        <c:v>20.520833</c:v>
                      </c:pt>
                      <c:pt idx="4927">
                        <c:v>20.524999999999999</c:v>
                      </c:pt>
                      <c:pt idx="4928">
                        <c:v>20.529167000000001</c:v>
                      </c:pt>
                      <c:pt idx="4929">
                        <c:v>20.533332999999999</c:v>
                      </c:pt>
                      <c:pt idx="4930">
                        <c:v>20.537500000000001</c:v>
                      </c:pt>
                      <c:pt idx="4931">
                        <c:v>20.541667</c:v>
                      </c:pt>
                      <c:pt idx="4932">
                        <c:v>20.545832999999998</c:v>
                      </c:pt>
                      <c:pt idx="4933">
                        <c:v>20.55</c:v>
                      </c:pt>
                      <c:pt idx="4934">
                        <c:v>20.554167</c:v>
                      </c:pt>
                      <c:pt idx="4935">
                        <c:v>20.558333000000001</c:v>
                      </c:pt>
                      <c:pt idx="4936">
                        <c:v>20.5625</c:v>
                      </c:pt>
                      <c:pt idx="4937">
                        <c:v>20.566666999999999</c:v>
                      </c:pt>
                      <c:pt idx="4938">
                        <c:v>20.570833</c:v>
                      </c:pt>
                      <c:pt idx="4939">
                        <c:v>20.574999999999999</c:v>
                      </c:pt>
                      <c:pt idx="4940">
                        <c:v>20.579167000000002</c:v>
                      </c:pt>
                      <c:pt idx="4941">
                        <c:v>20.583333</c:v>
                      </c:pt>
                      <c:pt idx="4942">
                        <c:v>20.587499999999999</c:v>
                      </c:pt>
                      <c:pt idx="4943">
                        <c:v>20.591667000000001</c:v>
                      </c:pt>
                      <c:pt idx="4944">
                        <c:v>20.595832999999999</c:v>
                      </c:pt>
                      <c:pt idx="4945">
                        <c:v>20.6</c:v>
                      </c:pt>
                      <c:pt idx="4946">
                        <c:v>20.604167</c:v>
                      </c:pt>
                      <c:pt idx="4947">
                        <c:v>20.608332999999998</c:v>
                      </c:pt>
                      <c:pt idx="4948">
                        <c:v>20.612500000000001</c:v>
                      </c:pt>
                      <c:pt idx="4949">
                        <c:v>20.616667</c:v>
                      </c:pt>
                      <c:pt idx="4950">
                        <c:v>20.620833000000001</c:v>
                      </c:pt>
                      <c:pt idx="4951">
                        <c:v>20.625</c:v>
                      </c:pt>
                      <c:pt idx="4952">
                        <c:v>20.629166999999999</c:v>
                      </c:pt>
                      <c:pt idx="4953">
                        <c:v>20.633333</c:v>
                      </c:pt>
                      <c:pt idx="4954">
                        <c:v>20.637499999999999</c:v>
                      </c:pt>
                      <c:pt idx="4955">
                        <c:v>20.641667000000002</c:v>
                      </c:pt>
                      <c:pt idx="4956">
                        <c:v>20.645833</c:v>
                      </c:pt>
                      <c:pt idx="4957">
                        <c:v>20.65</c:v>
                      </c:pt>
                      <c:pt idx="4958">
                        <c:v>20.654167000000001</c:v>
                      </c:pt>
                      <c:pt idx="4959">
                        <c:v>20.658332999999999</c:v>
                      </c:pt>
                      <c:pt idx="4960">
                        <c:v>20.662500000000001</c:v>
                      </c:pt>
                      <c:pt idx="4961">
                        <c:v>20.666667</c:v>
                      </c:pt>
                      <c:pt idx="4962">
                        <c:v>20.670832999999998</c:v>
                      </c:pt>
                      <c:pt idx="4963">
                        <c:v>20.675000000000001</c:v>
                      </c:pt>
                      <c:pt idx="4964">
                        <c:v>20.679167</c:v>
                      </c:pt>
                      <c:pt idx="4965">
                        <c:v>20.683333000000001</c:v>
                      </c:pt>
                      <c:pt idx="4966">
                        <c:v>20.6875</c:v>
                      </c:pt>
                      <c:pt idx="4967">
                        <c:v>20.691666999999999</c:v>
                      </c:pt>
                      <c:pt idx="4968">
                        <c:v>20.695833</c:v>
                      </c:pt>
                      <c:pt idx="4969">
                        <c:v>20.7</c:v>
                      </c:pt>
                      <c:pt idx="4970">
                        <c:v>20.704167000000002</c:v>
                      </c:pt>
                      <c:pt idx="4971">
                        <c:v>20.708333</c:v>
                      </c:pt>
                      <c:pt idx="4972">
                        <c:v>20.712499999999999</c:v>
                      </c:pt>
                      <c:pt idx="4973">
                        <c:v>20.716667000000001</c:v>
                      </c:pt>
                      <c:pt idx="4974">
                        <c:v>20.720832999999999</c:v>
                      </c:pt>
                      <c:pt idx="4975">
                        <c:v>20.725000000000001</c:v>
                      </c:pt>
                      <c:pt idx="4976">
                        <c:v>20.729167</c:v>
                      </c:pt>
                      <c:pt idx="4977">
                        <c:v>20.733332999999998</c:v>
                      </c:pt>
                      <c:pt idx="4978">
                        <c:v>20.737500000000001</c:v>
                      </c:pt>
                      <c:pt idx="4979">
                        <c:v>20.741667</c:v>
                      </c:pt>
                      <c:pt idx="4980">
                        <c:v>20.745833000000001</c:v>
                      </c:pt>
                      <c:pt idx="4981">
                        <c:v>20.75</c:v>
                      </c:pt>
                      <c:pt idx="4982">
                        <c:v>20.754166999999999</c:v>
                      </c:pt>
                      <c:pt idx="4983">
                        <c:v>20.758333</c:v>
                      </c:pt>
                      <c:pt idx="4984">
                        <c:v>20.762499999999999</c:v>
                      </c:pt>
                      <c:pt idx="4985">
                        <c:v>20.766667000000002</c:v>
                      </c:pt>
                      <c:pt idx="4986">
                        <c:v>20.770833</c:v>
                      </c:pt>
                      <c:pt idx="4987">
                        <c:v>20.774999999999999</c:v>
                      </c:pt>
                      <c:pt idx="4988">
                        <c:v>20.779167000000001</c:v>
                      </c:pt>
                      <c:pt idx="4989">
                        <c:v>20.783332999999999</c:v>
                      </c:pt>
                      <c:pt idx="4990">
                        <c:v>20.787500000000001</c:v>
                      </c:pt>
                      <c:pt idx="4991">
                        <c:v>20.791667</c:v>
                      </c:pt>
                      <c:pt idx="4992">
                        <c:v>20.795832999999998</c:v>
                      </c:pt>
                      <c:pt idx="4993">
                        <c:v>20.8</c:v>
                      </c:pt>
                      <c:pt idx="4994">
                        <c:v>20.804167</c:v>
                      </c:pt>
                      <c:pt idx="4995">
                        <c:v>20.808333000000001</c:v>
                      </c:pt>
                      <c:pt idx="4996">
                        <c:v>20.8125</c:v>
                      </c:pt>
                      <c:pt idx="4997">
                        <c:v>20.816666999999999</c:v>
                      </c:pt>
                      <c:pt idx="4998">
                        <c:v>20.820833</c:v>
                      </c:pt>
                      <c:pt idx="4999">
                        <c:v>20.824999999999999</c:v>
                      </c:pt>
                      <c:pt idx="5000">
                        <c:v>20.829167000000002</c:v>
                      </c:pt>
                      <c:pt idx="5001">
                        <c:v>20.833333</c:v>
                      </c:pt>
                      <c:pt idx="5002">
                        <c:v>20.837499999999999</c:v>
                      </c:pt>
                      <c:pt idx="5003">
                        <c:v>20.841667000000001</c:v>
                      </c:pt>
                      <c:pt idx="5004">
                        <c:v>20.845832999999999</c:v>
                      </c:pt>
                      <c:pt idx="5005">
                        <c:v>20.85</c:v>
                      </c:pt>
                      <c:pt idx="5006">
                        <c:v>20.854167</c:v>
                      </c:pt>
                      <c:pt idx="5007">
                        <c:v>20.858332999999998</c:v>
                      </c:pt>
                      <c:pt idx="5008">
                        <c:v>20.862500000000001</c:v>
                      </c:pt>
                      <c:pt idx="5009">
                        <c:v>20.866667</c:v>
                      </c:pt>
                      <c:pt idx="5010">
                        <c:v>20.870833000000001</c:v>
                      </c:pt>
                      <c:pt idx="5011">
                        <c:v>20.875</c:v>
                      </c:pt>
                      <c:pt idx="5012">
                        <c:v>20.879166999999999</c:v>
                      </c:pt>
                      <c:pt idx="5013">
                        <c:v>20.883333</c:v>
                      </c:pt>
                      <c:pt idx="5014">
                        <c:v>20.887499999999999</c:v>
                      </c:pt>
                      <c:pt idx="5015">
                        <c:v>20.891667000000002</c:v>
                      </c:pt>
                      <c:pt idx="5016">
                        <c:v>20.895833</c:v>
                      </c:pt>
                      <c:pt idx="5017">
                        <c:v>20.9</c:v>
                      </c:pt>
                      <c:pt idx="5018">
                        <c:v>20.904167000000001</c:v>
                      </c:pt>
                      <c:pt idx="5019">
                        <c:v>20.908332999999999</c:v>
                      </c:pt>
                      <c:pt idx="5020">
                        <c:v>20.912500000000001</c:v>
                      </c:pt>
                      <c:pt idx="5021">
                        <c:v>20.916667</c:v>
                      </c:pt>
                      <c:pt idx="5022">
                        <c:v>20.920832999999998</c:v>
                      </c:pt>
                      <c:pt idx="5023">
                        <c:v>20.925000000000001</c:v>
                      </c:pt>
                      <c:pt idx="5024">
                        <c:v>20.929167</c:v>
                      </c:pt>
                      <c:pt idx="5025">
                        <c:v>20.933333000000001</c:v>
                      </c:pt>
                      <c:pt idx="5026">
                        <c:v>20.9375</c:v>
                      </c:pt>
                      <c:pt idx="5027">
                        <c:v>20.941666999999999</c:v>
                      </c:pt>
                      <c:pt idx="5028">
                        <c:v>20.945833</c:v>
                      </c:pt>
                      <c:pt idx="5029">
                        <c:v>20.95</c:v>
                      </c:pt>
                      <c:pt idx="5030">
                        <c:v>20.954167000000002</c:v>
                      </c:pt>
                      <c:pt idx="5031">
                        <c:v>20.958333</c:v>
                      </c:pt>
                      <c:pt idx="5032">
                        <c:v>20.962499999999999</c:v>
                      </c:pt>
                      <c:pt idx="5033">
                        <c:v>20.966667000000001</c:v>
                      </c:pt>
                      <c:pt idx="5034">
                        <c:v>20.970832999999999</c:v>
                      </c:pt>
                      <c:pt idx="5035">
                        <c:v>20.975000000000001</c:v>
                      </c:pt>
                      <c:pt idx="5036">
                        <c:v>20.979167</c:v>
                      </c:pt>
                      <c:pt idx="5037">
                        <c:v>20.983332999999998</c:v>
                      </c:pt>
                      <c:pt idx="5038">
                        <c:v>20.987500000000001</c:v>
                      </c:pt>
                      <c:pt idx="5039">
                        <c:v>20.991667</c:v>
                      </c:pt>
                      <c:pt idx="5040">
                        <c:v>20.995833000000001</c:v>
                      </c:pt>
                      <c:pt idx="5041">
                        <c:v>21</c:v>
                      </c:pt>
                      <c:pt idx="5042">
                        <c:v>21.004166999999999</c:v>
                      </c:pt>
                      <c:pt idx="5043">
                        <c:v>21.008333</c:v>
                      </c:pt>
                      <c:pt idx="5044">
                        <c:v>21.012499999999999</c:v>
                      </c:pt>
                      <c:pt idx="5045">
                        <c:v>21.016667000000002</c:v>
                      </c:pt>
                      <c:pt idx="5046">
                        <c:v>21.020833</c:v>
                      </c:pt>
                      <c:pt idx="5047">
                        <c:v>21.024999999999999</c:v>
                      </c:pt>
                      <c:pt idx="5048">
                        <c:v>21.029167000000001</c:v>
                      </c:pt>
                      <c:pt idx="5049">
                        <c:v>21.033332999999999</c:v>
                      </c:pt>
                      <c:pt idx="5050">
                        <c:v>21.037500000000001</c:v>
                      </c:pt>
                      <c:pt idx="5051">
                        <c:v>21.041667</c:v>
                      </c:pt>
                      <c:pt idx="5052">
                        <c:v>21.045832999999998</c:v>
                      </c:pt>
                      <c:pt idx="5053">
                        <c:v>21.05</c:v>
                      </c:pt>
                      <c:pt idx="5054">
                        <c:v>21.054167</c:v>
                      </c:pt>
                      <c:pt idx="5055">
                        <c:v>21.058333000000001</c:v>
                      </c:pt>
                      <c:pt idx="5056">
                        <c:v>21.0625</c:v>
                      </c:pt>
                      <c:pt idx="5057">
                        <c:v>21.066666999999999</c:v>
                      </c:pt>
                      <c:pt idx="5058">
                        <c:v>21.070833</c:v>
                      </c:pt>
                      <c:pt idx="5059">
                        <c:v>21.074999999999999</c:v>
                      </c:pt>
                      <c:pt idx="5060">
                        <c:v>21.079167000000002</c:v>
                      </c:pt>
                      <c:pt idx="5061">
                        <c:v>21.083333</c:v>
                      </c:pt>
                      <c:pt idx="5062">
                        <c:v>21.087499999999999</c:v>
                      </c:pt>
                      <c:pt idx="5063">
                        <c:v>21.091667000000001</c:v>
                      </c:pt>
                      <c:pt idx="5064">
                        <c:v>21.095832999999999</c:v>
                      </c:pt>
                      <c:pt idx="5065">
                        <c:v>21.1</c:v>
                      </c:pt>
                      <c:pt idx="5066">
                        <c:v>21.104167</c:v>
                      </c:pt>
                      <c:pt idx="5067">
                        <c:v>21.108332999999998</c:v>
                      </c:pt>
                      <c:pt idx="5068">
                        <c:v>21.112500000000001</c:v>
                      </c:pt>
                      <c:pt idx="5069">
                        <c:v>21.116667</c:v>
                      </c:pt>
                      <c:pt idx="5070">
                        <c:v>21.120833000000001</c:v>
                      </c:pt>
                      <c:pt idx="5071">
                        <c:v>21.125</c:v>
                      </c:pt>
                      <c:pt idx="5072">
                        <c:v>21.129166999999999</c:v>
                      </c:pt>
                      <c:pt idx="5073">
                        <c:v>21.133333</c:v>
                      </c:pt>
                      <c:pt idx="5074">
                        <c:v>21.137499999999999</c:v>
                      </c:pt>
                      <c:pt idx="5075">
                        <c:v>21.141667000000002</c:v>
                      </c:pt>
                      <c:pt idx="5076">
                        <c:v>21.145833</c:v>
                      </c:pt>
                      <c:pt idx="5077">
                        <c:v>21.15</c:v>
                      </c:pt>
                      <c:pt idx="5078">
                        <c:v>21.154167000000001</c:v>
                      </c:pt>
                      <c:pt idx="5079">
                        <c:v>21.158332999999999</c:v>
                      </c:pt>
                      <c:pt idx="5080">
                        <c:v>21.162500000000001</c:v>
                      </c:pt>
                      <c:pt idx="5081">
                        <c:v>21.166667</c:v>
                      </c:pt>
                      <c:pt idx="5082">
                        <c:v>21.170832999999998</c:v>
                      </c:pt>
                      <c:pt idx="5083">
                        <c:v>21.175000000000001</c:v>
                      </c:pt>
                      <c:pt idx="5084">
                        <c:v>21.179167</c:v>
                      </c:pt>
                      <c:pt idx="5085">
                        <c:v>21.183333000000001</c:v>
                      </c:pt>
                      <c:pt idx="5086">
                        <c:v>21.1875</c:v>
                      </c:pt>
                      <c:pt idx="5087">
                        <c:v>21.191666999999999</c:v>
                      </c:pt>
                      <c:pt idx="5088">
                        <c:v>21.195833</c:v>
                      </c:pt>
                      <c:pt idx="5089">
                        <c:v>21.2</c:v>
                      </c:pt>
                      <c:pt idx="5090">
                        <c:v>21.204167000000002</c:v>
                      </c:pt>
                      <c:pt idx="5091">
                        <c:v>21.208333</c:v>
                      </c:pt>
                      <c:pt idx="5092">
                        <c:v>21.212499999999999</c:v>
                      </c:pt>
                      <c:pt idx="5093">
                        <c:v>21.216667000000001</c:v>
                      </c:pt>
                      <c:pt idx="5094">
                        <c:v>21.220832999999999</c:v>
                      </c:pt>
                      <c:pt idx="5095">
                        <c:v>21.225000000000001</c:v>
                      </c:pt>
                      <c:pt idx="5096">
                        <c:v>21.229167</c:v>
                      </c:pt>
                      <c:pt idx="5097">
                        <c:v>21.233332999999998</c:v>
                      </c:pt>
                      <c:pt idx="5098">
                        <c:v>21.237500000000001</c:v>
                      </c:pt>
                      <c:pt idx="5099">
                        <c:v>21.241667</c:v>
                      </c:pt>
                      <c:pt idx="5100">
                        <c:v>21.245833000000001</c:v>
                      </c:pt>
                      <c:pt idx="5101">
                        <c:v>21.25</c:v>
                      </c:pt>
                      <c:pt idx="5102">
                        <c:v>21.254166999999999</c:v>
                      </c:pt>
                      <c:pt idx="5103">
                        <c:v>21.258333</c:v>
                      </c:pt>
                      <c:pt idx="5104">
                        <c:v>21.262499999999999</c:v>
                      </c:pt>
                      <c:pt idx="5105">
                        <c:v>21.266667000000002</c:v>
                      </c:pt>
                      <c:pt idx="5106">
                        <c:v>21.270833</c:v>
                      </c:pt>
                      <c:pt idx="5107">
                        <c:v>21.274999999999999</c:v>
                      </c:pt>
                      <c:pt idx="5108">
                        <c:v>21.279167000000001</c:v>
                      </c:pt>
                      <c:pt idx="5109">
                        <c:v>21.283332999999999</c:v>
                      </c:pt>
                      <c:pt idx="5110">
                        <c:v>21.287500000000001</c:v>
                      </c:pt>
                      <c:pt idx="5111">
                        <c:v>21.291667</c:v>
                      </c:pt>
                      <c:pt idx="5112">
                        <c:v>21.295832999999998</c:v>
                      </c:pt>
                      <c:pt idx="5113">
                        <c:v>21.3</c:v>
                      </c:pt>
                      <c:pt idx="5114">
                        <c:v>21.304167</c:v>
                      </c:pt>
                      <c:pt idx="5115">
                        <c:v>21.308333000000001</c:v>
                      </c:pt>
                      <c:pt idx="5116">
                        <c:v>21.3125</c:v>
                      </c:pt>
                      <c:pt idx="5117">
                        <c:v>21.316666999999999</c:v>
                      </c:pt>
                      <c:pt idx="5118">
                        <c:v>21.320833</c:v>
                      </c:pt>
                      <c:pt idx="5119">
                        <c:v>21.324999999999999</c:v>
                      </c:pt>
                      <c:pt idx="5120">
                        <c:v>21.329167000000002</c:v>
                      </c:pt>
                      <c:pt idx="5121">
                        <c:v>21.333333</c:v>
                      </c:pt>
                      <c:pt idx="5122">
                        <c:v>21.337499999999999</c:v>
                      </c:pt>
                      <c:pt idx="5123">
                        <c:v>21.341667000000001</c:v>
                      </c:pt>
                      <c:pt idx="5124">
                        <c:v>21.345832999999999</c:v>
                      </c:pt>
                      <c:pt idx="5125">
                        <c:v>21.35</c:v>
                      </c:pt>
                      <c:pt idx="5126">
                        <c:v>21.354167</c:v>
                      </c:pt>
                      <c:pt idx="5127">
                        <c:v>21.358332999999998</c:v>
                      </c:pt>
                      <c:pt idx="5128">
                        <c:v>21.362500000000001</c:v>
                      </c:pt>
                      <c:pt idx="5129">
                        <c:v>21.366667</c:v>
                      </c:pt>
                      <c:pt idx="5130">
                        <c:v>21.370833000000001</c:v>
                      </c:pt>
                      <c:pt idx="5131">
                        <c:v>21.375</c:v>
                      </c:pt>
                      <c:pt idx="5132">
                        <c:v>21.379166999999999</c:v>
                      </c:pt>
                      <c:pt idx="5133">
                        <c:v>21.383333</c:v>
                      </c:pt>
                      <c:pt idx="5134">
                        <c:v>21.387499999999999</c:v>
                      </c:pt>
                      <c:pt idx="5135">
                        <c:v>21.391667000000002</c:v>
                      </c:pt>
                      <c:pt idx="5136">
                        <c:v>21.395833</c:v>
                      </c:pt>
                      <c:pt idx="5137">
                        <c:v>21.4</c:v>
                      </c:pt>
                      <c:pt idx="5138">
                        <c:v>21.404167000000001</c:v>
                      </c:pt>
                      <c:pt idx="5139">
                        <c:v>21.408332999999999</c:v>
                      </c:pt>
                      <c:pt idx="5140">
                        <c:v>21.412500000000001</c:v>
                      </c:pt>
                      <c:pt idx="5141">
                        <c:v>21.416667</c:v>
                      </c:pt>
                      <c:pt idx="5142">
                        <c:v>21.420832999999998</c:v>
                      </c:pt>
                      <c:pt idx="5143">
                        <c:v>21.425000000000001</c:v>
                      </c:pt>
                      <c:pt idx="5144">
                        <c:v>21.429167</c:v>
                      </c:pt>
                      <c:pt idx="5145">
                        <c:v>21.433333000000001</c:v>
                      </c:pt>
                      <c:pt idx="5146">
                        <c:v>21.4375</c:v>
                      </c:pt>
                      <c:pt idx="5147">
                        <c:v>21.441666999999999</c:v>
                      </c:pt>
                      <c:pt idx="5148">
                        <c:v>21.445833</c:v>
                      </c:pt>
                      <c:pt idx="5149">
                        <c:v>21.45</c:v>
                      </c:pt>
                      <c:pt idx="5150">
                        <c:v>21.454167000000002</c:v>
                      </c:pt>
                      <c:pt idx="5151">
                        <c:v>21.458333</c:v>
                      </c:pt>
                      <c:pt idx="5152">
                        <c:v>21.462499999999999</c:v>
                      </c:pt>
                      <c:pt idx="5153">
                        <c:v>21.466667000000001</c:v>
                      </c:pt>
                      <c:pt idx="5154">
                        <c:v>21.470832999999999</c:v>
                      </c:pt>
                      <c:pt idx="5155">
                        <c:v>21.475000000000001</c:v>
                      </c:pt>
                      <c:pt idx="5156">
                        <c:v>21.479167</c:v>
                      </c:pt>
                      <c:pt idx="5157">
                        <c:v>21.483332999999998</c:v>
                      </c:pt>
                      <c:pt idx="5158">
                        <c:v>21.487500000000001</c:v>
                      </c:pt>
                      <c:pt idx="5159">
                        <c:v>21.491667</c:v>
                      </c:pt>
                      <c:pt idx="5160">
                        <c:v>21.495833000000001</c:v>
                      </c:pt>
                      <c:pt idx="5161">
                        <c:v>21.5</c:v>
                      </c:pt>
                      <c:pt idx="5162">
                        <c:v>21.504166999999999</c:v>
                      </c:pt>
                      <c:pt idx="5163">
                        <c:v>21.508333</c:v>
                      </c:pt>
                      <c:pt idx="5164">
                        <c:v>21.512499999999999</c:v>
                      </c:pt>
                      <c:pt idx="5165">
                        <c:v>21.516667000000002</c:v>
                      </c:pt>
                      <c:pt idx="5166">
                        <c:v>21.520833</c:v>
                      </c:pt>
                      <c:pt idx="5167">
                        <c:v>21.524999999999999</c:v>
                      </c:pt>
                      <c:pt idx="5168">
                        <c:v>21.529167000000001</c:v>
                      </c:pt>
                      <c:pt idx="5169">
                        <c:v>21.533332999999999</c:v>
                      </c:pt>
                      <c:pt idx="5170">
                        <c:v>21.537500000000001</c:v>
                      </c:pt>
                      <c:pt idx="5171">
                        <c:v>21.541667</c:v>
                      </c:pt>
                      <c:pt idx="5172">
                        <c:v>21.545832999999998</c:v>
                      </c:pt>
                      <c:pt idx="5173">
                        <c:v>21.55</c:v>
                      </c:pt>
                      <c:pt idx="5174">
                        <c:v>21.554167</c:v>
                      </c:pt>
                      <c:pt idx="5175">
                        <c:v>21.558333000000001</c:v>
                      </c:pt>
                      <c:pt idx="5176">
                        <c:v>21.5625</c:v>
                      </c:pt>
                      <c:pt idx="5177">
                        <c:v>21.566666999999999</c:v>
                      </c:pt>
                      <c:pt idx="5178">
                        <c:v>21.570833</c:v>
                      </c:pt>
                      <c:pt idx="5179">
                        <c:v>21.574999999999999</c:v>
                      </c:pt>
                      <c:pt idx="5180">
                        <c:v>21.579167000000002</c:v>
                      </c:pt>
                      <c:pt idx="5181">
                        <c:v>21.583333</c:v>
                      </c:pt>
                      <c:pt idx="5182">
                        <c:v>21.587499999999999</c:v>
                      </c:pt>
                      <c:pt idx="5183">
                        <c:v>21.591667000000001</c:v>
                      </c:pt>
                      <c:pt idx="5184">
                        <c:v>21.595832999999999</c:v>
                      </c:pt>
                      <c:pt idx="5185">
                        <c:v>21.6</c:v>
                      </c:pt>
                      <c:pt idx="5186">
                        <c:v>21.604167</c:v>
                      </c:pt>
                      <c:pt idx="5187">
                        <c:v>21.608332999999998</c:v>
                      </c:pt>
                      <c:pt idx="5188">
                        <c:v>21.612500000000001</c:v>
                      </c:pt>
                      <c:pt idx="5189">
                        <c:v>21.616667</c:v>
                      </c:pt>
                      <c:pt idx="5190">
                        <c:v>21.620833000000001</c:v>
                      </c:pt>
                      <c:pt idx="5191">
                        <c:v>21.625</c:v>
                      </c:pt>
                      <c:pt idx="5192">
                        <c:v>21.629166999999999</c:v>
                      </c:pt>
                      <c:pt idx="5193">
                        <c:v>21.633333</c:v>
                      </c:pt>
                      <c:pt idx="5194">
                        <c:v>21.637499999999999</c:v>
                      </c:pt>
                      <c:pt idx="5195">
                        <c:v>21.641667000000002</c:v>
                      </c:pt>
                      <c:pt idx="5196">
                        <c:v>21.645833</c:v>
                      </c:pt>
                      <c:pt idx="5197">
                        <c:v>21.65</c:v>
                      </c:pt>
                      <c:pt idx="5198">
                        <c:v>21.654167000000001</c:v>
                      </c:pt>
                      <c:pt idx="5199">
                        <c:v>21.658332999999999</c:v>
                      </c:pt>
                      <c:pt idx="5200">
                        <c:v>21.662500000000001</c:v>
                      </c:pt>
                      <c:pt idx="5201">
                        <c:v>21.666667</c:v>
                      </c:pt>
                      <c:pt idx="5202">
                        <c:v>21.670832999999998</c:v>
                      </c:pt>
                      <c:pt idx="5203">
                        <c:v>21.675000000000001</c:v>
                      </c:pt>
                      <c:pt idx="5204">
                        <c:v>21.679167</c:v>
                      </c:pt>
                      <c:pt idx="5205">
                        <c:v>21.683333000000001</c:v>
                      </c:pt>
                      <c:pt idx="5206">
                        <c:v>21.6875</c:v>
                      </c:pt>
                      <c:pt idx="5207">
                        <c:v>21.691666999999999</c:v>
                      </c:pt>
                      <c:pt idx="5208">
                        <c:v>21.695833</c:v>
                      </c:pt>
                      <c:pt idx="5209">
                        <c:v>21.7</c:v>
                      </c:pt>
                      <c:pt idx="5210">
                        <c:v>21.704167000000002</c:v>
                      </c:pt>
                      <c:pt idx="5211">
                        <c:v>21.708333</c:v>
                      </c:pt>
                      <c:pt idx="5212">
                        <c:v>21.712499999999999</c:v>
                      </c:pt>
                      <c:pt idx="5213">
                        <c:v>21.716667000000001</c:v>
                      </c:pt>
                      <c:pt idx="5214">
                        <c:v>21.720832999999999</c:v>
                      </c:pt>
                      <c:pt idx="5215">
                        <c:v>21.725000000000001</c:v>
                      </c:pt>
                      <c:pt idx="5216">
                        <c:v>21.729167</c:v>
                      </c:pt>
                      <c:pt idx="5217">
                        <c:v>21.733332999999998</c:v>
                      </c:pt>
                      <c:pt idx="5218">
                        <c:v>21.737500000000001</c:v>
                      </c:pt>
                      <c:pt idx="5219">
                        <c:v>21.741667</c:v>
                      </c:pt>
                      <c:pt idx="5220">
                        <c:v>21.745833000000001</c:v>
                      </c:pt>
                      <c:pt idx="5221">
                        <c:v>21.75</c:v>
                      </c:pt>
                      <c:pt idx="5222">
                        <c:v>21.754166999999999</c:v>
                      </c:pt>
                      <c:pt idx="5223">
                        <c:v>21.758333</c:v>
                      </c:pt>
                      <c:pt idx="5224">
                        <c:v>21.762499999999999</c:v>
                      </c:pt>
                      <c:pt idx="5225">
                        <c:v>21.766667000000002</c:v>
                      </c:pt>
                      <c:pt idx="5226">
                        <c:v>21.770833</c:v>
                      </c:pt>
                      <c:pt idx="5227">
                        <c:v>21.774999999999999</c:v>
                      </c:pt>
                      <c:pt idx="5228">
                        <c:v>21.779167000000001</c:v>
                      </c:pt>
                      <c:pt idx="5229">
                        <c:v>21.783332999999999</c:v>
                      </c:pt>
                      <c:pt idx="5230">
                        <c:v>21.787500000000001</c:v>
                      </c:pt>
                      <c:pt idx="5231">
                        <c:v>21.791667</c:v>
                      </c:pt>
                      <c:pt idx="5232">
                        <c:v>21.795832999999998</c:v>
                      </c:pt>
                      <c:pt idx="5233">
                        <c:v>21.8</c:v>
                      </c:pt>
                      <c:pt idx="5234">
                        <c:v>21.804167</c:v>
                      </c:pt>
                      <c:pt idx="5235">
                        <c:v>21.808333000000001</c:v>
                      </c:pt>
                      <c:pt idx="5236">
                        <c:v>21.8125</c:v>
                      </c:pt>
                      <c:pt idx="5237">
                        <c:v>21.816666999999999</c:v>
                      </c:pt>
                      <c:pt idx="5238">
                        <c:v>21.820833</c:v>
                      </c:pt>
                      <c:pt idx="5239">
                        <c:v>21.824999999999999</c:v>
                      </c:pt>
                      <c:pt idx="5240">
                        <c:v>21.829167000000002</c:v>
                      </c:pt>
                      <c:pt idx="5241">
                        <c:v>21.833333</c:v>
                      </c:pt>
                      <c:pt idx="5242">
                        <c:v>21.837499999999999</c:v>
                      </c:pt>
                      <c:pt idx="5243">
                        <c:v>21.841667000000001</c:v>
                      </c:pt>
                      <c:pt idx="5244">
                        <c:v>21.845832999999999</c:v>
                      </c:pt>
                      <c:pt idx="5245">
                        <c:v>21.85</c:v>
                      </c:pt>
                      <c:pt idx="5246">
                        <c:v>21.854167</c:v>
                      </c:pt>
                      <c:pt idx="5247">
                        <c:v>21.858332999999998</c:v>
                      </c:pt>
                      <c:pt idx="5248">
                        <c:v>21.862500000000001</c:v>
                      </c:pt>
                      <c:pt idx="5249">
                        <c:v>21.866667</c:v>
                      </c:pt>
                      <c:pt idx="5250">
                        <c:v>21.870833000000001</c:v>
                      </c:pt>
                      <c:pt idx="5251">
                        <c:v>21.875</c:v>
                      </c:pt>
                      <c:pt idx="5252">
                        <c:v>21.879166999999999</c:v>
                      </c:pt>
                      <c:pt idx="5253">
                        <c:v>21.883333</c:v>
                      </c:pt>
                      <c:pt idx="5254">
                        <c:v>21.887499999999999</c:v>
                      </c:pt>
                      <c:pt idx="5255">
                        <c:v>21.891667000000002</c:v>
                      </c:pt>
                      <c:pt idx="5256">
                        <c:v>21.895833</c:v>
                      </c:pt>
                      <c:pt idx="5257">
                        <c:v>21.9</c:v>
                      </c:pt>
                      <c:pt idx="5258">
                        <c:v>21.904167000000001</c:v>
                      </c:pt>
                      <c:pt idx="5259">
                        <c:v>21.908332999999999</c:v>
                      </c:pt>
                      <c:pt idx="5260">
                        <c:v>21.912500000000001</c:v>
                      </c:pt>
                      <c:pt idx="5261">
                        <c:v>21.916667</c:v>
                      </c:pt>
                      <c:pt idx="5262">
                        <c:v>21.920832999999998</c:v>
                      </c:pt>
                      <c:pt idx="5263">
                        <c:v>21.925000000000001</c:v>
                      </c:pt>
                      <c:pt idx="5264">
                        <c:v>21.929167</c:v>
                      </c:pt>
                      <c:pt idx="5265">
                        <c:v>21.933333000000001</c:v>
                      </c:pt>
                      <c:pt idx="5266">
                        <c:v>21.9375</c:v>
                      </c:pt>
                      <c:pt idx="5267">
                        <c:v>21.941666999999999</c:v>
                      </c:pt>
                      <c:pt idx="5268">
                        <c:v>21.945833</c:v>
                      </c:pt>
                      <c:pt idx="5269">
                        <c:v>21.95</c:v>
                      </c:pt>
                      <c:pt idx="5270">
                        <c:v>21.954167000000002</c:v>
                      </c:pt>
                      <c:pt idx="5271">
                        <c:v>21.958333</c:v>
                      </c:pt>
                      <c:pt idx="5272">
                        <c:v>21.962499999999999</c:v>
                      </c:pt>
                      <c:pt idx="5273">
                        <c:v>21.966667000000001</c:v>
                      </c:pt>
                      <c:pt idx="5274">
                        <c:v>21.970832999999999</c:v>
                      </c:pt>
                      <c:pt idx="5275">
                        <c:v>21.975000000000001</c:v>
                      </c:pt>
                      <c:pt idx="5276">
                        <c:v>21.979167</c:v>
                      </c:pt>
                      <c:pt idx="5277">
                        <c:v>21.983332999999998</c:v>
                      </c:pt>
                      <c:pt idx="5278">
                        <c:v>21.987500000000001</c:v>
                      </c:pt>
                      <c:pt idx="5279">
                        <c:v>21.991667</c:v>
                      </c:pt>
                      <c:pt idx="5280">
                        <c:v>21.995833000000001</c:v>
                      </c:pt>
                      <c:pt idx="5281">
                        <c:v>22</c:v>
                      </c:pt>
                      <c:pt idx="5282">
                        <c:v>22.004166999999999</c:v>
                      </c:pt>
                      <c:pt idx="5283">
                        <c:v>22.008333</c:v>
                      </c:pt>
                      <c:pt idx="5284">
                        <c:v>22.012499999999999</c:v>
                      </c:pt>
                      <c:pt idx="5285">
                        <c:v>22.016667000000002</c:v>
                      </c:pt>
                      <c:pt idx="5286">
                        <c:v>22.020833</c:v>
                      </c:pt>
                      <c:pt idx="5287">
                        <c:v>22.024999999999999</c:v>
                      </c:pt>
                      <c:pt idx="5288">
                        <c:v>22.029167000000001</c:v>
                      </c:pt>
                      <c:pt idx="5289">
                        <c:v>22.033332999999999</c:v>
                      </c:pt>
                      <c:pt idx="5290">
                        <c:v>22.037500000000001</c:v>
                      </c:pt>
                      <c:pt idx="5291">
                        <c:v>22.041667</c:v>
                      </c:pt>
                      <c:pt idx="5292">
                        <c:v>22.045832999999998</c:v>
                      </c:pt>
                      <c:pt idx="5293">
                        <c:v>22.05</c:v>
                      </c:pt>
                      <c:pt idx="5294">
                        <c:v>22.054167</c:v>
                      </c:pt>
                      <c:pt idx="5295">
                        <c:v>22.058333000000001</c:v>
                      </c:pt>
                      <c:pt idx="5296">
                        <c:v>22.0625</c:v>
                      </c:pt>
                      <c:pt idx="5297">
                        <c:v>22.066666999999999</c:v>
                      </c:pt>
                      <c:pt idx="5298">
                        <c:v>22.070833</c:v>
                      </c:pt>
                      <c:pt idx="5299">
                        <c:v>22.074999999999999</c:v>
                      </c:pt>
                      <c:pt idx="5300">
                        <c:v>22.079167000000002</c:v>
                      </c:pt>
                      <c:pt idx="5301">
                        <c:v>22.083333</c:v>
                      </c:pt>
                      <c:pt idx="5302">
                        <c:v>22.087499999999999</c:v>
                      </c:pt>
                      <c:pt idx="5303">
                        <c:v>22.091667000000001</c:v>
                      </c:pt>
                      <c:pt idx="5304">
                        <c:v>22.095832999999999</c:v>
                      </c:pt>
                      <c:pt idx="5305">
                        <c:v>22.1</c:v>
                      </c:pt>
                      <c:pt idx="5306">
                        <c:v>22.104167</c:v>
                      </c:pt>
                      <c:pt idx="5307">
                        <c:v>22.108332999999998</c:v>
                      </c:pt>
                      <c:pt idx="5308">
                        <c:v>22.112500000000001</c:v>
                      </c:pt>
                      <c:pt idx="5309">
                        <c:v>22.116667</c:v>
                      </c:pt>
                      <c:pt idx="5310">
                        <c:v>22.120833000000001</c:v>
                      </c:pt>
                      <c:pt idx="5311">
                        <c:v>22.125</c:v>
                      </c:pt>
                      <c:pt idx="5312">
                        <c:v>22.129166999999999</c:v>
                      </c:pt>
                      <c:pt idx="5313">
                        <c:v>22.133333</c:v>
                      </c:pt>
                      <c:pt idx="5314">
                        <c:v>22.137499999999999</c:v>
                      </c:pt>
                      <c:pt idx="5315">
                        <c:v>22.141667000000002</c:v>
                      </c:pt>
                      <c:pt idx="5316">
                        <c:v>22.145833</c:v>
                      </c:pt>
                      <c:pt idx="5317">
                        <c:v>22.15</c:v>
                      </c:pt>
                      <c:pt idx="5318">
                        <c:v>22.154167000000001</c:v>
                      </c:pt>
                      <c:pt idx="5319">
                        <c:v>22.158332999999999</c:v>
                      </c:pt>
                      <c:pt idx="5320">
                        <c:v>22.162500000000001</c:v>
                      </c:pt>
                      <c:pt idx="5321">
                        <c:v>22.166667</c:v>
                      </c:pt>
                      <c:pt idx="5322">
                        <c:v>22.170832999999998</c:v>
                      </c:pt>
                      <c:pt idx="5323">
                        <c:v>22.175000000000001</c:v>
                      </c:pt>
                      <c:pt idx="5324">
                        <c:v>22.179167</c:v>
                      </c:pt>
                      <c:pt idx="5325">
                        <c:v>22.183333000000001</c:v>
                      </c:pt>
                      <c:pt idx="5326">
                        <c:v>22.1875</c:v>
                      </c:pt>
                      <c:pt idx="5327">
                        <c:v>22.191666999999999</c:v>
                      </c:pt>
                      <c:pt idx="5328">
                        <c:v>22.195833</c:v>
                      </c:pt>
                      <c:pt idx="5329">
                        <c:v>22.2</c:v>
                      </c:pt>
                      <c:pt idx="5330">
                        <c:v>22.204167000000002</c:v>
                      </c:pt>
                      <c:pt idx="5331">
                        <c:v>22.208333</c:v>
                      </c:pt>
                      <c:pt idx="5332">
                        <c:v>22.212499999999999</c:v>
                      </c:pt>
                      <c:pt idx="5333">
                        <c:v>22.216667000000001</c:v>
                      </c:pt>
                      <c:pt idx="5334">
                        <c:v>22.220832999999999</c:v>
                      </c:pt>
                      <c:pt idx="5335">
                        <c:v>22.225000000000001</c:v>
                      </c:pt>
                      <c:pt idx="5336">
                        <c:v>22.229167</c:v>
                      </c:pt>
                      <c:pt idx="5337">
                        <c:v>22.233332999999998</c:v>
                      </c:pt>
                      <c:pt idx="5338">
                        <c:v>22.237500000000001</c:v>
                      </c:pt>
                      <c:pt idx="5339">
                        <c:v>22.241667</c:v>
                      </c:pt>
                      <c:pt idx="5340">
                        <c:v>22.245833000000001</c:v>
                      </c:pt>
                      <c:pt idx="5341">
                        <c:v>22.25</c:v>
                      </c:pt>
                      <c:pt idx="5342">
                        <c:v>22.254166999999999</c:v>
                      </c:pt>
                      <c:pt idx="5343">
                        <c:v>22.258333</c:v>
                      </c:pt>
                      <c:pt idx="5344">
                        <c:v>22.262499999999999</c:v>
                      </c:pt>
                      <c:pt idx="5345">
                        <c:v>22.266667000000002</c:v>
                      </c:pt>
                      <c:pt idx="5346">
                        <c:v>22.270833</c:v>
                      </c:pt>
                      <c:pt idx="5347">
                        <c:v>22.274999999999999</c:v>
                      </c:pt>
                      <c:pt idx="5348">
                        <c:v>22.279167000000001</c:v>
                      </c:pt>
                      <c:pt idx="5349">
                        <c:v>22.283332999999999</c:v>
                      </c:pt>
                      <c:pt idx="5350">
                        <c:v>22.287500000000001</c:v>
                      </c:pt>
                      <c:pt idx="5351">
                        <c:v>22.291667</c:v>
                      </c:pt>
                      <c:pt idx="5352">
                        <c:v>22.295832999999998</c:v>
                      </c:pt>
                      <c:pt idx="5353">
                        <c:v>22.3</c:v>
                      </c:pt>
                      <c:pt idx="5354">
                        <c:v>22.304167</c:v>
                      </c:pt>
                      <c:pt idx="5355">
                        <c:v>22.308333000000001</c:v>
                      </c:pt>
                      <c:pt idx="5356">
                        <c:v>22.3125</c:v>
                      </c:pt>
                      <c:pt idx="5357">
                        <c:v>22.316666999999999</c:v>
                      </c:pt>
                      <c:pt idx="5358">
                        <c:v>22.320833</c:v>
                      </c:pt>
                      <c:pt idx="5359">
                        <c:v>22.324999999999999</c:v>
                      </c:pt>
                      <c:pt idx="5360">
                        <c:v>22.329167000000002</c:v>
                      </c:pt>
                      <c:pt idx="5361">
                        <c:v>22.333333</c:v>
                      </c:pt>
                      <c:pt idx="5362">
                        <c:v>22.337499999999999</c:v>
                      </c:pt>
                      <c:pt idx="5363">
                        <c:v>22.341667000000001</c:v>
                      </c:pt>
                      <c:pt idx="5364">
                        <c:v>22.345832999999999</c:v>
                      </c:pt>
                      <c:pt idx="5365">
                        <c:v>22.35</c:v>
                      </c:pt>
                      <c:pt idx="5366">
                        <c:v>22.354167</c:v>
                      </c:pt>
                      <c:pt idx="5367">
                        <c:v>22.358332999999998</c:v>
                      </c:pt>
                      <c:pt idx="5368">
                        <c:v>22.362500000000001</c:v>
                      </c:pt>
                      <c:pt idx="5369">
                        <c:v>22.366667</c:v>
                      </c:pt>
                      <c:pt idx="5370">
                        <c:v>22.370833000000001</c:v>
                      </c:pt>
                      <c:pt idx="5371">
                        <c:v>22.375</c:v>
                      </c:pt>
                      <c:pt idx="5372">
                        <c:v>22.379166999999999</c:v>
                      </c:pt>
                      <c:pt idx="5373">
                        <c:v>22.383333</c:v>
                      </c:pt>
                      <c:pt idx="5374">
                        <c:v>22.387499999999999</c:v>
                      </c:pt>
                      <c:pt idx="5375">
                        <c:v>22.391667000000002</c:v>
                      </c:pt>
                      <c:pt idx="5376">
                        <c:v>22.395833</c:v>
                      </c:pt>
                      <c:pt idx="5377">
                        <c:v>22.4</c:v>
                      </c:pt>
                      <c:pt idx="5378">
                        <c:v>22.404167000000001</c:v>
                      </c:pt>
                      <c:pt idx="5379">
                        <c:v>22.408332999999999</c:v>
                      </c:pt>
                      <c:pt idx="5380">
                        <c:v>22.412500000000001</c:v>
                      </c:pt>
                      <c:pt idx="5381">
                        <c:v>22.416667</c:v>
                      </c:pt>
                      <c:pt idx="5382">
                        <c:v>22.420832999999998</c:v>
                      </c:pt>
                      <c:pt idx="5383">
                        <c:v>22.425000000000001</c:v>
                      </c:pt>
                      <c:pt idx="5384">
                        <c:v>22.429167</c:v>
                      </c:pt>
                      <c:pt idx="5385">
                        <c:v>22.433333000000001</c:v>
                      </c:pt>
                      <c:pt idx="5386">
                        <c:v>22.4375</c:v>
                      </c:pt>
                      <c:pt idx="5387">
                        <c:v>22.441666999999999</c:v>
                      </c:pt>
                      <c:pt idx="5388">
                        <c:v>22.445833</c:v>
                      </c:pt>
                      <c:pt idx="5389">
                        <c:v>22.45</c:v>
                      </c:pt>
                      <c:pt idx="5390">
                        <c:v>22.454167000000002</c:v>
                      </c:pt>
                      <c:pt idx="5391">
                        <c:v>22.458333</c:v>
                      </c:pt>
                      <c:pt idx="5392">
                        <c:v>22.462499999999999</c:v>
                      </c:pt>
                      <c:pt idx="5393">
                        <c:v>22.466667000000001</c:v>
                      </c:pt>
                      <c:pt idx="5394">
                        <c:v>22.470832999999999</c:v>
                      </c:pt>
                      <c:pt idx="5395">
                        <c:v>22.475000000000001</c:v>
                      </c:pt>
                      <c:pt idx="5396">
                        <c:v>22.479167</c:v>
                      </c:pt>
                      <c:pt idx="5397">
                        <c:v>22.483332999999998</c:v>
                      </c:pt>
                      <c:pt idx="5398">
                        <c:v>22.487500000000001</c:v>
                      </c:pt>
                      <c:pt idx="5399">
                        <c:v>22.491667</c:v>
                      </c:pt>
                      <c:pt idx="5400">
                        <c:v>22.495833000000001</c:v>
                      </c:pt>
                      <c:pt idx="5401">
                        <c:v>22.5</c:v>
                      </c:pt>
                      <c:pt idx="5402">
                        <c:v>22.504166999999999</c:v>
                      </c:pt>
                      <c:pt idx="5403">
                        <c:v>22.508333</c:v>
                      </c:pt>
                      <c:pt idx="5404">
                        <c:v>22.512499999999999</c:v>
                      </c:pt>
                      <c:pt idx="5405">
                        <c:v>22.516667000000002</c:v>
                      </c:pt>
                      <c:pt idx="5406">
                        <c:v>22.520833</c:v>
                      </c:pt>
                      <c:pt idx="5407">
                        <c:v>22.524999999999999</c:v>
                      </c:pt>
                      <c:pt idx="5408">
                        <c:v>22.529167000000001</c:v>
                      </c:pt>
                      <c:pt idx="5409">
                        <c:v>22.533332999999999</c:v>
                      </c:pt>
                      <c:pt idx="5410">
                        <c:v>22.537500000000001</c:v>
                      </c:pt>
                      <c:pt idx="5411">
                        <c:v>22.541667</c:v>
                      </c:pt>
                      <c:pt idx="5412">
                        <c:v>22.545832999999998</c:v>
                      </c:pt>
                      <c:pt idx="5413">
                        <c:v>22.55</c:v>
                      </c:pt>
                      <c:pt idx="5414">
                        <c:v>22.554167</c:v>
                      </c:pt>
                      <c:pt idx="5415">
                        <c:v>22.558333000000001</c:v>
                      </c:pt>
                      <c:pt idx="5416">
                        <c:v>22.5625</c:v>
                      </c:pt>
                      <c:pt idx="5417">
                        <c:v>22.566666999999999</c:v>
                      </c:pt>
                      <c:pt idx="5418">
                        <c:v>22.570833</c:v>
                      </c:pt>
                      <c:pt idx="5419">
                        <c:v>22.574999999999999</c:v>
                      </c:pt>
                      <c:pt idx="5420">
                        <c:v>22.579167000000002</c:v>
                      </c:pt>
                      <c:pt idx="5421">
                        <c:v>22.583333</c:v>
                      </c:pt>
                      <c:pt idx="5422">
                        <c:v>22.587499999999999</c:v>
                      </c:pt>
                      <c:pt idx="5423">
                        <c:v>22.591667000000001</c:v>
                      </c:pt>
                      <c:pt idx="5424">
                        <c:v>22.595832999999999</c:v>
                      </c:pt>
                      <c:pt idx="5425">
                        <c:v>22.6</c:v>
                      </c:pt>
                      <c:pt idx="5426">
                        <c:v>22.604167</c:v>
                      </c:pt>
                      <c:pt idx="5427">
                        <c:v>22.608332999999998</c:v>
                      </c:pt>
                      <c:pt idx="5428">
                        <c:v>22.612500000000001</c:v>
                      </c:pt>
                      <c:pt idx="5429">
                        <c:v>22.616667</c:v>
                      </c:pt>
                      <c:pt idx="5430">
                        <c:v>22.620833000000001</c:v>
                      </c:pt>
                      <c:pt idx="5431">
                        <c:v>22.625</c:v>
                      </c:pt>
                      <c:pt idx="5432">
                        <c:v>22.629166999999999</c:v>
                      </c:pt>
                      <c:pt idx="5433">
                        <c:v>22.633333</c:v>
                      </c:pt>
                      <c:pt idx="5434">
                        <c:v>22.637499999999999</c:v>
                      </c:pt>
                      <c:pt idx="5435">
                        <c:v>22.641667000000002</c:v>
                      </c:pt>
                      <c:pt idx="5436">
                        <c:v>22.645833</c:v>
                      </c:pt>
                      <c:pt idx="5437">
                        <c:v>22.65</c:v>
                      </c:pt>
                      <c:pt idx="5438">
                        <c:v>22.654167000000001</c:v>
                      </c:pt>
                      <c:pt idx="5439">
                        <c:v>22.658332999999999</c:v>
                      </c:pt>
                      <c:pt idx="5440">
                        <c:v>22.662500000000001</c:v>
                      </c:pt>
                      <c:pt idx="5441">
                        <c:v>22.666667</c:v>
                      </c:pt>
                      <c:pt idx="5442">
                        <c:v>22.670832999999998</c:v>
                      </c:pt>
                      <c:pt idx="5443">
                        <c:v>22.675000000000001</c:v>
                      </c:pt>
                      <c:pt idx="5444">
                        <c:v>22.679167</c:v>
                      </c:pt>
                      <c:pt idx="5445">
                        <c:v>22.683333000000001</c:v>
                      </c:pt>
                      <c:pt idx="5446">
                        <c:v>22.6875</c:v>
                      </c:pt>
                      <c:pt idx="5447">
                        <c:v>22.691666999999999</c:v>
                      </c:pt>
                      <c:pt idx="5448">
                        <c:v>22.695833</c:v>
                      </c:pt>
                      <c:pt idx="5449">
                        <c:v>22.7</c:v>
                      </c:pt>
                      <c:pt idx="5450">
                        <c:v>22.704167000000002</c:v>
                      </c:pt>
                      <c:pt idx="5451">
                        <c:v>22.708333</c:v>
                      </c:pt>
                      <c:pt idx="5452">
                        <c:v>22.712499999999999</c:v>
                      </c:pt>
                      <c:pt idx="5453">
                        <c:v>22.716667000000001</c:v>
                      </c:pt>
                      <c:pt idx="5454">
                        <c:v>22.720832999999999</c:v>
                      </c:pt>
                      <c:pt idx="5455">
                        <c:v>22.725000000000001</c:v>
                      </c:pt>
                      <c:pt idx="5456">
                        <c:v>22.729167</c:v>
                      </c:pt>
                      <c:pt idx="5457">
                        <c:v>22.733332999999998</c:v>
                      </c:pt>
                      <c:pt idx="5458">
                        <c:v>22.737500000000001</c:v>
                      </c:pt>
                      <c:pt idx="5459">
                        <c:v>22.741667</c:v>
                      </c:pt>
                      <c:pt idx="5460">
                        <c:v>22.745833000000001</c:v>
                      </c:pt>
                      <c:pt idx="5461">
                        <c:v>22.75</c:v>
                      </c:pt>
                      <c:pt idx="5462">
                        <c:v>22.754166999999999</c:v>
                      </c:pt>
                      <c:pt idx="5463">
                        <c:v>22.758333</c:v>
                      </c:pt>
                      <c:pt idx="5464">
                        <c:v>22.762499999999999</c:v>
                      </c:pt>
                      <c:pt idx="5465">
                        <c:v>22.766667000000002</c:v>
                      </c:pt>
                      <c:pt idx="5466">
                        <c:v>22.770833</c:v>
                      </c:pt>
                      <c:pt idx="5467">
                        <c:v>22.774999999999999</c:v>
                      </c:pt>
                      <c:pt idx="5468">
                        <c:v>22.779167000000001</c:v>
                      </c:pt>
                      <c:pt idx="5469">
                        <c:v>22.783332999999999</c:v>
                      </c:pt>
                      <c:pt idx="5470">
                        <c:v>22.787500000000001</c:v>
                      </c:pt>
                      <c:pt idx="5471">
                        <c:v>22.791667</c:v>
                      </c:pt>
                      <c:pt idx="5472">
                        <c:v>22.795832999999998</c:v>
                      </c:pt>
                      <c:pt idx="5473">
                        <c:v>22.8</c:v>
                      </c:pt>
                      <c:pt idx="5474">
                        <c:v>22.804167</c:v>
                      </c:pt>
                      <c:pt idx="5475">
                        <c:v>22.808333000000001</c:v>
                      </c:pt>
                      <c:pt idx="5476">
                        <c:v>22.8125</c:v>
                      </c:pt>
                      <c:pt idx="5477">
                        <c:v>22.816666999999999</c:v>
                      </c:pt>
                      <c:pt idx="5478">
                        <c:v>22.820833</c:v>
                      </c:pt>
                      <c:pt idx="5479">
                        <c:v>22.824999999999999</c:v>
                      </c:pt>
                      <c:pt idx="5480">
                        <c:v>22.829167000000002</c:v>
                      </c:pt>
                      <c:pt idx="5481">
                        <c:v>22.833333</c:v>
                      </c:pt>
                      <c:pt idx="5482">
                        <c:v>22.837499999999999</c:v>
                      </c:pt>
                      <c:pt idx="5483">
                        <c:v>22.841667000000001</c:v>
                      </c:pt>
                      <c:pt idx="5484">
                        <c:v>22.845832999999999</c:v>
                      </c:pt>
                      <c:pt idx="5485">
                        <c:v>22.85</c:v>
                      </c:pt>
                      <c:pt idx="5486">
                        <c:v>22.854167</c:v>
                      </c:pt>
                      <c:pt idx="5487">
                        <c:v>22.858332999999998</c:v>
                      </c:pt>
                      <c:pt idx="5488">
                        <c:v>22.862500000000001</c:v>
                      </c:pt>
                      <c:pt idx="5489">
                        <c:v>22.866667</c:v>
                      </c:pt>
                      <c:pt idx="5490">
                        <c:v>22.870833000000001</c:v>
                      </c:pt>
                      <c:pt idx="5491">
                        <c:v>22.875</c:v>
                      </c:pt>
                      <c:pt idx="5492">
                        <c:v>22.879166999999999</c:v>
                      </c:pt>
                      <c:pt idx="5493">
                        <c:v>22.883333</c:v>
                      </c:pt>
                      <c:pt idx="5494">
                        <c:v>22.887499999999999</c:v>
                      </c:pt>
                      <c:pt idx="5495">
                        <c:v>22.891667000000002</c:v>
                      </c:pt>
                      <c:pt idx="5496">
                        <c:v>22.895833</c:v>
                      </c:pt>
                      <c:pt idx="5497">
                        <c:v>22.9</c:v>
                      </c:pt>
                      <c:pt idx="5498">
                        <c:v>22.904167000000001</c:v>
                      </c:pt>
                      <c:pt idx="5499">
                        <c:v>22.908332999999999</c:v>
                      </c:pt>
                      <c:pt idx="5500">
                        <c:v>22.912500000000001</c:v>
                      </c:pt>
                      <c:pt idx="5501">
                        <c:v>22.916667</c:v>
                      </c:pt>
                      <c:pt idx="5502">
                        <c:v>22.920832999999998</c:v>
                      </c:pt>
                      <c:pt idx="5503">
                        <c:v>22.925000000000001</c:v>
                      </c:pt>
                      <c:pt idx="5504">
                        <c:v>22.929167</c:v>
                      </c:pt>
                      <c:pt idx="5505">
                        <c:v>22.933333000000001</c:v>
                      </c:pt>
                      <c:pt idx="5506">
                        <c:v>22.9375</c:v>
                      </c:pt>
                      <c:pt idx="5507">
                        <c:v>22.941666999999999</c:v>
                      </c:pt>
                      <c:pt idx="5508">
                        <c:v>22.945833</c:v>
                      </c:pt>
                      <c:pt idx="5509">
                        <c:v>22.95</c:v>
                      </c:pt>
                      <c:pt idx="5510">
                        <c:v>22.954167000000002</c:v>
                      </c:pt>
                      <c:pt idx="5511">
                        <c:v>22.958333</c:v>
                      </c:pt>
                      <c:pt idx="5512">
                        <c:v>22.962499999999999</c:v>
                      </c:pt>
                      <c:pt idx="5513">
                        <c:v>22.966667000000001</c:v>
                      </c:pt>
                      <c:pt idx="5514">
                        <c:v>22.970832999999999</c:v>
                      </c:pt>
                      <c:pt idx="5515">
                        <c:v>22.975000000000001</c:v>
                      </c:pt>
                      <c:pt idx="5516">
                        <c:v>22.979167</c:v>
                      </c:pt>
                      <c:pt idx="5517">
                        <c:v>22.983332999999998</c:v>
                      </c:pt>
                      <c:pt idx="5518">
                        <c:v>22.987500000000001</c:v>
                      </c:pt>
                      <c:pt idx="5519">
                        <c:v>22.991667</c:v>
                      </c:pt>
                      <c:pt idx="5520">
                        <c:v>22.995833000000001</c:v>
                      </c:pt>
                      <c:pt idx="5521">
                        <c:v>23</c:v>
                      </c:pt>
                      <c:pt idx="5522">
                        <c:v>23.004166999999999</c:v>
                      </c:pt>
                      <c:pt idx="5523">
                        <c:v>23.008333</c:v>
                      </c:pt>
                      <c:pt idx="5524">
                        <c:v>23.012499999999999</c:v>
                      </c:pt>
                      <c:pt idx="5525">
                        <c:v>23.016667000000002</c:v>
                      </c:pt>
                      <c:pt idx="5526">
                        <c:v>23.020833</c:v>
                      </c:pt>
                      <c:pt idx="5527">
                        <c:v>23.024999999999999</c:v>
                      </c:pt>
                      <c:pt idx="5528">
                        <c:v>23.029167000000001</c:v>
                      </c:pt>
                      <c:pt idx="5529">
                        <c:v>23.033332999999999</c:v>
                      </c:pt>
                      <c:pt idx="5530">
                        <c:v>23.037500000000001</c:v>
                      </c:pt>
                      <c:pt idx="5531">
                        <c:v>23.041667</c:v>
                      </c:pt>
                      <c:pt idx="5532">
                        <c:v>23.045832999999998</c:v>
                      </c:pt>
                      <c:pt idx="5533">
                        <c:v>23.05</c:v>
                      </c:pt>
                      <c:pt idx="5534">
                        <c:v>23.054167</c:v>
                      </c:pt>
                      <c:pt idx="5535">
                        <c:v>23.058333000000001</c:v>
                      </c:pt>
                      <c:pt idx="5536">
                        <c:v>23.0625</c:v>
                      </c:pt>
                      <c:pt idx="5537">
                        <c:v>23.066666999999999</c:v>
                      </c:pt>
                      <c:pt idx="5538">
                        <c:v>23.070833</c:v>
                      </c:pt>
                      <c:pt idx="5539">
                        <c:v>23.074999999999999</c:v>
                      </c:pt>
                      <c:pt idx="5540">
                        <c:v>23.079167000000002</c:v>
                      </c:pt>
                      <c:pt idx="5541">
                        <c:v>23.083333</c:v>
                      </c:pt>
                      <c:pt idx="5542">
                        <c:v>23.087499999999999</c:v>
                      </c:pt>
                      <c:pt idx="5543">
                        <c:v>23.091667000000001</c:v>
                      </c:pt>
                      <c:pt idx="5544">
                        <c:v>23.095832999999999</c:v>
                      </c:pt>
                      <c:pt idx="5545">
                        <c:v>23.1</c:v>
                      </c:pt>
                      <c:pt idx="5546">
                        <c:v>23.104167</c:v>
                      </c:pt>
                      <c:pt idx="5547">
                        <c:v>23.108332999999998</c:v>
                      </c:pt>
                      <c:pt idx="5548">
                        <c:v>23.112500000000001</c:v>
                      </c:pt>
                      <c:pt idx="5549">
                        <c:v>23.116667</c:v>
                      </c:pt>
                      <c:pt idx="5550">
                        <c:v>23.120833000000001</c:v>
                      </c:pt>
                      <c:pt idx="5551">
                        <c:v>23.125</c:v>
                      </c:pt>
                      <c:pt idx="5552">
                        <c:v>23.129166999999999</c:v>
                      </c:pt>
                      <c:pt idx="5553">
                        <c:v>23.133333</c:v>
                      </c:pt>
                      <c:pt idx="5554">
                        <c:v>23.137499999999999</c:v>
                      </c:pt>
                      <c:pt idx="5555">
                        <c:v>23.141667000000002</c:v>
                      </c:pt>
                      <c:pt idx="5556">
                        <c:v>23.145833</c:v>
                      </c:pt>
                      <c:pt idx="5557">
                        <c:v>23.15</c:v>
                      </c:pt>
                      <c:pt idx="5558">
                        <c:v>23.154167000000001</c:v>
                      </c:pt>
                      <c:pt idx="5559">
                        <c:v>23.158332999999999</c:v>
                      </c:pt>
                      <c:pt idx="5560">
                        <c:v>23.162500000000001</c:v>
                      </c:pt>
                      <c:pt idx="5561">
                        <c:v>23.166667</c:v>
                      </c:pt>
                      <c:pt idx="5562">
                        <c:v>23.170832999999998</c:v>
                      </c:pt>
                      <c:pt idx="5563">
                        <c:v>23.175000000000001</c:v>
                      </c:pt>
                      <c:pt idx="5564">
                        <c:v>23.179167</c:v>
                      </c:pt>
                      <c:pt idx="5565">
                        <c:v>23.183333000000001</c:v>
                      </c:pt>
                      <c:pt idx="5566">
                        <c:v>23.1875</c:v>
                      </c:pt>
                      <c:pt idx="5567">
                        <c:v>23.191666999999999</c:v>
                      </c:pt>
                      <c:pt idx="5568">
                        <c:v>23.195833</c:v>
                      </c:pt>
                      <c:pt idx="5569">
                        <c:v>23.2</c:v>
                      </c:pt>
                      <c:pt idx="5570">
                        <c:v>23.204167000000002</c:v>
                      </c:pt>
                      <c:pt idx="5571">
                        <c:v>23.208333</c:v>
                      </c:pt>
                      <c:pt idx="5572">
                        <c:v>23.212499999999999</c:v>
                      </c:pt>
                      <c:pt idx="5573">
                        <c:v>23.216667000000001</c:v>
                      </c:pt>
                      <c:pt idx="5574">
                        <c:v>23.220832999999999</c:v>
                      </c:pt>
                      <c:pt idx="5575">
                        <c:v>23.225000000000001</c:v>
                      </c:pt>
                      <c:pt idx="5576">
                        <c:v>23.229167</c:v>
                      </c:pt>
                      <c:pt idx="5577">
                        <c:v>23.233332999999998</c:v>
                      </c:pt>
                      <c:pt idx="5578">
                        <c:v>23.237500000000001</c:v>
                      </c:pt>
                      <c:pt idx="5579">
                        <c:v>23.241667</c:v>
                      </c:pt>
                      <c:pt idx="5580">
                        <c:v>23.245833000000001</c:v>
                      </c:pt>
                      <c:pt idx="5581">
                        <c:v>23.25</c:v>
                      </c:pt>
                      <c:pt idx="5582">
                        <c:v>23.254166999999999</c:v>
                      </c:pt>
                      <c:pt idx="5583">
                        <c:v>23.258333</c:v>
                      </c:pt>
                      <c:pt idx="5584">
                        <c:v>23.262499999999999</c:v>
                      </c:pt>
                      <c:pt idx="5585">
                        <c:v>23.266667000000002</c:v>
                      </c:pt>
                      <c:pt idx="5586">
                        <c:v>23.270833</c:v>
                      </c:pt>
                      <c:pt idx="5587">
                        <c:v>23.274999999999999</c:v>
                      </c:pt>
                      <c:pt idx="5588">
                        <c:v>23.279167000000001</c:v>
                      </c:pt>
                      <c:pt idx="5589">
                        <c:v>23.283332999999999</c:v>
                      </c:pt>
                      <c:pt idx="5590">
                        <c:v>23.287500000000001</c:v>
                      </c:pt>
                      <c:pt idx="5591">
                        <c:v>23.291667</c:v>
                      </c:pt>
                      <c:pt idx="5592">
                        <c:v>23.295832999999998</c:v>
                      </c:pt>
                      <c:pt idx="5593">
                        <c:v>23.3</c:v>
                      </c:pt>
                      <c:pt idx="5594">
                        <c:v>23.304167</c:v>
                      </c:pt>
                      <c:pt idx="5595">
                        <c:v>23.308333000000001</c:v>
                      </c:pt>
                      <c:pt idx="5596">
                        <c:v>23.3125</c:v>
                      </c:pt>
                      <c:pt idx="5597">
                        <c:v>23.316666999999999</c:v>
                      </c:pt>
                      <c:pt idx="5598">
                        <c:v>23.320833</c:v>
                      </c:pt>
                      <c:pt idx="5599">
                        <c:v>23.324999999999999</c:v>
                      </c:pt>
                      <c:pt idx="5600">
                        <c:v>23.329167000000002</c:v>
                      </c:pt>
                      <c:pt idx="5601">
                        <c:v>23.333333</c:v>
                      </c:pt>
                      <c:pt idx="5602">
                        <c:v>23.337499999999999</c:v>
                      </c:pt>
                      <c:pt idx="5603">
                        <c:v>23.341667000000001</c:v>
                      </c:pt>
                      <c:pt idx="5604">
                        <c:v>23.345832999999999</c:v>
                      </c:pt>
                      <c:pt idx="5605">
                        <c:v>23.35</c:v>
                      </c:pt>
                      <c:pt idx="5606">
                        <c:v>23.354167</c:v>
                      </c:pt>
                      <c:pt idx="5607">
                        <c:v>23.358332999999998</c:v>
                      </c:pt>
                      <c:pt idx="5608">
                        <c:v>23.362500000000001</c:v>
                      </c:pt>
                      <c:pt idx="5609">
                        <c:v>23.366667</c:v>
                      </c:pt>
                      <c:pt idx="5610">
                        <c:v>23.370833000000001</c:v>
                      </c:pt>
                      <c:pt idx="5611">
                        <c:v>23.375</c:v>
                      </c:pt>
                      <c:pt idx="5612">
                        <c:v>23.379166999999999</c:v>
                      </c:pt>
                      <c:pt idx="5613">
                        <c:v>23.383333</c:v>
                      </c:pt>
                      <c:pt idx="5614">
                        <c:v>23.387499999999999</c:v>
                      </c:pt>
                      <c:pt idx="5615">
                        <c:v>23.391667000000002</c:v>
                      </c:pt>
                      <c:pt idx="5616">
                        <c:v>23.395833</c:v>
                      </c:pt>
                      <c:pt idx="5617">
                        <c:v>23.4</c:v>
                      </c:pt>
                      <c:pt idx="5618">
                        <c:v>23.404167000000001</c:v>
                      </c:pt>
                      <c:pt idx="5619">
                        <c:v>23.408332999999999</c:v>
                      </c:pt>
                      <c:pt idx="5620">
                        <c:v>23.412500000000001</c:v>
                      </c:pt>
                      <c:pt idx="5621">
                        <c:v>23.416667</c:v>
                      </c:pt>
                      <c:pt idx="5622">
                        <c:v>23.420832999999998</c:v>
                      </c:pt>
                      <c:pt idx="5623">
                        <c:v>23.425000000000001</c:v>
                      </c:pt>
                      <c:pt idx="5624">
                        <c:v>23.429167</c:v>
                      </c:pt>
                      <c:pt idx="5625">
                        <c:v>23.433333000000001</c:v>
                      </c:pt>
                      <c:pt idx="5626">
                        <c:v>23.4375</c:v>
                      </c:pt>
                      <c:pt idx="5627">
                        <c:v>23.441666999999999</c:v>
                      </c:pt>
                      <c:pt idx="5628">
                        <c:v>23.445833</c:v>
                      </c:pt>
                      <c:pt idx="5629">
                        <c:v>23.45</c:v>
                      </c:pt>
                      <c:pt idx="5630">
                        <c:v>23.454167000000002</c:v>
                      </c:pt>
                      <c:pt idx="5631">
                        <c:v>23.458333</c:v>
                      </c:pt>
                      <c:pt idx="5632">
                        <c:v>23.462499999999999</c:v>
                      </c:pt>
                      <c:pt idx="5633">
                        <c:v>23.466667000000001</c:v>
                      </c:pt>
                      <c:pt idx="5634">
                        <c:v>23.470832999999999</c:v>
                      </c:pt>
                      <c:pt idx="5635">
                        <c:v>23.475000000000001</c:v>
                      </c:pt>
                      <c:pt idx="5636">
                        <c:v>23.479167</c:v>
                      </c:pt>
                      <c:pt idx="5637">
                        <c:v>23.483332999999998</c:v>
                      </c:pt>
                      <c:pt idx="5638">
                        <c:v>23.487500000000001</c:v>
                      </c:pt>
                      <c:pt idx="5639">
                        <c:v>23.491667</c:v>
                      </c:pt>
                      <c:pt idx="5640">
                        <c:v>23.495833000000001</c:v>
                      </c:pt>
                      <c:pt idx="5641">
                        <c:v>23.5</c:v>
                      </c:pt>
                      <c:pt idx="5642">
                        <c:v>23.504166999999999</c:v>
                      </c:pt>
                      <c:pt idx="5643">
                        <c:v>23.508333</c:v>
                      </c:pt>
                      <c:pt idx="5644">
                        <c:v>23.512499999999999</c:v>
                      </c:pt>
                      <c:pt idx="5645">
                        <c:v>23.516667000000002</c:v>
                      </c:pt>
                      <c:pt idx="5646">
                        <c:v>23.520833</c:v>
                      </c:pt>
                      <c:pt idx="5647">
                        <c:v>23.524999999999999</c:v>
                      </c:pt>
                      <c:pt idx="5648">
                        <c:v>23.529167000000001</c:v>
                      </c:pt>
                      <c:pt idx="5649">
                        <c:v>23.533332999999999</c:v>
                      </c:pt>
                      <c:pt idx="5650">
                        <c:v>23.537500000000001</c:v>
                      </c:pt>
                      <c:pt idx="5651">
                        <c:v>23.541667</c:v>
                      </c:pt>
                      <c:pt idx="5652">
                        <c:v>23.545832999999998</c:v>
                      </c:pt>
                      <c:pt idx="5653">
                        <c:v>23.55</c:v>
                      </c:pt>
                      <c:pt idx="5654">
                        <c:v>23.554167</c:v>
                      </c:pt>
                      <c:pt idx="5655">
                        <c:v>23.558333000000001</c:v>
                      </c:pt>
                      <c:pt idx="5656">
                        <c:v>23.5625</c:v>
                      </c:pt>
                      <c:pt idx="5657">
                        <c:v>23.566666999999999</c:v>
                      </c:pt>
                      <c:pt idx="5658">
                        <c:v>23.570833</c:v>
                      </c:pt>
                      <c:pt idx="5659">
                        <c:v>23.574999999999999</c:v>
                      </c:pt>
                      <c:pt idx="5660">
                        <c:v>23.579167000000002</c:v>
                      </c:pt>
                      <c:pt idx="5661">
                        <c:v>23.583333</c:v>
                      </c:pt>
                      <c:pt idx="5662">
                        <c:v>23.587499999999999</c:v>
                      </c:pt>
                      <c:pt idx="5663">
                        <c:v>23.591667000000001</c:v>
                      </c:pt>
                      <c:pt idx="5664">
                        <c:v>23.595832999999999</c:v>
                      </c:pt>
                      <c:pt idx="5665">
                        <c:v>23.6</c:v>
                      </c:pt>
                      <c:pt idx="5666">
                        <c:v>23.604167</c:v>
                      </c:pt>
                      <c:pt idx="5667">
                        <c:v>23.608332999999998</c:v>
                      </c:pt>
                      <c:pt idx="5668">
                        <c:v>23.612500000000001</c:v>
                      </c:pt>
                      <c:pt idx="5669">
                        <c:v>23.616667</c:v>
                      </c:pt>
                      <c:pt idx="5670">
                        <c:v>23.620833000000001</c:v>
                      </c:pt>
                      <c:pt idx="5671">
                        <c:v>23.625</c:v>
                      </c:pt>
                      <c:pt idx="5672">
                        <c:v>23.629166999999999</c:v>
                      </c:pt>
                      <c:pt idx="5673">
                        <c:v>23.633333</c:v>
                      </c:pt>
                      <c:pt idx="5674">
                        <c:v>23.637499999999999</c:v>
                      </c:pt>
                      <c:pt idx="5675">
                        <c:v>23.641667000000002</c:v>
                      </c:pt>
                      <c:pt idx="5676">
                        <c:v>23.645833</c:v>
                      </c:pt>
                      <c:pt idx="5677">
                        <c:v>23.65</c:v>
                      </c:pt>
                      <c:pt idx="5678">
                        <c:v>23.654167000000001</c:v>
                      </c:pt>
                      <c:pt idx="5679">
                        <c:v>23.658332999999999</c:v>
                      </c:pt>
                      <c:pt idx="5680">
                        <c:v>23.662500000000001</c:v>
                      </c:pt>
                      <c:pt idx="5681">
                        <c:v>23.666667</c:v>
                      </c:pt>
                      <c:pt idx="5682">
                        <c:v>23.670832999999998</c:v>
                      </c:pt>
                      <c:pt idx="5683">
                        <c:v>23.675000000000001</c:v>
                      </c:pt>
                      <c:pt idx="5684">
                        <c:v>23.679167</c:v>
                      </c:pt>
                      <c:pt idx="5685">
                        <c:v>23.683333000000001</c:v>
                      </c:pt>
                      <c:pt idx="5686">
                        <c:v>23.6875</c:v>
                      </c:pt>
                      <c:pt idx="5687">
                        <c:v>23.691666999999999</c:v>
                      </c:pt>
                      <c:pt idx="5688">
                        <c:v>23.695833</c:v>
                      </c:pt>
                      <c:pt idx="5689">
                        <c:v>23.7</c:v>
                      </c:pt>
                      <c:pt idx="5690">
                        <c:v>23.704167000000002</c:v>
                      </c:pt>
                      <c:pt idx="5691">
                        <c:v>23.708333</c:v>
                      </c:pt>
                      <c:pt idx="5692">
                        <c:v>23.712499999999999</c:v>
                      </c:pt>
                      <c:pt idx="5693">
                        <c:v>23.716667000000001</c:v>
                      </c:pt>
                      <c:pt idx="5694">
                        <c:v>23.720832999999999</c:v>
                      </c:pt>
                      <c:pt idx="5695">
                        <c:v>23.725000000000001</c:v>
                      </c:pt>
                      <c:pt idx="5696">
                        <c:v>23.729167</c:v>
                      </c:pt>
                      <c:pt idx="5697">
                        <c:v>23.733332999999998</c:v>
                      </c:pt>
                      <c:pt idx="5698">
                        <c:v>23.737500000000001</c:v>
                      </c:pt>
                      <c:pt idx="5699">
                        <c:v>23.741667</c:v>
                      </c:pt>
                      <c:pt idx="5700">
                        <c:v>23.745833000000001</c:v>
                      </c:pt>
                      <c:pt idx="5701">
                        <c:v>23.75</c:v>
                      </c:pt>
                      <c:pt idx="5702">
                        <c:v>23.754166999999999</c:v>
                      </c:pt>
                      <c:pt idx="5703">
                        <c:v>23.758333</c:v>
                      </c:pt>
                      <c:pt idx="5704">
                        <c:v>23.762499999999999</c:v>
                      </c:pt>
                      <c:pt idx="5705">
                        <c:v>23.766667000000002</c:v>
                      </c:pt>
                      <c:pt idx="5706">
                        <c:v>23.770833</c:v>
                      </c:pt>
                      <c:pt idx="5707">
                        <c:v>23.774999999999999</c:v>
                      </c:pt>
                      <c:pt idx="5708">
                        <c:v>23.779167000000001</c:v>
                      </c:pt>
                      <c:pt idx="5709">
                        <c:v>23.783332999999999</c:v>
                      </c:pt>
                      <c:pt idx="5710">
                        <c:v>23.787500000000001</c:v>
                      </c:pt>
                      <c:pt idx="5711">
                        <c:v>23.791667</c:v>
                      </c:pt>
                      <c:pt idx="5712">
                        <c:v>23.795832999999998</c:v>
                      </c:pt>
                      <c:pt idx="5713">
                        <c:v>23.8</c:v>
                      </c:pt>
                      <c:pt idx="5714">
                        <c:v>23.804167</c:v>
                      </c:pt>
                      <c:pt idx="5715">
                        <c:v>23.808333000000001</c:v>
                      </c:pt>
                      <c:pt idx="5716">
                        <c:v>23.8125</c:v>
                      </c:pt>
                      <c:pt idx="5717">
                        <c:v>23.816666999999999</c:v>
                      </c:pt>
                      <c:pt idx="5718">
                        <c:v>23.820833</c:v>
                      </c:pt>
                      <c:pt idx="5719">
                        <c:v>23.824999999999999</c:v>
                      </c:pt>
                      <c:pt idx="5720">
                        <c:v>23.829167000000002</c:v>
                      </c:pt>
                      <c:pt idx="5721">
                        <c:v>23.833333</c:v>
                      </c:pt>
                      <c:pt idx="5722">
                        <c:v>23.837499999999999</c:v>
                      </c:pt>
                      <c:pt idx="5723">
                        <c:v>23.841667000000001</c:v>
                      </c:pt>
                      <c:pt idx="5724">
                        <c:v>23.845832999999999</c:v>
                      </c:pt>
                      <c:pt idx="5725">
                        <c:v>23.85</c:v>
                      </c:pt>
                      <c:pt idx="5726">
                        <c:v>23.854167</c:v>
                      </c:pt>
                      <c:pt idx="5727">
                        <c:v>23.858332999999998</c:v>
                      </c:pt>
                      <c:pt idx="5728">
                        <c:v>23.862500000000001</c:v>
                      </c:pt>
                      <c:pt idx="5729">
                        <c:v>23.866667</c:v>
                      </c:pt>
                      <c:pt idx="5730">
                        <c:v>23.870833000000001</c:v>
                      </c:pt>
                      <c:pt idx="5731">
                        <c:v>23.875</c:v>
                      </c:pt>
                      <c:pt idx="5732">
                        <c:v>23.879166999999999</c:v>
                      </c:pt>
                      <c:pt idx="5733">
                        <c:v>23.883333</c:v>
                      </c:pt>
                      <c:pt idx="5734">
                        <c:v>23.887499999999999</c:v>
                      </c:pt>
                      <c:pt idx="5735">
                        <c:v>23.891667000000002</c:v>
                      </c:pt>
                      <c:pt idx="5736">
                        <c:v>23.895833</c:v>
                      </c:pt>
                      <c:pt idx="5737">
                        <c:v>23.9</c:v>
                      </c:pt>
                      <c:pt idx="5738">
                        <c:v>23.904167000000001</c:v>
                      </c:pt>
                      <c:pt idx="5739">
                        <c:v>23.908332999999999</c:v>
                      </c:pt>
                      <c:pt idx="5740">
                        <c:v>23.912500000000001</c:v>
                      </c:pt>
                      <c:pt idx="5741">
                        <c:v>23.916667</c:v>
                      </c:pt>
                      <c:pt idx="5742">
                        <c:v>23.920832999999998</c:v>
                      </c:pt>
                      <c:pt idx="5743">
                        <c:v>23.925000000000001</c:v>
                      </c:pt>
                      <c:pt idx="5744">
                        <c:v>23.929167</c:v>
                      </c:pt>
                      <c:pt idx="5745">
                        <c:v>23.933333000000001</c:v>
                      </c:pt>
                      <c:pt idx="5746">
                        <c:v>23.9375</c:v>
                      </c:pt>
                      <c:pt idx="5747">
                        <c:v>23.941666999999999</c:v>
                      </c:pt>
                      <c:pt idx="5748">
                        <c:v>23.945833</c:v>
                      </c:pt>
                      <c:pt idx="5749">
                        <c:v>23.95</c:v>
                      </c:pt>
                      <c:pt idx="5750">
                        <c:v>23.954167000000002</c:v>
                      </c:pt>
                      <c:pt idx="5751">
                        <c:v>23.958333</c:v>
                      </c:pt>
                      <c:pt idx="5752">
                        <c:v>23.962499999999999</c:v>
                      </c:pt>
                      <c:pt idx="5753">
                        <c:v>23.966667000000001</c:v>
                      </c:pt>
                      <c:pt idx="5754">
                        <c:v>23.970832999999999</c:v>
                      </c:pt>
                      <c:pt idx="5755">
                        <c:v>23.975000000000001</c:v>
                      </c:pt>
                      <c:pt idx="5756">
                        <c:v>23.979167</c:v>
                      </c:pt>
                      <c:pt idx="5757">
                        <c:v>23.983332999999998</c:v>
                      </c:pt>
                      <c:pt idx="5758">
                        <c:v>23.987500000000001</c:v>
                      </c:pt>
                      <c:pt idx="5759">
                        <c:v>23.991667</c:v>
                      </c:pt>
                      <c:pt idx="5760">
                        <c:v>23.995833000000001</c:v>
                      </c:pt>
                      <c:pt idx="5761">
                        <c:v>24</c:v>
                      </c:pt>
                      <c:pt idx="5762">
                        <c:v>24.004166999999999</c:v>
                      </c:pt>
                      <c:pt idx="5763">
                        <c:v>24.008333</c:v>
                      </c:pt>
                      <c:pt idx="5764">
                        <c:v>24.012499999999999</c:v>
                      </c:pt>
                      <c:pt idx="5765">
                        <c:v>24.016667000000002</c:v>
                      </c:pt>
                      <c:pt idx="5766">
                        <c:v>24.020833</c:v>
                      </c:pt>
                      <c:pt idx="5767">
                        <c:v>24.024999999999999</c:v>
                      </c:pt>
                      <c:pt idx="5768">
                        <c:v>24.029167000000001</c:v>
                      </c:pt>
                      <c:pt idx="5769">
                        <c:v>24.033332999999999</c:v>
                      </c:pt>
                      <c:pt idx="5770">
                        <c:v>24.037500000000001</c:v>
                      </c:pt>
                      <c:pt idx="5771">
                        <c:v>24.041667</c:v>
                      </c:pt>
                      <c:pt idx="5772">
                        <c:v>24.045832999999998</c:v>
                      </c:pt>
                      <c:pt idx="5773">
                        <c:v>24.05</c:v>
                      </c:pt>
                      <c:pt idx="5774">
                        <c:v>24.054167</c:v>
                      </c:pt>
                      <c:pt idx="5775">
                        <c:v>24.058333000000001</c:v>
                      </c:pt>
                      <c:pt idx="5776">
                        <c:v>24.0625</c:v>
                      </c:pt>
                      <c:pt idx="5777">
                        <c:v>24.066666999999999</c:v>
                      </c:pt>
                      <c:pt idx="5778">
                        <c:v>24.070833</c:v>
                      </c:pt>
                      <c:pt idx="5779">
                        <c:v>24.074999999999999</c:v>
                      </c:pt>
                      <c:pt idx="5780">
                        <c:v>24.079167000000002</c:v>
                      </c:pt>
                      <c:pt idx="5781">
                        <c:v>24.083333</c:v>
                      </c:pt>
                      <c:pt idx="5782">
                        <c:v>24.087499999999999</c:v>
                      </c:pt>
                      <c:pt idx="5783">
                        <c:v>24.091667000000001</c:v>
                      </c:pt>
                      <c:pt idx="5784">
                        <c:v>24.095832999999999</c:v>
                      </c:pt>
                      <c:pt idx="5785">
                        <c:v>24.1</c:v>
                      </c:pt>
                      <c:pt idx="5786">
                        <c:v>24.104167</c:v>
                      </c:pt>
                      <c:pt idx="5787">
                        <c:v>24.108332999999998</c:v>
                      </c:pt>
                      <c:pt idx="5788">
                        <c:v>24.112500000000001</c:v>
                      </c:pt>
                      <c:pt idx="5789">
                        <c:v>24.116667</c:v>
                      </c:pt>
                      <c:pt idx="5790">
                        <c:v>24.120833000000001</c:v>
                      </c:pt>
                      <c:pt idx="5791">
                        <c:v>24.125</c:v>
                      </c:pt>
                      <c:pt idx="5792">
                        <c:v>24.129166999999999</c:v>
                      </c:pt>
                      <c:pt idx="5793">
                        <c:v>24.133333</c:v>
                      </c:pt>
                      <c:pt idx="5794">
                        <c:v>24.137499999999999</c:v>
                      </c:pt>
                      <c:pt idx="5795">
                        <c:v>24.141667000000002</c:v>
                      </c:pt>
                      <c:pt idx="5796">
                        <c:v>24.145833</c:v>
                      </c:pt>
                      <c:pt idx="5797">
                        <c:v>24.15</c:v>
                      </c:pt>
                      <c:pt idx="5798">
                        <c:v>24.154167000000001</c:v>
                      </c:pt>
                      <c:pt idx="5799">
                        <c:v>24.158332999999999</c:v>
                      </c:pt>
                      <c:pt idx="5800">
                        <c:v>24.162500000000001</c:v>
                      </c:pt>
                      <c:pt idx="5801">
                        <c:v>24.166667</c:v>
                      </c:pt>
                      <c:pt idx="5802">
                        <c:v>24.170832999999998</c:v>
                      </c:pt>
                      <c:pt idx="5803">
                        <c:v>24.175000000000001</c:v>
                      </c:pt>
                      <c:pt idx="5804">
                        <c:v>24.179167</c:v>
                      </c:pt>
                      <c:pt idx="5805">
                        <c:v>24.183333000000001</c:v>
                      </c:pt>
                      <c:pt idx="5806">
                        <c:v>24.1875</c:v>
                      </c:pt>
                      <c:pt idx="5807">
                        <c:v>24.191666999999999</c:v>
                      </c:pt>
                      <c:pt idx="5808">
                        <c:v>24.195833</c:v>
                      </c:pt>
                      <c:pt idx="5809">
                        <c:v>24.2</c:v>
                      </c:pt>
                      <c:pt idx="5810">
                        <c:v>24.204167000000002</c:v>
                      </c:pt>
                      <c:pt idx="5811">
                        <c:v>24.208333</c:v>
                      </c:pt>
                      <c:pt idx="5812">
                        <c:v>24.212499999999999</c:v>
                      </c:pt>
                      <c:pt idx="5813">
                        <c:v>24.216667000000001</c:v>
                      </c:pt>
                      <c:pt idx="5814">
                        <c:v>24.220832999999999</c:v>
                      </c:pt>
                      <c:pt idx="5815">
                        <c:v>24.225000000000001</c:v>
                      </c:pt>
                      <c:pt idx="5816">
                        <c:v>24.229167</c:v>
                      </c:pt>
                      <c:pt idx="5817">
                        <c:v>24.233332999999998</c:v>
                      </c:pt>
                      <c:pt idx="5818">
                        <c:v>24.237500000000001</c:v>
                      </c:pt>
                      <c:pt idx="5819">
                        <c:v>24.241667</c:v>
                      </c:pt>
                      <c:pt idx="5820">
                        <c:v>24.245833000000001</c:v>
                      </c:pt>
                      <c:pt idx="5821">
                        <c:v>24.25</c:v>
                      </c:pt>
                      <c:pt idx="5822">
                        <c:v>24.254166999999999</c:v>
                      </c:pt>
                      <c:pt idx="5823">
                        <c:v>24.258333</c:v>
                      </c:pt>
                      <c:pt idx="5824">
                        <c:v>24.262499999999999</c:v>
                      </c:pt>
                      <c:pt idx="5825">
                        <c:v>24.266667000000002</c:v>
                      </c:pt>
                      <c:pt idx="5826">
                        <c:v>24.270833</c:v>
                      </c:pt>
                      <c:pt idx="5827">
                        <c:v>24.274999999999999</c:v>
                      </c:pt>
                      <c:pt idx="5828">
                        <c:v>24.279167000000001</c:v>
                      </c:pt>
                      <c:pt idx="5829">
                        <c:v>24.283332999999999</c:v>
                      </c:pt>
                      <c:pt idx="5830">
                        <c:v>24.287500000000001</c:v>
                      </c:pt>
                      <c:pt idx="5831">
                        <c:v>24.291667</c:v>
                      </c:pt>
                      <c:pt idx="5832">
                        <c:v>24.295832999999998</c:v>
                      </c:pt>
                      <c:pt idx="5833">
                        <c:v>24.3</c:v>
                      </c:pt>
                      <c:pt idx="5834">
                        <c:v>24.304167</c:v>
                      </c:pt>
                      <c:pt idx="5835">
                        <c:v>24.308333000000001</c:v>
                      </c:pt>
                      <c:pt idx="5836">
                        <c:v>24.3125</c:v>
                      </c:pt>
                      <c:pt idx="5837">
                        <c:v>24.316666999999999</c:v>
                      </c:pt>
                      <c:pt idx="5838">
                        <c:v>24.320833</c:v>
                      </c:pt>
                      <c:pt idx="5839">
                        <c:v>24.324999999999999</c:v>
                      </c:pt>
                      <c:pt idx="5840">
                        <c:v>24.329167000000002</c:v>
                      </c:pt>
                      <c:pt idx="5841">
                        <c:v>24.333333</c:v>
                      </c:pt>
                      <c:pt idx="5842">
                        <c:v>24.337499999999999</c:v>
                      </c:pt>
                      <c:pt idx="5843">
                        <c:v>24.341667000000001</c:v>
                      </c:pt>
                      <c:pt idx="5844">
                        <c:v>24.345832999999999</c:v>
                      </c:pt>
                      <c:pt idx="5845">
                        <c:v>24.35</c:v>
                      </c:pt>
                      <c:pt idx="5846">
                        <c:v>24.354167</c:v>
                      </c:pt>
                      <c:pt idx="5847">
                        <c:v>24.358332999999998</c:v>
                      </c:pt>
                      <c:pt idx="5848">
                        <c:v>24.362500000000001</c:v>
                      </c:pt>
                      <c:pt idx="5849">
                        <c:v>24.366667</c:v>
                      </c:pt>
                      <c:pt idx="5850">
                        <c:v>24.370833000000001</c:v>
                      </c:pt>
                      <c:pt idx="5851">
                        <c:v>24.375</c:v>
                      </c:pt>
                      <c:pt idx="5852">
                        <c:v>24.379166999999999</c:v>
                      </c:pt>
                      <c:pt idx="5853">
                        <c:v>24.383333</c:v>
                      </c:pt>
                      <c:pt idx="5854">
                        <c:v>24.387499999999999</c:v>
                      </c:pt>
                      <c:pt idx="5855">
                        <c:v>24.391667000000002</c:v>
                      </c:pt>
                      <c:pt idx="5856">
                        <c:v>24.395833</c:v>
                      </c:pt>
                      <c:pt idx="5857">
                        <c:v>24.4</c:v>
                      </c:pt>
                      <c:pt idx="5858">
                        <c:v>24.404167000000001</c:v>
                      </c:pt>
                      <c:pt idx="5859">
                        <c:v>24.408332999999999</c:v>
                      </c:pt>
                      <c:pt idx="5860">
                        <c:v>24.412500000000001</c:v>
                      </c:pt>
                      <c:pt idx="5861">
                        <c:v>24.416667</c:v>
                      </c:pt>
                      <c:pt idx="5862">
                        <c:v>24.420832999999998</c:v>
                      </c:pt>
                      <c:pt idx="5863">
                        <c:v>24.425000000000001</c:v>
                      </c:pt>
                      <c:pt idx="5864">
                        <c:v>24.429167</c:v>
                      </c:pt>
                      <c:pt idx="5865">
                        <c:v>24.433333000000001</c:v>
                      </c:pt>
                      <c:pt idx="5866">
                        <c:v>24.4375</c:v>
                      </c:pt>
                      <c:pt idx="5867">
                        <c:v>24.441666999999999</c:v>
                      </c:pt>
                      <c:pt idx="5868">
                        <c:v>24.445833</c:v>
                      </c:pt>
                      <c:pt idx="5869">
                        <c:v>24.45</c:v>
                      </c:pt>
                      <c:pt idx="5870">
                        <c:v>24.454167000000002</c:v>
                      </c:pt>
                      <c:pt idx="5871">
                        <c:v>24.458333</c:v>
                      </c:pt>
                      <c:pt idx="5872">
                        <c:v>24.462499999999999</c:v>
                      </c:pt>
                      <c:pt idx="5873">
                        <c:v>24.466667000000001</c:v>
                      </c:pt>
                      <c:pt idx="5874">
                        <c:v>24.470832999999999</c:v>
                      </c:pt>
                      <c:pt idx="5875">
                        <c:v>24.475000000000001</c:v>
                      </c:pt>
                      <c:pt idx="5876">
                        <c:v>24.479167</c:v>
                      </c:pt>
                      <c:pt idx="5877">
                        <c:v>24.483332999999998</c:v>
                      </c:pt>
                      <c:pt idx="5878">
                        <c:v>24.487500000000001</c:v>
                      </c:pt>
                      <c:pt idx="5879">
                        <c:v>24.491667</c:v>
                      </c:pt>
                      <c:pt idx="5880">
                        <c:v>24.495833000000001</c:v>
                      </c:pt>
                      <c:pt idx="5881">
                        <c:v>24.5</c:v>
                      </c:pt>
                      <c:pt idx="5882">
                        <c:v>24.504166999999999</c:v>
                      </c:pt>
                      <c:pt idx="5883">
                        <c:v>24.508333</c:v>
                      </c:pt>
                      <c:pt idx="5884">
                        <c:v>24.512499999999999</c:v>
                      </c:pt>
                      <c:pt idx="5885">
                        <c:v>24.516667000000002</c:v>
                      </c:pt>
                      <c:pt idx="5886">
                        <c:v>24.520833</c:v>
                      </c:pt>
                      <c:pt idx="5887">
                        <c:v>24.524999999999999</c:v>
                      </c:pt>
                      <c:pt idx="5888">
                        <c:v>24.529167000000001</c:v>
                      </c:pt>
                      <c:pt idx="5889">
                        <c:v>24.533332999999999</c:v>
                      </c:pt>
                      <c:pt idx="5890">
                        <c:v>24.537500000000001</c:v>
                      </c:pt>
                      <c:pt idx="5891">
                        <c:v>24.541667</c:v>
                      </c:pt>
                      <c:pt idx="5892">
                        <c:v>24.545832999999998</c:v>
                      </c:pt>
                      <c:pt idx="5893">
                        <c:v>24.55</c:v>
                      </c:pt>
                      <c:pt idx="5894">
                        <c:v>24.554167</c:v>
                      </c:pt>
                      <c:pt idx="5895">
                        <c:v>24.558333000000001</c:v>
                      </c:pt>
                      <c:pt idx="5896">
                        <c:v>24.5625</c:v>
                      </c:pt>
                      <c:pt idx="5897">
                        <c:v>24.566666999999999</c:v>
                      </c:pt>
                      <c:pt idx="5898">
                        <c:v>24.570833</c:v>
                      </c:pt>
                      <c:pt idx="5899">
                        <c:v>24.574999999999999</c:v>
                      </c:pt>
                      <c:pt idx="5900">
                        <c:v>24.579167000000002</c:v>
                      </c:pt>
                      <c:pt idx="5901">
                        <c:v>24.583333</c:v>
                      </c:pt>
                      <c:pt idx="5902">
                        <c:v>24.587499999999999</c:v>
                      </c:pt>
                      <c:pt idx="5903">
                        <c:v>24.591667000000001</c:v>
                      </c:pt>
                      <c:pt idx="5904">
                        <c:v>24.595832999999999</c:v>
                      </c:pt>
                      <c:pt idx="5905">
                        <c:v>24.6</c:v>
                      </c:pt>
                      <c:pt idx="5906">
                        <c:v>24.604167</c:v>
                      </c:pt>
                      <c:pt idx="5907">
                        <c:v>24.608332999999998</c:v>
                      </c:pt>
                      <c:pt idx="5908">
                        <c:v>24.612500000000001</c:v>
                      </c:pt>
                      <c:pt idx="5909">
                        <c:v>24.616667</c:v>
                      </c:pt>
                      <c:pt idx="5910">
                        <c:v>24.620833000000001</c:v>
                      </c:pt>
                      <c:pt idx="5911">
                        <c:v>24.625</c:v>
                      </c:pt>
                      <c:pt idx="5912">
                        <c:v>24.629166999999999</c:v>
                      </c:pt>
                      <c:pt idx="5913">
                        <c:v>24.633333</c:v>
                      </c:pt>
                      <c:pt idx="5914">
                        <c:v>24.637499999999999</c:v>
                      </c:pt>
                      <c:pt idx="5915">
                        <c:v>24.641667000000002</c:v>
                      </c:pt>
                      <c:pt idx="5916">
                        <c:v>24.645833</c:v>
                      </c:pt>
                      <c:pt idx="5917">
                        <c:v>24.65</c:v>
                      </c:pt>
                      <c:pt idx="5918">
                        <c:v>24.654167000000001</c:v>
                      </c:pt>
                      <c:pt idx="5919">
                        <c:v>24.658332999999999</c:v>
                      </c:pt>
                      <c:pt idx="5920">
                        <c:v>24.662500000000001</c:v>
                      </c:pt>
                      <c:pt idx="5921">
                        <c:v>24.666667</c:v>
                      </c:pt>
                      <c:pt idx="5922">
                        <c:v>24.670832999999998</c:v>
                      </c:pt>
                      <c:pt idx="5923">
                        <c:v>24.675000000000001</c:v>
                      </c:pt>
                      <c:pt idx="5924">
                        <c:v>24.679167</c:v>
                      </c:pt>
                      <c:pt idx="5925">
                        <c:v>24.683333000000001</c:v>
                      </c:pt>
                      <c:pt idx="5926">
                        <c:v>24.6875</c:v>
                      </c:pt>
                      <c:pt idx="5927">
                        <c:v>24.691666999999999</c:v>
                      </c:pt>
                      <c:pt idx="5928">
                        <c:v>24.695833</c:v>
                      </c:pt>
                      <c:pt idx="5929">
                        <c:v>24.7</c:v>
                      </c:pt>
                      <c:pt idx="5930">
                        <c:v>24.704167000000002</c:v>
                      </c:pt>
                      <c:pt idx="5931">
                        <c:v>24.708333</c:v>
                      </c:pt>
                      <c:pt idx="5932">
                        <c:v>24.712499999999999</c:v>
                      </c:pt>
                      <c:pt idx="5933">
                        <c:v>24.716667000000001</c:v>
                      </c:pt>
                      <c:pt idx="5934">
                        <c:v>24.720832999999999</c:v>
                      </c:pt>
                      <c:pt idx="5935">
                        <c:v>24.725000000000001</c:v>
                      </c:pt>
                      <c:pt idx="5936">
                        <c:v>24.729167</c:v>
                      </c:pt>
                      <c:pt idx="5937">
                        <c:v>24.733332999999998</c:v>
                      </c:pt>
                      <c:pt idx="5938">
                        <c:v>24.737500000000001</c:v>
                      </c:pt>
                      <c:pt idx="5939">
                        <c:v>24.741667</c:v>
                      </c:pt>
                      <c:pt idx="5940">
                        <c:v>24.745833000000001</c:v>
                      </c:pt>
                      <c:pt idx="5941">
                        <c:v>24.75</c:v>
                      </c:pt>
                      <c:pt idx="5942">
                        <c:v>24.754166999999999</c:v>
                      </c:pt>
                      <c:pt idx="5943">
                        <c:v>24.758333</c:v>
                      </c:pt>
                      <c:pt idx="5944">
                        <c:v>24.762499999999999</c:v>
                      </c:pt>
                      <c:pt idx="5945">
                        <c:v>24.766667000000002</c:v>
                      </c:pt>
                      <c:pt idx="5946">
                        <c:v>24.770833</c:v>
                      </c:pt>
                      <c:pt idx="5947">
                        <c:v>24.774999999999999</c:v>
                      </c:pt>
                      <c:pt idx="5948">
                        <c:v>24.779167000000001</c:v>
                      </c:pt>
                      <c:pt idx="5949">
                        <c:v>24.783332999999999</c:v>
                      </c:pt>
                      <c:pt idx="5950">
                        <c:v>24.787500000000001</c:v>
                      </c:pt>
                      <c:pt idx="5951">
                        <c:v>24.791667</c:v>
                      </c:pt>
                      <c:pt idx="5952">
                        <c:v>24.795832999999998</c:v>
                      </c:pt>
                      <c:pt idx="5953">
                        <c:v>24.8</c:v>
                      </c:pt>
                      <c:pt idx="5954">
                        <c:v>24.804167</c:v>
                      </c:pt>
                      <c:pt idx="5955">
                        <c:v>24.808333000000001</c:v>
                      </c:pt>
                      <c:pt idx="5956">
                        <c:v>24.8125</c:v>
                      </c:pt>
                      <c:pt idx="5957">
                        <c:v>24.816666999999999</c:v>
                      </c:pt>
                      <c:pt idx="5958">
                        <c:v>24.820833</c:v>
                      </c:pt>
                      <c:pt idx="5959">
                        <c:v>24.824999999999999</c:v>
                      </c:pt>
                      <c:pt idx="5960">
                        <c:v>24.829167000000002</c:v>
                      </c:pt>
                      <c:pt idx="5961">
                        <c:v>24.833333</c:v>
                      </c:pt>
                      <c:pt idx="5962">
                        <c:v>24.837499999999999</c:v>
                      </c:pt>
                      <c:pt idx="5963">
                        <c:v>24.841667000000001</c:v>
                      </c:pt>
                      <c:pt idx="5964">
                        <c:v>24.845832999999999</c:v>
                      </c:pt>
                      <c:pt idx="5965">
                        <c:v>24.85</c:v>
                      </c:pt>
                      <c:pt idx="5966">
                        <c:v>24.854167</c:v>
                      </c:pt>
                      <c:pt idx="5967">
                        <c:v>24.858332999999998</c:v>
                      </c:pt>
                      <c:pt idx="5968">
                        <c:v>24.862500000000001</c:v>
                      </c:pt>
                      <c:pt idx="5969">
                        <c:v>24.866667</c:v>
                      </c:pt>
                      <c:pt idx="5970">
                        <c:v>24.870833000000001</c:v>
                      </c:pt>
                      <c:pt idx="5971">
                        <c:v>24.875</c:v>
                      </c:pt>
                      <c:pt idx="5972">
                        <c:v>24.879166999999999</c:v>
                      </c:pt>
                      <c:pt idx="5973">
                        <c:v>24.883333</c:v>
                      </c:pt>
                      <c:pt idx="5974">
                        <c:v>24.887499999999999</c:v>
                      </c:pt>
                      <c:pt idx="5975">
                        <c:v>24.891667000000002</c:v>
                      </c:pt>
                      <c:pt idx="5976">
                        <c:v>24.895833</c:v>
                      </c:pt>
                      <c:pt idx="5977">
                        <c:v>24.9</c:v>
                      </c:pt>
                      <c:pt idx="5978">
                        <c:v>24.904167000000001</c:v>
                      </c:pt>
                      <c:pt idx="5979">
                        <c:v>24.908332999999999</c:v>
                      </c:pt>
                      <c:pt idx="5980">
                        <c:v>24.912500000000001</c:v>
                      </c:pt>
                      <c:pt idx="5981">
                        <c:v>24.916667</c:v>
                      </c:pt>
                      <c:pt idx="5982">
                        <c:v>24.920832999999998</c:v>
                      </c:pt>
                      <c:pt idx="5983">
                        <c:v>24.925000000000001</c:v>
                      </c:pt>
                      <c:pt idx="5984">
                        <c:v>24.929167</c:v>
                      </c:pt>
                      <c:pt idx="5985">
                        <c:v>24.933333000000001</c:v>
                      </c:pt>
                      <c:pt idx="5986">
                        <c:v>24.9375</c:v>
                      </c:pt>
                      <c:pt idx="5987">
                        <c:v>24.941666999999999</c:v>
                      </c:pt>
                      <c:pt idx="5988">
                        <c:v>24.945833</c:v>
                      </c:pt>
                      <c:pt idx="5989">
                        <c:v>24.95</c:v>
                      </c:pt>
                      <c:pt idx="5990">
                        <c:v>24.954167000000002</c:v>
                      </c:pt>
                      <c:pt idx="5991">
                        <c:v>24.958333</c:v>
                      </c:pt>
                      <c:pt idx="5992">
                        <c:v>24.962499999999999</c:v>
                      </c:pt>
                      <c:pt idx="5993">
                        <c:v>24.966667000000001</c:v>
                      </c:pt>
                      <c:pt idx="5994">
                        <c:v>24.970832999999999</c:v>
                      </c:pt>
                      <c:pt idx="5995">
                        <c:v>24.975000000000001</c:v>
                      </c:pt>
                      <c:pt idx="5996">
                        <c:v>24.979167</c:v>
                      </c:pt>
                      <c:pt idx="5997">
                        <c:v>24.983332999999998</c:v>
                      </c:pt>
                      <c:pt idx="5998">
                        <c:v>24.987500000000001</c:v>
                      </c:pt>
                      <c:pt idx="5999">
                        <c:v>24.991667</c:v>
                      </c:pt>
                      <c:pt idx="6000">
                        <c:v>24.995833000000001</c:v>
                      </c:pt>
                      <c:pt idx="6001">
                        <c:v>25</c:v>
                      </c:pt>
                      <c:pt idx="6002">
                        <c:v>25.004166999999999</c:v>
                      </c:pt>
                      <c:pt idx="6003">
                        <c:v>25.008333</c:v>
                      </c:pt>
                      <c:pt idx="6004">
                        <c:v>25.012499999999999</c:v>
                      </c:pt>
                      <c:pt idx="6005">
                        <c:v>25.016667000000002</c:v>
                      </c:pt>
                      <c:pt idx="6006">
                        <c:v>25.020833</c:v>
                      </c:pt>
                      <c:pt idx="6007">
                        <c:v>25.024999999999999</c:v>
                      </c:pt>
                      <c:pt idx="6008">
                        <c:v>25.029167000000001</c:v>
                      </c:pt>
                      <c:pt idx="6009">
                        <c:v>25.033332999999999</c:v>
                      </c:pt>
                      <c:pt idx="6010">
                        <c:v>25.037500000000001</c:v>
                      </c:pt>
                      <c:pt idx="6011">
                        <c:v>25.041667</c:v>
                      </c:pt>
                      <c:pt idx="6012">
                        <c:v>25.045832999999998</c:v>
                      </c:pt>
                      <c:pt idx="6013">
                        <c:v>25.05</c:v>
                      </c:pt>
                      <c:pt idx="6014">
                        <c:v>25.054167</c:v>
                      </c:pt>
                      <c:pt idx="6015">
                        <c:v>25.058333000000001</c:v>
                      </c:pt>
                      <c:pt idx="6016">
                        <c:v>25.0625</c:v>
                      </c:pt>
                      <c:pt idx="6017">
                        <c:v>25.066666999999999</c:v>
                      </c:pt>
                      <c:pt idx="6018">
                        <c:v>25.070833</c:v>
                      </c:pt>
                      <c:pt idx="6019">
                        <c:v>25.074999999999999</c:v>
                      </c:pt>
                      <c:pt idx="6020">
                        <c:v>25.079167000000002</c:v>
                      </c:pt>
                      <c:pt idx="6021">
                        <c:v>25.083333</c:v>
                      </c:pt>
                      <c:pt idx="6022">
                        <c:v>25.087499999999999</c:v>
                      </c:pt>
                      <c:pt idx="6023">
                        <c:v>25.091667000000001</c:v>
                      </c:pt>
                      <c:pt idx="6024">
                        <c:v>25.095832999999999</c:v>
                      </c:pt>
                      <c:pt idx="6025">
                        <c:v>25.1</c:v>
                      </c:pt>
                      <c:pt idx="6026">
                        <c:v>25.104167</c:v>
                      </c:pt>
                      <c:pt idx="6027">
                        <c:v>25.108332999999998</c:v>
                      </c:pt>
                      <c:pt idx="6028">
                        <c:v>25.112500000000001</c:v>
                      </c:pt>
                      <c:pt idx="6029">
                        <c:v>25.116667</c:v>
                      </c:pt>
                      <c:pt idx="6030">
                        <c:v>25.120833000000001</c:v>
                      </c:pt>
                      <c:pt idx="6031">
                        <c:v>25.125</c:v>
                      </c:pt>
                      <c:pt idx="6032">
                        <c:v>25.129166999999999</c:v>
                      </c:pt>
                      <c:pt idx="6033">
                        <c:v>25.133333</c:v>
                      </c:pt>
                      <c:pt idx="6034">
                        <c:v>25.137499999999999</c:v>
                      </c:pt>
                      <c:pt idx="6035">
                        <c:v>25.141667000000002</c:v>
                      </c:pt>
                      <c:pt idx="6036">
                        <c:v>25.145833</c:v>
                      </c:pt>
                      <c:pt idx="6037">
                        <c:v>25.15</c:v>
                      </c:pt>
                      <c:pt idx="6038">
                        <c:v>25.154167000000001</c:v>
                      </c:pt>
                      <c:pt idx="6039">
                        <c:v>25.158332999999999</c:v>
                      </c:pt>
                      <c:pt idx="6040">
                        <c:v>25.162500000000001</c:v>
                      </c:pt>
                      <c:pt idx="6041">
                        <c:v>25.166667</c:v>
                      </c:pt>
                      <c:pt idx="6042">
                        <c:v>25.170832999999998</c:v>
                      </c:pt>
                      <c:pt idx="6043">
                        <c:v>25.175000000000001</c:v>
                      </c:pt>
                      <c:pt idx="6044">
                        <c:v>25.179167</c:v>
                      </c:pt>
                      <c:pt idx="6045">
                        <c:v>25.183333000000001</c:v>
                      </c:pt>
                      <c:pt idx="6046">
                        <c:v>25.1875</c:v>
                      </c:pt>
                      <c:pt idx="6047">
                        <c:v>25.191666999999999</c:v>
                      </c:pt>
                      <c:pt idx="6048">
                        <c:v>25.195833</c:v>
                      </c:pt>
                      <c:pt idx="6049">
                        <c:v>25.2</c:v>
                      </c:pt>
                      <c:pt idx="6050">
                        <c:v>25.204167000000002</c:v>
                      </c:pt>
                      <c:pt idx="6051">
                        <c:v>25.208333</c:v>
                      </c:pt>
                      <c:pt idx="6052">
                        <c:v>25.212499999999999</c:v>
                      </c:pt>
                      <c:pt idx="6053">
                        <c:v>25.216667000000001</c:v>
                      </c:pt>
                      <c:pt idx="6054">
                        <c:v>25.220832999999999</c:v>
                      </c:pt>
                      <c:pt idx="6055">
                        <c:v>25.225000000000001</c:v>
                      </c:pt>
                      <c:pt idx="6056">
                        <c:v>25.229167</c:v>
                      </c:pt>
                      <c:pt idx="6057">
                        <c:v>25.233332999999998</c:v>
                      </c:pt>
                      <c:pt idx="6058">
                        <c:v>25.237500000000001</c:v>
                      </c:pt>
                      <c:pt idx="6059">
                        <c:v>25.241667</c:v>
                      </c:pt>
                      <c:pt idx="6060">
                        <c:v>25.245833000000001</c:v>
                      </c:pt>
                      <c:pt idx="6061">
                        <c:v>25.25</c:v>
                      </c:pt>
                      <c:pt idx="6062">
                        <c:v>25.254166999999999</c:v>
                      </c:pt>
                      <c:pt idx="6063">
                        <c:v>25.258333</c:v>
                      </c:pt>
                      <c:pt idx="6064">
                        <c:v>25.262499999999999</c:v>
                      </c:pt>
                      <c:pt idx="6065">
                        <c:v>25.266667000000002</c:v>
                      </c:pt>
                      <c:pt idx="6066">
                        <c:v>25.270833</c:v>
                      </c:pt>
                      <c:pt idx="6067">
                        <c:v>25.274999999999999</c:v>
                      </c:pt>
                      <c:pt idx="6068">
                        <c:v>25.279167000000001</c:v>
                      </c:pt>
                      <c:pt idx="6069">
                        <c:v>25.283332999999999</c:v>
                      </c:pt>
                      <c:pt idx="6070">
                        <c:v>25.287500000000001</c:v>
                      </c:pt>
                      <c:pt idx="6071">
                        <c:v>25.291667</c:v>
                      </c:pt>
                      <c:pt idx="6072">
                        <c:v>25.295832999999998</c:v>
                      </c:pt>
                      <c:pt idx="6073">
                        <c:v>25.3</c:v>
                      </c:pt>
                      <c:pt idx="6074">
                        <c:v>25.304167</c:v>
                      </c:pt>
                      <c:pt idx="6075">
                        <c:v>25.308333000000001</c:v>
                      </c:pt>
                      <c:pt idx="6076">
                        <c:v>25.3125</c:v>
                      </c:pt>
                      <c:pt idx="6077">
                        <c:v>25.316666999999999</c:v>
                      </c:pt>
                      <c:pt idx="6078">
                        <c:v>25.320833</c:v>
                      </c:pt>
                      <c:pt idx="6079">
                        <c:v>25.324999999999999</c:v>
                      </c:pt>
                      <c:pt idx="6080">
                        <c:v>25.329167000000002</c:v>
                      </c:pt>
                      <c:pt idx="6081">
                        <c:v>25.333333</c:v>
                      </c:pt>
                      <c:pt idx="6082">
                        <c:v>25.337499999999999</c:v>
                      </c:pt>
                      <c:pt idx="6083">
                        <c:v>25.341667000000001</c:v>
                      </c:pt>
                      <c:pt idx="6084">
                        <c:v>25.345832999999999</c:v>
                      </c:pt>
                      <c:pt idx="6085">
                        <c:v>25.35</c:v>
                      </c:pt>
                      <c:pt idx="6086">
                        <c:v>25.354167</c:v>
                      </c:pt>
                      <c:pt idx="6087">
                        <c:v>25.358332999999998</c:v>
                      </c:pt>
                      <c:pt idx="6088">
                        <c:v>25.362500000000001</c:v>
                      </c:pt>
                      <c:pt idx="6089">
                        <c:v>25.366667</c:v>
                      </c:pt>
                      <c:pt idx="6090">
                        <c:v>25.370833000000001</c:v>
                      </c:pt>
                      <c:pt idx="6091">
                        <c:v>25.375</c:v>
                      </c:pt>
                      <c:pt idx="6092">
                        <c:v>25.379166999999999</c:v>
                      </c:pt>
                      <c:pt idx="6093">
                        <c:v>25.383333</c:v>
                      </c:pt>
                      <c:pt idx="6094">
                        <c:v>25.387499999999999</c:v>
                      </c:pt>
                      <c:pt idx="6095">
                        <c:v>25.391667000000002</c:v>
                      </c:pt>
                      <c:pt idx="6096">
                        <c:v>25.395833</c:v>
                      </c:pt>
                      <c:pt idx="6097">
                        <c:v>25.4</c:v>
                      </c:pt>
                      <c:pt idx="6098">
                        <c:v>25.404167000000001</c:v>
                      </c:pt>
                      <c:pt idx="6099">
                        <c:v>25.408332999999999</c:v>
                      </c:pt>
                      <c:pt idx="6100">
                        <c:v>25.412500000000001</c:v>
                      </c:pt>
                      <c:pt idx="6101">
                        <c:v>25.416667</c:v>
                      </c:pt>
                      <c:pt idx="6102">
                        <c:v>25.420832999999998</c:v>
                      </c:pt>
                      <c:pt idx="6103">
                        <c:v>25.425000000000001</c:v>
                      </c:pt>
                      <c:pt idx="6104">
                        <c:v>25.429167</c:v>
                      </c:pt>
                      <c:pt idx="6105">
                        <c:v>25.433333000000001</c:v>
                      </c:pt>
                      <c:pt idx="6106">
                        <c:v>25.4375</c:v>
                      </c:pt>
                      <c:pt idx="6107">
                        <c:v>25.441666999999999</c:v>
                      </c:pt>
                      <c:pt idx="6108">
                        <c:v>25.445833</c:v>
                      </c:pt>
                      <c:pt idx="6109">
                        <c:v>25.45</c:v>
                      </c:pt>
                      <c:pt idx="6110">
                        <c:v>25.454167000000002</c:v>
                      </c:pt>
                      <c:pt idx="6111">
                        <c:v>25.458333</c:v>
                      </c:pt>
                      <c:pt idx="6112">
                        <c:v>25.462499999999999</c:v>
                      </c:pt>
                      <c:pt idx="6113">
                        <c:v>25.466667000000001</c:v>
                      </c:pt>
                      <c:pt idx="6114">
                        <c:v>25.470832999999999</c:v>
                      </c:pt>
                      <c:pt idx="6115">
                        <c:v>25.475000000000001</c:v>
                      </c:pt>
                      <c:pt idx="6116">
                        <c:v>25.479167</c:v>
                      </c:pt>
                      <c:pt idx="6117">
                        <c:v>25.483332999999998</c:v>
                      </c:pt>
                      <c:pt idx="6118">
                        <c:v>25.487500000000001</c:v>
                      </c:pt>
                      <c:pt idx="6119">
                        <c:v>25.491667</c:v>
                      </c:pt>
                      <c:pt idx="6120">
                        <c:v>25.495833000000001</c:v>
                      </c:pt>
                      <c:pt idx="6121">
                        <c:v>25.5</c:v>
                      </c:pt>
                      <c:pt idx="6122">
                        <c:v>25.504166999999999</c:v>
                      </c:pt>
                      <c:pt idx="6123">
                        <c:v>25.508333</c:v>
                      </c:pt>
                      <c:pt idx="6124">
                        <c:v>25.512499999999999</c:v>
                      </c:pt>
                      <c:pt idx="6125">
                        <c:v>25.516667000000002</c:v>
                      </c:pt>
                      <c:pt idx="6126">
                        <c:v>25.520833</c:v>
                      </c:pt>
                      <c:pt idx="6127">
                        <c:v>25.524999999999999</c:v>
                      </c:pt>
                      <c:pt idx="6128">
                        <c:v>25.529167000000001</c:v>
                      </c:pt>
                      <c:pt idx="6129">
                        <c:v>25.533332999999999</c:v>
                      </c:pt>
                      <c:pt idx="6130">
                        <c:v>25.537500000000001</c:v>
                      </c:pt>
                      <c:pt idx="6131">
                        <c:v>25.541667</c:v>
                      </c:pt>
                      <c:pt idx="6132">
                        <c:v>25.545832999999998</c:v>
                      </c:pt>
                      <c:pt idx="6133">
                        <c:v>25.55</c:v>
                      </c:pt>
                      <c:pt idx="6134">
                        <c:v>25.554167</c:v>
                      </c:pt>
                      <c:pt idx="6135">
                        <c:v>25.558333000000001</c:v>
                      </c:pt>
                      <c:pt idx="6136">
                        <c:v>25.5625</c:v>
                      </c:pt>
                      <c:pt idx="6137">
                        <c:v>25.566666999999999</c:v>
                      </c:pt>
                      <c:pt idx="6138">
                        <c:v>25.570833</c:v>
                      </c:pt>
                      <c:pt idx="6139">
                        <c:v>25.574999999999999</c:v>
                      </c:pt>
                      <c:pt idx="6140">
                        <c:v>25.579167000000002</c:v>
                      </c:pt>
                      <c:pt idx="6141">
                        <c:v>25.583333</c:v>
                      </c:pt>
                      <c:pt idx="6142">
                        <c:v>25.587499999999999</c:v>
                      </c:pt>
                      <c:pt idx="6143">
                        <c:v>25.591667000000001</c:v>
                      </c:pt>
                      <c:pt idx="6144">
                        <c:v>25.595832999999999</c:v>
                      </c:pt>
                      <c:pt idx="6145">
                        <c:v>25.6</c:v>
                      </c:pt>
                      <c:pt idx="6146">
                        <c:v>25.604167</c:v>
                      </c:pt>
                      <c:pt idx="6147">
                        <c:v>25.608332999999998</c:v>
                      </c:pt>
                      <c:pt idx="6148">
                        <c:v>25.612500000000001</c:v>
                      </c:pt>
                      <c:pt idx="6149">
                        <c:v>25.616667</c:v>
                      </c:pt>
                      <c:pt idx="6150">
                        <c:v>25.620833000000001</c:v>
                      </c:pt>
                      <c:pt idx="6151">
                        <c:v>25.625</c:v>
                      </c:pt>
                      <c:pt idx="6152">
                        <c:v>25.629166999999999</c:v>
                      </c:pt>
                      <c:pt idx="6153">
                        <c:v>25.633333</c:v>
                      </c:pt>
                      <c:pt idx="6154">
                        <c:v>25.637499999999999</c:v>
                      </c:pt>
                      <c:pt idx="6155">
                        <c:v>25.641667000000002</c:v>
                      </c:pt>
                      <c:pt idx="6156">
                        <c:v>25.645833</c:v>
                      </c:pt>
                      <c:pt idx="6157">
                        <c:v>25.65</c:v>
                      </c:pt>
                      <c:pt idx="6158">
                        <c:v>25.654167000000001</c:v>
                      </c:pt>
                      <c:pt idx="6159">
                        <c:v>25.658332999999999</c:v>
                      </c:pt>
                      <c:pt idx="6160">
                        <c:v>25.662500000000001</c:v>
                      </c:pt>
                      <c:pt idx="6161">
                        <c:v>25.666667</c:v>
                      </c:pt>
                      <c:pt idx="6162">
                        <c:v>25.670832999999998</c:v>
                      </c:pt>
                      <c:pt idx="6163">
                        <c:v>25.675000000000001</c:v>
                      </c:pt>
                      <c:pt idx="6164">
                        <c:v>25.679167</c:v>
                      </c:pt>
                      <c:pt idx="6165">
                        <c:v>25.683333000000001</c:v>
                      </c:pt>
                      <c:pt idx="6166">
                        <c:v>25.6875</c:v>
                      </c:pt>
                      <c:pt idx="6167">
                        <c:v>25.691666999999999</c:v>
                      </c:pt>
                      <c:pt idx="6168">
                        <c:v>25.695833</c:v>
                      </c:pt>
                      <c:pt idx="6169">
                        <c:v>25.7</c:v>
                      </c:pt>
                      <c:pt idx="6170">
                        <c:v>25.704167000000002</c:v>
                      </c:pt>
                      <c:pt idx="6171">
                        <c:v>25.708333</c:v>
                      </c:pt>
                      <c:pt idx="6172">
                        <c:v>25.712499999999999</c:v>
                      </c:pt>
                      <c:pt idx="6173">
                        <c:v>25.716667000000001</c:v>
                      </c:pt>
                      <c:pt idx="6174">
                        <c:v>25.720832999999999</c:v>
                      </c:pt>
                      <c:pt idx="6175">
                        <c:v>25.725000000000001</c:v>
                      </c:pt>
                      <c:pt idx="6176">
                        <c:v>25.729167</c:v>
                      </c:pt>
                      <c:pt idx="6177">
                        <c:v>25.733332999999998</c:v>
                      </c:pt>
                      <c:pt idx="6178">
                        <c:v>25.737500000000001</c:v>
                      </c:pt>
                      <c:pt idx="6179">
                        <c:v>25.741667</c:v>
                      </c:pt>
                      <c:pt idx="6180">
                        <c:v>25.745833000000001</c:v>
                      </c:pt>
                      <c:pt idx="6181">
                        <c:v>25.75</c:v>
                      </c:pt>
                      <c:pt idx="6182">
                        <c:v>25.754166999999999</c:v>
                      </c:pt>
                      <c:pt idx="6183">
                        <c:v>25.758333</c:v>
                      </c:pt>
                      <c:pt idx="6184">
                        <c:v>25.762499999999999</c:v>
                      </c:pt>
                      <c:pt idx="6185">
                        <c:v>25.766667000000002</c:v>
                      </c:pt>
                      <c:pt idx="6186">
                        <c:v>25.770833</c:v>
                      </c:pt>
                      <c:pt idx="6187">
                        <c:v>25.774999999999999</c:v>
                      </c:pt>
                      <c:pt idx="6188">
                        <c:v>25.779167000000001</c:v>
                      </c:pt>
                      <c:pt idx="6189">
                        <c:v>25.783332999999999</c:v>
                      </c:pt>
                      <c:pt idx="6190">
                        <c:v>25.787500000000001</c:v>
                      </c:pt>
                      <c:pt idx="6191">
                        <c:v>25.791667</c:v>
                      </c:pt>
                      <c:pt idx="6192">
                        <c:v>25.795832999999998</c:v>
                      </c:pt>
                      <c:pt idx="6193">
                        <c:v>25.8</c:v>
                      </c:pt>
                      <c:pt idx="6194">
                        <c:v>25.804167</c:v>
                      </c:pt>
                      <c:pt idx="6195">
                        <c:v>25.808333000000001</c:v>
                      </c:pt>
                      <c:pt idx="6196">
                        <c:v>25.8125</c:v>
                      </c:pt>
                      <c:pt idx="6197">
                        <c:v>25.816666999999999</c:v>
                      </c:pt>
                      <c:pt idx="6198">
                        <c:v>25.820833</c:v>
                      </c:pt>
                      <c:pt idx="6199">
                        <c:v>25.824999999999999</c:v>
                      </c:pt>
                      <c:pt idx="6200">
                        <c:v>25.829167000000002</c:v>
                      </c:pt>
                      <c:pt idx="6201">
                        <c:v>25.833333</c:v>
                      </c:pt>
                      <c:pt idx="6202">
                        <c:v>25.837499999999999</c:v>
                      </c:pt>
                      <c:pt idx="6203">
                        <c:v>25.841667000000001</c:v>
                      </c:pt>
                      <c:pt idx="6204">
                        <c:v>25.845832999999999</c:v>
                      </c:pt>
                      <c:pt idx="6205">
                        <c:v>25.85</c:v>
                      </c:pt>
                      <c:pt idx="6206">
                        <c:v>25.854167</c:v>
                      </c:pt>
                      <c:pt idx="6207">
                        <c:v>25.858332999999998</c:v>
                      </c:pt>
                      <c:pt idx="6208">
                        <c:v>25.862500000000001</c:v>
                      </c:pt>
                      <c:pt idx="6209">
                        <c:v>25.866667</c:v>
                      </c:pt>
                      <c:pt idx="6210">
                        <c:v>25.870833000000001</c:v>
                      </c:pt>
                      <c:pt idx="6211">
                        <c:v>25.875</c:v>
                      </c:pt>
                      <c:pt idx="6212">
                        <c:v>25.879166999999999</c:v>
                      </c:pt>
                      <c:pt idx="6213">
                        <c:v>25.883333</c:v>
                      </c:pt>
                      <c:pt idx="6214">
                        <c:v>25.887499999999999</c:v>
                      </c:pt>
                      <c:pt idx="6215">
                        <c:v>25.891667000000002</c:v>
                      </c:pt>
                      <c:pt idx="6216">
                        <c:v>25.895833</c:v>
                      </c:pt>
                      <c:pt idx="6217">
                        <c:v>25.9</c:v>
                      </c:pt>
                      <c:pt idx="6218">
                        <c:v>25.904167000000001</c:v>
                      </c:pt>
                      <c:pt idx="6219">
                        <c:v>25.908332999999999</c:v>
                      </c:pt>
                      <c:pt idx="6220">
                        <c:v>25.912500000000001</c:v>
                      </c:pt>
                      <c:pt idx="6221">
                        <c:v>25.916667</c:v>
                      </c:pt>
                      <c:pt idx="6222">
                        <c:v>25.920832999999998</c:v>
                      </c:pt>
                      <c:pt idx="6223">
                        <c:v>25.925000000000001</c:v>
                      </c:pt>
                      <c:pt idx="6224">
                        <c:v>25.929167</c:v>
                      </c:pt>
                      <c:pt idx="6225">
                        <c:v>25.933333000000001</c:v>
                      </c:pt>
                      <c:pt idx="6226">
                        <c:v>25.9375</c:v>
                      </c:pt>
                      <c:pt idx="6227">
                        <c:v>25.941666999999999</c:v>
                      </c:pt>
                      <c:pt idx="6228">
                        <c:v>25.945833</c:v>
                      </c:pt>
                      <c:pt idx="6229">
                        <c:v>25.95</c:v>
                      </c:pt>
                      <c:pt idx="6230">
                        <c:v>25.954167000000002</c:v>
                      </c:pt>
                      <c:pt idx="6231">
                        <c:v>25.958333</c:v>
                      </c:pt>
                      <c:pt idx="6232">
                        <c:v>25.962499999999999</c:v>
                      </c:pt>
                      <c:pt idx="6233">
                        <c:v>25.966667000000001</c:v>
                      </c:pt>
                      <c:pt idx="6234">
                        <c:v>25.970832999999999</c:v>
                      </c:pt>
                      <c:pt idx="6235">
                        <c:v>25.975000000000001</c:v>
                      </c:pt>
                      <c:pt idx="6236">
                        <c:v>25.979167</c:v>
                      </c:pt>
                      <c:pt idx="6237">
                        <c:v>25.983332999999998</c:v>
                      </c:pt>
                      <c:pt idx="6238">
                        <c:v>25.987500000000001</c:v>
                      </c:pt>
                      <c:pt idx="6239">
                        <c:v>25.991667</c:v>
                      </c:pt>
                      <c:pt idx="6240">
                        <c:v>25.995833000000001</c:v>
                      </c:pt>
                      <c:pt idx="6241">
                        <c:v>26</c:v>
                      </c:pt>
                      <c:pt idx="6242">
                        <c:v>26.004166999999999</c:v>
                      </c:pt>
                      <c:pt idx="6243">
                        <c:v>26.008333</c:v>
                      </c:pt>
                      <c:pt idx="6244">
                        <c:v>26.012499999999999</c:v>
                      </c:pt>
                      <c:pt idx="6245">
                        <c:v>26.016667000000002</c:v>
                      </c:pt>
                      <c:pt idx="6246">
                        <c:v>26.020833</c:v>
                      </c:pt>
                      <c:pt idx="6247">
                        <c:v>26.024999999999999</c:v>
                      </c:pt>
                      <c:pt idx="6248">
                        <c:v>26.029167000000001</c:v>
                      </c:pt>
                      <c:pt idx="6249">
                        <c:v>26.033332999999999</c:v>
                      </c:pt>
                      <c:pt idx="6250">
                        <c:v>26.037500000000001</c:v>
                      </c:pt>
                      <c:pt idx="6251">
                        <c:v>26.041667</c:v>
                      </c:pt>
                      <c:pt idx="6252">
                        <c:v>26.045832999999998</c:v>
                      </c:pt>
                      <c:pt idx="6253">
                        <c:v>26.05</c:v>
                      </c:pt>
                      <c:pt idx="6254">
                        <c:v>26.054167</c:v>
                      </c:pt>
                      <c:pt idx="6255">
                        <c:v>26.058333000000001</c:v>
                      </c:pt>
                      <c:pt idx="6256">
                        <c:v>26.0625</c:v>
                      </c:pt>
                      <c:pt idx="6257">
                        <c:v>26.066666999999999</c:v>
                      </c:pt>
                      <c:pt idx="6258">
                        <c:v>26.070833</c:v>
                      </c:pt>
                      <c:pt idx="6259">
                        <c:v>26.074999999999999</c:v>
                      </c:pt>
                      <c:pt idx="6260">
                        <c:v>26.079167000000002</c:v>
                      </c:pt>
                      <c:pt idx="6261">
                        <c:v>26.083333</c:v>
                      </c:pt>
                      <c:pt idx="6262">
                        <c:v>26.087499999999999</c:v>
                      </c:pt>
                      <c:pt idx="6263">
                        <c:v>26.091667000000001</c:v>
                      </c:pt>
                      <c:pt idx="6264">
                        <c:v>26.095832999999999</c:v>
                      </c:pt>
                      <c:pt idx="6265">
                        <c:v>26.1</c:v>
                      </c:pt>
                      <c:pt idx="6266">
                        <c:v>26.104167</c:v>
                      </c:pt>
                      <c:pt idx="6267">
                        <c:v>26.108332999999998</c:v>
                      </c:pt>
                      <c:pt idx="6268">
                        <c:v>26.112500000000001</c:v>
                      </c:pt>
                      <c:pt idx="6269">
                        <c:v>26.116667</c:v>
                      </c:pt>
                      <c:pt idx="6270">
                        <c:v>26.120833000000001</c:v>
                      </c:pt>
                      <c:pt idx="6271">
                        <c:v>26.125</c:v>
                      </c:pt>
                      <c:pt idx="6272">
                        <c:v>26.129166999999999</c:v>
                      </c:pt>
                      <c:pt idx="6273">
                        <c:v>26.133333</c:v>
                      </c:pt>
                      <c:pt idx="6274">
                        <c:v>26.137499999999999</c:v>
                      </c:pt>
                      <c:pt idx="6275">
                        <c:v>26.141667000000002</c:v>
                      </c:pt>
                      <c:pt idx="6276">
                        <c:v>26.145833</c:v>
                      </c:pt>
                      <c:pt idx="6277">
                        <c:v>26.15</c:v>
                      </c:pt>
                      <c:pt idx="6278">
                        <c:v>26.154167000000001</c:v>
                      </c:pt>
                      <c:pt idx="6279">
                        <c:v>26.158332999999999</c:v>
                      </c:pt>
                      <c:pt idx="6280">
                        <c:v>26.162500000000001</c:v>
                      </c:pt>
                      <c:pt idx="6281">
                        <c:v>26.166667</c:v>
                      </c:pt>
                      <c:pt idx="6282">
                        <c:v>26.170832999999998</c:v>
                      </c:pt>
                      <c:pt idx="6283">
                        <c:v>26.175000000000001</c:v>
                      </c:pt>
                      <c:pt idx="6284">
                        <c:v>26.179167</c:v>
                      </c:pt>
                      <c:pt idx="6285">
                        <c:v>26.183333000000001</c:v>
                      </c:pt>
                      <c:pt idx="6286">
                        <c:v>26.1875</c:v>
                      </c:pt>
                      <c:pt idx="6287">
                        <c:v>26.191666999999999</c:v>
                      </c:pt>
                      <c:pt idx="6288">
                        <c:v>26.195833</c:v>
                      </c:pt>
                      <c:pt idx="6289">
                        <c:v>26.2</c:v>
                      </c:pt>
                      <c:pt idx="6290">
                        <c:v>26.204167000000002</c:v>
                      </c:pt>
                      <c:pt idx="6291">
                        <c:v>26.208333</c:v>
                      </c:pt>
                      <c:pt idx="6292">
                        <c:v>26.212499999999999</c:v>
                      </c:pt>
                      <c:pt idx="6293">
                        <c:v>26.216667000000001</c:v>
                      </c:pt>
                      <c:pt idx="6294">
                        <c:v>26.220832999999999</c:v>
                      </c:pt>
                      <c:pt idx="6295">
                        <c:v>26.225000000000001</c:v>
                      </c:pt>
                      <c:pt idx="6296">
                        <c:v>26.229167</c:v>
                      </c:pt>
                      <c:pt idx="6297">
                        <c:v>26.233332999999998</c:v>
                      </c:pt>
                      <c:pt idx="6298">
                        <c:v>26.237500000000001</c:v>
                      </c:pt>
                      <c:pt idx="6299">
                        <c:v>26.241667</c:v>
                      </c:pt>
                      <c:pt idx="6300">
                        <c:v>26.245833000000001</c:v>
                      </c:pt>
                      <c:pt idx="6301">
                        <c:v>26.25</c:v>
                      </c:pt>
                      <c:pt idx="6302">
                        <c:v>26.254166999999999</c:v>
                      </c:pt>
                      <c:pt idx="6303">
                        <c:v>26.258333</c:v>
                      </c:pt>
                      <c:pt idx="6304">
                        <c:v>26.262499999999999</c:v>
                      </c:pt>
                      <c:pt idx="6305">
                        <c:v>26.266667000000002</c:v>
                      </c:pt>
                      <c:pt idx="6306">
                        <c:v>26.270833</c:v>
                      </c:pt>
                      <c:pt idx="6307">
                        <c:v>26.274999999999999</c:v>
                      </c:pt>
                      <c:pt idx="6308">
                        <c:v>26.279167000000001</c:v>
                      </c:pt>
                      <c:pt idx="6309">
                        <c:v>26.283332999999999</c:v>
                      </c:pt>
                      <c:pt idx="6310">
                        <c:v>26.287500000000001</c:v>
                      </c:pt>
                      <c:pt idx="6311">
                        <c:v>26.291667</c:v>
                      </c:pt>
                      <c:pt idx="6312">
                        <c:v>26.295832999999998</c:v>
                      </c:pt>
                      <c:pt idx="6313">
                        <c:v>26.3</c:v>
                      </c:pt>
                      <c:pt idx="6314">
                        <c:v>26.304167</c:v>
                      </c:pt>
                      <c:pt idx="6315">
                        <c:v>26.308333000000001</c:v>
                      </c:pt>
                      <c:pt idx="6316">
                        <c:v>26.3125</c:v>
                      </c:pt>
                      <c:pt idx="6317">
                        <c:v>26.316666999999999</c:v>
                      </c:pt>
                      <c:pt idx="6318">
                        <c:v>26.320833</c:v>
                      </c:pt>
                      <c:pt idx="6319">
                        <c:v>26.324999999999999</c:v>
                      </c:pt>
                      <c:pt idx="6320">
                        <c:v>26.329167000000002</c:v>
                      </c:pt>
                      <c:pt idx="6321">
                        <c:v>26.333333</c:v>
                      </c:pt>
                      <c:pt idx="6322">
                        <c:v>26.337499999999999</c:v>
                      </c:pt>
                      <c:pt idx="6323">
                        <c:v>26.341667000000001</c:v>
                      </c:pt>
                      <c:pt idx="6324">
                        <c:v>26.345832999999999</c:v>
                      </c:pt>
                      <c:pt idx="6325">
                        <c:v>26.35</c:v>
                      </c:pt>
                      <c:pt idx="6326">
                        <c:v>26.354167</c:v>
                      </c:pt>
                      <c:pt idx="6327">
                        <c:v>26.358332999999998</c:v>
                      </c:pt>
                      <c:pt idx="6328">
                        <c:v>26.362500000000001</c:v>
                      </c:pt>
                      <c:pt idx="6329">
                        <c:v>26.366667</c:v>
                      </c:pt>
                      <c:pt idx="6330">
                        <c:v>26.370833000000001</c:v>
                      </c:pt>
                      <c:pt idx="6331">
                        <c:v>26.375</c:v>
                      </c:pt>
                      <c:pt idx="6332">
                        <c:v>26.379166999999999</c:v>
                      </c:pt>
                      <c:pt idx="6333">
                        <c:v>26.383333</c:v>
                      </c:pt>
                      <c:pt idx="6334">
                        <c:v>26.387499999999999</c:v>
                      </c:pt>
                      <c:pt idx="6335">
                        <c:v>26.391667000000002</c:v>
                      </c:pt>
                      <c:pt idx="6336">
                        <c:v>26.395833</c:v>
                      </c:pt>
                      <c:pt idx="6337">
                        <c:v>26.4</c:v>
                      </c:pt>
                      <c:pt idx="6338">
                        <c:v>26.404167000000001</c:v>
                      </c:pt>
                      <c:pt idx="6339">
                        <c:v>26.408332999999999</c:v>
                      </c:pt>
                      <c:pt idx="6340">
                        <c:v>26.412500000000001</c:v>
                      </c:pt>
                      <c:pt idx="6341">
                        <c:v>26.416667</c:v>
                      </c:pt>
                      <c:pt idx="6342">
                        <c:v>26.420832999999998</c:v>
                      </c:pt>
                      <c:pt idx="6343">
                        <c:v>26.425000000000001</c:v>
                      </c:pt>
                      <c:pt idx="6344">
                        <c:v>26.429167</c:v>
                      </c:pt>
                      <c:pt idx="6345">
                        <c:v>26.433333000000001</c:v>
                      </c:pt>
                      <c:pt idx="6346">
                        <c:v>26.4375</c:v>
                      </c:pt>
                      <c:pt idx="6347">
                        <c:v>26.441666999999999</c:v>
                      </c:pt>
                      <c:pt idx="6348">
                        <c:v>26.445833</c:v>
                      </c:pt>
                      <c:pt idx="6349">
                        <c:v>26.45</c:v>
                      </c:pt>
                      <c:pt idx="6350">
                        <c:v>26.454167000000002</c:v>
                      </c:pt>
                      <c:pt idx="6351">
                        <c:v>26.458333</c:v>
                      </c:pt>
                      <c:pt idx="6352">
                        <c:v>26.462499999999999</c:v>
                      </c:pt>
                      <c:pt idx="6353">
                        <c:v>26.466667000000001</c:v>
                      </c:pt>
                      <c:pt idx="6354">
                        <c:v>26.470832999999999</c:v>
                      </c:pt>
                      <c:pt idx="6355">
                        <c:v>26.475000000000001</c:v>
                      </c:pt>
                      <c:pt idx="6356">
                        <c:v>26.479167</c:v>
                      </c:pt>
                      <c:pt idx="6357">
                        <c:v>26.483332999999998</c:v>
                      </c:pt>
                      <c:pt idx="6358">
                        <c:v>26.487500000000001</c:v>
                      </c:pt>
                      <c:pt idx="6359">
                        <c:v>26.491667</c:v>
                      </c:pt>
                      <c:pt idx="6360">
                        <c:v>26.495833000000001</c:v>
                      </c:pt>
                      <c:pt idx="6361">
                        <c:v>26.5</c:v>
                      </c:pt>
                      <c:pt idx="6362">
                        <c:v>26.504166999999999</c:v>
                      </c:pt>
                      <c:pt idx="6363">
                        <c:v>26.508333</c:v>
                      </c:pt>
                      <c:pt idx="6364">
                        <c:v>26.512499999999999</c:v>
                      </c:pt>
                      <c:pt idx="6365">
                        <c:v>26.516667000000002</c:v>
                      </c:pt>
                      <c:pt idx="6366">
                        <c:v>26.520833</c:v>
                      </c:pt>
                      <c:pt idx="6367">
                        <c:v>26.524999999999999</c:v>
                      </c:pt>
                      <c:pt idx="6368">
                        <c:v>26.529167000000001</c:v>
                      </c:pt>
                      <c:pt idx="6369">
                        <c:v>26.533332999999999</c:v>
                      </c:pt>
                      <c:pt idx="6370">
                        <c:v>26.537500000000001</c:v>
                      </c:pt>
                      <c:pt idx="6371">
                        <c:v>26.541667</c:v>
                      </c:pt>
                      <c:pt idx="6372">
                        <c:v>26.545832999999998</c:v>
                      </c:pt>
                      <c:pt idx="6373">
                        <c:v>26.55</c:v>
                      </c:pt>
                      <c:pt idx="6374">
                        <c:v>26.554167</c:v>
                      </c:pt>
                      <c:pt idx="6375">
                        <c:v>26.558333000000001</c:v>
                      </c:pt>
                      <c:pt idx="6376">
                        <c:v>26.5625</c:v>
                      </c:pt>
                      <c:pt idx="6377">
                        <c:v>26.566666999999999</c:v>
                      </c:pt>
                      <c:pt idx="6378">
                        <c:v>26.570833</c:v>
                      </c:pt>
                      <c:pt idx="6379">
                        <c:v>26.574999999999999</c:v>
                      </c:pt>
                      <c:pt idx="6380">
                        <c:v>26.579167000000002</c:v>
                      </c:pt>
                      <c:pt idx="6381">
                        <c:v>26.583333</c:v>
                      </c:pt>
                      <c:pt idx="6382">
                        <c:v>26.587499999999999</c:v>
                      </c:pt>
                      <c:pt idx="6383">
                        <c:v>26.591667000000001</c:v>
                      </c:pt>
                      <c:pt idx="6384">
                        <c:v>26.595832999999999</c:v>
                      </c:pt>
                      <c:pt idx="6385">
                        <c:v>26.6</c:v>
                      </c:pt>
                      <c:pt idx="6386">
                        <c:v>26.604167</c:v>
                      </c:pt>
                      <c:pt idx="6387">
                        <c:v>26.608332999999998</c:v>
                      </c:pt>
                      <c:pt idx="6388">
                        <c:v>26.612500000000001</c:v>
                      </c:pt>
                      <c:pt idx="6389">
                        <c:v>26.616667</c:v>
                      </c:pt>
                      <c:pt idx="6390">
                        <c:v>26.620833000000001</c:v>
                      </c:pt>
                      <c:pt idx="6391">
                        <c:v>26.625</c:v>
                      </c:pt>
                      <c:pt idx="6392">
                        <c:v>26.629166999999999</c:v>
                      </c:pt>
                      <c:pt idx="6393">
                        <c:v>26.633333</c:v>
                      </c:pt>
                      <c:pt idx="6394">
                        <c:v>26.637499999999999</c:v>
                      </c:pt>
                      <c:pt idx="6395">
                        <c:v>26.641667000000002</c:v>
                      </c:pt>
                      <c:pt idx="6396">
                        <c:v>26.645833</c:v>
                      </c:pt>
                      <c:pt idx="6397">
                        <c:v>26.65</c:v>
                      </c:pt>
                      <c:pt idx="6398">
                        <c:v>26.654167000000001</c:v>
                      </c:pt>
                      <c:pt idx="6399">
                        <c:v>26.658332999999999</c:v>
                      </c:pt>
                      <c:pt idx="6400">
                        <c:v>26.662500000000001</c:v>
                      </c:pt>
                      <c:pt idx="6401">
                        <c:v>26.666667</c:v>
                      </c:pt>
                      <c:pt idx="6402">
                        <c:v>26.670832999999998</c:v>
                      </c:pt>
                      <c:pt idx="6403">
                        <c:v>26.675000000000001</c:v>
                      </c:pt>
                      <c:pt idx="6404">
                        <c:v>26.679167</c:v>
                      </c:pt>
                      <c:pt idx="6405">
                        <c:v>26.683333000000001</c:v>
                      </c:pt>
                      <c:pt idx="6406">
                        <c:v>26.6875</c:v>
                      </c:pt>
                      <c:pt idx="6407">
                        <c:v>26.691666999999999</c:v>
                      </c:pt>
                      <c:pt idx="6408">
                        <c:v>26.695833</c:v>
                      </c:pt>
                      <c:pt idx="6409">
                        <c:v>26.7</c:v>
                      </c:pt>
                      <c:pt idx="6410">
                        <c:v>26.704167000000002</c:v>
                      </c:pt>
                      <c:pt idx="6411">
                        <c:v>26.708333</c:v>
                      </c:pt>
                      <c:pt idx="6412">
                        <c:v>26.712499999999999</c:v>
                      </c:pt>
                      <c:pt idx="6413">
                        <c:v>26.716667000000001</c:v>
                      </c:pt>
                      <c:pt idx="6414">
                        <c:v>26.720832999999999</c:v>
                      </c:pt>
                      <c:pt idx="6415">
                        <c:v>26.725000000000001</c:v>
                      </c:pt>
                      <c:pt idx="6416">
                        <c:v>26.729167</c:v>
                      </c:pt>
                      <c:pt idx="6417">
                        <c:v>26.733332999999998</c:v>
                      </c:pt>
                      <c:pt idx="6418">
                        <c:v>26.737500000000001</c:v>
                      </c:pt>
                      <c:pt idx="6419">
                        <c:v>26.741667</c:v>
                      </c:pt>
                      <c:pt idx="6420">
                        <c:v>26.745833000000001</c:v>
                      </c:pt>
                      <c:pt idx="6421">
                        <c:v>26.75</c:v>
                      </c:pt>
                      <c:pt idx="6422">
                        <c:v>26.754166999999999</c:v>
                      </c:pt>
                      <c:pt idx="6423">
                        <c:v>26.758333</c:v>
                      </c:pt>
                      <c:pt idx="6424">
                        <c:v>26.762499999999999</c:v>
                      </c:pt>
                      <c:pt idx="6425">
                        <c:v>26.766667000000002</c:v>
                      </c:pt>
                      <c:pt idx="6426">
                        <c:v>26.770833</c:v>
                      </c:pt>
                      <c:pt idx="6427">
                        <c:v>26.774999999999999</c:v>
                      </c:pt>
                      <c:pt idx="6428">
                        <c:v>26.779167000000001</c:v>
                      </c:pt>
                      <c:pt idx="6429">
                        <c:v>26.783332999999999</c:v>
                      </c:pt>
                      <c:pt idx="6430">
                        <c:v>26.787500000000001</c:v>
                      </c:pt>
                      <c:pt idx="6431">
                        <c:v>26.791667</c:v>
                      </c:pt>
                      <c:pt idx="6432">
                        <c:v>26.795832999999998</c:v>
                      </c:pt>
                      <c:pt idx="6433">
                        <c:v>26.8</c:v>
                      </c:pt>
                      <c:pt idx="6434">
                        <c:v>26.804167</c:v>
                      </c:pt>
                      <c:pt idx="6435">
                        <c:v>26.808333000000001</c:v>
                      </c:pt>
                      <c:pt idx="6436">
                        <c:v>26.8125</c:v>
                      </c:pt>
                      <c:pt idx="6437">
                        <c:v>26.816666999999999</c:v>
                      </c:pt>
                      <c:pt idx="6438">
                        <c:v>26.820833</c:v>
                      </c:pt>
                      <c:pt idx="6439">
                        <c:v>26.824999999999999</c:v>
                      </c:pt>
                      <c:pt idx="6440">
                        <c:v>26.829167000000002</c:v>
                      </c:pt>
                      <c:pt idx="6441">
                        <c:v>26.833333</c:v>
                      </c:pt>
                      <c:pt idx="6442">
                        <c:v>26.837499999999999</c:v>
                      </c:pt>
                      <c:pt idx="6443">
                        <c:v>26.841667000000001</c:v>
                      </c:pt>
                      <c:pt idx="6444">
                        <c:v>26.845832999999999</c:v>
                      </c:pt>
                      <c:pt idx="6445">
                        <c:v>26.85</c:v>
                      </c:pt>
                      <c:pt idx="6446">
                        <c:v>26.854167</c:v>
                      </c:pt>
                      <c:pt idx="6447">
                        <c:v>26.858332999999998</c:v>
                      </c:pt>
                      <c:pt idx="6448">
                        <c:v>26.862500000000001</c:v>
                      </c:pt>
                      <c:pt idx="6449">
                        <c:v>26.866667</c:v>
                      </c:pt>
                      <c:pt idx="6450">
                        <c:v>26.870833000000001</c:v>
                      </c:pt>
                      <c:pt idx="6451">
                        <c:v>26.875</c:v>
                      </c:pt>
                      <c:pt idx="6452">
                        <c:v>26.879166999999999</c:v>
                      </c:pt>
                      <c:pt idx="6453">
                        <c:v>26.883333</c:v>
                      </c:pt>
                      <c:pt idx="6454">
                        <c:v>26.887499999999999</c:v>
                      </c:pt>
                      <c:pt idx="6455">
                        <c:v>26.891667000000002</c:v>
                      </c:pt>
                      <c:pt idx="6456">
                        <c:v>26.895833</c:v>
                      </c:pt>
                      <c:pt idx="6457">
                        <c:v>26.9</c:v>
                      </c:pt>
                      <c:pt idx="6458">
                        <c:v>26.904167000000001</c:v>
                      </c:pt>
                      <c:pt idx="6459">
                        <c:v>26.908332999999999</c:v>
                      </c:pt>
                      <c:pt idx="6460">
                        <c:v>26.912500000000001</c:v>
                      </c:pt>
                      <c:pt idx="6461">
                        <c:v>26.916667</c:v>
                      </c:pt>
                      <c:pt idx="6462">
                        <c:v>26.920832999999998</c:v>
                      </c:pt>
                      <c:pt idx="6463">
                        <c:v>26.925000000000001</c:v>
                      </c:pt>
                      <c:pt idx="6464">
                        <c:v>26.929167</c:v>
                      </c:pt>
                      <c:pt idx="6465">
                        <c:v>26.933333000000001</c:v>
                      </c:pt>
                      <c:pt idx="6466">
                        <c:v>26.9375</c:v>
                      </c:pt>
                      <c:pt idx="6467">
                        <c:v>26.941666999999999</c:v>
                      </c:pt>
                      <c:pt idx="6468">
                        <c:v>26.945833</c:v>
                      </c:pt>
                      <c:pt idx="6469">
                        <c:v>26.95</c:v>
                      </c:pt>
                      <c:pt idx="6470">
                        <c:v>26.954167000000002</c:v>
                      </c:pt>
                      <c:pt idx="6471">
                        <c:v>26.958333</c:v>
                      </c:pt>
                      <c:pt idx="6472">
                        <c:v>26.962499999999999</c:v>
                      </c:pt>
                      <c:pt idx="6473">
                        <c:v>26.966667000000001</c:v>
                      </c:pt>
                      <c:pt idx="6474">
                        <c:v>26.970832999999999</c:v>
                      </c:pt>
                      <c:pt idx="6475">
                        <c:v>26.975000000000001</c:v>
                      </c:pt>
                      <c:pt idx="6476">
                        <c:v>26.979167</c:v>
                      </c:pt>
                      <c:pt idx="6477">
                        <c:v>26.983332999999998</c:v>
                      </c:pt>
                      <c:pt idx="6478">
                        <c:v>26.987500000000001</c:v>
                      </c:pt>
                      <c:pt idx="6479">
                        <c:v>26.991667</c:v>
                      </c:pt>
                      <c:pt idx="6480">
                        <c:v>26.995833000000001</c:v>
                      </c:pt>
                      <c:pt idx="6481">
                        <c:v>27</c:v>
                      </c:pt>
                      <c:pt idx="6482">
                        <c:v>27.004166999999999</c:v>
                      </c:pt>
                      <c:pt idx="6483">
                        <c:v>27.008333</c:v>
                      </c:pt>
                      <c:pt idx="6484">
                        <c:v>27.012499999999999</c:v>
                      </c:pt>
                      <c:pt idx="6485">
                        <c:v>27.016667000000002</c:v>
                      </c:pt>
                      <c:pt idx="6486">
                        <c:v>27.020833</c:v>
                      </c:pt>
                      <c:pt idx="6487">
                        <c:v>27.024999999999999</c:v>
                      </c:pt>
                      <c:pt idx="6488">
                        <c:v>27.029167000000001</c:v>
                      </c:pt>
                      <c:pt idx="6489">
                        <c:v>27.033332999999999</c:v>
                      </c:pt>
                      <c:pt idx="6490">
                        <c:v>27.037500000000001</c:v>
                      </c:pt>
                      <c:pt idx="6491">
                        <c:v>27.041667</c:v>
                      </c:pt>
                      <c:pt idx="6492">
                        <c:v>27.045832999999998</c:v>
                      </c:pt>
                      <c:pt idx="6493">
                        <c:v>27.05</c:v>
                      </c:pt>
                      <c:pt idx="6494">
                        <c:v>27.054167</c:v>
                      </c:pt>
                      <c:pt idx="6495">
                        <c:v>27.058333000000001</c:v>
                      </c:pt>
                      <c:pt idx="6496">
                        <c:v>27.0625</c:v>
                      </c:pt>
                      <c:pt idx="6497">
                        <c:v>27.066666999999999</c:v>
                      </c:pt>
                      <c:pt idx="6498">
                        <c:v>27.070833</c:v>
                      </c:pt>
                      <c:pt idx="6499">
                        <c:v>27.074999999999999</c:v>
                      </c:pt>
                      <c:pt idx="6500">
                        <c:v>27.079167000000002</c:v>
                      </c:pt>
                      <c:pt idx="6501">
                        <c:v>27.083333</c:v>
                      </c:pt>
                      <c:pt idx="6502">
                        <c:v>27.087499999999999</c:v>
                      </c:pt>
                      <c:pt idx="6503">
                        <c:v>27.091667000000001</c:v>
                      </c:pt>
                      <c:pt idx="6504">
                        <c:v>27.095832999999999</c:v>
                      </c:pt>
                      <c:pt idx="6505">
                        <c:v>27.1</c:v>
                      </c:pt>
                      <c:pt idx="6506">
                        <c:v>27.104167</c:v>
                      </c:pt>
                      <c:pt idx="6507">
                        <c:v>27.108332999999998</c:v>
                      </c:pt>
                      <c:pt idx="6508">
                        <c:v>27.112500000000001</c:v>
                      </c:pt>
                      <c:pt idx="6509">
                        <c:v>27.116667</c:v>
                      </c:pt>
                      <c:pt idx="6510">
                        <c:v>27.120833000000001</c:v>
                      </c:pt>
                      <c:pt idx="6511">
                        <c:v>27.125</c:v>
                      </c:pt>
                      <c:pt idx="6512">
                        <c:v>27.129166999999999</c:v>
                      </c:pt>
                      <c:pt idx="6513">
                        <c:v>27.133333</c:v>
                      </c:pt>
                      <c:pt idx="6514">
                        <c:v>27.137499999999999</c:v>
                      </c:pt>
                      <c:pt idx="6515">
                        <c:v>27.141667000000002</c:v>
                      </c:pt>
                      <c:pt idx="6516">
                        <c:v>27.145833</c:v>
                      </c:pt>
                      <c:pt idx="6517">
                        <c:v>27.15</c:v>
                      </c:pt>
                      <c:pt idx="6518">
                        <c:v>27.154167000000001</c:v>
                      </c:pt>
                      <c:pt idx="6519">
                        <c:v>27.158332999999999</c:v>
                      </c:pt>
                      <c:pt idx="6520">
                        <c:v>27.162500000000001</c:v>
                      </c:pt>
                      <c:pt idx="6521">
                        <c:v>27.166667</c:v>
                      </c:pt>
                      <c:pt idx="6522">
                        <c:v>27.170832999999998</c:v>
                      </c:pt>
                      <c:pt idx="6523">
                        <c:v>27.175000000000001</c:v>
                      </c:pt>
                      <c:pt idx="6524">
                        <c:v>27.179167</c:v>
                      </c:pt>
                      <c:pt idx="6525">
                        <c:v>27.183333000000001</c:v>
                      </c:pt>
                      <c:pt idx="6526">
                        <c:v>27.1875</c:v>
                      </c:pt>
                      <c:pt idx="6527">
                        <c:v>27.191666999999999</c:v>
                      </c:pt>
                      <c:pt idx="6528">
                        <c:v>27.195833</c:v>
                      </c:pt>
                      <c:pt idx="6529">
                        <c:v>27.2</c:v>
                      </c:pt>
                      <c:pt idx="6530">
                        <c:v>27.204167000000002</c:v>
                      </c:pt>
                      <c:pt idx="6531">
                        <c:v>27.208333</c:v>
                      </c:pt>
                      <c:pt idx="6532">
                        <c:v>27.212499999999999</c:v>
                      </c:pt>
                      <c:pt idx="6533">
                        <c:v>27.216667000000001</c:v>
                      </c:pt>
                      <c:pt idx="6534">
                        <c:v>27.220832999999999</c:v>
                      </c:pt>
                      <c:pt idx="6535">
                        <c:v>27.225000000000001</c:v>
                      </c:pt>
                      <c:pt idx="6536">
                        <c:v>27.229167</c:v>
                      </c:pt>
                      <c:pt idx="6537">
                        <c:v>27.233332999999998</c:v>
                      </c:pt>
                      <c:pt idx="6538">
                        <c:v>27.237500000000001</c:v>
                      </c:pt>
                      <c:pt idx="6539">
                        <c:v>27.241667</c:v>
                      </c:pt>
                      <c:pt idx="6540">
                        <c:v>27.245833000000001</c:v>
                      </c:pt>
                      <c:pt idx="6541">
                        <c:v>27.25</c:v>
                      </c:pt>
                      <c:pt idx="6542">
                        <c:v>27.254166999999999</c:v>
                      </c:pt>
                      <c:pt idx="6543">
                        <c:v>27.258333</c:v>
                      </c:pt>
                      <c:pt idx="6544">
                        <c:v>27.262499999999999</c:v>
                      </c:pt>
                      <c:pt idx="6545">
                        <c:v>27.266667000000002</c:v>
                      </c:pt>
                      <c:pt idx="6546">
                        <c:v>27.270833</c:v>
                      </c:pt>
                      <c:pt idx="6547">
                        <c:v>27.274999999999999</c:v>
                      </c:pt>
                      <c:pt idx="6548">
                        <c:v>27.279167000000001</c:v>
                      </c:pt>
                      <c:pt idx="6549">
                        <c:v>27.283332999999999</c:v>
                      </c:pt>
                      <c:pt idx="6550">
                        <c:v>27.287500000000001</c:v>
                      </c:pt>
                      <c:pt idx="6551">
                        <c:v>27.291667</c:v>
                      </c:pt>
                      <c:pt idx="6552">
                        <c:v>27.295832999999998</c:v>
                      </c:pt>
                      <c:pt idx="6553">
                        <c:v>27.3</c:v>
                      </c:pt>
                      <c:pt idx="6554">
                        <c:v>27.304167</c:v>
                      </c:pt>
                      <c:pt idx="6555">
                        <c:v>27.308333000000001</c:v>
                      </c:pt>
                      <c:pt idx="6556">
                        <c:v>27.3125</c:v>
                      </c:pt>
                      <c:pt idx="6557">
                        <c:v>27.316666999999999</c:v>
                      </c:pt>
                      <c:pt idx="6558">
                        <c:v>27.320833</c:v>
                      </c:pt>
                      <c:pt idx="6559">
                        <c:v>27.324999999999999</c:v>
                      </c:pt>
                      <c:pt idx="6560">
                        <c:v>27.329167000000002</c:v>
                      </c:pt>
                      <c:pt idx="6561">
                        <c:v>27.333333</c:v>
                      </c:pt>
                      <c:pt idx="6562">
                        <c:v>27.337499999999999</c:v>
                      </c:pt>
                      <c:pt idx="6563">
                        <c:v>27.341667000000001</c:v>
                      </c:pt>
                      <c:pt idx="6564">
                        <c:v>27.345832999999999</c:v>
                      </c:pt>
                      <c:pt idx="6565">
                        <c:v>27.35</c:v>
                      </c:pt>
                      <c:pt idx="6566">
                        <c:v>27.354167</c:v>
                      </c:pt>
                      <c:pt idx="6567">
                        <c:v>27.358332999999998</c:v>
                      </c:pt>
                      <c:pt idx="6568">
                        <c:v>27.362500000000001</c:v>
                      </c:pt>
                      <c:pt idx="6569">
                        <c:v>27.366667</c:v>
                      </c:pt>
                      <c:pt idx="6570">
                        <c:v>27.370833000000001</c:v>
                      </c:pt>
                      <c:pt idx="6571">
                        <c:v>27.375</c:v>
                      </c:pt>
                      <c:pt idx="6572">
                        <c:v>27.379166999999999</c:v>
                      </c:pt>
                      <c:pt idx="6573">
                        <c:v>27.383333</c:v>
                      </c:pt>
                      <c:pt idx="6574">
                        <c:v>27.387499999999999</c:v>
                      </c:pt>
                      <c:pt idx="6575">
                        <c:v>27.391667000000002</c:v>
                      </c:pt>
                      <c:pt idx="6576">
                        <c:v>27.395833</c:v>
                      </c:pt>
                      <c:pt idx="6577">
                        <c:v>27.4</c:v>
                      </c:pt>
                      <c:pt idx="6578">
                        <c:v>27.404167000000001</c:v>
                      </c:pt>
                      <c:pt idx="6579">
                        <c:v>27.408332999999999</c:v>
                      </c:pt>
                      <c:pt idx="6580">
                        <c:v>27.412500000000001</c:v>
                      </c:pt>
                      <c:pt idx="6581">
                        <c:v>27.416667</c:v>
                      </c:pt>
                      <c:pt idx="6582">
                        <c:v>27.420832999999998</c:v>
                      </c:pt>
                      <c:pt idx="6583">
                        <c:v>27.425000000000001</c:v>
                      </c:pt>
                      <c:pt idx="6584">
                        <c:v>27.429167</c:v>
                      </c:pt>
                      <c:pt idx="6585">
                        <c:v>27.433333000000001</c:v>
                      </c:pt>
                      <c:pt idx="6586">
                        <c:v>27.4375</c:v>
                      </c:pt>
                      <c:pt idx="6587">
                        <c:v>27.441666999999999</c:v>
                      </c:pt>
                      <c:pt idx="6588">
                        <c:v>27.445833</c:v>
                      </c:pt>
                      <c:pt idx="6589">
                        <c:v>27.45</c:v>
                      </c:pt>
                      <c:pt idx="6590">
                        <c:v>27.454167000000002</c:v>
                      </c:pt>
                      <c:pt idx="6591">
                        <c:v>27.458333</c:v>
                      </c:pt>
                      <c:pt idx="6592">
                        <c:v>27.462499999999999</c:v>
                      </c:pt>
                      <c:pt idx="6593">
                        <c:v>27.466667000000001</c:v>
                      </c:pt>
                      <c:pt idx="6594">
                        <c:v>27.470832999999999</c:v>
                      </c:pt>
                      <c:pt idx="6595">
                        <c:v>27.475000000000001</c:v>
                      </c:pt>
                      <c:pt idx="6596">
                        <c:v>27.479167</c:v>
                      </c:pt>
                      <c:pt idx="6597">
                        <c:v>27.483332999999998</c:v>
                      </c:pt>
                      <c:pt idx="6598">
                        <c:v>27.487500000000001</c:v>
                      </c:pt>
                      <c:pt idx="6599">
                        <c:v>27.491667</c:v>
                      </c:pt>
                      <c:pt idx="6600">
                        <c:v>27.495833000000001</c:v>
                      </c:pt>
                      <c:pt idx="6601">
                        <c:v>27.5</c:v>
                      </c:pt>
                      <c:pt idx="6602">
                        <c:v>27.504166999999999</c:v>
                      </c:pt>
                      <c:pt idx="6603">
                        <c:v>27.508333</c:v>
                      </c:pt>
                      <c:pt idx="6604">
                        <c:v>27.512499999999999</c:v>
                      </c:pt>
                      <c:pt idx="6605">
                        <c:v>27.516667000000002</c:v>
                      </c:pt>
                      <c:pt idx="6606">
                        <c:v>27.520833</c:v>
                      </c:pt>
                      <c:pt idx="6607">
                        <c:v>27.524999999999999</c:v>
                      </c:pt>
                      <c:pt idx="6608">
                        <c:v>27.529167000000001</c:v>
                      </c:pt>
                      <c:pt idx="6609">
                        <c:v>27.533332999999999</c:v>
                      </c:pt>
                      <c:pt idx="6610">
                        <c:v>27.537500000000001</c:v>
                      </c:pt>
                      <c:pt idx="6611">
                        <c:v>27.541667</c:v>
                      </c:pt>
                      <c:pt idx="6612">
                        <c:v>27.545832999999998</c:v>
                      </c:pt>
                      <c:pt idx="6613">
                        <c:v>27.55</c:v>
                      </c:pt>
                      <c:pt idx="6614">
                        <c:v>27.554167</c:v>
                      </c:pt>
                      <c:pt idx="6615">
                        <c:v>27.558333000000001</c:v>
                      </c:pt>
                      <c:pt idx="6616">
                        <c:v>27.5625</c:v>
                      </c:pt>
                      <c:pt idx="6617">
                        <c:v>27.566666999999999</c:v>
                      </c:pt>
                      <c:pt idx="6618">
                        <c:v>27.570833</c:v>
                      </c:pt>
                      <c:pt idx="6619">
                        <c:v>27.574999999999999</c:v>
                      </c:pt>
                      <c:pt idx="6620">
                        <c:v>27.579167000000002</c:v>
                      </c:pt>
                      <c:pt idx="6621">
                        <c:v>27.583333</c:v>
                      </c:pt>
                      <c:pt idx="6622">
                        <c:v>27.587499999999999</c:v>
                      </c:pt>
                      <c:pt idx="6623">
                        <c:v>27.591667000000001</c:v>
                      </c:pt>
                      <c:pt idx="6624">
                        <c:v>27.595832999999999</c:v>
                      </c:pt>
                      <c:pt idx="6625">
                        <c:v>27.6</c:v>
                      </c:pt>
                      <c:pt idx="6626">
                        <c:v>27.604167</c:v>
                      </c:pt>
                      <c:pt idx="6627">
                        <c:v>27.608332999999998</c:v>
                      </c:pt>
                      <c:pt idx="6628">
                        <c:v>27.612500000000001</c:v>
                      </c:pt>
                      <c:pt idx="6629">
                        <c:v>27.616667</c:v>
                      </c:pt>
                      <c:pt idx="6630">
                        <c:v>27.620833000000001</c:v>
                      </c:pt>
                      <c:pt idx="6631">
                        <c:v>27.625</c:v>
                      </c:pt>
                      <c:pt idx="6632">
                        <c:v>27.629166999999999</c:v>
                      </c:pt>
                      <c:pt idx="6633">
                        <c:v>27.633333</c:v>
                      </c:pt>
                      <c:pt idx="6634">
                        <c:v>27.637499999999999</c:v>
                      </c:pt>
                      <c:pt idx="6635">
                        <c:v>27.641667000000002</c:v>
                      </c:pt>
                      <c:pt idx="6636">
                        <c:v>27.645833</c:v>
                      </c:pt>
                      <c:pt idx="6637">
                        <c:v>27.65</c:v>
                      </c:pt>
                      <c:pt idx="6638">
                        <c:v>27.654167000000001</c:v>
                      </c:pt>
                      <c:pt idx="6639">
                        <c:v>27.658332999999999</c:v>
                      </c:pt>
                      <c:pt idx="6640">
                        <c:v>27.662500000000001</c:v>
                      </c:pt>
                      <c:pt idx="6641">
                        <c:v>27.666667</c:v>
                      </c:pt>
                      <c:pt idx="6642">
                        <c:v>27.670832999999998</c:v>
                      </c:pt>
                      <c:pt idx="6643">
                        <c:v>27.675000000000001</c:v>
                      </c:pt>
                      <c:pt idx="6644">
                        <c:v>27.679167</c:v>
                      </c:pt>
                      <c:pt idx="6645">
                        <c:v>27.683333000000001</c:v>
                      </c:pt>
                      <c:pt idx="6646">
                        <c:v>27.6875</c:v>
                      </c:pt>
                      <c:pt idx="6647">
                        <c:v>27.691666999999999</c:v>
                      </c:pt>
                      <c:pt idx="6648">
                        <c:v>27.695833</c:v>
                      </c:pt>
                      <c:pt idx="6649">
                        <c:v>27.7</c:v>
                      </c:pt>
                      <c:pt idx="6650">
                        <c:v>27.704167000000002</c:v>
                      </c:pt>
                      <c:pt idx="6651">
                        <c:v>27.708333</c:v>
                      </c:pt>
                      <c:pt idx="6652">
                        <c:v>27.712499999999999</c:v>
                      </c:pt>
                      <c:pt idx="6653">
                        <c:v>27.716667000000001</c:v>
                      </c:pt>
                      <c:pt idx="6654">
                        <c:v>27.720832999999999</c:v>
                      </c:pt>
                      <c:pt idx="6655">
                        <c:v>27.725000000000001</c:v>
                      </c:pt>
                      <c:pt idx="6656">
                        <c:v>27.729167</c:v>
                      </c:pt>
                      <c:pt idx="6657">
                        <c:v>27.733332999999998</c:v>
                      </c:pt>
                      <c:pt idx="6658">
                        <c:v>27.737500000000001</c:v>
                      </c:pt>
                      <c:pt idx="6659">
                        <c:v>27.741667</c:v>
                      </c:pt>
                      <c:pt idx="6660">
                        <c:v>27.745833000000001</c:v>
                      </c:pt>
                      <c:pt idx="6661">
                        <c:v>27.75</c:v>
                      </c:pt>
                      <c:pt idx="6662">
                        <c:v>27.754166999999999</c:v>
                      </c:pt>
                      <c:pt idx="6663">
                        <c:v>27.758333</c:v>
                      </c:pt>
                      <c:pt idx="6664">
                        <c:v>27.762499999999999</c:v>
                      </c:pt>
                      <c:pt idx="6665">
                        <c:v>27.766667000000002</c:v>
                      </c:pt>
                      <c:pt idx="6666">
                        <c:v>27.770833</c:v>
                      </c:pt>
                      <c:pt idx="6667">
                        <c:v>27.774999999999999</c:v>
                      </c:pt>
                      <c:pt idx="6668">
                        <c:v>27.779167000000001</c:v>
                      </c:pt>
                      <c:pt idx="6669">
                        <c:v>27.783332999999999</c:v>
                      </c:pt>
                      <c:pt idx="6670">
                        <c:v>27.787500000000001</c:v>
                      </c:pt>
                      <c:pt idx="6671">
                        <c:v>27.791667</c:v>
                      </c:pt>
                      <c:pt idx="6672">
                        <c:v>27.795832999999998</c:v>
                      </c:pt>
                      <c:pt idx="6673">
                        <c:v>27.8</c:v>
                      </c:pt>
                      <c:pt idx="6674">
                        <c:v>27.804167</c:v>
                      </c:pt>
                      <c:pt idx="6675">
                        <c:v>27.808333000000001</c:v>
                      </c:pt>
                      <c:pt idx="6676">
                        <c:v>27.8125</c:v>
                      </c:pt>
                      <c:pt idx="6677">
                        <c:v>27.816666999999999</c:v>
                      </c:pt>
                      <c:pt idx="6678">
                        <c:v>27.820833</c:v>
                      </c:pt>
                      <c:pt idx="6679">
                        <c:v>27.824999999999999</c:v>
                      </c:pt>
                      <c:pt idx="6680">
                        <c:v>27.829167000000002</c:v>
                      </c:pt>
                      <c:pt idx="6681">
                        <c:v>27.833333</c:v>
                      </c:pt>
                      <c:pt idx="6682">
                        <c:v>27.837499999999999</c:v>
                      </c:pt>
                      <c:pt idx="6683">
                        <c:v>27.841667000000001</c:v>
                      </c:pt>
                      <c:pt idx="6684">
                        <c:v>27.845832999999999</c:v>
                      </c:pt>
                      <c:pt idx="6685">
                        <c:v>27.85</c:v>
                      </c:pt>
                      <c:pt idx="6686">
                        <c:v>27.854167</c:v>
                      </c:pt>
                      <c:pt idx="6687">
                        <c:v>27.858332999999998</c:v>
                      </c:pt>
                      <c:pt idx="6688">
                        <c:v>27.862500000000001</c:v>
                      </c:pt>
                      <c:pt idx="6689">
                        <c:v>27.866667</c:v>
                      </c:pt>
                      <c:pt idx="6690">
                        <c:v>27.870833000000001</c:v>
                      </c:pt>
                      <c:pt idx="6691">
                        <c:v>27.875</c:v>
                      </c:pt>
                      <c:pt idx="6692">
                        <c:v>27.879166999999999</c:v>
                      </c:pt>
                      <c:pt idx="6693">
                        <c:v>27.883333</c:v>
                      </c:pt>
                      <c:pt idx="6694">
                        <c:v>27.887499999999999</c:v>
                      </c:pt>
                      <c:pt idx="6695">
                        <c:v>27.891667000000002</c:v>
                      </c:pt>
                      <c:pt idx="6696">
                        <c:v>27.895833</c:v>
                      </c:pt>
                      <c:pt idx="6697">
                        <c:v>27.9</c:v>
                      </c:pt>
                      <c:pt idx="6698">
                        <c:v>27.904167000000001</c:v>
                      </c:pt>
                      <c:pt idx="6699">
                        <c:v>27.908332999999999</c:v>
                      </c:pt>
                      <c:pt idx="6700">
                        <c:v>27.912500000000001</c:v>
                      </c:pt>
                      <c:pt idx="6701">
                        <c:v>27.916667</c:v>
                      </c:pt>
                      <c:pt idx="6702">
                        <c:v>27.920832999999998</c:v>
                      </c:pt>
                      <c:pt idx="6703">
                        <c:v>27.925000000000001</c:v>
                      </c:pt>
                      <c:pt idx="6704">
                        <c:v>27.929167</c:v>
                      </c:pt>
                      <c:pt idx="6705">
                        <c:v>27.933333000000001</c:v>
                      </c:pt>
                      <c:pt idx="6706">
                        <c:v>27.9375</c:v>
                      </c:pt>
                      <c:pt idx="6707">
                        <c:v>27.941666999999999</c:v>
                      </c:pt>
                      <c:pt idx="6708">
                        <c:v>27.945833</c:v>
                      </c:pt>
                      <c:pt idx="6709">
                        <c:v>27.95</c:v>
                      </c:pt>
                      <c:pt idx="6710">
                        <c:v>27.954167000000002</c:v>
                      </c:pt>
                      <c:pt idx="6711">
                        <c:v>27.958333</c:v>
                      </c:pt>
                      <c:pt idx="6712">
                        <c:v>27.962499999999999</c:v>
                      </c:pt>
                      <c:pt idx="6713">
                        <c:v>27.966667000000001</c:v>
                      </c:pt>
                      <c:pt idx="6714">
                        <c:v>27.970832999999999</c:v>
                      </c:pt>
                      <c:pt idx="6715">
                        <c:v>27.975000000000001</c:v>
                      </c:pt>
                      <c:pt idx="6716">
                        <c:v>27.979167</c:v>
                      </c:pt>
                      <c:pt idx="6717">
                        <c:v>27.983332999999998</c:v>
                      </c:pt>
                      <c:pt idx="6718">
                        <c:v>27.987500000000001</c:v>
                      </c:pt>
                      <c:pt idx="6719">
                        <c:v>27.991667</c:v>
                      </c:pt>
                      <c:pt idx="6720">
                        <c:v>27.995833000000001</c:v>
                      </c:pt>
                      <c:pt idx="6721">
                        <c:v>28</c:v>
                      </c:pt>
                      <c:pt idx="6722">
                        <c:v>28.004166999999999</c:v>
                      </c:pt>
                      <c:pt idx="6723">
                        <c:v>28.008333</c:v>
                      </c:pt>
                      <c:pt idx="6724">
                        <c:v>28.012499999999999</c:v>
                      </c:pt>
                      <c:pt idx="6725">
                        <c:v>28.016667000000002</c:v>
                      </c:pt>
                      <c:pt idx="6726">
                        <c:v>28.020833</c:v>
                      </c:pt>
                      <c:pt idx="6727">
                        <c:v>28.024999999999999</c:v>
                      </c:pt>
                      <c:pt idx="6728">
                        <c:v>28.029167000000001</c:v>
                      </c:pt>
                      <c:pt idx="6729">
                        <c:v>28.033332999999999</c:v>
                      </c:pt>
                      <c:pt idx="6730">
                        <c:v>28.037500000000001</c:v>
                      </c:pt>
                      <c:pt idx="6731">
                        <c:v>28.041667</c:v>
                      </c:pt>
                      <c:pt idx="6732">
                        <c:v>28.045832999999998</c:v>
                      </c:pt>
                      <c:pt idx="6733">
                        <c:v>28.05</c:v>
                      </c:pt>
                      <c:pt idx="6734">
                        <c:v>28.054167</c:v>
                      </c:pt>
                      <c:pt idx="6735">
                        <c:v>28.058333000000001</c:v>
                      </c:pt>
                      <c:pt idx="6736">
                        <c:v>28.0625</c:v>
                      </c:pt>
                      <c:pt idx="6737">
                        <c:v>28.066666999999999</c:v>
                      </c:pt>
                      <c:pt idx="6738">
                        <c:v>28.070833</c:v>
                      </c:pt>
                      <c:pt idx="6739">
                        <c:v>28.074999999999999</c:v>
                      </c:pt>
                      <c:pt idx="6740">
                        <c:v>28.079167000000002</c:v>
                      </c:pt>
                      <c:pt idx="6741">
                        <c:v>28.083333</c:v>
                      </c:pt>
                      <c:pt idx="6742">
                        <c:v>28.087499999999999</c:v>
                      </c:pt>
                      <c:pt idx="6743">
                        <c:v>28.091667000000001</c:v>
                      </c:pt>
                      <c:pt idx="6744">
                        <c:v>28.095832999999999</c:v>
                      </c:pt>
                      <c:pt idx="6745">
                        <c:v>28.1</c:v>
                      </c:pt>
                      <c:pt idx="6746">
                        <c:v>28.104167</c:v>
                      </c:pt>
                      <c:pt idx="6747">
                        <c:v>28.108332999999998</c:v>
                      </c:pt>
                      <c:pt idx="6748">
                        <c:v>28.112500000000001</c:v>
                      </c:pt>
                      <c:pt idx="6749">
                        <c:v>28.116667</c:v>
                      </c:pt>
                      <c:pt idx="6750">
                        <c:v>28.120833000000001</c:v>
                      </c:pt>
                      <c:pt idx="6751">
                        <c:v>28.125</c:v>
                      </c:pt>
                      <c:pt idx="6752">
                        <c:v>28.129166999999999</c:v>
                      </c:pt>
                      <c:pt idx="6753">
                        <c:v>28.133333</c:v>
                      </c:pt>
                      <c:pt idx="6754">
                        <c:v>28.137499999999999</c:v>
                      </c:pt>
                      <c:pt idx="6755">
                        <c:v>28.141667000000002</c:v>
                      </c:pt>
                      <c:pt idx="6756">
                        <c:v>28.145833</c:v>
                      </c:pt>
                      <c:pt idx="6757">
                        <c:v>28.15</c:v>
                      </c:pt>
                      <c:pt idx="6758">
                        <c:v>28.154167000000001</c:v>
                      </c:pt>
                      <c:pt idx="6759">
                        <c:v>28.158332999999999</c:v>
                      </c:pt>
                      <c:pt idx="6760">
                        <c:v>28.162500000000001</c:v>
                      </c:pt>
                      <c:pt idx="6761">
                        <c:v>28.166667</c:v>
                      </c:pt>
                      <c:pt idx="6762">
                        <c:v>28.170832999999998</c:v>
                      </c:pt>
                      <c:pt idx="6763">
                        <c:v>28.175000000000001</c:v>
                      </c:pt>
                      <c:pt idx="6764">
                        <c:v>28.179167</c:v>
                      </c:pt>
                      <c:pt idx="6765">
                        <c:v>28.183333000000001</c:v>
                      </c:pt>
                      <c:pt idx="6766">
                        <c:v>28.1875</c:v>
                      </c:pt>
                      <c:pt idx="6767">
                        <c:v>28.191666999999999</c:v>
                      </c:pt>
                      <c:pt idx="6768">
                        <c:v>28.195833</c:v>
                      </c:pt>
                      <c:pt idx="6769">
                        <c:v>28.2</c:v>
                      </c:pt>
                      <c:pt idx="6770">
                        <c:v>28.204167000000002</c:v>
                      </c:pt>
                      <c:pt idx="6771">
                        <c:v>28.208333</c:v>
                      </c:pt>
                      <c:pt idx="6772">
                        <c:v>28.212499999999999</c:v>
                      </c:pt>
                      <c:pt idx="6773">
                        <c:v>28.216667000000001</c:v>
                      </c:pt>
                      <c:pt idx="6774">
                        <c:v>28.220832999999999</c:v>
                      </c:pt>
                      <c:pt idx="6775">
                        <c:v>28.225000000000001</c:v>
                      </c:pt>
                      <c:pt idx="6776">
                        <c:v>28.229167</c:v>
                      </c:pt>
                      <c:pt idx="6777">
                        <c:v>28.233332999999998</c:v>
                      </c:pt>
                      <c:pt idx="6778">
                        <c:v>28.237500000000001</c:v>
                      </c:pt>
                      <c:pt idx="6779">
                        <c:v>28.241667</c:v>
                      </c:pt>
                      <c:pt idx="6780">
                        <c:v>28.245833000000001</c:v>
                      </c:pt>
                      <c:pt idx="6781">
                        <c:v>28.25</c:v>
                      </c:pt>
                      <c:pt idx="6782">
                        <c:v>28.254166999999999</c:v>
                      </c:pt>
                      <c:pt idx="6783">
                        <c:v>28.258333</c:v>
                      </c:pt>
                      <c:pt idx="6784">
                        <c:v>28.262499999999999</c:v>
                      </c:pt>
                      <c:pt idx="6785">
                        <c:v>28.266667000000002</c:v>
                      </c:pt>
                      <c:pt idx="6786">
                        <c:v>28.270833</c:v>
                      </c:pt>
                      <c:pt idx="6787">
                        <c:v>28.274999999999999</c:v>
                      </c:pt>
                      <c:pt idx="6788">
                        <c:v>28.279167000000001</c:v>
                      </c:pt>
                      <c:pt idx="6789">
                        <c:v>28.283332999999999</c:v>
                      </c:pt>
                      <c:pt idx="6790">
                        <c:v>28.287500000000001</c:v>
                      </c:pt>
                      <c:pt idx="6791">
                        <c:v>28.291667</c:v>
                      </c:pt>
                      <c:pt idx="6792">
                        <c:v>28.295832999999998</c:v>
                      </c:pt>
                      <c:pt idx="6793">
                        <c:v>28.3</c:v>
                      </c:pt>
                      <c:pt idx="6794">
                        <c:v>28.304167</c:v>
                      </c:pt>
                      <c:pt idx="6795">
                        <c:v>28.308333000000001</c:v>
                      </c:pt>
                      <c:pt idx="6796">
                        <c:v>28.3125</c:v>
                      </c:pt>
                      <c:pt idx="6797">
                        <c:v>28.316666999999999</c:v>
                      </c:pt>
                      <c:pt idx="6798">
                        <c:v>28.320833</c:v>
                      </c:pt>
                      <c:pt idx="6799">
                        <c:v>28.324999999999999</c:v>
                      </c:pt>
                      <c:pt idx="6800">
                        <c:v>28.329167000000002</c:v>
                      </c:pt>
                      <c:pt idx="6801">
                        <c:v>28.333333</c:v>
                      </c:pt>
                      <c:pt idx="6802">
                        <c:v>28.337499999999999</c:v>
                      </c:pt>
                      <c:pt idx="6803">
                        <c:v>28.341667000000001</c:v>
                      </c:pt>
                      <c:pt idx="6804">
                        <c:v>28.345832999999999</c:v>
                      </c:pt>
                      <c:pt idx="6805">
                        <c:v>28.35</c:v>
                      </c:pt>
                      <c:pt idx="6806">
                        <c:v>28.354167</c:v>
                      </c:pt>
                      <c:pt idx="6807">
                        <c:v>28.358332999999998</c:v>
                      </c:pt>
                      <c:pt idx="6808">
                        <c:v>28.362500000000001</c:v>
                      </c:pt>
                      <c:pt idx="6809">
                        <c:v>28.366667</c:v>
                      </c:pt>
                      <c:pt idx="6810">
                        <c:v>28.370833000000001</c:v>
                      </c:pt>
                      <c:pt idx="6811">
                        <c:v>28.375</c:v>
                      </c:pt>
                      <c:pt idx="6812">
                        <c:v>28.379166999999999</c:v>
                      </c:pt>
                      <c:pt idx="6813">
                        <c:v>28.383333</c:v>
                      </c:pt>
                      <c:pt idx="6814">
                        <c:v>28.387499999999999</c:v>
                      </c:pt>
                      <c:pt idx="6815">
                        <c:v>28.391667000000002</c:v>
                      </c:pt>
                      <c:pt idx="6816">
                        <c:v>28.395833</c:v>
                      </c:pt>
                      <c:pt idx="6817">
                        <c:v>28.4</c:v>
                      </c:pt>
                      <c:pt idx="6818">
                        <c:v>28.404167000000001</c:v>
                      </c:pt>
                      <c:pt idx="6819">
                        <c:v>28.408332999999999</c:v>
                      </c:pt>
                      <c:pt idx="6820">
                        <c:v>28.412500000000001</c:v>
                      </c:pt>
                      <c:pt idx="6821">
                        <c:v>28.416667</c:v>
                      </c:pt>
                      <c:pt idx="6822">
                        <c:v>28.420832999999998</c:v>
                      </c:pt>
                      <c:pt idx="6823">
                        <c:v>28.425000000000001</c:v>
                      </c:pt>
                      <c:pt idx="6824">
                        <c:v>28.429167</c:v>
                      </c:pt>
                      <c:pt idx="6825">
                        <c:v>28.433333000000001</c:v>
                      </c:pt>
                      <c:pt idx="6826">
                        <c:v>28.4375</c:v>
                      </c:pt>
                      <c:pt idx="6827">
                        <c:v>28.441666999999999</c:v>
                      </c:pt>
                      <c:pt idx="6828">
                        <c:v>28.445833</c:v>
                      </c:pt>
                      <c:pt idx="6829">
                        <c:v>28.45</c:v>
                      </c:pt>
                      <c:pt idx="6830">
                        <c:v>28.454167000000002</c:v>
                      </c:pt>
                      <c:pt idx="6831">
                        <c:v>28.458333</c:v>
                      </c:pt>
                      <c:pt idx="6832">
                        <c:v>28.462499999999999</c:v>
                      </c:pt>
                      <c:pt idx="6833">
                        <c:v>28.466667000000001</c:v>
                      </c:pt>
                      <c:pt idx="6834">
                        <c:v>28.470832999999999</c:v>
                      </c:pt>
                      <c:pt idx="6835">
                        <c:v>28.475000000000001</c:v>
                      </c:pt>
                      <c:pt idx="6836">
                        <c:v>28.479167</c:v>
                      </c:pt>
                      <c:pt idx="6837">
                        <c:v>28.483332999999998</c:v>
                      </c:pt>
                      <c:pt idx="6838">
                        <c:v>28.487500000000001</c:v>
                      </c:pt>
                      <c:pt idx="6839">
                        <c:v>28.491667</c:v>
                      </c:pt>
                      <c:pt idx="6840">
                        <c:v>28.495833000000001</c:v>
                      </c:pt>
                      <c:pt idx="6841">
                        <c:v>28.5</c:v>
                      </c:pt>
                      <c:pt idx="6842">
                        <c:v>28.504166999999999</c:v>
                      </c:pt>
                      <c:pt idx="6843">
                        <c:v>28.508333</c:v>
                      </c:pt>
                      <c:pt idx="6844">
                        <c:v>28.512499999999999</c:v>
                      </c:pt>
                      <c:pt idx="6845">
                        <c:v>28.516667000000002</c:v>
                      </c:pt>
                      <c:pt idx="6846">
                        <c:v>28.520833</c:v>
                      </c:pt>
                      <c:pt idx="6847">
                        <c:v>28.524999999999999</c:v>
                      </c:pt>
                      <c:pt idx="6848">
                        <c:v>28.529167000000001</c:v>
                      </c:pt>
                      <c:pt idx="6849">
                        <c:v>28.533332999999999</c:v>
                      </c:pt>
                      <c:pt idx="6850">
                        <c:v>28.537500000000001</c:v>
                      </c:pt>
                      <c:pt idx="6851">
                        <c:v>28.541667</c:v>
                      </c:pt>
                      <c:pt idx="6852">
                        <c:v>28.545832999999998</c:v>
                      </c:pt>
                      <c:pt idx="6853">
                        <c:v>28.55</c:v>
                      </c:pt>
                      <c:pt idx="6854">
                        <c:v>28.554167</c:v>
                      </c:pt>
                      <c:pt idx="6855">
                        <c:v>28.558333000000001</c:v>
                      </c:pt>
                      <c:pt idx="6856">
                        <c:v>28.5625</c:v>
                      </c:pt>
                      <c:pt idx="6857">
                        <c:v>28.566666999999999</c:v>
                      </c:pt>
                      <c:pt idx="6858">
                        <c:v>28.570833</c:v>
                      </c:pt>
                      <c:pt idx="6859">
                        <c:v>28.574999999999999</c:v>
                      </c:pt>
                      <c:pt idx="6860">
                        <c:v>28.579167000000002</c:v>
                      </c:pt>
                      <c:pt idx="6861">
                        <c:v>28.583333</c:v>
                      </c:pt>
                      <c:pt idx="6862">
                        <c:v>28.587499999999999</c:v>
                      </c:pt>
                      <c:pt idx="6863">
                        <c:v>28.591667000000001</c:v>
                      </c:pt>
                      <c:pt idx="6864">
                        <c:v>28.595832999999999</c:v>
                      </c:pt>
                      <c:pt idx="6865">
                        <c:v>28.6</c:v>
                      </c:pt>
                      <c:pt idx="6866">
                        <c:v>28.604167</c:v>
                      </c:pt>
                      <c:pt idx="6867">
                        <c:v>28.608332999999998</c:v>
                      </c:pt>
                      <c:pt idx="6868">
                        <c:v>28.612500000000001</c:v>
                      </c:pt>
                      <c:pt idx="6869">
                        <c:v>28.616667</c:v>
                      </c:pt>
                      <c:pt idx="6870">
                        <c:v>28.620833000000001</c:v>
                      </c:pt>
                      <c:pt idx="6871">
                        <c:v>28.625</c:v>
                      </c:pt>
                      <c:pt idx="6872">
                        <c:v>28.629166999999999</c:v>
                      </c:pt>
                      <c:pt idx="6873">
                        <c:v>28.633333</c:v>
                      </c:pt>
                      <c:pt idx="6874">
                        <c:v>28.637499999999999</c:v>
                      </c:pt>
                      <c:pt idx="6875">
                        <c:v>28.641667000000002</c:v>
                      </c:pt>
                      <c:pt idx="6876">
                        <c:v>28.645833</c:v>
                      </c:pt>
                      <c:pt idx="6877">
                        <c:v>28.65</c:v>
                      </c:pt>
                      <c:pt idx="6878">
                        <c:v>28.654167000000001</c:v>
                      </c:pt>
                      <c:pt idx="6879">
                        <c:v>28.658332999999999</c:v>
                      </c:pt>
                      <c:pt idx="6880">
                        <c:v>28.662500000000001</c:v>
                      </c:pt>
                      <c:pt idx="6881">
                        <c:v>28.666667</c:v>
                      </c:pt>
                      <c:pt idx="6882">
                        <c:v>28.670832999999998</c:v>
                      </c:pt>
                      <c:pt idx="6883">
                        <c:v>28.675000000000001</c:v>
                      </c:pt>
                      <c:pt idx="6884">
                        <c:v>28.679167</c:v>
                      </c:pt>
                      <c:pt idx="6885">
                        <c:v>28.683333000000001</c:v>
                      </c:pt>
                      <c:pt idx="6886">
                        <c:v>28.6875</c:v>
                      </c:pt>
                      <c:pt idx="6887">
                        <c:v>28.691666999999999</c:v>
                      </c:pt>
                      <c:pt idx="6888">
                        <c:v>28.695833</c:v>
                      </c:pt>
                      <c:pt idx="6889">
                        <c:v>28.7</c:v>
                      </c:pt>
                      <c:pt idx="6890">
                        <c:v>28.704167000000002</c:v>
                      </c:pt>
                      <c:pt idx="6891">
                        <c:v>28.708333</c:v>
                      </c:pt>
                      <c:pt idx="6892">
                        <c:v>28.712499999999999</c:v>
                      </c:pt>
                      <c:pt idx="6893">
                        <c:v>28.716667000000001</c:v>
                      </c:pt>
                      <c:pt idx="6894">
                        <c:v>28.720832999999999</c:v>
                      </c:pt>
                      <c:pt idx="6895">
                        <c:v>28.725000000000001</c:v>
                      </c:pt>
                      <c:pt idx="6896">
                        <c:v>28.729167</c:v>
                      </c:pt>
                      <c:pt idx="6897">
                        <c:v>28.733332999999998</c:v>
                      </c:pt>
                      <c:pt idx="6898">
                        <c:v>28.737500000000001</c:v>
                      </c:pt>
                      <c:pt idx="6899">
                        <c:v>28.741667</c:v>
                      </c:pt>
                      <c:pt idx="6900">
                        <c:v>28.745833000000001</c:v>
                      </c:pt>
                      <c:pt idx="6901">
                        <c:v>28.75</c:v>
                      </c:pt>
                      <c:pt idx="6902">
                        <c:v>28.754166999999999</c:v>
                      </c:pt>
                      <c:pt idx="6903">
                        <c:v>28.758333</c:v>
                      </c:pt>
                      <c:pt idx="6904">
                        <c:v>28.762499999999999</c:v>
                      </c:pt>
                      <c:pt idx="6905">
                        <c:v>28.766667000000002</c:v>
                      </c:pt>
                      <c:pt idx="6906">
                        <c:v>28.770833</c:v>
                      </c:pt>
                      <c:pt idx="6907">
                        <c:v>28.774999999999999</c:v>
                      </c:pt>
                      <c:pt idx="6908">
                        <c:v>28.779167000000001</c:v>
                      </c:pt>
                      <c:pt idx="6909">
                        <c:v>28.783332999999999</c:v>
                      </c:pt>
                      <c:pt idx="6910">
                        <c:v>28.787500000000001</c:v>
                      </c:pt>
                      <c:pt idx="6911">
                        <c:v>28.791667</c:v>
                      </c:pt>
                      <c:pt idx="6912">
                        <c:v>28.795832999999998</c:v>
                      </c:pt>
                      <c:pt idx="6913">
                        <c:v>28.8</c:v>
                      </c:pt>
                      <c:pt idx="6914">
                        <c:v>28.804167</c:v>
                      </c:pt>
                      <c:pt idx="6915">
                        <c:v>28.808333000000001</c:v>
                      </c:pt>
                      <c:pt idx="6916">
                        <c:v>28.8125</c:v>
                      </c:pt>
                      <c:pt idx="6917">
                        <c:v>28.816666999999999</c:v>
                      </c:pt>
                      <c:pt idx="6918">
                        <c:v>28.820833</c:v>
                      </c:pt>
                      <c:pt idx="6919">
                        <c:v>28.824999999999999</c:v>
                      </c:pt>
                      <c:pt idx="6920">
                        <c:v>28.829167000000002</c:v>
                      </c:pt>
                      <c:pt idx="6921">
                        <c:v>28.833333</c:v>
                      </c:pt>
                      <c:pt idx="6922">
                        <c:v>28.837499999999999</c:v>
                      </c:pt>
                      <c:pt idx="6923">
                        <c:v>28.841667000000001</c:v>
                      </c:pt>
                      <c:pt idx="6924">
                        <c:v>28.845832999999999</c:v>
                      </c:pt>
                      <c:pt idx="6925">
                        <c:v>28.85</c:v>
                      </c:pt>
                      <c:pt idx="6926">
                        <c:v>28.854167</c:v>
                      </c:pt>
                      <c:pt idx="6927">
                        <c:v>28.858332999999998</c:v>
                      </c:pt>
                      <c:pt idx="6928">
                        <c:v>28.862500000000001</c:v>
                      </c:pt>
                      <c:pt idx="6929">
                        <c:v>28.866667</c:v>
                      </c:pt>
                      <c:pt idx="6930">
                        <c:v>28.870833000000001</c:v>
                      </c:pt>
                      <c:pt idx="6931">
                        <c:v>28.875</c:v>
                      </c:pt>
                      <c:pt idx="6932">
                        <c:v>28.879166999999999</c:v>
                      </c:pt>
                      <c:pt idx="6933">
                        <c:v>28.883333</c:v>
                      </c:pt>
                      <c:pt idx="6934">
                        <c:v>28.887499999999999</c:v>
                      </c:pt>
                      <c:pt idx="6935">
                        <c:v>28.891667000000002</c:v>
                      </c:pt>
                      <c:pt idx="6936">
                        <c:v>28.895833</c:v>
                      </c:pt>
                      <c:pt idx="6937">
                        <c:v>28.9</c:v>
                      </c:pt>
                      <c:pt idx="6938">
                        <c:v>28.904167000000001</c:v>
                      </c:pt>
                      <c:pt idx="6939">
                        <c:v>28.908332999999999</c:v>
                      </c:pt>
                      <c:pt idx="6940">
                        <c:v>28.912500000000001</c:v>
                      </c:pt>
                      <c:pt idx="6941">
                        <c:v>28.916667</c:v>
                      </c:pt>
                      <c:pt idx="6942">
                        <c:v>28.920832999999998</c:v>
                      </c:pt>
                      <c:pt idx="6943">
                        <c:v>28.925000000000001</c:v>
                      </c:pt>
                      <c:pt idx="6944">
                        <c:v>28.929167</c:v>
                      </c:pt>
                      <c:pt idx="6945">
                        <c:v>28.933333000000001</c:v>
                      </c:pt>
                      <c:pt idx="6946">
                        <c:v>28.9375</c:v>
                      </c:pt>
                      <c:pt idx="6947">
                        <c:v>28.941666999999999</c:v>
                      </c:pt>
                      <c:pt idx="6948">
                        <c:v>28.945833</c:v>
                      </c:pt>
                      <c:pt idx="6949">
                        <c:v>28.95</c:v>
                      </c:pt>
                      <c:pt idx="6950">
                        <c:v>28.954167000000002</c:v>
                      </c:pt>
                      <c:pt idx="6951">
                        <c:v>28.958333</c:v>
                      </c:pt>
                      <c:pt idx="6952">
                        <c:v>28.962499999999999</c:v>
                      </c:pt>
                      <c:pt idx="6953">
                        <c:v>28.966667000000001</c:v>
                      </c:pt>
                      <c:pt idx="6954">
                        <c:v>28.970832999999999</c:v>
                      </c:pt>
                      <c:pt idx="6955">
                        <c:v>28.975000000000001</c:v>
                      </c:pt>
                      <c:pt idx="6956">
                        <c:v>28.979167</c:v>
                      </c:pt>
                      <c:pt idx="6957">
                        <c:v>28.983332999999998</c:v>
                      </c:pt>
                      <c:pt idx="6958">
                        <c:v>28.987500000000001</c:v>
                      </c:pt>
                      <c:pt idx="6959">
                        <c:v>28.991667</c:v>
                      </c:pt>
                      <c:pt idx="6960">
                        <c:v>28.995833000000001</c:v>
                      </c:pt>
                      <c:pt idx="6961">
                        <c:v>29</c:v>
                      </c:pt>
                      <c:pt idx="6962">
                        <c:v>29.004166999999999</c:v>
                      </c:pt>
                      <c:pt idx="6963">
                        <c:v>29.008333</c:v>
                      </c:pt>
                      <c:pt idx="6964">
                        <c:v>29.012499999999999</c:v>
                      </c:pt>
                      <c:pt idx="6965">
                        <c:v>29.016667000000002</c:v>
                      </c:pt>
                      <c:pt idx="6966">
                        <c:v>29.020833</c:v>
                      </c:pt>
                      <c:pt idx="6967">
                        <c:v>29.024999999999999</c:v>
                      </c:pt>
                      <c:pt idx="6968">
                        <c:v>29.029167000000001</c:v>
                      </c:pt>
                      <c:pt idx="6969">
                        <c:v>29.033332999999999</c:v>
                      </c:pt>
                      <c:pt idx="6970">
                        <c:v>29.037500000000001</c:v>
                      </c:pt>
                      <c:pt idx="6971">
                        <c:v>29.041667</c:v>
                      </c:pt>
                      <c:pt idx="6972">
                        <c:v>29.045832999999998</c:v>
                      </c:pt>
                      <c:pt idx="6973">
                        <c:v>29.05</c:v>
                      </c:pt>
                      <c:pt idx="6974">
                        <c:v>29.054167</c:v>
                      </c:pt>
                      <c:pt idx="6975">
                        <c:v>29.058333000000001</c:v>
                      </c:pt>
                      <c:pt idx="6976">
                        <c:v>29.0625</c:v>
                      </c:pt>
                      <c:pt idx="6977">
                        <c:v>29.066666999999999</c:v>
                      </c:pt>
                      <c:pt idx="6978">
                        <c:v>29.070833</c:v>
                      </c:pt>
                      <c:pt idx="6979">
                        <c:v>29.074999999999999</c:v>
                      </c:pt>
                      <c:pt idx="6980">
                        <c:v>29.079167000000002</c:v>
                      </c:pt>
                      <c:pt idx="6981">
                        <c:v>29.083333</c:v>
                      </c:pt>
                      <c:pt idx="6982">
                        <c:v>29.087499999999999</c:v>
                      </c:pt>
                      <c:pt idx="6983">
                        <c:v>29.091667000000001</c:v>
                      </c:pt>
                      <c:pt idx="6984">
                        <c:v>29.095832999999999</c:v>
                      </c:pt>
                      <c:pt idx="6985">
                        <c:v>29.1</c:v>
                      </c:pt>
                      <c:pt idx="6986">
                        <c:v>29.104167</c:v>
                      </c:pt>
                      <c:pt idx="6987">
                        <c:v>29.108332999999998</c:v>
                      </c:pt>
                      <c:pt idx="6988">
                        <c:v>29.112500000000001</c:v>
                      </c:pt>
                      <c:pt idx="6989">
                        <c:v>29.116667</c:v>
                      </c:pt>
                      <c:pt idx="6990">
                        <c:v>29.120833000000001</c:v>
                      </c:pt>
                      <c:pt idx="6991">
                        <c:v>29.125</c:v>
                      </c:pt>
                      <c:pt idx="6992">
                        <c:v>29.129166999999999</c:v>
                      </c:pt>
                      <c:pt idx="6993">
                        <c:v>29.133333</c:v>
                      </c:pt>
                      <c:pt idx="6994">
                        <c:v>29.137499999999999</c:v>
                      </c:pt>
                      <c:pt idx="6995">
                        <c:v>29.141667000000002</c:v>
                      </c:pt>
                      <c:pt idx="6996">
                        <c:v>29.145833</c:v>
                      </c:pt>
                      <c:pt idx="6997">
                        <c:v>29.15</c:v>
                      </c:pt>
                      <c:pt idx="6998">
                        <c:v>29.154167000000001</c:v>
                      </c:pt>
                      <c:pt idx="6999">
                        <c:v>29.158332999999999</c:v>
                      </c:pt>
                      <c:pt idx="7000">
                        <c:v>29.162500000000001</c:v>
                      </c:pt>
                      <c:pt idx="7001">
                        <c:v>29.166667</c:v>
                      </c:pt>
                      <c:pt idx="7002">
                        <c:v>29.170832999999998</c:v>
                      </c:pt>
                      <c:pt idx="7003">
                        <c:v>29.175000000000001</c:v>
                      </c:pt>
                      <c:pt idx="7004">
                        <c:v>29.179167</c:v>
                      </c:pt>
                      <c:pt idx="7005">
                        <c:v>29.183333000000001</c:v>
                      </c:pt>
                      <c:pt idx="7006">
                        <c:v>29.1875</c:v>
                      </c:pt>
                      <c:pt idx="7007">
                        <c:v>29.191666999999999</c:v>
                      </c:pt>
                      <c:pt idx="7008">
                        <c:v>29.195833</c:v>
                      </c:pt>
                      <c:pt idx="7009">
                        <c:v>29.2</c:v>
                      </c:pt>
                      <c:pt idx="7010">
                        <c:v>29.204167000000002</c:v>
                      </c:pt>
                      <c:pt idx="7011">
                        <c:v>29.208333</c:v>
                      </c:pt>
                      <c:pt idx="7012">
                        <c:v>29.212499999999999</c:v>
                      </c:pt>
                      <c:pt idx="7013">
                        <c:v>29.216667000000001</c:v>
                      </c:pt>
                      <c:pt idx="7014">
                        <c:v>29.220832999999999</c:v>
                      </c:pt>
                      <c:pt idx="7015">
                        <c:v>29.225000000000001</c:v>
                      </c:pt>
                      <c:pt idx="7016">
                        <c:v>29.229167</c:v>
                      </c:pt>
                      <c:pt idx="7017">
                        <c:v>29.233332999999998</c:v>
                      </c:pt>
                      <c:pt idx="7018">
                        <c:v>29.237500000000001</c:v>
                      </c:pt>
                      <c:pt idx="7019">
                        <c:v>29.241667</c:v>
                      </c:pt>
                      <c:pt idx="7020">
                        <c:v>29.245833000000001</c:v>
                      </c:pt>
                      <c:pt idx="7021">
                        <c:v>29.25</c:v>
                      </c:pt>
                      <c:pt idx="7022">
                        <c:v>29.254166999999999</c:v>
                      </c:pt>
                      <c:pt idx="7023">
                        <c:v>29.258333</c:v>
                      </c:pt>
                      <c:pt idx="7024">
                        <c:v>29.262499999999999</c:v>
                      </c:pt>
                      <c:pt idx="7025">
                        <c:v>29.266667000000002</c:v>
                      </c:pt>
                      <c:pt idx="7026">
                        <c:v>29.270833</c:v>
                      </c:pt>
                      <c:pt idx="7027">
                        <c:v>29.274999999999999</c:v>
                      </c:pt>
                      <c:pt idx="7028">
                        <c:v>29.279167000000001</c:v>
                      </c:pt>
                      <c:pt idx="7029">
                        <c:v>29.283332999999999</c:v>
                      </c:pt>
                      <c:pt idx="7030">
                        <c:v>29.287500000000001</c:v>
                      </c:pt>
                      <c:pt idx="7031">
                        <c:v>29.291667</c:v>
                      </c:pt>
                      <c:pt idx="7032">
                        <c:v>29.295832999999998</c:v>
                      </c:pt>
                      <c:pt idx="7033">
                        <c:v>29.3</c:v>
                      </c:pt>
                      <c:pt idx="7034">
                        <c:v>29.304167</c:v>
                      </c:pt>
                      <c:pt idx="7035">
                        <c:v>29.308333000000001</c:v>
                      </c:pt>
                      <c:pt idx="7036">
                        <c:v>29.3125</c:v>
                      </c:pt>
                      <c:pt idx="7037">
                        <c:v>29.316666999999999</c:v>
                      </c:pt>
                      <c:pt idx="7038">
                        <c:v>29.320833</c:v>
                      </c:pt>
                      <c:pt idx="7039">
                        <c:v>29.324999999999999</c:v>
                      </c:pt>
                      <c:pt idx="7040">
                        <c:v>29.329167000000002</c:v>
                      </c:pt>
                      <c:pt idx="7041">
                        <c:v>29.333333</c:v>
                      </c:pt>
                      <c:pt idx="7042">
                        <c:v>29.337499999999999</c:v>
                      </c:pt>
                      <c:pt idx="7043">
                        <c:v>29.341667000000001</c:v>
                      </c:pt>
                      <c:pt idx="7044">
                        <c:v>29.345832999999999</c:v>
                      </c:pt>
                      <c:pt idx="7045">
                        <c:v>29.35</c:v>
                      </c:pt>
                      <c:pt idx="7046">
                        <c:v>29.354167</c:v>
                      </c:pt>
                      <c:pt idx="7047">
                        <c:v>29.358332999999998</c:v>
                      </c:pt>
                      <c:pt idx="7048">
                        <c:v>29.362500000000001</c:v>
                      </c:pt>
                      <c:pt idx="7049">
                        <c:v>29.366667</c:v>
                      </c:pt>
                      <c:pt idx="7050">
                        <c:v>29.370833000000001</c:v>
                      </c:pt>
                      <c:pt idx="7051">
                        <c:v>29.375</c:v>
                      </c:pt>
                      <c:pt idx="7052">
                        <c:v>29.379166999999999</c:v>
                      </c:pt>
                      <c:pt idx="7053">
                        <c:v>29.383333</c:v>
                      </c:pt>
                      <c:pt idx="7054">
                        <c:v>29.387499999999999</c:v>
                      </c:pt>
                      <c:pt idx="7055">
                        <c:v>29.391667000000002</c:v>
                      </c:pt>
                      <c:pt idx="7056">
                        <c:v>29.395833</c:v>
                      </c:pt>
                      <c:pt idx="7057">
                        <c:v>29.4</c:v>
                      </c:pt>
                      <c:pt idx="7058">
                        <c:v>29.404167000000001</c:v>
                      </c:pt>
                      <c:pt idx="7059">
                        <c:v>29.408332999999999</c:v>
                      </c:pt>
                      <c:pt idx="7060">
                        <c:v>29.412500000000001</c:v>
                      </c:pt>
                      <c:pt idx="7061">
                        <c:v>29.416667</c:v>
                      </c:pt>
                      <c:pt idx="7062">
                        <c:v>29.420832999999998</c:v>
                      </c:pt>
                      <c:pt idx="7063">
                        <c:v>29.425000000000001</c:v>
                      </c:pt>
                      <c:pt idx="7064">
                        <c:v>29.429167</c:v>
                      </c:pt>
                      <c:pt idx="7065">
                        <c:v>29.433333000000001</c:v>
                      </c:pt>
                      <c:pt idx="7066">
                        <c:v>29.4375</c:v>
                      </c:pt>
                      <c:pt idx="7067">
                        <c:v>29.441666999999999</c:v>
                      </c:pt>
                      <c:pt idx="7068">
                        <c:v>29.445833</c:v>
                      </c:pt>
                      <c:pt idx="7069">
                        <c:v>29.45</c:v>
                      </c:pt>
                      <c:pt idx="7070">
                        <c:v>29.454167000000002</c:v>
                      </c:pt>
                      <c:pt idx="7071">
                        <c:v>29.458333</c:v>
                      </c:pt>
                      <c:pt idx="7072">
                        <c:v>29.462499999999999</c:v>
                      </c:pt>
                      <c:pt idx="7073">
                        <c:v>29.466667000000001</c:v>
                      </c:pt>
                      <c:pt idx="7074">
                        <c:v>29.470832999999999</c:v>
                      </c:pt>
                      <c:pt idx="7075">
                        <c:v>29.475000000000001</c:v>
                      </c:pt>
                      <c:pt idx="7076">
                        <c:v>29.479167</c:v>
                      </c:pt>
                      <c:pt idx="7077">
                        <c:v>29.483332999999998</c:v>
                      </c:pt>
                      <c:pt idx="7078">
                        <c:v>29.487500000000001</c:v>
                      </c:pt>
                      <c:pt idx="7079">
                        <c:v>29.491667</c:v>
                      </c:pt>
                      <c:pt idx="7080">
                        <c:v>29.495833000000001</c:v>
                      </c:pt>
                      <c:pt idx="7081">
                        <c:v>29.5</c:v>
                      </c:pt>
                      <c:pt idx="7082">
                        <c:v>29.504166999999999</c:v>
                      </c:pt>
                      <c:pt idx="7083">
                        <c:v>29.508333</c:v>
                      </c:pt>
                      <c:pt idx="7084">
                        <c:v>29.512499999999999</c:v>
                      </c:pt>
                      <c:pt idx="7085">
                        <c:v>29.516667000000002</c:v>
                      </c:pt>
                      <c:pt idx="7086">
                        <c:v>29.520833</c:v>
                      </c:pt>
                      <c:pt idx="7087">
                        <c:v>29.524999999999999</c:v>
                      </c:pt>
                      <c:pt idx="7088">
                        <c:v>29.529167000000001</c:v>
                      </c:pt>
                      <c:pt idx="7089">
                        <c:v>29.533332999999999</c:v>
                      </c:pt>
                      <c:pt idx="7090">
                        <c:v>29.537500000000001</c:v>
                      </c:pt>
                      <c:pt idx="7091">
                        <c:v>29.541667</c:v>
                      </c:pt>
                      <c:pt idx="7092">
                        <c:v>29.545832999999998</c:v>
                      </c:pt>
                      <c:pt idx="7093">
                        <c:v>29.55</c:v>
                      </c:pt>
                      <c:pt idx="7094">
                        <c:v>29.554167</c:v>
                      </c:pt>
                      <c:pt idx="7095">
                        <c:v>29.558333000000001</c:v>
                      </c:pt>
                      <c:pt idx="7096">
                        <c:v>29.5625</c:v>
                      </c:pt>
                      <c:pt idx="7097">
                        <c:v>29.566666999999999</c:v>
                      </c:pt>
                      <c:pt idx="7098">
                        <c:v>29.570833</c:v>
                      </c:pt>
                      <c:pt idx="7099">
                        <c:v>29.574999999999999</c:v>
                      </c:pt>
                      <c:pt idx="7100">
                        <c:v>29.579167000000002</c:v>
                      </c:pt>
                      <c:pt idx="7101">
                        <c:v>29.583333</c:v>
                      </c:pt>
                      <c:pt idx="7102">
                        <c:v>29.587499999999999</c:v>
                      </c:pt>
                      <c:pt idx="7103">
                        <c:v>29.591667000000001</c:v>
                      </c:pt>
                      <c:pt idx="7104">
                        <c:v>29.595832999999999</c:v>
                      </c:pt>
                      <c:pt idx="7105">
                        <c:v>29.6</c:v>
                      </c:pt>
                      <c:pt idx="7106">
                        <c:v>29.604167</c:v>
                      </c:pt>
                      <c:pt idx="7107">
                        <c:v>29.608332999999998</c:v>
                      </c:pt>
                      <c:pt idx="7108">
                        <c:v>29.612500000000001</c:v>
                      </c:pt>
                      <c:pt idx="7109">
                        <c:v>29.616667</c:v>
                      </c:pt>
                      <c:pt idx="7110">
                        <c:v>29.620833000000001</c:v>
                      </c:pt>
                      <c:pt idx="7111">
                        <c:v>29.625</c:v>
                      </c:pt>
                      <c:pt idx="7112">
                        <c:v>29.629166999999999</c:v>
                      </c:pt>
                      <c:pt idx="7113">
                        <c:v>29.633333</c:v>
                      </c:pt>
                      <c:pt idx="7114">
                        <c:v>29.637499999999999</c:v>
                      </c:pt>
                      <c:pt idx="7115">
                        <c:v>29.641667000000002</c:v>
                      </c:pt>
                      <c:pt idx="7116">
                        <c:v>29.645833</c:v>
                      </c:pt>
                      <c:pt idx="7117">
                        <c:v>29.65</c:v>
                      </c:pt>
                      <c:pt idx="7118">
                        <c:v>29.654167000000001</c:v>
                      </c:pt>
                      <c:pt idx="7119">
                        <c:v>29.658332999999999</c:v>
                      </c:pt>
                      <c:pt idx="7120">
                        <c:v>29.662500000000001</c:v>
                      </c:pt>
                      <c:pt idx="7121">
                        <c:v>29.666667</c:v>
                      </c:pt>
                      <c:pt idx="7122">
                        <c:v>29.670832999999998</c:v>
                      </c:pt>
                      <c:pt idx="7123">
                        <c:v>29.675000000000001</c:v>
                      </c:pt>
                      <c:pt idx="7124">
                        <c:v>29.679167</c:v>
                      </c:pt>
                      <c:pt idx="7125">
                        <c:v>29.683333000000001</c:v>
                      </c:pt>
                      <c:pt idx="7126">
                        <c:v>29.6875</c:v>
                      </c:pt>
                      <c:pt idx="7127">
                        <c:v>29.691666999999999</c:v>
                      </c:pt>
                      <c:pt idx="7128">
                        <c:v>29.695833</c:v>
                      </c:pt>
                      <c:pt idx="7129">
                        <c:v>29.7</c:v>
                      </c:pt>
                      <c:pt idx="7130">
                        <c:v>29.704167000000002</c:v>
                      </c:pt>
                      <c:pt idx="7131">
                        <c:v>29.708333</c:v>
                      </c:pt>
                      <c:pt idx="7132">
                        <c:v>29.712499999999999</c:v>
                      </c:pt>
                      <c:pt idx="7133">
                        <c:v>29.716667000000001</c:v>
                      </c:pt>
                      <c:pt idx="7134">
                        <c:v>29.720832999999999</c:v>
                      </c:pt>
                      <c:pt idx="7135">
                        <c:v>29.725000000000001</c:v>
                      </c:pt>
                      <c:pt idx="7136">
                        <c:v>29.729167</c:v>
                      </c:pt>
                      <c:pt idx="7137">
                        <c:v>29.733332999999998</c:v>
                      </c:pt>
                      <c:pt idx="7138">
                        <c:v>29.737500000000001</c:v>
                      </c:pt>
                      <c:pt idx="7139">
                        <c:v>29.741667</c:v>
                      </c:pt>
                      <c:pt idx="7140">
                        <c:v>29.745833000000001</c:v>
                      </c:pt>
                      <c:pt idx="7141">
                        <c:v>29.75</c:v>
                      </c:pt>
                      <c:pt idx="7142">
                        <c:v>29.754166999999999</c:v>
                      </c:pt>
                      <c:pt idx="7143">
                        <c:v>29.758333</c:v>
                      </c:pt>
                      <c:pt idx="7144">
                        <c:v>29.762499999999999</c:v>
                      </c:pt>
                      <c:pt idx="7145">
                        <c:v>29.766667000000002</c:v>
                      </c:pt>
                      <c:pt idx="7146">
                        <c:v>29.770833</c:v>
                      </c:pt>
                      <c:pt idx="7147">
                        <c:v>29.774999999999999</c:v>
                      </c:pt>
                      <c:pt idx="7148">
                        <c:v>29.779167000000001</c:v>
                      </c:pt>
                      <c:pt idx="7149">
                        <c:v>29.783332999999999</c:v>
                      </c:pt>
                      <c:pt idx="7150">
                        <c:v>29.787500000000001</c:v>
                      </c:pt>
                      <c:pt idx="7151">
                        <c:v>29.791667</c:v>
                      </c:pt>
                      <c:pt idx="7152">
                        <c:v>29.795832999999998</c:v>
                      </c:pt>
                      <c:pt idx="7153">
                        <c:v>29.8</c:v>
                      </c:pt>
                      <c:pt idx="7154">
                        <c:v>29.804167</c:v>
                      </c:pt>
                      <c:pt idx="7155">
                        <c:v>29.808333000000001</c:v>
                      </c:pt>
                      <c:pt idx="7156">
                        <c:v>29.8125</c:v>
                      </c:pt>
                      <c:pt idx="7157">
                        <c:v>29.816666999999999</c:v>
                      </c:pt>
                      <c:pt idx="7158">
                        <c:v>29.820833</c:v>
                      </c:pt>
                      <c:pt idx="7159">
                        <c:v>29.824999999999999</c:v>
                      </c:pt>
                      <c:pt idx="7160">
                        <c:v>29.829167000000002</c:v>
                      </c:pt>
                      <c:pt idx="7161">
                        <c:v>29.833333</c:v>
                      </c:pt>
                      <c:pt idx="7162">
                        <c:v>29.837499999999999</c:v>
                      </c:pt>
                      <c:pt idx="7163">
                        <c:v>29.841667000000001</c:v>
                      </c:pt>
                      <c:pt idx="7164">
                        <c:v>29.845832999999999</c:v>
                      </c:pt>
                      <c:pt idx="7165">
                        <c:v>29.85</c:v>
                      </c:pt>
                      <c:pt idx="7166">
                        <c:v>29.854167</c:v>
                      </c:pt>
                      <c:pt idx="7167">
                        <c:v>29.858332999999998</c:v>
                      </c:pt>
                      <c:pt idx="7168">
                        <c:v>29.862500000000001</c:v>
                      </c:pt>
                      <c:pt idx="7169">
                        <c:v>29.866667</c:v>
                      </c:pt>
                      <c:pt idx="7170">
                        <c:v>29.870833000000001</c:v>
                      </c:pt>
                      <c:pt idx="7171">
                        <c:v>29.875</c:v>
                      </c:pt>
                      <c:pt idx="7172">
                        <c:v>29.879166999999999</c:v>
                      </c:pt>
                      <c:pt idx="7173">
                        <c:v>29.883333</c:v>
                      </c:pt>
                      <c:pt idx="7174">
                        <c:v>29.887499999999999</c:v>
                      </c:pt>
                      <c:pt idx="7175">
                        <c:v>29.891667000000002</c:v>
                      </c:pt>
                      <c:pt idx="7176">
                        <c:v>29.895833</c:v>
                      </c:pt>
                      <c:pt idx="7177">
                        <c:v>29.9</c:v>
                      </c:pt>
                      <c:pt idx="7178">
                        <c:v>29.904167000000001</c:v>
                      </c:pt>
                      <c:pt idx="7179">
                        <c:v>29.908332999999999</c:v>
                      </c:pt>
                      <c:pt idx="7180">
                        <c:v>29.912500000000001</c:v>
                      </c:pt>
                      <c:pt idx="7181">
                        <c:v>29.916667</c:v>
                      </c:pt>
                      <c:pt idx="7182">
                        <c:v>29.920832999999998</c:v>
                      </c:pt>
                      <c:pt idx="7183">
                        <c:v>29.925000000000001</c:v>
                      </c:pt>
                      <c:pt idx="7184">
                        <c:v>29.929167</c:v>
                      </c:pt>
                      <c:pt idx="7185">
                        <c:v>29.933333000000001</c:v>
                      </c:pt>
                      <c:pt idx="7186">
                        <c:v>29.9375</c:v>
                      </c:pt>
                      <c:pt idx="7187">
                        <c:v>29.941666999999999</c:v>
                      </c:pt>
                      <c:pt idx="7188">
                        <c:v>29.945833</c:v>
                      </c:pt>
                      <c:pt idx="7189">
                        <c:v>29.95</c:v>
                      </c:pt>
                      <c:pt idx="7190">
                        <c:v>29.954167000000002</c:v>
                      </c:pt>
                      <c:pt idx="7191">
                        <c:v>29.958333</c:v>
                      </c:pt>
                      <c:pt idx="7192">
                        <c:v>29.962499999999999</c:v>
                      </c:pt>
                      <c:pt idx="7193">
                        <c:v>29.966667000000001</c:v>
                      </c:pt>
                      <c:pt idx="7194">
                        <c:v>29.970832999999999</c:v>
                      </c:pt>
                      <c:pt idx="7195">
                        <c:v>29.975000000000001</c:v>
                      </c:pt>
                      <c:pt idx="7196">
                        <c:v>29.979167</c:v>
                      </c:pt>
                      <c:pt idx="7197">
                        <c:v>29.983332999999998</c:v>
                      </c:pt>
                      <c:pt idx="7198">
                        <c:v>29.987500000000001</c:v>
                      </c:pt>
                      <c:pt idx="7199">
                        <c:v>29.991667</c:v>
                      </c:pt>
                      <c:pt idx="7200">
                        <c:v>29.995833000000001</c:v>
                      </c:pt>
                      <c:pt idx="7201">
                        <c:v>30</c:v>
                      </c:pt>
                    </c:numCache>
                  </c:numRef>
                </c:xVal>
                <c:yVal>
                  <c:numRef>
                    <c:extLst>
                      <c:ext uri="{02D57815-91ED-43cb-92C2-25804820EDAC}">
                        <c15:formulaRef>
                          <c15:sqref>'Double PV'!$C$1:$C$7202</c15:sqref>
                        </c15:formulaRef>
                      </c:ext>
                    </c:extLst>
                    <c:numCache>
                      <c:formatCode>General</c:formatCode>
                      <c:ptCount val="7202"/>
                      <c:pt idx="0">
                        <c:v>60</c:v>
                      </c:pt>
                      <c:pt idx="1">
                        <c:v>60</c:v>
                      </c:pt>
                      <c:pt idx="2">
                        <c:v>60</c:v>
                      </c:pt>
                      <c:pt idx="3">
                        <c:v>60</c:v>
                      </c:pt>
                      <c:pt idx="4">
                        <c:v>60</c:v>
                      </c:pt>
                      <c:pt idx="5">
                        <c:v>60</c:v>
                      </c:pt>
                      <c:pt idx="6">
                        <c:v>60</c:v>
                      </c:pt>
                      <c:pt idx="7">
                        <c:v>60</c:v>
                      </c:pt>
                      <c:pt idx="8">
                        <c:v>60</c:v>
                      </c:pt>
                      <c:pt idx="9">
                        <c:v>60</c:v>
                      </c:pt>
                      <c:pt idx="10">
                        <c:v>60</c:v>
                      </c:pt>
                      <c:pt idx="11">
                        <c:v>60</c:v>
                      </c:pt>
                      <c:pt idx="12">
                        <c:v>60</c:v>
                      </c:pt>
                      <c:pt idx="13">
                        <c:v>60</c:v>
                      </c:pt>
                      <c:pt idx="14">
                        <c:v>60</c:v>
                      </c:pt>
                      <c:pt idx="15">
                        <c:v>60</c:v>
                      </c:pt>
                      <c:pt idx="16">
                        <c:v>60</c:v>
                      </c:pt>
                      <c:pt idx="17">
                        <c:v>60</c:v>
                      </c:pt>
                      <c:pt idx="18">
                        <c:v>60</c:v>
                      </c:pt>
                      <c:pt idx="19">
                        <c:v>60</c:v>
                      </c:pt>
                      <c:pt idx="20">
                        <c:v>60</c:v>
                      </c:pt>
                      <c:pt idx="21">
                        <c:v>60</c:v>
                      </c:pt>
                      <c:pt idx="22">
                        <c:v>60</c:v>
                      </c:pt>
                      <c:pt idx="23">
                        <c:v>60</c:v>
                      </c:pt>
                      <c:pt idx="24">
                        <c:v>60</c:v>
                      </c:pt>
                      <c:pt idx="25">
                        <c:v>60</c:v>
                      </c:pt>
                      <c:pt idx="26">
                        <c:v>60</c:v>
                      </c:pt>
                      <c:pt idx="27">
                        <c:v>60</c:v>
                      </c:pt>
                      <c:pt idx="28">
                        <c:v>60</c:v>
                      </c:pt>
                      <c:pt idx="29">
                        <c:v>60</c:v>
                      </c:pt>
                      <c:pt idx="30">
                        <c:v>60</c:v>
                      </c:pt>
                      <c:pt idx="31">
                        <c:v>60</c:v>
                      </c:pt>
                      <c:pt idx="32">
                        <c:v>60</c:v>
                      </c:pt>
                      <c:pt idx="33">
                        <c:v>60</c:v>
                      </c:pt>
                      <c:pt idx="34">
                        <c:v>60</c:v>
                      </c:pt>
                      <c:pt idx="35">
                        <c:v>60</c:v>
                      </c:pt>
                      <c:pt idx="36">
                        <c:v>60</c:v>
                      </c:pt>
                      <c:pt idx="37">
                        <c:v>60</c:v>
                      </c:pt>
                      <c:pt idx="38">
                        <c:v>60</c:v>
                      </c:pt>
                      <c:pt idx="39">
                        <c:v>60</c:v>
                      </c:pt>
                      <c:pt idx="40">
                        <c:v>60</c:v>
                      </c:pt>
                      <c:pt idx="41">
                        <c:v>60</c:v>
                      </c:pt>
                      <c:pt idx="42">
                        <c:v>60</c:v>
                      </c:pt>
                      <c:pt idx="43">
                        <c:v>60</c:v>
                      </c:pt>
                      <c:pt idx="44">
                        <c:v>60</c:v>
                      </c:pt>
                      <c:pt idx="45">
                        <c:v>60</c:v>
                      </c:pt>
                      <c:pt idx="46">
                        <c:v>60</c:v>
                      </c:pt>
                      <c:pt idx="47">
                        <c:v>60</c:v>
                      </c:pt>
                      <c:pt idx="48">
                        <c:v>60</c:v>
                      </c:pt>
                      <c:pt idx="49">
                        <c:v>60</c:v>
                      </c:pt>
                      <c:pt idx="50">
                        <c:v>60</c:v>
                      </c:pt>
                      <c:pt idx="51">
                        <c:v>60</c:v>
                      </c:pt>
                      <c:pt idx="52">
                        <c:v>60</c:v>
                      </c:pt>
                      <c:pt idx="53">
                        <c:v>60</c:v>
                      </c:pt>
                      <c:pt idx="54">
                        <c:v>60</c:v>
                      </c:pt>
                      <c:pt idx="55">
                        <c:v>60</c:v>
                      </c:pt>
                      <c:pt idx="56">
                        <c:v>60</c:v>
                      </c:pt>
                      <c:pt idx="57">
                        <c:v>60</c:v>
                      </c:pt>
                      <c:pt idx="58">
                        <c:v>60</c:v>
                      </c:pt>
                      <c:pt idx="59">
                        <c:v>60</c:v>
                      </c:pt>
                      <c:pt idx="60">
                        <c:v>60</c:v>
                      </c:pt>
                      <c:pt idx="61">
                        <c:v>60</c:v>
                      </c:pt>
                      <c:pt idx="62">
                        <c:v>60</c:v>
                      </c:pt>
                      <c:pt idx="63">
                        <c:v>60</c:v>
                      </c:pt>
                      <c:pt idx="64">
                        <c:v>60</c:v>
                      </c:pt>
                      <c:pt idx="65">
                        <c:v>60</c:v>
                      </c:pt>
                      <c:pt idx="66">
                        <c:v>60</c:v>
                      </c:pt>
                      <c:pt idx="67">
                        <c:v>60</c:v>
                      </c:pt>
                      <c:pt idx="68">
                        <c:v>60</c:v>
                      </c:pt>
                      <c:pt idx="69">
                        <c:v>60</c:v>
                      </c:pt>
                      <c:pt idx="70">
                        <c:v>60</c:v>
                      </c:pt>
                      <c:pt idx="71">
                        <c:v>60</c:v>
                      </c:pt>
                      <c:pt idx="72">
                        <c:v>60</c:v>
                      </c:pt>
                      <c:pt idx="73">
                        <c:v>60</c:v>
                      </c:pt>
                      <c:pt idx="74">
                        <c:v>60</c:v>
                      </c:pt>
                      <c:pt idx="75">
                        <c:v>60</c:v>
                      </c:pt>
                      <c:pt idx="76">
                        <c:v>60</c:v>
                      </c:pt>
                      <c:pt idx="77">
                        <c:v>60</c:v>
                      </c:pt>
                      <c:pt idx="78">
                        <c:v>60</c:v>
                      </c:pt>
                      <c:pt idx="79">
                        <c:v>60</c:v>
                      </c:pt>
                      <c:pt idx="80">
                        <c:v>60</c:v>
                      </c:pt>
                      <c:pt idx="81">
                        <c:v>60</c:v>
                      </c:pt>
                      <c:pt idx="82">
                        <c:v>60</c:v>
                      </c:pt>
                      <c:pt idx="83">
                        <c:v>60</c:v>
                      </c:pt>
                      <c:pt idx="84">
                        <c:v>60</c:v>
                      </c:pt>
                      <c:pt idx="85">
                        <c:v>60</c:v>
                      </c:pt>
                      <c:pt idx="86">
                        <c:v>60</c:v>
                      </c:pt>
                      <c:pt idx="87">
                        <c:v>60</c:v>
                      </c:pt>
                      <c:pt idx="88">
                        <c:v>60</c:v>
                      </c:pt>
                      <c:pt idx="89">
                        <c:v>60</c:v>
                      </c:pt>
                      <c:pt idx="90">
                        <c:v>60</c:v>
                      </c:pt>
                      <c:pt idx="91">
                        <c:v>60</c:v>
                      </c:pt>
                      <c:pt idx="92">
                        <c:v>60</c:v>
                      </c:pt>
                      <c:pt idx="93">
                        <c:v>60</c:v>
                      </c:pt>
                      <c:pt idx="94">
                        <c:v>60</c:v>
                      </c:pt>
                      <c:pt idx="95">
                        <c:v>60</c:v>
                      </c:pt>
                      <c:pt idx="96">
                        <c:v>60</c:v>
                      </c:pt>
                      <c:pt idx="97">
                        <c:v>60</c:v>
                      </c:pt>
                      <c:pt idx="98">
                        <c:v>60</c:v>
                      </c:pt>
                      <c:pt idx="99">
                        <c:v>60</c:v>
                      </c:pt>
                      <c:pt idx="100">
                        <c:v>60</c:v>
                      </c:pt>
                      <c:pt idx="101">
                        <c:v>60</c:v>
                      </c:pt>
                      <c:pt idx="102">
                        <c:v>60</c:v>
                      </c:pt>
                      <c:pt idx="103">
                        <c:v>60</c:v>
                      </c:pt>
                      <c:pt idx="104">
                        <c:v>60</c:v>
                      </c:pt>
                      <c:pt idx="105">
                        <c:v>60</c:v>
                      </c:pt>
                      <c:pt idx="106">
                        <c:v>60</c:v>
                      </c:pt>
                      <c:pt idx="107">
                        <c:v>60</c:v>
                      </c:pt>
                      <c:pt idx="108">
                        <c:v>60</c:v>
                      </c:pt>
                      <c:pt idx="109">
                        <c:v>60</c:v>
                      </c:pt>
                      <c:pt idx="110">
                        <c:v>60</c:v>
                      </c:pt>
                      <c:pt idx="111">
                        <c:v>60</c:v>
                      </c:pt>
                      <c:pt idx="112">
                        <c:v>60</c:v>
                      </c:pt>
                      <c:pt idx="113">
                        <c:v>60</c:v>
                      </c:pt>
                      <c:pt idx="114">
                        <c:v>60</c:v>
                      </c:pt>
                      <c:pt idx="115">
                        <c:v>60</c:v>
                      </c:pt>
                      <c:pt idx="116">
                        <c:v>60</c:v>
                      </c:pt>
                      <c:pt idx="117">
                        <c:v>60</c:v>
                      </c:pt>
                      <c:pt idx="118">
                        <c:v>60</c:v>
                      </c:pt>
                      <c:pt idx="119">
                        <c:v>60</c:v>
                      </c:pt>
                      <c:pt idx="120">
                        <c:v>60</c:v>
                      </c:pt>
                      <c:pt idx="121">
                        <c:v>60</c:v>
                      </c:pt>
                      <c:pt idx="122">
                        <c:v>60</c:v>
                      </c:pt>
                      <c:pt idx="123">
                        <c:v>60</c:v>
                      </c:pt>
                      <c:pt idx="124">
                        <c:v>60</c:v>
                      </c:pt>
                      <c:pt idx="125">
                        <c:v>60</c:v>
                      </c:pt>
                      <c:pt idx="126">
                        <c:v>60</c:v>
                      </c:pt>
                      <c:pt idx="127">
                        <c:v>60</c:v>
                      </c:pt>
                      <c:pt idx="128">
                        <c:v>60</c:v>
                      </c:pt>
                      <c:pt idx="129">
                        <c:v>60</c:v>
                      </c:pt>
                      <c:pt idx="130">
                        <c:v>60</c:v>
                      </c:pt>
                      <c:pt idx="131">
                        <c:v>60</c:v>
                      </c:pt>
                      <c:pt idx="132">
                        <c:v>60</c:v>
                      </c:pt>
                      <c:pt idx="133">
                        <c:v>60</c:v>
                      </c:pt>
                      <c:pt idx="134">
                        <c:v>60</c:v>
                      </c:pt>
                      <c:pt idx="135">
                        <c:v>60</c:v>
                      </c:pt>
                      <c:pt idx="136">
                        <c:v>60</c:v>
                      </c:pt>
                      <c:pt idx="137">
                        <c:v>60</c:v>
                      </c:pt>
                      <c:pt idx="138">
                        <c:v>60</c:v>
                      </c:pt>
                      <c:pt idx="139">
                        <c:v>60</c:v>
                      </c:pt>
                      <c:pt idx="140">
                        <c:v>60</c:v>
                      </c:pt>
                      <c:pt idx="141">
                        <c:v>60</c:v>
                      </c:pt>
                      <c:pt idx="142">
                        <c:v>60</c:v>
                      </c:pt>
                      <c:pt idx="143">
                        <c:v>60</c:v>
                      </c:pt>
                      <c:pt idx="144">
                        <c:v>60</c:v>
                      </c:pt>
                      <c:pt idx="145">
                        <c:v>60</c:v>
                      </c:pt>
                      <c:pt idx="146">
                        <c:v>60</c:v>
                      </c:pt>
                      <c:pt idx="147">
                        <c:v>60</c:v>
                      </c:pt>
                      <c:pt idx="148">
                        <c:v>60</c:v>
                      </c:pt>
                      <c:pt idx="149">
                        <c:v>60</c:v>
                      </c:pt>
                      <c:pt idx="150">
                        <c:v>60</c:v>
                      </c:pt>
                      <c:pt idx="151">
                        <c:v>60</c:v>
                      </c:pt>
                      <c:pt idx="152">
                        <c:v>60</c:v>
                      </c:pt>
                      <c:pt idx="153">
                        <c:v>60</c:v>
                      </c:pt>
                      <c:pt idx="154">
                        <c:v>60</c:v>
                      </c:pt>
                      <c:pt idx="155">
                        <c:v>60</c:v>
                      </c:pt>
                      <c:pt idx="156">
                        <c:v>60</c:v>
                      </c:pt>
                      <c:pt idx="157">
                        <c:v>60</c:v>
                      </c:pt>
                      <c:pt idx="158">
                        <c:v>60</c:v>
                      </c:pt>
                      <c:pt idx="159">
                        <c:v>60</c:v>
                      </c:pt>
                      <c:pt idx="160">
                        <c:v>60</c:v>
                      </c:pt>
                      <c:pt idx="161">
                        <c:v>60</c:v>
                      </c:pt>
                      <c:pt idx="162">
                        <c:v>60</c:v>
                      </c:pt>
                      <c:pt idx="163">
                        <c:v>60</c:v>
                      </c:pt>
                      <c:pt idx="164">
                        <c:v>60</c:v>
                      </c:pt>
                      <c:pt idx="165">
                        <c:v>60</c:v>
                      </c:pt>
                      <c:pt idx="166">
                        <c:v>60</c:v>
                      </c:pt>
                      <c:pt idx="167">
                        <c:v>60</c:v>
                      </c:pt>
                      <c:pt idx="168">
                        <c:v>60</c:v>
                      </c:pt>
                      <c:pt idx="169">
                        <c:v>60</c:v>
                      </c:pt>
                      <c:pt idx="170">
                        <c:v>60</c:v>
                      </c:pt>
                      <c:pt idx="171">
                        <c:v>60</c:v>
                      </c:pt>
                      <c:pt idx="172">
                        <c:v>60</c:v>
                      </c:pt>
                      <c:pt idx="173">
                        <c:v>60</c:v>
                      </c:pt>
                      <c:pt idx="174">
                        <c:v>60</c:v>
                      </c:pt>
                      <c:pt idx="175">
                        <c:v>60</c:v>
                      </c:pt>
                      <c:pt idx="176">
                        <c:v>60</c:v>
                      </c:pt>
                      <c:pt idx="177">
                        <c:v>60</c:v>
                      </c:pt>
                      <c:pt idx="178">
                        <c:v>60</c:v>
                      </c:pt>
                      <c:pt idx="179">
                        <c:v>60</c:v>
                      </c:pt>
                      <c:pt idx="180">
                        <c:v>60</c:v>
                      </c:pt>
                      <c:pt idx="181">
                        <c:v>60</c:v>
                      </c:pt>
                      <c:pt idx="182">
                        <c:v>60</c:v>
                      </c:pt>
                      <c:pt idx="183">
                        <c:v>60</c:v>
                      </c:pt>
                      <c:pt idx="184">
                        <c:v>60</c:v>
                      </c:pt>
                      <c:pt idx="185">
                        <c:v>60</c:v>
                      </c:pt>
                      <c:pt idx="186">
                        <c:v>60</c:v>
                      </c:pt>
                      <c:pt idx="187">
                        <c:v>60</c:v>
                      </c:pt>
                      <c:pt idx="188">
                        <c:v>60</c:v>
                      </c:pt>
                      <c:pt idx="189">
                        <c:v>60</c:v>
                      </c:pt>
                      <c:pt idx="190">
                        <c:v>60</c:v>
                      </c:pt>
                      <c:pt idx="191">
                        <c:v>60</c:v>
                      </c:pt>
                      <c:pt idx="192">
                        <c:v>60</c:v>
                      </c:pt>
                      <c:pt idx="193">
                        <c:v>60</c:v>
                      </c:pt>
                      <c:pt idx="194">
                        <c:v>60</c:v>
                      </c:pt>
                      <c:pt idx="195">
                        <c:v>60</c:v>
                      </c:pt>
                      <c:pt idx="196">
                        <c:v>60</c:v>
                      </c:pt>
                      <c:pt idx="197">
                        <c:v>60</c:v>
                      </c:pt>
                      <c:pt idx="198">
                        <c:v>60</c:v>
                      </c:pt>
                      <c:pt idx="199">
                        <c:v>60</c:v>
                      </c:pt>
                      <c:pt idx="200">
                        <c:v>60</c:v>
                      </c:pt>
                      <c:pt idx="201">
                        <c:v>60</c:v>
                      </c:pt>
                      <c:pt idx="202">
                        <c:v>60</c:v>
                      </c:pt>
                      <c:pt idx="203">
                        <c:v>60</c:v>
                      </c:pt>
                      <c:pt idx="204">
                        <c:v>60</c:v>
                      </c:pt>
                      <c:pt idx="205">
                        <c:v>60</c:v>
                      </c:pt>
                      <c:pt idx="206">
                        <c:v>60</c:v>
                      </c:pt>
                      <c:pt idx="207">
                        <c:v>60</c:v>
                      </c:pt>
                      <c:pt idx="208">
                        <c:v>60</c:v>
                      </c:pt>
                      <c:pt idx="209">
                        <c:v>60</c:v>
                      </c:pt>
                      <c:pt idx="210">
                        <c:v>60</c:v>
                      </c:pt>
                      <c:pt idx="211">
                        <c:v>60</c:v>
                      </c:pt>
                      <c:pt idx="212">
                        <c:v>60</c:v>
                      </c:pt>
                      <c:pt idx="213">
                        <c:v>60</c:v>
                      </c:pt>
                      <c:pt idx="214">
                        <c:v>60</c:v>
                      </c:pt>
                      <c:pt idx="215">
                        <c:v>60</c:v>
                      </c:pt>
                      <c:pt idx="216">
                        <c:v>60</c:v>
                      </c:pt>
                      <c:pt idx="217">
                        <c:v>60</c:v>
                      </c:pt>
                      <c:pt idx="218">
                        <c:v>60</c:v>
                      </c:pt>
                      <c:pt idx="219">
                        <c:v>60</c:v>
                      </c:pt>
                      <c:pt idx="220">
                        <c:v>60</c:v>
                      </c:pt>
                      <c:pt idx="221">
                        <c:v>60</c:v>
                      </c:pt>
                      <c:pt idx="222">
                        <c:v>60</c:v>
                      </c:pt>
                      <c:pt idx="223">
                        <c:v>60</c:v>
                      </c:pt>
                      <c:pt idx="224">
                        <c:v>60</c:v>
                      </c:pt>
                      <c:pt idx="225">
                        <c:v>60</c:v>
                      </c:pt>
                      <c:pt idx="226">
                        <c:v>60</c:v>
                      </c:pt>
                      <c:pt idx="227">
                        <c:v>60</c:v>
                      </c:pt>
                      <c:pt idx="228">
                        <c:v>60</c:v>
                      </c:pt>
                      <c:pt idx="229">
                        <c:v>60</c:v>
                      </c:pt>
                      <c:pt idx="230">
                        <c:v>60</c:v>
                      </c:pt>
                      <c:pt idx="231">
                        <c:v>60</c:v>
                      </c:pt>
                      <c:pt idx="232">
                        <c:v>60</c:v>
                      </c:pt>
                      <c:pt idx="233">
                        <c:v>60</c:v>
                      </c:pt>
                      <c:pt idx="234">
                        <c:v>60</c:v>
                      </c:pt>
                      <c:pt idx="235">
                        <c:v>60</c:v>
                      </c:pt>
                      <c:pt idx="236">
                        <c:v>60</c:v>
                      </c:pt>
                      <c:pt idx="237">
                        <c:v>60</c:v>
                      </c:pt>
                      <c:pt idx="238">
                        <c:v>60</c:v>
                      </c:pt>
                      <c:pt idx="239">
                        <c:v>60</c:v>
                      </c:pt>
                      <c:pt idx="240">
                        <c:v>60</c:v>
                      </c:pt>
                      <c:pt idx="241">
                        <c:v>60</c:v>
                      </c:pt>
                      <c:pt idx="242">
                        <c:v>59.999858860000003</c:v>
                      </c:pt>
                      <c:pt idx="243">
                        <c:v>59.999717709999999</c:v>
                      </c:pt>
                      <c:pt idx="244">
                        <c:v>59.999584200000001</c:v>
                      </c:pt>
                      <c:pt idx="245">
                        <c:v>59.99944687</c:v>
                      </c:pt>
                      <c:pt idx="246">
                        <c:v>59.999317169999998</c:v>
                      </c:pt>
                      <c:pt idx="247">
                        <c:v>59.999187470000003</c:v>
                      </c:pt>
                      <c:pt idx="248">
                        <c:v>59.999065399999999</c:v>
                      </c:pt>
                      <c:pt idx="249">
                        <c:v>59.998947139999999</c:v>
                      </c:pt>
                      <c:pt idx="250">
                        <c:v>59.998832700000001</c:v>
                      </c:pt>
                      <c:pt idx="251">
                        <c:v>59.99872208</c:v>
                      </c:pt>
                      <c:pt idx="252">
                        <c:v>59.998619079999997</c:v>
                      </c:pt>
                      <c:pt idx="253">
                        <c:v>59.998519899999998</c:v>
                      </c:pt>
                      <c:pt idx="254">
                        <c:v>59.998424530000001</c:v>
                      </c:pt>
                      <c:pt idx="255">
                        <c:v>59.998336790000003</c:v>
                      </c:pt>
                      <c:pt idx="256">
                        <c:v>59.998249049999998</c:v>
                      </c:pt>
                      <c:pt idx="257">
                        <c:v>59.998165129999997</c:v>
                      </c:pt>
                      <c:pt idx="258">
                        <c:v>59.998085019999998</c:v>
                      </c:pt>
                      <c:pt idx="259">
                        <c:v>59.998008730000002</c:v>
                      </c:pt>
                      <c:pt idx="260">
                        <c:v>59.997932429999999</c:v>
                      </c:pt>
                      <c:pt idx="261">
                        <c:v>59.997856140000003</c:v>
                      </c:pt>
                      <c:pt idx="262">
                        <c:v>59.997779850000001</c:v>
                      </c:pt>
                      <c:pt idx="263">
                        <c:v>59.997703549999997</c:v>
                      </c:pt>
                      <c:pt idx="264">
                        <c:v>59.997627260000002</c:v>
                      </c:pt>
                      <c:pt idx="265">
                        <c:v>59.997547150000003</c:v>
                      </c:pt>
                      <c:pt idx="266">
                        <c:v>59.997467039999997</c:v>
                      </c:pt>
                      <c:pt idx="267">
                        <c:v>59.997383120000002</c:v>
                      </c:pt>
                      <c:pt idx="268">
                        <c:v>59.99729919</c:v>
                      </c:pt>
                      <c:pt idx="269">
                        <c:v>59.997211460000003</c:v>
                      </c:pt>
                      <c:pt idx="270">
                        <c:v>59.997119900000001</c:v>
                      </c:pt>
                      <c:pt idx="271">
                        <c:v>59.997024539999998</c:v>
                      </c:pt>
                      <c:pt idx="272">
                        <c:v>59.996929170000001</c:v>
                      </c:pt>
                      <c:pt idx="273">
                        <c:v>59.996826169999999</c:v>
                      </c:pt>
                      <c:pt idx="274">
                        <c:v>59.99671936</c:v>
                      </c:pt>
                      <c:pt idx="275">
                        <c:v>59.996608729999998</c:v>
                      </c:pt>
                      <c:pt idx="276">
                        <c:v>59.996494290000001</c:v>
                      </c:pt>
                      <c:pt idx="277">
                        <c:v>59.996376040000001</c:v>
                      </c:pt>
                      <c:pt idx="278">
                        <c:v>59.996257780000001</c:v>
                      </c:pt>
                      <c:pt idx="279">
                        <c:v>59.996131900000002</c:v>
                      </c:pt>
                      <c:pt idx="280">
                        <c:v>59.9960022</c:v>
                      </c:pt>
                      <c:pt idx="281">
                        <c:v>59.995868680000001</c:v>
                      </c:pt>
                      <c:pt idx="282">
                        <c:v>59.99573135</c:v>
                      </c:pt>
                      <c:pt idx="283">
                        <c:v>59.995594019999999</c:v>
                      </c:pt>
                      <c:pt idx="284">
                        <c:v>59.995449069999999</c:v>
                      </c:pt>
                      <c:pt idx="285">
                        <c:v>59.995304109999999</c:v>
                      </c:pt>
                      <c:pt idx="286">
                        <c:v>59.995155330000003</c:v>
                      </c:pt>
                      <c:pt idx="287">
                        <c:v>59.99500656</c:v>
                      </c:pt>
                      <c:pt idx="288">
                        <c:v>59.994853970000001</c:v>
                      </c:pt>
                      <c:pt idx="289">
                        <c:v>59.994705199999999</c:v>
                      </c:pt>
                      <c:pt idx="290">
                        <c:v>59.994537350000002</c:v>
                      </c:pt>
                      <c:pt idx="291">
                        <c:v>59.994384770000003</c:v>
                      </c:pt>
                      <c:pt idx="292">
                        <c:v>59.994213100000003</c:v>
                      </c:pt>
                      <c:pt idx="293">
                        <c:v>59.994056700000002</c:v>
                      </c:pt>
                      <c:pt idx="294">
                        <c:v>59.99388123</c:v>
                      </c:pt>
                      <c:pt idx="295">
                        <c:v>59.993721010000002</c:v>
                      </c:pt>
                      <c:pt idx="296">
                        <c:v>59.9935379</c:v>
                      </c:pt>
                      <c:pt idx="297">
                        <c:v>59.993373869999999</c:v>
                      </c:pt>
                      <c:pt idx="298">
                        <c:v>59.993190769999998</c:v>
                      </c:pt>
                      <c:pt idx="299">
                        <c:v>59.993019099999998</c:v>
                      </c:pt>
                      <c:pt idx="300">
                        <c:v>59.992832180000001</c:v>
                      </c:pt>
                      <c:pt idx="301">
                        <c:v>59.992656709999999</c:v>
                      </c:pt>
                      <c:pt idx="302">
                        <c:v>59.992462160000002</c:v>
                      </c:pt>
                      <c:pt idx="303">
                        <c:v>59.992286679999999</c:v>
                      </c:pt>
                      <c:pt idx="304">
                        <c:v>59.992084499999997</c:v>
                      </c:pt>
                      <c:pt idx="305">
                        <c:v>59.991905209999999</c:v>
                      </c:pt>
                      <c:pt idx="306">
                        <c:v>59.991699220000001</c:v>
                      </c:pt>
                      <c:pt idx="307">
                        <c:v>59.991512299999997</c:v>
                      </c:pt>
                      <c:pt idx="308">
                        <c:v>59.99129868</c:v>
                      </c:pt>
                      <c:pt idx="309">
                        <c:v>59.991096499999998</c:v>
                      </c:pt>
                      <c:pt idx="310">
                        <c:v>59.990890499999999</c:v>
                      </c:pt>
                      <c:pt idx="311">
                        <c:v>59.990680689999998</c:v>
                      </c:pt>
                      <c:pt idx="312">
                        <c:v>59.990470889999997</c:v>
                      </c:pt>
                      <c:pt idx="313">
                        <c:v>59.990253449999997</c:v>
                      </c:pt>
                      <c:pt idx="314">
                        <c:v>59.990036009999997</c:v>
                      </c:pt>
                      <c:pt idx="315">
                        <c:v>59.989814760000002</c:v>
                      </c:pt>
                      <c:pt idx="316">
                        <c:v>59.989589690000003</c:v>
                      </c:pt>
                      <c:pt idx="317">
                        <c:v>59.989364620000003</c:v>
                      </c:pt>
                      <c:pt idx="318">
                        <c:v>59.989131929999999</c:v>
                      </c:pt>
                      <c:pt idx="319">
                        <c:v>59.988899230000001</c:v>
                      </c:pt>
                      <c:pt idx="320">
                        <c:v>59.988662720000001</c:v>
                      </c:pt>
                      <c:pt idx="321">
                        <c:v>59.988422389999997</c:v>
                      </c:pt>
                      <c:pt idx="322">
                        <c:v>59.988178249999997</c:v>
                      </c:pt>
                      <c:pt idx="323">
                        <c:v>59.987930300000002</c:v>
                      </c:pt>
                      <c:pt idx="324">
                        <c:v>59.987682339999999</c:v>
                      </c:pt>
                      <c:pt idx="325">
                        <c:v>59.987426759999998</c:v>
                      </c:pt>
                      <c:pt idx="326">
                        <c:v>59.987171170000003</c:v>
                      </c:pt>
                      <c:pt idx="327">
                        <c:v>59.986911769999999</c:v>
                      </c:pt>
                      <c:pt idx="328">
                        <c:v>59.986648559999999</c:v>
                      </c:pt>
                      <c:pt idx="329">
                        <c:v>59.986385349999999</c:v>
                      </c:pt>
                      <c:pt idx="330">
                        <c:v>59.986114499999999</c:v>
                      </c:pt>
                      <c:pt idx="331">
                        <c:v>59.98584366</c:v>
                      </c:pt>
                      <c:pt idx="332">
                        <c:v>59.985568999999998</c:v>
                      </c:pt>
                      <c:pt idx="333">
                        <c:v>59.985294340000003</c:v>
                      </c:pt>
                      <c:pt idx="334">
                        <c:v>59.985012050000002</c:v>
                      </c:pt>
                      <c:pt idx="335">
                        <c:v>59.984729770000001</c:v>
                      </c:pt>
                      <c:pt idx="336">
                        <c:v>59.984443659999997</c:v>
                      </c:pt>
                      <c:pt idx="337">
                        <c:v>59.984153749999997</c:v>
                      </c:pt>
                      <c:pt idx="338">
                        <c:v>59.983863829999997</c:v>
                      </c:pt>
                      <c:pt idx="339">
                        <c:v>59.983570100000001</c:v>
                      </c:pt>
                      <c:pt idx="340">
                        <c:v>59.983272550000002</c:v>
                      </c:pt>
                      <c:pt idx="341">
                        <c:v>59.982971190000001</c:v>
                      </c:pt>
                      <c:pt idx="342">
                        <c:v>59.982669829999999</c:v>
                      </c:pt>
                      <c:pt idx="343">
                        <c:v>59.982364650000001</c:v>
                      </c:pt>
                      <c:pt idx="344">
                        <c:v>59.98205566</c:v>
                      </c:pt>
                      <c:pt idx="345">
                        <c:v>59.98174667</c:v>
                      </c:pt>
                      <c:pt idx="346">
                        <c:v>59.981433869999996</c:v>
                      </c:pt>
                      <c:pt idx="347">
                        <c:v>59.981117249999997</c:v>
                      </c:pt>
                      <c:pt idx="348">
                        <c:v>59.980800629999997</c:v>
                      </c:pt>
                      <c:pt idx="349">
                        <c:v>59.980480190000002</c:v>
                      </c:pt>
                      <c:pt idx="350">
                        <c:v>59.980155940000003</c:v>
                      </c:pt>
                      <c:pt idx="351">
                        <c:v>59.979831699999998</c:v>
                      </c:pt>
                      <c:pt idx="352">
                        <c:v>59.979503630000004</c:v>
                      </c:pt>
                      <c:pt idx="353">
                        <c:v>59.979175570000002</c:v>
                      </c:pt>
                      <c:pt idx="354">
                        <c:v>59.978839870000002</c:v>
                      </c:pt>
                      <c:pt idx="355">
                        <c:v>59.978504180000002</c:v>
                      </c:pt>
                      <c:pt idx="356">
                        <c:v>59.978168490000002</c:v>
                      </c:pt>
                      <c:pt idx="357">
                        <c:v>59.977828979999998</c:v>
                      </c:pt>
                      <c:pt idx="358">
                        <c:v>59.977485659999999</c:v>
                      </c:pt>
                      <c:pt idx="359">
                        <c:v>59.977138519999997</c:v>
                      </c:pt>
                      <c:pt idx="360">
                        <c:v>59.976791380000002</c:v>
                      </c:pt>
                      <c:pt idx="361">
                        <c:v>59.976444239999999</c:v>
                      </c:pt>
                      <c:pt idx="362">
                        <c:v>59.976089479999999</c:v>
                      </c:pt>
                      <c:pt idx="363">
                        <c:v>59.975734709999998</c:v>
                      </c:pt>
                      <c:pt idx="364">
                        <c:v>59.975376130000001</c:v>
                      </c:pt>
                      <c:pt idx="365">
                        <c:v>59.975017549999997</c:v>
                      </c:pt>
                      <c:pt idx="366">
                        <c:v>59.974655149999997</c:v>
                      </c:pt>
                      <c:pt idx="367">
                        <c:v>59.974292759999997</c:v>
                      </c:pt>
                      <c:pt idx="368">
                        <c:v>59.973922729999998</c:v>
                      </c:pt>
                      <c:pt idx="369">
                        <c:v>59.973575590000003</c:v>
                      </c:pt>
                      <c:pt idx="370">
                        <c:v>59.973182680000001</c:v>
                      </c:pt>
                      <c:pt idx="371">
                        <c:v>59.972827909999999</c:v>
                      </c:pt>
                      <c:pt idx="372">
                        <c:v>59.972431180000001</c:v>
                      </c:pt>
                      <c:pt idx="373">
                        <c:v>59.972072599999997</c:v>
                      </c:pt>
                      <c:pt idx="374">
                        <c:v>59.971672060000003</c:v>
                      </c:pt>
                      <c:pt idx="375">
                        <c:v>59.971309660000003</c:v>
                      </c:pt>
                      <c:pt idx="376">
                        <c:v>59.970901490000003</c:v>
                      </c:pt>
                      <c:pt idx="377">
                        <c:v>59.97053528</c:v>
                      </c:pt>
                      <c:pt idx="378">
                        <c:v>59.970123289999997</c:v>
                      </c:pt>
                      <c:pt idx="379">
                        <c:v>59.969749450000002</c:v>
                      </c:pt>
                      <c:pt idx="380">
                        <c:v>59.969333650000003</c:v>
                      </c:pt>
                      <c:pt idx="381">
                        <c:v>59.968959810000001</c:v>
                      </c:pt>
                      <c:pt idx="382">
                        <c:v>59.968540189999999</c:v>
                      </c:pt>
                      <c:pt idx="383">
                        <c:v>59.968158719999998</c:v>
                      </c:pt>
                      <c:pt idx="384">
                        <c:v>59.96773529</c:v>
                      </c:pt>
                      <c:pt idx="385">
                        <c:v>59.967350009999997</c:v>
                      </c:pt>
                      <c:pt idx="386">
                        <c:v>59.96691895</c:v>
                      </c:pt>
                      <c:pt idx="387">
                        <c:v>59.966533660000003</c:v>
                      </c:pt>
                      <c:pt idx="388">
                        <c:v>59.966098789999997</c:v>
                      </c:pt>
                      <c:pt idx="389">
                        <c:v>59.965705870000001</c:v>
                      </c:pt>
                      <c:pt idx="390">
                        <c:v>59.965271000000001</c:v>
                      </c:pt>
                      <c:pt idx="391">
                        <c:v>59.964874270000003</c:v>
                      </c:pt>
                      <c:pt idx="392">
                        <c:v>59.96443558</c:v>
                      </c:pt>
                      <c:pt idx="393">
                        <c:v>59.964035029999998</c:v>
                      </c:pt>
                      <c:pt idx="394">
                        <c:v>59.963588710000003</c:v>
                      </c:pt>
                      <c:pt idx="395">
                        <c:v>59.963165279999998</c:v>
                      </c:pt>
                      <c:pt idx="396">
                        <c:v>59.96274185</c:v>
                      </c:pt>
                      <c:pt idx="397">
                        <c:v>59.96231461</c:v>
                      </c:pt>
                      <c:pt idx="398">
                        <c:v>59.961883540000002</c:v>
                      </c:pt>
                      <c:pt idx="399">
                        <c:v>59.961456300000002</c:v>
                      </c:pt>
                      <c:pt idx="400">
                        <c:v>59.961025239999998</c:v>
                      </c:pt>
                      <c:pt idx="401">
                        <c:v>59.960590359999998</c:v>
                      </c:pt>
                      <c:pt idx="402">
                        <c:v>59.960155489999998</c:v>
                      </c:pt>
                      <c:pt idx="403">
                        <c:v>59.959720609999998</c:v>
                      </c:pt>
                      <c:pt idx="404">
                        <c:v>59.959281920000002</c:v>
                      </c:pt>
                      <c:pt idx="405">
                        <c:v>59.958847050000003</c:v>
                      </c:pt>
                      <c:pt idx="406">
                        <c:v>59.958404539999997</c:v>
                      </c:pt>
                      <c:pt idx="407">
                        <c:v>59.957965850000001</c:v>
                      </c:pt>
                      <c:pt idx="408">
                        <c:v>59.957523350000002</c:v>
                      </c:pt>
                      <c:pt idx="409">
                        <c:v>59.957080840000003</c:v>
                      </c:pt>
                      <c:pt idx="410">
                        <c:v>59.956638339999998</c:v>
                      </c:pt>
                      <c:pt idx="411">
                        <c:v>59.956195829999999</c:v>
                      </c:pt>
                      <c:pt idx="412">
                        <c:v>59.955749509999997</c:v>
                      </c:pt>
                      <c:pt idx="413">
                        <c:v>59.955303190000002</c:v>
                      </c:pt>
                      <c:pt idx="414">
                        <c:v>59.95485687</c:v>
                      </c:pt>
                      <c:pt idx="415">
                        <c:v>59.954410549999999</c:v>
                      </c:pt>
                      <c:pt idx="416">
                        <c:v>59.953964229999997</c:v>
                      </c:pt>
                      <c:pt idx="417">
                        <c:v>59.9535141</c:v>
                      </c:pt>
                      <c:pt idx="418">
                        <c:v>59.953063960000001</c:v>
                      </c:pt>
                      <c:pt idx="419">
                        <c:v>59.952613829999997</c:v>
                      </c:pt>
                      <c:pt idx="420">
                        <c:v>59.9521637</c:v>
                      </c:pt>
                      <c:pt idx="421">
                        <c:v>59.951713560000002</c:v>
                      </c:pt>
                      <c:pt idx="422">
                        <c:v>59.951263429999997</c:v>
                      </c:pt>
                      <c:pt idx="423">
                        <c:v>59.950813289999999</c:v>
                      </c:pt>
                      <c:pt idx="424">
                        <c:v>59.950363160000002</c:v>
                      </c:pt>
                      <c:pt idx="425">
                        <c:v>59.949909210000001</c:v>
                      </c:pt>
                      <c:pt idx="426">
                        <c:v>59.949459079999997</c:v>
                      </c:pt>
                      <c:pt idx="427">
                        <c:v>59.949005130000003</c:v>
                      </c:pt>
                      <c:pt idx="428">
                        <c:v>59.948554989999998</c:v>
                      </c:pt>
                      <c:pt idx="429">
                        <c:v>59.948101039999997</c:v>
                      </c:pt>
                      <c:pt idx="430">
                        <c:v>59.94765091</c:v>
                      </c:pt>
                      <c:pt idx="431">
                        <c:v>59.947196959999999</c:v>
                      </c:pt>
                      <c:pt idx="432">
                        <c:v>59.946746830000002</c:v>
                      </c:pt>
                      <c:pt idx="433">
                        <c:v>59.946292880000001</c:v>
                      </c:pt>
                      <c:pt idx="434">
                        <c:v>59.945842740000003</c:v>
                      </c:pt>
                      <c:pt idx="435">
                        <c:v>59.945415500000003</c:v>
                      </c:pt>
                      <c:pt idx="436">
                        <c:v>59.944942470000001</c:v>
                      </c:pt>
                      <c:pt idx="437">
                        <c:v>59.944511409999997</c:v>
                      </c:pt>
                      <c:pt idx="438">
                        <c:v>59.944038390000003</c:v>
                      </c:pt>
                      <c:pt idx="439">
                        <c:v>59.943611150000002</c:v>
                      </c:pt>
                      <c:pt idx="440">
                        <c:v>59.943141939999997</c:v>
                      </c:pt>
                      <c:pt idx="441">
                        <c:v>59.942714690000003</c:v>
                      </c:pt>
                      <c:pt idx="442">
                        <c:v>59.942245479999997</c:v>
                      </c:pt>
                      <c:pt idx="443">
                        <c:v>59.941818240000003</c:v>
                      </c:pt>
                      <c:pt idx="444">
                        <c:v>59.941349029999998</c:v>
                      </c:pt>
                      <c:pt idx="445">
                        <c:v>59.9409256</c:v>
                      </c:pt>
                      <c:pt idx="446">
                        <c:v>59.940456390000001</c:v>
                      </c:pt>
                      <c:pt idx="447">
                        <c:v>59.940036769999999</c:v>
                      </c:pt>
                      <c:pt idx="448">
                        <c:v>59.939571379999997</c:v>
                      </c:pt>
                      <c:pt idx="449">
                        <c:v>59.939151760000001</c:v>
                      </c:pt>
                      <c:pt idx="450">
                        <c:v>59.938686369999999</c:v>
                      </c:pt>
                      <c:pt idx="451">
                        <c:v>59.938266749999997</c:v>
                      </c:pt>
                      <c:pt idx="452">
                        <c:v>59.937805179999998</c:v>
                      </c:pt>
                      <c:pt idx="453">
                        <c:v>59.937389369999998</c:v>
                      </c:pt>
                      <c:pt idx="454">
                        <c:v>59.936927799999999</c:v>
                      </c:pt>
                      <c:pt idx="455">
                        <c:v>59.936515810000003</c:v>
                      </c:pt>
                      <c:pt idx="456">
                        <c:v>59.936058039999999</c:v>
                      </c:pt>
                      <c:pt idx="457">
                        <c:v>59.935646060000003</c:v>
                      </c:pt>
                      <c:pt idx="458">
                        <c:v>59.935192110000003</c:v>
                      </c:pt>
                      <c:pt idx="459">
                        <c:v>59.934783940000003</c:v>
                      </c:pt>
                      <c:pt idx="460">
                        <c:v>59.934333799999997</c:v>
                      </c:pt>
                      <c:pt idx="461">
                        <c:v>59.933925629999997</c:v>
                      </c:pt>
                      <c:pt idx="462">
                        <c:v>59.933479310000003</c:v>
                      </c:pt>
                      <c:pt idx="463">
                        <c:v>59.933052060000001</c:v>
                      </c:pt>
                      <c:pt idx="464">
                        <c:v>59.93265152</c:v>
                      </c:pt>
                      <c:pt idx="465">
                        <c:v>59.932209010000001</c:v>
                      </c:pt>
                      <c:pt idx="466">
                        <c:v>59.9317894</c:v>
                      </c:pt>
                      <c:pt idx="467">
                        <c:v>59.931373600000001</c:v>
                      </c:pt>
                      <c:pt idx="468">
                        <c:v>59.930957790000001</c:v>
                      </c:pt>
                      <c:pt idx="469">
                        <c:v>59.930541990000002</c:v>
                      </c:pt>
                      <c:pt idx="470">
                        <c:v>59.93014908</c:v>
                      </c:pt>
                      <c:pt idx="471">
                        <c:v>59.929721829999998</c:v>
                      </c:pt>
                      <c:pt idx="472">
                        <c:v>59.929313659999998</c:v>
                      </c:pt>
                      <c:pt idx="473">
                        <c:v>59.928905489999998</c:v>
                      </c:pt>
                      <c:pt idx="474">
                        <c:v>59.928501130000001</c:v>
                      </c:pt>
                      <c:pt idx="475">
                        <c:v>59.92811966</c:v>
                      </c:pt>
                      <c:pt idx="476">
                        <c:v>59.927700039999998</c:v>
                      </c:pt>
                      <c:pt idx="477">
                        <c:v>59.927303309999999</c:v>
                      </c:pt>
                      <c:pt idx="478">
                        <c:v>59.926910399999997</c:v>
                      </c:pt>
                      <c:pt idx="479">
                        <c:v>59.926517490000002</c:v>
                      </c:pt>
                      <c:pt idx="480">
                        <c:v>59.926147460000003</c:v>
                      </c:pt>
                      <c:pt idx="481">
                        <c:v>59.925739290000003</c:v>
                      </c:pt>
                      <c:pt idx="482">
                        <c:v>59.925357820000002</c:v>
                      </c:pt>
                      <c:pt idx="483">
                        <c:v>59.924976350000001</c:v>
                      </c:pt>
                      <c:pt idx="484">
                        <c:v>59.924594880000001</c:v>
                      </c:pt>
                      <c:pt idx="485">
                        <c:v>59.924217220000003</c:v>
                      </c:pt>
                      <c:pt idx="486">
                        <c:v>59.923843380000001</c:v>
                      </c:pt>
                      <c:pt idx="487">
                        <c:v>59.923473360000003</c:v>
                      </c:pt>
                      <c:pt idx="488">
                        <c:v>59.923110960000002</c:v>
                      </c:pt>
                      <c:pt idx="489">
                        <c:v>59.922760009999998</c:v>
                      </c:pt>
                      <c:pt idx="490">
                        <c:v>59.922420500000001</c:v>
                      </c:pt>
                      <c:pt idx="491">
                        <c:v>59.922084810000001</c:v>
                      </c:pt>
                      <c:pt idx="492">
                        <c:v>59.92174911</c:v>
                      </c:pt>
                      <c:pt idx="493">
                        <c:v>59.921421049999999</c:v>
                      </c:pt>
                      <c:pt idx="494">
                        <c:v>59.921096800000001</c:v>
                      </c:pt>
                      <c:pt idx="495">
                        <c:v>59.920772550000002</c:v>
                      </c:pt>
                      <c:pt idx="496">
                        <c:v>59.92045212</c:v>
                      </c:pt>
                      <c:pt idx="497">
                        <c:v>59.920135500000001</c:v>
                      </c:pt>
                      <c:pt idx="498">
                        <c:v>59.919822689999997</c:v>
                      </c:pt>
                      <c:pt idx="499">
                        <c:v>59.919513700000003</c:v>
                      </c:pt>
                      <c:pt idx="500">
                        <c:v>59.919204710000002</c:v>
                      </c:pt>
                      <c:pt idx="501">
                        <c:v>59.918899539999998</c:v>
                      </c:pt>
                      <c:pt idx="502">
                        <c:v>59.918598179999996</c:v>
                      </c:pt>
                      <c:pt idx="503">
                        <c:v>59.918300629999997</c:v>
                      </c:pt>
                      <c:pt idx="504">
                        <c:v>59.918006900000002</c:v>
                      </c:pt>
                      <c:pt idx="505">
                        <c:v>59.917713169999999</c:v>
                      </c:pt>
                      <c:pt idx="506">
                        <c:v>59.917427060000001</c:v>
                      </c:pt>
                      <c:pt idx="507">
                        <c:v>59.917140959999998</c:v>
                      </c:pt>
                      <c:pt idx="508">
                        <c:v>59.916858670000003</c:v>
                      </c:pt>
                      <c:pt idx="509">
                        <c:v>59.916576390000003</c:v>
                      </c:pt>
                      <c:pt idx="510">
                        <c:v>59.916301730000001</c:v>
                      </c:pt>
                      <c:pt idx="511">
                        <c:v>59.916042330000003</c:v>
                      </c:pt>
                      <c:pt idx="512">
                        <c:v>59.915760040000002</c:v>
                      </c:pt>
                      <c:pt idx="513">
                        <c:v>59.915493009999999</c:v>
                      </c:pt>
                      <c:pt idx="514">
                        <c:v>59.915229799999999</c:v>
                      </c:pt>
                      <c:pt idx="515">
                        <c:v>59.914970400000001</c:v>
                      </c:pt>
                      <c:pt idx="516">
                        <c:v>59.91471481</c:v>
                      </c:pt>
                      <c:pt idx="517">
                        <c:v>59.914474490000003</c:v>
                      </c:pt>
                      <c:pt idx="518">
                        <c:v>59.914215089999999</c:v>
                      </c:pt>
                      <c:pt idx="519">
                        <c:v>59.91397095</c:v>
                      </c:pt>
                      <c:pt idx="520">
                        <c:v>59.913730620000003</c:v>
                      </c:pt>
                      <c:pt idx="521">
                        <c:v>59.913494110000002</c:v>
                      </c:pt>
                      <c:pt idx="522">
                        <c:v>59.913261409999997</c:v>
                      </c:pt>
                      <c:pt idx="523">
                        <c:v>59.913043979999998</c:v>
                      </c:pt>
                      <c:pt idx="524">
                        <c:v>59.91281128</c:v>
                      </c:pt>
                      <c:pt idx="525">
                        <c:v>59.912590029999997</c:v>
                      </c:pt>
                      <c:pt idx="526">
                        <c:v>59.912372589999997</c:v>
                      </c:pt>
                      <c:pt idx="527">
                        <c:v>59.91215897</c:v>
                      </c:pt>
                      <c:pt idx="528">
                        <c:v>59.911952970000002</c:v>
                      </c:pt>
                      <c:pt idx="529">
                        <c:v>59.911758419999998</c:v>
                      </c:pt>
                      <c:pt idx="530">
                        <c:v>59.91155243</c:v>
                      </c:pt>
                      <c:pt idx="531">
                        <c:v>59.911354060000001</c:v>
                      </c:pt>
                      <c:pt idx="532">
                        <c:v>59.911167140000003</c:v>
                      </c:pt>
                      <c:pt idx="533">
                        <c:v>59.910980219999999</c:v>
                      </c:pt>
                      <c:pt idx="534">
                        <c:v>59.910797119999998</c:v>
                      </c:pt>
                      <c:pt idx="535">
                        <c:v>59.910629270000001</c:v>
                      </c:pt>
                      <c:pt idx="536">
                        <c:v>59.910449980000003</c:v>
                      </c:pt>
                      <c:pt idx="537">
                        <c:v>59.91028214</c:v>
                      </c:pt>
                      <c:pt idx="538">
                        <c:v>59.910118099999998</c:v>
                      </c:pt>
                      <c:pt idx="539">
                        <c:v>59.909961699999997</c:v>
                      </c:pt>
                      <c:pt idx="540">
                        <c:v>59.909805300000002</c:v>
                      </c:pt>
                      <c:pt idx="541">
                        <c:v>59.909660340000002</c:v>
                      </c:pt>
                      <c:pt idx="542">
                        <c:v>59.909511569999999</c:v>
                      </c:pt>
                      <c:pt idx="543">
                        <c:v>59.909370420000002</c:v>
                      </c:pt>
                      <c:pt idx="544">
                        <c:v>59.909236909999997</c:v>
                      </c:pt>
                      <c:pt idx="545">
                        <c:v>59.909103389999999</c:v>
                      </c:pt>
                      <c:pt idx="546">
                        <c:v>59.90897751</c:v>
                      </c:pt>
                      <c:pt idx="547">
                        <c:v>59.908855440000004</c:v>
                      </c:pt>
                      <c:pt idx="548">
                        <c:v>59.908740999999999</c:v>
                      </c:pt>
                      <c:pt idx="549">
                        <c:v>59.908626560000002</c:v>
                      </c:pt>
                      <c:pt idx="550">
                        <c:v>59.908519740000003</c:v>
                      </c:pt>
                      <c:pt idx="551">
                        <c:v>59.908416750000001</c:v>
                      </c:pt>
                      <c:pt idx="552">
                        <c:v>59.908317570000001</c:v>
                      </c:pt>
                      <c:pt idx="553">
                        <c:v>59.908222199999997</c:v>
                      </c:pt>
                      <c:pt idx="554">
                        <c:v>59.908134459999999</c:v>
                      </c:pt>
                      <c:pt idx="555">
                        <c:v>59.908050539999998</c:v>
                      </c:pt>
                      <c:pt idx="556">
                        <c:v>59.907970429999999</c:v>
                      </c:pt>
                      <c:pt idx="557">
                        <c:v>59.907894130000003</c:v>
                      </c:pt>
                      <c:pt idx="558">
                        <c:v>59.907821660000003</c:v>
                      </c:pt>
                      <c:pt idx="559">
                        <c:v>59.907756810000002</c:v>
                      </c:pt>
                      <c:pt idx="560">
                        <c:v>59.907691960000001</c:v>
                      </c:pt>
                      <c:pt idx="561">
                        <c:v>59.907634739999999</c:v>
                      </c:pt>
                      <c:pt idx="562">
                        <c:v>59.907581329999999</c:v>
                      </c:pt>
                      <c:pt idx="563">
                        <c:v>59.907535549999999</c:v>
                      </c:pt>
                      <c:pt idx="564">
                        <c:v>59.907489779999999</c:v>
                      </c:pt>
                      <c:pt idx="565">
                        <c:v>59.907451629999997</c:v>
                      </c:pt>
                      <c:pt idx="566">
                        <c:v>59.907417299999999</c:v>
                      </c:pt>
                      <c:pt idx="567">
                        <c:v>59.907386780000003</c:v>
                      </c:pt>
                      <c:pt idx="568">
                        <c:v>59.907360079999997</c:v>
                      </c:pt>
                      <c:pt idx="569">
                        <c:v>59.90733719</c:v>
                      </c:pt>
                      <c:pt idx="570">
                        <c:v>59.907321930000002</c:v>
                      </c:pt>
                      <c:pt idx="571">
                        <c:v>59.907306669999997</c:v>
                      </c:pt>
                      <c:pt idx="572">
                        <c:v>59.907299039999998</c:v>
                      </c:pt>
                      <c:pt idx="573">
                        <c:v>59.907295230000003</c:v>
                      </c:pt>
                      <c:pt idx="574">
                        <c:v>59.907295230000003</c:v>
                      </c:pt>
                      <c:pt idx="575">
                        <c:v>59.907299039999998</c:v>
                      </c:pt>
                      <c:pt idx="576">
                        <c:v>59.90731049</c:v>
                      </c:pt>
                      <c:pt idx="577">
                        <c:v>59.907321930000002</c:v>
                      </c:pt>
                      <c:pt idx="578">
                        <c:v>59.907341000000002</c:v>
                      </c:pt>
                      <c:pt idx="579">
                        <c:v>59.907360079999997</c:v>
                      </c:pt>
                      <c:pt idx="580">
                        <c:v>59.907386780000003</c:v>
                      </c:pt>
                      <c:pt idx="581">
                        <c:v>59.907417299999999</c:v>
                      </c:pt>
                      <c:pt idx="582">
                        <c:v>59.907451629999997</c:v>
                      </c:pt>
                      <c:pt idx="583">
                        <c:v>59.907489779999999</c:v>
                      </c:pt>
                      <c:pt idx="584">
                        <c:v>59.907531740000003</c:v>
                      </c:pt>
                      <c:pt idx="585">
                        <c:v>59.907569889999998</c:v>
                      </c:pt>
                      <c:pt idx="586">
                        <c:v>59.907630920000003</c:v>
                      </c:pt>
                      <c:pt idx="587">
                        <c:v>59.907680509999999</c:v>
                      </c:pt>
                      <c:pt idx="588">
                        <c:v>59.907741549999997</c:v>
                      </c:pt>
                      <c:pt idx="589">
                        <c:v>59.907802580000002</c:v>
                      </c:pt>
                      <c:pt idx="590">
                        <c:v>59.907867430000003</c:v>
                      </c:pt>
                      <c:pt idx="591">
                        <c:v>59.907936100000001</c:v>
                      </c:pt>
                      <c:pt idx="592">
                        <c:v>59.908004759999997</c:v>
                      </c:pt>
                      <c:pt idx="593">
                        <c:v>59.908088679999999</c:v>
                      </c:pt>
                      <c:pt idx="594">
                        <c:v>59.908168789999998</c:v>
                      </c:pt>
                      <c:pt idx="595">
                        <c:v>59.90825272</c:v>
                      </c:pt>
                      <c:pt idx="596">
                        <c:v>59.908340449999997</c:v>
                      </c:pt>
                      <c:pt idx="597">
                        <c:v>59.90842438</c:v>
                      </c:pt>
                      <c:pt idx="598">
                        <c:v>59.908527370000002</c:v>
                      </c:pt>
                      <c:pt idx="599">
                        <c:v>59.908626560000002</c:v>
                      </c:pt>
                      <c:pt idx="600">
                        <c:v>59.908729549999997</c:v>
                      </c:pt>
                      <c:pt idx="601">
                        <c:v>59.90883255</c:v>
                      </c:pt>
                      <c:pt idx="602">
                        <c:v>59.908943180000001</c:v>
                      </c:pt>
                      <c:pt idx="603">
                        <c:v>59.909053800000002</c:v>
                      </c:pt>
                      <c:pt idx="604">
                        <c:v>59.90916824</c:v>
                      </c:pt>
                      <c:pt idx="605">
                        <c:v>59.9092865</c:v>
                      </c:pt>
                      <c:pt idx="606">
                        <c:v>59.909408569999997</c:v>
                      </c:pt>
                      <c:pt idx="607">
                        <c:v>59.90953064</c:v>
                      </c:pt>
                      <c:pt idx="608">
                        <c:v>59.909660340000002</c:v>
                      </c:pt>
                      <c:pt idx="609">
                        <c:v>59.909790039999997</c:v>
                      </c:pt>
                      <c:pt idx="610">
                        <c:v>59.909923550000002</c:v>
                      </c:pt>
                      <c:pt idx="611">
                        <c:v>59.910057070000001</c:v>
                      </c:pt>
                      <c:pt idx="612">
                        <c:v>59.910198209999997</c:v>
                      </c:pt>
                      <c:pt idx="613">
                        <c:v>59.910339360000002</c:v>
                      </c:pt>
                      <c:pt idx="614">
                        <c:v>59.910480499999998</c:v>
                      </c:pt>
                      <c:pt idx="615">
                        <c:v>59.910625459999999</c:v>
                      </c:pt>
                      <c:pt idx="616">
                        <c:v>59.910770419999999</c:v>
                      </c:pt>
                      <c:pt idx="617">
                        <c:v>59.910915369999998</c:v>
                      </c:pt>
                      <c:pt idx="618">
                        <c:v>59.911064150000001</c:v>
                      </c:pt>
                      <c:pt idx="619">
                        <c:v>59.911209110000001</c:v>
                      </c:pt>
                      <c:pt idx="620">
                        <c:v>59.91136169</c:v>
                      </c:pt>
                      <c:pt idx="621">
                        <c:v>59.911514279999999</c:v>
                      </c:pt>
                      <c:pt idx="622">
                        <c:v>59.91167068</c:v>
                      </c:pt>
                      <c:pt idx="623">
                        <c:v>59.911827090000003</c:v>
                      </c:pt>
                      <c:pt idx="624">
                        <c:v>59.9119873</c:v>
                      </c:pt>
                      <c:pt idx="625">
                        <c:v>59.912147519999998</c:v>
                      </c:pt>
                      <c:pt idx="626">
                        <c:v>59.912315370000002</c:v>
                      </c:pt>
                      <c:pt idx="627">
                        <c:v>59.912479400000002</c:v>
                      </c:pt>
                      <c:pt idx="628">
                        <c:v>59.912647249999999</c:v>
                      </c:pt>
                      <c:pt idx="629">
                        <c:v>59.912818909999999</c:v>
                      </c:pt>
                      <c:pt idx="630">
                        <c:v>59.912994380000001</c:v>
                      </c:pt>
                      <c:pt idx="631">
                        <c:v>59.913169859999996</c:v>
                      </c:pt>
                      <c:pt idx="632">
                        <c:v>59.913333889999997</c:v>
                      </c:pt>
                      <c:pt idx="633">
                        <c:v>59.913524629999998</c:v>
                      </c:pt>
                      <c:pt idx="634">
                        <c:v>59.913703920000003</c:v>
                      </c:pt>
                      <c:pt idx="635">
                        <c:v>59.913887019999997</c:v>
                      </c:pt>
                      <c:pt idx="636">
                        <c:v>59.914070129999999</c:v>
                      </c:pt>
                      <c:pt idx="637">
                        <c:v>59.914245610000002</c:v>
                      </c:pt>
                      <c:pt idx="638">
                        <c:v>59.914443970000001</c:v>
                      </c:pt>
                      <c:pt idx="639">
                        <c:v>59.914634700000001</c:v>
                      </c:pt>
                      <c:pt idx="640">
                        <c:v>59.914825440000001</c:v>
                      </c:pt>
                      <c:pt idx="641">
                        <c:v>59.915016170000001</c:v>
                      </c:pt>
                      <c:pt idx="642">
                        <c:v>59.91519547</c:v>
                      </c:pt>
                      <c:pt idx="643">
                        <c:v>59.915405270000001</c:v>
                      </c:pt>
                      <c:pt idx="644">
                        <c:v>59.915599819999997</c:v>
                      </c:pt>
                      <c:pt idx="645">
                        <c:v>59.91579437</c:v>
                      </c:pt>
                      <c:pt idx="646">
                        <c:v>59.91599274</c:v>
                      </c:pt>
                      <c:pt idx="647">
                        <c:v>59.916175840000001</c:v>
                      </c:pt>
                      <c:pt idx="648">
                        <c:v>59.916389469999999</c:v>
                      </c:pt>
                      <c:pt idx="649">
                        <c:v>59.916587829999997</c:v>
                      </c:pt>
                      <c:pt idx="650">
                        <c:v>59.91679001</c:v>
                      </c:pt>
                      <c:pt idx="651">
                        <c:v>59.916988369999999</c:v>
                      </c:pt>
                      <c:pt idx="652">
                        <c:v>59.917190550000001</c:v>
                      </c:pt>
                      <c:pt idx="653">
                        <c:v>59.917392730000003</c:v>
                      </c:pt>
                      <c:pt idx="654">
                        <c:v>59.91757965</c:v>
                      </c:pt>
                      <c:pt idx="655">
                        <c:v>59.917797090000001</c:v>
                      </c:pt>
                      <c:pt idx="656">
                        <c:v>59.917999270000003</c:v>
                      </c:pt>
                      <c:pt idx="657">
                        <c:v>59.918201449999998</c:v>
                      </c:pt>
                      <c:pt idx="658">
                        <c:v>59.91840363</c:v>
                      </c:pt>
                      <c:pt idx="659">
                        <c:v>59.91859436</c:v>
                      </c:pt>
                      <c:pt idx="660">
                        <c:v>59.918807979999997</c:v>
                      </c:pt>
                      <c:pt idx="661">
                        <c:v>59.919010159999999</c:v>
                      </c:pt>
                      <c:pt idx="662">
                        <c:v>59.919212340000001</c:v>
                      </c:pt>
                      <c:pt idx="663">
                        <c:v>59.919414519999997</c:v>
                      </c:pt>
                      <c:pt idx="664">
                        <c:v>59.919612880000003</c:v>
                      </c:pt>
                      <c:pt idx="665">
                        <c:v>59.919815059999998</c:v>
                      </c:pt>
                      <c:pt idx="666">
                        <c:v>59.920013429999997</c:v>
                      </c:pt>
                      <c:pt idx="667">
                        <c:v>59.92021561</c:v>
                      </c:pt>
                      <c:pt idx="668">
                        <c:v>59.920413969999998</c:v>
                      </c:pt>
                      <c:pt idx="669">
                        <c:v>59.920612339999998</c:v>
                      </c:pt>
                      <c:pt idx="670">
                        <c:v>59.920806880000001</c:v>
                      </c:pt>
                      <c:pt idx="671">
                        <c:v>59.92100525</c:v>
                      </c:pt>
                      <c:pt idx="672">
                        <c:v>59.921199799999997</c:v>
                      </c:pt>
                      <c:pt idx="673">
                        <c:v>59.92139435</c:v>
                      </c:pt>
                      <c:pt idx="674">
                        <c:v>59.921588900000003</c:v>
                      </c:pt>
                      <c:pt idx="675">
                        <c:v>59.921779630000003</c:v>
                      </c:pt>
                      <c:pt idx="676">
                        <c:v>59.921974179999999</c:v>
                      </c:pt>
                      <c:pt idx="677">
                        <c:v>59.92216492</c:v>
                      </c:pt>
                      <c:pt idx="678">
                        <c:v>59.922351839999997</c:v>
                      </c:pt>
                      <c:pt idx="679">
                        <c:v>59.922542569999997</c:v>
                      </c:pt>
                      <c:pt idx="680">
                        <c:v>59.922729490000002</c:v>
                      </c:pt>
                      <c:pt idx="681">
                        <c:v>59.922912599999997</c:v>
                      </c:pt>
                      <c:pt idx="682">
                        <c:v>59.923099520000001</c:v>
                      </c:pt>
                      <c:pt idx="683">
                        <c:v>59.923282620000002</c:v>
                      </c:pt>
                      <c:pt idx="684">
                        <c:v>59.92346191</c:v>
                      </c:pt>
                      <c:pt idx="685">
                        <c:v>59.923645020000002</c:v>
                      </c:pt>
                      <c:pt idx="686">
                        <c:v>59.923824310000001</c:v>
                      </c:pt>
                      <c:pt idx="687">
                        <c:v>59.923999790000003</c:v>
                      </c:pt>
                      <c:pt idx="688">
                        <c:v>59.924175259999998</c:v>
                      </c:pt>
                      <c:pt idx="689">
                        <c:v>59.924350740000001</c:v>
                      </c:pt>
                      <c:pt idx="690">
                        <c:v>59.924522400000001</c:v>
                      </c:pt>
                      <c:pt idx="691">
                        <c:v>59.924690249999998</c:v>
                      </c:pt>
                      <c:pt idx="692">
                        <c:v>59.924861909999997</c:v>
                      </c:pt>
                      <c:pt idx="693">
                        <c:v>59.925025939999998</c:v>
                      </c:pt>
                      <c:pt idx="694">
                        <c:v>59.925193790000002</c:v>
                      </c:pt>
                      <c:pt idx="695">
                        <c:v>59.925353999999999</c:v>
                      </c:pt>
                      <c:pt idx="696">
                        <c:v>59.92551804</c:v>
                      </c:pt>
                      <c:pt idx="697">
                        <c:v>59.925674440000002</c:v>
                      </c:pt>
                      <c:pt idx="698">
                        <c:v>59.925830840000003</c:v>
                      </c:pt>
                      <c:pt idx="699">
                        <c:v>59.925987239999998</c:v>
                      </c:pt>
                      <c:pt idx="700">
                        <c:v>59.926139829999997</c:v>
                      </c:pt>
                      <c:pt idx="701">
                        <c:v>59.926292420000003</c:v>
                      </c:pt>
                      <c:pt idx="702">
                        <c:v>59.926429749999997</c:v>
                      </c:pt>
                      <c:pt idx="703">
                        <c:v>59.926586149999999</c:v>
                      </c:pt>
                      <c:pt idx="704">
                        <c:v>59.926731109999999</c:v>
                      </c:pt>
                      <c:pt idx="705">
                        <c:v>59.926872250000002</c:v>
                      </c:pt>
                      <c:pt idx="706">
                        <c:v>59.9270134</c:v>
                      </c:pt>
                      <c:pt idx="707">
                        <c:v>59.927150730000001</c:v>
                      </c:pt>
                      <c:pt idx="708">
                        <c:v>59.927284239999999</c:v>
                      </c:pt>
                      <c:pt idx="709">
                        <c:v>59.927417759999997</c:v>
                      </c:pt>
                      <c:pt idx="710">
                        <c:v>59.927547449999999</c:v>
                      </c:pt>
                      <c:pt idx="711">
                        <c:v>59.927673339999998</c:v>
                      </c:pt>
                      <c:pt idx="712">
                        <c:v>59.927799219999997</c:v>
                      </c:pt>
                      <c:pt idx="713">
                        <c:v>59.927921300000001</c:v>
                      </c:pt>
                      <c:pt idx="714">
                        <c:v>59.928039550000001</c:v>
                      </c:pt>
                      <c:pt idx="715">
                        <c:v>59.928157810000002</c:v>
                      </c:pt>
                      <c:pt idx="716">
                        <c:v>59.928272249999999</c:v>
                      </c:pt>
                      <c:pt idx="717">
                        <c:v>59.92838287</c:v>
                      </c:pt>
                      <c:pt idx="718">
                        <c:v>59.928493500000002</c:v>
                      </c:pt>
                      <c:pt idx="719">
                        <c:v>59.92860031</c:v>
                      </c:pt>
                      <c:pt idx="720">
                        <c:v>59.928703310000003</c:v>
                      </c:pt>
                      <c:pt idx="721">
                        <c:v>59.928802490000002</c:v>
                      </c:pt>
                      <c:pt idx="722">
                        <c:v>59.928901670000002</c:v>
                      </c:pt>
                      <c:pt idx="723">
                        <c:v>59.928997039999999</c:v>
                      </c:pt>
                      <c:pt idx="724">
                        <c:v>59.929092410000003</c:v>
                      </c:pt>
                      <c:pt idx="725">
                        <c:v>59.929180150000001</c:v>
                      </c:pt>
                      <c:pt idx="726">
                        <c:v>59.929267879999998</c:v>
                      </c:pt>
                      <c:pt idx="727">
                        <c:v>59.92935181</c:v>
                      </c:pt>
                      <c:pt idx="728">
                        <c:v>59.929431919999999</c:v>
                      </c:pt>
                      <c:pt idx="729">
                        <c:v>59.929512019999997</c:v>
                      </c:pt>
                      <c:pt idx="730">
                        <c:v>59.929588320000001</c:v>
                      </c:pt>
                      <c:pt idx="731">
                        <c:v>59.929660800000001</c:v>
                      </c:pt>
                      <c:pt idx="732">
                        <c:v>59.929729459999997</c:v>
                      </c:pt>
                      <c:pt idx="733">
                        <c:v>59.929794309999998</c:v>
                      </c:pt>
                      <c:pt idx="734">
                        <c:v>59.929859159999999</c:v>
                      </c:pt>
                      <c:pt idx="735">
                        <c:v>59.929916380000002</c:v>
                      </c:pt>
                      <c:pt idx="736">
                        <c:v>59.929973599999997</c:v>
                      </c:pt>
                      <c:pt idx="737">
                        <c:v>59.930030819999999</c:v>
                      </c:pt>
                      <c:pt idx="738">
                        <c:v>59.9300766</c:v>
                      </c:pt>
                      <c:pt idx="739">
                        <c:v>59.930118559999997</c:v>
                      </c:pt>
                      <c:pt idx="740">
                        <c:v>59.930160520000001</c:v>
                      </c:pt>
                      <c:pt idx="741">
                        <c:v>59.930191039999997</c:v>
                      </c:pt>
                      <c:pt idx="742">
                        <c:v>59.93022156</c:v>
                      </c:pt>
                      <c:pt idx="743">
                        <c:v>59.930248259999999</c:v>
                      </c:pt>
                      <c:pt idx="744">
                        <c:v>59.930271150000003</c:v>
                      </c:pt>
                      <c:pt idx="745">
                        <c:v>59.930290220000003</c:v>
                      </c:pt>
                      <c:pt idx="746">
                        <c:v>59.930305480000001</c:v>
                      </c:pt>
                      <c:pt idx="747">
                        <c:v>59.930316929999996</c:v>
                      </c:pt>
                      <c:pt idx="748">
                        <c:v>59.930324550000002</c:v>
                      </c:pt>
                      <c:pt idx="749">
                        <c:v>59.930332180000001</c:v>
                      </c:pt>
                      <c:pt idx="750">
                        <c:v>59.930332180000001</c:v>
                      </c:pt>
                      <c:pt idx="751">
                        <c:v>59.930335999999997</c:v>
                      </c:pt>
                      <c:pt idx="752">
                        <c:v>59.930332180000001</c:v>
                      </c:pt>
                      <c:pt idx="753">
                        <c:v>59.930324550000002</c:v>
                      </c:pt>
                      <c:pt idx="754">
                        <c:v>59.93031311</c:v>
                      </c:pt>
                      <c:pt idx="755">
                        <c:v>59.930301669999999</c:v>
                      </c:pt>
                      <c:pt idx="756">
                        <c:v>59.930282589999997</c:v>
                      </c:pt>
                      <c:pt idx="757">
                        <c:v>59.930263519999997</c:v>
                      </c:pt>
                      <c:pt idx="758">
                        <c:v>59.93024063</c:v>
                      </c:pt>
                      <c:pt idx="759">
                        <c:v>59.930213930000001</c:v>
                      </c:pt>
                      <c:pt idx="760">
                        <c:v>59.930183409999998</c:v>
                      </c:pt>
                      <c:pt idx="761">
                        <c:v>59.930152890000002</c:v>
                      </c:pt>
                      <c:pt idx="762">
                        <c:v>59.930114750000001</c:v>
                      </c:pt>
                      <c:pt idx="763">
                        <c:v>59.9300766</c:v>
                      </c:pt>
                      <c:pt idx="764">
                        <c:v>59.930034640000002</c:v>
                      </c:pt>
                      <c:pt idx="765">
                        <c:v>59.929988860000002</c:v>
                      </c:pt>
                      <c:pt idx="766">
                        <c:v>59.929939269999998</c:v>
                      </c:pt>
                      <c:pt idx="767">
                        <c:v>59.929885859999999</c:v>
                      </c:pt>
                      <c:pt idx="768">
                        <c:v>59.929828639999997</c:v>
                      </c:pt>
                      <c:pt idx="769">
                        <c:v>59.929771420000002</c:v>
                      </c:pt>
                      <c:pt idx="770">
                        <c:v>59.92970657</c:v>
                      </c:pt>
                      <c:pt idx="771">
                        <c:v>59.929641719999999</c:v>
                      </c:pt>
                      <c:pt idx="772">
                        <c:v>59.929573060000003</c:v>
                      </c:pt>
                      <c:pt idx="773">
                        <c:v>59.929500580000003</c:v>
                      </c:pt>
                      <c:pt idx="774">
                        <c:v>59.92942429</c:v>
                      </c:pt>
                      <c:pt idx="775">
                        <c:v>59.929344180000001</c:v>
                      </c:pt>
                      <c:pt idx="776">
                        <c:v>59.929264070000002</c:v>
                      </c:pt>
                      <c:pt idx="777">
                        <c:v>59.929176329999997</c:v>
                      </c:pt>
                      <c:pt idx="778">
                        <c:v>59.929088589999999</c:v>
                      </c:pt>
                      <c:pt idx="779">
                        <c:v>59.928997039999999</c:v>
                      </c:pt>
                      <c:pt idx="780">
                        <c:v>59.928901670000002</c:v>
                      </c:pt>
                      <c:pt idx="781">
                        <c:v>59.928802490000002</c:v>
                      </c:pt>
                      <c:pt idx="782">
                        <c:v>59.92869949</c:v>
                      </c:pt>
                      <c:pt idx="783">
                        <c:v>59.928596499999998</c:v>
                      </c:pt>
                      <c:pt idx="784">
                        <c:v>59.928485870000003</c:v>
                      </c:pt>
                      <c:pt idx="785">
                        <c:v>59.928375240000001</c:v>
                      </c:pt>
                      <c:pt idx="786">
                        <c:v>59.928260799999997</c:v>
                      </c:pt>
                      <c:pt idx="787">
                        <c:v>59.928142549999997</c:v>
                      </c:pt>
                      <c:pt idx="788">
                        <c:v>59.928020480000001</c:v>
                      </c:pt>
                      <c:pt idx="789">
                        <c:v>59.927894590000001</c:v>
                      </c:pt>
                      <c:pt idx="790">
                        <c:v>59.927768710000002</c:v>
                      </c:pt>
                      <c:pt idx="791">
                        <c:v>59.92763901</c:v>
                      </c:pt>
                      <c:pt idx="792">
                        <c:v>59.927505490000001</c:v>
                      </c:pt>
                      <c:pt idx="793">
                        <c:v>59.92736816</c:v>
                      </c:pt>
                      <c:pt idx="794">
                        <c:v>59.927227019999997</c:v>
                      </c:pt>
                      <c:pt idx="795">
                        <c:v>59.927082059999996</c:v>
                      </c:pt>
                      <c:pt idx="796">
                        <c:v>59.926937100000004</c:v>
                      </c:pt>
                      <c:pt idx="797">
                        <c:v>59.926784519999998</c:v>
                      </c:pt>
                      <c:pt idx="798">
                        <c:v>59.926631929999999</c:v>
                      </c:pt>
                      <c:pt idx="799">
                        <c:v>59.92647934</c:v>
                      </c:pt>
                      <c:pt idx="800">
                        <c:v>59.926319120000002</c:v>
                      </c:pt>
                      <c:pt idx="801">
                        <c:v>59.926158909999998</c:v>
                      </c:pt>
                      <c:pt idx="802">
                        <c:v>59.925994869999997</c:v>
                      </c:pt>
                      <c:pt idx="803">
                        <c:v>59.925827030000001</c:v>
                      </c:pt>
                      <c:pt idx="804">
                        <c:v>59.92565536</c:v>
                      </c:pt>
                      <c:pt idx="805">
                        <c:v>59.925483700000001</c:v>
                      </c:pt>
                      <c:pt idx="806">
                        <c:v>59.925304410000003</c:v>
                      </c:pt>
                      <c:pt idx="807">
                        <c:v>59.92512894</c:v>
                      </c:pt>
                      <c:pt idx="808">
                        <c:v>59.924945829999999</c:v>
                      </c:pt>
                      <c:pt idx="809">
                        <c:v>59.924762729999998</c:v>
                      </c:pt>
                      <c:pt idx="810">
                        <c:v>59.92457581</c:v>
                      </c:pt>
                      <c:pt idx="811">
                        <c:v>59.92438507</c:v>
                      </c:pt>
                      <c:pt idx="812">
                        <c:v>59.92419434</c:v>
                      </c:pt>
                      <c:pt idx="813">
                        <c:v>59.923999790000003</c:v>
                      </c:pt>
                      <c:pt idx="814">
                        <c:v>59.923801419999997</c:v>
                      </c:pt>
                      <c:pt idx="815">
                        <c:v>59.923599240000001</c:v>
                      </c:pt>
                      <c:pt idx="816">
                        <c:v>59.923397059999999</c:v>
                      </c:pt>
                      <c:pt idx="817">
                        <c:v>59.923194889999998</c:v>
                      </c:pt>
                      <c:pt idx="818">
                        <c:v>59.922985079999997</c:v>
                      </c:pt>
                      <c:pt idx="819">
                        <c:v>59.922775270000002</c:v>
                      </c:pt>
                      <c:pt idx="820">
                        <c:v>59.922565460000001</c:v>
                      </c:pt>
                      <c:pt idx="821">
                        <c:v>59.922348020000001</c:v>
                      </c:pt>
                      <c:pt idx="822">
                        <c:v>59.922130580000001</c:v>
                      </c:pt>
                      <c:pt idx="823">
                        <c:v>59.921913150000002</c:v>
                      </c:pt>
                      <c:pt idx="824">
                        <c:v>59.921691889999998</c:v>
                      </c:pt>
                      <c:pt idx="825">
                        <c:v>59.92146683</c:v>
                      </c:pt>
                      <c:pt idx="826">
                        <c:v>59.921241760000001</c:v>
                      </c:pt>
                      <c:pt idx="827">
                        <c:v>59.921012879999999</c:v>
                      </c:pt>
                      <c:pt idx="828">
                        <c:v>59.920783999999998</c:v>
                      </c:pt>
                      <c:pt idx="829">
                        <c:v>59.9205513</c:v>
                      </c:pt>
                      <c:pt idx="830">
                        <c:v>59.920318600000002</c:v>
                      </c:pt>
                      <c:pt idx="831">
                        <c:v>59.920082090000001</c:v>
                      </c:pt>
                      <c:pt idx="832">
                        <c:v>59.919841769999998</c:v>
                      </c:pt>
                      <c:pt idx="833">
                        <c:v>59.919605259999997</c:v>
                      </c:pt>
                      <c:pt idx="834">
                        <c:v>59.919361109999997</c:v>
                      </c:pt>
                      <c:pt idx="835">
                        <c:v>59.919116969999997</c:v>
                      </c:pt>
                      <c:pt idx="836">
                        <c:v>59.918872829999998</c:v>
                      </c:pt>
                      <c:pt idx="837">
                        <c:v>59.918624880000003</c:v>
                      </c:pt>
                      <c:pt idx="838">
                        <c:v>59.918373109999997</c:v>
                      </c:pt>
                      <c:pt idx="839">
                        <c:v>59.918121339999999</c:v>
                      </c:pt>
                      <c:pt idx="840">
                        <c:v>59.917869570000001</c:v>
                      </c:pt>
                      <c:pt idx="841">
                        <c:v>59.917617800000002</c:v>
                      </c:pt>
                      <c:pt idx="842">
                        <c:v>59.917358399999998</c:v>
                      </c:pt>
                      <c:pt idx="843">
                        <c:v>59.917102810000003</c:v>
                      </c:pt>
                      <c:pt idx="844">
                        <c:v>59.916843409999998</c:v>
                      </c:pt>
                      <c:pt idx="845">
                        <c:v>59.916584010000001</c:v>
                      </c:pt>
                      <c:pt idx="846">
                        <c:v>59.916320800000001</c:v>
                      </c:pt>
                      <c:pt idx="847">
                        <c:v>59.916057590000001</c:v>
                      </c:pt>
                      <c:pt idx="848">
                        <c:v>59.91579437</c:v>
                      </c:pt>
                      <c:pt idx="849">
                        <c:v>59.91553116</c:v>
                      </c:pt>
                      <c:pt idx="850">
                        <c:v>59.915264129999997</c:v>
                      </c:pt>
                      <c:pt idx="851">
                        <c:v>59.914993289999998</c:v>
                      </c:pt>
                      <c:pt idx="852">
                        <c:v>59.914726260000002</c:v>
                      </c:pt>
                      <c:pt idx="853">
                        <c:v>59.914455410000002</c:v>
                      </c:pt>
                      <c:pt idx="854">
                        <c:v>59.914184570000003</c:v>
                      </c:pt>
                      <c:pt idx="855">
                        <c:v>59.913913729999997</c:v>
                      </c:pt>
                      <c:pt idx="856">
                        <c:v>59.913639070000002</c:v>
                      </c:pt>
                      <c:pt idx="857">
                        <c:v>59.91336441</c:v>
                      </c:pt>
                      <c:pt idx="858">
                        <c:v>59.913089749999997</c:v>
                      </c:pt>
                      <c:pt idx="859">
                        <c:v>59.912815090000002</c:v>
                      </c:pt>
                      <c:pt idx="860">
                        <c:v>59.912540440000001</c:v>
                      </c:pt>
                      <c:pt idx="861">
                        <c:v>59.912261960000002</c:v>
                      </c:pt>
                      <c:pt idx="862">
                        <c:v>59.9119873</c:v>
                      </c:pt>
                      <c:pt idx="863">
                        <c:v>59.911708830000002</c:v>
                      </c:pt>
                      <c:pt idx="864">
                        <c:v>59.911430359999997</c:v>
                      </c:pt>
                      <c:pt idx="865">
                        <c:v>59.911148070000003</c:v>
                      </c:pt>
                      <c:pt idx="866">
                        <c:v>59.910869599999998</c:v>
                      </c:pt>
                      <c:pt idx="867">
                        <c:v>59.91059113</c:v>
                      </c:pt>
                      <c:pt idx="868">
                        <c:v>59.910308839999999</c:v>
                      </c:pt>
                      <c:pt idx="869">
                        <c:v>59.91003036</c:v>
                      </c:pt>
                      <c:pt idx="870">
                        <c:v>59.90974808</c:v>
                      </c:pt>
                      <c:pt idx="871">
                        <c:v>59.909465789999999</c:v>
                      </c:pt>
                      <c:pt idx="872">
                        <c:v>59.909183499999997</c:v>
                      </c:pt>
                      <c:pt idx="873">
                        <c:v>59.908901210000003</c:v>
                      </c:pt>
                      <c:pt idx="874">
                        <c:v>59.908618930000003</c:v>
                      </c:pt>
                      <c:pt idx="875">
                        <c:v>59.908336640000002</c:v>
                      </c:pt>
                      <c:pt idx="876">
                        <c:v>59.90805435</c:v>
                      </c:pt>
                      <c:pt idx="877">
                        <c:v>59.907772059999999</c:v>
                      </c:pt>
                      <c:pt idx="878">
                        <c:v>59.907489779999999</c:v>
                      </c:pt>
                      <c:pt idx="879">
                        <c:v>59.9072113</c:v>
                      </c:pt>
                      <c:pt idx="880">
                        <c:v>59.90692902</c:v>
                      </c:pt>
                      <c:pt idx="881">
                        <c:v>59.906646729999999</c:v>
                      </c:pt>
                      <c:pt idx="882">
                        <c:v>59.906364439999997</c:v>
                      </c:pt>
                      <c:pt idx="883">
                        <c:v>59.906082150000003</c:v>
                      </c:pt>
                      <c:pt idx="884">
                        <c:v>59.905799870000003</c:v>
                      </c:pt>
                      <c:pt idx="885">
                        <c:v>59.905521389999997</c:v>
                      </c:pt>
                      <c:pt idx="886">
                        <c:v>59.905239109999997</c:v>
                      </c:pt>
                      <c:pt idx="887">
                        <c:v>59.904960629999998</c:v>
                      </c:pt>
                      <c:pt idx="888">
                        <c:v>59.904678339999997</c:v>
                      </c:pt>
                      <c:pt idx="889">
                        <c:v>59.904399869999999</c:v>
                      </c:pt>
                      <c:pt idx="890">
                        <c:v>59.904121400000001</c:v>
                      </c:pt>
                      <c:pt idx="891">
                        <c:v>59.903842930000003</c:v>
                      </c:pt>
                      <c:pt idx="892">
                        <c:v>59.903564449999998</c:v>
                      </c:pt>
                      <c:pt idx="893">
                        <c:v>59.903289790000002</c:v>
                      </c:pt>
                      <c:pt idx="894">
                        <c:v>59.903011319999997</c:v>
                      </c:pt>
                      <c:pt idx="895">
                        <c:v>59.902736660000002</c:v>
                      </c:pt>
                      <c:pt idx="896">
                        <c:v>59.902462010000001</c:v>
                      </c:pt>
                      <c:pt idx="897">
                        <c:v>59.902187349999998</c:v>
                      </c:pt>
                      <c:pt idx="898">
                        <c:v>59.901916499999999</c:v>
                      </c:pt>
                      <c:pt idx="899">
                        <c:v>59.901641849999997</c:v>
                      </c:pt>
                      <c:pt idx="900">
                        <c:v>59.901370999999997</c:v>
                      </c:pt>
                      <c:pt idx="901">
                        <c:v>59.901100159999999</c:v>
                      </c:pt>
                      <c:pt idx="902">
                        <c:v>59.900833130000002</c:v>
                      </c:pt>
                      <c:pt idx="903">
                        <c:v>59.900562290000003</c:v>
                      </c:pt>
                      <c:pt idx="904">
                        <c:v>59.90029526</c:v>
                      </c:pt>
                      <c:pt idx="905">
                        <c:v>59.900028229999997</c:v>
                      </c:pt>
                      <c:pt idx="906">
                        <c:v>59.899765010000003</c:v>
                      </c:pt>
                      <c:pt idx="907">
                        <c:v>59.89949799</c:v>
                      </c:pt>
                      <c:pt idx="908">
                        <c:v>59.899238590000003</c:v>
                      </c:pt>
                      <c:pt idx="909">
                        <c:v>59.898975370000002</c:v>
                      </c:pt>
                      <c:pt idx="910">
                        <c:v>59.898715969999998</c:v>
                      </c:pt>
                      <c:pt idx="911">
                        <c:v>59.89845657</c:v>
                      </c:pt>
                      <c:pt idx="912">
                        <c:v>59.898197170000003</c:v>
                      </c:pt>
                      <c:pt idx="913">
                        <c:v>59.897945399999998</c:v>
                      </c:pt>
                      <c:pt idx="914">
                        <c:v>59.897697450000003</c:v>
                      </c:pt>
                      <c:pt idx="915">
                        <c:v>59.89744949</c:v>
                      </c:pt>
                      <c:pt idx="916">
                        <c:v>59.897209169999996</c:v>
                      </c:pt>
                      <c:pt idx="917">
                        <c:v>59.89696884</c:v>
                      </c:pt>
                      <c:pt idx="918">
                        <c:v>59.896732329999999</c:v>
                      </c:pt>
                      <c:pt idx="919">
                        <c:v>59.896499630000001</c:v>
                      </c:pt>
                      <c:pt idx="920">
                        <c:v>59.89626312</c:v>
                      </c:pt>
                      <c:pt idx="921">
                        <c:v>59.896034239999999</c:v>
                      </c:pt>
                      <c:pt idx="922">
                        <c:v>59.895801540000001</c:v>
                      </c:pt>
                      <c:pt idx="923">
                        <c:v>59.895576480000003</c:v>
                      </c:pt>
                      <c:pt idx="924">
                        <c:v>59.895347600000001</c:v>
                      </c:pt>
                      <c:pt idx="925">
                        <c:v>59.895122530000002</c:v>
                      </c:pt>
                      <c:pt idx="926">
                        <c:v>59.894901279999999</c:v>
                      </c:pt>
                      <c:pt idx="927">
                        <c:v>59.894680020000003</c:v>
                      </c:pt>
                      <c:pt idx="928">
                        <c:v>59.89445877</c:v>
                      </c:pt>
                      <c:pt idx="929">
                        <c:v>59.89424133</c:v>
                      </c:pt>
                      <c:pt idx="930">
                        <c:v>59.894023900000001</c:v>
                      </c:pt>
                      <c:pt idx="931">
                        <c:v>59.893810270000003</c:v>
                      </c:pt>
                      <c:pt idx="932">
                        <c:v>59.893596649999999</c:v>
                      </c:pt>
                      <c:pt idx="933">
                        <c:v>59.893383030000003</c:v>
                      </c:pt>
                      <c:pt idx="934">
                        <c:v>59.893173220000001</c:v>
                      </c:pt>
                      <c:pt idx="935">
                        <c:v>59.892967220000003</c:v>
                      </c:pt>
                      <c:pt idx="936">
                        <c:v>59.892761229999998</c:v>
                      </c:pt>
                      <c:pt idx="937">
                        <c:v>59.89255524</c:v>
                      </c:pt>
                      <c:pt idx="938">
                        <c:v>59.892353059999998</c:v>
                      </c:pt>
                      <c:pt idx="939">
                        <c:v>59.892150880000003</c:v>
                      </c:pt>
                      <c:pt idx="940">
                        <c:v>59.891952510000003</c:v>
                      </c:pt>
                      <c:pt idx="941">
                        <c:v>59.891754149999997</c:v>
                      </c:pt>
                      <c:pt idx="942">
                        <c:v>59.891559600000001</c:v>
                      </c:pt>
                      <c:pt idx="943">
                        <c:v>59.891368870000001</c:v>
                      </c:pt>
                      <c:pt idx="944">
                        <c:v>59.89117813</c:v>
                      </c:pt>
                      <c:pt idx="945">
                        <c:v>59.8909874</c:v>
                      </c:pt>
                      <c:pt idx="946">
                        <c:v>59.890800480000003</c:v>
                      </c:pt>
                      <c:pt idx="947">
                        <c:v>59.890617370000001</c:v>
                      </c:pt>
                      <c:pt idx="948">
                        <c:v>59.89043427</c:v>
                      </c:pt>
                      <c:pt idx="949">
                        <c:v>59.890254970000001</c:v>
                      </c:pt>
                      <c:pt idx="950">
                        <c:v>59.890075680000002</c:v>
                      </c:pt>
                      <c:pt idx="951">
                        <c:v>59.88990021</c:v>
                      </c:pt>
                      <c:pt idx="952">
                        <c:v>59.889724729999998</c:v>
                      </c:pt>
                      <c:pt idx="953">
                        <c:v>59.889553069999998</c:v>
                      </c:pt>
                      <c:pt idx="954">
                        <c:v>59.889385220000001</c:v>
                      </c:pt>
                      <c:pt idx="955">
                        <c:v>59.889217379999998</c:v>
                      </c:pt>
                      <c:pt idx="956">
                        <c:v>59.889049530000001</c:v>
                      </c:pt>
                      <c:pt idx="957">
                        <c:v>59.888889310000003</c:v>
                      </c:pt>
                      <c:pt idx="958">
                        <c:v>59.888729099999999</c:v>
                      </c:pt>
                      <c:pt idx="959">
                        <c:v>59.888568880000001</c:v>
                      </c:pt>
                      <c:pt idx="960">
                        <c:v>59.888416290000002</c:v>
                      </c:pt>
                      <c:pt idx="961">
                        <c:v>59.88825989</c:v>
                      </c:pt>
                      <c:pt idx="962">
                        <c:v>59.888111109999997</c:v>
                      </c:pt>
                      <c:pt idx="963">
                        <c:v>59.887962340000001</c:v>
                      </c:pt>
                      <c:pt idx="964">
                        <c:v>59.887817380000001</c:v>
                      </c:pt>
                      <c:pt idx="965">
                        <c:v>59.887672420000001</c:v>
                      </c:pt>
                      <c:pt idx="966">
                        <c:v>59.887531279999997</c:v>
                      </c:pt>
                      <c:pt idx="967">
                        <c:v>59.887390140000001</c:v>
                      </c:pt>
                      <c:pt idx="968">
                        <c:v>59.88725281</c:v>
                      </c:pt>
                      <c:pt idx="969">
                        <c:v>59.887119290000001</c:v>
                      </c:pt>
                      <c:pt idx="970">
                        <c:v>59.886985780000003</c:v>
                      </c:pt>
                      <c:pt idx="971">
                        <c:v>59.886856080000001</c:v>
                      </c:pt>
                      <c:pt idx="972">
                        <c:v>59.886730190000002</c:v>
                      </c:pt>
                      <c:pt idx="973">
                        <c:v>59.886604310000003</c:v>
                      </c:pt>
                      <c:pt idx="974">
                        <c:v>59.886478420000003</c:v>
                      </c:pt>
                      <c:pt idx="975">
                        <c:v>59.886360170000003</c:v>
                      </c:pt>
                      <c:pt idx="976">
                        <c:v>59.886241910000003</c:v>
                      </c:pt>
                      <c:pt idx="977">
                        <c:v>59.886123660000003</c:v>
                      </c:pt>
                      <c:pt idx="978">
                        <c:v>59.886009219999998</c:v>
                      </c:pt>
                      <c:pt idx="979">
                        <c:v>59.885898589999996</c:v>
                      </c:pt>
                      <c:pt idx="980">
                        <c:v>59.885787960000002</c:v>
                      </c:pt>
                      <c:pt idx="981">
                        <c:v>59.885681150000003</c:v>
                      </c:pt>
                      <c:pt idx="982">
                        <c:v>59.885581969999997</c:v>
                      </c:pt>
                      <c:pt idx="983">
                        <c:v>59.885471340000002</c:v>
                      </c:pt>
                      <c:pt idx="984">
                        <c:v>59.885372160000003</c:v>
                      </c:pt>
                      <c:pt idx="985">
                        <c:v>59.885272980000003</c:v>
                      </c:pt>
                      <c:pt idx="986">
                        <c:v>59.885173799999997</c:v>
                      </c:pt>
                      <c:pt idx="987">
                        <c:v>59.88507843</c:v>
                      </c:pt>
                      <c:pt idx="988">
                        <c:v>59.88498688</c:v>
                      </c:pt>
                      <c:pt idx="989">
                        <c:v>59.884895319999998</c:v>
                      </c:pt>
                      <c:pt idx="990">
                        <c:v>59.884807590000001</c:v>
                      </c:pt>
                      <c:pt idx="991">
                        <c:v>59.884719850000003</c:v>
                      </c:pt>
                      <c:pt idx="992">
                        <c:v>59.884635930000002</c:v>
                      </c:pt>
                      <c:pt idx="993">
                        <c:v>59.884555820000003</c:v>
                      </c:pt>
                      <c:pt idx="994">
                        <c:v>59.884475709999997</c:v>
                      </c:pt>
                      <c:pt idx="995">
                        <c:v>59.884395599999998</c:v>
                      </c:pt>
                      <c:pt idx="996">
                        <c:v>59.884319310000002</c:v>
                      </c:pt>
                      <c:pt idx="997">
                        <c:v>59.884246830000002</c:v>
                      </c:pt>
                      <c:pt idx="998">
                        <c:v>59.884174350000002</c:v>
                      </c:pt>
                      <c:pt idx="999">
                        <c:v>59.884101870000002</c:v>
                      </c:pt>
                      <c:pt idx="1000">
                        <c:v>59.884033199999998</c:v>
                      </c:pt>
                      <c:pt idx="1001">
                        <c:v>59.883968350000004</c:v>
                      </c:pt>
                      <c:pt idx="1002">
                        <c:v>59.883903500000002</c:v>
                      </c:pt>
                      <c:pt idx="1003">
                        <c:v>59.883838650000001</c:v>
                      </c:pt>
                      <c:pt idx="1004">
                        <c:v>59.883777619999996</c:v>
                      </c:pt>
                      <c:pt idx="1005">
                        <c:v>59.883716579999998</c:v>
                      </c:pt>
                      <c:pt idx="1006">
                        <c:v>59.883659360000003</c:v>
                      </c:pt>
                      <c:pt idx="1007">
                        <c:v>59.883605959999997</c:v>
                      </c:pt>
                      <c:pt idx="1008">
                        <c:v>59.883548740000002</c:v>
                      </c:pt>
                      <c:pt idx="1009">
                        <c:v>59.883495330000002</c:v>
                      </c:pt>
                      <c:pt idx="1010">
                        <c:v>59.883445739999999</c:v>
                      </c:pt>
                      <c:pt idx="1011">
                        <c:v>59.883396150000003</c:v>
                      </c:pt>
                      <c:pt idx="1012">
                        <c:v>59.883350370000002</c:v>
                      </c:pt>
                      <c:pt idx="1013">
                        <c:v>59.883304600000002</c:v>
                      </c:pt>
                      <c:pt idx="1014">
                        <c:v>59.883258820000002</c:v>
                      </c:pt>
                      <c:pt idx="1015">
                        <c:v>59.883216859999997</c:v>
                      </c:pt>
                      <c:pt idx="1016">
                        <c:v>59.8831749</c:v>
                      </c:pt>
                      <c:pt idx="1017">
                        <c:v>59.883132930000002</c:v>
                      </c:pt>
                      <c:pt idx="1018">
                        <c:v>59.883094790000001</c:v>
                      </c:pt>
                      <c:pt idx="1019">
                        <c:v>59.883060460000003</c:v>
                      </c:pt>
                      <c:pt idx="1020">
                        <c:v>59.883022310000001</c:v>
                      </c:pt>
                      <c:pt idx="1021">
                        <c:v>59.882987980000003</c:v>
                      </c:pt>
                      <c:pt idx="1022">
                        <c:v>59.88295746</c:v>
                      </c:pt>
                      <c:pt idx="1023">
                        <c:v>59.882923130000002</c:v>
                      </c:pt>
                      <c:pt idx="1024">
                        <c:v>59.882892609999999</c:v>
                      </c:pt>
                      <c:pt idx="1025">
                        <c:v>59.88286591</c:v>
                      </c:pt>
                      <c:pt idx="1026">
                        <c:v>59.882839199999999</c:v>
                      </c:pt>
                      <c:pt idx="1027">
                        <c:v>59.8828125</c:v>
                      </c:pt>
                      <c:pt idx="1028">
                        <c:v>59.882785800000001</c:v>
                      </c:pt>
                      <c:pt idx="1029">
                        <c:v>59.882762909999997</c:v>
                      </c:pt>
                      <c:pt idx="1030">
                        <c:v>59.88274002</c:v>
                      </c:pt>
                      <c:pt idx="1031">
                        <c:v>59.882717130000003</c:v>
                      </c:pt>
                      <c:pt idx="1032">
                        <c:v>59.882694239999999</c:v>
                      </c:pt>
                      <c:pt idx="1033">
                        <c:v>59.882675169999999</c:v>
                      </c:pt>
                      <c:pt idx="1034">
                        <c:v>59.882656099999998</c:v>
                      </c:pt>
                      <c:pt idx="1035">
                        <c:v>59.882637019999997</c:v>
                      </c:pt>
                      <c:pt idx="1036">
                        <c:v>59.88262177</c:v>
                      </c:pt>
                      <c:pt idx="1037">
                        <c:v>59.882606510000002</c:v>
                      </c:pt>
                      <c:pt idx="1038">
                        <c:v>59.882591249999997</c:v>
                      </c:pt>
                      <c:pt idx="1039">
                        <c:v>59.882575989999999</c:v>
                      </c:pt>
                      <c:pt idx="1040">
                        <c:v>59.882564539999997</c:v>
                      </c:pt>
                      <c:pt idx="1041">
                        <c:v>59.88254929</c:v>
                      </c:pt>
                      <c:pt idx="1042">
                        <c:v>59.882537839999998</c:v>
                      </c:pt>
                      <c:pt idx="1043">
                        <c:v>59.882526400000003</c:v>
                      </c:pt>
                      <c:pt idx="1044">
                        <c:v>59.88252258</c:v>
                      </c:pt>
                      <c:pt idx="1045">
                        <c:v>59.882507320000002</c:v>
                      </c:pt>
                      <c:pt idx="1046">
                        <c:v>59.882499690000003</c:v>
                      </c:pt>
                      <c:pt idx="1047">
                        <c:v>59.882488250000002</c:v>
                      </c:pt>
                      <c:pt idx="1048">
                        <c:v>59.882480620000003</c:v>
                      </c:pt>
                      <c:pt idx="1049">
                        <c:v>59.882472989999997</c:v>
                      </c:pt>
                      <c:pt idx="1050">
                        <c:v>59.882469180000001</c:v>
                      </c:pt>
                      <c:pt idx="1051">
                        <c:v>59.882461550000002</c:v>
                      </c:pt>
                      <c:pt idx="1052">
                        <c:v>59.882453920000003</c:v>
                      </c:pt>
                      <c:pt idx="1053">
                        <c:v>59.8824501</c:v>
                      </c:pt>
                      <c:pt idx="1054">
                        <c:v>59.882442470000001</c:v>
                      </c:pt>
                      <c:pt idx="1055">
                        <c:v>59.882438659999998</c:v>
                      </c:pt>
                      <c:pt idx="1056">
                        <c:v>59.882434840000002</c:v>
                      </c:pt>
                      <c:pt idx="1057">
                        <c:v>59.882431029999999</c:v>
                      </c:pt>
                      <c:pt idx="1058">
                        <c:v>59.882427219999997</c:v>
                      </c:pt>
                      <c:pt idx="1059">
                        <c:v>59.882419589999998</c:v>
                      </c:pt>
                      <c:pt idx="1060">
                        <c:v>59.882419589999998</c:v>
                      </c:pt>
                      <c:pt idx="1061">
                        <c:v>59.882415770000001</c:v>
                      </c:pt>
                      <c:pt idx="1062">
                        <c:v>59.882411959999999</c:v>
                      </c:pt>
                      <c:pt idx="1063">
                        <c:v>59.882408140000003</c:v>
                      </c:pt>
                      <c:pt idx="1064">
                        <c:v>59.88240433</c:v>
                      </c:pt>
                      <c:pt idx="1065">
                        <c:v>59.882400509999997</c:v>
                      </c:pt>
                      <c:pt idx="1066">
                        <c:v>59.882396700000001</c:v>
                      </c:pt>
                      <c:pt idx="1067">
                        <c:v>59.882392879999998</c:v>
                      </c:pt>
                      <c:pt idx="1068">
                        <c:v>59.882389070000002</c:v>
                      </c:pt>
                      <c:pt idx="1069">
                        <c:v>59.882385249999999</c:v>
                      </c:pt>
                      <c:pt idx="1070">
                        <c:v>59.882381440000003</c:v>
                      </c:pt>
                      <c:pt idx="1071">
                        <c:v>59.88237762</c:v>
                      </c:pt>
                      <c:pt idx="1072">
                        <c:v>59.882373809999997</c:v>
                      </c:pt>
                      <c:pt idx="1073">
                        <c:v>59.882370000000002</c:v>
                      </c:pt>
                      <c:pt idx="1074">
                        <c:v>59.882362370000003</c:v>
                      </c:pt>
                      <c:pt idx="1075">
                        <c:v>59.882358549999999</c:v>
                      </c:pt>
                      <c:pt idx="1076">
                        <c:v>59.882354739999997</c:v>
                      </c:pt>
                      <c:pt idx="1077">
                        <c:v>59.882347109999998</c:v>
                      </c:pt>
                      <c:pt idx="1078">
                        <c:v>59.882343290000001</c:v>
                      </c:pt>
                      <c:pt idx="1079">
                        <c:v>59.882335660000003</c:v>
                      </c:pt>
                      <c:pt idx="1080">
                        <c:v>59.882328029999996</c:v>
                      </c:pt>
                      <c:pt idx="1081">
                        <c:v>59.882324220000001</c:v>
                      </c:pt>
                      <c:pt idx="1082">
                        <c:v>59.882316590000002</c:v>
                      </c:pt>
                      <c:pt idx="1083">
                        <c:v>59.882305150000001</c:v>
                      </c:pt>
                      <c:pt idx="1084">
                        <c:v>59.882297520000002</c:v>
                      </c:pt>
                      <c:pt idx="1085">
                        <c:v>59.882289890000003</c:v>
                      </c:pt>
                      <c:pt idx="1086">
                        <c:v>59.88227844</c:v>
                      </c:pt>
                      <c:pt idx="1087">
                        <c:v>59.882270810000001</c:v>
                      </c:pt>
                      <c:pt idx="1088">
                        <c:v>59.88225937</c:v>
                      </c:pt>
                      <c:pt idx="1089">
                        <c:v>59.882247919999998</c:v>
                      </c:pt>
                      <c:pt idx="1090">
                        <c:v>59.88223267</c:v>
                      </c:pt>
                      <c:pt idx="1091">
                        <c:v>59.882221219999998</c:v>
                      </c:pt>
                      <c:pt idx="1092">
                        <c:v>59.882209779999997</c:v>
                      </c:pt>
                      <c:pt idx="1093">
                        <c:v>59.882194519999999</c:v>
                      </c:pt>
                      <c:pt idx="1094">
                        <c:v>59.882179260000001</c:v>
                      </c:pt>
                      <c:pt idx="1095">
                        <c:v>59.882164000000003</c:v>
                      </c:pt>
                      <c:pt idx="1096">
                        <c:v>59.882144930000003</c:v>
                      </c:pt>
                      <c:pt idx="1097">
                        <c:v>59.882125850000001</c:v>
                      </c:pt>
                      <c:pt idx="1098">
                        <c:v>59.882110599999997</c:v>
                      </c:pt>
                      <c:pt idx="1099">
                        <c:v>59.882091520000003</c:v>
                      </c:pt>
                      <c:pt idx="1100">
                        <c:v>59.882080080000001</c:v>
                      </c:pt>
                      <c:pt idx="1101">
                        <c:v>59.882049559999999</c:v>
                      </c:pt>
                      <c:pt idx="1102">
                        <c:v>59.882026670000002</c:v>
                      </c:pt>
                      <c:pt idx="1103">
                        <c:v>59.882003779999998</c:v>
                      </c:pt>
                      <c:pt idx="1104">
                        <c:v>59.881980900000002</c:v>
                      </c:pt>
                      <c:pt idx="1105">
                        <c:v>59.881954190000002</c:v>
                      </c:pt>
                      <c:pt idx="1106">
                        <c:v>59.881927490000002</c:v>
                      </c:pt>
                      <c:pt idx="1107">
                        <c:v>59.881912229999998</c:v>
                      </c:pt>
                      <c:pt idx="1108">
                        <c:v>59.881874080000003</c:v>
                      </c:pt>
                      <c:pt idx="1109">
                        <c:v>59.881843570000001</c:v>
                      </c:pt>
                      <c:pt idx="1110">
                        <c:v>59.881813049999998</c:v>
                      </c:pt>
                      <c:pt idx="1111">
                        <c:v>59.881782530000002</c:v>
                      </c:pt>
                      <c:pt idx="1112">
                        <c:v>59.881748199999997</c:v>
                      </c:pt>
                      <c:pt idx="1113">
                        <c:v>59.881713869999999</c:v>
                      </c:pt>
                      <c:pt idx="1114">
                        <c:v>59.88167953</c:v>
                      </c:pt>
                      <c:pt idx="1115">
                        <c:v>59.881645200000001</c:v>
                      </c:pt>
                      <c:pt idx="1116">
                        <c:v>59.88160706</c:v>
                      </c:pt>
                      <c:pt idx="1117">
                        <c:v>59.88158035</c:v>
                      </c:pt>
                      <c:pt idx="1118">
                        <c:v>59.881530759999997</c:v>
                      </c:pt>
                      <c:pt idx="1119">
                        <c:v>59.8814888</c:v>
                      </c:pt>
                      <c:pt idx="1120">
                        <c:v>59.881446840000002</c:v>
                      </c:pt>
                      <c:pt idx="1121">
                        <c:v>59.881401060000002</c:v>
                      </c:pt>
                      <c:pt idx="1122">
                        <c:v>59.881359099999997</c:v>
                      </c:pt>
                      <c:pt idx="1123">
                        <c:v>59.881313319999997</c:v>
                      </c:pt>
                      <c:pt idx="1124">
                        <c:v>59.881278989999998</c:v>
                      </c:pt>
                      <c:pt idx="1125">
                        <c:v>59.881217960000001</c:v>
                      </c:pt>
                      <c:pt idx="1126">
                        <c:v>59.881168369999997</c:v>
                      </c:pt>
                      <c:pt idx="1127">
                        <c:v>59.88111877</c:v>
                      </c:pt>
                      <c:pt idx="1128">
                        <c:v>59.881065370000002</c:v>
                      </c:pt>
                      <c:pt idx="1129">
                        <c:v>59.881011960000002</c:v>
                      </c:pt>
                      <c:pt idx="1130">
                        <c:v>59.88095474</c:v>
                      </c:pt>
                      <c:pt idx="1131">
                        <c:v>59.880912780000003</c:v>
                      </c:pt>
                      <c:pt idx="1132">
                        <c:v>59.880844119999999</c:v>
                      </c:pt>
                      <c:pt idx="1133">
                        <c:v>59.88078308</c:v>
                      </c:pt>
                      <c:pt idx="1134">
                        <c:v>59.880722050000003</c:v>
                      </c:pt>
                      <c:pt idx="1135">
                        <c:v>59.880661009999997</c:v>
                      </c:pt>
                      <c:pt idx="1136">
                        <c:v>59.88059998</c:v>
                      </c:pt>
                      <c:pt idx="1137">
                        <c:v>59.880535129999998</c:v>
                      </c:pt>
                      <c:pt idx="1138">
                        <c:v>59.880470279999997</c:v>
                      </c:pt>
                      <c:pt idx="1139">
                        <c:v>59.88040161</c:v>
                      </c:pt>
                      <c:pt idx="1140">
                        <c:v>59.880332950000003</c:v>
                      </c:pt>
                      <c:pt idx="1141">
                        <c:v>59.880264279999999</c:v>
                      </c:pt>
                      <c:pt idx="1142">
                        <c:v>59.880191799999999</c:v>
                      </c:pt>
                      <c:pt idx="1143">
                        <c:v>59.880119319999999</c:v>
                      </c:pt>
                      <c:pt idx="1144">
                        <c:v>59.880046839999999</c:v>
                      </c:pt>
                      <c:pt idx="1145">
                        <c:v>59.879970550000003</c:v>
                      </c:pt>
                      <c:pt idx="1146">
                        <c:v>59.87989426</c:v>
                      </c:pt>
                      <c:pt idx="1147">
                        <c:v>59.879817959999997</c:v>
                      </c:pt>
                      <c:pt idx="1148">
                        <c:v>59.879737849999998</c:v>
                      </c:pt>
                      <c:pt idx="1149">
                        <c:v>59.87965775</c:v>
                      </c:pt>
                      <c:pt idx="1150">
                        <c:v>59.879573819999997</c:v>
                      </c:pt>
                      <c:pt idx="1151">
                        <c:v>59.879493709999998</c:v>
                      </c:pt>
                      <c:pt idx="1152">
                        <c:v>59.879405980000001</c:v>
                      </c:pt>
                      <c:pt idx="1153">
                        <c:v>59.879322049999999</c:v>
                      </c:pt>
                      <c:pt idx="1154">
                        <c:v>59.879234310000001</c:v>
                      </c:pt>
                      <c:pt idx="1155">
                        <c:v>59.879146579999997</c:v>
                      </c:pt>
                      <c:pt idx="1156">
                        <c:v>59.879055020000003</c:v>
                      </c:pt>
                      <c:pt idx="1157">
                        <c:v>59.878963470000002</c:v>
                      </c:pt>
                      <c:pt idx="1158">
                        <c:v>59.878871920000002</c:v>
                      </c:pt>
                      <c:pt idx="1159">
                        <c:v>59.878776549999998</c:v>
                      </c:pt>
                      <c:pt idx="1160">
                        <c:v>59.878681180000001</c:v>
                      </c:pt>
                      <c:pt idx="1161">
                        <c:v>59.878585819999998</c:v>
                      </c:pt>
                      <c:pt idx="1162">
                        <c:v>59.878501890000003</c:v>
                      </c:pt>
                      <c:pt idx="1163">
                        <c:v>59.878387449999998</c:v>
                      </c:pt>
                      <c:pt idx="1164">
                        <c:v>59.878288269999999</c:v>
                      </c:pt>
                      <c:pt idx="1165">
                        <c:v>59.878185270000003</c:v>
                      </c:pt>
                      <c:pt idx="1166">
                        <c:v>59.878082280000001</c:v>
                      </c:pt>
                      <c:pt idx="1167">
                        <c:v>59.877979279999998</c:v>
                      </c:pt>
                      <c:pt idx="1168">
                        <c:v>59.877876280000002</c:v>
                      </c:pt>
                      <c:pt idx="1169">
                        <c:v>59.877784730000002</c:v>
                      </c:pt>
                      <c:pt idx="1170">
                        <c:v>59.877662659999999</c:v>
                      </c:pt>
                      <c:pt idx="1171">
                        <c:v>59.877552029999997</c:v>
                      </c:pt>
                      <c:pt idx="1172">
                        <c:v>59.877441410000003</c:v>
                      </c:pt>
                      <c:pt idx="1173">
                        <c:v>59.877330780000001</c:v>
                      </c:pt>
                      <c:pt idx="1174">
                        <c:v>59.877220149999999</c:v>
                      </c:pt>
                      <c:pt idx="1175">
                        <c:v>59.877105710000002</c:v>
                      </c:pt>
                      <c:pt idx="1176">
                        <c:v>59.877006530000003</c:v>
                      </c:pt>
                      <c:pt idx="1177">
                        <c:v>59.87687683</c:v>
                      </c:pt>
                      <c:pt idx="1178">
                        <c:v>59.876762390000003</c:v>
                      </c:pt>
                      <c:pt idx="1179">
                        <c:v>59.876644130000003</c:v>
                      </c:pt>
                      <c:pt idx="1180">
                        <c:v>59.876525880000003</c:v>
                      </c:pt>
                      <c:pt idx="1181">
                        <c:v>59.876407620000002</c:v>
                      </c:pt>
                      <c:pt idx="1182">
                        <c:v>59.876285549999999</c:v>
                      </c:pt>
                      <c:pt idx="1183">
                        <c:v>59.87617874</c:v>
                      </c:pt>
                      <c:pt idx="1184">
                        <c:v>59.876041409999999</c:v>
                      </c:pt>
                      <c:pt idx="1185">
                        <c:v>59.875919340000003</c:v>
                      </c:pt>
                      <c:pt idx="1186">
                        <c:v>59.875793459999997</c:v>
                      </c:pt>
                      <c:pt idx="1187">
                        <c:v>59.875671390000001</c:v>
                      </c:pt>
                      <c:pt idx="1188">
                        <c:v>59.875545500000001</c:v>
                      </c:pt>
                      <c:pt idx="1189">
                        <c:v>59.875415799999999</c:v>
                      </c:pt>
                      <c:pt idx="1190">
                        <c:v>59.875305179999998</c:v>
                      </c:pt>
                      <c:pt idx="1191">
                        <c:v>59.875164030000001</c:v>
                      </c:pt>
                      <c:pt idx="1192">
                        <c:v>59.875034329999998</c:v>
                      </c:pt>
                      <c:pt idx="1193">
                        <c:v>59.874900820000001</c:v>
                      </c:pt>
                      <c:pt idx="1194">
                        <c:v>59.874771119999998</c:v>
                      </c:pt>
                      <c:pt idx="1195">
                        <c:v>59.874641420000003</c:v>
                      </c:pt>
                      <c:pt idx="1196">
                        <c:v>59.874507899999998</c:v>
                      </c:pt>
                      <c:pt idx="1197">
                        <c:v>59.87437439</c:v>
                      </c:pt>
                      <c:pt idx="1198">
                        <c:v>59.874240880000002</c:v>
                      </c:pt>
                      <c:pt idx="1199">
                        <c:v>59.874107359999996</c:v>
                      </c:pt>
                      <c:pt idx="1200">
                        <c:v>59.873970030000002</c:v>
                      </c:pt>
                      <c:pt idx="1201">
                        <c:v>59.873836519999998</c:v>
                      </c:pt>
                      <c:pt idx="1202">
                        <c:v>59.873699190000004</c:v>
                      </c:pt>
                      <c:pt idx="1203">
                        <c:v>59.873561860000002</c:v>
                      </c:pt>
                      <c:pt idx="1204">
                        <c:v>59.873424530000001</c:v>
                      </c:pt>
                      <c:pt idx="1205">
                        <c:v>59.8732872</c:v>
                      </c:pt>
                      <c:pt idx="1206">
                        <c:v>59.873149869999999</c:v>
                      </c:pt>
                      <c:pt idx="1207">
                        <c:v>59.873008730000002</c:v>
                      </c:pt>
                      <c:pt idx="1208">
                        <c:v>59.872871400000001</c:v>
                      </c:pt>
                      <c:pt idx="1209">
                        <c:v>59.872730259999997</c:v>
                      </c:pt>
                      <c:pt idx="1210">
                        <c:v>59.87258911</c:v>
                      </c:pt>
                      <c:pt idx="1211">
                        <c:v>59.872447970000003</c:v>
                      </c:pt>
                      <c:pt idx="1212">
                        <c:v>59.872306819999999</c:v>
                      </c:pt>
                      <c:pt idx="1213">
                        <c:v>59.872165680000002</c:v>
                      </c:pt>
                      <c:pt idx="1214">
                        <c:v>59.872024539999998</c:v>
                      </c:pt>
                      <c:pt idx="1215">
                        <c:v>59.871883390000001</c:v>
                      </c:pt>
                      <c:pt idx="1216">
                        <c:v>59.871742249999997</c:v>
                      </c:pt>
                      <c:pt idx="1217">
                        <c:v>59.871597289999997</c:v>
                      </c:pt>
                      <c:pt idx="1218">
                        <c:v>59.87145615</c:v>
                      </c:pt>
                      <c:pt idx="1219">
                        <c:v>59.87131119</c:v>
                      </c:pt>
                      <c:pt idx="1220">
                        <c:v>59.871170040000003</c:v>
                      </c:pt>
                      <c:pt idx="1221">
                        <c:v>59.871025090000003</c:v>
                      </c:pt>
                      <c:pt idx="1222">
                        <c:v>59.870880130000003</c:v>
                      </c:pt>
                      <c:pt idx="1223">
                        <c:v>59.870738979999999</c:v>
                      </c:pt>
                      <c:pt idx="1224">
                        <c:v>59.870594019999999</c:v>
                      </c:pt>
                      <c:pt idx="1225">
                        <c:v>59.87046814</c:v>
                      </c:pt>
                      <c:pt idx="1226">
                        <c:v>59.870307920000002</c:v>
                      </c:pt>
                      <c:pt idx="1227">
                        <c:v>59.870162960000002</c:v>
                      </c:pt>
                      <c:pt idx="1228">
                        <c:v>59.870018010000003</c:v>
                      </c:pt>
                      <c:pt idx="1229">
                        <c:v>59.869873050000002</c:v>
                      </c:pt>
                      <c:pt idx="1230">
                        <c:v>59.869731899999998</c:v>
                      </c:pt>
                      <c:pt idx="1231">
                        <c:v>59.869586939999998</c:v>
                      </c:pt>
                      <c:pt idx="1232">
                        <c:v>59.869441989999999</c:v>
                      </c:pt>
                      <c:pt idx="1233">
                        <c:v>59.869300840000001</c:v>
                      </c:pt>
                      <c:pt idx="1234">
                        <c:v>59.869155880000001</c:v>
                      </c:pt>
                      <c:pt idx="1235">
                        <c:v>59.869014739999997</c:v>
                      </c:pt>
                      <c:pt idx="1236">
                        <c:v>59.868869779999997</c:v>
                      </c:pt>
                      <c:pt idx="1237">
                        <c:v>59.86872864</c:v>
                      </c:pt>
                      <c:pt idx="1238">
                        <c:v>59.868587490000003</c:v>
                      </c:pt>
                      <c:pt idx="1239">
                        <c:v>59.868442539999997</c:v>
                      </c:pt>
                      <c:pt idx="1240">
                        <c:v>59.868301389999999</c:v>
                      </c:pt>
                      <c:pt idx="1241">
                        <c:v>59.868160250000003</c:v>
                      </c:pt>
                      <c:pt idx="1242">
                        <c:v>59.868019099999998</c:v>
                      </c:pt>
                      <c:pt idx="1243">
                        <c:v>59.867877960000001</c:v>
                      </c:pt>
                      <c:pt idx="1244">
                        <c:v>59.867736819999998</c:v>
                      </c:pt>
                      <c:pt idx="1245">
                        <c:v>59.86759567</c:v>
                      </c:pt>
                      <c:pt idx="1246">
                        <c:v>59.867458339999999</c:v>
                      </c:pt>
                      <c:pt idx="1247">
                        <c:v>59.867317200000002</c:v>
                      </c:pt>
                      <c:pt idx="1248">
                        <c:v>59.867179870000001</c:v>
                      </c:pt>
                      <c:pt idx="1249">
                        <c:v>59.86704254</c:v>
                      </c:pt>
                      <c:pt idx="1250">
                        <c:v>59.866905209999999</c:v>
                      </c:pt>
                      <c:pt idx="1251">
                        <c:v>59.866767879999998</c:v>
                      </c:pt>
                      <c:pt idx="1252">
                        <c:v>59.866630549999996</c:v>
                      </c:pt>
                      <c:pt idx="1253">
                        <c:v>59.866493230000003</c:v>
                      </c:pt>
                      <c:pt idx="1254">
                        <c:v>59.866359709999998</c:v>
                      </c:pt>
                      <c:pt idx="1255">
                        <c:v>59.8662262</c:v>
                      </c:pt>
                      <c:pt idx="1256">
                        <c:v>59.866092680000001</c:v>
                      </c:pt>
                      <c:pt idx="1257">
                        <c:v>59.865959169999996</c:v>
                      </c:pt>
                      <c:pt idx="1258">
                        <c:v>59.865825649999998</c:v>
                      </c:pt>
                      <c:pt idx="1259">
                        <c:v>59.86569214</c:v>
                      </c:pt>
                      <c:pt idx="1260">
                        <c:v>59.865562439999998</c:v>
                      </c:pt>
                      <c:pt idx="1261">
                        <c:v>59.865432740000003</c:v>
                      </c:pt>
                      <c:pt idx="1262">
                        <c:v>59.865303040000001</c:v>
                      </c:pt>
                      <c:pt idx="1263">
                        <c:v>59.865177150000001</c:v>
                      </c:pt>
                      <c:pt idx="1264">
                        <c:v>59.865047449999999</c:v>
                      </c:pt>
                      <c:pt idx="1265">
                        <c:v>59.86492157</c:v>
                      </c:pt>
                      <c:pt idx="1266">
                        <c:v>59.86479568</c:v>
                      </c:pt>
                      <c:pt idx="1267">
                        <c:v>59.864669800000001</c:v>
                      </c:pt>
                      <c:pt idx="1268">
                        <c:v>59.864547729999998</c:v>
                      </c:pt>
                      <c:pt idx="1269">
                        <c:v>59.864425660000002</c:v>
                      </c:pt>
                      <c:pt idx="1270">
                        <c:v>59.864303589999999</c:v>
                      </c:pt>
                      <c:pt idx="1271">
                        <c:v>59.864181520000002</c:v>
                      </c:pt>
                      <c:pt idx="1272">
                        <c:v>59.864059449999999</c:v>
                      </c:pt>
                      <c:pt idx="1273">
                        <c:v>59.863941189999998</c:v>
                      </c:pt>
                      <c:pt idx="1274">
                        <c:v>59.863822939999999</c:v>
                      </c:pt>
                      <c:pt idx="1275">
                        <c:v>59.863708500000001</c:v>
                      </c:pt>
                      <c:pt idx="1276">
                        <c:v>59.863590240000001</c:v>
                      </c:pt>
                      <c:pt idx="1277">
                        <c:v>59.863475800000003</c:v>
                      </c:pt>
                      <c:pt idx="1278">
                        <c:v>59.863361359999999</c:v>
                      </c:pt>
                      <c:pt idx="1279">
                        <c:v>59.863250729999997</c:v>
                      </c:pt>
                      <c:pt idx="1280">
                        <c:v>59.863140110000003</c:v>
                      </c:pt>
                      <c:pt idx="1281">
                        <c:v>59.863029480000002</c:v>
                      </c:pt>
                      <c:pt idx="1282">
                        <c:v>59.86291885</c:v>
                      </c:pt>
                      <c:pt idx="1283">
                        <c:v>59.862812040000001</c:v>
                      </c:pt>
                      <c:pt idx="1284">
                        <c:v>59.862705230000003</c:v>
                      </c:pt>
                      <c:pt idx="1285">
                        <c:v>59.862613680000003</c:v>
                      </c:pt>
                      <c:pt idx="1286">
                        <c:v>59.862499239999998</c:v>
                      </c:pt>
                      <c:pt idx="1287">
                        <c:v>59.862396240000002</c:v>
                      </c:pt>
                      <c:pt idx="1288">
                        <c:v>59.86229324</c:v>
                      </c:pt>
                      <c:pt idx="1289">
                        <c:v>59.86219406</c:v>
                      </c:pt>
                      <c:pt idx="1290">
                        <c:v>59.862110139999999</c:v>
                      </c:pt>
                      <c:pt idx="1291">
                        <c:v>59.861999509999997</c:v>
                      </c:pt>
                      <c:pt idx="1292">
                        <c:v>59.86190414</c:v>
                      </c:pt>
                      <c:pt idx="1293">
                        <c:v>59.861808779999997</c:v>
                      </c:pt>
                      <c:pt idx="1294">
                        <c:v>59.861717220000003</c:v>
                      </c:pt>
                      <c:pt idx="1295">
                        <c:v>59.861625670000002</c:v>
                      </c:pt>
                      <c:pt idx="1296">
                        <c:v>59.861534120000002</c:v>
                      </c:pt>
                      <c:pt idx="1297">
                        <c:v>59.861457819999998</c:v>
                      </c:pt>
                      <c:pt idx="1298">
                        <c:v>59.861358639999999</c:v>
                      </c:pt>
                      <c:pt idx="1299">
                        <c:v>59.861270900000001</c:v>
                      </c:pt>
                      <c:pt idx="1300">
                        <c:v>59.861186979999999</c:v>
                      </c:pt>
                      <c:pt idx="1301">
                        <c:v>59.86110687</c:v>
                      </c:pt>
                      <c:pt idx="1302">
                        <c:v>59.861022949999999</c:v>
                      </c:pt>
                      <c:pt idx="1303">
                        <c:v>59.86094284</c:v>
                      </c:pt>
                      <c:pt idx="1304">
                        <c:v>59.860866549999997</c:v>
                      </c:pt>
                      <c:pt idx="1305">
                        <c:v>59.860790250000001</c:v>
                      </c:pt>
                      <c:pt idx="1306">
                        <c:v>59.860713959999998</c:v>
                      </c:pt>
                      <c:pt idx="1307">
                        <c:v>59.860641479999998</c:v>
                      </c:pt>
                      <c:pt idx="1308">
                        <c:v>59.860568999999998</c:v>
                      </c:pt>
                      <c:pt idx="1309">
                        <c:v>59.860496519999998</c:v>
                      </c:pt>
                      <c:pt idx="1310">
                        <c:v>59.860427860000001</c:v>
                      </c:pt>
                      <c:pt idx="1311">
                        <c:v>59.86036301</c:v>
                      </c:pt>
                      <c:pt idx="1312">
                        <c:v>59.860294340000003</c:v>
                      </c:pt>
                      <c:pt idx="1313">
                        <c:v>59.860229490000002</c:v>
                      </c:pt>
                      <c:pt idx="1314">
                        <c:v>59.860168459999997</c:v>
                      </c:pt>
                      <c:pt idx="1315">
                        <c:v>59.860107419999999</c:v>
                      </c:pt>
                      <c:pt idx="1316">
                        <c:v>59.860050200000003</c:v>
                      </c:pt>
                      <c:pt idx="1317">
                        <c:v>59.859989169999999</c:v>
                      </c:pt>
                      <c:pt idx="1318">
                        <c:v>59.859935759999999</c:v>
                      </c:pt>
                      <c:pt idx="1319">
                        <c:v>59.859878539999997</c:v>
                      </c:pt>
                      <c:pt idx="1320">
                        <c:v>59.859828950000001</c:v>
                      </c:pt>
                      <c:pt idx="1321">
                        <c:v>59.859775540000001</c:v>
                      </c:pt>
                      <c:pt idx="1322">
                        <c:v>59.859729770000001</c:v>
                      </c:pt>
                      <c:pt idx="1323">
                        <c:v>59.859680179999998</c:v>
                      </c:pt>
                      <c:pt idx="1324">
                        <c:v>59.859634399999997</c:v>
                      </c:pt>
                      <c:pt idx="1325">
                        <c:v>59.859588619999997</c:v>
                      </c:pt>
                      <c:pt idx="1326">
                        <c:v>59.859546659999999</c:v>
                      </c:pt>
                      <c:pt idx="1327">
                        <c:v>59.859504700000002</c:v>
                      </c:pt>
                      <c:pt idx="1328">
                        <c:v>59.85946655</c:v>
                      </c:pt>
                      <c:pt idx="1329">
                        <c:v>59.85942841</c:v>
                      </c:pt>
                      <c:pt idx="1330">
                        <c:v>59.85939407</c:v>
                      </c:pt>
                      <c:pt idx="1331">
                        <c:v>59.859359740000002</c:v>
                      </c:pt>
                      <c:pt idx="1332">
                        <c:v>59.859325409999997</c:v>
                      </c:pt>
                      <c:pt idx="1333">
                        <c:v>59.859294890000001</c:v>
                      </c:pt>
                      <c:pt idx="1334">
                        <c:v>59.859268190000002</c:v>
                      </c:pt>
                      <c:pt idx="1335">
                        <c:v>59.859237669999999</c:v>
                      </c:pt>
                      <c:pt idx="1336">
                        <c:v>59.859214780000002</c:v>
                      </c:pt>
                      <c:pt idx="1337">
                        <c:v>59.859188080000003</c:v>
                      </c:pt>
                      <c:pt idx="1338">
                        <c:v>59.859165189999999</c:v>
                      </c:pt>
                      <c:pt idx="1339">
                        <c:v>59.859146119999998</c:v>
                      </c:pt>
                      <c:pt idx="1340">
                        <c:v>59.859127039999997</c:v>
                      </c:pt>
                      <c:pt idx="1341">
                        <c:v>59.85911179</c:v>
                      </c:pt>
                      <c:pt idx="1342">
                        <c:v>59.859096530000002</c:v>
                      </c:pt>
                      <c:pt idx="1343">
                        <c:v>59.859081269999997</c:v>
                      </c:pt>
                      <c:pt idx="1344">
                        <c:v>59.859069820000002</c:v>
                      </c:pt>
                      <c:pt idx="1345">
                        <c:v>59.85905838</c:v>
                      </c:pt>
                      <c:pt idx="1346">
                        <c:v>59.859050750000002</c:v>
                      </c:pt>
                      <c:pt idx="1347">
                        <c:v>59.859043120000003</c:v>
                      </c:pt>
                      <c:pt idx="1348">
                        <c:v>59.85903931</c:v>
                      </c:pt>
                      <c:pt idx="1349">
                        <c:v>59.859035489999997</c:v>
                      </c:pt>
                      <c:pt idx="1350">
                        <c:v>59.859035489999997</c:v>
                      </c:pt>
                      <c:pt idx="1351">
                        <c:v>59.859035489999997</c:v>
                      </c:pt>
                      <c:pt idx="1352">
                        <c:v>59.859035489999997</c:v>
                      </c:pt>
                      <c:pt idx="1353">
                        <c:v>59.85903931</c:v>
                      </c:pt>
                      <c:pt idx="1354">
                        <c:v>59.859043120000003</c:v>
                      </c:pt>
                      <c:pt idx="1355">
                        <c:v>59.859050750000002</c:v>
                      </c:pt>
                      <c:pt idx="1356">
                        <c:v>59.859062190000003</c:v>
                      </c:pt>
                      <c:pt idx="1357">
                        <c:v>59.859069820000002</c:v>
                      </c:pt>
                      <c:pt idx="1358">
                        <c:v>59.859081269999997</c:v>
                      </c:pt>
                      <c:pt idx="1359">
                        <c:v>59.859096530000002</c:v>
                      </c:pt>
                      <c:pt idx="1360">
                        <c:v>59.85911179</c:v>
                      </c:pt>
                      <c:pt idx="1361">
                        <c:v>59.85913086</c:v>
                      </c:pt>
                      <c:pt idx="1362">
                        <c:v>59.859146119999998</c:v>
                      </c:pt>
                      <c:pt idx="1363">
                        <c:v>59.859169010000002</c:v>
                      </c:pt>
                      <c:pt idx="1364">
                        <c:v>59.859191889999998</c:v>
                      </c:pt>
                      <c:pt idx="1365">
                        <c:v>59.859214780000002</c:v>
                      </c:pt>
                      <c:pt idx="1366">
                        <c:v>59.859241490000002</c:v>
                      </c:pt>
                      <c:pt idx="1367">
                        <c:v>59.859268190000002</c:v>
                      </c:pt>
                      <c:pt idx="1368">
                        <c:v>59.859294890000001</c:v>
                      </c:pt>
                      <c:pt idx="1369">
                        <c:v>59.859325409999997</c:v>
                      </c:pt>
                      <c:pt idx="1370">
                        <c:v>59.859359740000002</c:v>
                      </c:pt>
                      <c:pt idx="1371">
                        <c:v>59.85939407</c:v>
                      </c:pt>
                      <c:pt idx="1372">
                        <c:v>59.85942841</c:v>
                      </c:pt>
                      <c:pt idx="1373">
                        <c:v>59.85946655</c:v>
                      </c:pt>
                      <c:pt idx="1374">
                        <c:v>59.859504700000002</c:v>
                      </c:pt>
                      <c:pt idx="1375">
                        <c:v>59.859546659999999</c:v>
                      </c:pt>
                      <c:pt idx="1376">
                        <c:v>59.859588619999997</c:v>
                      </c:pt>
                      <c:pt idx="1377">
                        <c:v>59.859630580000001</c:v>
                      </c:pt>
                      <c:pt idx="1378">
                        <c:v>59.859676360000002</c:v>
                      </c:pt>
                      <c:pt idx="1379">
                        <c:v>59.859725949999998</c:v>
                      </c:pt>
                      <c:pt idx="1380">
                        <c:v>59.859771729999999</c:v>
                      </c:pt>
                      <c:pt idx="1381">
                        <c:v>59.859825129999997</c:v>
                      </c:pt>
                      <c:pt idx="1382">
                        <c:v>59.859874730000001</c:v>
                      </c:pt>
                      <c:pt idx="1383">
                        <c:v>59.85992813</c:v>
                      </c:pt>
                      <c:pt idx="1384">
                        <c:v>59.85998154</c:v>
                      </c:pt>
                      <c:pt idx="1385">
                        <c:v>59.860038760000002</c:v>
                      </c:pt>
                      <c:pt idx="1386">
                        <c:v>59.86009979</c:v>
                      </c:pt>
                      <c:pt idx="1387">
                        <c:v>59.860157010000002</c:v>
                      </c:pt>
                      <c:pt idx="1388">
                        <c:v>59.86021805</c:v>
                      </c:pt>
                      <c:pt idx="1389">
                        <c:v>59.860282900000001</c:v>
                      </c:pt>
                      <c:pt idx="1390">
                        <c:v>59.860347750000003</c:v>
                      </c:pt>
                      <c:pt idx="1391">
                        <c:v>59.860412599999997</c:v>
                      </c:pt>
                      <c:pt idx="1392">
                        <c:v>59.860477449999998</c:v>
                      </c:pt>
                      <c:pt idx="1393">
                        <c:v>59.860546110000001</c:v>
                      </c:pt>
                      <c:pt idx="1394">
                        <c:v>59.860618590000001</c:v>
                      </c:pt>
                      <c:pt idx="1395">
                        <c:v>59.860687259999999</c:v>
                      </c:pt>
                      <c:pt idx="1396">
                        <c:v>59.860759739999999</c:v>
                      </c:pt>
                      <c:pt idx="1397">
                        <c:v>59.860836030000002</c:v>
                      </c:pt>
                      <c:pt idx="1398">
                        <c:v>59.860912319999997</c:v>
                      </c:pt>
                      <c:pt idx="1399">
                        <c:v>59.860988620000001</c:v>
                      </c:pt>
                      <c:pt idx="1400">
                        <c:v>59.86106873</c:v>
                      </c:pt>
                      <c:pt idx="1401">
                        <c:v>59.861148829999998</c:v>
                      </c:pt>
                      <c:pt idx="1402">
                        <c:v>59.861228939999997</c:v>
                      </c:pt>
                      <c:pt idx="1403">
                        <c:v>59.861312869999999</c:v>
                      </c:pt>
                      <c:pt idx="1404">
                        <c:v>59.861396790000001</c:v>
                      </c:pt>
                      <c:pt idx="1405">
                        <c:v>59.861480710000002</c:v>
                      </c:pt>
                      <c:pt idx="1406">
                        <c:v>59.86156845</c:v>
                      </c:pt>
                      <c:pt idx="1407">
                        <c:v>59.861656189999998</c:v>
                      </c:pt>
                      <c:pt idx="1408">
                        <c:v>59.861743930000003</c:v>
                      </c:pt>
                      <c:pt idx="1409">
                        <c:v>59.861835480000003</c:v>
                      </c:pt>
                      <c:pt idx="1410">
                        <c:v>59.861927029999997</c:v>
                      </c:pt>
                      <c:pt idx="1411">
                        <c:v>59.862022400000001</c:v>
                      </c:pt>
                      <c:pt idx="1412">
                        <c:v>59.862113950000001</c:v>
                      </c:pt>
                      <c:pt idx="1413">
                        <c:v>59.862213130000001</c:v>
                      </c:pt>
                      <c:pt idx="1414">
                        <c:v>59.862308499999997</c:v>
                      </c:pt>
                      <c:pt idx="1415">
                        <c:v>59.862407679999997</c:v>
                      </c:pt>
                      <c:pt idx="1416">
                        <c:v>59.862506869999997</c:v>
                      </c:pt>
                      <c:pt idx="1417">
                        <c:v>59.862606049999997</c:v>
                      </c:pt>
                      <c:pt idx="1418">
                        <c:v>59.862709049999999</c:v>
                      </c:pt>
                      <c:pt idx="1419">
                        <c:v>59.862812040000001</c:v>
                      </c:pt>
                      <c:pt idx="1420">
                        <c:v>59.862915039999997</c:v>
                      </c:pt>
                      <c:pt idx="1421">
                        <c:v>59.86301804</c:v>
                      </c:pt>
                      <c:pt idx="1422">
                        <c:v>59.863124849999998</c:v>
                      </c:pt>
                      <c:pt idx="1423">
                        <c:v>59.863231659999997</c:v>
                      </c:pt>
                      <c:pt idx="1424">
                        <c:v>59.863342289999999</c:v>
                      </c:pt>
                      <c:pt idx="1425">
                        <c:v>59.863452909999999</c:v>
                      </c:pt>
                      <c:pt idx="1426">
                        <c:v>59.863563540000001</c:v>
                      </c:pt>
                      <c:pt idx="1427">
                        <c:v>59.863674160000002</c:v>
                      </c:pt>
                      <c:pt idx="1428">
                        <c:v>59.863784789999997</c:v>
                      </c:pt>
                      <c:pt idx="1429">
                        <c:v>59.863899230000001</c:v>
                      </c:pt>
                      <c:pt idx="1430">
                        <c:v>59.864013669999999</c:v>
                      </c:pt>
                      <c:pt idx="1431">
                        <c:v>59.864131929999999</c:v>
                      </c:pt>
                      <c:pt idx="1432">
                        <c:v>59.864246369999996</c:v>
                      </c:pt>
                      <c:pt idx="1433">
                        <c:v>59.864364620000003</c:v>
                      </c:pt>
                      <c:pt idx="1434">
                        <c:v>59.864482879999997</c:v>
                      </c:pt>
                      <c:pt idx="1435">
                        <c:v>59.864601139999998</c:v>
                      </c:pt>
                      <c:pt idx="1436">
                        <c:v>59.864723210000001</c:v>
                      </c:pt>
                      <c:pt idx="1437">
                        <c:v>59.864845279999997</c:v>
                      </c:pt>
                      <c:pt idx="1438">
                        <c:v>59.864967350000001</c:v>
                      </c:pt>
                      <c:pt idx="1439">
                        <c:v>59.865089419999997</c:v>
                      </c:pt>
                      <c:pt idx="1440">
                        <c:v>59.865215300000003</c:v>
                      </c:pt>
                      <c:pt idx="1441">
                        <c:v>59.865341190000002</c:v>
                      </c:pt>
                      <c:pt idx="1442">
                        <c:v>59.865467070000001</c:v>
                      </c:pt>
                      <c:pt idx="1443">
                        <c:v>59.865592960000001</c:v>
                      </c:pt>
                      <c:pt idx="1444">
                        <c:v>59.86571884</c:v>
                      </c:pt>
                      <c:pt idx="1445">
                        <c:v>59.865848540000002</c:v>
                      </c:pt>
                      <c:pt idx="1446">
                        <c:v>59.865978239999997</c:v>
                      </c:pt>
                      <c:pt idx="1447">
                        <c:v>59.866107939999999</c:v>
                      </c:pt>
                      <c:pt idx="1448">
                        <c:v>59.866237640000001</c:v>
                      </c:pt>
                      <c:pt idx="1449">
                        <c:v>59.866367339999996</c:v>
                      </c:pt>
                      <c:pt idx="1450">
                        <c:v>59.866500850000001</c:v>
                      </c:pt>
                      <c:pt idx="1451">
                        <c:v>59.86663437</c:v>
                      </c:pt>
                      <c:pt idx="1452">
                        <c:v>59.866767879999998</c:v>
                      </c:pt>
                      <c:pt idx="1453">
                        <c:v>59.866901400000003</c:v>
                      </c:pt>
                      <c:pt idx="1454">
                        <c:v>59.867034910000001</c:v>
                      </c:pt>
                      <c:pt idx="1455">
                        <c:v>59.867172240000002</c:v>
                      </c:pt>
                      <c:pt idx="1456">
                        <c:v>59.867305760000001</c:v>
                      </c:pt>
                      <c:pt idx="1457">
                        <c:v>59.867443080000001</c:v>
                      </c:pt>
                      <c:pt idx="1458">
                        <c:v>59.867580410000002</c:v>
                      </c:pt>
                      <c:pt idx="1459">
                        <c:v>59.867717740000003</c:v>
                      </c:pt>
                      <c:pt idx="1460">
                        <c:v>59.867858890000001</c:v>
                      </c:pt>
                      <c:pt idx="1461">
                        <c:v>59.867996220000002</c:v>
                      </c:pt>
                      <c:pt idx="1462">
                        <c:v>59.868137359999999</c:v>
                      </c:pt>
                      <c:pt idx="1463">
                        <c:v>59.868278500000002</c:v>
                      </c:pt>
                      <c:pt idx="1464">
                        <c:v>59.86841965</c:v>
                      </c:pt>
                      <c:pt idx="1465">
                        <c:v>59.868560789999997</c:v>
                      </c:pt>
                      <c:pt idx="1466">
                        <c:v>59.86870193</c:v>
                      </c:pt>
                      <c:pt idx="1467">
                        <c:v>59.868843079999998</c:v>
                      </c:pt>
                      <c:pt idx="1468">
                        <c:v>59.868988039999998</c:v>
                      </c:pt>
                      <c:pt idx="1469">
                        <c:v>59.869129180000002</c:v>
                      </c:pt>
                      <c:pt idx="1470">
                        <c:v>59.869270319999998</c:v>
                      </c:pt>
                      <c:pt idx="1471">
                        <c:v>59.869419100000002</c:v>
                      </c:pt>
                      <c:pt idx="1472">
                        <c:v>59.869564060000002</c:v>
                      </c:pt>
                      <c:pt idx="1473">
                        <c:v>59.869709010000001</c:v>
                      </c:pt>
                      <c:pt idx="1474">
                        <c:v>59.869853970000001</c:v>
                      </c:pt>
                      <c:pt idx="1475">
                        <c:v>59.869998930000001</c:v>
                      </c:pt>
                      <c:pt idx="1476">
                        <c:v>59.870147709999998</c:v>
                      </c:pt>
                      <c:pt idx="1477">
                        <c:v>59.87029648</c:v>
                      </c:pt>
                      <c:pt idx="1478">
                        <c:v>59.870445250000003</c:v>
                      </c:pt>
                      <c:pt idx="1479">
                        <c:v>59.870590210000003</c:v>
                      </c:pt>
                      <c:pt idx="1480">
                        <c:v>59.870738979999999</c:v>
                      </c:pt>
                      <c:pt idx="1481">
                        <c:v>59.870887760000002</c:v>
                      </c:pt>
                      <c:pt idx="1482">
                        <c:v>59.871036529999998</c:v>
                      </c:pt>
                      <c:pt idx="1483">
                        <c:v>59.8711853</c:v>
                      </c:pt>
                      <c:pt idx="1484">
                        <c:v>59.87133789</c:v>
                      </c:pt>
                      <c:pt idx="1485">
                        <c:v>59.871486660000002</c:v>
                      </c:pt>
                      <c:pt idx="1486">
                        <c:v>59.871635439999999</c:v>
                      </c:pt>
                      <c:pt idx="1487">
                        <c:v>59.871788019999997</c:v>
                      </c:pt>
                      <c:pt idx="1488">
                        <c:v>59.8719368</c:v>
                      </c:pt>
                      <c:pt idx="1489">
                        <c:v>59.872089389999999</c:v>
                      </c:pt>
                      <c:pt idx="1490">
                        <c:v>59.872241969999997</c:v>
                      </c:pt>
                      <c:pt idx="1491">
                        <c:v>59.872394559999996</c:v>
                      </c:pt>
                      <c:pt idx="1492">
                        <c:v>59.872543329999999</c:v>
                      </c:pt>
                      <c:pt idx="1493">
                        <c:v>59.872695919999998</c:v>
                      </c:pt>
                      <c:pt idx="1494">
                        <c:v>59.872848509999997</c:v>
                      </c:pt>
                      <c:pt idx="1495">
                        <c:v>59.873001100000003</c:v>
                      </c:pt>
                      <c:pt idx="1496">
                        <c:v>59.873153690000002</c:v>
                      </c:pt>
                      <c:pt idx="1497">
                        <c:v>59.87330627</c:v>
                      </c:pt>
                      <c:pt idx="1498">
                        <c:v>59.873462680000003</c:v>
                      </c:pt>
                      <c:pt idx="1499">
                        <c:v>59.873615260000001</c:v>
                      </c:pt>
                      <c:pt idx="1500">
                        <c:v>59.87376785</c:v>
                      </c:pt>
                      <c:pt idx="1501">
                        <c:v>59.873920439999999</c:v>
                      </c:pt>
                      <c:pt idx="1502">
                        <c:v>59.874076840000001</c:v>
                      </c:pt>
                      <c:pt idx="1503">
                        <c:v>59.87422943</c:v>
                      </c:pt>
                      <c:pt idx="1504">
                        <c:v>59.874385830000001</c:v>
                      </c:pt>
                      <c:pt idx="1505">
                        <c:v>59.87453842</c:v>
                      </c:pt>
                      <c:pt idx="1506">
                        <c:v>59.874694820000002</c:v>
                      </c:pt>
                      <c:pt idx="1507">
                        <c:v>59.874847410000001</c:v>
                      </c:pt>
                      <c:pt idx="1508">
                        <c:v>59.875003810000003</c:v>
                      </c:pt>
                      <c:pt idx="1509">
                        <c:v>59.875156400000002</c:v>
                      </c:pt>
                      <c:pt idx="1510">
                        <c:v>59.875312809999997</c:v>
                      </c:pt>
                      <c:pt idx="1511">
                        <c:v>59.875465390000002</c:v>
                      </c:pt>
                      <c:pt idx="1512">
                        <c:v>59.875621799999998</c:v>
                      </c:pt>
                      <c:pt idx="1513">
                        <c:v>59.875774380000003</c:v>
                      </c:pt>
                      <c:pt idx="1514">
                        <c:v>59.875930789999998</c:v>
                      </c:pt>
                      <c:pt idx="1515">
                        <c:v>59.87608719</c:v>
                      </c:pt>
                      <c:pt idx="1516">
                        <c:v>59.876239779999999</c:v>
                      </c:pt>
                      <c:pt idx="1517">
                        <c:v>59.87639618</c:v>
                      </c:pt>
                      <c:pt idx="1518">
                        <c:v>59.876552580000002</c:v>
                      </c:pt>
                      <c:pt idx="1519">
                        <c:v>59.876705170000001</c:v>
                      </c:pt>
                      <c:pt idx="1520">
                        <c:v>59.876861570000003</c:v>
                      </c:pt>
                      <c:pt idx="1521">
                        <c:v>59.877017969999997</c:v>
                      </c:pt>
                      <c:pt idx="1522">
                        <c:v>59.877170560000003</c:v>
                      </c:pt>
                      <c:pt idx="1523">
                        <c:v>59.877326969999999</c:v>
                      </c:pt>
                      <c:pt idx="1524">
                        <c:v>59.877479549999997</c:v>
                      </c:pt>
                      <c:pt idx="1525">
                        <c:v>59.877635959999999</c:v>
                      </c:pt>
                      <c:pt idx="1526">
                        <c:v>59.877792360000001</c:v>
                      </c:pt>
                      <c:pt idx="1527">
                        <c:v>59.87794495</c:v>
                      </c:pt>
                      <c:pt idx="1528">
                        <c:v>59.878101350000001</c:v>
                      </c:pt>
                      <c:pt idx="1529">
                        <c:v>59.87825394</c:v>
                      </c:pt>
                      <c:pt idx="1530">
                        <c:v>59.878410340000002</c:v>
                      </c:pt>
                      <c:pt idx="1531">
                        <c:v>59.878562930000001</c:v>
                      </c:pt>
                      <c:pt idx="1532">
                        <c:v>59.878719330000003</c:v>
                      </c:pt>
                      <c:pt idx="1533">
                        <c:v>59.878871920000002</c:v>
                      </c:pt>
                      <c:pt idx="1534">
                        <c:v>59.879024510000001</c:v>
                      </c:pt>
                      <c:pt idx="1535">
                        <c:v>59.879180910000002</c:v>
                      </c:pt>
                      <c:pt idx="1536">
                        <c:v>59.879333500000001</c:v>
                      </c:pt>
                      <c:pt idx="1537">
                        <c:v>59.87948608</c:v>
                      </c:pt>
                      <c:pt idx="1538">
                        <c:v>59.879642490000002</c:v>
                      </c:pt>
                      <c:pt idx="1539">
                        <c:v>59.87979507</c:v>
                      </c:pt>
                      <c:pt idx="1540">
                        <c:v>59.879947659999999</c:v>
                      </c:pt>
                      <c:pt idx="1541">
                        <c:v>59.880100249999998</c:v>
                      </c:pt>
                      <c:pt idx="1542">
                        <c:v>59.880252839999997</c:v>
                      </c:pt>
                      <c:pt idx="1543">
                        <c:v>59.880405430000003</c:v>
                      </c:pt>
                      <c:pt idx="1544">
                        <c:v>59.880558010000001</c:v>
                      </c:pt>
                      <c:pt idx="1545">
                        <c:v>59.8807106</c:v>
                      </c:pt>
                      <c:pt idx="1546">
                        <c:v>59.880863189999999</c:v>
                      </c:pt>
                      <c:pt idx="1547">
                        <c:v>59.881015779999998</c:v>
                      </c:pt>
                      <c:pt idx="1548">
                        <c:v>59.881168369999997</c:v>
                      </c:pt>
                      <c:pt idx="1549">
                        <c:v>59.881320950000003</c:v>
                      </c:pt>
                      <c:pt idx="1550">
                        <c:v>59.881469729999999</c:v>
                      </c:pt>
                      <c:pt idx="1551">
                        <c:v>59.881622309999997</c:v>
                      </c:pt>
                      <c:pt idx="1552">
                        <c:v>59.881774900000003</c:v>
                      </c:pt>
                      <c:pt idx="1553">
                        <c:v>59.88192368</c:v>
                      </c:pt>
                      <c:pt idx="1554">
                        <c:v>59.882076259999998</c:v>
                      </c:pt>
                      <c:pt idx="1555">
                        <c:v>59.882225040000002</c:v>
                      </c:pt>
                      <c:pt idx="1556">
                        <c:v>59.88237762</c:v>
                      </c:pt>
                      <c:pt idx="1557">
                        <c:v>59.882526400000003</c:v>
                      </c:pt>
                      <c:pt idx="1558">
                        <c:v>59.882675169999999</c:v>
                      </c:pt>
                      <c:pt idx="1559">
                        <c:v>59.882823940000002</c:v>
                      </c:pt>
                      <c:pt idx="1560">
                        <c:v>59.882976530000001</c:v>
                      </c:pt>
                      <c:pt idx="1561">
                        <c:v>59.883125309999997</c:v>
                      </c:pt>
                      <c:pt idx="1562">
                        <c:v>59.88327408</c:v>
                      </c:pt>
                      <c:pt idx="1563">
                        <c:v>59.883422850000002</c:v>
                      </c:pt>
                      <c:pt idx="1564">
                        <c:v>59.883571619999998</c:v>
                      </c:pt>
                      <c:pt idx="1565">
                        <c:v>59.883716579999998</c:v>
                      </c:pt>
                      <c:pt idx="1566">
                        <c:v>59.883865360000001</c:v>
                      </c:pt>
                      <c:pt idx="1567">
                        <c:v>59.884014129999997</c:v>
                      </c:pt>
                      <c:pt idx="1568">
                        <c:v>59.8841629</c:v>
                      </c:pt>
                      <c:pt idx="1569">
                        <c:v>59.88430786</c:v>
                      </c:pt>
                      <c:pt idx="1570">
                        <c:v>59.884456630000003</c:v>
                      </c:pt>
                      <c:pt idx="1571">
                        <c:v>59.884601590000003</c:v>
                      </c:pt>
                      <c:pt idx="1572">
                        <c:v>59.884746550000003</c:v>
                      </c:pt>
                      <c:pt idx="1573">
                        <c:v>59.884895319999998</c:v>
                      </c:pt>
                      <c:pt idx="1574">
                        <c:v>59.885040279999998</c:v>
                      </c:pt>
                      <c:pt idx="1575">
                        <c:v>59.885185239999998</c:v>
                      </c:pt>
                      <c:pt idx="1576">
                        <c:v>59.885330199999999</c:v>
                      </c:pt>
                      <c:pt idx="1577">
                        <c:v>59.885475159999999</c:v>
                      </c:pt>
                      <c:pt idx="1578">
                        <c:v>59.885620119999999</c:v>
                      </c:pt>
                      <c:pt idx="1579">
                        <c:v>59.885765079999999</c:v>
                      </c:pt>
                      <c:pt idx="1580">
                        <c:v>59.885910029999998</c:v>
                      </c:pt>
                      <c:pt idx="1581">
                        <c:v>59.886054989999998</c:v>
                      </c:pt>
                      <c:pt idx="1582">
                        <c:v>59.886196140000003</c:v>
                      </c:pt>
                      <c:pt idx="1583">
                        <c:v>59.886341090000002</c:v>
                      </c:pt>
                      <c:pt idx="1584">
                        <c:v>59.886486050000002</c:v>
                      </c:pt>
                      <c:pt idx="1585">
                        <c:v>59.8866272</c:v>
                      </c:pt>
                      <c:pt idx="1586">
                        <c:v>59.886768340000003</c:v>
                      </c:pt>
                      <c:pt idx="1587">
                        <c:v>59.886913300000003</c:v>
                      </c:pt>
                      <c:pt idx="1588">
                        <c:v>59.88705444</c:v>
                      </c:pt>
                      <c:pt idx="1589">
                        <c:v>59.887195589999997</c:v>
                      </c:pt>
                      <c:pt idx="1590">
                        <c:v>59.887336730000001</c:v>
                      </c:pt>
                      <c:pt idx="1591">
                        <c:v>59.887477869999998</c:v>
                      </c:pt>
                      <c:pt idx="1592">
                        <c:v>59.887619020000002</c:v>
                      </c:pt>
                      <c:pt idx="1593">
                        <c:v>59.887760159999999</c:v>
                      </c:pt>
                      <c:pt idx="1594">
                        <c:v>59.887901309999997</c:v>
                      </c:pt>
                      <c:pt idx="1595">
                        <c:v>59.88804245</c:v>
                      </c:pt>
                      <c:pt idx="1596">
                        <c:v>59.888179780000002</c:v>
                      </c:pt>
                      <c:pt idx="1597">
                        <c:v>59.888324740000002</c:v>
                      </c:pt>
                      <c:pt idx="1598">
                        <c:v>59.888465879999998</c:v>
                      </c:pt>
                      <c:pt idx="1599">
                        <c:v>59.888607030000003</c:v>
                      </c:pt>
                      <c:pt idx="1600">
                        <c:v>59.88874817</c:v>
                      </c:pt>
                      <c:pt idx="1601">
                        <c:v>59.88889313</c:v>
                      </c:pt>
                      <c:pt idx="1602">
                        <c:v>59.889034270000003</c:v>
                      </c:pt>
                      <c:pt idx="1603">
                        <c:v>59.889179230000003</c:v>
                      </c:pt>
                      <c:pt idx="1604">
                        <c:v>59.889324190000004</c:v>
                      </c:pt>
                      <c:pt idx="1605">
                        <c:v>59.88946533</c:v>
                      </c:pt>
                      <c:pt idx="1606">
                        <c:v>59.88961029</c:v>
                      </c:pt>
                      <c:pt idx="1607">
                        <c:v>59.889751429999997</c:v>
                      </c:pt>
                      <c:pt idx="1608">
                        <c:v>59.889896389999997</c:v>
                      </c:pt>
                      <c:pt idx="1609">
                        <c:v>59.890037540000002</c:v>
                      </c:pt>
                      <c:pt idx="1610">
                        <c:v>59.890178679999998</c:v>
                      </c:pt>
                      <c:pt idx="1611">
                        <c:v>59.890319820000002</c:v>
                      </c:pt>
                      <c:pt idx="1612">
                        <c:v>59.890460969999999</c:v>
                      </c:pt>
                      <c:pt idx="1613">
                        <c:v>59.890602110000003</c:v>
                      </c:pt>
                      <c:pt idx="1614">
                        <c:v>59.890743260000001</c:v>
                      </c:pt>
                      <c:pt idx="1615">
                        <c:v>59.890880580000001</c:v>
                      </c:pt>
                      <c:pt idx="1616">
                        <c:v>59.891021729999999</c:v>
                      </c:pt>
                      <c:pt idx="1617">
                        <c:v>59.89115906</c:v>
                      </c:pt>
                      <c:pt idx="1618">
                        <c:v>59.891300200000003</c:v>
                      </c:pt>
                      <c:pt idx="1619">
                        <c:v>59.891437529999997</c:v>
                      </c:pt>
                      <c:pt idx="1620">
                        <c:v>59.891574859999999</c:v>
                      </c:pt>
                      <c:pt idx="1621">
                        <c:v>59.89171219</c:v>
                      </c:pt>
                      <c:pt idx="1622">
                        <c:v>59.891849520000001</c:v>
                      </c:pt>
                      <c:pt idx="1623">
                        <c:v>59.891986850000002</c:v>
                      </c:pt>
                      <c:pt idx="1624">
                        <c:v>59.892124180000003</c:v>
                      </c:pt>
                      <c:pt idx="1625">
                        <c:v>59.892261509999997</c:v>
                      </c:pt>
                      <c:pt idx="1626">
                        <c:v>59.892398829999998</c:v>
                      </c:pt>
                      <c:pt idx="1627">
                        <c:v>59.892536159999999</c:v>
                      </c:pt>
                      <c:pt idx="1628">
                        <c:v>59.892669679999997</c:v>
                      </c:pt>
                      <c:pt idx="1629">
                        <c:v>59.892807009999999</c:v>
                      </c:pt>
                      <c:pt idx="1630">
                        <c:v>59.892940520000003</c:v>
                      </c:pt>
                      <c:pt idx="1631">
                        <c:v>59.893077849999997</c:v>
                      </c:pt>
                      <c:pt idx="1632">
                        <c:v>59.893211360000002</c:v>
                      </c:pt>
                      <c:pt idx="1633">
                        <c:v>59.893344880000001</c:v>
                      </c:pt>
                      <c:pt idx="1634">
                        <c:v>59.893478389999999</c:v>
                      </c:pt>
                      <c:pt idx="1635">
                        <c:v>59.89361572</c:v>
                      </c:pt>
                      <c:pt idx="1636">
                        <c:v>59.893749239999998</c:v>
                      </c:pt>
                      <c:pt idx="1637">
                        <c:v>59.893882750000003</c:v>
                      </c:pt>
                      <c:pt idx="1638">
                        <c:v>59.894016270000002</c:v>
                      </c:pt>
                      <c:pt idx="1639">
                        <c:v>59.894149779999999</c:v>
                      </c:pt>
                      <c:pt idx="1640">
                        <c:v>59.894283289999997</c:v>
                      </c:pt>
                      <c:pt idx="1641">
                        <c:v>59.894416810000003</c:v>
                      </c:pt>
                      <c:pt idx="1642">
                        <c:v>59.89455032</c:v>
                      </c:pt>
                      <c:pt idx="1643">
                        <c:v>59.894680020000003</c:v>
                      </c:pt>
                      <c:pt idx="1644">
                        <c:v>59.894813540000001</c:v>
                      </c:pt>
                      <c:pt idx="1645">
                        <c:v>59.894947049999999</c:v>
                      </c:pt>
                      <c:pt idx="1646">
                        <c:v>59.895080569999998</c:v>
                      </c:pt>
                      <c:pt idx="1647">
                        <c:v>59.895214080000002</c:v>
                      </c:pt>
                      <c:pt idx="1648">
                        <c:v>59.895343779999997</c:v>
                      </c:pt>
                      <c:pt idx="1649">
                        <c:v>59.895477290000002</c:v>
                      </c:pt>
                      <c:pt idx="1650">
                        <c:v>59.895610810000001</c:v>
                      </c:pt>
                      <c:pt idx="1651">
                        <c:v>59.895740510000003</c:v>
                      </c:pt>
                      <c:pt idx="1652">
                        <c:v>59.895874020000001</c:v>
                      </c:pt>
                      <c:pt idx="1653">
                        <c:v>59.896003720000003</c:v>
                      </c:pt>
                      <c:pt idx="1654">
                        <c:v>59.896137240000002</c:v>
                      </c:pt>
                      <c:pt idx="1655">
                        <c:v>59.896266939999997</c:v>
                      </c:pt>
                      <c:pt idx="1656">
                        <c:v>59.896400450000002</c:v>
                      </c:pt>
                      <c:pt idx="1657">
                        <c:v>59.896530149999997</c:v>
                      </c:pt>
                      <c:pt idx="1658">
                        <c:v>59.896659849999999</c:v>
                      </c:pt>
                      <c:pt idx="1659">
                        <c:v>59.896793369999997</c:v>
                      </c:pt>
                      <c:pt idx="1660">
                        <c:v>59.89692307</c:v>
                      </c:pt>
                      <c:pt idx="1661">
                        <c:v>59.897052760000001</c:v>
                      </c:pt>
                      <c:pt idx="1662">
                        <c:v>59.89718628</c:v>
                      </c:pt>
                      <c:pt idx="1663">
                        <c:v>59.897315980000002</c:v>
                      </c:pt>
                      <c:pt idx="1664">
                        <c:v>59.897445679999997</c:v>
                      </c:pt>
                      <c:pt idx="1665">
                        <c:v>59.897575379999999</c:v>
                      </c:pt>
                      <c:pt idx="1666">
                        <c:v>59.897705080000001</c:v>
                      </c:pt>
                      <c:pt idx="1667">
                        <c:v>59.897834779999997</c:v>
                      </c:pt>
                      <c:pt idx="1668">
                        <c:v>59.897964479999999</c:v>
                      </c:pt>
                      <c:pt idx="1669">
                        <c:v>59.898094180000001</c:v>
                      </c:pt>
                      <c:pt idx="1670">
                        <c:v>59.898223880000003</c:v>
                      </c:pt>
                      <c:pt idx="1671">
                        <c:v>59.898353579999998</c:v>
                      </c:pt>
                      <c:pt idx="1672">
                        <c:v>59.898483280000001</c:v>
                      </c:pt>
                      <c:pt idx="1673">
                        <c:v>59.898612980000003</c:v>
                      </c:pt>
                      <c:pt idx="1674">
                        <c:v>59.898742679999998</c:v>
                      </c:pt>
                      <c:pt idx="1675">
                        <c:v>59.89887238</c:v>
                      </c:pt>
                      <c:pt idx="1676">
                        <c:v>59.899002080000002</c:v>
                      </c:pt>
                      <c:pt idx="1677">
                        <c:v>59.899127960000001</c:v>
                      </c:pt>
                      <c:pt idx="1678">
                        <c:v>59.899257660000004</c:v>
                      </c:pt>
                      <c:pt idx="1679">
                        <c:v>59.899387359999999</c:v>
                      </c:pt>
                      <c:pt idx="1680">
                        <c:v>59.899513239999997</c:v>
                      </c:pt>
                      <c:pt idx="1681">
                        <c:v>59.89964294</c:v>
                      </c:pt>
                      <c:pt idx="1682">
                        <c:v>59.899768829999999</c:v>
                      </c:pt>
                      <c:pt idx="1683">
                        <c:v>59.899898530000002</c:v>
                      </c:pt>
                      <c:pt idx="1684">
                        <c:v>59.900028229999997</c:v>
                      </c:pt>
                      <c:pt idx="1685">
                        <c:v>59.900154110000003</c:v>
                      </c:pt>
                      <c:pt idx="1686">
                        <c:v>59.900280000000002</c:v>
                      </c:pt>
                      <c:pt idx="1687">
                        <c:v>59.900409699999997</c:v>
                      </c:pt>
                      <c:pt idx="1688">
                        <c:v>59.900535580000003</c:v>
                      </c:pt>
                      <c:pt idx="1689">
                        <c:v>59.900661470000003</c:v>
                      </c:pt>
                      <c:pt idx="1690">
                        <c:v>59.900791169999998</c:v>
                      </c:pt>
                      <c:pt idx="1691">
                        <c:v>59.900917049999997</c:v>
                      </c:pt>
                      <c:pt idx="1692">
                        <c:v>59.901042940000004</c:v>
                      </c:pt>
                      <c:pt idx="1693">
                        <c:v>59.901168820000002</c:v>
                      </c:pt>
                      <c:pt idx="1694">
                        <c:v>59.901294710000002</c:v>
                      </c:pt>
                      <c:pt idx="1695">
                        <c:v>59.901420590000001</c:v>
                      </c:pt>
                      <c:pt idx="1696">
                        <c:v>59.90154648</c:v>
                      </c:pt>
                      <c:pt idx="1697">
                        <c:v>59.901672359999999</c:v>
                      </c:pt>
                      <c:pt idx="1698">
                        <c:v>59.901798249999999</c:v>
                      </c:pt>
                      <c:pt idx="1699">
                        <c:v>59.901924129999998</c:v>
                      </c:pt>
                      <c:pt idx="1700">
                        <c:v>59.902050019999997</c:v>
                      </c:pt>
                      <c:pt idx="1701">
                        <c:v>59.902175900000003</c:v>
                      </c:pt>
                      <c:pt idx="1702">
                        <c:v>59.902297969999999</c:v>
                      </c:pt>
                      <c:pt idx="1703">
                        <c:v>59.902423859999999</c:v>
                      </c:pt>
                      <c:pt idx="1704">
                        <c:v>59.902549739999998</c:v>
                      </c:pt>
                      <c:pt idx="1705">
                        <c:v>59.902671810000001</c:v>
                      </c:pt>
                      <c:pt idx="1706">
                        <c:v>59.902797700000001</c:v>
                      </c:pt>
                      <c:pt idx="1707">
                        <c:v>59.902919769999997</c:v>
                      </c:pt>
                      <c:pt idx="1708">
                        <c:v>59.903045650000003</c:v>
                      </c:pt>
                      <c:pt idx="1709">
                        <c:v>59.903167719999999</c:v>
                      </c:pt>
                      <c:pt idx="1710">
                        <c:v>59.903289790000002</c:v>
                      </c:pt>
                      <c:pt idx="1711">
                        <c:v>59.903415680000002</c:v>
                      </c:pt>
                      <c:pt idx="1712">
                        <c:v>59.903537749999998</c:v>
                      </c:pt>
                      <c:pt idx="1713">
                        <c:v>59.903659820000001</c:v>
                      </c:pt>
                      <c:pt idx="1714">
                        <c:v>59.903781889999998</c:v>
                      </c:pt>
                      <c:pt idx="1715">
                        <c:v>59.903903960000001</c:v>
                      </c:pt>
                      <c:pt idx="1716">
                        <c:v>59.904026029999997</c:v>
                      </c:pt>
                      <c:pt idx="1717">
                        <c:v>59.9041481</c:v>
                      </c:pt>
                      <c:pt idx="1718">
                        <c:v>59.904270169999997</c:v>
                      </c:pt>
                      <c:pt idx="1719">
                        <c:v>59.904388429999997</c:v>
                      </c:pt>
                      <c:pt idx="1720">
                        <c:v>59.904510500000001</c:v>
                      </c:pt>
                      <c:pt idx="1721">
                        <c:v>59.904632569999997</c:v>
                      </c:pt>
                      <c:pt idx="1722">
                        <c:v>59.904750819999997</c:v>
                      </c:pt>
                      <c:pt idx="1723">
                        <c:v>59.90487289</c:v>
                      </c:pt>
                      <c:pt idx="1724">
                        <c:v>59.904991150000001</c:v>
                      </c:pt>
                      <c:pt idx="1725">
                        <c:v>59.905113219999997</c:v>
                      </c:pt>
                      <c:pt idx="1726">
                        <c:v>59.905231479999998</c:v>
                      </c:pt>
                      <c:pt idx="1727">
                        <c:v>59.905349729999998</c:v>
                      </c:pt>
                      <c:pt idx="1728">
                        <c:v>59.905467989999998</c:v>
                      </c:pt>
                      <c:pt idx="1729">
                        <c:v>59.905586239999998</c:v>
                      </c:pt>
                      <c:pt idx="1730">
                        <c:v>59.905704499999999</c:v>
                      </c:pt>
                      <c:pt idx="1731">
                        <c:v>59.905822749999999</c:v>
                      </c:pt>
                      <c:pt idx="1732">
                        <c:v>59.905941009999999</c:v>
                      </c:pt>
                      <c:pt idx="1733">
                        <c:v>59.90605927</c:v>
                      </c:pt>
                      <c:pt idx="1734">
                        <c:v>59.906173709999997</c:v>
                      </c:pt>
                      <c:pt idx="1735">
                        <c:v>59.906291959999997</c:v>
                      </c:pt>
                      <c:pt idx="1736">
                        <c:v>59.906406400000002</c:v>
                      </c:pt>
                      <c:pt idx="1737">
                        <c:v>59.906524660000002</c:v>
                      </c:pt>
                      <c:pt idx="1738">
                        <c:v>59.9066391</c:v>
                      </c:pt>
                      <c:pt idx="1739">
                        <c:v>59.906757349999999</c:v>
                      </c:pt>
                      <c:pt idx="1740">
                        <c:v>59.906871799999998</c:v>
                      </c:pt>
                      <c:pt idx="1741">
                        <c:v>59.906986240000002</c:v>
                      </c:pt>
                      <c:pt idx="1742">
                        <c:v>59.907100679999999</c:v>
                      </c:pt>
                      <c:pt idx="1743">
                        <c:v>59.907215119999996</c:v>
                      </c:pt>
                      <c:pt idx="1744">
                        <c:v>59.907329560000001</c:v>
                      </c:pt>
                      <c:pt idx="1745">
                        <c:v>59.907440190000003</c:v>
                      </c:pt>
                      <c:pt idx="1746">
                        <c:v>59.90755463</c:v>
                      </c:pt>
                      <c:pt idx="1747">
                        <c:v>59.907669069999997</c:v>
                      </c:pt>
                      <c:pt idx="1748">
                        <c:v>59.907779689999998</c:v>
                      </c:pt>
                      <c:pt idx="1749">
                        <c:v>59.907894130000003</c:v>
                      </c:pt>
                      <c:pt idx="1750">
                        <c:v>59.908004759999997</c:v>
                      </c:pt>
                      <c:pt idx="1751">
                        <c:v>59.908115389999999</c:v>
                      </c:pt>
                      <c:pt idx="1752">
                        <c:v>59.90822601</c:v>
                      </c:pt>
                      <c:pt idx="1753">
                        <c:v>59.908336640000002</c:v>
                      </c:pt>
                      <c:pt idx="1754">
                        <c:v>59.908447270000003</c:v>
                      </c:pt>
                      <c:pt idx="1755">
                        <c:v>59.908557889999997</c:v>
                      </c:pt>
                      <c:pt idx="1756">
                        <c:v>59.908668519999999</c:v>
                      </c:pt>
                      <c:pt idx="1757">
                        <c:v>59.908775329999997</c:v>
                      </c:pt>
                      <c:pt idx="1758">
                        <c:v>59.908885959999999</c:v>
                      </c:pt>
                      <c:pt idx="1759">
                        <c:v>59.908992769999998</c:v>
                      </c:pt>
                      <c:pt idx="1760">
                        <c:v>59.909103389999999</c:v>
                      </c:pt>
                      <c:pt idx="1761">
                        <c:v>59.909210209999998</c:v>
                      </c:pt>
                      <c:pt idx="1762">
                        <c:v>59.909317020000003</c:v>
                      </c:pt>
                      <c:pt idx="1763">
                        <c:v>59.909423830000001</c:v>
                      </c:pt>
                      <c:pt idx="1764">
                        <c:v>59.90953064</c:v>
                      </c:pt>
                      <c:pt idx="1765">
                        <c:v>59.909637449999998</c:v>
                      </c:pt>
                      <c:pt idx="1766">
                        <c:v>59.909744259999997</c:v>
                      </c:pt>
                      <c:pt idx="1767">
                        <c:v>59.909851070000002</c:v>
                      </c:pt>
                      <c:pt idx="1768">
                        <c:v>59.909954069999998</c:v>
                      </c:pt>
                      <c:pt idx="1769">
                        <c:v>59.910060880000003</c:v>
                      </c:pt>
                      <c:pt idx="1770">
                        <c:v>59.910163879999999</c:v>
                      </c:pt>
                      <c:pt idx="1771">
                        <c:v>59.910266880000002</c:v>
                      </c:pt>
                      <c:pt idx="1772">
                        <c:v>59.910369869999997</c:v>
                      </c:pt>
                      <c:pt idx="1773">
                        <c:v>59.91047287</c:v>
                      </c:pt>
                      <c:pt idx="1774">
                        <c:v>59.910575870000002</c:v>
                      </c:pt>
                      <c:pt idx="1775">
                        <c:v>59.910678859999997</c:v>
                      </c:pt>
                      <c:pt idx="1776">
                        <c:v>59.91078186</c:v>
                      </c:pt>
                      <c:pt idx="1777">
                        <c:v>59.91088104</c:v>
                      </c:pt>
                      <c:pt idx="1778">
                        <c:v>59.910984040000002</c:v>
                      </c:pt>
                      <c:pt idx="1779">
                        <c:v>59.911083220000002</c:v>
                      </c:pt>
                      <c:pt idx="1780">
                        <c:v>59.911182400000001</c:v>
                      </c:pt>
                      <c:pt idx="1781">
                        <c:v>59.911281590000002</c:v>
                      </c:pt>
                      <c:pt idx="1782">
                        <c:v>59.911380770000001</c:v>
                      </c:pt>
                      <c:pt idx="1783">
                        <c:v>59.91147995</c:v>
                      </c:pt>
                      <c:pt idx="1784">
                        <c:v>59.91157913</c:v>
                      </c:pt>
                      <c:pt idx="1785">
                        <c:v>59.911678309999999</c:v>
                      </c:pt>
                      <c:pt idx="1786">
                        <c:v>59.911773680000003</c:v>
                      </c:pt>
                      <c:pt idx="1787">
                        <c:v>59.911872860000003</c:v>
                      </c:pt>
                      <c:pt idx="1788">
                        <c:v>59.911968229999999</c:v>
                      </c:pt>
                      <c:pt idx="1789">
                        <c:v>59.912063600000003</c:v>
                      </c:pt>
                      <c:pt idx="1790">
                        <c:v>59.912162780000003</c:v>
                      </c:pt>
                      <c:pt idx="1791">
                        <c:v>59.91225815</c:v>
                      </c:pt>
                      <c:pt idx="1792">
                        <c:v>59.9123497</c:v>
                      </c:pt>
                      <c:pt idx="1793">
                        <c:v>59.912445069999997</c:v>
                      </c:pt>
                      <c:pt idx="1794">
                        <c:v>59.912540440000001</c:v>
                      </c:pt>
                      <c:pt idx="1795">
                        <c:v>59.912635799999997</c:v>
                      </c:pt>
                      <c:pt idx="1796">
                        <c:v>59.912727359999998</c:v>
                      </c:pt>
                      <c:pt idx="1797">
                        <c:v>59.912818909999999</c:v>
                      </c:pt>
                      <c:pt idx="1798">
                        <c:v>59.912914280000003</c:v>
                      </c:pt>
                      <c:pt idx="1799">
                        <c:v>59.913005830000003</c:v>
                      </c:pt>
                      <c:pt idx="1800">
                        <c:v>59.913097380000004</c:v>
                      </c:pt>
                      <c:pt idx="1801">
                        <c:v>59.913185120000001</c:v>
                      </c:pt>
                      <c:pt idx="1802">
                        <c:v>59.913276670000002</c:v>
                      </c:pt>
                      <c:pt idx="1803">
                        <c:v>59.913368230000003</c:v>
                      </c:pt>
                      <c:pt idx="1804">
                        <c:v>59.91345596</c:v>
                      </c:pt>
                      <c:pt idx="1805">
                        <c:v>59.913547520000002</c:v>
                      </c:pt>
                      <c:pt idx="1806">
                        <c:v>59.913635249999999</c:v>
                      </c:pt>
                      <c:pt idx="1807">
                        <c:v>59.913722989999997</c:v>
                      </c:pt>
                      <c:pt idx="1808">
                        <c:v>59.913806919999999</c:v>
                      </c:pt>
                      <c:pt idx="1809">
                        <c:v>59.913898469999999</c:v>
                      </c:pt>
                      <c:pt idx="1810">
                        <c:v>59.913986209999997</c:v>
                      </c:pt>
                      <c:pt idx="1811">
                        <c:v>59.914070129999999</c:v>
                      </c:pt>
                      <c:pt idx="1812">
                        <c:v>59.914157869999997</c:v>
                      </c:pt>
                      <c:pt idx="1813">
                        <c:v>59.914241789999998</c:v>
                      </c:pt>
                      <c:pt idx="1814">
                        <c:v>59.914329530000003</c:v>
                      </c:pt>
                      <c:pt idx="1815">
                        <c:v>59.914413449999998</c:v>
                      </c:pt>
                      <c:pt idx="1816">
                        <c:v>59.91449738</c:v>
                      </c:pt>
                      <c:pt idx="1817">
                        <c:v>59.914581300000002</c:v>
                      </c:pt>
                      <c:pt idx="1818">
                        <c:v>59.914665220000003</c:v>
                      </c:pt>
                      <c:pt idx="1819">
                        <c:v>59.914745330000002</c:v>
                      </c:pt>
                      <c:pt idx="1820">
                        <c:v>59.914829249999997</c:v>
                      </c:pt>
                      <c:pt idx="1821">
                        <c:v>59.914909360000003</c:v>
                      </c:pt>
                      <c:pt idx="1822">
                        <c:v>59.914993289999998</c:v>
                      </c:pt>
                      <c:pt idx="1823">
                        <c:v>59.915073390000003</c:v>
                      </c:pt>
                      <c:pt idx="1824">
                        <c:v>59.915153500000002</c:v>
                      </c:pt>
                      <c:pt idx="1825">
                        <c:v>59.915233610000001</c:v>
                      </c:pt>
                      <c:pt idx="1826">
                        <c:v>59.91531372</c:v>
                      </c:pt>
                      <c:pt idx="1827">
                        <c:v>59.915390010000003</c:v>
                      </c:pt>
                      <c:pt idx="1828">
                        <c:v>59.915470120000002</c:v>
                      </c:pt>
                      <c:pt idx="1829">
                        <c:v>59.915546419999998</c:v>
                      </c:pt>
                      <c:pt idx="1830">
                        <c:v>59.915626529999997</c:v>
                      </c:pt>
                      <c:pt idx="1831">
                        <c:v>59.91570282</c:v>
                      </c:pt>
                      <c:pt idx="1832">
                        <c:v>59.915779110000003</c:v>
                      </c:pt>
                      <c:pt idx="1833">
                        <c:v>59.915855409999999</c:v>
                      </c:pt>
                      <c:pt idx="1834">
                        <c:v>59.915931700000002</c:v>
                      </c:pt>
                      <c:pt idx="1835">
                        <c:v>59.916007999999998</c:v>
                      </c:pt>
                      <c:pt idx="1836">
                        <c:v>59.916080469999997</c:v>
                      </c:pt>
                      <c:pt idx="1837">
                        <c:v>59.916156770000001</c:v>
                      </c:pt>
                      <c:pt idx="1838">
                        <c:v>59.916229250000001</c:v>
                      </c:pt>
                      <c:pt idx="1839">
                        <c:v>59.916301730000001</c:v>
                      </c:pt>
                      <c:pt idx="1840">
                        <c:v>59.916378020000003</c:v>
                      </c:pt>
                      <c:pt idx="1841">
                        <c:v>59.916450500000003</c:v>
                      </c:pt>
                      <c:pt idx="1842">
                        <c:v>59.916519170000001</c:v>
                      </c:pt>
                      <c:pt idx="1843">
                        <c:v>59.91659164</c:v>
                      </c:pt>
                      <c:pt idx="1844">
                        <c:v>59.91666412</c:v>
                      </c:pt>
                      <c:pt idx="1845">
                        <c:v>59.916732789999998</c:v>
                      </c:pt>
                      <c:pt idx="1846">
                        <c:v>59.916805269999998</c:v>
                      </c:pt>
                      <c:pt idx="1847">
                        <c:v>59.916873930000001</c:v>
                      </c:pt>
                      <c:pt idx="1848">
                        <c:v>59.916942599999999</c:v>
                      </c:pt>
                      <c:pt idx="1849">
                        <c:v>59.917011260000002</c:v>
                      </c:pt>
                      <c:pt idx="1850">
                        <c:v>59.91707993</c:v>
                      </c:pt>
                      <c:pt idx="1851">
                        <c:v>59.917144780000001</c:v>
                      </c:pt>
                      <c:pt idx="1852">
                        <c:v>59.917213439999998</c:v>
                      </c:pt>
                      <c:pt idx="1853">
                        <c:v>59.917278289999999</c:v>
                      </c:pt>
                      <c:pt idx="1854">
                        <c:v>59.917346950000002</c:v>
                      </c:pt>
                      <c:pt idx="1855">
                        <c:v>59.917411799999996</c:v>
                      </c:pt>
                      <c:pt idx="1856">
                        <c:v>59.917476649999998</c:v>
                      </c:pt>
                      <c:pt idx="1857">
                        <c:v>59.917541499999999</c:v>
                      </c:pt>
                      <c:pt idx="1858">
                        <c:v>59.917602539999997</c:v>
                      </c:pt>
                      <c:pt idx="1859">
                        <c:v>59.917667389999998</c:v>
                      </c:pt>
                      <c:pt idx="1860">
                        <c:v>59.917732239999999</c:v>
                      </c:pt>
                      <c:pt idx="1861">
                        <c:v>59.917793269999997</c:v>
                      </c:pt>
                      <c:pt idx="1862">
                        <c:v>59.917854310000003</c:v>
                      </c:pt>
                      <c:pt idx="1863">
                        <c:v>59.91791534</c:v>
                      </c:pt>
                      <c:pt idx="1864">
                        <c:v>59.917976379999999</c:v>
                      </c:pt>
                      <c:pt idx="1865">
                        <c:v>59.918037409999997</c:v>
                      </c:pt>
                      <c:pt idx="1866">
                        <c:v>59.91809464</c:v>
                      </c:pt>
                      <c:pt idx="1867">
                        <c:v>59.918155669999997</c:v>
                      </c:pt>
                      <c:pt idx="1868">
                        <c:v>59.91821289</c:v>
                      </c:pt>
                      <c:pt idx="1869">
                        <c:v>59.918273929999998</c:v>
                      </c:pt>
                      <c:pt idx="1870">
                        <c:v>59.91833115</c:v>
                      </c:pt>
                      <c:pt idx="1871">
                        <c:v>59.918388370000002</c:v>
                      </c:pt>
                      <c:pt idx="1872">
                        <c:v>59.918441770000001</c:v>
                      </c:pt>
                      <c:pt idx="1873">
                        <c:v>59.918498990000003</c:v>
                      </c:pt>
                      <c:pt idx="1874">
                        <c:v>59.918556209999998</c:v>
                      </c:pt>
                      <c:pt idx="1875">
                        <c:v>59.918609619999998</c:v>
                      </c:pt>
                      <c:pt idx="1876">
                        <c:v>59.918663019999997</c:v>
                      </c:pt>
                      <c:pt idx="1877">
                        <c:v>59.918716430000003</c:v>
                      </c:pt>
                      <c:pt idx="1878">
                        <c:v>59.918769840000003</c:v>
                      </c:pt>
                      <c:pt idx="1879">
                        <c:v>59.918823240000002</c:v>
                      </c:pt>
                      <c:pt idx="1880">
                        <c:v>59.918876650000001</c:v>
                      </c:pt>
                      <c:pt idx="1881">
                        <c:v>59.918926239999998</c:v>
                      </c:pt>
                      <c:pt idx="1882">
                        <c:v>59.918975830000001</c:v>
                      </c:pt>
                      <c:pt idx="1883">
                        <c:v>59.91902924</c:v>
                      </c:pt>
                      <c:pt idx="1884">
                        <c:v>59.919078829999997</c:v>
                      </c:pt>
                      <c:pt idx="1885">
                        <c:v>59.91912842</c:v>
                      </c:pt>
                      <c:pt idx="1886">
                        <c:v>59.91917419</c:v>
                      </c:pt>
                      <c:pt idx="1887">
                        <c:v>59.919223789999997</c:v>
                      </c:pt>
                      <c:pt idx="1888">
                        <c:v>59.919269559999996</c:v>
                      </c:pt>
                      <c:pt idx="1889">
                        <c:v>59.91931915</c:v>
                      </c:pt>
                      <c:pt idx="1890">
                        <c:v>59.91936493</c:v>
                      </c:pt>
                      <c:pt idx="1891">
                        <c:v>59.919410710000001</c:v>
                      </c:pt>
                      <c:pt idx="1892">
                        <c:v>59.919452669999998</c:v>
                      </c:pt>
                      <c:pt idx="1893">
                        <c:v>59.919498439999998</c:v>
                      </c:pt>
                      <c:pt idx="1894">
                        <c:v>59.919544219999999</c:v>
                      </c:pt>
                      <c:pt idx="1895">
                        <c:v>59.919586180000003</c:v>
                      </c:pt>
                      <c:pt idx="1896">
                        <c:v>59.91962814</c:v>
                      </c:pt>
                      <c:pt idx="1897">
                        <c:v>59.919670099999998</c:v>
                      </c:pt>
                      <c:pt idx="1898">
                        <c:v>59.919712070000003</c:v>
                      </c:pt>
                      <c:pt idx="1899">
                        <c:v>59.91975403</c:v>
                      </c:pt>
                      <c:pt idx="1900">
                        <c:v>59.919792180000002</c:v>
                      </c:pt>
                      <c:pt idx="1901">
                        <c:v>59.919830320000003</c:v>
                      </c:pt>
                      <c:pt idx="1902">
                        <c:v>59.91987228</c:v>
                      </c:pt>
                      <c:pt idx="1903">
                        <c:v>59.919910430000002</c:v>
                      </c:pt>
                      <c:pt idx="1904">
                        <c:v>59.91994476</c:v>
                      </c:pt>
                      <c:pt idx="1905">
                        <c:v>59.919982910000002</c:v>
                      </c:pt>
                      <c:pt idx="1906">
                        <c:v>59.920021060000003</c:v>
                      </c:pt>
                      <c:pt idx="1907">
                        <c:v>59.920055390000002</c:v>
                      </c:pt>
                      <c:pt idx="1908">
                        <c:v>59.92008972</c:v>
                      </c:pt>
                      <c:pt idx="1909">
                        <c:v>59.920124049999998</c:v>
                      </c:pt>
                      <c:pt idx="1910">
                        <c:v>59.920158389999997</c:v>
                      </c:pt>
                      <c:pt idx="1911">
                        <c:v>59.920192720000003</c:v>
                      </c:pt>
                      <c:pt idx="1912">
                        <c:v>59.920223239999999</c:v>
                      </c:pt>
                      <c:pt idx="1913">
                        <c:v>59.920253750000001</c:v>
                      </c:pt>
                      <c:pt idx="1914">
                        <c:v>59.92028809</c:v>
                      </c:pt>
                      <c:pt idx="1915">
                        <c:v>59.920318600000002</c:v>
                      </c:pt>
                      <c:pt idx="1916">
                        <c:v>59.920345310000002</c:v>
                      </c:pt>
                      <c:pt idx="1917">
                        <c:v>59.920375819999997</c:v>
                      </c:pt>
                      <c:pt idx="1918">
                        <c:v>59.920402529999997</c:v>
                      </c:pt>
                      <c:pt idx="1919">
                        <c:v>59.920433039999999</c:v>
                      </c:pt>
                      <c:pt idx="1920">
                        <c:v>59.920459749999999</c:v>
                      </c:pt>
                      <c:pt idx="1921">
                        <c:v>59.920482640000003</c:v>
                      </c:pt>
                      <c:pt idx="1922">
                        <c:v>59.920509340000002</c:v>
                      </c:pt>
                      <c:pt idx="1923">
                        <c:v>59.920536040000002</c:v>
                      </c:pt>
                      <c:pt idx="1924">
                        <c:v>59.920558929999999</c:v>
                      </c:pt>
                      <c:pt idx="1925">
                        <c:v>59.920581820000002</c:v>
                      </c:pt>
                      <c:pt idx="1926">
                        <c:v>59.920608520000002</c:v>
                      </c:pt>
                      <c:pt idx="1927">
                        <c:v>59.920631409999999</c:v>
                      </c:pt>
                      <c:pt idx="1928">
                        <c:v>59.920658109999998</c:v>
                      </c:pt>
                      <c:pt idx="1929">
                        <c:v>59.920681000000002</c:v>
                      </c:pt>
                      <c:pt idx="1930">
                        <c:v>59.920707700000001</c:v>
                      </c:pt>
                      <c:pt idx="1931">
                        <c:v>59.920734410000001</c:v>
                      </c:pt>
                      <c:pt idx="1932">
                        <c:v>59.920761110000001</c:v>
                      </c:pt>
                      <c:pt idx="1933">
                        <c:v>59.92078781</c:v>
                      </c:pt>
                      <c:pt idx="1934">
                        <c:v>59.920810699999997</c:v>
                      </c:pt>
                      <c:pt idx="1935">
                        <c:v>59.920837400000003</c:v>
                      </c:pt>
                      <c:pt idx="1936">
                        <c:v>59.92086029</c:v>
                      </c:pt>
                      <c:pt idx="1937">
                        <c:v>59.920883179999997</c:v>
                      </c:pt>
                      <c:pt idx="1938">
                        <c:v>59.920906070000001</c:v>
                      </c:pt>
                      <c:pt idx="1939">
                        <c:v>59.920928959999998</c:v>
                      </c:pt>
                      <c:pt idx="1940">
                        <c:v>59.920948029999998</c:v>
                      </c:pt>
                      <c:pt idx="1941">
                        <c:v>59.920970920000002</c:v>
                      </c:pt>
                      <c:pt idx="1942">
                        <c:v>59.920989990000002</c:v>
                      </c:pt>
                      <c:pt idx="1943">
                        <c:v>59.921009060000003</c:v>
                      </c:pt>
                      <c:pt idx="1944">
                        <c:v>59.921024320000001</c:v>
                      </c:pt>
                      <c:pt idx="1945">
                        <c:v>59.921043400000002</c:v>
                      </c:pt>
                      <c:pt idx="1946">
                        <c:v>59.921058649999999</c:v>
                      </c:pt>
                      <c:pt idx="1947">
                        <c:v>59.921073909999997</c:v>
                      </c:pt>
                      <c:pt idx="1948">
                        <c:v>59.921089170000002</c:v>
                      </c:pt>
                      <c:pt idx="1949">
                        <c:v>59.92110443</c:v>
                      </c:pt>
                      <c:pt idx="1950">
                        <c:v>59.921115880000002</c:v>
                      </c:pt>
                      <c:pt idx="1951">
                        <c:v>59.921127319999997</c:v>
                      </c:pt>
                      <c:pt idx="1952">
                        <c:v>59.921138759999998</c:v>
                      </c:pt>
                      <c:pt idx="1953">
                        <c:v>59.92115021</c:v>
                      </c:pt>
                      <c:pt idx="1954">
                        <c:v>59.921157839999999</c:v>
                      </c:pt>
                      <c:pt idx="1955">
                        <c:v>59.921169280000001</c:v>
                      </c:pt>
                      <c:pt idx="1956">
                        <c:v>59.92117691</c:v>
                      </c:pt>
                      <c:pt idx="1957">
                        <c:v>59.921184539999999</c:v>
                      </c:pt>
                      <c:pt idx="1958">
                        <c:v>59.921188350000001</c:v>
                      </c:pt>
                      <c:pt idx="1959">
                        <c:v>59.92119598</c:v>
                      </c:pt>
                      <c:pt idx="1960">
                        <c:v>59.921199799999997</c:v>
                      </c:pt>
                      <c:pt idx="1961">
                        <c:v>59.921203609999999</c:v>
                      </c:pt>
                      <c:pt idx="1962">
                        <c:v>59.921207430000003</c:v>
                      </c:pt>
                      <c:pt idx="1963">
                        <c:v>59.921211239999998</c:v>
                      </c:pt>
                      <c:pt idx="1964">
                        <c:v>59.921211239999998</c:v>
                      </c:pt>
                      <c:pt idx="1965">
                        <c:v>59.921215060000002</c:v>
                      </c:pt>
                      <c:pt idx="1966">
                        <c:v>59.921215060000002</c:v>
                      </c:pt>
                      <c:pt idx="1967">
                        <c:v>59.921215060000002</c:v>
                      </c:pt>
                      <c:pt idx="1968">
                        <c:v>59.921215060000002</c:v>
                      </c:pt>
                      <c:pt idx="1969">
                        <c:v>59.921211239999998</c:v>
                      </c:pt>
                      <c:pt idx="1970">
                        <c:v>59.921207430000003</c:v>
                      </c:pt>
                      <c:pt idx="1971">
                        <c:v>59.921207430000003</c:v>
                      </c:pt>
                      <c:pt idx="1972">
                        <c:v>59.921203609999999</c:v>
                      </c:pt>
                      <c:pt idx="1973">
                        <c:v>59.921199799999997</c:v>
                      </c:pt>
                      <c:pt idx="1974">
                        <c:v>59.921192169999998</c:v>
                      </c:pt>
                      <c:pt idx="1975">
                        <c:v>59.921188350000001</c:v>
                      </c:pt>
                      <c:pt idx="1976">
                        <c:v>59.921180730000003</c:v>
                      </c:pt>
                      <c:pt idx="1977">
                        <c:v>59.921173099999997</c:v>
                      </c:pt>
                      <c:pt idx="1978">
                        <c:v>59.921165469999998</c:v>
                      </c:pt>
                      <c:pt idx="1979">
                        <c:v>59.921157839999999</c:v>
                      </c:pt>
                      <c:pt idx="1980">
                        <c:v>59.92115021</c:v>
                      </c:pt>
                      <c:pt idx="1981">
                        <c:v>59.921138759999998</c:v>
                      </c:pt>
                      <c:pt idx="1982">
                        <c:v>59.921127319999997</c:v>
                      </c:pt>
                      <c:pt idx="1983">
                        <c:v>59.921115880000002</c:v>
                      </c:pt>
                      <c:pt idx="1984">
                        <c:v>59.92110443</c:v>
                      </c:pt>
                      <c:pt idx="1985">
                        <c:v>59.921092989999998</c:v>
                      </c:pt>
                      <c:pt idx="1986">
                        <c:v>59.92107773</c:v>
                      </c:pt>
                      <c:pt idx="1987">
                        <c:v>59.921066279999998</c:v>
                      </c:pt>
                      <c:pt idx="1988">
                        <c:v>59.921051030000001</c:v>
                      </c:pt>
                      <c:pt idx="1989">
                        <c:v>59.921035770000003</c:v>
                      </c:pt>
                      <c:pt idx="1990">
                        <c:v>59.921020509999998</c:v>
                      </c:pt>
                      <c:pt idx="1991">
                        <c:v>59.921001429999997</c:v>
                      </c:pt>
                      <c:pt idx="1992">
                        <c:v>59.920982359999996</c:v>
                      </c:pt>
                      <c:pt idx="1993">
                        <c:v>59.920967099999999</c:v>
                      </c:pt>
                      <c:pt idx="1994">
                        <c:v>59.920948029999998</c:v>
                      </c:pt>
                      <c:pt idx="1995">
                        <c:v>59.920925140000001</c:v>
                      </c:pt>
                      <c:pt idx="1996">
                        <c:v>59.920906070000001</c:v>
                      </c:pt>
                      <c:pt idx="1997">
                        <c:v>59.920883179999997</c:v>
                      </c:pt>
                      <c:pt idx="1998">
                        <c:v>59.920864109999997</c:v>
                      </c:pt>
                      <c:pt idx="1999">
                        <c:v>59.92084122</c:v>
                      </c:pt>
                      <c:pt idx="2000">
                        <c:v>59.92081451</c:v>
                      </c:pt>
                      <c:pt idx="2001">
                        <c:v>59.920791629999997</c:v>
                      </c:pt>
                      <c:pt idx="2002">
                        <c:v>59.920764920000003</c:v>
                      </c:pt>
                      <c:pt idx="2003">
                        <c:v>59.92074203</c:v>
                      </c:pt>
                      <c:pt idx="2004">
                        <c:v>59.92071533</c:v>
                      </c:pt>
                      <c:pt idx="2005">
                        <c:v>59.920688630000001</c:v>
                      </c:pt>
                      <c:pt idx="2006">
                        <c:v>59.920658109999998</c:v>
                      </c:pt>
                      <c:pt idx="2007">
                        <c:v>59.920631409999999</c:v>
                      </c:pt>
                      <c:pt idx="2008">
                        <c:v>59.920600890000003</c:v>
                      </c:pt>
                      <c:pt idx="2009">
                        <c:v>59.92057037</c:v>
                      </c:pt>
                      <c:pt idx="2010">
                        <c:v>59.920539859999998</c:v>
                      </c:pt>
                      <c:pt idx="2011">
                        <c:v>59.920505519999999</c:v>
                      </c:pt>
                      <c:pt idx="2012">
                        <c:v>59.920475009999997</c:v>
                      </c:pt>
                      <c:pt idx="2013">
                        <c:v>59.920440669999998</c:v>
                      </c:pt>
                      <c:pt idx="2014">
                        <c:v>59.92040634</c:v>
                      </c:pt>
                      <c:pt idx="2015">
                        <c:v>59.920372010000001</c:v>
                      </c:pt>
                      <c:pt idx="2016">
                        <c:v>59.920337680000003</c:v>
                      </c:pt>
                      <c:pt idx="2017">
                        <c:v>59.920299530000001</c:v>
                      </c:pt>
                      <c:pt idx="2018">
                        <c:v>59.920261379999999</c:v>
                      </c:pt>
                      <c:pt idx="2019">
                        <c:v>59.920223239999999</c:v>
                      </c:pt>
                      <c:pt idx="2020">
                        <c:v>59.920185089999997</c:v>
                      </c:pt>
                      <c:pt idx="2021">
                        <c:v>59.920146940000002</c:v>
                      </c:pt>
                      <c:pt idx="2022">
                        <c:v>59.920104979999998</c:v>
                      </c:pt>
                      <c:pt idx="2023">
                        <c:v>59.920063020000001</c:v>
                      </c:pt>
                      <c:pt idx="2024">
                        <c:v>59.920024869999999</c:v>
                      </c:pt>
                      <c:pt idx="2025">
                        <c:v>59.919979099999999</c:v>
                      </c:pt>
                      <c:pt idx="2026">
                        <c:v>59.919937130000001</c:v>
                      </c:pt>
                      <c:pt idx="2027">
                        <c:v>59.919891360000001</c:v>
                      </c:pt>
                      <c:pt idx="2028">
                        <c:v>59.919849399999997</c:v>
                      </c:pt>
                      <c:pt idx="2029">
                        <c:v>59.919803620000003</c:v>
                      </c:pt>
                      <c:pt idx="2030">
                        <c:v>59.919757840000003</c:v>
                      </c:pt>
                      <c:pt idx="2031">
                        <c:v>59.919708249999999</c:v>
                      </c:pt>
                      <c:pt idx="2032">
                        <c:v>59.91966248</c:v>
                      </c:pt>
                      <c:pt idx="2033">
                        <c:v>59.919612880000003</c:v>
                      </c:pt>
                      <c:pt idx="2034">
                        <c:v>59.919563289999999</c:v>
                      </c:pt>
                      <c:pt idx="2035">
                        <c:v>59.919513700000003</c:v>
                      </c:pt>
                      <c:pt idx="2036">
                        <c:v>59.919460299999997</c:v>
                      </c:pt>
                      <c:pt idx="2037">
                        <c:v>59.919410710000001</c:v>
                      </c:pt>
                      <c:pt idx="2038">
                        <c:v>59.919357300000001</c:v>
                      </c:pt>
                      <c:pt idx="2039">
                        <c:v>59.919303890000002</c:v>
                      </c:pt>
                      <c:pt idx="2040">
                        <c:v>59.919250490000003</c:v>
                      </c:pt>
                      <c:pt idx="2041">
                        <c:v>59.919197080000004</c:v>
                      </c:pt>
                      <c:pt idx="2042">
                        <c:v>59.919139860000001</c:v>
                      </c:pt>
                      <c:pt idx="2043">
                        <c:v>59.919082639999999</c:v>
                      </c:pt>
                      <c:pt idx="2044">
                        <c:v>59.91902924</c:v>
                      </c:pt>
                      <c:pt idx="2045">
                        <c:v>59.918968200000002</c:v>
                      </c:pt>
                      <c:pt idx="2046">
                        <c:v>59.91891098</c:v>
                      </c:pt>
                      <c:pt idx="2047">
                        <c:v>59.918853759999998</c:v>
                      </c:pt>
                      <c:pt idx="2048">
                        <c:v>59.918792719999999</c:v>
                      </c:pt>
                      <c:pt idx="2049">
                        <c:v>59.918731690000001</c:v>
                      </c:pt>
                      <c:pt idx="2050">
                        <c:v>59.918670650000003</c:v>
                      </c:pt>
                      <c:pt idx="2051">
                        <c:v>59.918609619999998</c:v>
                      </c:pt>
                      <c:pt idx="2052">
                        <c:v>59.918544769999997</c:v>
                      </c:pt>
                      <c:pt idx="2053">
                        <c:v>59.918483729999998</c:v>
                      </c:pt>
                      <c:pt idx="2054">
                        <c:v>59.918418879999997</c:v>
                      </c:pt>
                      <c:pt idx="2055">
                        <c:v>59.918354030000003</c:v>
                      </c:pt>
                      <c:pt idx="2056">
                        <c:v>59.918289180000002</c:v>
                      </c:pt>
                      <c:pt idx="2057">
                        <c:v>59.918220519999998</c:v>
                      </c:pt>
                      <c:pt idx="2058">
                        <c:v>59.918155669999997</c:v>
                      </c:pt>
                      <c:pt idx="2059">
                        <c:v>59.918087010000001</c:v>
                      </c:pt>
                      <c:pt idx="2060">
                        <c:v>59.918018340000003</c:v>
                      </c:pt>
                      <c:pt idx="2061">
                        <c:v>59.91794968</c:v>
                      </c:pt>
                      <c:pt idx="2062">
                        <c:v>59.917881010000002</c:v>
                      </c:pt>
                      <c:pt idx="2063">
                        <c:v>59.917808530000002</c:v>
                      </c:pt>
                      <c:pt idx="2064">
                        <c:v>59.917739869999998</c:v>
                      </c:pt>
                      <c:pt idx="2065">
                        <c:v>59.917667389999998</c:v>
                      </c:pt>
                      <c:pt idx="2066">
                        <c:v>59.917594909999998</c:v>
                      </c:pt>
                      <c:pt idx="2067">
                        <c:v>59.917522429999998</c:v>
                      </c:pt>
                      <c:pt idx="2068">
                        <c:v>59.917449949999998</c:v>
                      </c:pt>
                      <c:pt idx="2069">
                        <c:v>59.917373660000003</c:v>
                      </c:pt>
                      <c:pt idx="2070">
                        <c:v>59.917301180000003</c:v>
                      </c:pt>
                      <c:pt idx="2071">
                        <c:v>59.917224879999999</c:v>
                      </c:pt>
                      <c:pt idx="2072">
                        <c:v>59.917148589999996</c:v>
                      </c:pt>
                      <c:pt idx="2073">
                        <c:v>59.917072300000001</c:v>
                      </c:pt>
                      <c:pt idx="2074">
                        <c:v>59.916992190000002</c:v>
                      </c:pt>
                      <c:pt idx="2075">
                        <c:v>59.916915889999999</c:v>
                      </c:pt>
                      <c:pt idx="2076">
                        <c:v>59.91683578</c:v>
                      </c:pt>
                      <c:pt idx="2077">
                        <c:v>59.916759489999997</c:v>
                      </c:pt>
                      <c:pt idx="2078">
                        <c:v>59.916679379999998</c:v>
                      </c:pt>
                      <c:pt idx="2079">
                        <c:v>59.916599269999999</c:v>
                      </c:pt>
                      <c:pt idx="2080">
                        <c:v>59.916519170000001</c:v>
                      </c:pt>
                      <c:pt idx="2081">
                        <c:v>59.916435239999998</c:v>
                      </c:pt>
                      <c:pt idx="2082">
                        <c:v>59.916355129999999</c:v>
                      </c:pt>
                      <c:pt idx="2083">
                        <c:v>59.916271209999998</c:v>
                      </c:pt>
                      <c:pt idx="2084">
                        <c:v>59.916191099999999</c:v>
                      </c:pt>
                      <c:pt idx="2085">
                        <c:v>59.916107179999997</c:v>
                      </c:pt>
                      <c:pt idx="2086">
                        <c:v>59.916023250000002</c:v>
                      </c:pt>
                      <c:pt idx="2087">
                        <c:v>59.91593933</c:v>
                      </c:pt>
                      <c:pt idx="2088">
                        <c:v>59.915851590000003</c:v>
                      </c:pt>
                      <c:pt idx="2089">
                        <c:v>59.915767670000001</c:v>
                      </c:pt>
                      <c:pt idx="2090">
                        <c:v>59.915683749999999</c:v>
                      </c:pt>
                      <c:pt idx="2091">
                        <c:v>59.915596010000002</c:v>
                      </c:pt>
                      <c:pt idx="2092">
                        <c:v>59.915508269999997</c:v>
                      </c:pt>
                      <c:pt idx="2093">
                        <c:v>59.915420529999999</c:v>
                      </c:pt>
                      <c:pt idx="2094">
                        <c:v>59.915332790000001</c:v>
                      </c:pt>
                      <c:pt idx="2095">
                        <c:v>59.915245059999997</c:v>
                      </c:pt>
                      <c:pt idx="2096">
                        <c:v>59.915157319999999</c:v>
                      </c:pt>
                      <c:pt idx="2097">
                        <c:v>59.915069580000001</c:v>
                      </c:pt>
                      <c:pt idx="2098">
                        <c:v>59.91497803</c:v>
                      </c:pt>
                      <c:pt idx="2099">
                        <c:v>59.914890290000002</c:v>
                      </c:pt>
                      <c:pt idx="2100">
                        <c:v>59.914798740000002</c:v>
                      </c:pt>
                      <c:pt idx="2101">
                        <c:v>59.914707180000001</c:v>
                      </c:pt>
                      <c:pt idx="2102">
                        <c:v>59.91461563</c:v>
                      </c:pt>
                      <c:pt idx="2103">
                        <c:v>59.91452408</c:v>
                      </c:pt>
                      <c:pt idx="2104">
                        <c:v>59.914432529999999</c:v>
                      </c:pt>
                      <c:pt idx="2105">
                        <c:v>59.914340969999998</c:v>
                      </c:pt>
                      <c:pt idx="2106">
                        <c:v>59.914249419999997</c:v>
                      </c:pt>
                      <c:pt idx="2107">
                        <c:v>59.914157869999997</c:v>
                      </c:pt>
                      <c:pt idx="2108">
                        <c:v>59.9140625</c:v>
                      </c:pt>
                      <c:pt idx="2109">
                        <c:v>59.91397095</c:v>
                      </c:pt>
                      <c:pt idx="2110">
                        <c:v>59.913875580000003</c:v>
                      </c:pt>
                      <c:pt idx="2111">
                        <c:v>59.913784030000002</c:v>
                      </c:pt>
                      <c:pt idx="2112">
                        <c:v>59.913688659999998</c:v>
                      </c:pt>
                      <c:pt idx="2113">
                        <c:v>59.913593290000001</c:v>
                      </c:pt>
                      <c:pt idx="2114">
                        <c:v>59.913497919999998</c:v>
                      </c:pt>
                      <c:pt idx="2115">
                        <c:v>59.913402560000002</c:v>
                      </c:pt>
                      <c:pt idx="2116">
                        <c:v>59.913311</c:v>
                      </c:pt>
                      <c:pt idx="2117">
                        <c:v>59.913215639999997</c:v>
                      </c:pt>
                      <c:pt idx="2118">
                        <c:v>59.91312027</c:v>
                      </c:pt>
                      <c:pt idx="2119">
                        <c:v>59.913024900000003</c:v>
                      </c:pt>
                      <c:pt idx="2120">
                        <c:v>59.91292953</c:v>
                      </c:pt>
                      <c:pt idx="2121">
                        <c:v>59.91283035</c:v>
                      </c:pt>
                      <c:pt idx="2122">
                        <c:v>59.912734989999997</c:v>
                      </c:pt>
                      <c:pt idx="2123">
                        <c:v>59.91263962</c:v>
                      </c:pt>
                      <c:pt idx="2124">
                        <c:v>59.912544250000003</c:v>
                      </c:pt>
                      <c:pt idx="2125">
                        <c:v>59.912448879999999</c:v>
                      </c:pt>
                      <c:pt idx="2126">
                        <c:v>59.9123497</c:v>
                      </c:pt>
                      <c:pt idx="2127">
                        <c:v>59.912254330000003</c:v>
                      </c:pt>
                      <c:pt idx="2128">
                        <c:v>59.91215897</c:v>
                      </c:pt>
                      <c:pt idx="2129">
                        <c:v>59.912063600000003</c:v>
                      </c:pt>
                      <c:pt idx="2130">
                        <c:v>59.911964419999997</c:v>
                      </c:pt>
                      <c:pt idx="2131">
                        <c:v>59.91186905</c:v>
                      </c:pt>
                      <c:pt idx="2132">
                        <c:v>59.911773680000003</c:v>
                      </c:pt>
                      <c:pt idx="2133">
                        <c:v>59.911678309999999</c:v>
                      </c:pt>
                      <c:pt idx="2134">
                        <c:v>59.91157913</c:v>
                      </c:pt>
                      <c:pt idx="2135">
                        <c:v>59.911483760000003</c:v>
                      </c:pt>
                      <c:pt idx="2136">
                        <c:v>59.9113884</c:v>
                      </c:pt>
                      <c:pt idx="2137">
                        <c:v>59.911293030000003</c:v>
                      </c:pt>
                      <c:pt idx="2138">
                        <c:v>59.911193849999997</c:v>
                      </c:pt>
                      <c:pt idx="2139">
                        <c:v>59.91109848</c:v>
                      </c:pt>
                      <c:pt idx="2140">
                        <c:v>59.911003110000003</c:v>
                      </c:pt>
                      <c:pt idx="2141">
                        <c:v>59.91090775</c:v>
                      </c:pt>
                      <c:pt idx="2142">
                        <c:v>59.910812380000003</c:v>
                      </c:pt>
                      <c:pt idx="2143">
                        <c:v>59.910717009999999</c:v>
                      </c:pt>
                      <c:pt idx="2144">
                        <c:v>59.910621640000002</c:v>
                      </c:pt>
                      <c:pt idx="2145">
                        <c:v>59.910526279999999</c:v>
                      </c:pt>
                      <c:pt idx="2146">
                        <c:v>59.910430910000002</c:v>
                      </c:pt>
                      <c:pt idx="2147">
                        <c:v>59.910335539999998</c:v>
                      </c:pt>
                      <c:pt idx="2148">
                        <c:v>59.910243989999998</c:v>
                      </c:pt>
                      <c:pt idx="2149">
                        <c:v>59.910148620000001</c:v>
                      </c:pt>
                      <c:pt idx="2150">
                        <c:v>59.910053249999997</c:v>
                      </c:pt>
                      <c:pt idx="2151">
                        <c:v>59.909961699999997</c:v>
                      </c:pt>
                      <c:pt idx="2152">
                        <c:v>59.90986633</c:v>
                      </c:pt>
                      <c:pt idx="2153">
                        <c:v>59.909774779999999</c:v>
                      </c:pt>
                      <c:pt idx="2154">
                        <c:v>59.909683229999999</c:v>
                      </c:pt>
                      <c:pt idx="2155">
                        <c:v>59.909587860000002</c:v>
                      </c:pt>
                      <c:pt idx="2156">
                        <c:v>59.909496310000002</c:v>
                      </c:pt>
                      <c:pt idx="2157">
                        <c:v>59.90940475</c:v>
                      </c:pt>
                      <c:pt idx="2158">
                        <c:v>59.9093132</c:v>
                      </c:pt>
                      <c:pt idx="2159">
                        <c:v>59.909221649999999</c:v>
                      </c:pt>
                      <c:pt idx="2160">
                        <c:v>59.909130099999999</c:v>
                      </c:pt>
                      <c:pt idx="2161">
                        <c:v>59.909042360000001</c:v>
                      </c:pt>
                      <c:pt idx="2162">
                        <c:v>59.90895081</c:v>
                      </c:pt>
                      <c:pt idx="2163">
                        <c:v>59.908859249999999</c:v>
                      </c:pt>
                      <c:pt idx="2164">
                        <c:v>59.908771510000001</c:v>
                      </c:pt>
                      <c:pt idx="2165">
                        <c:v>59.908683779999997</c:v>
                      </c:pt>
                      <c:pt idx="2166">
                        <c:v>59.908592220000003</c:v>
                      </c:pt>
                      <c:pt idx="2167">
                        <c:v>59.908504489999999</c:v>
                      </c:pt>
                      <c:pt idx="2168">
                        <c:v>59.908416750000001</c:v>
                      </c:pt>
                      <c:pt idx="2169">
                        <c:v>59.908329010000003</c:v>
                      </c:pt>
                      <c:pt idx="2170">
                        <c:v>59.908245090000001</c:v>
                      </c:pt>
                      <c:pt idx="2171">
                        <c:v>59.908157350000003</c:v>
                      </c:pt>
                      <c:pt idx="2172">
                        <c:v>59.908069609999998</c:v>
                      </c:pt>
                      <c:pt idx="2173">
                        <c:v>59.907985689999997</c:v>
                      </c:pt>
                      <c:pt idx="2174">
                        <c:v>59.907901760000001</c:v>
                      </c:pt>
                      <c:pt idx="2175">
                        <c:v>59.90781784</c:v>
                      </c:pt>
                      <c:pt idx="2176">
                        <c:v>59.907733919999998</c:v>
                      </c:pt>
                      <c:pt idx="2177">
                        <c:v>59.907649990000003</c:v>
                      </c:pt>
                      <c:pt idx="2178">
                        <c:v>59.907566070000001</c:v>
                      </c:pt>
                      <c:pt idx="2179">
                        <c:v>59.907485960000002</c:v>
                      </c:pt>
                      <c:pt idx="2180">
                        <c:v>59.907402040000001</c:v>
                      </c:pt>
                      <c:pt idx="2181">
                        <c:v>59.907321930000002</c:v>
                      </c:pt>
                      <c:pt idx="2182">
                        <c:v>59.90723801</c:v>
                      </c:pt>
                      <c:pt idx="2183">
                        <c:v>59.907157900000001</c:v>
                      </c:pt>
                      <c:pt idx="2184">
                        <c:v>59.907077790000002</c:v>
                      </c:pt>
                      <c:pt idx="2185">
                        <c:v>59.9070015</c:v>
                      </c:pt>
                      <c:pt idx="2186">
                        <c:v>59.906921390000001</c:v>
                      </c:pt>
                      <c:pt idx="2187">
                        <c:v>59.906845089999997</c:v>
                      </c:pt>
                      <c:pt idx="2188">
                        <c:v>59.906764979999998</c:v>
                      </c:pt>
                      <c:pt idx="2189">
                        <c:v>59.906688690000003</c:v>
                      </c:pt>
                      <c:pt idx="2190">
                        <c:v>59.9066124</c:v>
                      </c:pt>
                      <c:pt idx="2191">
                        <c:v>59.906536099999997</c:v>
                      </c:pt>
                      <c:pt idx="2192">
                        <c:v>59.906459810000001</c:v>
                      </c:pt>
                      <c:pt idx="2193">
                        <c:v>59.906387330000001</c:v>
                      </c:pt>
                      <c:pt idx="2194">
                        <c:v>59.906311039999999</c:v>
                      </c:pt>
                      <c:pt idx="2195">
                        <c:v>59.906238559999998</c:v>
                      </c:pt>
                      <c:pt idx="2196">
                        <c:v>59.906166079999998</c:v>
                      </c:pt>
                      <c:pt idx="2197">
                        <c:v>59.906093599999998</c:v>
                      </c:pt>
                      <c:pt idx="2198">
                        <c:v>59.906021119999998</c:v>
                      </c:pt>
                      <c:pt idx="2199">
                        <c:v>59.905952450000001</c:v>
                      </c:pt>
                      <c:pt idx="2200">
                        <c:v>59.905879970000001</c:v>
                      </c:pt>
                      <c:pt idx="2201">
                        <c:v>59.905811309999997</c:v>
                      </c:pt>
                      <c:pt idx="2202">
                        <c:v>59.905742650000001</c:v>
                      </c:pt>
                      <c:pt idx="2203">
                        <c:v>59.905673980000003</c:v>
                      </c:pt>
                      <c:pt idx="2204">
                        <c:v>59.905605319999999</c:v>
                      </c:pt>
                      <c:pt idx="2205">
                        <c:v>59.905540469999998</c:v>
                      </c:pt>
                      <c:pt idx="2206">
                        <c:v>59.905471800000001</c:v>
                      </c:pt>
                      <c:pt idx="2207">
                        <c:v>59.90540695</c:v>
                      </c:pt>
                      <c:pt idx="2208">
                        <c:v>59.905342099999999</c:v>
                      </c:pt>
                      <c:pt idx="2209">
                        <c:v>59.905277249999997</c:v>
                      </c:pt>
                      <c:pt idx="2210">
                        <c:v>59.90521622</c:v>
                      </c:pt>
                      <c:pt idx="2211">
                        <c:v>59.905151369999999</c:v>
                      </c:pt>
                      <c:pt idx="2212">
                        <c:v>59.90509033</c:v>
                      </c:pt>
                      <c:pt idx="2213">
                        <c:v>59.905025479999999</c:v>
                      </c:pt>
                      <c:pt idx="2214">
                        <c:v>59.904964450000001</c:v>
                      </c:pt>
                      <c:pt idx="2215">
                        <c:v>59.904907229999999</c:v>
                      </c:pt>
                      <c:pt idx="2216">
                        <c:v>59.904846190000001</c:v>
                      </c:pt>
                      <c:pt idx="2217">
                        <c:v>59.904788969999998</c:v>
                      </c:pt>
                      <c:pt idx="2218">
                        <c:v>59.904727940000001</c:v>
                      </c:pt>
                      <c:pt idx="2219">
                        <c:v>59.904670719999999</c:v>
                      </c:pt>
                      <c:pt idx="2220">
                        <c:v>59.904613490000003</c:v>
                      </c:pt>
                      <c:pt idx="2221">
                        <c:v>59.904560089999997</c:v>
                      </c:pt>
                      <c:pt idx="2222">
                        <c:v>59.904502870000002</c:v>
                      </c:pt>
                      <c:pt idx="2223">
                        <c:v>59.904449460000002</c:v>
                      </c:pt>
                      <c:pt idx="2224">
                        <c:v>59.904396060000003</c:v>
                      </c:pt>
                      <c:pt idx="2225">
                        <c:v>59.904342649999997</c:v>
                      </c:pt>
                      <c:pt idx="2226">
                        <c:v>59.904289249999998</c:v>
                      </c:pt>
                      <c:pt idx="2227">
                        <c:v>59.904235839999998</c:v>
                      </c:pt>
                      <c:pt idx="2228">
                        <c:v>59.904186250000002</c:v>
                      </c:pt>
                      <c:pt idx="2229">
                        <c:v>59.904136659999999</c:v>
                      </c:pt>
                      <c:pt idx="2230">
                        <c:v>59.904083249999999</c:v>
                      </c:pt>
                      <c:pt idx="2231">
                        <c:v>59.90403748</c:v>
                      </c:pt>
                      <c:pt idx="2232">
                        <c:v>59.903987880000003</c:v>
                      </c:pt>
                      <c:pt idx="2233">
                        <c:v>59.903938289999999</c:v>
                      </c:pt>
                      <c:pt idx="2234">
                        <c:v>59.903892519999999</c:v>
                      </c:pt>
                      <c:pt idx="2235">
                        <c:v>59.903846739999999</c:v>
                      </c:pt>
                      <c:pt idx="2236">
                        <c:v>59.903800959999998</c:v>
                      </c:pt>
                      <c:pt idx="2237">
                        <c:v>59.903759000000001</c:v>
                      </c:pt>
                      <c:pt idx="2238">
                        <c:v>59.903713230000001</c:v>
                      </c:pt>
                      <c:pt idx="2239">
                        <c:v>59.903671260000003</c:v>
                      </c:pt>
                      <c:pt idx="2240">
                        <c:v>59.903629299999999</c:v>
                      </c:pt>
                      <c:pt idx="2241">
                        <c:v>59.903587340000001</c:v>
                      </c:pt>
                      <c:pt idx="2242">
                        <c:v>59.903545379999997</c:v>
                      </c:pt>
                      <c:pt idx="2243">
                        <c:v>59.90350342</c:v>
                      </c:pt>
                      <c:pt idx="2244">
                        <c:v>59.903465269999998</c:v>
                      </c:pt>
                      <c:pt idx="2245">
                        <c:v>59.903434750000002</c:v>
                      </c:pt>
                      <c:pt idx="2246">
                        <c:v>59.903388980000003</c:v>
                      </c:pt>
                      <c:pt idx="2247">
                        <c:v>59.903350830000001</c:v>
                      </c:pt>
                      <c:pt idx="2248">
                        <c:v>59.903316500000003</c:v>
                      </c:pt>
                      <c:pt idx="2249">
                        <c:v>59.903278350000001</c:v>
                      </c:pt>
                      <c:pt idx="2250">
                        <c:v>59.903244020000002</c:v>
                      </c:pt>
                      <c:pt idx="2251">
                        <c:v>59.903209689999997</c:v>
                      </c:pt>
                      <c:pt idx="2252">
                        <c:v>59.903182979999997</c:v>
                      </c:pt>
                      <c:pt idx="2253">
                        <c:v>59.903144840000003</c:v>
                      </c:pt>
                      <c:pt idx="2254">
                        <c:v>59.903110499999997</c:v>
                      </c:pt>
                      <c:pt idx="2255">
                        <c:v>59.903079990000002</c:v>
                      </c:pt>
                      <c:pt idx="2256">
                        <c:v>59.903049469999999</c:v>
                      </c:pt>
                      <c:pt idx="2257">
                        <c:v>59.903026580000002</c:v>
                      </c:pt>
                      <c:pt idx="2258">
                        <c:v>59.902992249999997</c:v>
                      </c:pt>
                      <c:pt idx="2259">
                        <c:v>59.902961730000001</c:v>
                      </c:pt>
                      <c:pt idx="2260">
                        <c:v>59.902935030000002</c:v>
                      </c:pt>
                      <c:pt idx="2261">
                        <c:v>59.902908330000002</c:v>
                      </c:pt>
                      <c:pt idx="2262">
                        <c:v>59.902889250000001</c:v>
                      </c:pt>
                      <c:pt idx="2263">
                        <c:v>59.902854920000003</c:v>
                      </c:pt>
                      <c:pt idx="2264">
                        <c:v>59.902832029999999</c:v>
                      </c:pt>
                      <c:pt idx="2265">
                        <c:v>59.902809140000002</c:v>
                      </c:pt>
                      <c:pt idx="2266">
                        <c:v>59.902782440000003</c:v>
                      </c:pt>
                      <c:pt idx="2267">
                        <c:v>59.902759549999999</c:v>
                      </c:pt>
                      <c:pt idx="2268">
                        <c:v>59.902740479999999</c:v>
                      </c:pt>
                      <c:pt idx="2269">
                        <c:v>59.902717590000002</c:v>
                      </c:pt>
                      <c:pt idx="2270">
                        <c:v>59.902698520000001</c:v>
                      </c:pt>
                      <c:pt idx="2271">
                        <c:v>59.90267944</c:v>
                      </c:pt>
                      <c:pt idx="2272">
                        <c:v>59.90266037</c:v>
                      </c:pt>
                      <c:pt idx="2273">
                        <c:v>59.902648929999998</c:v>
                      </c:pt>
                      <c:pt idx="2274">
                        <c:v>59.902622219999998</c:v>
                      </c:pt>
                      <c:pt idx="2275">
                        <c:v>59.90260696</c:v>
                      </c:pt>
                      <c:pt idx="2276">
                        <c:v>59.90258789</c:v>
                      </c:pt>
                      <c:pt idx="2277">
                        <c:v>59.902572630000002</c:v>
                      </c:pt>
                      <c:pt idx="2278">
                        <c:v>59.90256119</c:v>
                      </c:pt>
                      <c:pt idx="2279">
                        <c:v>59.902545930000002</c:v>
                      </c:pt>
                      <c:pt idx="2280">
                        <c:v>59.902530669999997</c:v>
                      </c:pt>
                      <c:pt idx="2281">
                        <c:v>59.902526860000002</c:v>
                      </c:pt>
                      <c:pt idx="2282">
                        <c:v>59.902507780000001</c:v>
                      </c:pt>
                      <c:pt idx="2283">
                        <c:v>59.902496339999999</c:v>
                      </c:pt>
                      <c:pt idx="2284">
                        <c:v>59.902484889999997</c:v>
                      </c:pt>
                      <c:pt idx="2285">
                        <c:v>59.902477259999998</c:v>
                      </c:pt>
                      <c:pt idx="2286">
                        <c:v>59.902465820000003</c:v>
                      </c:pt>
                      <c:pt idx="2287">
                        <c:v>59.902458189999997</c:v>
                      </c:pt>
                      <c:pt idx="2288">
                        <c:v>59.902450559999998</c:v>
                      </c:pt>
                      <c:pt idx="2289">
                        <c:v>59.902442929999999</c:v>
                      </c:pt>
                      <c:pt idx="2290">
                        <c:v>59.9024353</c:v>
                      </c:pt>
                      <c:pt idx="2291">
                        <c:v>59.902431489999998</c:v>
                      </c:pt>
                      <c:pt idx="2292">
                        <c:v>59.902423859999999</c:v>
                      </c:pt>
                      <c:pt idx="2293">
                        <c:v>59.902420040000003</c:v>
                      </c:pt>
                      <c:pt idx="2294">
                        <c:v>59.90241623</c:v>
                      </c:pt>
                      <c:pt idx="2295">
                        <c:v>59.902412409999997</c:v>
                      </c:pt>
                      <c:pt idx="2296">
                        <c:v>59.902412409999997</c:v>
                      </c:pt>
                      <c:pt idx="2297">
                        <c:v>59.902408600000001</c:v>
                      </c:pt>
                      <c:pt idx="2298">
                        <c:v>59.902408600000001</c:v>
                      </c:pt>
                      <c:pt idx="2299">
                        <c:v>59.902408600000001</c:v>
                      </c:pt>
                      <c:pt idx="2300">
                        <c:v>59.902408600000001</c:v>
                      </c:pt>
                      <c:pt idx="2301">
                        <c:v>59.902408600000001</c:v>
                      </c:pt>
                      <c:pt idx="2302">
                        <c:v>59.902408600000001</c:v>
                      </c:pt>
                      <c:pt idx="2303">
                        <c:v>59.902412409999997</c:v>
                      </c:pt>
                      <c:pt idx="2304">
                        <c:v>59.90241623</c:v>
                      </c:pt>
                      <c:pt idx="2305">
                        <c:v>59.90241623</c:v>
                      </c:pt>
                      <c:pt idx="2306">
                        <c:v>59.902420040000003</c:v>
                      </c:pt>
                      <c:pt idx="2307">
                        <c:v>59.902427670000002</c:v>
                      </c:pt>
                      <c:pt idx="2308">
                        <c:v>59.902431489999998</c:v>
                      </c:pt>
                      <c:pt idx="2309">
                        <c:v>59.902439119999997</c:v>
                      </c:pt>
                      <c:pt idx="2310">
                        <c:v>59.902442929999999</c:v>
                      </c:pt>
                      <c:pt idx="2311">
                        <c:v>59.902450559999998</c:v>
                      </c:pt>
                      <c:pt idx="2312">
                        <c:v>59.902458189999997</c:v>
                      </c:pt>
                      <c:pt idx="2313">
                        <c:v>59.902465820000003</c:v>
                      </c:pt>
                      <c:pt idx="2314">
                        <c:v>59.902477259999998</c:v>
                      </c:pt>
                      <c:pt idx="2315">
                        <c:v>59.902484889999997</c:v>
                      </c:pt>
                      <c:pt idx="2316">
                        <c:v>59.902496339999999</c:v>
                      </c:pt>
                      <c:pt idx="2317">
                        <c:v>59.902507780000001</c:v>
                      </c:pt>
                      <c:pt idx="2318">
                        <c:v>59.902519230000003</c:v>
                      </c:pt>
                      <c:pt idx="2319">
                        <c:v>59.902530669999997</c:v>
                      </c:pt>
                      <c:pt idx="2320">
                        <c:v>59.902542109999999</c:v>
                      </c:pt>
                      <c:pt idx="2321">
                        <c:v>59.902557369999997</c:v>
                      </c:pt>
                      <c:pt idx="2322">
                        <c:v>59.902568819999999</c:v>
                      </c:pt>
                      <c:pt idx="2323">
                        <c:v>59.902584079999997</c:v>
                      </c:pt>
                      <c:pt idx="2324">
                        <c:v>59.902599330000001</c:v>
                      </c:pt>
                      <c:pt idx="2325">
                        <c:v>59.902614589999999</c:v>
                      </c:pt>
                      <c:pt idx="2326">
                        <c:v>59.902629849999997</c:v>
                      </c:pt>
                      <c:pt idx="2327">
                        <c:v>59.902645110000002</c:v>
                      </c:pt>
                      <c:pt idx="2328">
                        <c:v>59.902664180000002</c:v>
                      </c:pt>
                      <c:pt idx="2329">
                        <c:v>59.902683260000003</c:v>
                      </c:pt>
                      <c:pt idx="2330">
                        <c:v>59.902698520000001</c:v>
                      </c:pt>
                      <c:pt idx="2331">
                        <c:v>59.902717590000002</c:v>
                      </c:pt>
                      <c:pt idx="2332">
                        <c:v>59.902740479999999</c:v>
                      </c:pt>
                      <c:pt idx="2333">
                        <c:v>59.902759549999999</c:v>
                      </c:pt>
                      <c:pt idx="2334">
                        <c:v>59.90277863</c:v>
                      </c:pt>
                      <c:pt idx="2335">
                        <c:v>59.902801510000003</c:v>
                      </c:pt>
                      <c:pt idx="2336">
                        <c:v>59.902820589999997</c:v>
                      </c:pt>
                      <c:pt idx="2337">
                        <c:v>59.902843480000001</c:v>
                      </c:pt>
                      <c:pt idx="2338">
                        <c:v>59.902866359999997</c:v>
                      </c:pt>
                      <c:pt idx="2339">
                        <c:v>59.902889250000001</c:v>
                      </c:pt>
                      <c:pt idx="2340">
                        <c:v>59.902915950000001</c:v>
                      </c:pt>
                      <c:pt idx="2341">
                        <c:v>59.902938839999997</c:v>
                      </c:pt>
                      <c:pt idx="2342">
                        <c:v>59.902965549999998</c:v>
                      </c:pt>
                      <c:pt idx="2343">
                        <c:v>59.902988430000001</c:v>
                      </c:pt>
                      <c:pt idx="2344">
                        <c:v>59.903015140000001</c:v>
                      </c:pt>
                      <c:pt idx="2345">
                        <c:v>59.903045650000003</c:v>
                      </c:pt>
                      <c:pt idx="2346">
                        <c:v>59.90306854</c:v>
                      </c:pt>
                      <c:pt idx="2347">
                        <c:v>59.90309525</c:v>
                      </c:pt>
                      <c:pt idx="2348">
                        <c:v>59.903125760000002</c:v>
                      </c:pt>
                      <c:pt idx="2349">
                        <c:v>59.903152470000002</c:v>
                      </c:pt>
                      <c:pt idx="2350">
                        <c:v>59.903182979999997</c:v>
                      </c:pt>
                      <c:pt idx="2351">
                        <c:v>59.9032135</c:v>
                      </c:pt>
                      <c:pt idx="2352">
                        <c:v>59.903247829999998</c:v>
                      </c:pt>
                      <c:pt idx="2353">
                        <c:v>59.903274539999998</c:v>
                      </c:pt>
                      <c:pt idx="2354">
                        <c:v>59.90330505</c:v>
                      </c:pt>
                      <c:pt idx="2355">
                        <c:v>59.903335570000003</c:v>
                      </c:pt>
                      <c:pt idx="2356">
                        <c:v>59.903369900000001</c:v>
                      </c:pt>
                      <c:pt idx="2357">
                        <c:v>59.903400419999997</c:v>
                      </c:pt>
                      <c:pt idx="2358">
                        <c:v>59.903434750000002</c:v>
                      </c:pt>
                      <c:pt idx="2359">
                        <c:v>59.903469090000002</c:v>
                      </c:pt>
                      <c:pt idx="2360">
                        <c:v>59.90350342</c:v>
                      </c:pt>
                      <c:pt idx="2361">
                        <c:v>59.903537749999998</c:v>
                      </c:pt>
                      <c:pt idx="2362">
                        <c:v>59.903572080000004</c:v>
                      </c:pt>
                      <c:pt idx="2363">
                        <c:v>59.903606410000002</c:v>
                      </c:pt>
                      <c:pt idx="2364">
                        <c:v>59.903644559999996</c:v>
                      </c:pt>
                      <c:pt idx="2365">
                        <c:v>59.903678890000002</c:v>
                      </c:pt>
                      <c:pt idx="2366">
                        <c:v>59.903717039999997</c:v>
                      </c:pt>
                      <c:pt idx="2367">
                        <c:v>59.903755189999998</c:v>
                      </c:pt>
                      <c:pt idx="2368">
                        <c:v>59.903789519999997</c:v>
                      </c:pt>
                      <c:pt idx="2369">
                        <c:v>59.903831480000001</c:v>
                      </c:pt>
                      <c:pt idx="2370">
                        <c:v>59.903869630000003</c:v>
                      </c:pt>
                      <c:pt idx="2371">
                        <c:v>59.903907779999997</c:v>
                      </c:pt>
                      <c:pt idx="2372">
                        <c:v>59.903945919999998</c:v>
                      </c:pt>
                      <c:pt idx="2373">
                        <c:v>59.903987880000003</c:v>
                      </c:pt>
                      <c:pt idx="2374">
                        <c:v>59.904029850000001</c:v>
                      </c:pt>
                      <c:pt idx="2375">
                        <c:v>59.904067990000001</c:v>
                      </c:pt>
                      <c:pt idx="2376">
                        <c:v>59.904109949999999</c:v>
                      </c:pt>
                      <c:pt idx="2377">
                        <c:v>59.904151919999997</c:v>
                      </c:pt>
                      <c:pt idx="2378">
                        <c:v>59.904193880000001</c:v>
                      </c:pt>
                      <c:pt idx="2379">
                        <c:v>59.904235839999998</c:v>
                      </c:pt>
                      <c:pt idx="2380">
                        <c:v>59.904281619999999</c:v>
                      </c:pt>
                      <c:pt idx="2381">
                        <c:v>59.904323580000003</c:v>
                      </c:pt>
                      <c:pt idx="2382">
                        <c:v>59.904369350000003</c:v>
                      </c:pt>
                      <c:pt idx="2383">
                        <c:v>59.904411320000001</c:v>
                      </c:pt>
                      <c:pt idx="2384">
                        <c:v>59.904457090000001</c:v>
                      </c:pt>
                      <c:pt idx="2385">
                        <c:v>59.904502870000002</c:v>
                      </c:pt>
                      <c:pt idx="2386">
                        <c:v>59.904548650000002</c:v>
                      </c:pt>
                      <c:pt idx="2387">
                        <c:v>59.904594420000002</c:v>
                      </c:pt>
                      <c:pt idx="2388">
                        <c:v>59.904640200000003</c:v>
                      </c:pt>
                      <c:pt idx="2389">
                        <c:v>59.904685970000003</c:v>
                      </c:pt>
                      <c:pt idx="2390">
                        <c:v>59.90473557</c:v>
                      </c:pt>
                      <c:pt idx="2391">
                        <c:v>59.90478134</c:v>
                      </c:pt>
                      <c:pt idx="2392">
                        <c:v>59.904830930000003</c:v>
                      </c:pt>
                      <c:pt idx="2393">
                        <c:v>59.904880519999999</c:v>
                      </c:pt>
                      <c:pt idx="2394">
                        <c:v>59.9049263</c:v>
                      </c:pt>
                      <c:pt idx="2395">
                        <c:v>59.904975890000003</c:v>
                      </c:pt>
                      <c:pt idx="2396">
                        <c:v>59.905025479999999</c:v>
                      </c:pt>
                      <c:pt idx="2397">
                        <c:v>59.905078889999999</c:v>
                      </c:pt>
                      <c:pt idx="2398">
                        <c:v>59.905128480000002</c:v>
                      </c:pt>
                      <c:pt idx="2399">
                        <c:v>59.905178069999998</c:v>
                      </c:pt>
                      <c:pt idx="2400">
                        <c:v>59.905227660000001</c:v>
                      </c:pt>
                      <c:pt idx="2401">
                        <c:v>59.905281070000001</c:v>
                      </c:pt>
                      <c:pt idx="2402">
                        <c:v>59.905330659999997</c:v>
                      </c:pt>
                      <c:pt idx="2403">
                        <c:v>59.905384060000003</c:v>
                      </c:pt>
                      <c:pt idx="2404">
                        <c:v>59.905433649999999</c:v>
                      </c:pt>
                      <c:pt idx="2405">
                        <c:v>59.905487059999999</c:v>
                      </c:pt>
                      <c:pt idx="2406">
                        <c:v>59.905540469999998</c:v>
                      </c:pt>
                      <c:pt idx="2407">
                        <c:v>59.905593869999997</c:v>
                      </c:pt>
                      <c:pt idx="2408">
                        <c:v>59.905647279999997</c:v>
                      </c:pt>
                      <c:pt idx="2409">
                        <c:v>59.905704499999999</c:v>
                      </c:pt>
                      <c:pt idx="2410">
                        <c:v>59.905757899999998</c:v>
                      </c:pt>
                      <c:pt idx="2411">
                        <c:v>59.905811309999997</c:v>
                      </c:pt>
                      <c:pt idx="2412">
                        <c:v>59.905868529999999</c:v>
                      </c:pt>
                      <c:pt idx="2413">
                        <c:v>59.905921939999999</c:v>
                      </c:pt>
                      <c:pt idx="2414">
                        <c:v>59.905979160000001</c:v>
                      </c:pt>
                      <c:pt idx="2415">
                        <c:v>59.90603256</c:v>
                      </c:pt>
                      <c:pt idx="2416">
                        <c:v>59.906089780000002</c:v>
                      </c:pt>
                      <c:pt idx="2417">
                        <c:v>59.906146999999997</c:v>
                      </c:pt>
                      <c:pt idx="2418">
                        <c:v>59.906204219999999</c:v>
                      </c:pt>
                      <c:pt idx="2419">
                        <c:v>59.906261440000002</c:v>
                      </c:pt>
                      <c:pt idx="2420">
                        <c:v>59.906318659999997</c:v>
                      </c:pt>
                      <c:pt idx="2421">
                        <c:v>59.90637589</c:v>
                      </c:pt>
                      <c:pt idx="2422">
                        <c:v>59.906433110000002</c:v>
                      </c:pt>
                      <c:pt idx="2423">
                        <c:v>59.90649414</c:v>
                      </c:pt>
                      <c:pt idx="2424">
                        <c:v>59.906551360000002</c:v>
                      </c:pt>
                      <c:pt idx="2425">
                        <c:v>59.9066124</c:v>
                      </c:pt>
                      <c:pt idx="2426">
                        <c:v>59.906669620000002</c:v>
                      </c:pt>
                      <c:pt idx="2427">
                        <c:v>59.90673065</c:v>
                      </c:pt>
                      <c:pt idx="2428">
                        <c:v>59.906787870000002</c:v>
                      </c:pt>
                      <c:pt idx="2429">
                        <c:v>59.906848910000001</c:v>
                      </c:pt>
                      <c:pt idx="2430">
                        <c:v>59.906909939999998</c:v>
                      </c:pt>
                      <c:pt idx="2431">
                        <c:v>59.906970979999997</c:v>
                      </c:pt>
                      <c:pt idx="2432">
                        <c:v>59.907032010000002</c:v>
                      </c:pt>
                      <c:pt idx="2433">
                        <c:v>59.90709305</c:v>
                      </c:pt>
                      <c:pt idx="2434">
                        <c:v>59.907154079999998</c:v>
                      </c:pt>
                      <c:pt idx="2435">
                        <c:v>59.907215119999996</c:v>
                      </c:pt>
                      <c:pt idx="2436">
                        <c:v>59.907276150000001</c:v>
                      </c:pt>
                      <c:pt idx="2437">
                        <c:v>59.907341000000002</c:v>
                      </c:pt>
                      <c:pt idx="2438">
                        <c:v>59.907402040000001</c:v>
                      </c:pt>
                      <c:pt idx="2439">
                        <c:v>59.907463069999999</c:v>
                      </c:pt>
                      <c:pt idx="2440">
                        <c:v>59.90752792</c:v>
                      </c:pt>
                      <c:pt idx="2441">
                        <c:v>59.907588959999998</c:v>
                      </c:pt>
                      <c:pt idx="2442">
                        <c:v>59.907653809999999</c:v>
                      </c:pt>
                      <c:pt idx="2443">
                        <c:v>59.90771866</c:v>
                      </c:pt>
                      <c:pt idx="2444">
                        <c:v>59.907779689999998</c:v>
                      </c:pt>
                      <c:pt idx="2445">
                        <c:v>59.907844539999999</c:v>
                      </c:pt>
                      <c:pt idx="2446">
                        <c:v>59.90790939</c:v>
                      </c:pt>
                      <c:pt idx="2447">
                        <c:v>59.907974240000001</c:v>
                      </c:pt>
                      <c:pt idx="2448">
                        <c:v>59.908039090000003</c:v>
                      </c:pt>
                      <c:pt idx="2449">
                        <c:v>59.908103939999997</c:v>
                      </c:pt>
                      <c:pt idx="2450">
                        <c:v>59.908168789999998</c:v>
                      </c:pt>
                      <c:pt idx="2451">
                        <c:v>59.908233639999999</c:v>
                      </c:pt>
                      <c:pt idx="2452">
                        <c:v>59.90829849</c:v>
                      </c:pt>
                      <c:pt idx="2453">
                        <c:v>59.908363340000001</c:v>
                      </c:pt>
                      <c:pt idx="2454">
                        <c:v>59.908428190000002</c:v>
                      </c:pt>
                      <c:pt idx="2455">
                        <c:v>59.90849686</c:v>
                      </c:pt>
                      <c:pt idx="2456">
                        <c:v>59.908561710000001</c:v>
                      </c:pt>
                      <c:pt idx="2457">
                        <c:v>59.908626560000002</c:v>
                      </c:pt>
                      <c:pt idx="2458">
                        <c:v>59.908695219999998</c:v>
                      </c:pt>
                      <c:pt idx="2459">
                        <c:v>59.90876007</c:v>
                      </c:pt>
                      <c:pt idx="2460">
                        <c:v>59.908828739999997</c:v>
                      </c:pt>
                      <c:pt idx="2461">
                        <c:v>59.908893589999998</c:v>
                      </c:pt>
                      <c:pt idx="2462">
                        <c:v>59.908962250000002</c:v>
                      </c:pt>
                      <c:pt idx="2463">
                        <c:v>59.909027100000003</c:v>
                      </c:pt>
                      <c:pt idx="2464">
                        <c:v>59.90909576</c:v>
                      </c:pt>
                      <c:pt idx="2465">
                        <c:v>59.909164429999997</c:v>
                      </c:pt>
                      <c:pt idx="2466">
                        <c:v>59.909229279999998</c:v>
                      </c:pt>
                      <c:pt idx="2467">
                        <c:v>59.909297940000002</c:v>
                      </c:pt>
                      <c:pt idx="2468">
                        <c:v>59.909366609999999</c:v>
                      </c:pt>
                      <c:pt idx="2469">
                        <c:v>59.909435270000003</c:v>
                      </c:pt>
                      <c:pt idx="2470">
                        <c:v>59.90950394</c:v>
                      </c:pt>
                      <c:pt idx="2471">
                        <c:v>59.909568790000002</c:v>
                      </c:pt>
                      <c:pt idx="2472">
                        <c:v>59.909637449999998</c:v>
                      </c:pt>
                      <c:pt idx="2473">
                        <c:v>59.909706120000003</c:v>
                      </c:pt>
                      <c:pt idx="2474">
                        <c:v>59.909774779999999</c:v>
                      </c:pt>
                      <c:pt idx="2475">
                        <c:v>59.909843440000003</c:v>
                      </c:pt>
                      <c:pt idx="2476">
                        <c:v>59.90991211</c:v>
                      </c:pt>
                      <c:pt idx="2477">
                        <c:v>59.909980769999997</c:v>
                      </c:pt>
                      <c:pt idx="2478">
                        <c:v>59.910049440000002</c:v>
                      </c:pt>
                      <c:pt idx="2479">
                        <c:v>59.910121920000002</c:v>
                      </c:pt>
                      <c:pt idx="2480">
                        <c:v>59.910190579999998</c:v>
                      </c:pt>
                      <c:pt idx="2481">
                        <c:v>59.910259250000003</c:v>
                      </c:pt>
                      <c:pt idx="2482">
                        <c:v>59.910327909999999</c:v>
                      </c:pt>
                      <c:pt idx="2483">
                        <c:v>59.910396579999997</c:v>
                      </c:pt>
                      <c:pt idx="2484">
                        <c:v>59.910465240000001</c:v>
                      </c:pt>
                      <c:pt idx="2485">
                        <c:v>59.910533909999998</c:v>
                      </c:pt>
                      <c:pt idx="2486">
                        <c:v>59.910606379999997</c:v>
                      </c:pt>
                      <c:pt idx="2487">
                        <c:v>59.910675050000002</c:v>
                      </c:pt>
                      <c:pt idx="2488">
                        <c:v>59.910743709999998</c:v>
                      </c:pt>
                      <c:pt idx="2489">
                        <c:v>59.910812380000003</c:v>
                      </c:pt>
                      <c:pt idx="2490">
                        <c:v>59.910884860000003</c:v>
                      </c:pt>
                      <c:pt idx="2491">
                        <c:v>59.91095352</c:v>
                      </c:pt>
                      <c:pt idx="2492">
                        <c:v>59.911022189999997</c:v>
                      </c:pt>
                      <c:pt idx="2493">
                        <c:v>59.911090850000001</c:v>
                      </c:pt>
                      <c:pt idx="2494">
                        <c:v>59.911163330000001</c:v>
                      </c:pt>
                      <c:pt idx="2495">
                        <c:v>59.911231989999997</c:v>
                      </c:pt>
                      <c:pt idx="2496">
                        <c:v>59.911300660000002</c:v>
                      </c:pt>
                      <c:pt idx="2497">
                        <c:v>59.911373140000002</c:v>
                      </c:pt>
                      <c:pt idx="2498">
                        <c:v>59.911441799999999</c:v>
                      </c:pt>
                      <c:pt idx="2499">
                        <c:v>59.911510470000003</c:v>
                      </c:pt>
                      <c:pt idx="2500">
                        <c:v>59.911582950000003</c:v>
                      </c:pt>
                      <c:pt idx="2501">
                        <c:v>59.91165161</c:v>
                      </c:pt>
                      <c:pt idx="2502">
                        <c:v>59.911720279999997</c:v>
                      </c:pt>
                      <c:pt idx="2503">
                        <c:v>59.911792759999997</c:v>
                      </c:pt>
                      <c:pt idx="2504">
                        <c:v>59.911861420000001</c:v>
                      </c:pt>
                      <c:pt idx="2505">
                        <c:v>59.911930079999998</c:v>
                      </c:pt>
                      <c:pt idx="2506">
                        <c:v>59.911998750000002</c:v>
                      </c:pt>
                      <c:pt idx="2507">
                        <c:v>59.912071230000002</c:v>
                      </c:pt>
                      <c:pt idx="2508">
                        <c:v>59.912139889999999</c:v>
                      </c:pt>
                      <c:pt idx="2509">
                        <c:v>59.912208560000003</c:v>
                      </c:pt>
                      <c:pt idx="2510">
                        <c:v>59.912281040000003</c:v>
                      </c:pt>
                      <c:pt idx="2511">
                        <c:v>59.9123497</c:v>
                      </c:pt>
                      <c:pt idx="2512">
                        <c:v>59.912418369999997</c:v>
                      </c:pt>
                      <c:pt idx="2513">
                        <c:v>59.912490839999997</c:v>
                      </c:pt>
                      <c:pt idx="2514">
                        <c:v>59.912559510000001</c:v>
                      </c:pt>
                      <c:pt idx="2515">
                        <c:v>59.912628169999998</c:v>
                      </c:pt>
                      <c:pt idx="2516">
                        <c:v>59.912700649999998</c:v>
                      </c:pt>
                      <c:pt idx="2517">
                        <c:v>59.912769320000002</c:v>
                      </c:pt>
                      <c:pt idx="2518">
                        <c:v>59.912837979999999</c:v>
                      </c:pt>
                      <c:pt idx="2519">
                        <c:v>59.912906649999996</c:v>
                      </c:pt>
                      <c:pt idx="2520">
                        <c:v>59.912979129999997</c:v>
                      </c:pt>
                      <c:pt idx="2521">
                        <c:v>59.91304779</c:v>
                      </c:pt>
                      <c:pt idx="2522">
                        <c:v>59.913116459999998</c:v>
                      </c:pt>
                      <c:pt idx="2523">
                        <c:v>59.913185120000001</c:v>
                      </c:pt>
                      <c:pt idx="2524">
                        <c:v>59.913257600000001</c:v>
                      </c:pt>
                      <c:pt idx="2525">
                        <c:v>59.913326259999998</c:v>
                      </c:pt>
                      <c:pt idx="2526">
                        <c:v>59.913394930000003</c:v>
                      </c:pt>
                      <c:pt idx="2527">
                        <c:v>59.913463589999999</c:v>
                      </c:pt>
                      <c:pt idx="2528">
                        <c:v>59.913532259999997</c:v>
                      </c:pt>
                      <c:pt idx="2529">
                        <c:v>59.913604739999997</c:v>
                      </c:pt>
                      <c:pt idx="2530">
                        <c:v>59.9136734</c:v>
                      </c:pt>
                      <c:pt idx="2531">
                        <c:v>59.913742069999998</c:v>
                      </c:pt>
                      <c:pt idx="2532">
                        <c:v>59.913810730000002</c:v>
                      </c:pt>
                      <c:pt idx="2533">
                        <c:v>59.913879389999998</c:v>
                      </c:pt>
                      <c:pt idx="2534">
                        <c:v>59.913948060000003</c:v>
                      </c:pt>
                      <c:pt idx="2535">
                        <c:v>59.914016719999999</c:v>
                      </c:pt>
                      <c:pt idx="2536">
                        <c:v>59.914085389999997</c:v>
                      </c:pt>
                      <c:pt idx="2537">
                        <c:v>59.91415405</c:v>
                      </c:pt>
                      <c:pt idx="2538">
                        <c:v>59.914222719999998</c:v>
                      </c:pt>
                      <c:pt idx="2539">
                        <c:v>59.914291380000002</c:v>
                      </c:pt>
                      <c:pt idx="2540">
                        <c:v>59.914360049999999</c:v>
                      </c:pt>
                      <c:pt idx="2541">
                        <c:v>59.914428710000003</c:v>
                      </c:pt>
                      <c:pt idx="2542">
                        <c:v>59.91449738</c:v>
                      </c:pt>
                      <c:pt idx="2543">
                        <c:v>59.914566039999997</c:v>
                      </c:pt>
                      <c:pt idx="2544">
                        <c:v>59.914634700000001</c:v>
                      </c:pt>
                      <c:pt idx="2545">
                        <c:v>59.914703369999998</c:v>
                      </c:pt>
                      <c:pt idx="2546">
                        <c:v>59.914772030000002</c:v>
                      </c:pt>
                      <c:pt idx="2547">
                        <c:v>59.914836880000003</c:v>
                      </c:pt>
                      <c:pt idx="2548">
                        <c:v>59.91490555</c:v>
                      </c:pt>
                      <c:pt idx="2549">
                        <c:v>59.914974209999997</c:v>
                      </c:pt>
                      <c:pt idx="2550">
                        <c:v>59.915042880000001</c:v>
                      </c:pt>
                      <c:pt idx="2551">
                        <c:v>59.915111539999998</c:v>
                      </c:pt>
                      <c:pt idx="2552">
                        <c:v>59.915176389999999</c:v>
                      </c:pt>
                      <c:pt idx="2553">
                        <c:v>59.915245059999997</c:v>
                      </c:pt>
                      <c:pt idx="2554">
                        <c:v>59.91531372</c:v>
                      </c:pt>
                      <c:pt idx="2555">
                        <c:v>59.915378570000001</c:v>
                      </c:pt>
                      <c:pt idx="2556">
                        <c:v>59.915447239999999</c:v>
                      </c:pt>
                      <c:pt idx="2557">
                        <c:v>59.915515900000003</c:v>
                      </c:pt>
                      <c:pt idx="2558">
                        <c:v>59.915580749999997</c:v>
                      </c:pt>
                      <c:pt idx="2559">
                        <c:v>59.91564941</c:v>
                      </c:pt>
                      <c:pt idx="2560">
                        <c:v>59.915714260000001</c:v>
                      </c:pt>
                      <c:pt idx="2561">
                        <c:v>59.915782929999999</c:v>
                      </c:pt>
                      <c:pt idx="2562">
                        <c:v>59.91584778</c:v>
                      </c:pt>
                      <c:pt idx="2563">
                        <c:v>59.915916439999997</c:v>
                      </c:pt>
                      <c:pt idx="2564">
                        <c:v>59.915981289999998</c:v>
                      </c:pt>
                      <c:pt idx="2565">
                        <c:v>59.916049960000002</c:v>
                      </c:pt>
                      <c:pt idx="2566">
                        <c:v>59.916114810000003</c:v>
                      </c:pt>
                      <c:pt idx="2567">
                        <c:v>59.916179659999997</c:v>
                      </c:pt>
                      <c:pt idx="2568">
                        <c:v>59.916248320000001</c:v>
                      </c:pt>
                      <c:pt idx="2569">
                        <c:v>59.916313170000002</c:v>
                      </c:pt>
                      <c:pt idx="2570">
                        <c:v>59.916378020000003</c:v>
                      </c:pt>
                      <c:pt idx="2571">
                        <c:v>59.916442869999997</c:v>
                      </c:pt>
                      <c:pt idx="2572">
                        <c:v>59.916511540000002</c:v>
                      </c:pt>
                      <c:pt idx="2573">
                        <c:v>59.916576390000003</c:v>
                      </c:pt>
                      <c:pt idx="2574">
                        <c:v>59.916641239999997</c:v>
                      </c:pt>
                      <c:pt idx="2575">
                        <c:v>59.916706089999998</c:v>
                      </c:pt>
                      <c:pt idx="2576">
                        <c:v>59.916774750000002</c:v>
                      </c:pt>
                      <c:pt idx="2577">
                        <c:v>59.916839600000003</c:v>
                      </c:pt>
                      <c:pt idx="2578">
                        <c:v>59.916904449999997</c:v>
                      </c:pt>
                      <c:pt idx="2579">
                        <c:v>59.916969299999998</c:v>
                      </c:pt>
                      <c:pt idx="2580">
                        <c:v>59.917034149999999</c:v>
                      </c:pt>
                      <c:pt idx="2581">
                        <c:v>59.917099</c:v>
                      </c:pt>
                      <c:pt idx="2582">
                        <c:v>59.917163850000001</c:v>
                      </c:pt>
                      <c:pt idx="2583">
                        <c:v>59.917228700000003</c:v>
                      </c:pt>
                      <c:pt idx="2584">
                        <c:v>59.917293549999997</c:v>
                      </c:pt>
                      <c:pt idx="2585">
                        <c:v>59.917358399999998</c:v>
                      </c:pt>
                      <c:pt idx="2586">
                        <c:v>59.917423249999999</c:v>
                      </c:pt>
                      <c:pt idx="2587">
                        <c:v>59.9174881</c:v>
                      </c:pt>
                      <c:pt idx="2588">
                        <c:v>59.917552950000001</c:v>
                      </c:pt>
                      <c:pt idx="2589">
                        <c:v>59.917617800000002</c:v>
                      </c:pt>
                      <c:pt idx="2590">
                        <c:v>59.917682650000003</c:v>
                      </c:pt>
                      <c:pt idx="2591">
                        <c:v>59.917747499999997</c:v>
                      </c:pt>
                      <c:pt idx="2592">
                        <c:v>59.917808530000002</c:v>
                      </c:pt>
                      <c:pt idx="2593">
                        <c:v>59.917873380000003</c:v>
                      </c:pt>
                      <c:pt idx="2594">
                        <c:v>59.917938229999997</c:v>
                      </c:pt>
                      <c:pt idx="2595">
                        <c:v>59.918003079999998</c:v>
                      </c:pt>
                      <c:pt idx="2596">
                        <c:v>59.918067929999999</c:v>
                      </c:pt>
                      <c:pt idx="2597">
                        <c:v>59.918132780000001</c:v>
                      </c:pt>
                      <c:pt idx="2598">
                        <c:v>59.918193819999999</c:v>
                      </c:pt>
                      <c:pt idx="2599">
                        <c:v>59.91825867</c:v>
                      </c:pt>
                      <c:pt idx="2600">
                        <c:v>59.918323520000001</c:v>
                      </c:pt>
                      <c:pt idx="2601">
                        <c:v>59.918388370000002</c:v>
                      </c:pt>
                      <c:pt idx="2602">
                        <c:v>59.918453220000004</c:v>
                      </c:pt>
                      <c:pt idx="2603">
                        <c:v>59.918514250000001</c:v>
                      </c:pt>
                      <c:pt idx="2604">
                        <c:v>59.918579100000002</c:v>
                      </c:pt>
                      <c:pt idx="2605">
                        <c:v>59.918643950000003</c:v>
                      </c:pt>
                      <c:pt idx="2606">
                        <c:v>59.918708799999997</c:v>
                      </c:pt>
                      <c:pt idx="2607">
                        <c:v>59.918769840000003</c:v>
                      </c:pt>
                      <c:pt idx="2608">
                        <c:v>59.918834689999997</c:v>
                      </c:pt>
                      <c:pt idx="2609">
                        <c:v>59.918899539999998</c:v>
                      </c:pt>
                      <c:pt idx="2610">
                        <c:v>59.918960570000003</c:v>
                      </c:pt>
                      <c:pt idx="2611">
                        <c:v>59.919025419999997</c:v>
                      </c:pt>
                      <c:pt idx="2612">
                        <c:v>59.919090269999998</c:v>
                      </c:pt>
                      <c:pt idx="2613">
                        <c:v>59.919155119999999</c:v>
                      </c:pt>
                      <c:pt idx="2614">
                        <c:v>59.919216159999998</c:v>
                      </c:pt>
                      <c:pt idx="2615">
                        <c:v>59.919281009999999</c:v>
                      </c:pt>
                      <c:pt idx="2616">
                        <c:v>59.91934586</c:v>
                      </c:pt>
                      <c:pt idx="2617">
                        <c:v>59.919410710000001</c:v>
                      </c:pt>
                      <c:pt idx="2618">
                        <c:v>59.919471739999999</c:v>
                      </c:pt>
                      <c:pt idx="2619">
                        <c:v>59.91953659</c:v>
                      </c:pt>
                      <c:pt idx="2620">
                        <c:v>59.919601440000001</c:v>
                      </c:pt>
                      <c:pt idx="2621">
                        <c:v>59.919666290000002</c:v>
                      </c:pt>
                      <c:pt idx="2622">
                        <c:v>59.919727330000001</c:v>
                      </c:pt>
                      <c:pt idx="2623">
                        <c:v>59.919792180000002</c:v>
                      </c:pt>
                      <c:pt idx="2624">
                        <c:v>59.919857030000003</c:v>
                      </c:pt>
                      <c:pt idx="2625">
                        <c:v>59.919921879999997</c:v>
                      </c:pt>
                      <c:pt idx="2626">
                        <c:v>59.919982910000002</c:v>
                      </c:pt>
                      <c:pt idx="2627">
                        <c:v>59.920047760000003</c:v>
                      </c:pt>
                      <c:pt idx="2628">
                        <c:v>59.920112609999997</c:v>
                      </c:pt>
                      <c:pt idx="2629">
                        <c:v>59.920177459999998</c:v>
                      </c:pt>
                      <c:pt idx="2630">
                        <c:v>59.920242309999999</c:v>
                      </c:pt>
                      <c:pt idx="2631">
                        <c:v>59.92030716</c:v>
                      </c:pt>
                      <c:pt idx="2632">
                        <c:v>59.920368189999998</c:v>
                      </c:pt>
                      <c:pt idx="2633">
                        <c:v>59.920433039999999</c:v>
                      </c:pt>
                      <c:pt idx="2634">
                        <c:v>59.92049789</c:v>
                      </c:pt>
                      <c:pt idx="2635">
                        <c:v>59.920562740000001</c:v>
                      </c:pt>
                      <c:pt idx="2636">
                        <c:v>59.920627590000002</c:v>
                      </c:pt>
                      <c:pt idx="2637">
                        <c:v>59.920692440000003</c:v>
                      </c:pt>
                      <c:pt idx="2638">
                        <c:v>59.920757289999997</c:v>
                      </c:pt>
                      <c:pt idx="2639">
                        <c:v>59.920822139999999</c:v>
                      </c:pt>
                      <c:pt idx="2640">
                        <c:v>59.92088699</c:v>
                      </c:pt>
                      <c:pt idx="2641">
                        <c:v>59.920951840000001</c:v>
                      </c:pt>
                      <c:pt idx="2642">
                        <c:v>59.921016690000002</c:v>
                      </c:pt>
                      <c:pt idx="2643">
                        <c:v>59.921081540000003</c:v>
                      </c:pt>
                      <c:pt idx="2644">
                        <c:v>59.921146389999997</c:v>
                      </c:pt>
                      <c:pt idx="2645">
                        <c:v>59.921211239999998</c:v>
                      </c:pt>
                      <c:pt idx="2646">
                        <c:v>59.921276089999999</c:v>
                      </c:pt>
                      <c:pt idx="2647">
                        <c:v>59.92134094</c:v>
                      </c:pt>
                      <c:pt idx="2648">
                        <c:v>59.921409609999998</c:v>
                      </c:pt>
                      <c:pt idx="2649">
                        <c:v>59.921474459999999</c:v>
                      </c:pt>
                      <c:pt idx="2650">
                        <c:v>59.92153931</c:v>
                      </c:pt>
                      <c:pt idx="2651">
                        <c:v>59.921604160000001</c:v>
                      </c:pt>
                      <c:pt idx="2652">
                        <c:v>59.921672819999998</c:v>
                      </c:pt>
                      <c:pt idx="2653">
                        <c:v>59.921737669999999</c:v>
                      </c:pt>
                      <c:pt idx="2654">
                        <c:v>59.92180252</c:v>
                      </c:pt>
                      <c:pt idx="2655">
                        <c:v>59.921871189999997</c:v>
                      </c:pt>
                      <c:pt idx="2656">
                        <c:v>59.921936039999999</c:v>
                      </c:pt>
                      <c:pt idx="2657">
                        <c:v>59.92200089</c:v>
                      </c:pt>
                      <c:pt idx="2658">
                        <c:v>59.922069550000003</c:v>
                      </c:pt>
                      <c:pt idx="2659">
                        <c:v>59.922134399999997</c:v>
                      </c:pt>
                      <c:pt idx="2660">
                        <c:v>59.922203060000001</c:v>
                      </c:pt>
                      <c:pt idx="2661">
                        <c:v>59.922267910000002</c:v>
                      </c:pt>
                      <c:pt idx="2662">
                        <c:v>59.92233658</c:v>
                      </c:pt>
                      <c:pt idx="2663">
                        <c:v>59.922405240000003</c:v>
                      </c:pt>
                      <c:pt idx="2664">
                        <c:v>59.922470089999997</c:v>
                      </c:pt>
                      <c:pt idx="2665">
                        <c:v>59.922538760000002</c:v>
                      </c:pt>
                      <c:pt idx="2666">
                        <c:v>59.922607419999999</c:v>
                      </c:pt>
                      <c:pt idx="2667">
                        <c:v>59.92267227</c:v>
                      </c:pt>
                      <c:pt idx="2668">
                        <c:v>59.922740939999997</c:v>
                      </c:pt>
                      <c:pt idx="2669">
                        <c:v>59.922809600000001</c:v>
                      </c:pt>
                      <c:pt idx="2670">
                        <c:v>59.922878269999998</c:v>
                      </c:pt>
                      <c:pt idx="2671">
                        <c:v>59.922946930000002</c:v>
                      </c:pt>
                      <c:pt idx="2672">
                        <c:v>59.923015589999999</c:v>
                      </c:pt>
                      <c:pt idx="2673">
                        <c:v>59.923084260000003</c:v>
                      </c:pt>
                      <c:pt idx="2674">
                        <c:v>59.923149109999997</c:v>
                      </c:pt>
                      <c:pt idx="2675">
                        <c:v>59.923221589999997</c:v>
                      </c:pt>
                      <c:pt idx="2676">
                        <c:v>59.923290250000001</c:v>
                      </c:pt>
                      <c:pt idx="2677">
                        <c:v>59.923358919999998</c:v>
                      </c:pt>
                      <c:pt idx="2678">
                        <c:v>59.923427580000002</c:v>
                      </c:pt>
                      <c:pt idx="2679">
                        <c:v>59.923496249999999</c:v>
                      </c:pt>
                      <c:pt idx="2680">
                        <c:v>59.923564910000003</c:v>
                      </c:pt>
                      <c:pt idx="2681">
                        <c:v>59.923633580000001</c:v>
                      </c:pt>
                      <c:pt idx="2682">
                        <c:v>59.92370605</c:v>
                      </c:pt>
                      <c:pt idx="2683">
                        <c:v>59.923774719999997</c:v>
                      </c:pt>
                      <c:pt idx="2684">
                        <c:v>59.923843380000001</c:v>
                      </c:pt>
                      <c:pt idx="2685">
                        <c:v>59.923915860000001</c:v>
                      </c:pt>
                      <c:pt idx="2686">
                        <c:v>59.923984529999998</c:v>
                      </c:pt>
                      <c:pt idx="2687">
                        <c:v>59.924057009999999</c:v>
                      </c:pt>
                      <c:pt idx="2688">
                        <c:v>59.924125670000002</c:v>
                      </c:pt>
                      <c:pt idx="2689">
                        <c:v>59.92419434</c:v>
                      </c:pt>
                      <c:pt idx="2690">
                        <c:v>59.92426682</c:v>
                      </c:pt>
                      <c:pt idx="2691">
                        <c:v>59.924339289999999</c:v>
                      </c:pt>
                      <c:pt idx="2692">
                        <c:v>59.924407960000003</c:v>
                      </c:pt>
                      <c:pt idx="2693">
                        <c:v>59.924480440000004</c:v>
                      </c:pt>
                      <c:pt idx="2694">
                        <c:v>59.924552919999996</c:v>
                      </c:pt>
                      <c:pt idx="2695">
                        <c:v>59.92462158</c:v>
                      </c:pt>
                      <c:pt idx="2696">
                        <c:v>59.92469406</c:v>
                      </c:pt>
                      <c:pt idx="2697">
                        <c:v>59.92476654</c:v>
                      </c:pt>
                      <c:pt idx="2698">
                        <c:v>59.92483902</c:v>
                      </c:pt>
                      <c:pt idx="2699">
                        <c:v>59.9249115</c:v>
                      </c:pt>
                      <c:pt idx="2700">
                        <c:v>59.924980159999997</c:v>
                      </c:pt>
                      <c:pt idx="2701">
                        <c:v>59.925052639999997</c:v>
                      </c:pt>
                      <c:pt idx="2702">
                        <c:v>59.925125119999997</c:v>
                      </c:pt>
                      <c:pt idx="2703">
                        <c:v>59.925197599999997</c:v>
                      </c:pt>
                      <c:pt idx="2704">
                        <c:v>59.925270079999997</c:v>
                      </c:pt>
                      <c:pt idx="2705">
                        <c:v>59.925342559999997</c:v>
                      </c:pt>
                      <c:pt idx="2706">
                        <c:v>59.92541885</c:v>
                      </c:pt>
                      <c:pt idx="2707">
                        <c:v>59.92549133</c:v>
                      </c:pt>
                      <c:pt idx="2708">
                        <c:v>59.92556381</c:v>
                      </c:pt>
                      <c:pt idx="2709">
                        <c:v>59.92563629</c:v>
                      </c:pt>
                      <c:pt idx="2710">
                        <c:v>59.92570877</c:v>
                      </c:pt>
                      <c:pt idx="2711">
                        <c:v>59.925785060000003</c:v>
                      </c:pt>
                      <c:pt idx="2712">
                        <c:v>59.925857540000003</c:v>
                      </c:pt>
                      <c:pt idx="2713">
                        <c:v>59.925930020000003</c:v>
                      </c:pt>
                      <c:pt idx="2714">
                        <c:v>59.926002500000003</c:v>
                      </c:pt>
                      <c:pt idx="2715">
                        <c:v>59.926078799999999</c:v>
                      </c:pt>
                      <c:pt idx="2716">
                        <c:v>59.926151279999999</c:v>
                      </c:pt>
                      <c:pt idx="2717">
                        <c:v>59.926227570000002</c:v>
                      </c:pt>
                      <c:pt idx="2718">
                        <c:v>59.926300050000002</c:v>
                      </c:pt>
                      <c:pt idx="2719">
                        <c:v>59.926372530000002</c:v>
                      </c:pt>
                      <c:pt idx="2720">
                        <c:v>59.926448819999997</c:v>
                      </c:pt>
                      <c:pt idx="2721">
                        <c:v>59.926521299999997</c:v>
                      </c:pt>
                      <c:pt idx="2722">
                        <c:v>59.926593779999997</c:v>
                      </c:pt>
                      <c:pt idx="2723">
                        <c:v>59.92667007</c:v>
                      </c:pt>
                      <c:pt idx="2724">
                        <c:v>59.926746369999996</c:v>
                      </c:pt>
                      <c:pt idx="2725">
                        <c:v>59.926818849999997</c:v>
                      </c:pt>
                      <c:pt idx="2726">
                        <c:v>59.926895139999999</c:v>
                      </c:pt>
                      <c:pt idx="2727">
                        <c:v>59.926971440000003</c:v>
                      </c:pt>
                      <c:pt idx="2728">
                        <c:v>59.927043910000002</c:v>
                      </c:pt>
                      <c:pt idx="2729">
                        <c:v>59.927116390000002</c:v>
                      </c:pt>
                      <c:pt idx="2730">
                        <c:v>59.927196500000001</c:v>
                      </c:pt>
                      <c:pt idx="2731">
                        <c:v>59.927268980000001</c:v>
                      </c:pt>
                      <c:pt idx="2732">
                        <c:v>59.927345279999997</c:v>
                      </c:pt>
                      <c:pt idx="2733">
                        <c:v>59.927417759999997</c:v>
                      </c:pt>
                      <c:pt idx="2734">
                        <c:v>59.927490229999997</c:v>
                      </c:pt>
                      <c:pt idx="2735">
                        <c:v>59.927570340000003</c:v>
                      </c:pt>
                      <c:pt idx="2736">
                        <c:v>59.927646639999999</c:v>
                      </c:pt>
                      <c:pt idx="2737">
                        <c:v>59.927719119999999</c:v>
                      </c:pt>
                      <c:pt idx="2738">
                        <c:v>59.927795410000002</c:v>
                      </c:pt>
                      <c:pt idx="2739">
                        <c:v>59.927867890000002</c:v>
                      </c:pt>
                      <c:pt idx="2740">
                        <c:v>59.927948000000001</c:v>
                      </c:pt>
                      <c:pt idx="2741">
                        <c:v>59.928020480000001</c:v>
                      </c:pt>
                      <c:pt idx="2742">
                        <c:v>59.928096770000003</c:v>
                      </c:pt>
                      <c:pt idx="2743">
                        <c:v>59.92817307</c:v>
                      </c:pt>
                      <c:pt idx="2744">
                        <c:v>59.928245539999999</c:v>
                      </c:pt>
                      <c:pt idx="2745">
                        <c:v>59.928325649999998</c:v>
                      </c:pt>
                      <c:pt idx="2746">
                        <c:v>59.928398129999998</c:v>
                      </c:pt>
                      <c:pt idx="2747">
                        <c:v>59.928474430000001</c:v>
                      </c:pt>
                      <c:pt idx="2748">
                        <c:v>59.928550719999997</c:v>
                      </c:pt>
                      <c:pt idx="2749">
                        <c:v>59.92862701</c:v>
                      </c:pt>
                      <c:pt idx="2750">
                        <c:v>59.928703310000003</c:v>
                      </c:pt>
                      <c:pt idx="2751">
                        <c:v>59.928775790000003</c:v>
                      </c:pt>
                      <c:pt idx="2752">
                        <c:v>59.928852079999999</c:v>
                      </c:pt>
                      <c:pt idx="2753">
                        <c:v>59.928928380000002</c:v>
                      </c:pt>
                      <c:pt idx="2754">
                        <c:v>59.929004669999998</c:v>
                      </c:pt>
                      <c:pt idx="2755">
                        <c:v>59.929077149999998</c:v>
                      </c:pt>
                      <c:pt idx="2756">
                        <c:v>59.92915344</c:v>
                      </c:pt>
                      <c:pt idx="2757">
                        <c:v>59.929229739999997</c:v>
                      </c:pt>
                      <c:pt idx="2758">
                        <c:v>59.929302219999997</c:v>
                      </c:pt>
                      <c:pt idx="2759">
                        <c:v>59.929378509999999</c:v>
                      </c:pt>
                      <c:pt idx="2760">
                        <c:v>59.929454800000002</c:v>
                      </c:pt>
                      <c:pt idx="2761">
                        <c:v>59.929527280000002</c:v>
                      </c:pt>
                      <c:pt idx="2762">
                        <c:v>59.929603579999998</c:v>
                      </c:pt>
                      <c:pt idx="2763">
                        <c:v>59.929679870000001</c:v>
                      </c:pt>
                      <c:pt idx="2764">
                        <c:v>59.929752350000001</c:v>
                      </c:pt>
                      <c:pt idx="2765">
                        <c:v>59.929828639999997</c:v>
                      </c:pt>
                      <c:pt idx="2766">
                        <c:v>59.929901119999997</c:v>
                      </c:pt>
                      <c:pt idx="2767">
                        <c:v>59.92997742</c:v>
                      </c:pt>
                      <c:pt idx="2768">
                        <c:v>59.930053710000003</c:v>
                      </c:pt>
                      <c:pt idx="2769">
                        <c:v>59.930126190000003</c:v>
                      </c:pt>
                      <c:pt idx="2770">
                        <c:v>59.930198670000003</c:v>
                      </c:pt>
                      <c:pt idx="2771">
                        <c:v>59.930274959999998</c:v>
                      </c:pt>
                      <c:pt idx="2772">
                        <c:v>59.930347439999998</c:v>
                      </c:pt>
                      <c:pt idx="2773">
                        <c:v>59.930423740000002</c:v>
                      </c:pt>
                      <c:pt idx="2774">
                        <c:v>59.930496220000002</c:v>
                      </c:pt>
                      <c:pt idx="2775">
                        <c:v>59.930568700000002</c:v>
                      </c:pt>
                      <c:pt idx="2776">
                        <c:v>59.930644989999998</c:v>
                      </c:pt>
                      <c:pt idx="2777">
                        <c:v>59.930717469999998</c:v>
                      </c:pt>
                      <c:pt idx="2778">
                        <c:v>59.930789949999998</c:v>
                      </c:pt>
                      <c:pt idx="2779">
                        <c:v>59.930862429999998</c:v>
                      </c:pt>
                      <c:pt idx="2780">
                        <c:v>59.930934909999998</c:v>
                      </c:pt>
                      <c:pt idx="2781">
                        <c:v>59.931007389999998</c:v>
                      </c:pt>
                      <c:pt idx="2782">
                        <c:v>59.931079859999997</c:v>
                      </c:pt>
                      <c:pt idx="2783">
                        <c:v>59.931152339999997</c:v>
                      </c:pt>
                      <c:pt idx="2784">
                        <c:v>59.931224819999997</c:v>
                      </c:pt>
                      <c:pt idx="2785">
                        <c:v>59.931297299999997</c:v>
                      </c:pt>
                      <c:pt idx="2786">
                        <c:v>59.931369779999997</c:v>
                      </c:pt>
                      <c:pt idx="2787">
                        <c:v>59.931438450000002</c:v>
                      </c:pt>
                      <c:pt idx="2788">
                        <c:v>59.931510930000002</c:v>
                      </c:pt>
                      <c:pt idx="2789">
                        <c:v>59.931583400000001</c:v>
                      </c:pt>
                      <c:pt idx="2790">
                        <c:v>59.931652069999998</c:v>
                      </c:pt>
                      <c:pt idx="2791">
                        <c:v>59.931724549999998</c:v>
                      </c:pt>
                      <c:pt idx="2792">
                        <c:v>59.931793210000002</c:v>
                      </c:pt>
                      <c:pt idx="2793">
                        <c:v>59.931865690000002</c:v>
                      </c:pt>
                      <c:pt idx="2794">
                        <c:v>59.93193436</c:v>
                      </c:pt>
                      <c:pt idx="2795">
                        <c:v>59.932003020000003</c:v>
                      </c:pt>
                      <c:pt idx="2796">
                        <c:v>59.932071690000001</c:v>
                      </c:pt>
                      <c:pt idx="2797">
                        <c:v>59.932140349999997</c:v>
                      </c:pt>
                      <c:pt idx="2798">
                        <c:v>59.932212829999997</c:v>
                      </c:pt>
                      <c:pt idx="2799">
                        <c:v>59.932277679999999</c:v>
                      </c:pt>
                      <c:pt idx="2800">
                        <c:v>59.932346340000002</c:v>
                      </c:pt>
                      <c:pt idx="2801">
                        <c:v>59.93241501</c:v>
                      </c:pt>
                      <c:pt idx="2802">
                        <c:v>59.932483670000003</c:v>
                      </c:pt>
                      <c:pt idx="2803">
                        <c:v>59.932552340000001</c:v>
                      </c:pt>
                      <c:pt idx="2804">
                        <c:v>59.932617190000002</c:v>
                      </c:pt>
                      <c:pt idx="2805">
                        <c:v>59.932685849999999</c:v>
                      </c:pt>
                      <c:pt idx="2806">
                        <c:v>59.9327507</c:v>
                      </c:pt>
                      <c:pt idx="2807">
                        <c:v>59.932819369999997</c:v>
                      </c:pt>
                      <c:pt idx="2808">
                        <c:v>59.932884219999998</c:v>
                      </c:pt>
                      <c:pt idx="2809">
                        <c:v>59.932949069999999</c:v>
                      </c:pt>
                      <c:pt idx="2810">
                        <c:v>59.93301392</c:v>
                      </c:pt>
                      <c:pt idx="2811">
                        <c:v>59.933078770000002</c:v>
                      </c:pt>
                      <c:pt idx="2812">
                        <c:v>59.933143620000003</c:v>
                      </c:pt>
                      <c:pt idx="2813">
                        <c:v>59.933208469999997</c:v>
                      </c:pt>
                      <c:pt idx="2814">
                        <c:v>59.933273319999998</c:v>
                      </c:pt>
                      <c:pt idx="2815">
                        <c:v>59.933334350000003</c:v>
                      </c:pt>
                      <c:pt idx="2816">
                        <c:v>59.933399199999997</c:v>
                      </c:pt>
                      <c:pt idx="2817">
                        <c:v>59.933464049999998</c:v>
                      </c:pt>
                      <c:pt idx="2818">
                        <c:v>59.933525090000003</c:v>
                      </c:pt>
                      <c:pt idx="2819">
                        <c:v>59.933586120000001</c:v>
                      </c:pt>
                      <c:pt idx="2820">
                        <c:v>59.93364716</c:v>
                      </c:pt>
                      <c:pt idx="2821">
                        <c:v>59.933708189999997</c:v>
                      </c:pt>
                      <c:pt idx="2822">
                        <c:v>59.933769230000003</c:v>
                      </c:pt>
                      <c:pt idx="2823">
                        <c:v>59.933830260000001</c:v>
                      </c:pt>
                      <c:pt idx="2824">
                        <c:v>59.933891299999999</c:v>
                      </c:pt>
                      <c:pt idx="2825">
                        <c:v>59.933952329999997</c:v>
                      </c:pt>
                      <c:pt idx="2826">
                        <c:v>59.934009549999999</c:v>
                      </c:pt>
                      <c:pt idx="2827">
                        <c:v>59.934070589999997</c:v>
                      </c:pt>
                      <c:pt idx="2828">
                        <c:v>59.93412781</c:v>
                      </c:pt>
                      <c:pt idx="2829">
                        <c:v>59.934185030000002</c:v>
                      </c:pt>
                      <c:pt idx="2830">
                        <c:v>59.93424606</c:v>
                      </c:pt>
                      <c:pt idx="2831">
                        <c:v>59.934303280000002</c:v>
                      </c:pt>
                      <c:pt idx="2832">
                        <c:v>59.934360499999997</c:v>
                      </c:pt>
                      <c:pt idx="2833">
                        <c:v>59.934413910000004</c:v>
                      </c:pt>
                      <c:pt idx="2834">
                        <c:v>59.934471129999999</c:v>
                      </c:pt>
                      <c:pt idx="2835">
                        <c:v>59.934528350000001</c:v>
                      </c:pt>
                      <c:pt idx="2836">
                        <c:v>59.93458176</c:v>
                      </c:pt>
                      <c:pt idx="2837">
                        <c:v>59.934638980000003</c:v>
                      </c:pt>
                      <c:pt idx="2838">
                        <c:v>59.934692380000001</c:v>
                      </c:pt>
                      <c:pt idx="2839">
                        <c:v>59.934745790000001</c:v>
                      </c:pt>
                      <c:pt idx="2840">
                        <c:v>59.93479919</c:v>
                      </c:pt>
                      <c:pt idx="2841">
                        <c:v>59.934852599999999</c:v>
                      </c:pt>
                      <c:pt idx="2842">
                        <c:v>59.934906009999999</c:v>
                      </c:pt>
                      <c:pt idx="2843">
                        <c:v>59.934955600000002</c:v>
                      </c:pt>
                      <c:pt idx="2844">
                        <c:v>59.935009000000001</c:v>
                      </c:pt>
                      <c:pt idx="2845">
                        <c:v>59.935058589999997</c:v>
                      </c:pt>
                      <c:pt idx="2846">
                        <c:v>59.935111999999997</c:v>
                      </c:pt>
                      <c:pt idx="2847">
                        <c:v>59.93516159</c:v>
                      </c:pt>
                      <c:pt idx="2848">
                        <c:v>59.935211180000003</c:v>
                      </c:pt>
                      <c:pt idx="2849">
                        <c:v>59.935260769999999</c:v>
                      </c:pt>
                      <c:pt idx="2850">
                        <c:v>59.935310360000003</c:v>
                      </c:pt>
                      <c:pt idx="2851">
                        <c:v>59.935356140000003</c:v>
                      </c:pt>
                      <c:pt idx="2852">
                        <c:v>59.935405729999999</c:v>
                      </c:pt>
                      <c:pt idx="2853">
                        <c:v>59.93545151</c:v>
                      </c:pt>
                      <c:pt idx="2854">
                        <c:v>59.935501100000003</c:v>
                      </c:pt>
                      <c:pt idx="2855">
                        <c:v>59.935546879999997</c:v>
                      </c:pt>
                      <c:pt idx="2856">
                        <c:v>59.935592649999997</c:v>
                      </c:pt>
                      <c:pt idx="2857">
                        <c:v>59.935638429999997</c:v>
                      </c:pt>
                      <c:pt idx="2858">
                        <c:v>59.935684199999997</c:v>
                      </c:pt>
                      <c:pt idx="2859">
                        <c:v>59.935729979999998</c:v>
                      </c:pt>
                      <c:pt idx="2860">
                        <c:v>59.935771940000002</c:v>
                      </c:pt>
                      <c:pt idx="2861">
                        <c:v>59.935817720000003</c:v>
                      </c:pt>
                      <c:pt idx="2862">
                        <c:v>59.93585968</c:v>
                      </c:pt>
                      <c:pt idx="2863">
                        <c:v>59.935901639999997</c:v>
                      </c:pt>
                      <c:pt idx="2864">
                        <c:v>59.935943600000002</c:v>
                      </c:pt>
                      <c:pt idx="2865">
                        <c:v>59.93598557</c:v>
                      </c:pt>
                      <c:pt idx="2866">
                        <c:v>59.936027529999997</c:v>
                      </c:pt>
                      <c:pt idx="2867">
                        <c:v>59.936069490000001</c:v>
                      </c:pt>
                      <c:pt idx="2868">
                        <c:v>59.936107640000003</c:v>
                      </c:pt>
                      <c:pt idx="2869">
                        <c:v>59.9361496</c:v>
                      </c:pt>
                      <c:pt idx="2870">
                        <c:v>59.936187740000001</c:v>
                      </c:pt>
                      <c:pt idx="2871">
                        <c:v>59.936225890000003</c:v>
                      </c:pt>
                      <c:pt idx="2872">
                        <c:v>59.936264039999998</c:v>
                      </c:pt>
                      <c:pt idx="2873">
                        <c:v>59.936302189999999</c:v>
                      </c:pt>
                      <c:pt idx="2874">
                        <c:v>59.93634033</c:v>
                      </c:pt>
                      <c:pt idx="2875">
                        <c:v>59.936374659999998</c:v>
                      </c:pt>
                      <c:pt idx="2876">
                        <c:v>59.93641281</c:v>
                      </c:pt>
                      <c:pt idx="2877">
                        <c:v>59.936447139999999</c:v>
                      </c:pt>
                      <c:pt idx="2878">
                        <c:v>59.93648529</c:v>
                      </c:pt>
                      <c:pt idx="2879">
                        <c:v>59.936519619999999</c:v>
                      </c:pt>
                      <c:pt idx="2880">
                        <c:v>59.936553959999998</c:v>
                      </c:pt>
                      <c:pt idx="2881">
                        <c:v>59.936588290000003</c:v>
                      </c:pt>
                      <c:pt idx="2882">
                        <c:v>59.936618799999998</c:v>
                      </c:pt>
                      <c:pt idx="2883">
                        <c:v>59.936653139999997</c:v>
                      </c:pt>
                      <c:pt idx="2884">
                        <c:v>59.936683649999999</c:v>
                      </c:pt>
                      <c:pt idx="2885">
                        <c:v>59.936717989999998</c:v>
                      </c:pt>
                      <c:pt idx="2886">
                        <c:v>59.9367485</c:v>
                      </c:pt>
                      <c:pt idx="2887">
                        <c:v>59.936779020000003</c:v>
                      </c:pt>
                      <c:pt idx="2888">
                        <c:v>59.936809539999999</c:v>
                      </c:pt>
                      <c:pt idx="2889">
                        <c:v>59.936840060000002</c:v>
                      </c:pt>
                      <c:pt idx="2890">
                        <c:v>59.936870570000004</c:v>
                      </c:pt>
                      <c:pt idx="2891">
                        <c:v>59.936897279999997</c:v>
                      </c:pt>
                      <c:pt idx="2892">
                        <c:v>59.936927799999999</c:v>
                      </c:pt>
                      <c:pt idx="2893">
                        <c:v>59.936954499999999</c:v>
                      </c:pt>
                      <c:pt idx="2894">
                        <c:v>59.936981199999998</c:v>
                      </c:pt>
                      <c:pt idx="2895">
                        <c:v>59.937007899999998</c:v>
                      </c:pt>
                      <c:pt idx="2896">
                        <c:v>59.937034609999998</c:v>
                      </c:pt>
                      <c:pt idx="2897">
                        <c:v>59.937061309999997</c:v>
                      </c:pt>
                      <c:pt idx="2898">
                        <c:v>59.937088009999997</c:v>
                      </c:pt>
                      <c:pt idx="2899">
                        <c:v>59.9371109</c:v>
                      </c:pt>
                      <c:pt idx="2900">
                        <c:v>59.937133789999997</c:v>
                      </c:pt>
                      <c:pt idx="2901">
                        <c:v>59.937160489999997</c:v>
                      </c:pt>
                      <c:pt idx="2902">
                        <c:v>59.93718338</c:v>
                      </c:pt>
                      <c:pt idx="2903">
                        <c:v>59.937206269999997</c:v>
                      </c:pt>
                      <c:pt idx="2904">
                        <c:v>59.937229160000001</c:v>
                      </c:pt>
                      <c:pt idx="2905">
                        <c:v>59.937252039999997</c:v>
                      </c:pt>
                      <c:pt idx="2906">
                        <c:v>59.937271119999998</c:v>
                      </c:pt>
                      <c:pt idx="2907">
                        <c:v>59.937294010000002</c:v>
                      </c:pt>
                      <c:pt idx="2908">
                        <c:v>59.937313080000003</c:v>
                      </c:pt>
                      <c:pt idx="2909">
                        <c:v>59.937332150000003</c:v>
                      </c:pt>
                      <c:pt idx="2910">
                        <c:v>59.93735504</c:v>
                      </c:pt>
                      <c:pt idx="2911">
                        <c:v>59.93737411</c:v>
                      </c:pt>
                      <c:pt idx="2912">
                        <c:v>59.937393190000002</c:v>
                      </c:pt>
                      <c:pt idx="2913">
                        <c:v>59.93740845</c:v>
                      </c:pt>
                      <c:pt idx="2914">
                        <c:v>59.93742752</c:v>
                      </c:pt>
                      <c:pt idx="2915">
                        <c:v>59.937442779999998</c:v>
                      </c:pt>
                      <c:pt idx="2916">
                        <c:v>59.937461849999998</c:v>
                      </c:pt>
                      <c:pt idx="2917">
                        <c:v>59.937477110000003</c:v>
                      </c:pt>
                      <c:pt idx="2918">
                        <c:v>59.937492370000001</c:v>
                      </c:pt>
                      <c:pt idx="2919">
                        <c:v>59.937507629999999</c:v>
                      </c:pt>
                      <c:pt idx="2920">
                        <c:v>59.937522889999997</c:v>
                      </c:pt>
                      <c:pt idx="2921">
                        <c:v>59.937538150000002</c:v>
                      </c:pt>
                      <c:pt idx="2922">
                        <c:v>59.93755341</c:v>
                      </c:pt>
                      <c:pt idx="2923">
                        <c:v>59.937564850000001</c:v>
                      </c:pt>
                      <c:pt idx="2924">
                        <c:v>59.937580109999999</c:v>
                      </c:pt>
                      <c:pt idx="2925">
                        <c:v>59.93759155</c:v>
                      </c:pt>
                      <c:pt idx="2926">
                        <c:v>59.937603000000003</c:v>
                      </c:pt>
                      <c:pt idx="2927">
                        <c:v>59.937614439999997</c:v>
                      </c:pt>
                      <c:pt idx="2928">
                        <c:v>59.93762589</c:v>
                      </c:pt>
                      <c:pt idx="2929">
                        <c:v>59.937637330000001</c:v>
                      </c:pt>
                      <c:pt idx="2930">
                        <c:v>59.937648770000003</c:v>
                      </c:pt>
                      <c:pt idx="2931">
                        <c:v>59.937656400000002</c:v>
                      </c:pt>
                      <c:pt idx="2932">
                        <c:v>59.937667849999997</c:v>
                      </c:pt>
                      <c:pt idx="2933">
                        <c:v>59.937675480000003</c:v>
                      </c:pt>
                      <c:pt idx="2934">
                        <c:v>59.937683110000002</c:v>
                      </c:pt>
                      <c:pt idx="2935">
                        <c:v>59.93769073</c:v>
                      </c:pt>
                      <c:pt idx="2936">
                        <c:v>59.937698359999999</c:v>
                      </c:pt>
                      <c:pt idx="2937">
                        <c:v>59.937705989999998</c:v>
                      </c:pt>
                      <c:pt idx="2938">
                        <c:v>59.937713619999997</c:v>
                      </c:pt>
                      <c:pt idx="2939">
                        <c:v>59.937721250000003</c:v>
                      </c:pt>
                      <c:pt idx="2940">
                        <c:v>59.937725069999999</c:v>
                      </c:pt>
                      <c:pt idx="2941">
                        <c:v>59.937732699999998</c:v>
                      </c:pt>
                      <c:pt idx="2942">
                        <c:v>59.937736510000001</c:v>
                      </c:pt>
                      <c:pt idx="2943">
                        <c:v>59.937740329999997</c:v>
                      </c:pt>
                      <c:pt idx="2944">
                        <c:v>59.93774414</c:v>
                      </c:pt>
                      <c:pt idx="2945">
                        <c:v>59.937747960000003</c:v>
                      </c:pt>
                      <c:pt idx="2946">
                        <c:v>59.937751769999998</c:v>
                      </c:pt>
                      <c:pt idx="2947">
                        <c:v>59.937755580000001</c:v>
                      </c:pt>
                      <c:pt idx="2948">
                        <c:v>59.937755580000001</c:v>
                      </c:pt>
                      <c:pt idx="2949">
                        <c:v>59.937759399999997</c:v>
                      </c:pt>
                      <c:pt idx="2950">
                        <c:v>59.937759399999997</c:v>
                      </c:pt>
                      <c:pt idx="2951">
                        <c:v>59.93776321</c:v>
                      </c:pt>
                      <c:pt idx="2952">
                        <c:v>59.93776321</c:v>
                      </c:pt>
                      <c:pt idx="2953">
                        <c:v>59.93776321</c:v>
                      </c:pt>
                      <c:pt idx="2954">
                        <c:v>59.93776321</c:v>
                      </c:pt>
                      <c:pt idx="2955">
                        <c:v>59.937759399999997</c:v>
                      </c:pt>
                      <c:pt idx="2956">
                        <c:v>59.937759399999997</c:v>
                      </c:pt>
                      <c:pt idx="2957">
                        <c:v>59.937759399999997</c:v>
                      </c:pt>
                      <c:pt idx="2958">
                        <c:v>59.937755580000001</c:v>
                      </c:pt>
                      <c:pt idx="2959">
                        <c:v>59.937755580000001</c:v>
                      </c:pt>
                      <c:pt idx="2960">
                        <c:v>59.937751769999998</c:v>
                      </c:pt>
                      <c:pt idx="2961">
                        <c:v>59.937747960000003</c:v>
                      </c:pt>
                      <c:pt idx="2962">
                        <c:v>59.93774414</c:v>
                      </c:pt>
                      <c:pt idx="2963">
                        <c:v>59.937740329999997</c:v>
                      </c:pt>
                      <c:pt idx="2964">
                        <c:v>59.937736510000001</c:v>
                      </c:pt>
                      <c:pt idx="2965">
                        <c:v>59.937732699999998</c:v>
                      </c:pt>
                      <c:pt idx="2966">
                        <c:v>59.937725069999999</c:v>
                      </c:pt>
                      <c:pt idx="2967">
                        <c:v>59.937721250000003</c:v>
                      </c:pt>
                      <c:pt idx="2968">
                        <c:v>59.937713619999997</c:v>
                      </c:pt>
                      <c:pt idx="2969">
                        <c:v>59.937709810000001</c:v>
                      </c:pt>
                      <c:pt idx="2970">
                        <c:v>59.937702180000002</c:v>
                      </c:pt>
                      <c:pt idx="2971">
                        <c:v>59.937694550000003</c:v>
                      </c:pt>
                      <c:pt idx="2972">
                        <c:v>59.937686919999997</c:v>
                      </c:pt>
                      <c:pt idx="2973">
                        <c:v>59.937679289999998</c:v>
                      </c:pt>
                      <c:pt idx="2974">
                        <c:v>59.937671659999999</c:v>
                      </c:pt>
                      <c:pt idx="2975">
                        <c:v>59.937660219999998</c:v>
                      </c:pt>
                      <c:pt idx="2976">
                        <c:v>59.937652589999999</c:v>
                      </c:pt>
                      <c:pt idx="2977">
                        <c:v>59.937641139999997</c:v>
                      </c:pt>
                      <c:pt idx="2978">
                        <c:v>59.937633509999998</c:v>
                      </c:pt>
                      <c:pt idx="2979">
                        <c:v>59.937622070000003</c:v>
                      </c:pt>
                      <c:pt idx="2980">
                        <c:v>59.937610630000002</c:v>
                      </c:pt>
                      <c:pt idx="2981">
                        <c:v>59.937599179999999</c:v>
                      </c:pt>
                      <c:pt idx="2982">
                        <c:v>59.937587739999998</c:v>
                      </c:pt>
                      <c:pt idx="2983">
                        <c:v>59.937576290000003</c:v>
                      </c:pt>
                      <c:pt idx="2984">
                        <c:v>59.937564850000001</c:v>
                      </c:pt>
                      <c:pt idx="2985">
                        <c:v>59.937549590000003</c:v>
                      </c:pt>
                      <c:pt idx="2986">
                        <c:v>59.937538150000002</c:v>
                      </c:pt>
                      <c:pt idx="2987">
                        <c:v>59.937522889999997</c:v>
                      </c:pt>
                      <c:pt idx="2988">
                        <c:v>59.937507629999999</c:v>
                      </c:pt>
                      <c:pt idx="2989">
                        <c:v>59.937496189999997</c:v>
                      </c:pt>
                      <c:pt idx="2990">
                        <c:v>59.93748093</c:v>
                      </c:pt>
                      <c:pt idx="2991">
                        <c:v>59.937465670000002</c:v>
                      </c:pt>
                      <c:pt idx="2992">
                        <c:v>59.937450409999997</c:v>
                      </c:pt>
                      <c:pt idx="2993">
                        <c:v>59.937435149999999</c:v>
                      </c:pt>
                      <c:pt idx="2994">
                        <c:v>59.937416079999998</c:v>
                      </c:pt>
                      <c:pt idx="2995">
                        <c:v>59.937400820000001</c:v>
                      </c:pt>
                      <c:pt idx="2996">
                        <c:v>59.937381739999999</c:v>
                      </c:pt>
                      <c:pt idx="2997">
                        <c:v>59.937366490000002</c:v>
                      </c:pt>
                      <c:pt idx="2998">
                        <c:v>59.937347410000001</c:v>
                      </c:pt>
                      <c:pt idx="2999">
                        <c:v>59.937328340000001</c:v>
                      </c:pt>
                      <c:pt idx="3000">
                        <c:v>59.93730927</c:v>
                      </c:pt>
                      <c:pt idx="3001">
                        <c:v>59.937290189999999</c:v>
                      </c:pt>
                      <c:pt idx="3002">
                        <c:v>59.937271119999998</c:v>
                      </c:pt>
                      <c:pt idx="3003">
                        <c:v>59.937252039999997</c:v>
                      </c:pt>
                      <c:pt idx="3004">
                        <c:v>59.937232969999997</c:v>
                      </c:pt>
                      <c:pt idx="3005">
                        <c:v>59.93721008</c:v>
                      </c:pt>
                      <c:pt idx="3006">
                        <c:v>59.937191009999999</c:v>
                      </c:pt>
                      <c:pt idx="3007">
                        <c:v>59.937168120000003</c:v>
                      </c:pt>
                      <c:pt idx="3008">
                        <c:v>59.937145229999999</c:v>
                      </c:pt>
                      <c:pt idx="3009">
                        <c:v>59.937126159999998</c:v>
                      </c:pt>
                      <c:pt idx="3010">
                        <c:v>59.937103270000001</c:v>
                      </c:pt>
                      <c:pt idx="3011">
                        <c:v>59.937080379999998</c:v>
                      </c:pt>
                      <c:pt idx="3012">
                        <c:v>59.937057500000002</c:v>
                      </c:pt>
                      <c:pt idx="3013">
                        <c:v>59.937030790000001</c:v>
                      </c:pt>
                      <c:pt idx="3014">
                        <c:v>59.937007899999998</c:v>
                      </c:pt>
                      <c:pt idx="3015">
                        <c:v>59.936985020000002</c:v>
                      </c:pt>
                      <c:pt idx="3016">
                        <c:v>59.936958310000001</c:v>
                      </c:pt>
                      <c:pt idx="3017">
                        <c:v>59.936931610000002</c:v>
                      </c:pt>
                      <c:pt idx="3018">
                        <c:v>59.936908719999998</c:v>
                      </c:pt>
                      <c:pt idx="3019">
                        <c:v>59.936882019999999</c:v>
                      </c:pt>
                      <c:pt idx="3020">
                        <c:v>59.936855319999999</c:v>
                      </c:pt>
                      <c:pt idx="3021">
                        <c:v>59.936828609999999</c:v>
                      </c:pt>
                      <c:pt idx="3022">
                        <c:v>59.93680191</c:v>
                      </c:pt>
                      <c:pt idx="3023">
                        <c:v>59.93677521</c:v>
                      </c:pt>
                      <c:pt idx="3024">
                        <c:v>59.936744689999998</c:v>
                      </c:pt>
                      <c:pt idx="3025">
                        <c:v>59.936717989999998</c:v>
                      </c:pt>
                      <c:pt idx="3026">
                        <c:v>59.936687470000003</c:v>
                      </c:pt>
                      <c:pt idx="3027">
                        <c:v>59.936660770000003</c:v>
                      </c:pt>
                      <c:pt idx="3028">
                        <c:v>59.93663025</c:v>
                      </c:pt>
                      <c:pt idx="3029">
                        <c:v>59.936599729999998</c:v>
                      </c:pt>
                      <c:pt idx="3030">
                        <c:v>59.936569210000002</c:v>
                      </c:pt>
                      <c:pt idx="3031">
                        <c:v>59.9365387</c:v>
                      </c:pt>
                      <c:pt idx="3032">
                        <c:v>59.936508179999997</c:v>
                      </c:pt>
                      <c:pt idx="3033">
                        <c:v>59.936477660000001</c:v>
                      </c:pt>
                      <c:pt idx="3034">
                        <c:v>59.936447139999999</c:v>
                      </c:pt>
                      <c:pt idx="3035">
                        <c:v>59.93641281</c:v>
                      </c:pt>
                      <c:pt idx="3036">
                        <c:v>59.936382289999997</c:v>
                      </c:pt>
                      <c:pt idx="3037">
                        <c:v>59.936347959999999</c:v>
                      </c:pt>
                      <c:pt idx="3038">
                        <c:v>59.936313630000001</c:v>
                      </c:pt>
                      <c:pt idx="3039">
                        <c:v>59.936283109999998</c:v>
                      </c:pt>
                      <c:pt idx="3040">
                        <c:v>59.93624878</c:v>
                      </c:pt>
                      <c:pt idx="3041">
                        <c:v>59.936214450000001</c:v>
                      </c:pt>
                      <c:pt idx="3042">
                        <c:v>59.936180110000002</c:v>
                      </c:pt>
                      <c:pt idx="3043">
                        <c:v>59.936141970000001</c:v>
                      </c:pt>
                      <c:pt idx="3044">
                        <c:v>59.936107640000003</c:v>
                      </c:pt>
                      <c:pt idx="3045">
                        <c:v>59.936073299999997</c:v>
                      </c:pt>
                      <c:pt idx="3046">
                        <c:v>59.936035160000003</c:v>
                      </c:pt>
                      <c:pt idx="3047">
                        <c:v>59.936000819999997</c:v>
                      </c:pt>
                      <c:pt idx="3048">
                        <c:v>59.935962680000003</c:v>
                      </c:pt>
                      <c:pt idx="3049">
                        <c:v>59.935924530000001</c:v>
                      </c:pt>
                      <c:pt idx="3050">
                        <c:v>59.935886379999999</c:v>
                      </c:pt>
                      <c:pt idx="3051">
                        <c:v>59.935848239999999</c:v>
                      </c:pt>
                      <c:pt idx="3052">
                        <c:v>59.935810089999997</c:v>
                      </c:pt>
                      <c:pt idx="3053">
                        <c:v>59.935771940000002</c:v>
                      </c:pt>
                      <c:pt idx="3054">
                        <c:v>59.935733800000001</c:v>
                      </c:pt>
                      <c:pt idx="3055">
                        <c:v>59.935691830000003</c:v>
                      </c:pt>
                      <c:pt idx="3056">
                        <c:v>59.935653690000002</c:v>
                      </c:pt>
                      <c:pt idx="3057">
                        <c:v>59.935611719999997</c:v>
                      </c:pt>
                      <c:pt idx="3058">
                        <c:v>59.935573580000003</c:v>
                      </c:pt>
                      <c:pt idx="3059">
                        <c:v>59.935531619999999</c:v>
                      </c:pt>
                      <c:pt idx="3060">
                        <c:v>59.935489650000001</c:v>
                      </c:pt>
                      <c:pt idx="3061">
                        <c:v>59.935447689999997</c:v>
                      </c:pt>
                      <c:pt idx="3062">
                        <c:v>59.935405729999999</c:v>
                      </c:pt>
                      <c:pt idx="3063">
                        <c:v>59.935363770000002</c:v>
                      </c:pt>
                      <c:pt idx="3064">
                        <c:v>59.935321809999998</c:v>
                      </c:pt>
                      <c:pt idx="3065">
                        <c:v>59.935276029999997</c:v>
                      </c:pt>
                      <c:pt idx="3066">
                        <c:v>59.93523407</c:v>
                      </c:pt>
                      <c:pt idx="3067">
                        <c:v>59.935188289999999</c:v>
                      </c:pt>
                      <c:pt idx="3068">
                        <c:v>59.935146330000002</c:v>
                      </c:pt>
                      <c:pt idx="3069">
                        <c:v>59.935100560000002</c:v>
                      </c:pt>
                      <c:pt idx="3070">
                        <c:v>59.935054780000002</c:v>
                      </c:pt>
                      <c:pt idx="3071">
                        <c:v>59.935009000000001</c:v>
                      </c:pt>
                      <c:pt idx="3072">
                        <c:v>59.934963230000001</c:v>
                      </c:pt>
                      <c:pt idx="3073">
                        <c:v>59.93491745</c:v>
                      </c:pt>
                      <c:pt idx="3074">
                        <c:v>59.93487167</c:v>
                      </c:pt>
                      <c:pt idx="3075">
                        <c:v>59.9348259</c:v>
                      </c:pt>
                      <c:pt idx="3076">
                        <c:v>59.934776309999997</c:v>
                      </c:pt>
                      <c:pt idx="3077">
                        <c:v>59.934730530000003</c:v>
                      </c:pt>
                      <c:pt idx="3078">
                        <c:v>59.93468094</c:v>
                      </c:pt>
                      <c:pt idx="3079">
                        <c:v>59.934635159999999</c:v>
                      </c:pt>
                      <c:pt idx="3080">
                        <c:v>59.934585570000003</c:v>
                      </c:pt>
                      <c:pt idx="3081">
                        <c:v>59.93453598</c:v>
                      </c:pt>
                      <c:pt idx="3082">
                        <c:v>59.934486390000004</c:v>
                      </c:pt>
                      <c:pt idx="3083">
                        <c:v>59.9344368</c:v>
                      </c:pt>
                      <c:pt idx="3084">
                        <c:v>59.934387209999997</c:v>
                      </c:pt>
                      <c:pt idx="3085">
                        <c:v>59.934337620000001</c:v>
                      </c:pt>
                      <c:pt idx="3086">
                        <c:v>59.934288019999997</c:v>
                      </c:pt>
                      <c:pt idx="3087">
                        <c:v>59.934238430000001</c:v>
                      </c:pt>
                      <c:pt idx="3088">
                        <c:v>59.934185030000002</c:v>
                      </c:pt>
                      <c:pt idx="3089">
                        <c:v>59.934135439999999</c:v>
                      </c:pt>
                      <c:pt idx="3090">
                        <c:v>59.934082029999999</c:v>
                      </c:pt>
                      <c:pt idx="3091">
                        <c:v>59.934032440000003</c:v>
                      </c:pt>
                      <c:pt idx="3092">
                        <c:v>59.933979030000003</c:v>
                      </c:pt>
                      <c:pt idx="3093">
                        <c:v>59.933925629999997</c:v>
                      </c:pt>
                      <c:pt idx="3094">
                        <c:v>59.933872219999998</c:v>
                      </c:pt>
                      <c:pt idx="3095">
                        <c:v>59.933818819999999</c:v>
                      </c:pt>
                      <c:pt idx="3096">
                        <c:v>59.933765409999999</c:v>
                      </c:pt>
                      <c:pt idx="3097">
                        <c:v>59.933712010000001</c:v>
                      </c:pt>
                      <c:pt idx="3098">
                        <c:v>59.933658600000001</c:v>
                      </c:pt>
                      <c:pt idx="3099">
                        <c:v>59.933605190000002</c:v>
                      </c:pt>
                      <c:pt idx="3100">
                        <c:v>59.933547969999999</c:v>
                      </c:pt>
                      <c:pt idx="3101">
                        <c:v>59.933494570000001</c:v>
                      </c:pt>
                      <c:pt idx="3102">
                        <c:v>59.933441160000001</c:v>
                      </c:pt>
                      <c:pt idx="3103">
                        <c:v>59.933383939999999</c:v>
                      </c:pt>
                      <c:pt idx="3104">
                        <c:v>59.933326719999997</c:v>
                      </c:pt>
                      <c:pt idx="3105">
                        <c:v>59.933273319999998</c:v>
                      </c:pt>
                      <c:pt idx="3106">
                        <c:v>59.933216090000002</c:v>
                      </c:pt>
                      <c:pt idx="3107">
                        <c:v>59.93315887</c:v>
                      </c:pt>
                      <c:pt idx="3108">
                        <c:v>59.933101649999998</c:v>
                      </c:pt>
                      <c:pt idx="3109">
                        <c:v>59.933044430000002</c:v>
                      </c:pt>
                      <c:pt idx="3110">
                        <c:v>59.93298721</c:v>
                      </c:pt>
                      <c:pt idx="3111">
                        <c:v>59.932929989999998</c:v>
                      </c:pt>
                      <c:pt idx="3112">
                        <c:v>59.932872770000003</c:v>
                      </c:pt>
                      <c:pt idx="3113">
                        <c:v>59.932815550000001</c:v>
                      </c:pt>
                      <c:pt idx="3114">
                        <c:v>59.932754520000003</c:v>
                      </c:pt>
                      <c:pt idx="3115">
                        <c:v>59.932697300000001</c:v>
                      </c:pt>
                      <c:pt idx="3116">
                        <c:v>59.932640079999999</c:v>
                      </c:pt>
                      <c:pt idx="3117">
                        <c:v>59.93257904</c:v>
                      </c:pt>
                      <c:pt idx="3118">
                        <c:v>59.932518010000003</c:v>
                      </c:pt>
                      <c:pt idx="3119">
                        <c:v>59.93246078</c:v>
                      </c:pt>
                      <c:pt idx="3120">
                        <c:v>59.932399750000002</c:v>
                      </c:pt>
                      <c:pt idx="3121">
                        <c:v>59.932338710000003</c:v>
                      </c:pt>
                      <c:pt idx="3122">
                        <c:v>59.932281490000001</c:v>
                      </c:pt>
                      <c:pt idx="3123">
                        <c:v>59.932220460000003</c:v>
                      </c:pt>
                      <c:pt idx="3124">
                        <c:v>59.932159419999998</c:v>
                      </c:pt>
                      <c:pt idx="3125">
                        <c:v>59.93209839</c:v>
                      </c:pt>
                      <c:pt idx="3126">
                        <c:v>59.932037350000002</c:v>
                      </c:pt>
                      <c:pt idx="3127">
                        <c:v>59.931976319999997</c:v>
                      </c:pt>
                      <c:pt idx="3128">
                        <c:v>59.931915279999998</c:v>
                      </c:pt>
                      <c:pt idx="3129">
                        <c:v>59.931854250000001</c:v>
                      </c:pt>
                      <c:pt idx="3130">
                        <c:v>59.9317894</c:v>
                      </c:pt>
                      <c:pt idx="3131">
                        <c:v>59.931728360000001</c:v>
                      </c:pt>
                      <c:pt idx="3132">
                        <c:v>59.931667330000003</c:v>
                      </c:pt>
                      <c:pt idx="3133">
                        <c:v>59.931602480000002</c:v>
                      </c:pt>
                      <c:pt idx="3134">
                        <c:v>59.931541439999997</c:v>
                      </c:pt>
                      <c:pt idx="3135">
                        <c:v>59.931476590000003</c:v>
                      </c:pt>
                      <c:pt idx="3136">
                        <c:v>59.931415559999998</c:v>
                      </c:pt>
                      <c:pt idx="3137">
                        <c:v>59.931350709999997</c:v>
                      </c:pt>
                      <c:pt idx="3138">
                        <c:v>59.931289669999998</c:v>
                      </c:pt>
                      <c:pt idx="3139">
                        <c:v>59.931224819999997</c:v>
                      </c:pt>
                      <c:pt idx="3140">
                        <c:v>59.931159970000003</c:v>
                      </c:pt>
                      <c:pt idx="3141">
                        <c:v>59.931098939999998</c:v>
                      </c:pt>
                      <c:pt idx="3142">
                        <c:v>59.931034089999997</c:v>
                      </c:pt>
                      <c:pt idx="3143">
                        <c:v>59.930969240000003</c:v>
                      </c:pt>
                      <c:pt idx="3144">
                        <c:v>59.930904390000002</c:v>
                      </c:pt>
                      <c:pt idx="3145">
                        <c:v>59.930839540000001</c:v>
                      </c:pt>
                      <c:pt idx="3146">
                        <c:v>59.93077469</c:v>
                      </c:pt>
                      <c:pt idx="3147">
                        <c:v>59.930709839999999</c:v>
                      </c:pt>
                      <c:pt idx="3148">
                        <c:v>59.930644989999998</c:v>
                      </c:pt>
                      <c:pt idx="3149">
                        <c:v>59.930580140000004</c:v>
                      </c:pt>
                      <c:pt idx="3150">
                        <c:v>59.930515290000002</c:v>
                      </c:pt>
                      <c:pt idx="3151">
                        <c:v>59.930450440000001</c:v>
                      </c:pt>
                      <c:pt idx="3152">
                        <c:v>59.93038559</c:v>
                      </c:pt>
                      <c:pt idx="3153">
                        <c:v>59.930320739999999</c:v>
                      </c:pt>
                      <c:pt idx="3154">
                        <c:v>59.930255889999998</c:v>
                      </c:pt>
                      <c:pt idx="3155">
                        <c:v>59.930191039999997</c:v>
                      </c:pt>
                      <c:pt idx="3156">
                        <c:v>59.930126190000003</c:v>
                      </c:pt>
                      <c:pt idx="3157">
                        <c:v>59.930057529999999</c:v>
                      </c:pt>
                      <c:pt idx="3158">
                        <c:v>59.929992679999998</c:v>
                      </c:pt>
                      <c:pt idx="3159">
                        <c:v>59.929927829999997</c:v>
                      </c:pt>
                      <c:pt idx="3160">
                        <c:v>59.929862980000003</c:v>
                      </c:pt>
                      <c:pt idx="3161">
                        <c:v>59.929794309999998</c:v>
                      </c:pt>
                      <c:pt idx="3162">
                        <c:v>59.929729459999997</c:v>
                      </c:pt>
                      <c:pt idx="3163">
                        <c:v>59.929664610000003</c:v>
                      </c:pt>
                      <c:pt idx="3164">
                        <c:v>59.92959595</c:v>
                      </c:pt>
                      <c:pt idx="3165">
                        <c:v>59.929531099999998</c:v>
                      </c:pt>
                      <c:pt idx="3166">
                        <c:v>59.929466249999997</c:v>
                      </c:pt>
                      <c:pt idx="3167">
                        <c:v>59.92939758</c:v>
                      </c:pt>
                      <c:pt idx="3168">
                        <c:v>59.929332729999999</c:v>
                      </c:pt>
                      <c:pt idx="3169">
                        <c:v>59.929267879999998</c:v>
                      </c:pt>
                      <c:pt idx="3170">
                        <c:v>59.929199220000001</c:v>
                      </c:pt>
                      <c:pt idx="3171">
                        <c:v>59.92913437</c:v>
                      </c:pt>
                      <c:pt idx="3172">
                        <c:v>59.929069519999999</c:v>
                      </c:pt>
                      <c:pt idx="3173">
                        <c:v>59.929000850000001</c:v>
                      </c:pt>
                      <c:pt idx="3174">
                        <c:v>59.928936</c:v>
                      </c:pt>
                      <c:pt idx="3175">
                        <c:v>59.928871149999999</c:v>
                      </c:pt>
                      <c:pt idx="3176">
                        <c:v>59.928802490000002</c:v>
                      </c:pt>
                      <c:pt idx="3177">
                        <c:v>59.928737640000001</c:v>
                      </c:pt>
                      <c:pt idx="3178">
                        <c:v>59.92867279</c:v>
                      </c:pt>
                      <c:pt idx="3179">
                        <c:v>59.928604129999997</c:v>
                      </c:pt>
                      <c:pt idx="3180">
                        <c:v>59.928539280000003</c:v>
                      </c:pt>
                      <c:pt idx="3181">
                        <c:v>59.928474430000001</c:v>
                      </c:pt>
                      <c:pt idx="3182">
                        <c:v>59.928405759999997</c:v>
                      </c:pt>
                      <c:pt idx="3183">
                        <c:v>59.928340910000003</c:v>
                      </c:pt>
                      <c:pt idx="3184">
                        <c:v>59.928276060000002</c:v>
                      </c:pt>
                      <c:pt idx="3185">
                        <c:v>59.928211210000001</c:v>
                      </c:pt>
                      <c:pt idx="3186">
                        <c:v>59.928142549999997</c:v>
                      </c:pt>
                      <c:pt idx="3187">
                        <c:v>59.928077700000003</c:v>
                      </c:pt>
                      <c:pt idx="3188">
                        <c:v>59.928012850000002</c:v>
                      </c:pt>
                      <c:pt idx="3189">
                        <c:v>59.927948000000001</c:v>
                      </c:pt>
                      <c:pt idx="3190">
                        <c:v>59.92788315</c:v>
                      </c:pt>
                      <c:pt idx="3191">
                        <c:v>59.927818299999998</c:v>
                      </c:pt>
                      <c:pt idx="3192">
                        <c:v>59.927749630000001</c:v>
                      </c:pt>
                      <c:pt idx="3193">
                        <c:v>59.92768478</c:v>
                      </c:pt>
                      <c:pt idx="3194">
                        <c:v>59.927619929999999</c:v>
                      </c:pt>
                      <c:pt idx="3195">
                        <c:v>59.927555079999998</c:v>
                      </c:pt>
                      <c:pt idx="3196">
                        <c:v>59.927490229999997</c:v>
                      </c:pt>
                      <c:pt idx="3197">
                        <c:v>59.927429199999999</c:v>
                      </c:pt>
                      <c:pt idx="3198">
                        <c:v>59.927364349999998</c:v>
                      </c:pt>
                      <c:pt idx="3199">
                        <c:v>59.927299499999997</c:v>
                      </c:pt>
                      <c:pt idx="3200">
                        <c:v>59.927234650000003</c:v>
                      </c:pt>
                      <c:pt idx="3201">
                        <c:v>59.927169800000001</c:v>
                      </c:pt>
                      <c:pt idx="3202">
                        <c:v>59.92710495</c:v>
                      </c:pt>
                      <c:pt idx="3203">
                        <c:v>59.927043910000002</c:v>
                      </c:pt>
                      <c:pt idx="3204">
                        <c:v>59.926979060000001</c:v>
                      </c:pt>
                      <c:pt idx="3205">
                        <c:v>59.92691422</c:v>
                      </c:pt>
                      <c:pt idx="3206">
                        <c:v>59.926853180000002</c:v>
                      </c:pt>
                      <c:pt idx="3207">
                        <c:v>59.926788330000001</c:v>
                      </c:pt>
                      <c:pt idx="3208">
                        <c:v>59.926727290000002</c:v>
                      </c:pt>
                      <c:pt idx="3209">
                        <c:v>59.926662450000002</c:v>
                      </c:pt>
                      <c:pt idx="3210">
                        <c:v>59.926601410000004</c:v>
                      </c:pt>
                      <c:pt idx="3211">
                        <c:v>59.926540369999998</c:v>
                      </c:pt>
                      <c:pt idx="3212">
                        <c:v>59.92647934</c:v>
                      </c:pt>
                      <c:pt idx="3213">
                        <c:v>59.926414489999999</c:v>
                      </c:pt>
                      <c:pt idx="3214">
                        <c:v>59.926353450000001</c:v>
                      </c:pt>
                      <c:pt idx="3215">
                        <c:v>59.926292420000003</c:v>
                      </c:pt>
                      <c:pt idx="3216">
                        <c:v>59.926231379999997</c:v>
                      </c:pt>
                      <c:pt idx="3217">
                        <c:v>59.92617035</c:v>
                      </c:pt>
                      <c:pt idx="3218">
                        <c:v>59.926109310000001</c:v>
                      </c:pt>
                      <c:pt idx="3219">
                        <c:v>59.926048280000003</c:v>
                      </c:pt>
                      <c:pt idx="3220">
                        <c:v>59.925987239999998</c:v>
                      </c:pt>
                      <c:pt idx="3221">
                        <c:v>59.925930020000003</c:v>
                      </c:pt>
                      <c:pt idx="3222">
                        <c:v>59.925868989999998</c:v>
                      </c:pt>
                      <c:pt idx="3223">
                        <c:v>59.925807949999999</c:v>
                      </c:pt>
                      <c:pt idx="3224">
                        <c:v>59.925750729999997</c:v>
                      </c:pt>
                      <c:pt idx="3225">
                        <c:v>59.9256897</c:v>
                      </c:pt>
                      <c:pt idx="3226">
                        <c:v>59.925632479999997</c:v>
                      </c:pt>
                      <c:pt idx="3227">
                        <c:v>59.925575260000002</c:v>
                      </c:pt>
                      <c:pt idx="3228">
                        <c:v>59.92551804</c:v>
                      </c:pt>
                      <c:pt idx="3229">
                        <c:v>59.925457000000002</c:v>
                      </c:pt>
                      <c:pt idx="3230">
                        <c:v>59.925399779999999</c:v>
                      </c:pt>
                      <c:pt idx="3231">
                        <c:v>59.925342559999997</c:v>
                      </c:pt>
                      <c:pt idx="3232">
                        <c:v>59.925285340000002</c:v>
                      </c:pt>
                      <c:pt idx="3233">
                        <c:v>59.925231930000002</c:v>
                      </c:pt>
                      <c:pt idx="3234">
                        <c:v>59.92517471</c:v>
                      </c:pt>
                      <c:pt idx="3235">
                        <c:v>59.925117489999998</c:v>
                      </c:pt>
                      <c:pt idx="3236">
                        <c:v>59.925060270000003</c:v>
                      </c:pt>
                      <c:pt idx="3237">
                        <c:v>59.925006869999997</c:v>
                      </c:pt>
                      <c:pt idx="3238">
                        <c:v>59.924949650000002</c:v>
                      </c:pt>
                      <c:pt idx="3239">
                        <c:v>59.924896240000002</c:v>
                      </c:pt>
                      <c:pt idx="3240">
                        <c:v>59.924842830000003</c:v>
                      </c:pt>
                      <c:pt idx="3241">
                        <c:v>59.924789429999997</c:v>
                      </c:pt>
                      <c:pt idx="3242">
                        <c:v>59.924732210000002</c:v>
                      </c:pt>
                      <c:pt idx="3243">
                        <c:v>59.924678800000002</c:v>
                      </c:pt>
                      <c:pt idx="3244">
                        <c:v>59.924625399999996</c:v>
                      </c:pt>
                      <c:pt idx="3245">
                        <c:v>59.92457581</c:v>
                      </c:pt>
                      <c:pt idx="3246">
                        <c:v>59.924522400000001</c:v>
                      </c:pt>
                      <c:pt idx="3247">
                        <c:v>59.924468990000001</c:v>
                      </c:pt>
                      <c:pt idx="3248">
                        <c:v>59.924419399999998</c:v>
                      </c:pt>
                      <c:pt idx="3249">
                        <c:v>59.924365999999999</c:v>
                      </c:pt>
                      <c:pt idx="3250">
                        <c:v>59.924316410000003</c:v>
                      </c:pt>
                      <c:pt idx="3251">
                        <c:v>59.924263000000003</c:v>
                      </c:pt>
                      <c:pt idx="3252">
                        <c:v>59.92421341</c:v>
                      </c:pt>
                      <c:pt idx="3253">
                        <c:v>59.924163819999997</c:v>
                      </c:pt>
                      <c:pt idx="3254">
                        <c:v>59.924114230000001</c:v>
                      </c:pt>
                      <c:pt idx="3255">
                        <c:v>59.924064639999997</c:v>
                      </c:pt>
                      <c:pt idx="3256">
                        <c:v>59.924018859999997</c:v>
                      </c:pt>
                      <c:pt idx="3257">
                        <c:v>59.923969270000001</c:v>
                      </c:pt>
                      <c:pt idx="3258">
                        <c:v>59.923919679999997</c:v>
                      </c:pt>
                      <c:pt idx="3259">
                        <c:v>59.923873899999997</c:v>
                      </c:pt>
                      <c:pt idx="3260">
                        <c:v>59.923824310000001</c:v>
                      </c:pt>
                      <c:pt idx="3261">
                        <c:v>59.92377853</c:v>
                      </c:pt>
                      <c:pt idx="3262">
                        <c:v>59.92373276</c:v>
                      </c:pt>
                      <c:pt idx="3263">
                        <c:v>59.923686979999999</c:v>
                      </c:pt>
                      <c:pt idx="3264">
                        <c:v>59.923641199999999</c:v>
                      </c:pt>
                      <c:pt idx="3265">
                        <c:v>59.923595429999999</c:v>
                      </c:pt>
                      <c:pt idx="3266">
                        <c:v>59.923549649999998</c:v>
                      </c:pt>
                      <c:pt idx="3267">
                        <c:v>59.923507690000001</c:v>
                      </c:pt>
                      <c:pt idx="3268">
                        <c:v>59.92346191</c:v>
                      </c:pt>
                      <c:pt idx="3269">
                        <c:v>59.923419950000003</c:v>
                      </c:pt>
                      <c:pt idx="3270">
                        <c:v>59.923374180000003</c:v>
                      </c:pt>
                      <c:pt idx="3271">
                        <c:v>59.923332209999998</c:v>
                      </c:pt>
                      <c:pt idx="3272">
                        <c:v>59.923290250000001</c:v>
                      </c:pt>
                      <c:pt idx="3273">
                        <c:v>59.923248289999997</c:v>
                      </c:pt>
                      <c:pt idx="3274">
                        <c:v>59.923206329999999</c:v>
                      </c:pt>
                      <c:pt idx="3275">
                        <c:v>59.923164370000002</c:v>
                      </c:pt>
                      <c:pt idx="3276">
                        <c:v>59.92312622</c:v>
                      </c:pt>
                      <c:pt idx="3277">
                        <c:v>59.923084260000003</c:v>
                      </c:pt>
                      <c:pt idx="3278">
                        <c:v>59.923046110000001</c:v>
                      </c:pt>
                      <c:pt idx="3279">
                        <c:v>59.923004149999997</c:v>
                      </c:pt>
                      <c:pt idx="3280">
                        <c:v>59.922966000000002</c:v>
                      </c:pt>
                      <c:pt idx="3281">
                        <c:v>59.922927860000001</c:v>
                      </c:pt>
                      <c:pt idx="3282">
                        <c:v>59.92288971</c:v>
                      </c:pt>
                      <c:pt idx="3283">
                        <c:v>59.922851559999998</c:v>
                      </c:pt>
                      <c:pt idx="3284">
                        <c:v>59.922813419999997</c:v>
                      </c:pt>
                      <c:pt idx="3285">
                        <c:v>59.922779079999998</c:v>
                      </c:pt>
                      <c:pt idx="3286">
                        <c:v>59.922740939999997</c:v>
                      </c:pt>
                      <c:pt idx="3287">
                        <c:v>59.922706599999998</c:v>
                      </c:pt>
                      <c:pt idx="3288">
                        <c:v>59.92267227</c:v>
                      </c:pt>
                      <c:pt idx="3289">
                        <c:v>59.922634119999998</c:v>
                      </c:pt>
                      <c:pt idx="3290">
                        <c:v>59.92259979</c:v>
                      </c:pt>
                      <c:pt idx="3291">
                        <c:v>59.922565460000001</c:v>
                      </c:pt>
                      <c:pt idx="3292">
                        <c:v>59.922534939999998</c:v>
                      </c:pt>
                      <c:pt idx="3293">
                        <c:v>59.92250061</c:v>
                      </c:pt>
                      <c:pt idx="3294">
                        <c:v>59.922466280000002</c:v>
                      </c:pt>
                      <c:pt idx="3295">
                        <c:v>59.922435759999999</c:v>
                      </c:pt>
                      <c:pt idx="3296">
                        <c:v>59.922401430000001</c:v>
                      </c:pt>
                      <c:pt idx="3297">
                        <c:v>59.922370909999998</c:v>
                      </c:pt>
                      <c:pt idx="3298">
                        <c:v>59.922340390000002</c:v>
                      </c:pt>
                      <c:pt idx="3299">
                        <c:v>59.92230988</c:v>
                      </c:pt>
                      <c:pt idx="3300">
                        <c:v>59.922279359999997</c:v>
                      </c:pt>
                      <c:pt idx="3301">
                        <c:v>59.922248840000002</c:v>
                      </c:pt>
                      <c:pt idx="3302">
                        <c:v>59.922218319999999</c:v>
                      </c:pt>
                      <c:pt idx="3303">
                        <c:v>59.92219162</c:v>
                      </c:pt>
                      <c:pt idx="3304">
                        <c:v>59.922161099999997</c:v>
                      </c:pt>
                      <c:pt idx="3305">
                        <c:v>59.922134399999997</c:v>
                      </c:pt>
                      <c:pt idx="3306">
                        <c:v>59.922107699999998</c:v>
                      </c:pt>
                      <c:pt idx="3307">
                        <c:v>59.922080989999998</c:v>
                      </c:pt>
                      <c:pt idx="3308">
                        <c:v>59.922054289999998</c:v>
                      </c:pt>
                      <c:pt idx="3309">
                        <c:v>59.922027589999999</c:v>
                      </c:pt>
                      <c:pt idx="3310">
                        <c:v>59.92200089</c:v>
                      </c:pt>
                      <c:pt idx="3311">
                        <c:v>59.921974179999999</c:v>
                      </c:pt>
                      <c:pt idx="3312">
                        <c:v>59.921951290000003</c:v>
                      </c:pt>
                      <c:pt idx="3313">
                        <c:v>59.921924590000003</c:v>
                      </c:pt>
                      <c:pt idx="3314">
                        <c:v>59.921901699999999</c:v>
                      </c:pt>
                      <c:pt idx="3315">
                        <c:v>59.921878810000003</c:v>
                      </c:pt>
                      <c:pt idx="3316">
                        <c:v>59.92185593</c:v>
                      </c:pt>
                      <c:pt idx="3317">
                        <c:v>59.921833040000003</c:v>
                      </c:pt>
                      <c:pt idx="3318">
                        <c:v>59.921810149999999</c:v>
                      </c:pt>
                      <c:pt idx="3319">
                        <c:v>59.921787260000002</c:v>
                      </c:pt>
                      <c:pt idx="3320">
                        <c:v>59.921768190000002</c:v>
                      </c:pt>
                      <c:pt idx="3321">
                        <c:v>59.921745299999998</c:v>
                      </c:pt>
                      <c:pt idx="3322">
                        <c:v>59.921726229999997</c:v>
                      </c:pt>
                      <c:pt idx="3323">
                        <c:v>59.921707150000003</c:v>
                      </c:pt>
                      <c:pt idx="3324">
                        <c:v>59.921688080000003</c:v>
                      </c:pt>
                      <c:pt idx="3325">
                        <c:v>59.921669010000002</c:v>
                      </c:pt>
                      <c:pt idx="3326">
                        <c:v>59.921649930000001</c:v>
                      </c:pt>
                      <c:pt idx="3327">
                        <c:v>59.92163086</c:v>
                      </c:pt>
                      <c:pt idx="3328">
                        <c:v>59.92161179</c:v>
                      </c:pt>
                      <c:pt idx="3329">
                        <c:v>59.921596530000002</c:v>
                      </c:pt>
                      <c:pt idx="3330">
                        <c:v>59.921577450000001</c:v>
                      </c:pt>
                      <c:pt idx="3331">
                        <c:v>59.921562190000003</c:v>
                      </c:pt>
                      <c:pt idx="3332">
                        <c:v>59.921546939999999</c:v>
                      </c:pt>
                      <c:pt idx="3333">
                        <c:v>59.921531680000001</c:v>
                      </c:pt>
                      <c:pt idx="3334">
                        <c:v>59.921516420000003</c:v>
                      </c:pt>
                      <c:pt idx="3335">
                        <c:v>59.921501159999998</c:v>
                      </c:pt>
                      <c:pt idx="3336">
                        <c:v>59.9214859</c:v>
                      </c:pt>
                      <c:pt idx="3337">
                        <c:v>59.921470640000003</c:v>
                      </c:pt>
                      <c:pt idx="3338">
                        <c:v>59.921459200000001</c:v>
                      </c:pt>
                      <c:pt idx="3339">
                        <c:v>59.921443940000003</c:v>
                      </c:pt>
                      <c:pt idx="3340">
                        <c:v>59.921432500000002</c:v>
                      </c:pt>
                      <c:pt idx="3341">
                        <c:v>59.921421049999999</c:v>
                      </c:pt>
                      <c:pt idx="3342">
                        <c:v>59.921409609999998</c:v>
                      </c:pt>
                      <c:pt idx="3343">
                        <c:v>59.921398160000003</c:v>
                      </c:pt>
                      <c:pt idx="3344">
                        <c:v>59.921386720000001</c:v>
                      </c:pt>
                      <c:pt idx="3345">
                        <c:v>59.921375269999999</c:v>
                      </c:pt>
                      <c:pt idx="3346">
                        <c:v>59.921367650000001</c:v>
                      </c:pt>
                      <c:pt idx="3347">
                        <c:v>59.921356199999998</c:v>
                      </c:pt>
                      <c:pt idx="3348">
                        <c:v>59.921348569999999</c:v>
                      </c:pt>
                      <c:pt idx="3349">
                        <c:v>59.921337129999998</c:v>
                      </c:pt>
                      <c:pt idx="3350">
                        <c:v>59.921329499999999</c:v>
                      </c:pt>
                      <c:pt idx="3351">
                        <c:v>59.92132187</c:v>
                      </c:pt>
                      <c:pt idx="3352">
                        <c:v>59.921314240000001</c:v>
                      </c:pt>
                      <c:pt idx="3353">
                        <c:v>59.921306610000002</c:v>
                      </c:pt>
                      <c:pt idx="3354">
                        <c:v>59.921298980000003</c:v>
                      </c:pt>
                      <c:pt idx="3355">
                        <c:v>59.92129517</c:v>
                      </c:pt>
                      <c:pt idx="3356">
                        <c:v>59.921287540000002</c:v>
                      </c:pt>
                      <c:pt idx="3357">
                        <c:v>59.921283719999998</c:v>
                      </c:pt>
                      <c:pt idx="3358">
                        <c:v>59.921279910000003</c:v>
                      </c:pt>
                      <c:pt idx="3359">
                        <c:v>59.921272279999997</c:v>
                      </c:pt>
                      <c:pt idx="3360">
                        <c:v>59.92126846</c:v>
                      </c:pt>
                      <c:pt idx="3361">
                        <c:v>59.921264649999998</c:v>
                      </c:pt>
                      <c:pt idx="3362">
                        <c:v>59.921260830000001</c:v>
                      </c:pt>
                      <c:pt idx="3363">
                        <c:v>59.921260830000001</c:v>
                      </c:pt>
                      <c:pt idx="3364">
                        <c:v>59.921257019999999</c:v>
                      </c:pt>
                      <c:pt idx="3365">
                        <c:v>59.921253200000002</c:v>
                      </c:pt>
                      <c:pt idx="3366">
                        <c:v>59.921253200000002</c:v>
                      </c:pt>
                      <c:pt idx="3367">
                        <c:v>59.921253200000002</c:v>
                      </c:pt>
                      <c:pt idx="3368">
                        <c:v>59.92124939</c:v>
                      </c:pt>
                      <c:pt idx="3369">
                        <c:v>59.92124939</c:v>
                      </c:pt>
                      <c:pt idx="3370">
                        <c:v>59.92124939</c:v>
                      </c:pt>
                      <c:pt idx="3371">
                        <c:v>59.92124939</c:v>
                      </c:pt>
                      <c:pt idx="3372">
                        <c:v>59.92124939</c:v>
                      </c:pt>
                      <c:pt idx="3373">
                        <c:v>59.921253200000002</c:v>
                      </c:pt>
                      <c:pt idx="3374">
                        <c:v>59.921253200000002</c:v>
                      </c:pt>
                      <c:pt idx="3375">
                        <c:v>59.921257019999999</c:v>
                      </c:pt>
                      <c:pt idx="3376">
                        <c:v>59.921257019999999</c:v>
                      </c:pt>
                      <c:pt idx="3377">
                        <c:v>59.921260830000001</c:v>
                      </c:pt>
                      <c:pt idx="3378">
                        <c:v>59.921264649999998</c:v>
                      </c:pt>
                      <c:pt idx="3379">
                        <c:v>59.92126846</c:v>
                      </c:pt>
                      <c:pt idx="3380">
                        <c:v>59.921272279999997</c:v>
                      </c:pt>
                      <c:pt idx="3381">
                        <c:v>59.921276089999999</c:v>
                      </c:pt>
                      <c:pt idx="3382">
                        <c:v>59.921279910000003</c:v>
                      </c:pt>
                      <c:pt idx="3383">
                        <c:v>59.921283719999998</c:v>
                      </c:pt>
                      <c:pt idx="3384">
                        <c:v>59.921291349999997</c:v>
                      </c:pt>
                      <c:pt idx="3385">
                        <c:v>59.92129517</c:v>
                      </c:pt>
                      <c:pt idx="3386">
                        <c:v>59.921302799999999</c:v>
                      </c:pt>
                      <c:pt idx="3387">
                        <c:v>59.921310419999998</c:v>
                      </c:pt>
                      <c:pt idx="3388">
                        <c:v>59.921318049999996</c:v>
                      </c:pt>
                      <c:pt idx="3389">
                        <c:v>59.92132187</c:v>
                      </c:pt>
                      <c:pt idx="3390">
                        <c:v>59.921329499999999</c:v>
                      </c:pt>
                      <c:pt idx="3391">
                        <c:v>59.92134094</c:v>
                      </c:pt>
                      <c:pt idx="3392">
                        <c:v>59.921348569999999</c:v>
                      </c:pt>
                      <c:pt idx="3393">
                        <c:v>59.921356199999998</c:v>
                      </c:pt>
                      <c:pt idx="3394">
                        <c:v>59.921367650000001</c:v>
                      </c:pt>
                      <c:pt idx="3395">
                        <c:v>59.921375269999999</c:v>
                      </c:pt>
                      <c:pt idx="3396">
                        <c:v>59.921386720000001</c:v>
                      </c:pt>
                      <c:pt idx="3397">
                        <c:v>59.92139435</c:v>
                      </c:pt>
                      <c:pt idx="3398">
                        <c:v>59.921405790000001</c:v>
                      </c:pt>
                      <c:pt idx="3399">
                        <c:v>59.921417239999997</c:v>
                      </c:pt>
                      <c:pt idx="3400">
                        <c:v>59.921428679999998</c:v>
                      </c:pt>
                      <c:pt idx="3401">
                        <c:v>59.92144012</c:v>
                      </c:pt>
                      <c:pt idx="3402">
                        <c:v>59.921451570000002</c:v>
                      </c:pt>
                      <c:pt idx="3403">
                        <c:v>59.92146683</c:v>
                      </c:pt>
                      <c:pt idx="3404">
                        <c:v>59.921478270000001</c:v>
                      </c:pt>
                      <c:pt idx="3405">
                        <c:v>59.921493529999999</c:v>
                      </c:pt>
                      <c:pt idx="3406">
                        <c:v>59.921504970000001</c:v>
                      </c:pt>
                      <c:pt idx="3407">
                        <c:v>59.921520229999999</c:v>
                      </c:pt>
                      <c:pt idx="3408">
                        <c:v>59.921531680000001</c:v>
                      </c:pt>
                      <c:pt idx="3409">
                        <c:v>59.921546939999999</c:v>
                      </c:pt>
                      <c:pt idx="3410">
                        <c:v>59.921562190000003</c:v>
                      </c:pt>
                      <c:pt idx="3411">
                        <c:v>59.921577450000001</c:v>
                      </c:pt>
                      <c:pt idx="3412">
                        <c:v>59.921592709999999</c:v>
                      </c:pt>
                      <c:pt idx="3413">
                        <c:v>59.92161179</c:v>
                      </c:pt>
                      <c:pt idx="3414">
                        <c:v>59.921627039999997</c:v>
                      </c:pt>
                      <c:pt idx="3415">
                        <c:v>59.921642300000002</c:v>
                      </c:pt>
                      <c:pt idx="3416">
                        <c:v>59.921661380000003</c:v>
                      </c:pt>
                      <c:pt idx="3417">
                        <c:v>59.921676640000001</c:v>
                      </c:pt>
                      <c:pt idx="3418">
                        <c:v>59.921695710000002</c:v>
                      </c:pt>
                      <c:pt idx="3419">
                        <c:v>59.921714780000002</c:v>
                      </c:pt>
                      <c:pt idx="3420">
                        <c:v>59.92173004</c:v>
                      </c:pt>
                      <c:pt idx="3421">
                        <c:v>59.92174911</c:v>
                      </c:pt>
                      <c:pt idx="3422">
                        <c:v>59.921768190000002</c:v>
                      </c:pt>
                      <c:pt idx="3423">
                        <c:v>59.921787260000002</c:v>
                      </c:pt>
                      <c:pt idx="3424">
                        <c:v>59.921810149999999</c:v>
                      </c:pt>
                      <c:pt idx="3425">
                        <c:v>59.921829219999999</c:v>
                      </c:pt>
                      <c:pt idx="3426">
                        <c:v>59.921848300000001</c:v>
                      </c:pt>
                      <c:pt idx="3427">
                        <c:v>59.921871189999997</c:v>
                      </c:pt>
                      <c:pt idx="3428">
                        <c:v>59.921890259999998</c:v>
                      </c:pt>
                      <c:pt idx="3429">
                        <c:v>59.921913150000002</c:v>
                      </c:pt>
                      <c:pt idx="3430">
                        <c:v>59.921932220000002</c:v>
                      </c:pt>
                      <c:pt idx="3431">
                        <c:v>59.921955109999999</c:v>
                      </c:pt>
                      <c:pt idx="3432">
                        <c:v>59.921978000000003</c:v>
                      </c:pt>
                      <c:pt idx="3433">
                        <c:v>59.92200089</c:v>
                      </c:pt>
                      <c:pt idx="3434">
                        <c:v>59.922023770000003</c:v>
                      </c:pt>
                      <c:pt idx="3435">
                        <c:v>59.922046659999999</c:v>
                      </c:pt>
                      <c:pt idx="3436">
                        <c:v>59.922069550000003</c:v>
                      </c:pt>
                      <c:pt idx="3437">
                        <c:v>59.92209244</c:v>
                      </c:pt>
                      <c:pt idx="3438">
                        <c:v>59.922115329999997</c:v>
                      </c:pt>
                      <c:pt idx="3439">
                        <c:v>59.922142030000003</c:v>
                      </c:pt>
                      <c:pt idx="3440">
                        <c:v>59.92216492</c:v>
                      </c:pt>
                      <c:pt idx="3441">
                        <c:v>59.92219162</c:v>
                      </c:pt>
                      <c:pt idx="3442">
                        <c:v>59.922214510000003</c:v>
                      </c:pt>
                      <c:pt idx="3443">
                        <c:v>59.922241210000003</c:v>
                      </c:pt>
                      <c:pt idx="3444">
                        <c:v>59.922267910000002</c:v>
                      </c:pt>
                      <c:pt idx="3445">
                        <c:v>59.922294620000002</c:v>
                      </c:pt>
                      <c:pt idx="3446">
                        <c:v>59.922321320000002</c:v>
                      </c:pt>
                      <c:pt idx="3447">
                        <c:v>59.922348020000001</c:v>
                      </c:pt>
                      <c:pt idx="3448">
                        <c:v>59.922374730000001</c:v>
                      </c:pt>
                      <c:pt idx="3449">
                        <c:v>59.922401430000001</c:v>
                      </c:pt>
                      <c:pt idx="3450">
                        <c:v>59.92242813</c:v>
                      </c:pt>
                      <c:pt idx="3451">
                        <c:v>59.92245483</c:v>
                      </c:pt>
                      <c:pt idx="3452">
                        <c:v>59.922485350000002</c:v>
                      </c:pt>
                      <c:pt idx="3453">
                        <c:v>59.922512050000002</c:v>
                      </c:pt>
                      <c:pt idx="3454">
                        <c:v>59.922542569999997</c:v>
                      </c:pt>
                      <c:pt idx="3455">
                        <c:v>59.922569269999997</c:v>
                      </c:pt>
                      <c:pt idx="3456">
                        <c:v>59.92259979</c:v>
                      </c:pt>
                      <c:pt idx="3457">
                        <c:v>59.922630310000002</c:v>
                      </c:pt>
                      <c:pt idx="3458">
                        <c:v>59.922657010000002</c:v>
                      </c:pt>
                      <c:pt idx="3459">
                        <c:v>59.922687529999997</c:v>
                      </c:pt>
                      <c:pt idx="3460">
                        <c:v>59.92271805</c:v>
                      </c:pt>
                      <c:pt idx="3461">
                        <c:v>59.922748570000003</c:v>
                      </c:pt>
                      <c:pt idx="3462">
                        <c:v>59.922779079999998</c:v>
                      </c:pt>
                      <c:pt idx="3463">
                        <c:v>59.922809600000001</c:v>
                      </c:pt>
                      <c:pt idx="3464">
                        <c:v>59.922843929999999</c:v>
                      </c:pt>
                      <c:pt idx="3465">
                        <c:v>59.922874450000002</c:v>
                      </c:pt>
                      <c:pt idx="3466">
                        <c:v>59.922904969999998</c:v>
                      </c:pt>
                      <c:pt idx="3467">
                        <c:v>59.922939300000003</c:v>
                      </c:pt>
                      <c:pt idx="3468">
                        <c:v>59.922969819999999</c:v>
                      </c:pt>
                      <c:pt idx="3469">
                        <c:v>59.923004149999997</c:v>
                      </c:pt>
                      <c:pt idx="3470">
                        <c:v>59.92303467</c:v>
                      </c:pt>
                      <c:pt idx="3471">
                        <c:v>59.923068999999998</c:v>
                      </c:pt>
                      <c:pt idx="3472">
                        <c:v>59.923103330000004</c:v>
                      </c:pt>
                      <c:pt idx="3473">
                        <c:v>59.923137660000002</c:v>
                      </c:pt>
                      <c:pt idx="3474">
                        <c:v>59.923168179999998</c:v>
                      </c:pt>
                      <c:pt idx="3475">
                        <c:v>59.923202510000003</c:v>
                      </c:pt>
                      <c:pt idx="3476">
                        <c:v>59.923236850000002</c:v>
                      </c:pt>
                      <c:pt idx="3477">
                        <c:v>59.92327118</c:v>
                      </c:pt>
                      <c:pt idx="3478">
                        <c:v>59.923309330000002</c:v>
                      </c:pt>
                      <c:pt idx="3479">
                        <c:v>59.92334366</c:v>
                      </c:pt>
                      <c:pt idx="3480">
                        <c:v>59.923377989999999</c:v>
                      </c:pt>
                      <c:pt idx="3481">
                        <c:v>59.923412319999997</c:v>
                      </c:pt>
                      <c:pt idx="3482">
                        <c:v>59.923450469999999</c:v>
                      </c:pt>
                      <c:pt idx="3483">
                        <c:v>59.923484799999997</c:v>
                      </c:pt>
                      <c:pt idx="3484">
                        <c:v>59.923522949999999</c:v>
                      </c:pt>
                      <c:pt idx="3485">
                        <c:v>59.923557279999997</c:v>
                      </c:pt>
                      <c:pt idx="3486">
                        <c:v>59.923595429999999</c:v>
                      </c:pt>
                      <c:pt idx="3487">
                        <c:v>59.923629759999997</c:v>
                      </c:pt>
                      <c:pt idx="3488">
                        <c:v>59.923667909999999</c:v>
                      </c:pt>
                      <c:pt idx="3489">
                        <c:v>59.92370605</c:v>
                      </c:pt>
                      <c:pt idx="3490">
                        <c:v>59.923744200000002</c:v>
                      </c:pt>
                      <c:pt idx="3491">
                        <c:v>59.923782350000003</c:v>
                      </c:pt>
                      <c:pt idx="3492">
                        <c:v>59.923820499999998</c:v>
                      </c:pt>
                      <c:pt idx="3493">
                        <c:v>59.923858639999999</c:v>
                      </c:pt>
                      <c:pt idx="3494">
                        <c:v>59.923896790000001</c:v>
                      </c:pt>
                      <c:pt idx="3495">
                        <c:v>59.923934940000002</c:v>
                      </c:pt>
                      <c:pt idx="3496">
                        <c:v>59.923973080000003</c:v>
                      </c:pt>
                      <c:pt idx="3497">
                        <c:v>59.924011229999998</c:v>
                      </c:pt>
                      <c:pt idx="3498">
                        <c:v>59.92404938</c:v>
                      </c:pt>
                      <c:pt idx="3499">
                        <c:v>59.924091339999997</c:v>
                      </c:pt>
                      <c:pt idx="3500">
                        <c:v>59.924129489999999</c:v>
                      </c:pt>
                      <c:pt idx="3501">
                        <c:v>59.924171450000003</c:v>
                      </c:pt>
                      <c:pt idx="3502">
                        <c:v>59.924209589999997</c:v>
                      </c:pt>
                      <c:pt idx="3503">
                        <c:v>59.924251560000002</c:v>
                      </c:pt>
                      <c:pt idx="3504">
                        <c:v>59.924289700000003</c:v>
                      </c:pt>
                      <c:pt idx="3505">
                        <c:v>59.924331670000001</c:v>
                      </c:pt>
                      <c:pt idx="3506">
                        <c:v>59.924369810000002</c:v>
                      </c:pt>
                      <c:pt idx="3507">
                        <c:v>59.924411769999999</c:v>
                      </c:pt>
                      <c:pt idx="3508">
                        <c:v>59.924453739999997</c:v>
                      </c:pt>
                      <c:pt idx="3509">
                        <c:v>59.924495700000001</c:v>
                      </c:pt>
                      <c:pt idx="3510">
                        <c:v>59.924533840000002</c:v>
                      </c:pt>
                      <c:pt idx="3511">
                        <c:v>59.92457581</c:v>
                      </c:pt>
                      <c:pt idx="3512">
                        <c:v>59.924617769999998</c:v>
                      </c:pt>
                      <c:pt idx="3513">
                        <c:v>59.924659730000002</c:v>
                      </c:pt>
                      <c:pt idx="3514">
                        <c:v>59.924701689999999</c:v>
                      </c:pt>
                      <c:pt idx="3515">
                        <c:v>59.924743650000003</c:v>
                      </c:pt>
                      <c:pt idx="3516">
                        <c:v>59.924785610000001</c:v>
                      </c:pt>
                      <c:pt idx="3517">
                        <c:v>59.924827579999999</c:v>
                      </c:pt>
                      <c:pt idx="3518">
                        <c:v>59.924873349999999</c:v>
                      </c:pt>
                      <c:pt idx="3519">
                        <c:v>59.924915310000003</c:v>
                      </c:pt>
                      <c:pt idx="3520">
                        <c:v>59.924957280000001</c:v>
                      </c:pt>
                      <c:pt idx="3521">
                        <c:v>59.924999239999998</c:v>
                      </c:pt>
                      <c:pt idx="3522">
                        <c:v>59.925045009999998</c:v>
                      </c:pt>
                      <c:pt idx="3523">
                        <c:v>59.925086980000003</c:v>
                      </c:pt>
                      <c:pt idx="3524">
                        <c:v>59.925132750000003</c:v>
                      </c:pt>
                      <c:pt idx="3525">
                        <c:v>59.92517471</c:v>
                      </c:pt>
                      <c:pt idx="3526">
                        <c:v>59.925220490000001</c:v>
                      </c:pt>
                      <c:pt idx="3527">
                        <c:v>59.925262449999998</c:v>
                      </c:pt>
                      <c:pt idx="3528">
                        <c:v>59.925308229999999</c:v>
                      </c:pt>
                      <c:pt idx="3529">
                        <c:v>59.925350190000003</c:v>
                      </c:pt>
                      <c:pt idx="3530">
                        <c:v>59.925395969999997</c:v>
                      </c:pt>
                      <c:pt idx="3531">
                        <c:v>59.925441739999997</c:v>
                      </c:pt>
                      <c:pt idx="3532">
                        <c:v>59.925483700000001</c:v>
                      </c:pt>
                      <c:pt idx="3533">
                        <c:v>59.925529480000002</c:v>
                      </c:pt>
                      <c:pt idx="3534">
                        <c:v>59.925575260000002</c:v>
                      </c:pt>
                      <c:pt idx="3535">
                        <c:v>59.925621030000002</c:v>
                      </c:pt>
                      <c:pt idx="3536">
                        <c:v>59.925662989999999</c:v>
                      </c:pt>
                      <c:pt idx="3537">
                        <c:v>59.92570877</c:v>
                      </c:pt>
                      <c:pt idx="3538">
                        <c:v>59.925754550000001</c:v>
                      </c:pt>
                      <c:pt idx="3539">
                        <c:v>59.92580032</c:v>
                      </c:pt>
                      <c:pt idx="3540">
                        <c:v>59.925846100000001</c:v>
                      </c:pt>
                      <c:pt idx="3541">
                        <c:v>59.925891880000002</c:v>
                      </c:pt>
                      <c:pt idx="3542">
                        <c:v>59.925937650000002</c:v>
                      </c:pt>
                      <c:pt idx="3543">
                        <c:v>59.925983430000002</c:v>
                      </c:pt>
                      <c:pt idx="3544">
                        <c:v>59.926029210000003</c:v>
                      </c:pt>
                      <c:pt idx="3545">
                        <c:v>59.926074980000003</c:v>
                      </c:pt>
                      <c:pt idx="3546">
                        <c:v>59.926120760000003</c:v>
                      </c:pt>
                      <c:pt idx="3547">
                        <c:v>59.92617035</c:v>
                      </c:pt>
                      <c:pt idx="3548">
                        <c:v>59.92621613</c:v>
                      </c:pt>
                      <c:pt idx="3549">
                        <c:v>59.9262619</c:v>
                      </c:pt>
                      <c:pt idx="3550">
                        <c:v>59.926307680000001</c:v>
                      </c:pt>
                      <c:pt idx="3551">
                        <c:v>59.926353450000001</c:v>
                      </c:pt>
                      <c:pt idx="3552">
                        <c:v>59.926403049999998</c:v>
                      </c:pt>
                      <c:pt idx="3553">
                        <c:v>59.926448819999997</c:v>
                      </c:pt>
                      <c:pt idx="3554">
                        <c:v>59.926494599999998</c:v>
                      </c:pt>
                      <c:pt idx="3555">
                        <c:v>59.926540369999998</c:v>
                      </c:pt>
                      <c:pt idx="3556">
                        <c:v>59.926589970000002</c:v>
                      </c:pt>
                      <c:pt idx="3557">
                        <c:v>59.926635740000002</c:v>
                      </c:pt>
                      <c:pt idx="3558">
                        <c:v>59.926685329999998</c:v>
                      </c:pt>
                      <c:pt idx="3559">
                        <c:v>59.926731109999999</c:v>
                      </c:pt>
                      <c:pt idx="3560">
                        <c:v>59.926776889999999</c:v>
                      </c:pt>
                      <c:pt idx="3561">
                        <c:v>59.926826480000003</c:v>
                      </c:pt>
                      <c:pt idx="3562">
                        <c:v>59.926872250000002</c:v>
                      </c:pt>
                      <c:pt idx="3563">
                        <c:v>59.926921839999999</c:v>
                      </c:pt>
                      <c:pt idx="3564">
                        <c:v>59.926967619999999</c:v>
                      </c:pt>
                      <c:pt idx="3565">
                        <c:v>59.927017210000002</c:v>
                      </c:pt>
                      <c:pt idx="3566">
                        <c:v>59.927062990000003</c:v>
                      </c:pt>
                      <c:pt idx="3567">
                        <c:v>59.927112579999999</c:v>
                      </c:pt>
                      <c:pt idx="3568">
                        <c:v>59.92715836</c:v>
                      </c:pt>
                      <c:pt idx="3569">
                        <c:v>59.927207950000003</c:v>
                      </c:pt>
                      <c:pt idx="3570">
                        <c:v>59.927257539999999</c:v>
                      </c:pt>
                      <c:pt idx="3571">
                        <c:v>59.927303309999999</c:v>
                      </c:pt>
                      <c:pt idx="3572">
                        <c:v>59.927352910000003</c:v>
                      </c:pt>
                      <c:pt idx="3573">
                        <c:v>59.927398680000003</c:v>
                      </c:pt>
                      <c:pt idx="3574">
                        <c:v>59.927448269999999</c:v>
                      </c:pt>
                      <c:pt idx="3575">
                        <c:v>59.927497860000003</c:v>
                      </c:pt>
                      <c:pt idx="3576">
                        <c:v>59.927543640000003</c:v>
                      </c:pt>
                      <c:pt idx="3577">
                        <c:v>59.927593229999999</c:v>
                      </c:pt>
                      <c:pt idx="3578">
                        <c:v>59.927642820000003</c:v>
                      </c:pt>
                      <c:pt idx="3579">
                        <c:v>59.927688600000003</c:v>
                      </c:pt>
                      <c:pt idx="3580">
                        <c:v>59.927738189999999</c:v>
                      </c:pt>
                      <c:pt idx="3581">
                        <c:v>59.927787780000003</c:v>
                      </c:pt>
                      <c:pt idx="3582">
                        <c:v>59.927833560000003</c:v>
                      </c:pt>
                      <c:pt idx="3583">
                        <c:v>59.92788315</c:v>
                      </c:pt>
                      <c:pt idx="3584">
                        <c:v>59.927932740000003</c:v>
                      </c:pt>
                      <c:pt idx="3585">
                        <c:v>59.927978520000003</c:v>
                      </c:pt>
                      <c:pt idx="3586">
                        <c:v>59.92802811</c:v>
                      </c:pt>
                      <c:pt idx="3587">
                        <c:v>59.928077700000003</c:v>
                      </c:pt>
                      <c:pt idx="3588">
                        <c:v>59.928127289999999</c:v>
                      </c:pt>
                      <c:pt idx="3589">
                        <c:v>59.92817307</c:v>
                      </c:pt>
                      <c:pt idx="3590">
                        <c:v>59.928222660000003</c:v>
                      </c:pt>
                      <c:pt idx="3591">
                        <c:v>59.928272249999999</c:v>
                      </c:pt>
                      <c:pt idx="3592">
                        <c:v>59.928321840000002</c:v>
                      </c:pt>
                      <c:pt idx="3593">
                        <c:v>59.928367610000002</c:v>
                      </c:pt>
                      <c:pt idx="3594">
                        <c:v>59.928417209999999</c:v>
                      </c:pt>
                      <c:pt idx="3595">
                        <c:v>59.928466800000002</c:v>
                      </c:pt>
                      <c:pt idx="3596">
                        <c:v>59.928516389999999</c:v>
                      </c:pt>
                      <c:pt idx="3597">
                        <c:v>59.928562159999998</c:v>
                      </c:pt>
                      <c:pt idx="3598">
                        <c:v>59.928611760000003</c:v>
                      </c:pt>
                      <c:pt idx="3599">
                        <c:v>59.928661349999999</c:v>
                      </c:pt>
                      <c:pt idx="3600">
                        <c:v>59.928710940000002</c:v>
                      </c:pt>
                      <c:pt idx="3601">
                        <c:v>59.928756710000002</c:v>
                      </c:pt>
                      <c:pt idx="3602">
                        <c:v>59.928806299999998</c:v>
                      </c:pt>
                      <c:pt idx="3603">
                        <c:v>59.928855900000002</c:v>
                      </c:pt>
                      <c:pt idx="3604">
                        <c:v>59.928905489999998</c:v>
                      </c:pt>
                      <c:pt idx="3605">
                        <c:v>59.928951259999998</c:v>
                      </c:pt>
                      <c:pt idx="3606">
                        <c:v>59.929000850000001</c:v>
                      </c:pt>
                      <c:pt idx="3607">
                        <c:v>59.929050449999998</c:v>
                      </c:pt>
                      <c:pt idx="3608">
                        <c:v>59.929100040000002</c:v>
                      </c:pt>
                      <c:pt idx="3609">
                        <c:v>59.929145810000001</c:v>
                      </c:pt>
                      <c:pt idx="3610">
                        <c:v>59.929195399999998</c:v>
                      </c:pt>
                      <c:pt idx="3611">
                        <c:v>59.929245000000002</c:v>
                      </c:pt>
                      <c:pt idx="3612">
                        <c:v>59.929294589999998</c:v>
                      </c:pt>
                      <c:pt idx="3613">
                        <c:v>59.929340359999998</c:v>
                      </c:pt>
                      <c:pt idx="3614">
                        <c:v>59.929389950000001</c:v>
                      </c:pt>
                      <c:pt idx="3615">
                        <c:v>59.929439539999997</c:v>
                      </c:pt>
                      <c:pt idx="3616">
                        <c:v>59.929485319999998</c:v>
                      </c:pt>
                      <c:pt idx="3617">
                        <c:v>59.929534910000001</c:v>
                      </c:pt>
                      <c:pt idx="3618">
                        <c:v>59.929584499999997</c:v>
                      </c:pt>
                      <c:pt idx="3619">
                        <c:v>59.929630279999998</c:v>
                      </c:pt>
                      <c:pt idx="3620">
                        <c:v>59.929679870000001</c:v>
                      </c:pt>
                      <c:pt idx="3621">
                        <c:v>59.929729459999997</c:v>
                      </c:pt>
                      <c:pt idx="3622">
                        <c:v>59.929775239999998</c:v>
                      </c:pt>
                      <c:pt idx="3623">
                        <c:v>59.929824830000001</c:v>
                      </c:pt>
                      <c:pt idx="3624">
                        <c:v>59.929870610000002</c:v>
                      </c:pt>
                      <c:pt idx="3625">
                        <c:v>59.929920199999998</c:v>
                      </c:pt>
                      <c:pt idx="3626">
                        <c:v>59.929969790000001</c:v>
                      </c:pt>
                      <c:pt idx="3627">
                        <c:v>59.930015560000001</c:v>
                      </c:pt>
                      <c:pt idx="3628">
                        <c:v>59.930065159999998</c:v>
                      </c:pt>
                      <c:pt idx="3629">
                        <c:v>59.930110929999998</c:v>
                      </c:pt>
                      <c:pt idx="3630">
                        <c:v>59.930160520000001</c:v>
                      </c:pt>
                      <c:pt idx="3631">
                        <c:v>59.930206300000002</c:v>
                      </c:pt>
                      <c:pt idx="3632">
                        <c:v>59.930255889999998</c:v>
                      </c:pt>
                      <c:pt idx="3633">
                        <c:v>59.930301669999999</c:v>
                      </c:pt>
                      <c:pt idx="3634">
                        <c:v>59.930351260000002</c:v>
                      </c:pt>
                      <c:pt idx="3635">
                        <c:v>59.930397030000002</c:v>
                      </c:pt>
                      <c:pt idx="3636">
                        <c:v>59.930446619999998</c:v>
                      </c:pt>
                      <c:pt idx="3637">
                        <c:v>59.930492399999999</c:v>
                      </c:pt>
                      <c:pt idx="3638">
                        <c:v>59.930541990000002</c:v>
                      </c:pt>
                      <c:pt idx="3639">
                        <c:v>59.930587770000002</c:v>
                      </c:pt>
                      <c:pt idx="3640">
                        <c:v>59.930633540000002</c:v>
                      </c:pt>
                      <c:pt idx="3641">
                        <c:v>59.930683139999999</c:v>
                      </c:pt>
                      <c:pt idx="3642">
                        <c:v>59.930728909999999</c:v>
                      </c:pt>
                      <c:pt idx="3643">
                        <c:v>59.93077469</c:v>
                      </c:pt>
                      <c:pt idx="3644">
                        <c:v>59.930824280000003</c:v>
                      </c:pt>
                      <c:pt idx="3645">
                        <c:v>59.930870059999997</c:v>
                      </c:pt>
                      <c:pt idx="3646">
                        <c:v>59.930915830000004</c:v>
                      </c:pt>
                      <c:pt idx="3647">
                        <c:v>59.930961609999997</c:v>
                      </c:pt>
                      <c:pt idx="3648">
                        <c:v>59.9310112</c:v>
                      </c:pt>
                      <c:pt idx="3649">
                        <c:v>59.931056980000001</c:v>
                      </c:pt>
                      <c:pt idx="3650">
                        <c:v>59.931102750000001</c:v>
                      </c:pt>
                      <c:pt idx="3651">
                        <c:v>59.931148530000002</c:v>
                      </c:pt>
                      <c:pt idx="3652">
                        <c:v>59.931194310000002</c:v>
                      </c:pt>
                      <c:pt idx="3653">
                        <c:v>59.931243899999998</c:v>
                      </c:pt>
                      <c:pt idx="3654">
                        <c:v>59.931289669999998</c:v>
                      </c:pt>
                      <c:pt idx="3655">
                        <c:v>59.931335449999999</c:v>
                      </c:pt>
                      <c:pt idx="3656">
                        <c:v>59.93138123</c:v>
                      </c:pt>
                      <c:pt idx="3657">
                        <c:v>59.931426999999999</c:v>
                      </c:pt>
                      <c:pt idx="3658">
                        <c:v>59.93147278</c:v>
                      </c:pt>
                      <c:pt idx="3659">
                        <c:v>59.93151855</c:v>
                      </c:pt>
                      <c:pt idx="3660">
                        <c:v>59.93156433</c:v>
                      </c:pt>
                      <c:pt idx="3661">
                        <c:v>59.931610110000001</c:v>
                      </c:pt>
                      <c:pt idx="3662">
                        <c:v>59.931655880000001</c:v>
                      </c:pt>
                      <c:pt idx="3663">
                        <c:v>59.931701660000002</c:v>
                      </c:pt>
                      <c:pt idx="3664">
                        <c:v>59.931743619999999</c:v>
                      </c:pt>
                      <c:pt idx="3665">
                        <c:v>59.9317894</c:v>
                      </c:pt>
                      <c:pt idx="3666">
                        <c:v>59.931835169999999</c:v>
                      </c:pt>
                      <c:pt idx="3667">
                        <c:v>59.93188095</c:v>
                      </c:pt>
                      <c:pt idx="3668">
                        <c:v>59.931926730000001</c:v>
                      </c:pt>
                      <c:pt idx="3669">
                        <c:v>59.931968689999998</c:v>
                      </c:pt>
                      <c:pt idx="3670">
                        <c:v>59.932014469999999</c:v>
                      </c:pt>
                      <c:pt idx="3671">
                        <c:v>59.932060239999998</c:v>
                      </c:pt>
                      <c:pt idx="3672">
                        <c:v>59.932102200000003</c:v>
                      </c:pt>
                      <c:pt idx="3673">
                        <c:v>59.932147980000003</c:v>
                      </c:pt>
                      <c:pt idx="3674">
                        <c:v>59.932193759999997</c:v>
                      </c:pt>
                      <c:pt idx="3675">
                        <c:v>59.932235720000001</c:v>
                      </c:pt>
                      <c:pt idx="3676">
                        <c:v>59.932281490000001</c:v>
                      </c:pt>
                      <c:pt idx="3677">
                        <c:v>59.932323459999999</c:v>
                      </c:pt>
                      <c:pt idx="3678">
                        <c:v>59.932369229999999</c:v>
                      </c:pt>
                      <c:pt idx="3679">
                        <c:v>59.932411190000003</c:v>
                      </c:pt>
                      <c:pt idx="3680">
                        <c:v>59.932456969999997</c:v>
                      </c:pt>
                      <c:pt idx="3681">
                        <c:v>59.932498930000001</c:v>
                      </c:pt>
                      <c:pt idx="3682">
                        <c:v>59.932544710000002</c:v>
                      </c:pt>
                      <c:pt idx="3683">
                        <c:v>59.932586669999999</c:v>
                      </c:pt>
                      <c:pt idx="3684">
                        <c:v>59.932628630000004</c:v>
                      </c:pt>
                      <c:pt idx="3685">
                        <c:v>59.932674409999997</c:v>
                      </c:pt>
                      <c:pt idx="3686">
                        <c:v>59.932716370000001</c:v>
                      </c:pt>
                      <c:pt idx="3687">
                        <c:v>59.932758329999999</c:v>
                      </c:pt>
                      <c:pt idx="3688">
                        <c:v>59.932800290000003</c:v>
                      </c:pt>
                      <c:pt idx="3689">
                        <c:v>59.932846069999997</c:v>
                      </c:pt>
                      <c:pt idx="3690">
                        <c:v>59.932888030000001</c:v>
                      </c:pt>
                      <c:pt idx="3691">
                        <c:v>59.932929989999998</c:v>
                      </c:pt>
                      <c:pt idx="3692">
                        <c:v>59.932971950000002</c:v>
                      </c:pt>
                      <c:pt idx="3693">
                        <c:v>59.93301392</c:v>
                      </c:pt>
                      <c:pt idx="3694">
                        <c:v>59.933055879999998</c:v>
                      </c:pt>
                      <c:pt idx="3695">
                        <c:v>59.933097840000002</c:v>
                      </c:pt>
                      <c:pt idx="3696">
                        <c:v>59.933139799999999</c:v>
                      </c:pt>
                      <c:pt idx="3697">
                        <c:v>59.933181759999997</c:v>
                      </c:pt>
                      <c:pt idx="3698">
                        <c:v>59.933223720000001</c:v>
                      </c:pt>
                      <c:pt idx="3699">
                        <c:v>59.933265689999999</c:v>
                      </c:pt>
                      <c:pt idx="3700">
                        <c:v>59.933307650000003</c:v>
                      </c:pt>
                      <c:pt idx="3701">
                        <c:v>59.93334961</c:v>
                      </c:pt>
                      <c:pt idx="3702">
                        <c:v>59.933387760000002</c:v>
                      </c:pt>
                      <c:pt idx="3703">
                        <c:v>59.933429719999999</c:v>
                      </c:pt>
                      <c:pt idx="3704">
                        <c:v>59.933471679999997</c:v>
                      </c:pt>
                      <c:pt idx="3705">
                        <c:v>59.933513640000001</c:v>
                      </c:pt>
                      <c:pt idx="3706">
                        <c:v>59.933551790000003</c:v>
                      </c:pt>
                      <c:pt idx="3707">
                        <c:v>59.93359375</c:v>
                      </c:pt>
                      <c:pt idx="3708">
                        <c:v>59.933635709999997</c:v>
                      </c:pt>
                      <c:pt idx="3709">
                        <c:v>59.933673859999999</c:v>
                      </c:pt>
                      <c:pt idx="3710">
                        <c:v>59.933715820000003</c:v>
                      </c:pt>
                      <c:pt idx="3711">
                        <c:v>59.933753969999998</c:v>
                      </c:pt>
                      <c:pt idx="3712">
                        <c:v>59.933795930000002</c:v>
                      </c:pt>
                      <c:pt idx="3713">
                        <c:v>59.933834079999997</c:v>
                      </c:pt>
                      <c:pt idx="3714">
                        <c:v>59.933876040000001</c:v>
                      </c:pt>
                      <c:pt idx="3715">
                        <c:v>59.933914180000002</c:v>
                      </c:pt>
                      <c:pt idx="3716">
                        <c:v>59.93395615</c:v>
                      </c:pt>
                      <c:pt idx="3717">
                        <c:v>59.933994290000001</c:v>
                      </c:pt>
                      <c:pt idx="3718">
                        <c:v>59.934036249999998</c:v>
                      </c:pt>
                      <c:pt idx="3719">
                        <c:v>59.9340744</c:v>
                      </c:pt>
                      <c:pt idx="3720">
                        <c:v>59.934112550000002</c:v>
                      </c:pt>
                      <c:pt idx="3721">
                        <c:v>59.934150700000004</c:v>
                      </c:pt>
                      <c:pt idx="3722">
                        <c:v>59.934192660000001</c:v>
                      </c:pt>
                      <c:pt idx="3723">
                        <c:v>59.934230800000002</c:v>
                      </c:pt>
                      <c:pt idx="3724">
                        <c:v>59.934268950000003</c:v>
                      </c:pt>
                      <c:pt idx="3725">
                        <c:v>59.934307099999998</c:v>
                      </c:pt>
                      <c:pt idx="3726">
                        <c:v>59.93434525</c:v>
                      </c:pt>
                      <c:pt idx="3727">
                        <c:v>59.934383390000001</c:v>
                      </c:pt>
                      <c:pt idx="3728">
                        <c:v>59.934421540000002</c:v>
                      </c:pt>
                      <c:pt idx="3729">
                        <c:v>59.9344635</c:v>
                      </c:pt>
                      <c:pt idx="3730">
                        <c:v>59.934501650000001</c:v>
                      </c:pt>
                      <c:pt idx="3731">
                        <c:v>59.93453598</c:v>
                      </c:pt>
                      <c:pt idx="3732">
                        <c:v>59.934574130000001</c:v>
                      </c:pt>
                      <c:pt idx="3733">
                        <c:v>59.934612270000002</c:v>
                      </c:pt>
                      <c:pt idx="3734">
                        <c:v>59.934650419999997</c:v>
                      </c:pt>
                      <c:pt idx="3735">
                        <c:v>59.934688569999999</c:v>
                      </c:pt>
                      <c:pt idx="3736">
                        <c:v>59.93472672</c:v>
                      </c:pt>
                      <c:pt idx="3737">
                        <c:v>59.934764860000001</c:v>
                      </c:pt>
                      <c:pt idx="3738">
                        <c:v>59.93479919</c:v>
                      </c:pt>
                      <c:pt idx="3739">
                        <c:v>59.934837340000001</c:v>
                      </c:pt>
                      <c:pt idx="3740">
                        <c:v>59.934875490000003</c:v>
                      </c:pt>
                      <c:pt idx="3741">
                        <c:v>59.934913639999998</c:v>
                      </c:pt>
                      <c:pt idx="3742">
                        <c:v>59.934947970000003</c:v>
                      </c:pt>
                      <c:pt idx="3743">
                        <c:v>59.934986109999997</c:v>
                      </c:pt>
                      <c:pt idx="3744">
                        <c:v>59.935020450000003</c:v>
                      </c:pt>
                      <c:pt idx="3745">
                        <c:v>59.935058589999997</c:v>
                      </c:pt>
                      <c:pt idx="3746">
                        <c:v>59.935096739999999</c:v>
                      </c:pt>
                      <c:pt idx="3747">
                        <c:v>59.935131069999997</c:v>
                      </c:pt>
                      <c:pt idx="3748">
                        <c:v>59.935165410000003</c:v>
                      </c:pt>
                      <c:pt idx="3749">
                        <c:v>59.935203549999997</c:v>
                      </c:pt>
                      <c:pt idx="3750">
                        <c:v>59.935237880000003</c:v>
                      </c:pt>
                      <c:pt idx="3751">
                        <c:v>59.935276029999997</c:v>
                      </c:pt>
                      <c:pt idx="3752">
                        <c:v>59.935310360000003</c:v>
                      </c:pt>
                      <c:pt idx="3753">
                        <c:v>59.935344700000002</c:v>
                      </c:pt>
                      <c:pt idx="3754">
                        <c:v>59.935382840000003</c:v>
                      </c:pt>
                      <c:pt idx="3755">
                        <c:v>59.935417180000002</c:v>
                      </c:pt>
                      <c:pt idx="3756">
                        <c:v>59.93545151</c:v>
                      </c:pt>
                      <c:pt idx="3757">
                        <c:v>59.935485839999998</c:v>
                      </c:pt>
                      <c:pt idx="3758">
                        <c:v>59.935520169999997</c:v>
                      </c:pt>
                      <c:pt idx="3759">
                        <c:v>59.935558319999998</c:v>
                      </c:pt>
                      <c:pt idx="3760">
                        <c:v>59.935592649999997</c:v>
                      </c:pt>
                      <c:pt idx="3761">
                        <c:v>59.935626980000002</c:v>
                      </c:pt>
                      <c:pt idx="3762">
                        <c:v>59.935661320000001</c:v>
                      </c:pt>
                      <c:pt idx="3763">
                        <c:v>59.93569565</c:v>
                      </c:pt>
                      <c:pt idx="3764">
                        <c:v>59.935729979999998</c:v>
                      </c:pt>
                      <c:pt idx="3765">
                        <c:v>59.935764310000003</c:v>
                      </c:pt>
                      <c:pt idx="3766">
                        <c:v>59.935798650000002</c:v>
                      </c:pt>
                      <c:pt idx="3767">
                        <c:v>59.935829159999997</c:v>
                      </c:pt>
                      <c:pt idx="3768">
                        <c:v>59.935863490000003</c:v>
                      </c:pt>
                      <c:pt idx="3769">
                        <c:v>59.935897830000002</c:v>
                      </c:pt>
                      <c:pt idx="3770">
                        <c:v>59.93593216</c:v>
                      </c:pt>
                      <c:pt idx="3771">
                        <c:v>59.935966489999998</c:v>
                      </c:pt>
                      <c:pt idx="3772">
                        <c:v>59.935997010000001</c:v>
                      </c:pt>
                      <c:pt idx="3773">
                        <c:v>59.93603134</c:v>
                      </c:pt>
                      <c:pt idx="3774">
                        <c:v>59.936065669999998</c:v>
                      </c:pt>
                      <c:pt idx="3775">
                        <c:v>59.936096190000001</c:v>
                      </c:pt>
                      <c:pt idx="3776">
                        <c:v>59.936130519999999</c:v>
                      </c:pt>
                      <c:pt idx="3777">
                        <c:v>59.936161040000002</c:v>
                      </c:pt>
                      <c:pt idx="3778">
                        <c:v>59.93619537</c:v>
                      </c:pt>
                      <c:pt idx="3779">
                        <c:v>59.936225890000003</c:v>
                      </c:pt>
                      <c:pt idx="3780">
                        <c:v>59.936260220000001</c:v>
                      </c:pt>
                      <c:pt idx="3781">
                        <c:v>59.936290739999997</c:v>
                      </c:pt>
                      <c:pt idx="3782">
                        <c:v>59.936325070000002</c:v>
                      </c:pt>
                      <c:pt idx="3783">
                        <c:v>59.936355589999998</c:v>
                      </c:pt>
                      <c:pt idx="3784">
                        <c:v>59.936386110000001</c:v>
                      </c:pt>
                      <c:pt idx="3785">
                        <c:v>59.936420439999999</c:v>
                      </c:pt>
                      <c:pt idx="3786">
                        <c:v>59.936450960000002</c:v>
                      </c:pt>
                      <c:pt idx="3787">
                        <c:v>59.936481479999998</c:v>
                      </c:pt>
                      <c:pt idx="3788">
                        <c:v>59.93651199</c:v>
                      </c:pt>
                      <c:pt idx="3789">
                        <c:v>59.936542510000002</c:v>
                      </c:pt>
                      <c:pt idx="3790">
                        <c:v>59.936573029999998</c:v>
                      </c:pt>
                      <c:pt idx="3791">
                        <c:v>59.936603550000001</c:v>
                      </c:pt>
                      <c:pt idx="3792">
                        <c:v>59.936634060000003</c:v>
                      </c:pt>
                      <c:pt idx="3793">
                        <c:v>59.936664579999999</c:v>
                      </c:pt>
                      <c:pt idx="3794">
                        <c:v>59.936695100000001</c:v>
                      </c:pt>
                      <c:pt idx="3795">
                        <c:v>59.936725619999997</c:v>
                      </c:pt>
                      <c:pt idx="3796">
                        <c:v>59.936756129999999</c:v>
                      </c:pt>
                      <c:pt idx="3797">
                        <c:v>59.936786650000002</c:v>
                      </c:pt>
                      <c:pt idx="3798">
                        <c:v>59.936817169999998</c:v>
                      </c:pt>
                      <c:pt idx="3799">
                        <c:v>59.93684769</c:v>
                      </c:pt>
                      <c:pt idx="3800">
                        <c:v>59.93687439</c:v>
                      </c:pt>
                      <c:pt idx="3801">
                        <c:v>59.936904910000003</c:v>
                      </c:pt>
                      <c:pt idx="3802">
                        <c:v>59.936935419999998</c:v>
                      </c:pt>
                      <c:pt idx="3803">
                        <c:v>59.936962129999998</c:v>
                      </c:pt>
                      <c:pt idx="3804">
                        <c:v>59.936992650000001</c:v>
                      </c:pt>
                      <c:pt idx="3805">
                        <c:v>59.93701935</c:v>
                      </c:pt>
                      <c:pt idx="3806">
                        <c:v>59.937049870000003</c:v>
                      </c:pt>
                      <c:pt idx="3807">
                        <c:v>59.937076570000002</c:v>
                      </c:pt>
                      <c:pt idx="3808">
                        <c:v>59.937107089999998</c:v>
                      </c:pt>
                      <c:pt idx="3809">
                        <c:v>59.937133789999997</c:v>
                      </c:pt>
                      <c:pt idx="3810">
                        <c:v>59.93716431</c:v>
                      </c:pt>
                      <c:pt idx="3811">
                        <c:v>59.937191009999999</c:v>
                      </c:pt>
                      <c:pt idx="3812">
                        <c:v>59.937217709999999</c:v>
                      </c:pt>
                      <c:pt idx="3813">
                        <c:v>59.937248230000002</c:v>
                      </c:pt>
                      <c:pt idx="3814">
                        <c:v>59.937274930000001</c:v>
                      </c:pt>
                      <c:pt idx="3815">
                        <c:v>59.937301640000001</c:v>
                      </c:pt>
                      <c:pt idx="3816">
                        <c:v>59.937328340000001</c:v>
                      </c:pt>
                      <c:pt idx="3817">
                        <c:v>59.93735504</c:v>
                      </c:pt>
                      <c:pt idx="3818">
                        <c:v>59.937381739999999</c:v>
                      </c:pt>
                      <c:pt idx="3819">
                        <c:v>59.93740845</c:v>
                      </c:pt>
                      <c:pt idx="3820">
                        <c:v>59.937435149999999</c:v>
                      </c:pt>
                      <c:pt idx="3821">
                        <c:v>59.937461849999998</c:v>
                      </c:pt>
                      <c:pt idx="3822">
                        <c:v>59.937488559999998</c:v>
                      </c:pt>
                      <c:pt idx="3823">
                        <c:v>59.937515259999998</c:v>
                      </c:pt>
                      <c:pt idx="3824">
                        <c:v>59.937541959999997</c:v>
                      </c:pt>
                      <c:pt idx="3825">
                        <c:v>59.937564850000001</c:v>
                      </c:pt>
                      <c:pt idx="3826">
                        <c:v>59.93759155</c:v>
                      </c:pt>
                      <c:pt idx="3827">
                        <c:v>59.937618260000001</c:v>
                      </c:pt>
                      <c:pt idx="3828">
                        <c:v>59.93764496</c:v>
                      </c:pt>
                      <c:pt idx="3829">
                        <c:v>59.937667849999997</c:v>
                      </c:pt>
                      <c:pt idx="3830">
                        <c:v>59.937694550000003</c:v>
                      </c:pt>
                      <c:pt idx="3831">
                        <c:v>59.93771744</c:v>
                      </c:pt>
                      <c:pt idx="3832">
                        <c:v>59.93774414</c:v>
                      </c:pt>
                      <c:pt idx="3833">
                        <c:v>59.937767030000003</c:v>
                      </c:pt>
                      <c:pt idx="3834">
                        <c:v>59.937793730000003</c:v>
                      </c:pt>
                      <c:pt idx="3835">
                        <c:v>59.93781662</c:v>
                      </c:pt>
                      <c:pt idx="3836">
                        <c:v>59.937839510000003</c:v>
                      </c:pt>
                      <c:pt idx="3837">
                        <c:v>59.937866210000003</c:v>
                      </c:pt>
                      <c:pt idx="3838">
                        <c:v>59.9378891</c:v>
                      </c:pt>
                      <c:pt idx="3839">
                        <c:v>59.937911990000003</c:v>
                      </c:pt>
                      <c:pt idx="3840">
                        <c:v>59.93793488</c:v>
                      </c:pt>
                      <c:pt idx="3841">
                        <c:v>59.93796158</c:v>
                      </c:pt>
                      <c:pt idx="3842">
                        <c:v>59.937984470000004</c:v>
                      </c:pt>
                      <c:pt idx="3843">
                        <c:v>59.938007349999999</c:v>
                      </c:pt>
                      <c:pt idx="3844">
                        <c:v>59.938030240000003</c:v>
                      </c:pt>
                      <c:pt idx="3845">
                        <c:v>59.93805313</c:v>
                      </c:pt>
                      <c:pt idx="3846">
                        <c:v>59.938076019999997</c:v>
                      </c:pt>
                      <c:pt idx="3847">
                        <c:v>59.938098910000001</c:v>
                      </c:pt>
                      <c:pt idx="3848">
                        <c:v>59.938117980000001</c:v>
                      </c:pt>
                      <c:pt idx="3849">
                        <c:v>59.938140869999998</c:v>
                      </c:pt>
                      <c:pt idx="3850">
                        <c:v>59.938163760000002</c:v>
                      </c:pt>
                      <c:pt idx="3851">
                        <c:v>59.938186649999999</c:v>
                      </c:pt>
                      <c:pt idx="3852">
                        <c:v>59.938205719999999</c:v>
                      </c:pt>
                      <c:pt idx="3853">
                        <c:v>59.938228610000003</c:v>
                      </c:pt>
                      <c:pt idx="3854">
                        <c:v>59.9382515</c:v>
                      </c:pt>
                      <c:pt idx="3855">
                        <c:v>59.93827057</c:v>
                      </c:pt>
                      <c:pt idx="3856">
                        <c:v>59.938293459999997</c:v>
                      </c:pt>
                      <c:pt idx="3857">
                        <c:v>59.938312529999997</c:v>
                      </c:pt>
                      <c:pt idx="3858">
                        <c:v>59.938331599999998</c:v>
                      </c:pt>
                      <c:pt idx="3859">
                        <c:v>59.938354490000002</c:v>
                      </c:pt>
                      <c:pt idx="3860">
                        <c:v>59.938373570000003</c:v>
                      </c:pt>
                      <c:pt idx="3861">
                        <c:v>59.938392640000004</c:v>
                      </c:pt>
                      <c:pt idx="3862">
                        <c:v>59.93841553</c:v>
                      </c:pt>
                      <c:pt idx="3863">
                        <c:v>59.938434600000001</c:v>
                      </c:pt>
                      <c:pt idx="3864">
                        <c:v>59.938453670000001</c:v>
                      </c:pt>
                      <c:pt idx="3865">
                        <c:v>59.938472750000003</c:v>
                      </c:pt>
                      <c:pt idx="3866">
                        <c:v>59.938491820000003</c:v>
                      </c:pt>
                      <c:pt idx="3867">
                        <c:v>59.938510890000003</c:v>
                      </c:pt>
                      <c:pt idx="3868">
                        <c:v>59.938529969999998</c:v>
                      </c:pt>
                      <c:pt idx="3869">
                        <c:v>59.938549039999998</c:v>
                      </c:pt>
                      <c:pt idx="3870">
                        <c:v>59.938568119999999</c:v>
                      </c:pt>
                      <c:pt idx="3871">
                        <c:v>59.93858719</c:v>
                      </c:pt>
                      <c:pt idx="3872">
                        <c:v>59.938602449999998</c:v>
                      </c:pt>
                      <c:pt idx="3873">
                        <c:v>59.938621519999998</c:v>
                      </c:pt>
                      <c:pt idx="3874">
                        <c:v>59.938640589999999</c:v>
                      </c:pt>
                      <c:pt idx="3875">
                        <c:v>59.938655850000004</c:v>
                      </c:pt>
                      <c:pt idx="3876">
                        <c:v>59.938674929999998</c:v>
                      </c:pt>
                      <c:pt idx="3877">
                        <c:v>59.938690190000003</c:v>
                      </c:pt>
                      <c:pt idx="3878">
                        <c:v>59.938709260000003</c:v>
                      </c:pt>
                      <c:pt idx="3879">
                        <c:v>59.938724520000001</c:v>
                      </c:pt>
                      <c:pt idx="3880">
                        <c:v>59.938739779999999</c:v>
                      </c:pt>
                      <c:pt idx="3881">
                        <c:v>59.938758849999999</c:v>
                      </c:pt>
                      <c:pt idx="3882">
                        <c:v>59.938774109999997</c:v>
                      </c:pt>
                      <c:pt idx="3883">
                        <c:v>59.938789370000002</c:v>
                      </c:pt>
                      <c:pt idx="3884">
                        <c:v>59.93880463</c:v>
                      </c:pt>
                      <c:pt idx="3885">
                        <c:v>59.938819889999998</c:v>
                      </c:pt>
                      <c:pt idx="3886">
                        <c:v>59.938835140000002</c:v>
                      </c:pt>
                      <c:pt idx="3887">
                        <c:v>59.9388504</c:v>
                      </c:pt>
                      <c:pt idx="3888">
                        <c:v>59.938865659999998</c:v>
                      </c:pt>
                      <c:pt idx="3889">
                        <c:v>59.938880920000003</c:v>
                      </c:pt>
                      <c:pt idx="3890">
                        <c:v>59.93889618</c:v>
                      </c:pt>
                      <c:pt idx="3891">
                        <c:v>59.938911439999998</c:v>
                      </c:pt>
                      <c:pt idx="3892">
                        <c:v>59.93892288</c:v>
                      </c:pt>
                      <c:pt idx="3893">
                        <c:v>59.938938139999998</c:v>
                      </c:pt>
                      <c:pt idx="3894">
                        <c:v>59.938953400000003</c:v>
                      </c:pt>
                      <c:pt idx="3895">
                        <c:v>59.938964839999997</c:v>
                      </c:pt>
                      <c:pt idx="3896">
                        <c:v>59.938980100000002</c:v>
                      </c:pt>
                      <c:pt idx="3897">
                        <c:v>59.938991549999997</c:v>
                      </c:pt>
                      <c:pt idx="3898">
                        <c:v>59.939006810000002</c:v>
                      </c:pt>
                      <c:pt idx="3899">
                        <c:v>59.939018249999997</c:v>
                      </c:pt>
                      <c:pt idx="3900">
                        <c:v>59.939029689999998</c:v>
                      </c:pt>
                      <c:pt idx="3901">
                        <c:v>59.93904114</c:v>
                      </c:pt>
                      <c:pt idx="3902">
                        <c:v>59.939052580000002</c:v>
                      </c:pt>
                      <c:pt idx="3903">
                        <c:v>59.93906784</c:v>
                      </c:pt>
                      <c:pt idx="3904">
                        <c:v>59.939079280000001</c:v>
                      </c:pt>
                      <c:pt idx="3905">
                        <c:v>59.939090729999997</c:v>
                      </c:pt>
                      <c:pt idx="3906">
                        <c:v>59.939098360000003</c:v>
                      </c:pt>
                      <c:pt idx="3907">
                        <c:v>59.939109799999997</c:v>
                      </c:pt>
                      <c:pt idx="3908">
                        <c:v>59.939121249999999</c:v>
                      </c:pt>
                      <c:pt idx="3909">
                        <c:v>59.939132690000001</c:v>
                      </c:pt>
                      <c:pt idx="3910">
                        <c:v>59.93914032</c:v>
                      </c:pt>
                      <c:pt idx="3911">
                        <c:v>59.939151760000001</c:v>
                      </c:pt>
                      <c:pt idx="3912">
                        <c:v>59.939163209999997</c:v>
                      </c:pt>
                      <c:pt idx="3913">
                        <c:v>59.939170840000003</c:v>
                      </c:pt>
                      <c:pt idx="3914">
                        <c:v>59.939178470000002</c:v>
                      </c:pt>
                      <c:pt idx="3915">
                        <c:v>59.939189910000003</c:v>
                      </c:pt>
                      <c:pt idx="3916">
                        <c:v>59.939197540000002</c:v>
                      </c:pt>
                      <c:pt idx="3917">
                        <c:v>59.939205170000001</c:v>
                      </c:pt>
                      <c:pt idx="3918">
                        <c:v>59.9392128</c:v>
                      </c:pt>
                      <c:pt idx="3919">
                        <c:v>59.939224240000001</c:v>
                      </c:pt>
                      <c:pt idx="3920">
                        <c:v>59.93923187</c:v>
                      </c:pt>
                      <c:pt idx="3921">
                        <c:v>59.939239499999999</c:v>
                      </c:pt>
                      <c:pt idx="3922">
                        <c:v>59.939247129999998</c:v>
                      </c:pt>
                      <c:pt idx="3923">
                        <c:v>59.939250950000002</c:v>
                      </c:pt>
                      <c:pt idx="3924">
                        <c:v>59.939258580000001</c:v>
                      </c:pt>
                      <c:pt idx="3925">
                        <c:v>59.939266199999999</c:v>
                      </c:pt>
                      <c:pt idx="3926">
                        <c:v>59.939273829999998</c:v>
                      </c:pt>
                      <c:pt idx="3927">
                        <c:v>59.939277650000001</c:v>
                      </c:pt>
                      <c:pt idx="3928">
                        <c:v>59.93928528</c:v>
                      </c:pt>
                      <c:pt idx="3929">
                        <c:v>59.939289090000003</c:v>
                      </c:pt>
                      <c:pt idx="3930">
                        <c:v>59.939296720000002</c:v>
                      </c:pt>
                      <c:pt idx="3931">
                        <c:v>59.939300539999998</c:v>
                      </c:pt>
                      <c:pt idx="3932">
                        <c:v>59.93930435</c:v>
                      </c:pt>
                      <c:pt idx="3933">
                        <c:v>59.939308169999997</c:v>
                      </c:pt>
                      <c:pt idx="3934">
                        <c:v>59.939311979999999</c:v>
                      </c:pt>
                      <c:pt idx="3935">
                        <c:v>59.939319609999998</c:v>
                      </c:pt>
                      <c:pt idx="3936">
                        <c:v>59.939323430000002</c:v>
                      </c:pt>
                      <c:pt idx="3937">
                        <c:v>59.939327239999997</c:v>
                      </c:pt>
                      <c:pt idx="3938">
                        <c:v>59.939327239999997</c:v>
                      </c:pt>
                      <c:pt idx="3939">
                        <c:v>59.93933105</c:v>
                      </c:pt>
                      <c:pt idx="3940">
                        <c:v>59.939334870000003</c:v>
                      </c:pt>
                      <c:pt idx="3941">
                        <c:v>59.939338679999999</c:v>
                      </c:pt>
                      <c:pt idx="3942">
                        <c:v>59.939338679999999</c:v>
                      </c:pt>
                      <c:pt idx="3943">
                        <c:v>59.939342500000002</c:v>
                      </c:pt>
                      <c:pt idx="3944">
                        <c:v>59.939342500000002</c:v>
                      </c:pt>
                      <c:pt idx="3945">
                        <c:v>59.939346309999998</c:v>
                      </c:pt>
                      <c:pt idx="3946">
                        <c:v>59.939346309999998</c:v>
                      </c:pt>
                      <c:pt idx="3947">
                        <c:v>59.939346309999998</c:v>
                      </c:pt>
                      <c:pt idx="3948">
                        <c:v>59.939346309999998</c:v>
                      </c:pt>
                      <c:pt idx="3949">
                        <c:v>59.939350130000001</c:v>
                      </c:pt>
                      <c:pt idx="3950">
                        <c:v>59.939350130000001</c:v>
                      </c:pt>
                      <c:pt idx="3951">
                        <c:v>59.939350130000001</c:v>
                      </c:pt>
                      <c:pt idx="3952">
                        <c:v>59.939346309999998</c:v>
                      </c:pt>
                      <c:pt idx="3953">
                        <c:v>59.939346309999998</c:v>
                      </c:pt>
                      <c:pt idx="3954">
                        <c:v>59.939346309999998</c:v>
                      </c:pt>
                      <c:pt idx="3955">
                        <c:v>59.939346309999998</c:v>
                      </c:pt>
                      <c:pt idx="3956">
                        <c:v>59.939342500000002</c:v>
                      </c:pt>
                      <c:pt idx="3957">
                        <c:v>59.939342500000002</c:v>
                      </c:pt>
                      <c:pt idx="3958">
                        <c:v>59.939342500000002</c:v>
                      </c:pt>
                      <c:pt idx="3959">
                        <c:v>59.939338679999999</c:v>
                      </c:pt>
                      <c:pt idx="3960">
                        <c:v>59.939334870000003</c:v>
                      </c:pt>
                      <c:pt idx="3961">
                        <c:v>59.939334870000003</c:v>
                      </c:pt>
                      <c:pt idx="3962">
                        <c:v>59.93933105</c:v>
                      </c:pt>
                      <c:pt idx="3963">
                        <c:v>59.939327239999997</c:v>
                      </c:pt>
                      <c:pt idx="3964">
                        <c:v>59.939323430000002</c:v>
                      </c:pt>
                      <c:pt idx="3965">
                        <c:v>59.939319609999998</c:v>
                      </c:pt>
                      <c:pt idx="3966">
                        <c:v>59.939315800000003</c:v>
                      </c:pt>
                      <c:pt idx="3967">
                        <c:v>59.939311979999999</c:v>
                      </c:pt>
                      <c:pt idx="3968">
                        <c:v>59.939308169999997</c:v>
                      </c:pt>
                      <c:pt idx="3969">
                        <c:v>59.939300539999998</c:v>
                      </c:pt>
                      <c:pt idx="3970">
                        <c:v>59.939296720000002</c:v>
                      </c:pt>
                      <c:pt idx="3971">
                        <c:v>59.939292909999999</c:v>
                      </c:pt>
                      <c:pt idx="3972">
                        <c:v>59.93928528</c:v>
                      </c:pt>
                      <c:pt idx="3973">
                        <c:v>59.939281459999997</c:v>
                      </c:pt>
                      <c:pt idx="3974">
                        <c:v>59.939273829999998</c:v>
                      </c:pt>
                      <c:pt idx="3975">
                        <c:v>59.939266199999999</c:v>
                      </c:pt>
                      <c:pt idx="3976">
                        <c:v>59.939262390000003</c:v>
                      </c:pt>
                      <c:pt idx="3977">
                        <c:v>59.939254759999997</c:v>
                      </c:pt>
                      <c:pt idx="3978">
                        <c:v>59.939247129999998</c:v>
                      </c:pt>
                      <c:pt idx="3979">
                        <c:v>59.939239499999999</c:v>
                      </c:pt>
                      <c:pt idx="3980">
                        <c:v>59.93923187</c:v>
                      </c:pt>
                      <c:pt idx="3981">
                        <c:v>59.939224240000001</c:v>
                      </c:pt>
                      <c:pt idx="3982">
                        <c:v>59.9392128</c:v>
                      </c:pt>
                      <c:pt idx="3983">
                        <c:v>59.939205170000001</c:v>
                      </c:pt>
                      <c:pt idx="3984">
                        <c:v>59.939197540000002</c:v>
                      </c:pt>
                      <c:pt idx="3985">
                        <c:v>59.939186100000001</c:v>
                      </c:pt>
                      <c:pt idx="3986">
                        <c:v>59.939178470000002</c:v>
                      </c:pt>
                      <c:pt idx="3987">
                        <c:v>59.939167019999999</c:v>
                      </c:pt>
                      <c:pt idx="3988">
                        <c:v>59.93915939</c:v>
                      </c:pt>
                      <c:pt idx="3989">
                        <c:v>59.939147949999999</c:v>
                      </c:pt>
                      <c:pt idx="3990">
                        <c:v>59.939136509999997</c:v>
                      </c:pt>
                      <c:pt idx="3991">
                        <c:v>59.939125060000002</c:v>
                      </c:pt>
                      <c:pt idx="3992">
                        <c:v>59.939113620000001</c:v>
                      </c:pt>
                      <c:pt idx="3993">
                        <c:v>59.939102169999998</c:v>
                      </c:pt>
                      <c:pt idx="3994">
                        <c:v>59.939090729999997</c:v>
                      </c:pt>
                      <c:pt idx="3995">
                        <c:v>59.939079280000001</c:v>
                      </c:pt>
                      <c:pt idx="3996">
                        <c:v>59.93906784</c:v>
                      </c:pt>
                      <c:pt idx="3997">
                        <c:v>59.939052580000002</c:v>
                      </c:pt>
                      <c:pt idx="3998">
                        <c:v>59.93904114</c:v>
                      </c:pt>
                      <c:pt idx="3999">
                        <c:v>59.939029689999998</c:v>
                      </c:pt>
                      <c:pt idx="4000">
                        <c:v>59.93901443</c:v>
                      </c:pt>
                      <c:pt idx="4001">
                        <c:v>59.938999180000003</c:v>
                      </c:pt>
                      <c:pt idx="4002">
                        <c:v>59.938987730000001</c:v>
                      </c:pt>
                      <c:pt idx="4003">
                        <c:v>59.938972470000003</c:v>
                      </c:pt>
                      <c:pt idx="4004">
                        <c:v>59.938957209999998</c:v>
                      </c:pt>
                      <c:pt idx="4005">
                        <c:v>59.938941960000001</c:v>
                      </c:pt>
                      <c:pt idx="4006">
                        <c:v>59.938926700000003</c:v>
                      </c:pt>
                      <c:pt idx="4007">
                        <c:v>59.938911439999998</c:v>
                      </c:pt>
                      <c:pt idx="4008">
                        <c:v>59.93889618</c:v>
                      </c:pt>
                      <c:pt idx="4009">
                        <c:v>59.938880920000003</c:v>
                      </c:pt>
                      <c:pt idx="4010">
                        <c:v>59.938865659999998</c:v>
                      </c:pt>
                      <c:pt idx="4011">
                        <c:v>59.9388504</c:v>
                      </c:pt>
                      <c:pt idx="4012">
                        <c:v>59.938831329999999</c:v>
                      </c:pt>
                      <c:pt idx="4013">
                        <c:v>59.938816070000001</c:v>
                      </c:pt>
                      <c:pt idx="4014">
                        <c:v>59.938797000000001</c:v>
                      </c:pt>
                      <c:pt idx="4015">
                        <c:v>59.938781740000003</c:v>
                      </c:pt>
                      <c:pt idx="4016">
                        <c:v>59.938762660000002</c:v>
                      </c:pt>
                      <c:pt idx="4017">
                        <c:v>59.938743590000001</c:v>
                      </c:pt>
                      <c:pt idx="4018">
                        <c:v>59.938724520000001</c:v>
                      </c:pt>
                      <c:pt idx="4019">
                        <c:v>59.938709260000003</c:v>
                      </c:pt>
                      <c:pt idx="4020">
                        <c:v>59.938690190000003</c:v>
                      </c:pt>
                      <c:pt idx="4021">
                        <c:v>59.938671110000001</c:v>
                      </c:pt>
                      <c:pt idx="4022">
                        <c:v>59.938652040000001</c:v>
                      </c:pt>
                      <c:pt idx="4023">
                        <c:v>59.93863297</c:v>
                      </c:pt>
                      <c:pt idx="4024">
                        <c:v>59.938610079999997</c:v>
                      </c:pt>
                      <c:pt idx="4025">
                        <c:v>59.938591000000002</c:v>
                      </c:pt>
                      <c:pt idx="4026">
                        <c:v>59.938571930000002</c:v>
                      </c:pt>
                      <c:pt idx="4027">
                        <c:v>59.938549039999998</c:v>
                      </c:pt>
                      <c:pt idx="4028">
                        <c:v>59.938529969999998</c:v>
                      </c:pt>
                      <c:pt idx="4029">
                        <c:v>59.938507080000001</c:v>
                      </c:pt>
                      <c:pt idx="4030">
                        <c:v>59.93848801</c:v>
                      </c:pt>
                      <c:pt idx="4031">
                        <c:v>59.938465119999996</c:v>
                      </c:pt>
                      <c:pt idx="4032">
                        <c:v>59.93844223</c:v>
                      </c:pt>
                      <c:pt idx="4033">
                        <c:v>59.938419340000003</c:v>
                      </c:pt>
                      <c:pt idx="4034">
                        <c:v>59.938396449999999</c:v>
                      </c:pt>
                      <c:pt idx="4035">
                        <c:v>59.938373570000003</c:v>
                      </c:pt>
                      <c:pt idx="4036">
                        <c:v>59.938350679999999</c:v>
                      </c:pt>
                      <c:pt idx="4037">
                        <c:v>59.938327790000002</c:v>
                      </c:pt>
                      <c:pt idx="4038">
                        <c:v>59.938304899999999</c:v>
                      </c:pt>
                      <c:pt idx="4039">
                        <c:v>59.938282010000002</c:v>
                      </c:pt>
                      <c:pt idx="4040">
                        <c:v>59.938259119999998</c:v>
                      </c:pt>
                      <c:pt idx="4041">
                        <c:v>59.938232419999999</c:v>
                      </c:pt>
                      <c:pt idx="4042">
                        <c:v>59.938209530000002</c:v>
                      </c:pt>
                      <c:pt idx="4043">
                        <c:v>59.938186649999999</c:v>
                      </c:pt>
                      <c:pt idx="4044">
                        <c:v>59.938159939999998</c:v>
                      </c:pt>
                      <c:pt idx="4045">
                        <c:v>59.938133239999999</c:v>
                      </c:pt>
                      <c:pt idx="4046">
                        <c:v>59.938110350000002</c:v>
                      </c:pt>
                      <c:pt idx="4047">
                        <c:v>59.938083650000003</c:v>
                      </c:pt>
                      <c:pt idx="4048">
                        <c:v>59.938056950000004</c:v>
                      </c:pt>
                      <c:pt idx="4049">
                        <c:v>59.93803406</c:v>
                      </c:pt>
                      <c:pt idx="4050">
                        <c:v>59.938007349999999</c:v>
                      </c:pt>
                      <c:pt idx="4051">
                        <c:v>59.93798065</c:v>
                      </c:pt>
                      <c:pt idx="4052">
                        <c:v>59.937953950000001</c:v>
                      </c:pt>
                      <c:pt idx="4053">
                        <c:v>59.937927250000001</c:v>
                      </c:pt>
                      <c:pt idx="4054">
                        <c:v>59.937900540000001</c:v>
                      </c:pt>
                      <c:pt idx="4055">
                        <c:v>59.937870029999999</c:v>
                      </c:pt>
                      <c:pt idx="4056">
                        <c:v>59.937843319999999</c:v>
                      </c:pt>
                      <c:pt idx="4057">
                        <c:v>59.93781662</c:v>
                      </c:pt>
                      <c:pt idx="4058">
                        <c:v>59.93778992</c:v>
                      </c:pt>
                      <c:pt idx="4059">
                        <c:v>59.937759399999997</c:v>
                      </c:pt>
                      <c:pt idx="4060">
                        <c:v>59.937732699999998</c:v>
                      </c:pt>
                      <c:pt idx="4061">
                        <c:v>59.937702180000002</c:v>
                      </c:pt>
                      <c:pt idx="4062">
                        <c:v>59.937675480000003</c:v>
                      </c:pt>
                      <c:pt idx="4063">
                        <c:v>59.93764496</c:v>
                      </c:pt>
                      <c:pt idx="4064">
                        <c:v>59.937618260000001</c:v>
                      </c:pt>
                      <c:pt idx="4065">
                        <c:v>59.937587739999998</c:v>
                      </c:pt>
                      <c:pt idx="4066">
                        <c:v>59.937557220000002</c:v>
                      </c:pt>
                      <c:pt idx="4067">
                        <c:v>59.937526699999999</c:v>
                      </c:pt>
                      <c:pt idx="4068">
                        <c:v>59.9375</c:v>
                      </c:pt>
                      <c:pt idx="4069">
                        <c:v>59.937469479999997</c:v>
                      </c:pt>
                      <c:pt idx="4070">
                        <c:v>59.937438960000001</c:v>
                      </c:pt>
                      <c:pt idx="4071">
                        <c:v>59.93740845</c:v>
                      </c:pt>
                      <c:pt idx="4072">
                        <c:v>59.937377929999997</c:v>
                      </c:pt>
                      <c:pt idx="4073">
                        <c:v>59.937347410000001</c:v>
                      </c:pt>
                      <c:pt idx="4074">
                        <c:v>59.937313080000003</c:v>
                      </c:pt>
                      <c:pt idx="4075">
                        <c:v>59.93728256</c:v>
                      </c:pt>
                      <c:pt idx="4076">
                        <c:v>59.937252039999997</c:v>
                      </c:pt>
                      <c:pt idx="4077">
                        <c:v>59.937221530000002</c:v>
                      </c:pt>
                      <c:pt idx="4078">
                        <c:v>59.937191009999999</c:v>
                      </c:pt>
                      <c:pt idx="4079">
                        <c:v>59.937156680000001</c:v>
                      </c:pt>
                      <c:pt idx="4080">
                        <c:v>59.937126159999998</c:v>
                      </c:pt>
                      <c:pt idx="4081">
                        <c:v>59.93709183</c:v>
                      </c:pt>
                      <c:pt idx="4082">
                        <c:v>59.937061309999997</c:v>
                      </c:pt>
                      <c:pt idx="4083">
                        <c:v>59.937030790000001</c:v>
                      </c:pt>
                      <c:pt idx="4084">
                        <c:v>59.936996460000003</c:v>
                      </c:pt>
                      <c:pt idx="4085">
                        <c:v>59.936962129999998</c:v>
                      </c:pt>
                      <c:pt idx="4086">
                        <c:v>59.936931610000002</c:v>
                      </c:pt>
                      <c:pt idx="4087">
                        <c:v>59.936897279999997</c:v>
                      </c:pt>
                      <c:pt idx="4088">
                        <c:v>59.936866760000001</c:v>
                      </c:pt>
                      <c:pt idx="4089">
                        <c:v>59.936832430000003</c:v>
                      </c:pt>
                      <c:pt idx="4090">
                        <c:v>59.936798099999997</c:v>
                      </c:pt>
                      <c:pt idx="4091">
                        <c:v>59.936763759999998</c:v>
                      </c:pt>
                      <c:pt idx="4092">
                        <c:v>59.93672943</c:v>
                      </c:pt>
                      <c:pt idx="4093">
                        <c:v>59.936698909999997</c:v>
                      </c:pt>
                      <c:pt idx="4094">
                        <c:v>59.936664579999999</c:v>
                      </c:pt>
                      <c:pt idx="4095">
                        <c:v>59.93663025</c:v>
                      </c:pt>
                      <c:pt idx="4096">
                        <c:v>59.936595920000002</c:v>
                      </c:pt>
                      <c:pt idx="4097">
                        <c:v>59.936561580000003</c:v>
                      </c:pt>
                      <c:pt idx="4098">
                        <c:v>59.936527249999997</c:v>
                      </c:pt>
                      <c:pt idx="4099">
                        <c:v>59.936492919999999</c:v>
                      </c:pt>
                      <c:pt idx="4100">
                        <c:v>59.936458590000001</c:v>
                      </c:pt>
                      <c:pt idx="4101">
                        <c:v>59.936424260000003</c:v>
                      </c:pt>
                      <c:pt idx="4102">
                        <c:v>59.936386110000001</c:v>
                      </c:pt>
                      <c:pt idx="4103">
                        <c:v>59.936351780000003</c:v>
                      </c:pt>
                      <c:pt idx="4104">
                        <c:v>59.936317440000003</c:v>
                      </c:pt>
                      <c:pt idx="4105">
                        <c:v>59.936283109999998</c:v>
                      </c:pt>
                      <c:pt idx="4106">
                        <c:v>59.93624878</c:v>
                      </c:pt>
                      <c:pt idx="4107">
                        <c:v>59.936210629999998</c:v>
                      </c:pt>
                      <c:pt idx="4108">
                        <c:v>59.9361763</c:v>
                      </c:pt>
                      <c:pt idx="4109">
                        <c:v>59.936141970000001</c:v>
                      </c:pt>
                      <c:pt idx="4110">
                        <c:v>59.936107640000003</c:v>
                      </c:pt>
                      <c:pt idx="4111">
                        <c:v>59.936069490000001</c:v>
                      </c:pt>
                      <c:pt idx="4112">
                        <c:v>59.936035160000003</c:v>
                      </c:pt>
                      <c:pt idx="4113">
                        <c:v>59.936000819999997</c:v>
                      </c:pt>
                      <c:pt idx="4114">
                        <c:v>59.935962680000003</c:v>
                      </c:pt>
                      <c:pt idx="4115">
                        <c:v>59.935928339999997</c:v>
                      </c:pt>
                      <c:pt idx="4116">
                        <c:v>59.935890200000003</c:v>
                      </c:pt>
                      <c:pt idx="4117">
                        <c:v>59.935855869999997</c:v>
                      </c:pt>
                      <c:pt idx="4118">
                        <c:v>59.935817720000003</c:v>
                      </c:pt>
                      <c:pt idx="4119">
                        <c:v>59.935783389999997</c:v>
                      </c:pt>
                      <c:pt idx="4120">
                        <c:v>59.935745240000003</c:v>
                      </c:pt>
                      <c:pt idx="4121">
                        <c:v>59.935710909999997</c:v>
                      </c:pt>
                      <c:pt idx="4122">
                        <c:v>59.935672760000003</c:v>
                      </c:pt>
                      <c:pt idx="4123">
                        <c:v>59.935638429999997</c:v>
                      </c:pt>
                      <c:pt idx="4124">
                        <c:v>59.935600280000003</c:v>
                      </c:pt>
                      <c:pt idx="4125">
                        <c:v>59.935565949999997</c:v>
                      </c:pt>
                      <c:pt idx="4126">
                        <c:v>59.935527800000003</c:v>
                      </c:pt>
                      <c:pt idx="4127">
                        <c:v>59.935493469999997</c:v>
                      </c:pt>
                      <c:pt idx="4128">
                        <c:v>59.935455320000003</c:v>
                      </c:pt>
                      <c:pt idx="4129">
                        <c:v>59.935420989999997</c:v>
                      </c:pt>
                      <c:pt idx="4130">
                        <c:v>59.935382840000003</c:v>
                      </c:pt>
                      <c:pt idx="4131">
                        <c:v>59.935344700000002</c:v>
                      </c:pt>
                      <c:pt idx="4132">
                        <c:v>59.935310360000003</c:v>
                      </c:pt>
                      <c:pt idx="4133">
                        <c:v>59.935272220000002</c:v>
                      </c:pt>
                      <c:pt idx="4134">
                        <c:v>59.93523407</c:v>
                      </c:pt>
                      <c:pt idx="4135">
                        <c:v>59.935199740000002</c:v>
                      </c:pt>
                      <c:pt idx="4136">
                        <c:v>59.93516159</c:v>
                      </c:pt>
                      <c:pt idx="4137">
                        <c:v>59.935127260000002</c:v>
                      </c:pt>
                      <c:pt idx="4138">
                        <c:v>59.93508911</c:v>
                      </c:pt>
                      <c:pt idx="4139">
                        <c:v>59.935050959999998</c:v>
                      </c:pt>
                      <c:pt idx="4140">
                        <c:v>59.93501663</c:v>
                      </c:pt>
                      <c:pt idx="4141">
                        <c:v>59.934978489999999</c:v>
                      </c:pt>
                      <c:pt idx="4142">
                        <c:v>59.934940339999997</c:v>
                      </c:pt>
                      <c:pt idx="4143">
                        <c:v>59.934906009999999</c:v>
                      </c:pt>
                      <c:pt idx="4144">
                        <c:v>59.934867859999997</c:v>
                      </c:pt>
                      <c:pt idx="4145">
                        <c:v>59.934833529999999</c:v>
                      </c:pt>
                      <c:pt idx="4146">
                        <c:v>59.934795379999997</c:v>
                      </c:pt>
                      <c:pt idx="4147">
                        <c:v>59.934757230000002</c:v>
                      </c:pt>
                      <c:pt idx="4148">
                        <c:v>59.934722899999997</c:v>
                      </c:pt>
                      <c:pt idx="4149">
                        <c:v>59.934684750000002</c:v>
                      </c:pt>
                      <c:pt idx="4150">
                        <c:v>59.934650419999997</c:v>
                      </c:pt>
                      <c:pt idx="4151">
                        <c:v>59.934612270000002</c:v>
                      </c:pt>
                      <c:pt idx="4152">
                        <c:v>59.934577939999997</c:v>
                      </c:pt>
                      <c:pt idx="4153">
                        <c:v>59.934539790000002</c:v>
                      </c:pt>
                      <c:pt idx="4154">
                        <c:v>59.934501650000001</c:v>
                      </c:pt>
                      <c:pt idx="4155">
                        <c:v>59.934467320000003</c:v>
                      </c:pt>
                      <c:pt idx="4156">
                        <c:v>59.934429170000001</c:v>
                      </c:pt>
                      <c:pt idx="4157">
                        <c:v>59.934394840000003</c:v>
                      </c:pt>
                      <c:pt idx="4158">
                        <c:v>59.934356690000001</c:v>
                      </c:pt>
                      <c:pt idx="4159">
                        <c:v>59.934322360000003</c:v>
                      </c:pt>
                      <c:pt idx="4160">
                        <c:v>59.934284210000001</c:v>
                      </c:pt>
                      <c:pt idx="4161">
                        <c:v>59.934249880000003</c:v>
                      </c:pt>
                      <c:pt idx="4162">
                        <c:v>59.934211730000001</c:v>
                      </c:pt>
                      <c:pt idx="4163">
                        <c:v>59.934177400000003</c:v>
                      </c:pt>
                      <c:pt idx="4164">
                        <c:v>59.934139250000001</c:v>
                      </c:pt>
                      <c:pt idx="4165">
                        <c:v>59.934104920000003</c:v>
                      </c:pt>
                      <c:pt idx="4166">
                        <c:v>59.934070589999997</c:v>
                      </c:pt>
                      <c:pt idx="4167">
                        <c:v>59.934032440000003</c:v>
                      </c:pt>
                      <c:pt idx="4168">
                        <c:v>59.933998109999997</c:v>
                      </c:pt>
                      <c:pt idx="4169">
                        <c:v>59.933959960000003</c:v>
                      </c:pt>
                      <c:pt idx="4170">
                        <c:v>59.933925629999997</c:v>
                      </c:pt>
                      <c:pt idx="4171">
                        <c:v>59.933891299999999</c:v>
                      </c:pt>
                      <c:pt idx="4172">
                        <c:v>59.93385696</c:v>
                      </c:pt>
                      <c:pt idx="4173">
                        <c:v>59.933818819999999</c:v>
                      </c:pt>
                      <c:pt idx="4174">
                        <c:v>59.93378448</c:v>
                      </c:pt>
                      <c:pt idx="4175">
                        <c:v>59.933750150000002</c:v>
                      </c:pt>
                      <c:pt idx="4176">
                        <c:v>59.933715820000003</c:v>
                      </c:pt>
                      <c:pt idx="4177">
                        <c:v>59.933677670000002</c:v>
                      </c:pt>
                      <c:pt idx="4178">
                        <c:v>59.933643340000003</c:v>
                      </c:pt>
                      <c:pt idx="4179">
                        <c:v>59.933609009999998</c:v>
                      </c:pt>
                      <c:pt idx="4180">
                        <c:v>59.93357468</c:v>
                      </c:pt>
                      <c:pt idx="4181">
                        <c:v>59.93354034</c:v>
                      </c:pt>
                      <c:pt idx="4182">
                        <c:v>59.933506010000002</c:v>
                      </c:pt>
                      <c:pt idx="4183">
                        <c:v>59.933471679999997</c:v>
                      </c:pt>
                      <c:pt idx="4184">
                        <c:v>59.933437349999998</c:v>
                      </c:pt>
                      <c:pt idx="4185">
                        <c:v>59.93340302</c:v>
                      </c:pt>
                      <c:pt idx="4186">
                        <c:v>59.933368680000001</c:v>
                      </c:pt>
                      <c:pt idx="4187">
                        <c:v>59.933334350000003</c:v>
                      </c:pt>
                      <c:pt idx="4188">
                        <c:v>59.933300019999997</c:v>
                      </c:pt>
                      <c:pt idx="4189">
                        <c:v>59.933265689999999</c:v>
                      </c:pt>
                      <c:pt idx="4190">
                        <c:v>59.93323135</c:v>
                      </c:pt>
                      <c:pt idx="4191">
                        <c:v>59.933197020000001</c:v>
                      </c:pt>
                      <c:pt idx="4192">
                        <c:v>59.933166499999999</c:v>
                      </c:pt>
                      <c:pt idx="4193">
                        <c:v>59.93313217</c:v>
                      </c:pt>
                      <c:pt idx="4194">
                        <c:v>59.933097840000002</c:v>
                      </c:pt>
                      <c:pt idx="4195">
                        <c:v>59.933063509999997</c:v>
                      </c:pt>
                      <c:pt idx="4196">
                        <c:v>59.933032990000001</c:v>
                      </c:pt>
                      <c:pt idx="4197">
                        <c:v>59.932998660000003</c:v>
                      </c:pt>
                      <c:pt idx="4198">
                        <c:v>59.932964320000004</c:v>
                      </c:pt>
                      <c:pt idx="4199">
                        <c:v>59.932933810000002</c:v>
                      </c:pt>
                      <c:pt idx="4200">
                        <c:v>59.932899480000003</c:v>
                      </c:pt>
                      <c:pt idx="4201">
                        <c:v>59.93286896</c:v>
                      </c:pt>
                      <c:pt idx="4202">
                        <c:v>59.932834630000002</c:v>
                      </c:pt>
                      <c:pt idx="4203">
                        <c:v>59.932804109999999</c:v>
                      </c:pt>
                      <c:pt idx="4204">
                        <c:v>59.932773589999996</c:v>
                      </c:pt>
                      <c:pt idx="4205">
                        <c:v>59.932739259999998</c:v>
                      </c:pt>
                      <c:pt idx="4206">
                        <c:v>59.932708740000002</c:v>
                      </c:pt>
                      <c:pt idx="4207">
                        <c:v>59.93267822</c:v>
                      </c:pt>
                      <c:pt idx="4208">
                        <c:v>59.932643890000001</c:v>
                      </c:pt>
                      <c:pt idx="4209">
                        <c:v>59.932613369999999</c:v>
                      </c:pt>
                      <c:pt idx="4210">
                        <c:v>59.932582859999997</c:v>
                      </c:pt>
                      <c:pt idx="4211">
                        <c:v>59.932552340000001</c:v>
                      </c:pt>
                      <c:pt idx="4212">
                        <c:v>59.932521819999998</c:v>
                      </c:pt>
                      <c:pt idx="4213">
                        <c:v>59.932491300000002</c:v>
                      </c:pt>
                      <c:pt idx="4214">
                        <c:v>59.93246078</c:v>
                      </c:pt>
                      <c:pt idx="4215">
                        <c:v>59.932430269999998</c:v>
                      </c:pt>
                      <c:pt idx="4216">
                        <c:v>59.932399750000002</c:v>
                      </c:pt>
                      <c:pt idx="4217">
                        <c:v>59.932369229999999</c:v>
                      </c:pt>
                      <c:pt idx="4218">
                        <c:v>59.932338710000003</c:v>
                      </c:pt>
                      <c:pt idx="4219">
                        <c:v>59.932308200000001</c:v>
                      </c:pt>
                      <c:pt idx="4220">
                        <c:v>59.932281490000001</c:v>
                      </c:pt>
                      <c:pt idx="4221">
                        <c:v>59.932250979999999</c:v>
                      </c:pt>
                      <c:pt idx="4222">
                        <c:v>59.932220460000003</c:v>
                      </c:pt>
                      <c:pt idx="4223">
                        <c:v>59.932193759999997</c:v>
                      </c:pt>
                      <c:pt idx="4224">
                        <c:v>59.932163240000001</c:v>
                      </c:pt>
                      <c:pt idx="4225">
                        <c:v>59.932132719999998</c:v>
                      </c:pt>
                      <c:pt idx="4226">
                        <c:v>59.932106019999999</c:v>
                      </c:pt>
                      <c:pt idx="4227">
                        <c:v>59.93207932</c:v>
                      </c:pt>
                      <c:pt idx="4228">
                        <c:v>59.932048799999997</c:v>
                      </c:pt>
                      <c:pt idx="4229">
                        <c:v>59.932022089999997</c:v>
                      </c:pt>
                      <c:pt idx="4230">
                        <c:v>59.931991580000002</c:v>
                      </c:pt>
                      <c:pt idx="4231">
                        <c:v>59.931964870000002</c:v>
                      </c:pt>
                      <c:pt idx="4232">
                        <c:v>59.931938170000002</c:v>
                      </c:pt>
                      <c:pt idx="4233">
                        <c:v>59.931911470000003</c:v>
                      </c:pt>
                      <c:pt idx="4234">
                        <c:v>59.931884770000003</c:v>
                      </c:pt>
                      <c:pt idx="4235">
                        <c:v>59.931854250000001</c:v>
                      </c:pt>
                      <c:pt idx="4236">
                        <c:v>59.931827550000001</c:v>
                      </c:pt>
                      <c:pt idx="4237">
                        <c:v>59.931800840000001</c:v>
                      </c:pt>
                      <c:pt idx="4238">
                        <c:v>59.931774140000002</c:v>
                      </c:pt>
                      <c:pt idx="4239">
                        <c:v>59.931747440000002</c:v>
                      </c:pt>
                      <c:pt idx="4240">
                        <c:v>59.931724549999998</c:v>
                      </c:pt>
                      <c:pt idx="4241">
                        <c:v>59.931697849999999</c:v>
                      </c:pt>
                      <c:pt idx="4242">
                        <c:v>59.931671139999999</c:v>
                      </c:pt>
                      <c:pt idx="4243">
                        <c:v>59.931644439999999</c:v>
                      </c:pt>
                      <c:pt idx="4244">
                        <c:v>59.93161774</c:v>
                      </c:pt>
                      <c:pt idx="4245">
                        <c:v>59.931594850000003</c:v>
                      </c:pt>
                      <c:pt idx="4246">
                        <c:v>59.931568149999997</c:v>
                      </c:pt>
                      <c:pt idx="4247">
                        <c:v>59.93154526</c:v>
                      </c:pt>
                      <c:pt idx="4248">
                        <c:v>59.93151855</c:v>
                      </c:pt>
                      <c:pt idx="4249">
                        <c:v>59.93149185</c:v>
                      </c:pt>
                      <c:pt idx="4250">
                        <c:v>59.931468959999997</c:v>
                      </c:pt>
                      <c:pt idx="4251">
                        <c:v>59.931446080000001</c:v>
                      </c:pt>
                      <c:pt idx="4252">
                        <c:v>59.93141937</c:v>
                      </c:pt>
                      <c:pt idx="4253">
                        <c:v>59.931396479999997</c:v>
                      </c:pt>
                      <c:pt idx="4254">
                        <c:v>59.931373600000001</c:v>
                      </c:pt>
                      <c:pt idx="4255">
                        <c:v>59.93134689</c:v>
                      </c:pt>
                      <c:pt idx="4256">
                        <c:v>59.931324009999997</c:v>
                      </c:pt>
                      <c:pt idx="4257">
                        <c:v>59.931301120000001</c:v>
                      </c:pt>
                      <c:pt idx="4258">
                        <c:v>59.931278229999997</c:v>
                      </c:pt>
                      <c:pt idx="4259">
                        <c:v>59.93125534</c:v>
                      </c:pt>
                      <c:pt idx="4260">
                        <c:v>59.931232450000003</c:v>
                      </c:pt>
                      <c:pt idx="4261">
                        <c:v>59.931209559999999</c:v>
                      </c:pt>
                      <c:pt idx="4262">
                        <c:v>59.931186680000003</c:v>
                      </c:pt>
                      <c:pt idx="4263">
                        <c:v>59.931163789999999</c:v>
                      </c:pt>
                      <c:pt idx="4264">
                        <c:v>59.931140900000003</c:v>
                      </c:pt>
                      <c:pt idx="4265">
                        <c:v>59.931121830000002</c:v>
                      </c:pt>
                      <c:pt idx="4266">
                        <c:v>59.931098939999998</c:v>
                      </c:pt>
                      <c:pt idx="4267">
                        <c:v>59.931076050000001</c:v>
                      </c:pt>
                      <c:pt idx="4268">
                        <c:v>59.931053159999998</c:v>
                      </c:pt>
                      <c:pt idx="4269">
                        <c:v>59.931034089999997</c:v>
                      </c:pt>
                      <c:pt idx="4270">
                        <c:v>59.9310112</c:v>
                      </c:pt>
                      <c:pt idx="4271">
                        <c:v>59.93099213</c:v>
                      </c:pt>
                      <c:pt idx="4272">
                        <c:v>59.930969240000003</c:v>
                      </c:pt>
                      <c:pt idx="4273">
                        <c:v>59.930950160000002</c:v>
                      </c:pt>
                      <c:pt idx="4274">
                        <c:v>59.930927279999999</c:v>
                      </c:pt>
                      <c:pt idx="4275">
                        <c:v>59.930908199999998</c:v>
                      </c:pt>
                      <c:pt idx="4276">
                        <c:v>59.930889129999997</c:v>
                      </c:pt>
                      <c:pt idx="4277">
                        <c:v>59.93086624</c:v>
                      </c:pt>
                      <c:pt idx="4278">
                        <c:v>59.93084717</c:v>
                      </c:pt>
                      <c:pt idx="4279">
                        <c:v>59.930828089999999</c:v>
                      </c:pt>
                      <c:pt idx="4280">
                        <c:v>59.930809019999998</c:v>
                      </c:pt>
                      <c:pt idx="4281">
                        <c:v>59.930789949999998</c:v>
                      </c:pt>
                      <c:pt idx="4282">
                        <c:v>59.930770870000003</c:v>
                      </c:pt>
                      <c:pt idx="4283">
                        <c:v>59.930751800000003</c:v>
                      </c:pt>
                      <c:pt idx="4284">
                        <c:v>59.930732730000003</c:v>
                      </c:pt>
                      <c:pt idx="4285">
                        <c:v>59.930713650000001</c:v>
                      </c:pt>
                      <c:pt idx="4286">
                        <c:v>59.930694580000001</c:v>
                      </c:pt>
                      <c:pt idx="4287">
                        <c:v>59.93067551</c:v>
                      </c:pt>
                      <c:pt idx="4288">
                        <c:v>59.930656429999999</c:v>
                      </c:pt>
                      <c:pt idx="4289">
                        <c:v>59.930637359999999</c:v>
                      </c:pt>
                      <c:pt idx="4290">
                        <c:v>59.930622100000001</c:v>
                      </c:pt>
                      <c:pt idx="4291">
                        <c:v>59.93060303</c:v>
                      </c:pt>
                      <c:pt idx="4292">
                        <c:v>59.930583949999999</c:v>
                      </c:pt>
                      <c:pt idx="4293">
                        <c:v>59.930568700000002</c:v>
                      </c:pt>
                      <c:pt idx="4294">
                        <c:v>59.930549620000001</c:v>
                      </c:pt>
                      <c:pt idx="4295">
                        <c:v>59.93053055</c:v>
                      </c:pt>
                      <c:pt idx="4296">
                        <c:v>59.930515290000002</c:v>
                      </c:pt>
                      <c:pt idx="4297">
                        <c:v>59.930496220000002</c:v>
                      </c:pt>
                      <c:pt idx="4298">
                        <c:v>59.930480959999997</c:v>
                      </c:pt>
                      <c:pt idx="4299">
                        <c:v>59.930465699999999</c:v>
                      </c:pt>
                      <c:pt idx="4300">
                        <c:v>59.930446619999998</c:v>
                      </c:pt>
                      <c:pt idx="4301">
                        <c:v>59.930431370000001</c:v>
                      </c:pt>
                      <c:pt idx="4302">
                        <c:v>59.930416110000003</c:v>
                      </c:pt>
                      <c:pt idx="4303">
                        <c:v>59.930400849999998</c:v>
                      </c:pt>
                      <c:pt idx="4304">
                        <c:v>59.930381769999997</c:v>
                      </c:pt>
                      <c:pt idx="4305">
                        <c:v>59.93036652</c:v>
                      </c:pt>
                      <c:pt idx="4306">
                        <c:v>59.930351260000002</c:v>
                      </c:pt>
                      <c:pt idx="4307">
                        <c:v>59.930335999999997</c:v>
                      </c:pt>
                      <c:pt idx="4308">
                        <c:v>59.930320739999999</c:v>
                      </c:pt>
                      <c:pt idx="4309">
                        <c:v>59.930305480000001</c:v>
                      </c:pt>
                      <c:pt idx="4310">
                        <c:v>59.930290220000003</c:v>
                      </c:pt>
                      <c:pt idx="4311">
                        <c:v>59.930274959999998</c:v>
                      </c:pt>
                      <c:pt idx="4312">
                        <c:v>59.930259700000001</c:v>
                      </c:pt>
                      <c:pt idx="4313">
                        <c:v>59.930244450000004</c:v>
                      </c:pt>
                      <c:pt idx="4314">
                        <c:v>59.930233000000001</c:v>
                      </c:pt>
                      <c:pt idx="4315">
                        <c:v>59.930217740000003</c:v>
                      </c:pt>
                      <c:pt idx="4316">
                        <c:v>59.930202479999998</c:v>
                      </c:pt>
                      <c:pt idx="4317">
                        <c:v>59.930187230000001</c:v>
                      </c:pt>
                      <c:pt idx="4318">
                        <c:v>59.930175779999999</c:v>
                      </c:pt>
                      <c:pt idx="4319">
                        <c:v>59.930160520000001</c:v>
                      </c:pt>
                      <c:pt idx="4320">
                        <c:v>59.930145260000003</c:v>
                      </c:pt>
                      <c:pt idx="4321">
                        <c:v>59.930133820000002</c:v>
                      </c:pt>
                      <c:pt idx="4322">
                        <c:v>59.930118559999997</c:v>
                      </c:pt>
                      <c:pt idx="4323">
                        <c:v>59.930107120000002</c:v>
                      </c:pt>
                      <c:pt idx="4324">
                        <c:v>59.930091859999997</c:v>
                      </c:pt>
                      <c:pt idx="4325">
                        <c:v>59.930080410000002</c:v>
                      </c:pt>
                      <c:pt idx="4326">
                        <c:v>59.930068970000001</c:v>
                      </c:pt>
                      <c:pt idx="4327">
                        <c:v>59.930053710000003</c:v>
                      </c:pt>
                      <c:pt idx="4328">
                        <c:v>59.930042270000001</c:v>
                      </c:pt>
                      <c:pt idx="4329">
                        <c:v>59.930030819999999</c:v>
                      </c:pt>
                      <c:pt idx="4330">
                        <c:v>59.930019379999997</c:v>
                      </c:pt>
                      <c:pt idx="4331">
                        <c:v>59.93000412</c:v>
                      </c:pt>
                      <c:pt idx="4332">
                        <c:v>59.929992679999998</c:v>
                      </c:pt>
                      <c:pt idx="4333">
                        <c:v>59.929981230000003</c:v>
                      </c:pt>
                      <c:pt idx="4334">
                        <c:v>59.929969790000001</c:v>
                      </c:pt>
                      <c:pt idx="4335">
                        <c:v>59.929958339999999</c:v>
                      </c:pt>
                      <c:pt idx="4336">
                        <c:v>59.929946899999997</c:v>
                      </c:pt>
                      <c:pt idx="4337">
                        <c:v>59.929935460000003</c:v>
                      </c:pt>
                      <c:pt idx="4338">
                        <c:v>59.929924010000001</c:v>
                      </c:pt>
                      <c:pt idx="4339">
                        <c:v>59.929912569999999</c:v>
                      </c:pt>
                      <c:pt idx="4340">
                        <c:v>59.929901119999997</c:v>
                      </c:pt>
                      <c:pt idx="4341">
                        <c:v>59.929889680000002</c:v>
                      </c:pt>
                      <c:pt idx="4342">
                        <c:v>59.92987823</c:v>
                      </c:pt>
                      <c:pt idx="4343">
                        <c:v>59.929870610000002</c:v>
                      </c:pt>
                      <c:pt idx="4344">
                        <c:v>59.929859159999999</c:v>
                      </c:pt>
                      <c:pt idx="4345">
                        <c:v>59.929847719999998</c:v>
                      </c:pt>
                      <c:pt idx="4346">
                        <c:v>59.929836270000003</c:v>
                      </c:pt>
                      <c:pt idx="4347">
                        <c:v>59.929828639999997</c:v>
                      </c:pt>
                      <c:pt idx="4348">
                        <c:v>59.929817200000002</c:v>
                      </c:pt>
                      <c:pt idx="4349">
                        <c:v>59.929805760000001</c:v>
                      </c:pt>
                      <c:pt idx="4350">
                        <c:v>59.929798130000002</c:v>
                      </c:pt>
                      <c:pt idx="4351">
                        <c:v>59.929786679999999</c:v>
                      </c:pt>
                      <c:pt idx="4352">
                        <c:v>59.92977905</c:v>
                      </c:pt>
                      <c:pt idx="4353">
                        <c:v>59.929767609999999</c:v>
                      </c:pt>
                      <c:pt idx="4354">
                        <c:v>59.92975998</c:v>
                      </c:pt>
                      <c:pt idx="4355">
                        <c:v>59.929748539999999</c:v>
                      </c:pt>
                      <c:pt idx="4356">
                        <c:v>59.92974091</c:v>
                      </c:pt>
                      <c:pt idx="4357">
                        <c:v>59.929733280000001</c:v>
                      </c:pt>
                      <c:pt idx="4358">
                        <c:v>59.929721829999998</c:v>
                      </c:pt>
                      <c:pt idx="4359">
                        <c:v>59.929714199999999</c:v>
                      </c:pt>
                      <c:pt idx="4360">
                        <c:v>59.92970657</c:v>
                      </c:pt>
                      <c:pt idx="4361">
                        <c:v>59.929698940000002</c:v>
                      </c:pt>
                      <c:pt idx="4362">
                        <c:v>59.9296875</c:v>
                      </c:pt>
                      <c:pt idx="4363">
                        <c:v>59.929679870000001</c:v>
                      </c:pt>
                      <c:pt idx="4364">
                        <c:v>59.929672240000002</c:v>
                      </c:pt>
                      <c:pt idx="4365">
                        <c:v>59.929664610000003</c:v>
                      </c:pt>
                      <c:pt idx="4366">
                        <c:v>59.929656979999997</c:v>
                      </c:pt>
                      <c:pt idx="4367">
                        <c:v>59.929649349999998</c:v>
                      </c:pt>
                      <c:pt idx="4368">
                        <c:v>59.929641719999999</c:v>
                      </c:pt>
                      <c:pt idx="4369">
                        <c:v>59.92963409</c:v>
                      </c:pt>
                      <c:pt idx="4370">
                        <c:v>59.929626460000001</c:v>
                      </c:pt>
                      <c:pt idx="4371">
                        <c:v>59.929618840000003</c:v>
                      </c:pt>
                      <c:pt idx="4372">
                        <c:v>59.929611209999997</c:v>
                      </c:pt>
                      <c:pt idx="4373">
                        <c:v>59.929603579999998</c:v>
                      </c:pt>
                      <c:pt idx="4374">
                        <c:v>59.92959595</c:v>
                      </c:pt>
                      <c:pt idx="4375">
                        <c:v>59.929588320000001</c:v>
                      </c:pt>
                      <c:pt idx="4376">
                        <c:v>59.929580690000002</c:v>
                      </c:pt>
                      <c:pt idx="4377">
                        <c:v>59.929573060000003</c:v>
                      </c:pt>
                      <c:pt idx="4378">
                        <c:v>59.929569239999999</c:v>
                      </c:pt>
                      <c:pt idx="4379">
                        <c:v>59.92956161</c:v>
                      </c:pt>
                      <c:pt idx="4380">
                        <c:v>59.929553990000002</c:v>
                      </c:pt>
                      <c:pt idx="4381">
                        <c:v>59.929550169999999</c:v>
                      </c:pt>
                      <c:pt idx="4382">
                        <c:v>59.92954254</c:v>
                      </c:pt>
                      <c:pt idx="4383">
                        <c:v>59.929534910000001</c:v>
                      </c:pt>
                      <c:pt idx="4384">
                        <c:v>59.929531099999998</c:v>
                      </c:pt>
                      <c:pt idx="4385">
                        <c:v>59.929523469999999</c:v>
                      </c:pt>
                      <c:pt idx="4386">
                        <c:v>59.929515840000001</c:v>
                      </c:pt>
                      <c:pt idx="4387">
                        <c:v>59.929512019999997</c:v>
                      </c:pt>
                      <c:pt idx="4388">
                        <c:v>59.929504389999998</c:v>
                      </c:pt>
                      <c:pt idx="4389">
                        <c:v>59.929500580000003</c:v>
                      </c:pt>
                      <c:pt idx="4390">
                        <c:v>59.92949677</c:v>
                      </c:pt>
                      <c:pt idx="4391">
                        <c:v>59.929489140000001</c:v>
                      </c:pt>
                      <c:pt idx="4392">
                        <c:v>59.929485319999998</c:v>
                      </c:pt>
                      <c:pt idx="4393">
                        <c:v>59.929477689999999</c:v>
                      </c:pt>
                      <c:pt idx="4394">
                        <c:v>59.929473880000003</c:v>
                      </c:pt>
                      <c:pt idx="4395">
                        <c:v>59.92947006</c:v>
                      </c:pt>
                      <c:pt idx="4396">
                        <c:v>59.929462430000001</c:v>
                      </c:pt>
                      <c:pt idx="4397">
                        <c:v>59.929458619999998</c:v>
                      </c:pt>
                      <c:pt idx="4398">
                        <c:v>59.929454800000002</c:v>
                      </c:pt>
                      <c:pt idx="4399">
                        <c:v>59.929450989999999</c:v>
                      </c:pt>
                      <c:pt idx="4400">
                        <c:v>59.929447170000003</c:v>
                      </c:pt>
                      <c:pt idx="4401">
                        <c:v>59.929439539999997</c:v>
                      </c:pt>
                      <c:pt idx="4402">
                        <c:v>59.929435730000002</c:v>
                      </c:pt>
                      <c:pt idx="4403">
                        <c:v>59.929431919999999</c:v>
                      </c:pt>
                      <c:pt idx="4404">
                        <c:v>59.929428100000003</c:v>
                      </c:pt>
                      <c:pt idx="4405">
                        <c:v>59.92942429</c:v>
                      </c:pt>
                      <c:pt idx="4406">
                        <c:v>59.929420469999997</c:v>
                      </c:pt>
                      <c:pt idx="4407">
                        <c:v>59.929416660000001</c:v>
                      </c:pt>
                      <c:pt idx="4408">
                        <c:v>59.929412839999998</c:v>
                      </c:pt>
                      <c:pt idx="4409">
                        <c:v>59.929409030000002</c:v>
                      </c:pt>
                      <c:pt idx="4410">
                        <c:v>59.929405209999999</c:v>
                      </c:pt>
                      <c:pt idx="4411">
                        <c:v>59.929401400000003</c:v>
                      </c:pt>
                      <c:pt idx="4412">
                        <c:v>59.92939758</c:v>
                      </c:pt>
                      <c:pt idx="4413">
                        <c:v>59.92939758</c:v>
                      </c:pt>
                      <c:pt idx="4414">
                        <c:v>59.929393769999997</c:v>
                      </c:pt>
                      <c:pt idx="4415">
                        <c:v>59.929389950000001</c:v>
                      </c:pt>
                      <c:pt idx="4416">
                        <c:v>59.929386139999998</c:v>
                      </c:pt>
                      <c:pt idx="4417">
                        <c:v>59.929382320000002</c:v>
                      </c:pt>
                      <c:pt idx="4418">
                        <c:v>59.929382320000002</c:v>
                      </c:pt>
                      <c:pt idx="4419">
                        <c:v>59.929378509999999</c:v>
                      </c:pt>
                      <c:pt idx="4420">
                        <c:v>59.929374690000003</c:v>
                      </c:pt>
                      <c:pt idx="4421">
                        <c:v>59.929374690000003</c:v>
                      </c:pt>
                      <c:pt idx="4422">
                        <c:v>59.92937088</c:v>
                      </c:pt>
                      <c:pt idx="4423">
                        <c:v>59.92937088</c:v>
                      </c:pt>
                      <c:pt idx="4424">
                        <c:v>59.929367069999998</c:v>
                      </c:pt>
                      <c:pt idx="4425">
                        <c:v>59.929367069999998</c:v>
                      </c:pt>
                      <c:pt idx="4426">
                        <c:v>59.929363250000002</c:v>
                      </c:pt>
                      <c:pt idx="4427">
                        <c:v>59.929363250000002</c:v>
                      </c:pt>
                      <c:pt idx="4428">
                        <c:v>59.929359439999999</c:v>
                      </c:pt>
                      <c:pt idx="4429">
                        <c:v>59.929359439999999</c:v>
                      </c:pt>
                      <c:pt idx="4430">
                        <c:v>59.929359439999999</c:v>
                      </c:pt>
                      <c:pt idx="4431">
                        <c:v>59.929355620000003</c:v>
                      </c:pt>
                      <c:pt idx="4432">
                        <c:v>59.929355620000003</c:v>
                      </c:pt>
                      <c:pt idx="4433">
                        <c:v>59.929355620000003</c:v>
                      </c:pt>
                      <c:pt idx="4434">
                        <c:v>59.929355620000003</c:v>
                      </c:pt>
                      <c:pt idx="4435">
                        <c:v>59.92935181</c:v>
                      </c:pt>
                      <c:pt idx="4436">
                        <c:v>59.92935181</c:v>
                      </c:pt>
                      <c:pt idx="4437">
                        <c:v>59.92935181</c:v>
                      </c:pt>
                      <c:pt idx="4438">
                        <c:v>59.92935181</c:v>
                      </c:pt>
                      <c:pt idx="4439">
                        <c:v>59.92935181</c:v>
                      </c:pt>
                      <c:pt idx="4440">
                        <c:v>59.92935181</c:v>
                      </c:pt>
                      <c:pt idx="4441">
                        <c:v>59.92935181</c:v>
                      </c:pt>
                      <c:pt idx="4442">
                        <c:v>59.92935181</c:v>
                      </c:pt>
                      <c:pt idx="4443">
                        <c:v>59.92935181</c:v>
                      </c:pt>
                      <c:pt idx="4444">
                        <c:v>59.92935181</c:v>
                      </c:pt>
                      <c:pt idx="4445">
                        <c:v>59.92935181</c:v>
                      </c:pt>
                      <c:pt idx="4446">
                        <c:v>59.929355620000003</c:v>
                      </c:pt>
                      <c:pt idx="4447">
                        <c:v>59.929355620000003</c:v>
                      </c:pt>
                      <c:pt idx="4448">
                        <c:v>59.929355620000003</c:v>
                      </c:pt>
                      <c:pt idx="4449">
                        <c:v>59.929355620000003</c:v>
                      </c:pt>
                      <c:pt idx="4450">
                        <c:v>59.929359439999999</c:v>
                      </c:pt>
                      <c:pt idx="4451">
                        <c:v>59.929359439999999</c:v>
                      </c:pt>
                      <c:pt idx="4452">
                        <c:v>59.929359439999999</c:v>
                      </c:pt>
                      <c:pt idx="4453">
                        <c:v>59.929363250000002</c:v>
                      </c:pt>
                      <c:pt idx="4454">
                        <c:v>59.929363250000002</c:v>
                      </c:pt>
                      <c:pt idx="4455">
                        <c:v>59.929367069999998</c:v>
                      </c:pt>
                      <c:pt idx="4456">
                        <c:v>59.929367069999998</c:v>
                      </c:pt>
                      <c:pt idx="4457">
                        <c:v>59.92937088</c:v>
                      </c:pt>
                      <c:pt idx="4458">
                        <c:v>59.92937088</c:v>
                      </c:pt>
                      <c:pt idx="4459">
                        <c:v>59.929374690000003</c:v>
                      </c:pt>
                      <c:pt idx="4460">
                        <c:v>59.929378509999999</c:v>
                      </c:pt>
                      <c:pt idx="4461">
                        <c:v>59.929378509999999</c:v>
                      </c:pt>
                      <c:pt idx="4462">
                        <c:v>59.929382320000002</c:v>
                      </c:pt>
                      <c:pt idx="4463">
                        <c:v>59.929386139999998</c:v>
                      </c:pt>
                      <c:pt idx="4464">
                        <c:v>59.929389950000001</c:v>
                      </c:pt>
                      <c:pt idx="4465">
                        <c:v>59.929389950000001</c:v>
                      </c:pt>
                      <c:pt idx="4466">
                        <c:v>59.929393769999997</c:v>
                      </c:pt>
                      <c:pt idx="4467">
                        <c:v>59.92939758</c:v>
                      </c:pt>
                      <c:pt idx="4468">
                        <c:v>59.929401400000003</c:v>
                      </c:pt>
                      <c:pt idx="4469">
                        <c:v>59.929405209999999</c:v>
                      </c:pt>
                      <c:pt idx="4470">
                        <c:v>59.929409030000002</c:v>
                      </c:pt>
                      <c:pt idx="4471">
                        <c:v>59.929412839999998</c:v>
                      </c:pt>
                      <c:pt idx="4472">
                        <c:v>59.929416660000001</c:v>
                      </c:pt>
                      <c:pt idx="4473">
                        <c:v>59.92942429</c:v>
                      </c:pt>
                      <c:pt idx="4474">
                        <c:v>59.929428100000003</c:v>
                      </c:pt>
                      <c:pt idx="4475">
                        <c:v>59.929431919999999</c:v>
                      </c:pt>
                      <c:pt idx="4476">
                        <c:v>59.929435730000002</c:v>
                      </c:pt>
                      <c:pt idx="4477">
                        <c:v>59.92944336</c:v>
                      </c:pt>
                      <c:pt idx="4478">
                        <c:v>59.929447170000003</c:v>
                      </c:pt>
                      <c:pt idx="4479">
                        <c:v>59.929450989999999</c:v>
                      </c:pt>
                      <c:pt idx="4480">
                        <c:v>59.929458619999998</c:v>
                      </c:pt>
                      <c:pt idx="4481">
                        <c:v>59.929462430000001</c:v>
                      </c:pt>
                      <c:pt idx="4482">
                        <c:v>59.92947006</c:v>
                      </c:pt>
                      <c:pt idx="4483">
                        <c:v>59.929473880000003</c:v>
                      </c:pt>
                      <c:pt idx="4484">
                        <c:v>59.929481510000002</c:v>
                      </c:pt>
                      <c:pt idx="4485">
                        <c:v>59.929485319999998</c:v>
                      </c:pt>
                      <c:pt idx="4486">
                        <c:v>59.929492949999997</c:v>
                      </c:pt>
                      <c:pt idx="4487">
                        <c:v>59.929500580000003</c:v>
                      </c:pt>
                      <c:pt idx="4488">
                        <c:v>59.929508210000002</c:v>
                      </c:pt>
                      <c:pt idx="4489">
                        <c:v>59.929512019999997</c:v>
                      </c:pt>
                      <c:pt idx="4490">
                        <c:v>59.929519650000003</c:v>
                      </c:pt>
                      <c:pt idx="4491">
                        <c:v>59.929527280000002</c:v>
                      </c:pt>
                      <c:pt idx="4492">
                        <c:v>59.929534910000001</c:v>
                      </c:pt>
                      <c:pt idx="4493">
                        <c:v>59.92954254</c:v>
                      </c:pt>
                      <c:pt idx="4494">
                        <c:v>59.929550169999999</c:v>
                      </c:pt>
                      <c:pt idx="4495">
                        <c:v>59.929557799999998</c:v>
                      </c:pt>
                      <c:pt idx="4496">
                        <c:v>59.929565429999997</c:v>
                      </c:pt>
                      <c:pt idx="4497">
                        <c:v>59.929573060000003</c:v>
                      </c:pt>
                      <c:pt idx="4498">
                        <c:v>59.929584499999997</c:v>
                      </c:pt>
                      <c:pt idx="4499">
                        <c:v>59.929592130000003</c:v>
                      </c:pt>
                      <c:pt idx="4500">
                        <c:v>59.929599760000002</c:v>
                      </c:pt>
                      <c:pt idx="4501">
                        <c:v>59.929611209999997</c:v>
                      </c:pt>
                      <c:pt idx="4502">
                        <c:v>59.929618840000003</c:v>
                      </c:pt>
                      <c:pt idx="4503">
                        <c:v>59.929626460000001</c:v>
                      </c:pt>
                      <c:pt idx="4504">
                        <c:v>59.929637909999997</c:v>
                      </c:pt>
                      <c:pt idx="4505">
                        <c:v>59.929645540000003</c:v>
                      </c:pt>
                      <c:pt idx="4506">
                        <c:v>59.929656979999997</c:v>
                      </c:pt>
                      <c:pt idx="4507">
                        <c:v>59.92966843</c:v>
                      </c:pt>
                      <c:pt idx="4508">
                        <c:v>59.929676059999998</c:v>
                      </c:pt>
                      <c:pt idx="4509">
                        <c:v>59.9296875</c:v>
                      </c:pt>
                      <c:pt idx="4510">
                        <c:v>59.929698940000002</c:v>
                      </c:pt>
                      <c:pt idx="4511">
                        <c:v>59.929710389999997</c:v>
                      </c:pt>
                      <c:pt idx="4512">
                        <c:v>59.929721829999998</c:v>
                      </c:pt>
                      <c:pt idx="4513">
                        <c:v>59.929729459999997</c:v>
                      </c:pt>
                      <c:pt idx="4514">
                        <c:v>59.92974091</c:v>
                      </c:pt>
                      <c:pt idx="4515">
                        <c:v>59.929752350000001</c:v>
                      </c:pt>
                      <c:pt idx="4516">
                        <c:v>59.929763790000003</c:v>
                      </c:pt>
                      <c:pt idx="4517">
                        <c:v>59.92977905</c:v>
                      </c:pt>
                      <c:pt idx="4518">
                        <c:v>59.929790500000003</c:v>
                      </c:pt>
                      <c:pt idx="4519">
                        <c:v>59.929801939999997</c:v>
                      </c:pt>
                      <c:pt idx="4520">
                        <c:v>59.92981339</c:v>
                      </c:pt>
                      <c:pt idx="4521">
                        <c:v>59.929828639999997</c:v>
                      </c:pt>
                      <c:pt idx="4522">
                        <c:v>59.929840089999999</c:v>
                      </c:pt>
                      <c:pt idx="4523">
                        <c:v>59.929851530000001</c:v>
                      </c:pt>
                      <c:pt idx="4524">
                        <c:v>59.929866789999998</c:v>
                      </c:pt>
                      <c:pt idx="4525">
                        <c:v>59.92987823</c:v>
                      </c:pt>
                      <c:pt idx="4526">
                        <c:v>59.929893489999998</c:v>
                      </c:pt>
                      <c:pt idx="4527">
                        <c:v>59.92990494</c:v>
                      </c:pt>
                      <c:pt idx="4528">
                        <c:v>59.929920199999998</c:v>
                      </c:pt>
                      <c:pt idx="4529">
                        <c:v>59.929935460000003</c:v>
                      </c:pt>
                      <c:pt idx="4530">
                        <c:v>59.92995071</c:v>
                      </c:pt>
                      <c:pt idx="4531">
                        <c:v>59.929962160000002</c:v>
                      </c:pt>
                      <c:pt idx="4532">
                        <c:v>59.92997742</c:v>
                      </c:pt>
                      <c:pt idx="4533">
                        <c:v>59.929992679999998</c:v>
                      </c:pt>
                      <c:pt idx="4534">
                        <c:v>59.930007930000002</c:v>
                      </c:pt>
                      <c:pt idx="4535">
                        <c:v>59.93002319</c:v>
                      </c:pt>
                      <c:pt idx="4536">
                        <c:v>59.930038449999998</c:v>
                      </c:pt>
                      <c:pt idx="4537">
                        <c:v>59.930053710000003</c:v>
                      </c:pt>
                      <c:pt idx="4538">
                        <c:v>59.930068970000001</c:v>
                      </c:pt>
                      <c:pt idx="4539">
                        <c:v>59.930088040000001</c:v>
                      </c:pt>
                      <c:pt idx="4540">
                        <c:v>59.930103299999999</c:v>
                      </c:pt>
                      <c:pt idx="4541">
                        <c:v>59.930118559999997</c:v>
                      </c:pt>
                      <c:pt idx="4542">
                        <c:v>59.930137629999997</c:v>
                      </c:pt>
                      <c:pt idx="4543">
                        <c:v>59.930152890000002</c:v>
                      </c:pt>
                      <c:pt idx="4544">
                        <c:v>59.930171970000004</c:v>
                      </c:pt>
                      <c:pt idx="4545">
                        <c:v>59.930187230000001</c:v>
                      </c:pt>
                      <c:pt idx="4546">
                        <c:v>59.930206300000002</c:v>
                      </c:pt>
                      <c:pt idx="4547">
                        <c:v>59.93022156</c:v>
                      </c:pt>
                      <c:pt idx="4548">
                        <c:v>59.93024063</c:v>
                      </c:pt>
                      <c:pt idx="4549">
                        <c:v>59.930259700000001</c:v>
                      </c:pt>
                      <c:pt idx="4550">
                        <c:v>59.930278780000002</c:v>
                      </c:pt>
                      <c:pt idx="4551">
                        <c:v>59.930297850000002</c:v>
                      </c:pt>
                      <c:pt idx="4552">
                        <c:v>59.930316929999996</c:v>
                      </c:pt>
                      <c:pt idx="4553">
                        <c:v>59.930332180000001</c:v>
                      </c:pt>
                      <c:pt idx="4554">
                        <c:v>59.930355069999997</c:v>
                      </c:pt>
                      <c:pt idx="4555">
                        <c:v>59.930374149999999</c:v>
                      </c:pt>
                      <c:pt idx="4556">
                        <c:v>59.930393219999999</c:v>
                      </c:pt>
                      <c:pt idx="4557">
                        <c:v>59.93041229</c:v>
                      </c:pt>
                      <c:pt idx="4558">
                        <c:v>59.930431370000001</c:v>
                      </c:pt>
                      <c:pt idx="4559">
                        <c:v>59.930450440000001</c:v>
                      </c:pt>
                      <c:pt idx="4560">
                        <c:v>59.930473329999998</c:v>
                      </c:pt>
                      <c:pt idx="4561">
                        <c:v>59.930492399999999</c:v>
                      </c:pt>
                      <c:pt idx="4562">
                        <c:v>59.930515290000002</c:v>
                      </c:pt>
                      <c:pt idx="4563">
                        <c:v>59.930534360000003</c:v>
                      </c:pt>
                      <c:pt idx="4564">
                        <c:v>59.93055725</c:v>
                      </c:pt>
                      <c:pt idx="4565">
                        <c:v>59.93057632</c:v>
                      </c:pt>
                      <c:pt idx="4566">
                        <c:v>59.930599209999997</c:v>
                      </c:pt>
                      <c:pt idx="4567">
                        <c:v>59.930622100000001</c:v>
                      </c:pt>
                      <c:pt idx="4568">
                        <c:v>59.930644989999998</c:v>
                      </c:pt>
                      <c:pt idx="4569">
                        <c:v>59.930664059999998</c:v>
                      </c:pt>
                      <c:pt idx="4570">
                        <c:v>59.930686950000002</c:v>
                      </c:pt>
                      <c:pt idx="4571">
                        <c:v>59.930709839999999</c:v>
                      </c:pt>
                      <c:pt idx="4572">
                        <c:v>59.930732730000003</c:v>
                      </c:pt>
                      <c:pt idx="4573">
                        <c:v>59.930755619999999</c:v>
                      </c:pt>
                      <c:pt idx="4574">
                        <c:v>59.930778500000002</c:v>
                      </c:pt>
                      <c:pt idx="4575">
                        <c:v>59.930805210000003</c:v>
                      </c:pt>
                      <c:pt idx="4576">
                        <c:v>59.930828089999999</c:v>
                      </c:pt>
                      <c:pt idx="4577">
                        <c:v>59.930850980000002</c:v>
                      </c:pt>
                      <c:pt idx="4578">
                        <c:v>59.930873869999999</c:v>
                      </c:pt>
                      <c:pt idx="4579">
                        <c:v>59.930900569999999</c:v>
                      </c:pt>
                      <c:pt idx="4580">
                        <c:v>59.930923460000002</c:v>
                      </c:pt>
                      <c:pt idx="4581">
                        <c:v>59.930950160000002</c:v>
                      </c:pt>
                      <c:pt idx="4582">
                        <c:v>59.930973049999999</c:v>
                      </c:pt>
                      <c:pt idx="4583">
                        <c:v>59.930999759999999</c:v>
                      </c:pt>
                      <c:pt idx="4584">
                        <c:v>59.931022640000002</c:v>
                      </c:pt>
                      <c:pt idx="4585">
                        <c:v>59.931049350000002</c:v>
                      </c:pt>
                      <c:pt idx="4586">
                        <c:v>59.931076050000001</c:v>
                      </c:pt>
                      <c:pt idx="4587">
                        <c:v>59.931098939999998</c:v>
                      </c:pt>
                      <c:pt idx="4588">
                        <c:v>59.931125639999998</c:v>
                      </c:pt>
                      <c:pt idx="4589">
                        <c:v>59.931152339999997</c:v>
                      </c:pt>
                      <c:pt idx="4590">
                        <c:v>59.931179049999997</c:v>
                      </c:pt>
                      <c:pt idx="4591">
                        <c:v>59.931205749999997</c:v>
                      </c:pt>
                      <c:pt idx="4592">
                        <c:v>59.931232450000003</c:v>
                      </c:pt>
                      <c:pt idx="4593">
                        <c:v>59.931259160000003</c:v>
                      </c:pt>
                      <c:pt idx="4594">
                        <c:v>59.931285860000003</c:v>
                      </c:pt>
                      <c:pt idx="4595">
                        <c:v>59.931312560000002</c:v>
                      </c:pt>
                      <c:pt idx="4596">
                        <c:v>59.931343079999998</c:v>
                      </c:pt>
                      <c:pt idx="4597">
                        <c:v>59.931369779999997</c:v>
                      </c:pt>
                      <c:pt idx="4598">
                        <c:v>59.931396479999997</c:v>
                      </c:pt>
                      <c:pt idx="4599">
                        <c:v>59.931426999999999</c:v>
                      </c:pt>
                      <c:pt idx="4600">
                        <c:v>59.931453699999999</c:v>
                      </c:pt>
                      <c:pt idx="4601">
                        <c:v>59.931484220000002</c:v>
                      </c:pt>
                      <c:pt idx="4602">
                        <c:v>59.931510930000002</c:v>
                      </c:pt>
                      <c:pt idx="4603">
                        <c:v>59.931541439999997</c:v>
                      </c:pt>
                      <c:pt idx="4604">
                        <c:v>59.931568149999997</c:v>
                      </c:pt>
                      <c:pt idx="4605">
                        <c:v>59.931598659999999</c:v>
                      </c:pt>
                      <c:pt idx="4606">
                        <c:v>59.931629180000002</c:v>
                      </c:pt>
                      <c:pt idx="4607">
                        <c:v>59.931655880000001</c:v>
                      </c:pt>
                      <c:pt idx="4608">
                        <c:v>59.931686399999997</c:v>
                      </c:pt>
                      <c:pt idx="4609">
                        <c:v>59.93171692</c:v>
                      </c:pt>
                      <c:pt idx="4610">
                        <c:v>59.931747440000002</c:v>
                      </c:pt>
                      <c:pt idx="4611">
                        <c:v>59.931777949999997</c:v>
                      </c:pt>
                      <c:pt idx="4612">
                        <c:v>59.93180847</c:v>
                      </c:pt>
                      <c:pt idx="4613">
                        <c:v>59.931838990000003</c:v>
                      </c:pt>
                      <c:pt idx="4614">
                        <c:v>59.931869509999999</c:v>
                      </c:pt>
                      <c:pt idx="4615">
                        <c:v>59.93190002</c:v>
                      </c:pt>
                      <c:pt idx="4616">
                        <c:v>59.931930540000003</c:v>
                      </c:pt>
                      <c:pt idx="4617">
                        <c:v>59.931961059999999</c:v>
                      </c:pt>
                      <c:pt idx="4618">
                        <c:v>59.931991580000002</c:v>
                      </c:pt>
                      <c:pt idx="4619">
                        <c:v>59.932022089999997</c:v>
                      </c:pt>
                      <c:pt idx="4620">
                        <c:v>59.932056430000003</c:v>
                      </c:pt>
                      <c:pt idx="4621">
                        <c:v>59.932086939999998</c:v>
                      </c:pt>
                      <c:pt idx="4622">
                        <c:v>59.932117460000001</c:v>
                      </c:pt>
                      <c:pt idx="4623">
                        <c:v>59.932151789999999</c:v>
                      </c:pt>
                      <c:pt idx="4624">
                        <c:v>59.932182310000002</c:v>
                      </c:pt>
                      <c:pt idx="4625">
                        <c:v>59.93221664</c:v>
                      </c:pt>
                      <c:pt idx="4626">
                        <c:v>59.932247160000003</c:v>
                      </c:pt>
                      <c:pt idx="4627">
                        <c:v>59.932281490000001</c:v>
                      </c:pt>
                      <c:pt idx="4628">
                        <c:v>59.932312009999997</c:v>
                      </c:pt>
                      <c:pt idx="4629">
                        <c:v>59.932346340000002</c:v>
                      </c:pt>
                      <c:pt idx="4630">
                        <c:v>59.932380680000001</c:v>
                      </c:pt>
                      <c:pt idx="4631">
                        <c:v>59.932411190000003</c:v>
                      </c:pt>
                      <c:pt idx="4632">
                        <c:v>59.932445530000003</c:v>
                      </c:pt>
                      <c:pt idx="4633">
                        <c:v>59.932479860000001</c:v>
                      </c:pt>
                      <c:pt idx="4634">
                        <c:v>59.932514189999999</c:v>
                      </c:pt>
                      <c:pt idx="4635">
                        <c:v>59.932544710000002</c:v>
                      </c:pt>
                      <c:pt idx="4636">
                        <c:v>59.93257904</c:v>
                      </c:pt>
                      <c:pt idx="4637">
                        <c:v>59.932613369999999</c:v>
                      </c:pt>
                      <c:pt idx="4638">
                        <c:v>59.932647709999998</c:v>
                      </c:pt>
                      <c:pt idx="4639">
                        <c:v>59.932682040000003</c:v>
                      </c:pt>
                      <c:pt idx="4640">
                        <c:v>59.932716370000001</c:v>
                      </c:pt>
                      <c:pt idx="4641">
                        <c:v>59.9327507</c:v>
                      </c:pt>
                      <c:pt idx="4642">
                        <c:v>59.932785029999998</c:v>
                      </c:pt>
                      <c:pt idx="4643">
                        <c:v>59.932819369999997</c:v>
                      </c:pt>
                      <c:pt idx="4644">
                        <c:v>59.932853700000003</c:v>
                      </c:pt>
                      <c:pt idx="4645">
                        <c:v>59.932888030000001</c:v>
                      </c:pt>
                      <c:pt idx="4646">
                        <c:v>59.932922359999999</c:v>
                      </c:pt>
                      <c:pt idx="4647">
                        <c:v>59.932960510000001</c:v>
                      </c:pt>
                      <c:pt idx="4648">
                        <c:v>59.932994839999999</c:v>
                      </c:pt>
                      <c:pt idx="4649">
                        <c:v>59.933029169999998</c:v>
                      </c:pt>
                      <c:pt idx="4650">
                        <c:v>59.933063509999997</c:v>
                      </c:pt>
                      <c:pt idx="4651">
                        <c:v>59.933101649999998</c:v>
                      </c:pt>
                      <c:pt idx="4652">
                        <c:v>59.933135989999997</c:v>
                      </c:pt>
                      <c:pt idx="4653">
                        <c:v>59.933170320000002</c:v>
                      </c:pt>
                      <c:pt idx="4654">
                        <c:v>59.933208469999997</c:v>
                      </c:pt>
                      <c:pt idx="4655">
                        <c:v>59.933242800000002</c:v>
                      </c:pt>
                      <c:pt idx="4656">
                        <c:v>59.93327713</c:v>
                      </c:pt>
                      <c:pt idx="4657">
                        <c:v>59.933315280000002</c:v>
                      </c:pt>
                      <c:pt idx="4658">
                        <c:v>59.93334961</c:v>
                      </c:pt>
                      <c:pt idx="4659">
                        <c:v>59.933387760000002</c:v>
                      </c:pt>
                      <c:pt idx="4660">
                        <c:v>59.933422090000001</c:v>
                      </c:pt>
                      <c:pt idx="4661">
                        <c:v>59.933460240000002</c:v>
                      </c:pt>
                      <c:pt idx="4662">
                        <c:v>59.933494570000001</c:v>
                      </c:pt>
                      <c:pt idx="4663">
                        <c:v>59.933532710000001</c:v>
                      </c:pt>
                      <c:pt idx="4664">
                        <c:v>59.933567050000001</c:v>
                      </c:pt>
                      <c:pt idx="4665">
                        <c:v>59.933605190000002</c:v>
                      </c:pt>
                      <c:pt idx="4666">
                        <c:v>59.933639530000001</c:v>
                      </c:pt>
                      <c:pt idx="4667">
                        <c:v>59.933677670000002</c:v>
                      </c:pt>
                      <c:pt idx="4668">
                        <c:v>59.933715820000003</c:v>
                      </c:pt>
                      <c:pt idx="4669">
                        <c:v>59.933750150000002</c:v>
                      </c:pt>
                      <c:pt idx="4670">
                        <c:v>59.933788300000003</c:v>
                      </c:pt>
                      <c:pt idx="4671">
                        <c:v>59.933822630000002</c:v>
                      </c:pt>
                      <c:pt idx="4672">
                        <c:v>59.933860780000003</c:v>
                      </c:pt>
                      <c:pt idx="4673">
                        <c:v>59.933898929999998</c:v>
                      </c:pt>
                      <c:pt idx="4674">
                        <c:v>59.933933260000003</c:v>
                      </c:pt>
                      <c:pt idx="4675">
                        <c:v>59.933971409999998</c:v>
                      </c:pt>
                      <c:pt idx="4676">
                        <c:v>59.934009549999999</c:v>
                      </c:pt>
                      <c:pt idx="4677">
                        <c:v>59.934047700000001</c:v>
                      </c:pt>
                      <c:pt idx="4678">
                        <c:v>59.934082029999999</c:v>
                      </c:pt>
                      <c:pt idx="4679">
                        <c:v>59.934120180000001</c:v>
                      </c:pt>
                      <c:pt idx="4680">
                        <c:v>59.934158330000002</c:v>
                      </c:pt>
                      <c:pt idx="4681">
                        <c:v>59.934196470000003</c:v>
                      </c:pt>
                      <c:pt idx="4682">
                        <c:v>59.934230800000002</c:v>
                      </c:pt>
                      <c:pt idx="4683">
                        <c:v>59.934268950000003</c:v>
                      </c:pt>
                      <c:pt idx="4684">
                        <c:v>59.934307099999998</c:v>
                      </c:pt>
                      <c:pt idx="4685">
                        <c:v>59.93434525</c:v>
                      </c:pt>
                      <c:pt idx="4686">
                        <c:v>59.934379579999998</c:v>
                      </c:pt>
                      <c:pt idx="4687">
                        <c:v>59.934417719999999</c:v>
                      </c:pt>
                      <c:pt idx="4688">
                        <c:v>59.934455870000001</c:v>
                      </c:pt>
                      <c:pt idx="4689">
                        <c:v>59.934494020000002</c:v>
                      </c:pt>
                      <c:pt idx="4690">
                        <c:v>59.934532169999997</c:v>
                      </c:pt>
                      <c:pt idx="4691">
                        <c:v>59.934566500000003</c:v>
                      </c:pt>
                      <c:pt idx="4692">
                        <c:v>59.934604640000003</c:v>
                      </c:pt>
                      <c:pt idx="4693">
                        <c:v>59.934642789999998</c:v>
                      </c:pt>
                      <c:pt idx="4694">
                        <c:v>59.93468094</c:v>
                      </c:pt>
                      <c:pt idx="4695">
                        <c:v>59.934719090000002</c:v>
                      </c:pt>
                      <c:pt idx="4696">
                        <c:v>59.93475342</c:v>
                      </c:pt>
                      <c:pt idx="4697">
                        <c:v>59.934791560000001</c:v>
                      </c:pt>
                      <c:pt idx="4698">
                        <c:v>59.934829710000002</c:v>
                      </c:pt>
                      <c:pt idx="4699">
                        <c:v>59.934867859999997</c:v>
                      </c:pt>
                      <c:pt idx="4700">
                        <c:v>59.934906009999999</c:v>
                      </c:pt>
                      <c:pt idx="4701">
                        <c:v>59.934940339999997</c:v>
                      </c:pt>
                      <c:pt idx="4702">
                        <c:v>59.934978489999999</c:v>
                      </c:pt>
                      <c:pt idx="4703">
                        <c:v>59.93501663</c:v>
                      </c:pt>
                      <c:pt idx="4704">
                        <c:v>59.935054780000002</c:v>
                      </c:pt>
                      <c:pt idx="4705">
                        <c:v>59.93508911</c:v>
                      </c:pt>
                      <c:pt idx="4706">
                        <c:v>59.935127260000002</c:v>
                      </c:pt>
                      <c:pt idx="4707">
                        <c:v>59.935165410000003</c:v>
                      </c:pt>
                      <c:pt idx="4708">
                        <c:v>59.935203549999997</c:v>
                      </c:pt>
                      <c:pt idx="4709">
                        <c:v>59.935237880000003</c:v>
                      </c:pt>
                      <c:pt idx="4710">
                        <c:v>59.935276029999997</c:v>
                      </c:pt>
                      <c:pt idx="4711">
                        <c:v>59.935314179999999</c:v>
                      </c:pt>
                      <c:pt idx="4712">
                        <c:v>59.935348509999997</c:v>
                      </c:pt>
                      <c:pt idx="4713">
                        <c:v>59.935386659999999</c:v>
                      </c:pt>
                      <c:pt idx="4714">
                        <c:v>59.9354248</c:v>
                      </c:pt>
                      <c:pt idx="4715">
                        <c:v>59.935459139999999</c:v>
                      </c:pt>
                      <c:pt idx="4716">
                        <c:v>59.93549728</c:v>
                      </c:pt>
                      <c:pt idx="4717">
                        <c:v>59.935535430000002</c:v>
                      </c:pt>
                      <c:pt idx="4718">
                        <c:v>59.93556976</c:v>
                      </c:pt>
                      <c:pt idx="4719">
                        <c:v>59.935607910000002</c:v>
                      </c:pt>
                      <c:pt idx="4720">
                        <c:v>59.93564224</c:v>
                      </c:pt>
                      <c:pt idx="4721">
                        <c:v>59.935680390000002</c:v>
                      </c:pt>
                      <c:pt idx="4722">
                        <c:v>59.93571472</c:v>
                      </c:pt>
                      <c:pt idx="4723">
                        <c:v>59.935752870000002</c:v>
                      </c:pt>
                      <c:pt idx="4724">
                        <c:v>59.9357872</c:v>
                      </c:pt>
                      <c:pt idx="4725">
                        <c:v>59.935825350000002</c:v>
                      </c:pt>
                      <c:pt idx="4726">
                        <c:v>59.93585968</c:v>
                      </c:pt>
                      <c:pt idx="4727">
                        <c:v>59.935897830000002</c:v>
                      </c:pt>
                      <c:pt idx="4728">
                        <c:v>59.93593216</c:v>
                      </c:pt>
                      <c:pt idx="4729">
                        <c:v>59.935966489999998</c:v>
                      </c:pt>
                      <c:pt idx="4730">
                        <c:v>59.93600464</c:v>
                      </c:pt>
                      <c:pt idx="4731">
                        <c:v>59.936038969999998</c:v>
                      </c:pt>
                      <c:pt idx="4732">
                        <c:v>59.936073299999997</c:v>
                      </c:pt>
                      <c:pt idx="4733">
                        <c:v>59.936111449999999</c:v>
                      </c:pt>
                      <c:pt idx="4734">
                        <c:v>59.936145779999997</c:v>
                      </c:pt>
                      <c:pt idx="4735">
                        <c:v>59.936180110000002</c:v>
                      </c:pt>
                      <c:pt idx="4736">
                        <c:v>59.936214450000001</c:v>
                      </c:pt>
                      <c:pt idx="4737">
                        <c:v>59.93624878</c:v>
                      </c:pt>
                      <c:pt idx="4738">
                        <c:v>59.936286930000001</c:v>
                      </c:pt>
                      <c:pt idx="4739">
                        <c:v>59.93632126</c:v>
                      </c:pt>
                      <c:pt idx="4740">
                        <c:v>59.936355589999998</c:v>
                      </c:pt>
                      <c:pt idx="4741">
                        <c:v>59.936389920000003</c:v>
                      </c:pt>
                      <c:pt idx="4742">
                        <c:v>59.936424260000003</c:v>
                      </c:pt>
                      <c:pt idx="4743">
                        <c:v>59.936458590000001</c:v>
                      </c:pt>
                      <c:pt idx="4744">
                        <c:v>59.936492919999999</c:v>
                      </c:pt>
                      <c:pt idx="4745">
                        <c:v>59.936527249999997</c:v>
                      </c:pt>
                      <c:pt idx="4746">
                        <c:v>59.93655777</c:v>
                      </c:pt>
                      <c:pt idx="4747">
                        <c:v>59.936592099999999</c:v>
                      </c:pt>
                      <c:pt idx="4748">
                        <c:v>59.936626429999997</c:v>
                      </c:pt>
                      <c:pt idx="4749">
                        <c:v>59.936660770000003</c:v>
                      </c:pt>
                      <c:pt idx="4750">
                        <c:v>59.936695100000001</c:v>
                      </c:pt>
                      <c:pt idx="4751">
                        <c:v>59.936725619999997</c:v>
                      </c:pt>
                      <c:pt idx="4752">
                        <c:v>59.936759950000003</c:v>
                      </c:pt>
                      <c:pt idx="4753">
                        <c:v>59.936794280000001</c:v>
                      </c:pt>
                      <c:pt idx="4754">
                        <c:v>59.936824799999997</c:v>
                      </c:pt>
                      <c:pt idx="4755">
                        <c:v>59.936859130000002</c:v>
                      </c:pt>
                      <c:pt idx="4756">
                        <c:v>59.936889649999998</c:v>
                      </c:pt>
                      <c:pt idx="4757">
                        <c:v>59.936923980000003</c:v>
                      </c:pt>
                      <c:pt idx="4758">
                        <c:v>59.936954499999999</c:v>
                      </c:pt>
                      <c:pt idx="4759">
                        <c:v>59.936988829999997</c:v>
                      </c:pt>
                      <c:pt idx="4760">
                        <c:v>59.93701935</c:v>
                      </c:pt>
                      <c:pt idx="4761">
                        <c:v>59.937049870000003</c:v>
                      </c:pt>
                      <c:pt idx="4762">
                        <c:v>59.937084200000001</c:v>
                      </c:pt>
                      <c:pt idx="4763">
                        <c:v>59.937114719999997</c:v>
                      </c:pt>
                      <c:pt idx="4764">
                        <c:v>59.937145229999999</c:v>
                      </c:pt>
                      <c:pt idx="4765">
                        <c:v>59.937175750000002</c:v>
                      </c:pt>
                      <c:pt idx="4766">
                        <c:v>59.937206269999997</c:v>
                      </c:pt>
                      <c:pt idx="4767">
                        <c:v>59.937240600000003</c:v>
                      </c:pt>
                      <c:pt idx="4768">
                        <c:v>59.937271119999998</c:v>
                      </c:pt>
                      <c:pt idx="4769">
                        <c:v>59.937301640000001</c:v>
                      </c:pt>
                      <c:pt idx="4770">
                        <c:v>59.937328340000001</c:v>
                      </c:pt>
                      <c:pt idx="4771">
                        <c:v>59.937358860000003</c:v>
                      </c:pt>
                      <c:pt idx="4772">
                        <c:v>59.937389369999998</c:v>
                      </c:pt>
                      <c:pt idx="4773">
                        <c:v>59.937419890000001</c:v>
                      </c:pt>
                      <c:pt idx="4774">
                        <c:v>59.937450409999997</c:v>
                      </c:pt>
                      <c:pt idx="4775">
                        <c:v>59.93748093</c:v>
                      </c:pt>
                      <c:pt idx="4776">
                        <c:v>59.937507629999999</c:v>
                      </c:pt>
                      <c:pt idx="4777">
                        <c:v>59.937538150000002</c:v>
                      </c:pt>
                      <c:pt idx="4778">
                        <c:v>59.937564850000001</c:v>
                      </c:pt>
                      <c:pt idx="4779">
                        <c:v>59.937595369999997</c:v>
                      </c:pt>
                      <c:pt idx="4780">
                        <c:v>59.937622070000003</c:v>
                      </c:pt>
                      <c:pt idx="4781">
                        <c:v>59.937652589999999</c:v>
                      </c:pt>
                      <c:pt idx="4782">
                        <c:v>59.937679289999998</c:v>
                      </c:pt>
                      <c:pt idx="4783">
                        <c:v>59.937709810000001</c:v>
                      </c:pt>
                      <c:pt idx="4784">
                        <c:v>59.937736510000001</c:v>
                      </c:pt>
                      <c:pt idx="4785">
                        <c:v>59.93776321</c:v>
                      </c:pt>
                      <c:pt idx="4786">
                        <c:v>59.93778992</c:v>
                      </c:pt>
                      <c:pt idx="4787">
                        <c:v>59.93781662</c:v>
                      </c:pt>
                      <c:pt idx="4788">
                        <c:v>59.937843319999999</c:v>
                      </c:pt>
                      <c:pt idx="4789">
                        <c:v>59.937870029999999</c:v>
                      </c:pt>
                      <c:pt idx="4790">
                        <c:v>59.937896729999999</c:v>
                      </c:pt>
                      <c:pt idx="4791">
                        <c:v>59.937923429999998</c:v>
                      </c:pt>
                      <c:pt idx="4792">
                        <c:v>59.937950129999997</c:v>
                      </c:pt>
                      <c:pt idx="4793">
                        <c:v>59.937976839999997</c:v>
                      </c:pt>
                      <c:pt idx="4794">
                        <c:v>59.938003539999997</c:v>
                      </c:pt>
                      <c:pt idx="4795">
                        <c:v>59.938030240000003</c:v>
                      </c:pt>
                      <c:pt idx="4796">
                        <c:v>59.93805313</c:v>
                      </c:pt>
                      <c:pt idx="4797">
                        <c:v>59.93807983</c:v>
                      </c:pt>
                      <c:pt idx="4798">
                        <c:v>59.938102720000003</c:v>
                      </c:pt>
                      <c:pt idx="4799">
                        <c:v>59.938129429999996</c:v>
                      </c:pt>
                      <c:pt idx="4800">
                        <c:v>59.93815231</c:v>
                      </c:pt>
                      <c:pt idx="4801">
                        <c:v>59.93817902</c:v>
                      </c:pt>
                      <c:pt idx="4802">
                        <c:v>59.938201900000003</c:v>
                      </c:pt>
                      <c:pt idx="4803">
                        <c:v>59.93822479</c:v>
                      </c:pt>
                      <c:pt idx="4804">
                        <c:v>59.9382515</c:v>
                      </c:pt>
                      <c:pt idx="4805">
                        <c:v>59.938274380000003</c:v>
                      </c:pt>
                      <c:pt idx="4806">
                        <c:v>59.93829727</c:v>
                      </c:pt>
                      <c:pt idx="4807">
                        <c:v>59.938320160000004</c:v>
                      </c:pt>
                      <c:pt idx="4808">
                        <c:v>59.93834305</c:v>
                      </c:pt>
                      <c:pt idx="4809">
                        <c:v>59.938365939999997</c:v>
                      </c:pt>
                      <c:pt idx="4810">
                        <c:v>59.93838882</c:v>
                      </c:pt>
                      <c:pt idx="4811">
                        <c:v>59.938411709999997</c:v>
                      </c:pt>
                      <c:pt idx="4812">
                        <c:v>59.938434600000001</c:v>
                      </c:pt>
                      <c:pt idx="4813">
                        <c:v>59.938453670000001</c:v>
                      </c:pt>
                      <c:pt idx="4814">
                        <c:v>59.938476559999998</c:v>
                      </c:pt>
                      <c:pt idx="4815">
                        <c:v>59.938499450000002</c:v>
                      </c:pt>
                      <c:pt idx="4816">
                        <c:v>59.938518520000002</c:v>
                      </c:pt>
                      <c:pt idx="4817">
                        <c:v>59.938541409999999</c:v>
                      </c:pt>
                      <c:pt idx="4818">
                        <c:v>59.93856049</c:v>
                      </c:pt>
                      <c:pt idx="4819">
                        <c:v>59.938583370000003</c:v>
                      </c:pt>
                      <c:pt idx="4820">
                        <c:v>59.938602449999998</c:v>
                      </c:pt>
                      <c:pt idx="4821">
                        <c:v>59.938621519999998</c:v>
                      </c:pt>
                      <c:pt idx="4822">
                        <c:v>59.938640589999999</c:v>
                      </c:pt>
                      <c:pt idx="4823">
                        <c:v>59.938663480000002</c:v>
                      </c:pt>
                      <c:pt idx="4824">
                        <c:v>59.938682559999997</c:v>
                      </c:pt>
                      <c:pt idx="4825">
                        <c:v>59.938701629999997</c:v>
                      </c:pt>
                      <c:pt idx="4826">
                        <c:v>59.938720699999998</c:v>
                      </c:pt>
                      <c:pt idx="4827">
                        <c:v>59.938739779999999</c:v>
                      </c:pt>
                      <c:pt idx="4828">
                        <c:v>59.938758849999999</c:v>
                      </c:pt>
                      <c:pt idx="4829">
                        <c:v>59.938774109999997</c:v>
                      </c:pt>
                      <c:pt idx="4830">
                        <c:v>59.938793179999998</c:v>
                      </c:pt>
                      <c:pt idx="4831">
                        <c:v>59.938812259999999</c:v>
                      </c:pt>
                      <c:pt idx="4832">
                        <c:v>59.938831329999999</c:v>
                      </c:pt>
                      <c:pt idx="4833">
                        <c:v>59.938846589999997</c:v>
                      </c:pt>
                      <c:pt idx="4834">
                        <c:v>59.938865659999998</c:v>
                      </c:pt>
                      <c:pt idx="4835">
                        <c:v>59.938880920000003</c:v>
                      </c:pt>
                      <c:pt idx="4836">
                        <c:v>59.938899990000003</c:v>
                      </c:pt>
                      <c:pt idx="4837">
                        <c:v>59.938915250000001</c:v>
                      </c:pt>
                      <c:pt idx="4838">
                        <c:v>59.938930509999999</c:v>
                      </c:pt>
                      <c:pt idx="4839">
                        <c:v>59.938949579999999</c:v>
                      </c:pt>
                      <c:pt idx="4840">
                        <c:v>59.938964839999997</c:v>
                      </c:pt>
                      <c:pt idx="4841">
                        <c:v>59.938980100000002</c:v>
                      </c:pt>
                      <c:pt idx="4842">
                        <c:v>59.93899536</c:v>
                      </c:pt>
                      <c:pt idx="4843">
                        <c:v>59.939010619999998</c:v>
                      </c:pt>
                      <c:pt idx="4844">
                        <c:v>59.939025880000003</c:v>
                      </c:pt>
                      <c:pt idx="4845">
                        <c:v>59.93904114</c:v>
                      </c:pt>
                      <c:pt idx="4846">
                        <c:v>59.939056399999998</c:v>
                      </c:pt>
                      <c:pt idx="4847">
                        <c:v>59.93906784</c:v>
                      </c:pt>
                      <c:pt idx="4848">
                        <c:v>59.939083099999998</c:v>
                      </c:pt>
                      <c:pt idx="4849">
                        <c:v>59.939098360000003</c:v>
                      </c:pt>
                      <c:pt idx="4850">
                        <c:v>59.939109799999997</c:v>
                      </c:pt>
                      <c:pt idx="4851">
                        <c:v>59.939125060000002</c:v>
                      </c:pt>
                      <c:pt idx="4852">
                        <c:v>59.93914032</c:v>
                      </c:pt>
                      <c:pt idx="4853">
                        <c:v>59.939151760000001</c:v>
                      </c:pt>
                      <c:pt idx="4854">
                        <c:v>59.939163209999997</c:v>
                      </c:pt>
                      <c:pt idx="4855">
                        <c:v>59.939178470000002</c:v>
                      </c:pt>
                      <c:pt idx="4856">
                        <c:v>59.939189910000003</c:v>
                      </c:pt>
                      <c:pt idx="4857">
                        <c:v>59.939201349999998</c:v>
                      </c:pt>
                      <c:pt idx="4858">
                        <c:v>59.9392128</c:v>
                      </c:pt>
                      <c:pt idx="4859">
                        <c:v>59.939224240000001</c:v>
                      </c:pt>
                      <c:pt idx="4860">
                        <c:v>59.939239499999999</c:v>
                      </c:pt>
                      <c:pt idx="4861">
                        <c:v>59.939250950000002</c:v>
                      </c:pt>
                      <c:pt idx="4862">
                        <c:v>59.939258580000001</c:v>
                      </c:pt>
                      <c:pt idx="4863">
                        <c:v>59.939270020000002</c:v>
                      </c:pt>
                      <c:pt idx="4864">
                        <c:v>59.939281459999997</c:v>
                      </c:pt>
                      <c:pt idx="4865">
                        <c:v>59.939292909999999</c:v>
                      </c:pt>
                      <c:pt idx="4866">
                        <c:v>59.93930435</c:v>
                      </c:pt>
                      <c:pt idx="4867">
                        <c:v>59.939311979999999</c:v>
                      </c:pt>
                      <c:pt idx="4868">
                        <c:v>59.939323430000002</c:v>
                      </c:pt>
                      <c:pt idx="4869">
                        <c:v>59.93933105</c:v>
                      </c:pt>
                      <c:pt idx="4870">
                        <c:v>59.939342500000002</c:v>
                      </c:pt>
                      <c:pt idx="4871">
                        <c:v>59.939350130000001</c:v>
                      </c:pt>
                      <c:pt idx="4872">
                        <c:v>59.939361570000003</c:v>
                      </c:pt>
                      <c:pt idx="4873">
                        <c:v>59.939369200000002</c:v>
                      </c:pt>
                      <c:pt idx="4874">
                        <c:v>59.93937683</c:v>
                      </c:pt>
                      <c:pt idx="4875">
                        <c:v>59.939388280000003</c:v>
                      </c:pt>
                      <c:pt idx="4876">
                        <c:v>59.939395900000001</c:v>
                      </c:pt>
                      <c:pt idx="4877">
                        <c:v>59.93940353</c:v>
                      </c:pt>
                      <c:pt idx="4878">
                        <c:v>59.939411159999999</c:v>
                      </c:pt>
                      <c:pt idx="4879">
                        <c:v>59.939418789999998</c:v>
                      </c:pt>
                      <c:pt idx="4880">
                        <c:v>59.939426419999997</c:v>
                      </c:pt>
                      <c:pt idx="4881">
                        <c:v>59.939434050000003</c:v>
                      </c:pt>
                      <c:pt idx="4882">
                        <c:v>59.939441680000002</c:v>
                      </c:pt>
                      <c:pt idx="4883">
                        <c:v>59.939445499999998</c:v>
                      </c:pt>
                      <c:pt idx="4884">
                        <c:v>59.939453129999997</c:v>
                      </c:pt>
                      <c:pt idx="4885">
                        <c:v>59.939460750000002</c:v>
                      </c:pt>
                      <c:pt idx="4886">
                        <c:v>59.939464569999998</c:v>
                      </c:pt>
                      <c:pt idx="4887">
                        <c:v>59.939472199999997</c:v>
                      </c:pt>
                      <c:pt idx="4888">
                        <c:v>59.939479830000003</c:v>
                      </c:pt>
                      <c:pt idx="4889">
                        <c:v>59.939483639999999</c:v>
                      </c:pt>
                      <c:pt idx="4890">
                        <c:v>59.939487460000002</c:v>
                      </c:pt>
                      <c:pt idx="4891">
                        <c:v>59.939495090000001</c:v>
                      </c:pt>
                      <c:pt idx="4892">
                        <c:v>59.939498899999997</c:v>
                      </c:pt>
                      <c:pt idx="4893">
                        <c:v>59.93950272</c:v>
                      </c:pt>
                      <c:pt idx="4894">
                        <c:v>59.939510349999999</c:v>
                      </c:pt>
                      <c:pt idx="4895">
                        <c:v>59.939514160000002</c:v>
                      </c:pt>
                      <c:pt idx="4896">
                        <c:v>59.939517969999997</c:v>
                      </c:pt>
                      <c:pt idx="4897">
                        <c:v>59.939521790000001</c:v>
                      </c:pt>
                      <c:pt idx="4898">
                        <c:v>59.939525600000003</c:v>
                      </c:pt>
                      <c:pt idx="4899">
                        <c:v>59.93952942</c:v>
                      </c:pt>
                      <c:pt idx="4900">
                        <c:v>59.939533230000002</c:v>
                      </c:pt>
                      <c:pt idx="4901">
                        <c:v>59.939537049999998</c:v>
                      </c:pt>
                      <c:pt idx="4902">
                        <c:v>59.939540860000001</c:v>
                      </c:pt>
                      <c:pt idx="4903">
                        <c:v>59.939540860000001</c:v>
                      </c:pt>
                      <c:pt idx="4904">
                        <c:v>59.939544679999997</c:v>
                      </c:pt>
                      <c:pt idx="4905">
                        <c:v>59.93954849</c:v>
                      </c:pt>
                      <c:pt idx="4906">
                        <c:v>59.939552310000003</c:v>
                      </c:pt>
                      <c:pt idx="4907">
                        <c:v>59.939552310000003</c:v>
                      </c:pt>
                      <c:pt idx="4908">
                        <c:v>59.939556119999999</c:v>
                      </c:pt>
                      <c:pt idx="4909">
                        <c:v>59.939556119999999</c:v>
                      </c:pt>
                      <c:pt idx="4910">
                        <c:v>59.939559940000002</c:v>
                      </c:pt>
                      <c:pt idx="4911">
                        <c:v>59.939559940000002</c:v>
                      </c:pt>
                      <c:pt idx="4912">
                        <c:v>59.939559940000002</c:v>
                      </c:pt>
                      <c:pt idx="4913">
                        <c:v>59.939563749999998</c:v>
                      </c:pt>
                      <c:pt idx="4914">
                        <c:v>59.939563749999998</c:v>
                      </c:pt>
                      <c:pt idx="4915">
                        <c:v>59.939563749999998</c:v>
                      </c:pt>
                      <c:pt idx="4916">
                        <c:v>59.939567570000001</c:v>
                      </c:pt>
                      <c:pt idx="4917">
                        <c:v>59.939567570000001</c:v>
                      </c:pt>
                      <c:pt idx="4918">
                        <c:v>59.939567570000001</c:v>
                      </c:pt>
                      <c:pt idx="4919">
                        <c:v>59.939567570000001</c:v>
                      </c:pt>
                      <c:pt idx="4920">
                        <c:v>59.939567570000001</c:v>
                      </c:pt>
                      <c:pt idx="4921">
                        <c:v>59.939567570000001</c:v>
                      </c:pt>
                      <c:pt idx="4922">
                        <c:v>59.939567570000001</c:v>
                      </c:pt>
                      <c:pt idx="4923">
                        <c:v>59.939567570000001</c:v>
                      </c:pt>
                      <c:pt idx="4924">
                        <c:v>59.939567570000001</c:v>
                      </c:pt>
                      <c:pt idx="4925">
                        <c:v>59.939563749999998</c:v>
                      </c:pt>
                      <c:pt idx="4926">
                        <c:v>59.939563749999998</c:v>
                      </c:pt>
                      <c:pt idx="4927">
                        <c:v>59.939563749999998</c:v>
                      </c:pt>
                      <c:pt idx="4928">
                        <c:v>59.939563749999998</c:v>
                      </c:pt>
                      <c:pt idx="4929">
                        <c:v>59.939559940000002</c:v>
                      </c:pt>
                      <c:pt idx="4930">
                        <c:v>59.939559940000002</c:v>
                      </c:pt>
                      <c:pt idx="4931">
                        <c:v>59.939559940000002</c:v>
                      </c:pt>
                      <c:pt idx="4932">
                        <c:v>59.939556119999999</c:v>
                      </c:pt>
                      <c:pt idx="4933">
                        <c:v>59.939556119999999</c:v>
                      </c:pt>
                      <c:pt idx="4934">
                        <c:v>59.939552310000003</c:v>
                      </c:pt>
                      <c:pt idx="4935">
                        <c:v>59.939552310000003</c:v>
                      </c:pt>
                      <c:pt idx="4936">
                        <c:v>59.93954849</c:v>
                      </c:pt>
                      <c:pt idx="4937">
                        <c:v>59.939544679999997</c:v>
                      </c:pt>
                      <c:pt idx="4938">
                        <c:v>59.939544679999997</c:v>
                      </c:pt>
                      <c:pt idx="4939">
                        <c:v>59.939540860000001</c:v>
                      </c:pt>
                      <c:pt idx="4940">
                        <c:v>59.939537049999998</c:v>
                      </c:pt>
                      <c:pt idx="4941">
                        <c:v>59.939533230000002</c:v>
                      </c:pt>
                      <c:pt idx="4942">
                        <c:v>59.939533230000002</c:v>
                      </c:pt>
                      <c:pt idx="4943">
                        <c:v>59.93952942</c:v>
                      </c:pt>
                      <c:pt idx="4944">
                        <c:v>59.939525600000003</c:v>
                      </c:pt>
                      <c:pt idx="4945">
                        <c:v>59.939521790000001</c:v>
                      </c:pt>
                      <c:pt idx="4946">
                        <c:v>59.939517969999997</c:v>
                      </c:pt>
                      <c:pt idx="4947">
                        <c:v>59.939514160000002</c:v>
                      </c:pt>
                      <c:pt idx="4948">
                        <c:v>59.939510349999999</c:v>
                      </c:pt>
                      <c:pt idx="4949">
                        <c:v>59.939506530000003</c:v>
                      </c:pt>
                      <c:pt idx="4950">
                        <c:v>59.93950272</c:v>
                      </c:pt>
                      <c:pt idx="4951">
                        <c:v>59.939498899999997</c:v>
                      </c:pt>
                      <c:pt idx="4952">
                        <c:v>59.939495090000001</c:v>
                      </c:pt>
                      <c:pt idx="4953">
                        <c:v>59.939491269999998</c:v>
                      </c:pt>
                      <c:pt idx="4954">
                        <c:v>59.939483639999999</c:v>
                      </c:pt>
                      <c:pt idx="4955">
                        <c:v>59.939479830000003</c:v>
                      </c:pt>
                      <c:pt idx="4956">
                        <c:v>59.93947601</c:v>
                      </c:pt>
                      <c:pt idx="4957">
                        <c:v>59.939472199999997</c:v>
                      </c:pt>
                      <c:pt idx="4958">
                        <c:v>59.939464569999998</c:v>
                      </c:pt>
                      <c:pt idx="4959">
                        <c:v>59.939460750000002</c:v>
                      </c:pt>
                      <c:pt idx="4960">
                        <c:v>59.939456939999999</c:v>
                      </c:pt>
                      <c:pt idx="4961">
                        <c:v>59.939449310000001</c:v>
                      </c:pt>
                      <c:pt idx="4962">
                        <c:v>59.939445499999998</c:v>
                      </c:pt>
                      <c:pt idx="4963">
                        <c:v>59.939437869999999</c:v>
                      </c:pt>
                      <c:pt idx="4964">
                        <c:v>59.939434050000003</c:v>
                      </c:pt>
                      <c:pt idx="4965">
                        <c:v>59.939426419999997</c:v>
                      </c:pt>
                      <c:pt idx="4966">
                        <c:v>59.939422610000001</c:v>
                      </c:pt>
                      <c:pt idx="4967">
                        <c:v>59.939414980000002</c:v>
                      </c:pt>
                      <c:pt idx="4968">
                        <c:v>59.939411159999999</c:v>
                      </c:pt>
                      <c:pt idx="4969">
                        <c:v>59.93940353</c:v>
                      </c:pt>
                      <c:pt idx="4970">
                        <c:v>59.939395900000001</c:v>
                      </c:pt>
                      <c:pt idx="4971">
                        <c:v>59.939392089999998</c:v>
                      </c:pt>
                      <c:pt idx="4972">
                        <c:v>59.939384459999999</c:v>
                      </c:pt>
                      <c:pt idx="4973">
                        <c:v>59.93937683</c:v>
                      </c:pt>
                      <c:pt idx="4974">
                        <c:v>59.939373019999998</c:v>
                      </c:pt>
                      <c:pt idx="4975">
                        <c:v>59.939365389999999</c:v>
                      </c:pt>
                      <c:pt idx="4976">
                        <c:v>59.93935776</c:v>
                      </c:pt>
                      <c:pt idx="4977">
                        <c:v>59.939350130000001</c:v>
                      </c:pt>
                      <c:pt idx="4978">
                        <c:v>59.939342500000002</c:v>
                      </c:pt>
                      <c:pt idx="4979">
                        <c:v>59.939338679999999</c:v>
                      </c:pt>
                      <c:pt idx="4980">
                        <c:v>59.93933105</c:v>
                      </c:pt>
                      <c:pt idx="4981">
                        <c:v>59.939323430000002</c:v>
                      </c:pt>
                      <c:pt idx="4982">
                        <c:v>59.939315800000003</c:v>
                      </c:pt>
                      <c:pt idx="4983">
                        <c:v>59.939308169999997</c:v>
                      </c:pt>
                      <c:pt idx="4984">
                        <c:v>59.939300539999998</c:v>
                      </c:pt>
                      <c:pt idx="4985">
                        <c:v>59.939292909999999</c:v>
                      </c:pt>
                      <c:pt idx="4986">
                        <c:v>59.93928528</c:v>
                      </c:pt>
                      <c:pt idx="4987">
                        <c:v>59.939277650000001</c:v>
                      </c:pt>
                      <c:pt idx="4988">
                        <c:v>59.939270020000002</c:v>
                      </c:pt>
                      <c:pt idx="4989">
                        <c:v>59.939262390000003</c:v>
                      </c:pt>
                      <c:pt idx="4990">
                        <c:v>59.939254759999997</c:v>
                      </c:pt>
                      <c:pt idx="4991">
                        <c:v>59.939243320000003</c:v>
                      </c:pt>
                      <c:pt idx="4992">
                        <c:v>59.939235689999997</c:v>
                      </c:pt>
                      <c:pt idx="4993">
                        <c:v>59.939228059999998</c:v>
                      </c:pt>
                      <c:pt idx="4994">
                        <c:v>59.939220429999999</c:v>
                      </c:pt>
                      <c:pt idx="4995">
                        <c:v>59.9392128</c:v>
                      </c:pt>
                      <c:pt idx="4996">
                        <c:v>59.939205170000001</c:v>
                      </c:pt>
                      <c:pt idx="4997">
                        <c:v>59.93919373</c:v>
                      </c:pt>
                      <c:pt idx="4998">
                        <c:v>59.939186100000001</c:v>
                      </c:pt>
                      <c:pt idx="4999">
                        <c:v>59.939178470000002</c:v>
                      </c:pt>
                      <c:pt idx="5000">
                        <c:v>59.939167019999999</c:v>
                      </c:pt>
                      <c:pt idx="5001">
                        <c:v>59.93915939</c:v>
                      </c:pt>
                      <c:pt idx="5002">
                        <c:v>59.939151760000001</c:v>
                      </c:pt>
                      <c:pt idx="5003">
                        <c:v>59.93914032</c:v>
                      </c:pt>
                      <c:pt idx="5004">
                        <c:v>59.939132690000001</c:v>
                      </c:pt>
                      <c:pt idx="5005">
                        <c:v>59.939125060000002</c:v>
                      </c:pt>
                      <c:pt idx="5006">
                        <c:v>59.939113620000001</c:v>
                      </c:pt>
                      <c:pt idx="5007">
                        <c:v>59.939105990000002</c:v>
                      </c:pt>
                      <c:pt idx="5008">
                        <c:v>59.939094539999999</c:v>
                      </c:pt>
                      <c:pt idx="5009">
                        <c:v>59.93908691</c:v>
                      </c:pt>
                      <c:pt idx="5010">
                        <c:v>59.939075469999999</c:v>
                      </c:pt>
                      <c:pt idx="5011">
                        <c:v>59.93906784</c:v>
                      </c:pt>
                      <c:pt idx="5012">
                        <c:v>59.939056399999998</c:v>
                      </c:pt>
                      <c:pt idx="5013">
                        <c:v>59.939048769999999</c:v>
                      </c:pt>
                      <c:pt idx="5014">
                        <c:v>59.939037319999997</c:v>
                      </c:pt>
                      <c:pt idx="5015">
                        <c:v>59.939029689999998</c:v>
                      </c:pt>
                      <c:pt idx="5016">
                        <c:v>59.939018249999997</c:v>
                      </c:pt>
                      <c:pt idx="5017">
                        <c:v>59.939006810000002</c:v>
                      </c:pt>
                      <c:pt idx="5018">
                        <c:v>59.938999180000003</c:v>
                      </c:pt>
                      <c:pt idx="5019">
                        <c:v>59.938987730000001</c:v>
                      </c:pt>
                      <c:pt idx="5020">
                        <c:v>59.938976289999999</c:v>
                      </c:pt>
                      <c:pt idx="5021">
                        <c:v>59.93896866</c:v>
                      </c:pt>
                      <c:pt idx="5022">
                        <c:v>59.938957209999998</c:v>
                      </c:pt>
                      <c:pt idx="5023">
                        <c:v>59.938945769999997</c:v>
                      </c:pt>
                      <c:pt idx="5024">
                        <c:v>59.938938139999998</c:v>
                      </c:pt>
                      <c:pt idx="5025">
                        <c:v>59.938926700000003</c:v>
                      </c:pt>
                      <c:pt idx="5026">
                        <c:v>59.938915250000001</c:v>
                      </c:pt>
                      <c:pt idx="5027">
                        <c:v>59.938903809999999</c:v>
                      </c:pt>
                      <c:pt idx="5028">
                        <c:v>59.938892359999997</c:v>
                      </c:pt>
                      <c:pt idx="5029">
                        <c:v>59.938884739999999</c:v>
                      </c:pt>
                      <c:pt idx="5030">
                        <c:v>59.938873289999997</c:v>
                      </c:pt>
                      <c:pt idx="5031">
                        <c:v>59.938861850000002</c:v>
                      </c:pt>
                      <c:pt idx="5032">
                        <c:v>59.9388504</c:v>
                      </c:pt>
                      <c:pt idx="5033">
                        <c:v>59.938838959999998</c:v>
                      </c:pt>
                      <c:pt idx="5034">
                        <c:v>59.938827510000003</c:v>
                      </c:pt>
                      <c:pt idx="5035">
                        <c:v>59.938816070000001</c:v>
                      </c:pt>
                      <c:pt idx="5036">
                        <c:v>59.938808440000003</c:v>
                      </c:pt>
                      <c:pt idx="5037">
                        <c:v>59.938797000000001</c:v>
                      </c:pt>
                      <c:pt idx="5038">
                        <c:v>59.938785549999999</c:v>
                      </c:pt>
                      <c:pt idx="5039">
                        <c:v>59.938774109999997</c:v>
                      </c:pt>
                      <c:pt idx="5040">
                        <c:v>59.938762660000002</c:v>
                      </c:pt>
                      <c:pt idx="5041">
                        <c:v>59.93875122</c:v>
                      </c:pt>
                      <c:pt idx="5042">
                        <c:v>59.938739779999999</c:v>
                      </c:pt>
                      <c:pt idx="5043">
                        <c:v>59.938728330000004</c:v>
                      </c:pt>
                      <c:pt idx="5044">
                        <c:v>59.938716890000002</c:v>
                      </c:pt>
                      <c:pt idx="5045">
                        <c:v>59.93870544</c:v>
                      </c:pt>
                      <c:pt idx="5046">
                        <c:v>59.938693999999998</c:v>
                      </c:pt>
                      <c:pt idx="5047">
                        <c:v>59.938682559999997</c:v>
                      </c:pt>
                      <c:pt idx="5048">
                        <c:v>59.938667299999999</c:v>
                      </c:pt>
                      <c:pt idx="5049">
                        <c:v>59.938655850000004</c:v>
                      </c:pt>
                      <c:pt idx="5050">
                        <c:v>59.938644410000002</c:v>
                      </c:pt>
                      <c:pt idx="5051">
                        <c:v>59.93863297</c:v>
                      </c:pt>
                      <c:pt idx="5052">
                        <c:v>59.938621519999998</c:v>
                      </c:pt>
                      <c:pt idx="5053">
                        <c:v>59.938610079999997</c:v>
                      </c:pt>
                      <c:pt idx="5054">
                        <c:v>59.938598630000001</c:v>
                      </c:pt>
                      <c:pt idx="5055">
                        <c:v>59.938583370000003</c:v>
                      </c:pt>
                      <c:pt idx="5056">
                        <c:v>59.938571930000002</c:v>
                      </c:pt>
                      <c:pt idx="5057">
                        <c:v>59.93856049</c:v>
                      </c:pt>
                      <c:pt idx="5058">
                        <c:v>59.938549039999998</c:v>
                      </c:pt>
                      <c:pt idx="5059">
                        <c:v>59.938537599999997</c:v>
                      </c:pt>
                      <c:pt idx="5060">
                        <c:v>59.938522339999999</c:v>
                      </c:pt>
                      <c:pt idx="5061">
                        <c:v>59.938510890000003</c:v>
                      </c:pt>
                      <c:pt idx="5062">
                        <c:v>59.938499450000002</c:v>
                      </c:pt>
                      <c:pt idx="5063">
                        <c:v>59.93848801</c:v>
                      </c:pt>
                      <c:pt idx="5064">
                        <c:v>59.938472750000003</c:v>
                      </c:pt>
                      <c:pt idx="5065">
                        <c:v>59.9384613</c:v>
                      </c:pt>
                      <c:pt idx="5066">
                        <c:v>59.938449859999999</c:v>
                      </c:pt>
                      <c:pt idx="5067">
                        <c:v>59.938434600000001</c:v>
                      </c:pt>
                      <c:pt idx="5068">
                        <c:v>59.938423159999999</c:v>
                      </c:pt>
                      <c:pt idx="5069">
                        <c:v>59.938411709999997</c:v>
                      </c:pt>
                      <c:pt idx="5070">
                        <c:v>59.938396449999999</c:v>
                      </c:pt>
                      <c:pt idx="5071">
                        <c:v>59.938385009999998</c:v>
                      </c:pt>
                      <c:pt idx="5072">
                        <c:v>59.93836975</c:v>
                      </c:pt>
                      <c:pt idx="5073">
                        <c:v>59.938358309999998</c:v>
                      </c:pt>
                      <c:pt idx="5074">
                        <c:v>59.938346860000003</c:v>
                      </c:pt>
                      <c:pt idx="5075">
                        <c:v>59.938331599999998</c:v>
                      </c:pt>
                      <c:pt idx="5076">
                        <c:v>59.938320160000004</c:v>
                      </c:pt>
                      <c:pt idx="5077">
                        <c:v>59.938304899999999</c:v>
                      </c:pt>
                      <c:pt idx="5078">
                        <c:v>59.938293459999997</c:v>
                      </c:pt>
                      <c:pt idx="5079">
                        <c:v>59.938278199999999</c:v>
                      </c:pt>
                      <c:pt idx="5080">
                        <c:v>59.938266749999997</c:v>
                      </c:pt>
                      <c:pt idx="5081">
                        <c:v>59.9382515</c:v>
                      </c:pt>
                      <c:pt idx="5082">
                        <c:v>59.938240049999997</c:v>
                      </c:pt>
                      <c:pt idx="5083">
                        <c:v>59.93822479</c:v>
                      </c:pt>
                      <c:pt idx="5084">
                        <c:v>59.938213349999998</c:v>
                      </c:pt>
                      <c:pt idx="5085">
                        <c:v>59.93819809</c:v>
                      </c:pt>
                      <c:pt idx="5086">
                        <c:v>59.938182830000002</c:v>
                      </c:pt>
                      <c:pt idx="5087">
                        <c:v>59.938171390000001</c:v>
                      </c:pt>
                      <c:pt idx="5088">
                        <c:v>59.938156130000003</c:v>
                      </c:pt>
                      <c:pt idx="5089">
                        <c:v>59.938144680000001</c:v>
                      </c:pt>
                      <c:pt idx="5090">
                        <c:v>59.938129429999996</c:v>
                      </c:pt>
                      <c:pt idx="5091">
                        <c:v>59.938114169999999</c:v>
                      </c:pt>
                      <c:pt idx="5092">
                        <c:v>59.938102720000003</c:v>
                      </c:pt>
                      <c:pt idx="5093">
                        <c:v>59.938087459999998</c:v>
                      </c:pt>
                      <c:pt idx="5094">
                        <c:v>59.938072200000001</c:v>
                      </c:pt>
                      <c:pt idx="5095">
                        <c:v>59.938060759999999</c:v>
                      </c:pt>
                      <c:pt idx="5096">
                        <c:v>59.938045500000001</c:v>
                      </c:pt>
                      <c:pt idx="5097">
                        <c:v>59.938030240000003</c:v>
                      </c:pt>
                      <c:pt idx="5098">
                        <c:v>59.938014979999998</c:v>
                      </c:pt>
                      <c:pt idx="5099">
                        <c:v>59.937999730000001</c:v>
                      </c:pt>
                      <c:pt idx="5100">
                        <c:v>59.937988279999999</c:v>
                      </c:pt>
                      <c:pt idx="5101">
                        <c:v>59.937973020000001</c:v>
                      </c:pt>
                      <c:pt idx="5102">
                        <c:v>59.937957760000003</c:v>
                      </c:pt>
                      <c:pt idx="5103">
                        <c:v>59.937942499999998</c:v>
                      </c:pt>
                      <c:pt idx="5104">
                        <c:v>59.937927250000001</c:v>
                      </c:pt>
                      <c:pt idx="5105">
                        <c:v>59.937915799999999</c:v>
                      </c:pt>
                      <c:pt idx="5106">
                        <c:v>59.937900540000001</c:v>
                      </c:pt>
                      <c:pt idx="5107">
                        <c:v>59.937885280000003</c:v>
                      </c:pt>
                      <c:pt idx="5108">
                        <c:v>59.937870029999999</c:v>
                      </c:pt>
                      <c:pt idx="5109">
                        <c:v>59.937854770000001</c:v>
                      </c:pt>
                      <c:pt idx="5110">
                        <c:v>59.937839510000003</c:v>
                      </c:pt>
                      <c:pt idx="5111">
                        <c:v>59.937824249999998</c:v>
                      </c:pt>
                      <c:pt idx="5112">
                        <c:v>59.937808990000001</c:v>
                      </c:pt>
                      <c:pt idx="5113">
                        <c:v>59.937793730000003</c:v>
                      </c:pt>
                      <c:pt idx="5114">
                        <c:v>59.937778469999998</c:v>
                      </c:pt>
                      <c:pt idx="5115">
                        <c:v>59.93776321</c:v>
                      </c:pt>
                      <c:pt idx="5116">
                        <c:v>59.937747960000003</c:v>
                      </c:pt>
                      <c:pt idx="5117">
                        <c:v>59.937732699999998</c:v>
                      </c:pt>
                      <c:pt idx="5118">
                        <c:v>59.93771744</c:v>
                      </c:pt>
                      <c:pt idx="5119">
                        <c:v>59.937702180000002</c:v>
                      </c:pt>
                      <c:pt idx="5120">
                        <c:v>59.937686919999997</c:v>
                      </c:pt>
                      <c:pt idx="5121">
                        <c:v>59.937671659999999</c:v>
                      </c:pt>
                      <c:pt idx="5122">
                        <c:v>59.937656400000002</c:v>
                      </c:pt>
                      <c:pt idx="5123">
                        <c:v>59.937637330000001</c:v>
                      </c:pt>
                      <c:pt idx="5124">
                        <c:v>59.937622070000003</c:v>
                      </c:pt>
                      <c:pt idx="5125">
                        <c:v>59.937606809999998</c:v>
                      </c:pt>
                      <c:pt idx="5126">
                        <c:v>59.93759155</c:v>
                      </c:pt>
                      <c:pt idx="5127">
                        <c:v>59.937576290000003</c:v>
                      </c:pt>
                      <c:pt idx="5128">
                        <c:v>59.937557220000002</c:v>
                      </c:pt>
                      <c:pt idx="5129">
                        <c:v>59.937541959999997</c:v>
                      </c:pt>
                      <c:pt idx="5130">
                        <c:v>59.937526699999999</c:v>
                      </c:pt>
                      <c:pt idx="5131">
                        <c:v>59.937511440000002</c:v>
                      </c:pt>
                      <c:pt idx="5132">
                        <c:v>59.937492370000001</c:v>
                      </c:pt>
                      <c:pt idx="5133">
                        <c:v>59.937477110000003</c:v>
                      </c:pt>
                      <c:pt idx="5134">
                        <c:v>59.937461849999998</c:v>
                      </c:pt>
                      <c:pt idx="5135">
                        <c:v>59.937442779999998</c:v>
                      </c:pt>
                      <c:pt idx="5136">
                        <c:v>59.93742752</c:v>
                      </c:pt>
                      <c:pt idx="5137">
                        <c:v>59.937412260000002</c:v>
                      </c:pt>
                      <c:pt idx="5138">
                        <c:v>59.937393190000002</c:v>
                      </c:pt>
                      <c:pt idx="5139">
                        <c:v>59.937377929999997</c:v>
                      </c:pt>
                      <c:pt idx="5140">
                        <c:v>59.937358860000003</c:v>
                      </c:pt>
                      <c:pt idx="5141">
                        <c:v>59.937343599999998</c:v>
                      </c:pt>
                      <c:pt idx="5142">
                        <c:v>59.937324519999997</c:v>
                      </c:pt>
                      <c:pt idx="5143">
                        <c:v>59.93730927</c:v>
                      </c:pt>
                      <c:pt idx="5144">
                        <c:v>59.937290189999999</c:v>
                      </c:pt>
                      <c:pt idx="5145">
                        <c:v>59.937274930000001</c:v>
                      </c:pt>
                      <c:pt idx="5146">
                        <c:v>59.93725586</c:v>
                      </c:pt>
                      <c:pt idx="5147">
                        <c:v>59.937240600000003</c:v>
                      </c:pt>
                      <c:pt idx="5148">
                        <c:v>59.937221530000002</c:v>
                      </c:pt>
                      <c:pt idx="5149">
                        <c:v>59.937206269999997</c:v>
                      </c:pt>
                      <c:pt idx="5150">
                        <c:v>59.937187190000003</c:v>
                      </c:pt>
                      <c:pt idx="5151">
                        <c:v>59.937171939999999</c:v>
                      </c:pt>
                      <c:pt idx="5152">
                        <c:v>59.937152859999998</c:v>
                      </c:pt>
                      <c:pt idx="5153">
                        <c:v>59.937133789999997</c:v>
                      </c:pt>
                      <c:pt idx="5154">
                        <c:v>59.937118529999999</c:v>
                      </c:pt>
                      <c:pt idx="5155">
                        <c:v>59.937099459999999</c:v>
                      </c:pt>
                      <c:pt idx="5156">
                        <c:v>59.937084200000001</c:v>
                      </c:pt>
                      <c:pt idx="5157">
                        <c:v>59.93706512</c:v>
                      </c:pt>
                      <c:pt idx="5158">
                        <c:v>59.937046049999999</c:v>
                      </c:pt>
                      <c:pt idx="5159">
                        <c:v>59.937026979999999</c:v>
                      </c:pt>
                      <c:pt idx="5160">
                        <c:v>59.937011720000001</c:v>
                      </c:pt>
                      <c:pt idx="5161">
                        <c:v>59.936992650000001</c:v>
                      </c:pt>
                      <c:pt idx="5162">
                        <c:v>59.936973569999999</c:v>
                      </c:pt>
                      <c:pt idx="5163">
                        <c:v>59.936954499999999</c:v>
                      </c:pt>
                      <c:pt idx="5164">
                        <c:v>59.936939240000001</c:v>
                      </c:pt>
                      <c:pt idx="5165">
                        <c:v>59.93692017</c:v>
                      </c:pt>
                      <c:pt idx="5166">
                        <c:v>59.936901089999999</c:v>
                      </c:pt>
                      <c:pt idx="5167">
                        <c:v>59.936882019999999</c:v>
                      </c:pt>
                      <c:pt idx="5168">
                        <c:v>59.936866760000001</c:v>
                      </c:pt>
                      <c:pt idx="5169">
                        <c:v>59.93684769</c:v>
                      </c:pt>
                      <c:pt idx="5170">
                        <c:v>59.936828609999999</c:v>
                      </c:pt>
                      <c:pt idx="5171">
                        <c:v>59.936809539999999</c:v>
                      </c:pt>
                      <c:pt idx="5172">
                        <c:v>59.936790469999998</c:v>
                      </c:pt>
                      <c:pt idx="5173">
                        <c:v>59.936771389999997</c:v>
                      </c:pt>
                      <c:pt idx="5174">
                        <c:v>59.936752319999997</c:v>
                      </c:pt>
                      <c:pt idx="5175">
                        <c:v>59.936733250000003</c:v>
                      </c:pt>
                      <c:pt idx="5176">
                        <c:v>59.936717989999998</c:v>
                      </c:pt>
                      <c:pt idx="5177">
                        <c:v>59.936698909999997</c:v>
                      </c:pt>
                      <c:pt idx="5178">
                        <c:v>59.936679839999996</c:v>
                      </c:pt>
                      <c:pt idx="5179">
                        <c:v>59.936660770000003</c:v>
                      </c:pt>
                      <c:pt idx="5180">
                        <c:v>59.936641690000002</c:v>
                      </c:pt>
                      <c:pt idx="5181">
                        <c:v>59.936622620000001</c:v>
                      </c:pt>
                      <c:pt idx="5182">
                        <c:v>59.936603550000001</c:v>
                      </c:pt>
                      <c:pt idx="5183">
                        <c:v>59.93658447</c:v>
                      </c:pt>
                      <c:pt idx="5184">
                        <c:v>59.936565399999999</c:v>
                      </c:pt>
                      <c:pt idx="5185">
                        <c:v>59.936546329999999</c:v>
                      </c:pt>
                      <c:pt idx="5186">
                        <c:v>59.936527249999997</c:v>
                      </c:pt>
                      <c:pt idx="5187">
                        <c:v>59.936508179999997</c:v>
                      </c:pt>
                      <c:pt idx="5188">
                        <c:v>59.936489109999997</c:v>
                      </c:pt>
                      <c:pt idx="5189">
                        <c:v>59.936470030000002</c:v>
                      </c:pt>
                      <c:pt idx="5190">
                        <c:v>59.936450960000002</c:v>
                      </c:pt>
                      <c:pt idx="5191">
                        <c:v>59.936431880000001</c:v>
                      </c:pt>
                      <c:pt idx="5192">
                        <c:v>59.93641281</c:v>
                      </c:pt>
                      <c:pt idx="5193">
                        <c:v>59.93639374</c:v>
                      </c:pt>
                      <c:pt idx="5194">
                        <c:v>59.936370850000003</c:v>
                      </c:pt>
                      <c:pt idx="5195">
                        <c:v>59.936351780000003</c:v>
                      </c:pt>
                      <c:pt idx="5196">
                        <c:v>59.936332700000001</c:v>
                      </c:pt>
                      <c:pt idx="5197">
                        <c:v>59.936313630000001</c:v>
                      </c:pt>
                      <c:pt idx="5198">
                        <c:v>59.93629456</c:v>
                      </c:pt>
                      <c:pt idx="5199">
                        <c:v>59.936275479999999</c:v>
                      </c:pt>
                      <c:pt idx="5200">
                        <c:v>59.936256409999999</c:v>
                      </c:pt>
                      <c:pt idx="5201">
                        <c:v>59.936237339999998</c:v>
                      </c:pt>
                      <c:pt idx="5202">
                        <c:v>59.936218259999997</c:v>
                      </c:pt>
                      <c:pt idx="5203">
                        <c:v>59.93619537</c:v>
                      </c:pt>
                      <c:pt idx="5204">
                        <c:v>59.9361763</c:v>
                      </c:pt>
                      <c:pt idx="5205">
                        <c:v>59.936157229999999</c:v>
                      </c:pt>
                      <c:pt idx="5206">
                        <c:v>59.936138149999998</c:v>
                      </c:pt>
                      <c:pt idx="5207">
                        <c:v>59.936119079999997</c:v>
                      </c:pt>
                      <c:pt idx="5208">
                        <c:v>59.936100009999997</c:v>
                      </c:pt>
                      <c:pt idx="5209">
                        <c:v>59.93607712</c:v>
                      </c:pt>
                      <c:pt idx="5210">
                        <c:v>59.936058039999999</c:v>
                      </c:pt>
                      <c:pt idx="5211">
                        <c:v>59.936038969999998</c:v>
                      </c:pt>
                      <c:pt idx="5212">
                        <c:v>59.936019899999998</c:v>
                      </c:pt>
                      <c:pt idx="5213">
                        <c:v>59.936000819999997</c:v>
                      </c:pt>
                      <c:pt idx="5214">
                        <c:v>59.935977940000001</c:v>
                      </c:pt>
                      <c:pt idx="5215">
                        <c:v>59.93595886</c:v>
                      </c:pt>
                      <c:pt idx="5216">
                        <c:v>59.935939789999999</c:v>
                      </c:pt>
                      <c:pt idx="5217">
                        <c:v>59.935920719999999</c:v>
                      </c:pt>
                      <c:pt idx="5218">
                        <c:v>59.935901639999997</c:v>
                      </c:pt>
                      <c:pt idx="5219">
                        <c:v>59.935878750000001</c:v>
                      </c:pt>
                      <c:pt idx="5220">
                        <c:v>59.93585968</c:v>
                      </c:pt>
                      <c:pt idx="5221">
                        <c:v>59.93584061</c:v>
                      </c:pt>
                      <c:pt idx="5222">
                        <c:v>59.935821529999998</c:v>
                      </c:pt>
                      <c:pt idx="5223">
                        <c:v>59.935802459999998</c:v>
                      </c:pt>
                      <c:pt idx="5224">
                        <c:v>59.935779570000001</c:v>
                      </c:pt>
                      <c:pt idx="5225">
                        <c:v>59.935760500000001</c:v>
                      </c:pt>
                      <c:pt idx="5226">
                        <c:v>59.935741419999999</c:v>
                      </c:pt>
                      <c:pt idx="5227">
                        <c:v>59.935722349999999</c:v>
                      </c:pt>
                      <c:pt idx="5228">
                        <c:v>59.935699460000002</c:v>
                      </c:pt>
                      <c:pt idx="5229">
                        <c:v>59.935680390000002</c:v>
                      </c:pt>
                      <c:pt idx="5230">
                        <c:v>59.935661320000001</c:v>
                      </c:pt>
                      <c:pt idx="5231">
                        <c:v>59.93564224</c:v>
                      </c:pt>
                      <c:pt idx="5232">
                        <c:v>59.935619350000003</c:v>
                      </c:pt>
                      <c:pt idx="5233">
                        <c:v>59.935600280000003</c:v>
                      </c:pt>
                      <c:pt idx="5234">
                        <c:v>59.935581210000002</c:v>
                      </c:pt>
                      <c:pt idx="5235">
                        <c:v>59.935562130000001</c:v>
                      </c:pt>
                      <c:pt idx="5236">
                        <c:v>59.935543060000001</c:v>
                      </c:pt>
                      <c:pt idx="5237">
                        <c:v>59.935520169999997</c:v>
                      </c:pt>
                      <c:pt idx="5238">
                        <c:v>59.935501100000003</c:v>
                      </c:pt>
                      <c:pt idx="5239">
                        <c:v>59.935482030000003</c:v>
                      </c:pt>
                      <c:pt idx="5240">
                        <c:v>59.935462950000002</c:v>
                      </c:pt>
                      <c:pt idx="5241">
                        <c:v>59.935443880000001</c:v>
                      </c:pt>
                      <c:pt idx="5242">
                        <c:v>59.935420989999997</c:v>
                      </c:pt>
                      <c:pt idx="5243">
                        <c:v>59.935401919999997</c:v>
                      </c:pt>
                      <c:pt idx="5244">
                        <c:v>59.935382840000003</c:v>
                      </c:pt>
                      <c:pt idx="5245">
                        <c:v>59.935363770000002</c:v>
                      </c:pt>
                      <c:pt idx="5246">
                        <c:v>59.935344700000002</c:v>
                      </c:pt>
                      <c:pt idx="5247">
                        <c:v>59.935321809999998</c:v>
                      </c:pt>
                      <c:pt idx="5248">
                        <c:v>59.935302729999997</c:v>
                      </c:pt>
                      <c:pt idx="5249">
                        <c:v>59.935283660000003</c:v>
                      </c:pt>
                      <c:pt idx="5250">
                        <c:v>59.935264590000003</c:v>
                      </c:pt>
                      <c:pt idx="5251">
                        <c:v>59.935245510000001</c:v>
                      </c:pt>
                      <c:pt idx="5252">
                        <c:v>59.935226440000001</c:v>
                      </c:pt>
                      <c:pt idx="5253">
                        <c:v>59.935203549999997</c:v>
                      </c:pt>
                      <c:pt idx="5254">
                        <c:v>59.935184479999997</c:v>
                      </c:pt>
                      <c:pt idx="5255">
                        <c:v>59.935165410000003</c:v>
                      </c:pt>
                      <c:pt idx="5256">
                        <c:v>59.935146330000002</c:v>
                      </c:pt>
                      <c:pt idx="5257">
                        <c:v>59.935127260000002</c:v>
                      </c:pt>
                      <c:pt idx="5258">
                        <c:v>59.93510818</c:v>
                      </c:pt>
                      <c:pt idx="5259">
                        <c:v>59.93508911</c:v>
                      </c:pt>
                      <c:pt idx="5260">
                        <c:v>59.935070039999999</c:v>
                      </c:pt>
                      <c:pt idx="5261">
                        <c:v>59.935050959999998</c:v>
                      </c:pt>
                      <c:pt idx="5262">
                        <c:v>59.935031889999998</c:v>
                      </c:pt>
                      <c:pt idx="5263">
                        <c:v>59.935012819999997</c:v>
                      </c:pt>
                      <c:pt idx="5264">
                        <c:v>59.934993740000003</c:v>
                      </c:pt>
                      <c:pt idx="5265">
                        <c:v>59.934974670000003</c:v>
                      </c:pt>
                      <c:pt idx="5266">
                        <c:v>59.934955600000002</c:v>
                      </c:pt>
                      <c:pt idx="5267">
                        <c:v>59.934936520000001</c:v>
                      </c:pt>
                      <c:pt idx="5268">
                        <c:v>59.93491745</c:v>
                      </c:pt>
                      <c:pt idx="5269">
                        <c:v>59.93489838</c:v>
                      </c:pt>
                      <c:pt idx="5270">
                        <c:v>59.934879299999999</c:v>
                      </c:pt>
                      <c:pt idx="5271">
                        <c:v>59.934860229999998</c:v>
                      </c:pt>
                      <c:pt idx="5272">
                        <c:v>59.934841159999998</c:v>
                      </c:pt>
                      <c:pt idx="5273">
                        <c:v>59.934822080000004</c:v>
                      </c:pt>
                      <c:pt idx="5274">
                        <c:v>59.934803010000003</c:v>
                      </c:pt>
                      <c:pt idx="5275">
                        <c:v>59.934783940000003</c:v>
                      </c:pt>
                      <c:pt idx="5276">
                        <c:v>59.934764860000001</c:v>
                      </c:pt>
                      <c:pt idx="5277">
                        <c:v>59.934749600000004</c:v>
                      </c:pt>
                      <c:pt idx="5278">
                        <c:v>59.934730530000003</c:v>
                      </c:pt>
                      <c:pt idx="5279">
                        <c:v>59.934711460000003</c:v>
                      </c:pt>
                      <c:pt idx="5280">
                        <c:v>59.934692380000001</c:v>
                      </c:pt>
                      <c:pt idx="5281">
                        <c:v>59.934673310000001</c:v>
                      </c:pt>
                      <c:pt idx="5282">
                        <c:v>59.934658050000003</c:v>
                      </c:pt>
                      <c:pt idx="5283">
                        <c:v>59.934638980000003</c:v>
                      </c:pt>
                      <c:pt idx="5284">
                        <c:v>59.934619900000001</c:v>
                      </c:pt>
                      <c:pt idx="5285">
                        <c:v>59.934604640000003</c:v>
                      </c:pt>
                      <c:pt idx="5286">
                        <c:v>59.934585570000003</c:v>
                      </c:pt>
                      <c:pt idx="5287">
                        <c:v>59.934566500000003</c:v>
                      </c:pt>
                      <c:pt idx="5288">
                        <c:v>59.934551239999998</c:v>
                      </c:pt>
                      <c:pt idx="5289">
                        <c:v>59.934532169999997</c:v>
                      </c:pt>
                      <c:pt idx="5290">
                        <c:v>59.934516909999999</c:v>
                      </c:pt>
                      <c:pt idx="5291">
                        <c:v>59.934497829999998</c:v>
                      </c:pt>
                      <c:pt idx="5292">
                        <c:v>59.93448257</c:v>
                      </c:pt>
                      <c:pt idx="5293">
                        <c:v>59.9344635</c:v>
                      </c:pt>
                      <c:pt idx="5294">
                        <c:v>59.934448240000002</c:v>
                      </c:pt>
                      <c:pt idx="5295">
                        <c:v>59.934429170000001</c:v>
                      </c:pt>
                      <c:pt idx="5296">
                        <c:v>59.934413910000004</c:v>
                      </c:pt>
                      <c:pt idx="5297">
                        <c:v>59.934394840000003</c:v>
                      </c:pt>
                      <c:pt idx="5298">
                        <c:v>59.934379579999998</c:v>
                      </c:pt>
                      <c:pt idx="5299">
                        <c:v>59.93436432</c:v>
                      </c:pt>
                      <c:pt idx="5300">
                        <c:v>59.93434525</c:v>
                      </c:pt>
                      <c:pt idx="5301">
                        <c:v>59.934329990000002</c:v>
                      </c:pt>
                      <c:pt idx="5302">
                        <c:v>59.934314729999997</c:v>
                      </c:pt>
                      <c:pt idx="5303">
                        <c:v>59.934299469999999</c:v>
                      </c:pt>
                      <c:pt idx="5304">
                        <c:v>59.934284210000001</c:v>
                      </c:pt>
                      <c:pt idx="5305">
                        <c:v>59.934265140000001</c:v>
                      </c:pt>
                      <c:pt idx="5306">
                        <c:v>59.934249880000003</c:v>
                      </c:pt>
                      <c:pt idx="5307">
                        <c:v>59.934234619999998</c:v>
                      </c:pt>
                      <c:pt idx="5308">
                        <c:v>59.93421936</c:v>
                      </c:pt>
                      <c:pt idx="5309">
                        <c:v>59.934204100000002</c:v>
                      </c:pt>
                      <c:pt idx="5310">
                        <c:v>59.934188839999997</c:v>
                      </c:pt>
                      <c:pt idx="5311">
                        <c:v>59.93417358</c:v>
                      </c:pt>
                      <c:pt idx="5312">
                        <c:v>59.934158330000002</c:v>
                      </c:pt>
                      <c:pt idx="5313">
                        <c:v>59.934143069999998</c:v>
                      </c:pt>
                      <c:pt idx="5314">
                        <c:v>59.93412781</c:v>
                      </c:pt>
                      <c:pt idx="5315">
                        <c:v>59.934112550000002</c:v>
                      </c:pt>
                      <c:pt idx="5316">
                        <c:v>59.934097289999997</c:v>
                      </c:pt>
                      <c:pt idx="5317">
                        <c:v>59.934085850000002</c:v>
                      </c:pt>
                      <c:pt idx="5318">
                        <c:v>59.934070589999997</c:v>
                      </c:pt>
                      <c:pt idx="5319">
                        <c:v>59.93405533</c:v>
                      </c:pt>
                      <c:pt idx="5320">
                        <c:v>59.934040070000002</c:v>
                      </c:pt>
                      <c:pt idx="5321">
                        <c:v>59.93402863</c:v>
                      </c:pt>
                      <c:pt idx="5322">
                        <c:v>59.934013370000002</c:v>
                      </c:pt>
                      <c:pt idx="5323">
                        <c:v>59.933998109999997</c:v>
                      </c:pt>
                      <c:pt idx="5324">
                        <c:v>59.933986660000002</c:v>
                      </c:pt>
                      <c:pt idx="5325">
                        <c:v>59.933971409999998</c:v>
                      </c:pt>
                      <c:pt idx="5326">
                        <c:v>59.933959960000003</c:v>
                      </c:pt>
                      <c:pt idx="5327">
                        <c:v>59.933944699999998</c:v>
                      </c:pt>
                      <c:pt idx="5328">
                        <c:v>59.933933260000003</c:v>
                      </c:pt>
                      <c:pt idx="5329">
                        <c:v>59.933917999999998</c:v>
                      </c:pt>
                      <c:pt idx="5330">
                        <c:v>59.933906559999997</c:v>
                      </c:pt>
                      <c:pt idx="5331">
                        <c:v>59.933895110000002</c:v>
                      </c:pt>
                      <c:pt idx="5332">
                        <c:v>59.933879849999997</c:v>
                      </c:pt>
                      <c:pt idx="5333">
                        <c:v>59.933868410000002</c:v>
                      </c:pt>
                      <c:pt idx="5334">
                        <c:v>59.93385696</c:v>
                      </c:pt>
                      <c:pt idx="5335">
                        <c:v>59.933845519999998</c:v>
                      </c:pt>
                      <c:pt idx="5336">
                        <c:v>59.933830260000001</c:v>
                      </c:pt>
                      <c:pt idx="5337">
                        <c:v>59.933818819999999</c:v>
                      </c:pt>
                      <c:pt idx="5338">
                        <c:v>59.933807369999997</c:v>
                      </c:pt>
                      <c:pt idx="5339">
                        <c:v>59.933795930000002</c:v>
                      </c:pt>
                      <c:pt idx="5340">
                        <c:v>59.93378448</c:v>
                      </c:pt>
                      <c:pt idx="5341">
                        <c:v>59.933773039999998</c:v>
                      </c:pt>
                      <c:pt idx="5342">
                        <c:v>59.933761599999997</c:v>
                      </c:pt>
                      <c:pt idx="5343">
                        <c:v>59.933750150000002</c:v>
                      </c:pt>
                      <c:pt idx="5344">
                        <c:v>59.93373871</c:v>
                      </c:pt>
                      <c:pt idx="5345">
                        <c:v>59.933727259999998</c:v>
                      </c:pt>
                      <c:pt idx="5346">
                        <c:v>59.93371964</c:v>
                      </c:pt>
                      <c:pt idx="5347">
                        <c:v>59.933708189999997</c:v>
                      </c:pt>
                      <c:pt idx="5348">
                        <c:v>59.933696750000003</c:v>
                      </c:pt>
                      <c:pt idx="5349">
                        <c:v>59.9336853</c:v>
                      </c:pt>
                      <c:pt idx="5350">
                        <c:v>59.933677670000002</c:v>
                      </c:pt>
                      <c:pt idx="5351">
                        <c:v>59.93366623</c:v>
                      </c:pt>
                      <c:pt idx="5352">
                        <c:v>59.933658600000001</c:v>
                      </c:pt>
                      <c:pt idx="5353">
                        <c:v>59.93364716</c:v>
                      </c:pt>
                      <c:pt idx="5354">
                        <c:v>59.933639530000001</c:v>
                      </c:pt>
                      <c:pt idx="5355">
                        <c:v>59.933628079999998</c:v>
                      </c:pt>
                      <c:pt idx="5356">
                        <c:v>59.933620449999999</c:v>
                      </c:pt>
                      <c:pt idx="5357">
                        <c:v>59.933609009999998</c:v>
                      </c:pt>
                      <c:pt idx="5358">
                        <c:v>59.933601379999999</c:v>
                      </c:pt>
                      <c:pt idx="5359">
                        <c:v>59.93359375</c:v>
                      </c:pt>
                      <c:pt idx="5360">
                        <c:v>59.933582309999998</c:v>
                      </c:pt>
                      <c:pt idx="5361">
                        <c:v>59.93357468</c:v>
                      </c:pt>
                      <c:pt idx="5362">
                        <c:v>59.933567050000001</c:v>
                      </c:pt>
                      <c:pt idx="5363">
                        <c:v>59.933559420000002</c:v>
                      </c:pt>
                      <c:pt idx="5364">
                        <c:v>59.933551790000003</c:v>
                      </c:pt>
                      <c:pt idx="5365">
                        <c:v>59.933544159999997</c:v>
                      </c:pt>
                      <c:pt idx="5366">
                        <c:v>59.933536529999998</c:v>
                      </c:pt>
                      <c:pt idx="5367">
                        <c:v>59.933528899999999</c:v>
                      </c:pt>
                      <c:pt idx="5368">
                        <c:v>59.93352127</c:v>
                      </c:pt>
                      <c:pt idx="5369">
                        <c:v>59.933513640000001</c:v>
                      </c:pt>
                      <c:pt idx="5370">
                        <c:v>59.933506010000002</c:v>
                      </c:pt>
                      <c:pt idx="5371">
                        <c:v>59.933498380000003</c:v>
                      </c:pt>
                      <c:pt idx="5372">
                        <c:v>59.933490749999997</c:v>
                      </c:pt>
                      <c:pt idx="5373">
                        <c:v>59.933486940000002</c:v>
                      </c:pt>
                      <c:pt idx="5374">
                        <c:v>59.933479310000003</c:v>
                      </c:pt>
                      <c:pt idx="5375">
                        <c:v>59.933471679999997</c:v>
                      </c:pt>
                      <c:pt idx="5376">
                        <c:v>59.93346786</c:v>
                      </c:pt>
                      <c:pt idx="5377">
                        <c:v>59.933460240000002</c:v>
                      </c:pt>
                      <c:pt idx="5378">
                        <c:v>59.933456419999999</c:v>
                      </c:pt>
                      <c:pt idx="5379">
                        <c:v>59.93344879</c:v>
                      </c:pt>
                      <c:pt idx="5380">
                        <c:v>59.933444979999997</c:v>
                      </c:pt>
                      <c:pt idx="5381">
                        <c:v>59.933437349999998</c:v>
                      </c:pt>
                      <c:pt idx="5382">
                        <c:v>59.933433530000002</c:v>
                      </c:pt>
                      <c:pt idx="5383">
                        <c:v>59.933429719999999</c:v>
                      </c:pt>
                      <c:pt idx="5384">
                        <c:v>59.933422090000001</c:v>
                      </c:pt>
                      <c:pt idx="5385">
                        <c:v>59.933418269999997</c:v>
                      </c:pt>
                      <c:pt idx="5386">
                        <c:v>59.933414460000002</c:v>
                      </c:pt>
                      <c:pt idx="5387">
                        <c:v>59.933410639999998</c:v>
                      </c:pt>
                      <c:pt idx="5388">
                        <c:v>59.933406830000003</c:v>
                      </c:pt>
                      <c:pt idx="5389">
                        <c:v>59.93340302</c:v>
                      </c:pt>
                      <c:pt idx="5390">
                        <c:v>59.933399199999997</c:v>
                      </c:pt>
                      <c:pt idx="5391">
                        <c:v>59.933395390000001</c:v>
                      </c:pt>
                      <c:pt idx="5392">
                        <c:v>59.933391569999998</c:v>
                      </c:pt>
                      <c:pt idx="5393">
                        <c:v>59.933387760000002</c:v>
                      </c:pt>
                      <c:pt idx="5394">
                        <c:v>59.933383939999999</c:v>
                      </c:pt>
                      <c:pt idx="5395">
                        <c:v>59.933380130000003</c:v>
                      </c:pt>
                      <c:pt idx="5396">
                        <c:v>59.93337631</c:v>
                      </c:pt>
                      <c:pt idx="5397">
                        <c:v>59.93337631</c:v>
                      </c:pt>
                      <c:pt idx="5398">
                        <c:v>59.933372499999997</c:v>
                      </c:pt>
                      <c:pt idx="5399">
                        <c:v>59.933368680000001</c:v>
                      </c:pt>
                      <c:pt idx="5400">
                        <c:v>59.933368680000001</c:v>
                      </c:pt>
                      <c:pt idx="5401">
                        <c:v>59.933364869999998</c:v>
                      </c:pt>
                      <c:pt idx="5402">
                        <c:v>59.933364869999998</c:v>
                      </c:pt>
                      <c:pt idx="5403">
                        <c:v>59.933361050000002</c:v>
                      </c:pt>
                      <c:pt idx="5404">
                        <c:v>59.933361050000002</c:v>
                      </c:pt>
                      <c:pt idx="5405">
                        <c:v>59.933357239999999</c:v>
                      </c:pt>
                      <c:pt idx="5406">
                        <c:v>59.933357239999999</c:v>
                      </c:pt>
                      <c:pt idx="5407">
                        <c:v>59.933357239999999</c:v>
                      </c:pt>
                      <c:pt idx="5408">
                        <c:v>59.933353420000003</c:v>
                      </c:pt>
                      <c:pt idx="5409">
                        <c:v>59.933353420000003</c:v>
                      </c:pt>
                      <c:pt idx="5410">
                        <c:v>59.933353420000003</c:v>
                      </c:pt>
                      <c:pt idx="5411">
                        <c:v>59.933353420000003</c:v>
                      </c:pt>
                      <c:pt idx="5412">
                        <c:v>59.933353420000003</c:v>
                      </c:pt>
                      <c:pt idx="5413">
                        <c:v>59.933353420000003</c:v>
                      </c:pt>
                      <c:pt idx="5414">
                        <c:v>59.933353420000003</c:v>
                      </c:pt>
                      <c:pt idx="5415">
                        <c:v>59.933353420000003</c:v>
                      </c:pt>
                      <c:pt idx="5416">
                        <c:v>59.933353420000003</c:v>
                      </c:pt>
                      <c:pt idx="5417">
                        <c:v>59.933353420000003</c:v>
                      </c:pt>
                      <c:pt idx="5418">
                        <c:v>59.933353420000003</c:v>
                      </c:pt>
                      <c:pt idx="5419">
                        <c:v>59.933353420000003</c:v>
                      </c:pt>
                      <c:pt idx="5420">
                        <c:v>59.933357239999999</c:v>
                      </c:pt>
                      <c:pt idx="5421">
                        <c:v>59.933357239999999</c:v>
                      </c:pt>
                      <c:pt idx="5422">
                        <c:v>59.933357239999999</c:v>
                      </c:pt>
                      <c:pt idx="5423">
                        <c:v>59.933361050000002</c:v>
                      </c:pt>
                      <c:pt idx="5424">
                        <c:v>59.933361050000002</c:v>
                      </c:pt>
                      <c:pt idx="5425">
                        <c:v>59.933364869999998</c:v>
                      </c:pt>
                      <c:pt idx="5426">
                        <c:v>59.933364869999998</c:v>
                      </c:pt>
                      <c:pt idx="5427">
                        <c:v>59.933368680000001</c:v>
                      </c:pt>
                      <c:pt idx="5428">
                        <c:v>59.933368680000001</c:v>
                      </c:pt>
                      <c:pt idx="5429">
                        <c:v>59.933372499999997</c:v>
                      </c:pt>
                      <c:pt idx="5430">
                        <c:v>59.933372499999997</c:v>
                      </c:pt>
                      <c:pt idx="5431">
                        <c:v>59.93337631</c:v>
                      </c:pt>
                      <c:pt idx="5432">
                        <c:v>59.933380130000003</c:v>
                      </c:pt>
                      <c:pt idx="5433">
                        <c:v>59.933383939999999</c:v>
                      </c:pt>
                      <c:pt idx="5434">
                        <c:v>59.933383939999999</c:v>
                      </c:pt>
                      <c:pt idx="5435">
                        <c:v>59.933387760000002</c:v>
                      </c:pt>
                      <c:pt idx="5436">
                        <c:v>59.933391569999998</c:v>
                      </c:pt>
                      <c:pt idx="5437">
                        <c:v>59.933395390000001</c:v>
                      </c:pt>
                      <c:pt idx="5438">
                        <c:v>59.933399199999997</c:v>
                      </c:pt>
                      <c:pt idx="5439">
                        <c:v>59.93340302</c:v>
                      </c:pt>
                      <c:pt idx="5440">
                        <c:v>59.933406830000003</c:v>
                      </c:pt>
                      <c:pt idx="5441">
                        <c:v>59.933410639999998</c:v>
                      </c:pt>
                      <c:pt idx="5442">
                        <c:v>59.933414460000002</c:v>
                      </c:pt>
                      <c:pt idx="5443">
                        <c:v>59.933418269999997</c:v>
                      </c:pt>
                      <c:pt idx="5444">
                        <c:v>59.933422090000001</c:v>
                      </c:pt>
                      <c:pt idx="5445">
                        <c:v>59.933429719999999</c:v>
                      </c:pt>
                      <c:pt idx="5446">
                        <c:v>59.933433530000002</c:v>
                      </c:pt>
                      <c:pt idx="5447">
                        <c:v>59.933437349999998</c:v>
                      </c:pt>
                      <c:pt idx="5448">
                        <c:v>59.933441160000001</c:v>
                      </c:pt>
                      <c:pt idx="5449">
                        <c:v>59.93344879</c:v>
                      </c:pt>
                      <c:pt idx="5450">
                        <c:v>59.933452610000003</c:v>
                      </c:pt>
                      <c:pt idx="5451">
                        <c:v>59.933460240000002</c:v>
                      </c:pt>
                      <c:pt idx="5452">
                        <c:v>59.933464049999998</c:v>
                      </c:pt>
                      <c:pt idx="5453">
                        <c:v>59.933471679999997</c:v>
                      </c:pt>
                      <c:pt idx="5454">
                        <c:v>59.933475489999999</c:v>
                      </c:pt>
                      <c:pt idx="5455">
                        <c:v>59.933483119999998</c:v>
                      </c:pt>
                      <c:pt idx="5456">
                        <c:v>59.933486940000002</c:v>
                      </c:pt>
                      <c:pt idx="5457">
                        <c:v>59.933494570000001</c:v>
                      </c:pt>
                      <c:pt idx="5458">
                        <c:v>59.933498380000003</c:v>
                      </c:pt>
                      <c:pt idx="5459">
                        <c:v>59.933506010000002</c:v>
                      </c:pt>
                      <c:pt idx="5460">
                        <c:v>59.933513640000001</c:v>
                      </c:pt>
                      <c:pt idx="5461">
                        <c:v>59.93352127</c:v>
                      </c:pt>
                      <c:pt idx="5462">
                        <c:v>59.933525090000003</c:v>
                      </c:pt>
                      <c:pt idx="5463">
                        <c:v>59.933532710000001</c:v>
                      </c:pt>
                      <c:pt idx="5464">
                        <c:v>59.93354034</c:v>
                      </c:pt>
                      <c:pt idx="5465">
                        <c:v>59.933547969999999</c:v>
                      </c:pt>
                      <c:pt idx="5466">
                        <c:v>59.933555599999998</c:v>
                      </c:pt>
                      <c:pt idx="5467">
                        <c:v>59.933563229999997</c:v>
                      </c:pt>
                      <c:pt idx="5468">
                        <c:v>59.933570860000003</c:v>
                      </c:pt>
                      <c:pt idx="5469">
                        <c:v>59.933578490000002</c:v>
                      </c:pt>
                      <c:pt idx="5470">
                        <c:v>59.933586120000001</c:v>
                      </c:pt>
                      <c:pt idx="5471">
                        <c:v>59.93359375</c:v>
                      </c:pt>
                      <c:pt idx="5472">
                        <c:v>59.933601379999999</c:v>
                      </c:pt>
                      <c:pt idx="5473">
                        <c:v>59.933609009999998</c:v>
                      </c:pt>
                      <c:pt idx="5474">
                        <c:v>59.933616639999997</c:v>
                      </c:pt>
                      <c:pt idx="5475">
                        <c:v>59.933628079999998</c:v>
                      </c:pt>
                      <c:pt idx="5476">
                        <c:v>59.933635709999997</c:v>
                      </c:pt>
                      <c:pt idx="5477">
                        <c:v>59.933643340000003</c:v>
                      </c:pt>
                      <c:pt idx="5478">
                        <c:v>59.933650970000002</c:v>
                      </c:pt>
                      <c:pt idx="5479">
                        <c:v>59.933662409999997</c:v>
                      </c:pt>
                      <c:pt idx="5480">
                        <c:v>59.933670040000003</c:v>
                      </c:pt>
                      <c:pt idx="5481">
                        <c:v>59.933677670000002</c:v>
                      </c:pt>
                      <c:pt idx="5482">
                        <c:v>59.933689119999997</c:v>
                      </c:pt>
                      <c:pt idx="5483">
                        <c:v>59.933696750000003</c:v>
                      </c:pt>
                      <c:pt idx="5484">
                        <c:v>59.933704380000002</c:v>
                      </c:pt>
                      <c:pt idx="5485">
                        <c:v>59.933715820000003</c:v>
                      </c:pt>
                      <c:pt idx="5486">
                        <c:v>59.933723450000002</c:v>
                      </c:pt>
                      <c:pt idx="5487">
                        <c:v>59.933734889999997</c:v>
                      </c:pt>
                      <c:pt idx="5488">
                        <c:v>59.933746339999999</c:v>
                      </c:pt>
                      <c:pt idx="5489">
                        <c:v>59.933753969999998</c:v>
                      </c:pt>
                      <c:pt idx="5490">
                        <c:v>59.933765409999999</c:v>
                      </c:pt>
                      <c:pt idx="5491">
                        <c:v>59.933773039999998</c:v>
                      </c:pt>
                      <c:pt idx="5492">
                        <c:v>59.93378448</c:v>
                      </c:pt>
                      <c:pt idx="5493">
                        <c:v>59.933795930000002</c:v>
                      </c:pt>
                      <c:pt idx="5494">
                        <c:v>59.933803560000001</c:v>
                      </c:pt>
                      <c:pt idx="5495">
                        <c:v>59.933815000000003</c:v>
                      </c:pt>
                      <c:pt idx="5496">
                        <c:v>59.933826449999998</c:v>
                      </c:pt>
                      <c:pt idx="5497">
                        <c:v>59.93383789</c:v>
                      </c:pt>
                      <c:pt idx="5498">
                        <c:v>59.933845519999998</c:v>
                      </c:pt>
                      <c:pt idx="5499">
                        <c:v>59.93385696</c:v>
                      </c:pt>
                      <c:pt idx="5500">
                        <c:v>59.933868410000002</c:v>
                      </c:pt>
                      <c:pt idx="5501">
                        <c:v>59.933879849999997</c:v>
                      </c:pt>
                      <c:pt idx="5502">
                        <c:v>59.933891299999999</c:v>
                      </c:pt>
                      <c:pt idx="5503">
                        <c:v>59.933902740000001</c:v>
                      </c:pt>
                      <c:pt idx="5504">
                        <c:v>59.933914180000002</c:v>
                      </c:pt>
                      <c:pt idx="5505">
                        <c:v>59.933925629999997</c:v>
                      </c:pt>
                      <c:pt idx="5506">
                        <c:v>59.933933260000003</c:v>
                      </c:pt>
                      <c:pt idx="5507">
                        <c:v>59.933944699999998</c:v>
                      </c:pt>
                      <c:pt idx="5508">
                        <c:v>59.93395615</c:v>
                      </c:pt>
                      <c:pt idx="5509">
                        <c:v>59.933971409999998</c:v>
                      </c:pt>
                      <c:pt idx="5510">
                        <c:v>59.93398285</c:v>
                      </c:pt>
                      <c:pt idx="5511">
                        <c:v>59.933994290000001</c:v>
                      </c:pt>
                      <c:pt idx="5512">
                        <c:v>59.934005740000003</c:v>
                      </c:pt>
                      <c:pt idx="5513">
                        <c:v>59.934017179999998</c:v>
                      </c:pt>
                      <c:pt idx="5514">
                        <c:v>59.93402863</c:v>
                      </c:pt>
                      <c:pt idx="5515">
                        <c:v>59.934040070000002</c:v>
                      </c:pt>
                      <c:pt idx="5516">
                        <c:v>59.934051510000003</c:v>
                      </c:pt>
                      <c:pt idx="5517">
                        <c:v>59.934062959999999</c:v>
                      </c:pt>
                      <c:pt idx="5518">
                        <c:v>59.934078220000004</c:v>
                      </c:pt>
                      <c:pt idx="5519">
                        <c:v>59.934089659999998</c:v>
                      </c:pt>
                      <c:pt idx="5520">
                        <c:v>59.934101099999999</c:v>
                      </c:pt>
                      <c:pt idx="5521">
                        <c:v>59.934112550000002</c:v>
                      </c:pt>
                      <c:pt idx="5522">
                        <c:v>59.93412781</c:v>
                      </c:pt>
                      <c:pt idx="5523">
                        <c:v>59.934139250000001</c:v>
                      </c:pt>
                      <c:pt idx="5524">
                        <c:v>59.934150700000004</c:v>
                      </c:pt>
                      <c:pt idx="5525">
                        <c:v>59.934165950000001</c:v>
                      </c:pt>
                      <c:pt idx="5526">
                        <c:v>59.934177400000003</c:v>
                      </c:pt>
                      <c:pt idx="5527">
                        <c:v>59.934188839999997</c:v>
                      </c:pt>
                      <c:pt idx="5528">
                        <c:v>59.934204100000002</c:v>
                      </c:pt>
                      <c:pt idx="5529">
                        <c:v>59.934215549999998</c:v>
                      </c:pt>
                      <c:pt idx="5530">
                        <c:v>59.934226989999999</c:v>
                      </c:pt>
                      <c:pt idx="5531">
                        <c:v>59.934242249999997</c:v>
                      </c:pt>
                      <c:pt idx="5532">
                        <c:v>59.934253689999998</c:v>
                      </c:pt>
                      <c:pt idx="5533">
                        <c:v>59.934268950000003</c:v>
                      </c:pt>
                      <c:pt idx="5534">
                        <c:v>59.934280399999999</c:v>
                      </c:pt>
                      <c:pt idx="5535">
                        <c:v>59.934295650000003</c:v>
                      </c:pt>
                      <c:pt idx="5536">
                        <c:v>59.934307099999998</c:v>
                      </c:pt>
                      <c:pt idx="5537">
                        <c:v>59.934322360000003</c:v>
                      </c:pt>
                      <c:pt idx="5538">
                        <c:v>59.934333799999997</c:v>
                      </c:pt>
                      <c:pt idx="5539">
                        <c:v>59.934349060000002</c:v>
                      </c:pt>
                      <c:pt idx="5540">
                        <c:v>59.934360499999997</c:v>
                      </c:pt>
                      <c:pt idx="5541">
                        <c:v>59.934375760000002</c:v>
                      </c:pt>
                      <c:pt idx="5542">
                        <c:v>59.934387209999997</c:v>
                      </c:pt>
                      <c:pt idx="5543">
                        <c:v>59.934402470000002</c:v>
                      </c:pt>
                      <c:pt idx="5544">
                        <c:v>59.934413910000004</c:v>
                      </c:pt>
                      <c:pt idx="5545">
                        <c:v>59.934429170000001</c:v>
                      </c:pt>
                      <c:pt idx="5546">
                        <c:v>59.934440610000003</c:v>
                      </c:pt>
                      <c:pt idx="5547">
                        <c:v>59.934455870000001</c:v>
                      </c:pt>
                      <c:pt idx="5548">
                        <c:v>59.934471129999999</c:v>
                      </c:pt>
                      <c:pt idx="5549">
                        <c:v>59.93448257</c:v>
                      </c:pt>
                      <c:pt idx="5550">
                        <c:v>59.934497829999998</c:v>
                      </c:pt>
                      <c:pt idx="5551">
                        <c:v>59.934513090000003</c:v>
                      </c:pt>
                      <c:pt idx="5552">
                        <c:v>59.934524539999998</c:v>
                      </c:pt>
                      <c:pt idx="5553">
                        <c:v>59.934539790000002</c:v>
                      </c:pt>
                      <c:pt idx="5554">
                        <c:v>59.93455505</c:v>
                      </c:pt>
                      <c:pt idx="5555">
                        <c:v>59.934566500000003</c:v>
                      </c:pt>
                      <c:pt idx="5556">
                        <c:v>59.93458176</c:v>
                      </c:pt>
                      <c:pt idx="5557">
                        <c:v>59.934597019999998</c:v>
                      </c:pt>
                      <c:pt idx="5558">
                        <c:v>59.93460846</c:v>
                      </c:pt>
                      <c:pt idx="5559">
                        <c:v>59.934623719999998</c:v>
                      </c:pt>
                      <c:pt idx="5560">
                        <c:v>59.934638980000003</c:v>
                      </c:pt>
                      <c:pt idx="5561">
                        <c:v>59.93465424</c:v>
                      </c:pt>
                      <c:pt idx="5562">
                        <c:v>59.934665680000002</c:v>
                      </c:pt>
                      <c:pt idx="5563">
                        <c:v>59.93468094</c:v>
                      </c:pt>
                      <c:pt idx="5564">
                        <c:v>59.934696199999998</c:v>
                      </c:pt>
                      <c:pt idx="5565">
                        <c:v>59.934707639999999</c:v>
                      </c:pt>
                      <c:pt idx="5566">
                        <c:v>59.934722899999997</c:v>
                      </c:pt>
                      <c:pt idx="5567">
                        <c:v>59.934738160000002</c:v>
                      </c:pt>
                      <c:pt idx="5568">
                        <c:v>59.93475342</c:v>
                      </c:pt>
                      <c:pt idx="5569">
                        <c:v>59.934768679999998</c:v>
                      </c:pt>
                      <c:pt idx="5570">
                        <c:v>59.934780119999999</c:v>
                      </c:pt>
                      <c:pt idx="5571">
                        <c:v>59.934795379999997</c:v>
                      </c:pt>
                      <c:pt idx="5572">
                        <c:v>59.934810640000002</c:v>
                      </c:pt>
                      <c:pt idx="5573">
                        <c:v>59.9348259</c:v>
                      </c:pt>
                      <c:pt idx="5574">
                        <c:v>59.934837340000001</c:v>
                      </c:pt>
                      <c:pt idx="5575">
                        <c:v>59.934852599999999</c:v>
                      </c:pt>
                      <c:pt idx="5576">
                        <c:v>59.934867859999997</c:v>
                      </c:pt>
                      <c:pt idx="5577">
                        <c:v>59.934883120000002</c:v>
                      </c:pt>
                      <c:pt idx="5578">
                        <c:v>59.93489838</c:v>
                      </c:pt>
                      <c:pt idx="5579">
                        <c:v>59.934913639999998</c:v>
                      </c:pt>
                      <c:pt idx="5580">
                        <c:v>59.934925079999999</c:v>
                      </c:pt>
                      <c:pt idx="5581">
                        <c:v>59.934940339999997</c:v>
                      </c:pt>
                      <c:pt idx="5582">
                        <c:v>59.934955600000002</c:v>
                      </c:pt>
                      <c:pt idx="5583">
                        <c:v>59.93497086</c:v>
                      </c:pt>
                      <c:pt idx="5584">
                        <c:v>59.934986109999997</c:v>
                      </c:pt>
                      <c:pt idx="5585">
                        <c:v>59.935001370000002</c:v>
                      </c:pt>
                      <c:pt idx="5586">
                        <c:v>59.935012819999997</c:v>
                      </c:pt>
                      <c:pt idx="5587">
                        <c:v>59.935028080000002</c:v>
                      </c:pt>
                      <c:pt idx="5588">
                        <c:v>59.935043329999999</c:v>
                      </c:pt>
                      <c:pt idx="5589">
                        <c:v>59.935058589999997</c:v>
                      </c:pt>
                      <c:pt idx="5590">
                        <c:v>59.935073850000002</c:v>
                      </c:pt>
                      <c:pt idx="5591">
                        <c:v>59.93508911</c:v>
                      </c:pt>
                      <c:pt idx="5592">
                        <c:v>59.935100560000002</c:v>
                      </c:pt>
                      <c:pt idx="5593">
                        <c:v>59.935115809999999</c:v>
                      </c:pt>
                      <c:pt idx="5594">
                        <c:v>59.935131069999997</c:v>
                      </c:pt>
                      <c:pt idx="5595">
                        <c:v>59.935146330000002</c:v>
                      </c:pt>
                      <c:pt idx="5596">
                        <c:v>59.93516159</c:v>
                      </c:pt>
                      <c:pt idx="5597">
                        <c:v>59.935176849999998</c:v>
                      </c:pt>
                      <c:pt idx="5598">
                        <c:v>59.935192110000003</c:v>
                      </c:pt>
                      <c:pt idx="5599">
                        <c:v>59.935207370000001</c:v>
                      </c:pt>
                      <c:pt idx="5600">
                        <c:v>59.935218810000002</c:v>
                      </c:pt>
                      <c:pt idx="5601">
                        <c:v>59.93523407</c:v>
                      </c:pt>
                      <c:pt idx="5602">
                        <c:v>59.935249329999998</c:v>
                      </c:pt>
                      <c:pt idx="5603">
                        <c:v>59.935264590000003</c:v>
                      </c:pt>
                      <c:pt idx="5604">
                        <c:v>59.935279850000001</c:v>
                      </c:pt>
                      <c:pt idx="5605">
                        <c:v>59.935295099999998</c:v>
                      </c:pt>
                      <c:pt idx="5606">
                        <c:v>59.935310360000003</c:v>
                      </c:pt>
                      <c:pt idx="5607">
                        <c:v>59.93532562</c:v>
                      </c:pt>
                      <c:pt idx="5608">
                        <c:v>59.935337070000003</c:v>
                      </c:pt>
                      <c:pt idx="5609">
                        <c:v>59.935352330000001</c:v>
                      </c:pt>
                      <c:pt idx="5610">
                        <c:v>59.935367579999998</c:v>
                      </c:pt>
                      <c:pt idx="5611">
                        <c:v>59.935382840000003</c:v>
                      </c:pt>
                      <c:pt idx="5612">
                        <c:v>59.9353981</c:v>
                      </c:pt>
                      <c:pt idx="5613">
                        <c:v>59.935413359999998</c:v>
                      </c:pt>
                      <c:pt idx="5614">
                        <c:v>59.935428620000003</c:v>
                      </c:pt>
                      <c:pt idx="5615">
                        <c:v>59.935443880000001</c:v>
                      </c:pt>
                      <c:pt idx="5616">
                        <c:v>59.935455320000003</c:v>
                      </c:pt>
                      <c:pt idx="5617">
                        <c:v>59.93547058</c:v>
                      </c:pt>
                      <c:pt idx="5618">
                        <c:v>59.935485839999998</c:v>
                      </c:pt>
                      <c:pt idx="5619">
                        <c:v>59.935501100000003</c:v>
                      </c:pt>
                      <c:pt idx="5620">
                        <c:v>59.935516360000001</c:v>
                      </c:pt>
                      <c:pt idx="5621">
                        <c:v>59.935531619999999</c:v>
                      </c:pt>
                      <c:pt idx="5622">
                        <c:v>59.935546879999997</c:v>
                      </c:pt>
                      <c:pt idx="5623">
                        <c:v>59.935562130000001</c:v>
                      </c:pt>
                      <c:pt idx="5624">
                        <c:v>59.935573580000003</c:v>
                      </c:pt>
                      <c:pt idx="5625">
                        <c:v>59.935588840000001</c:v>
                      </c:pt>
                      <c:pt idx="5626">
                        <c:v>59.935604099999999</c:v>
                      </c:pt>
                      <c:pt idx="5627">
                        <c:v>59.935619350000003</c:v>
                      </c:pt>
                      <c:pt idx="5628">
                        <c:v>59.935634610000001</c:v>
                      </c:pt>
                      <c:pt idx="5629">
                        <c:v>59.935649869999999</c:v>
                      </c:pt>
                      <c:pt idx="5630">
                        <c:v>59.935665129999997</c:v>
                      </c:pt>
                      <c:pt idx="5631">
                        <c:v>59.935680390000002</c:v>
                      </c:pt>
                      <c:pt idx="5632">
                        <c:v>59.935691830000003</c:v>
                      </c:pt>
                      <c:pt idx="5633">
                        <c:v>59.935707090000001</c:v>
                      </c:pt>
                      <c:pt idx="5634">
                        <c:v>59.935722349999999</c:v>
                      </c:pt>
                      <c:pt idx="5635">
                        <c:v>59.935737609999997</c:v>
                      </c:pt>
                      <c:pt idx="5636">
                        <c:v>59.935752870000002</c:v>
                      </c:pt>
                      <c:pt idx="5637">
                        <c:v>59.93576813</c:v>
                      </c:pt>
                      <c:pt idx="5638">
                        <c:v>59.935783389999997</c:v>
                      </c:pt>
                      <c:pt idx="5639">
                        <c:v>59.935794829999999</c:v>
                      </c:pt>
                      <c:pt idx="5640">
                        <c:v>59.935810089999997</c:v>
                      </c:pt>
                      <c:pt idx="5641">
                        <c:v>59.935825350000002</c:v>
                      </c:pt>
                      <c:pt idx="5642">
                        <c:v>59.93584061</c:v>
                      </c:pt>
                      <c:pt idx="5643">
                        <c:v>59.935855869999997</c:v>
                      </c:pt>
                      <c:pt idx="5644">
                        <c:v>59.935871120000002</c:v>
                      </c:pt>
                      <c:pt idx="5645">
                        <c:v>59.935886379999999</c:v>
                      </c:pt>
                      <c:pt idx="5646">
                        <c:v>59.935897830000002</c:v>
                      </c:pt>
                      <c:pt idx="5647">
                        <c:v>59.93591309</c:v>
                      </c:pt>
                      <c:pt idx="5648">
                        <c:v>59.935928339999997</c:v>
                      </c:pt>
                      <c:pt idx="5649">
                        <c:v>59.935943600000002</c:v>
                      </c:pt>
                      <c:pt idx="5650">
                        <c:v>59.93595886</c:v>
                      </c:pt>
                      <c:pt idx="5651">
                        <c:v>59.935974119999997</c:v>
                      </c:pt>
                      <c:pt idx="5652">
                        <c:v>59.935989380000002</c:v>
                      </c:pt>
                      <c:pt idx="5653">
                        <c:v>59.936000819999997</c:v>
                      </c:pt>
                      <c:pt idx="5654">
                        <c:v>59.936016080000002</c:v>
                      </c:pt>
                      <c:pt idx="5655">
                        <c:v>59.93603134</c:v>
                      </c:pt>
                      <c:pt idx="5656">
                        <c:v>59.936046599999997</c:v>
                      </c:pt>
                      <c:pt idx="5657">
                        <c:v>59.936061860000002</c:v>
                      </c:pt>
                      <c:pt idx="5658">
                        <c:v>59.93607712</c:v>
                      </c:pt>
                      <c:pt idx="5659">
                        <c:v>59.936088560000002</c:v>
                      </c:pt>
                      <c:pt idx="5660">
                        <c:v>59.93610382</c:v>
                      </c:pt>
                      <c:pt idx="5661">
                        <c:v>59.936119079999997</c:v>
                      </c:pt>
                      <c:pt idx="5662">
                        <c:v>59.936134340000002</c:v>
                      </c:pt>
                      <c:pt idx="5663">
                        <c:v>59.9361496</c:v>
                      </c:pt>
                      <c:pt idx="5664">
                        <c:v>59.936164859999998</c:v>
                      </c:pt>
                      <c:pt idx="5665">
                        <c:v>59.9361763</c:v>
                      </c:pt>
                      <c:pt idx="5666">
                        <c:v>59.936191559999997</c:v>
                      </c:pt>
                      <c:pt idx="5667">
                        <c:v>59.936210629999998</c:v>
                      </c:pt>
                      <c:pt idx="5668">
                        <c:v>59.93622208</c:v>
                      </c:pt>
                      <c:pt idx="5669">
                        <c:v>59.936237339999998</c:v>
                      </c:pt>
                      <c:pt idx="5670">
                        <c:v>59.936252590000002</c:v>
                      </c:pt>
                      <c:pt idx="5671">
                        <c:v>59.936264039999998</c:v>
                      </c:pt>
                      <c:pt idx="5672">
                        <c:v>59.936283109999998</c:v>
                      </c:pt>
                      <c:pt idx="5673">
                        <c:v>59.93629456</c:v>
                      </c:pt>
                      <c:pt idx="5674">
                        <c:v>59.936309809999997</c:v>
                      </c:pt>
                      <c:pt idx="5675">
                        <c:v>59.936325070000002</c:v>
                      </c:pt>
                      <c:pt idx="5676">
                        <c:v>59.93634033</c:v>
                      </c:pt>
                      <c:pt idx="5677">
                        <c:v>59.936355589999998</c:v>
                      </c:pt>
                      <c:pt idx="5678">
                        <c:v>59.93636703</c:v>
                      </c:pt>
                      <c:pt idx="5679">
                        <c:v>59.936382289999997</c:v>
                      </c:pt>
                      <c:pt idx="5680">
                        <c:v>59.936397550000002</c:v>
                      </c:pt>
                      <c:pt idx="5681">
                        <c:v>59.93641281</c:v>
                      </c:pt>
                      <c:pt idx="5682">
                        <c:v>59.936428069999998</c:v>
                      </c:pt>
                      <c:pt idx="5683">
                        <c:v>59.936443330000003</c:v>
                      </c:pt>
                      <c:pt idx="5684">
                        <c:v>59.936454769999997</c:v>
                      </c:pt>
                      <c:pt idx="5685">
                        <c:v>59.936470030000002</c:v>
                      </c:pt>
                      <c:pt idx="5686">
                        <c:v>59.93648529</c:v>
                      </c:pt>
                      <c:pt idx="5687">
                        <c:v>59.936500549999998</c:v>
                      </c:pt>
                      <c:pt idx="5688">
                        <c:v>59.936515810000003</c:v>
                      </c:pt>
                      <c:pt idx="5689">
                        <c:v>59.936531070000001</c:v>
                      </c:pt>
                      <c:pt idx="5690">
                        <c:v>59.936542510000002</c:v>
                      </c:pt>
                      <c:pt idx="5691">
                        <c:v>59.93655777</c:v>
                      </c:pt>
                      <c:pt idx="5692">
                        <c:v>59.936573029999998</c:v>
                      </c:pt>
                      <c:pt idx="5693">
                        <c:v>59.936588290000003</c:v>
                      </c:pt>
                      <c:pt idx="5694">
                        <c:v>59.936603550000001</c:v>
                      </c:pt>
                      <c:pt idx="5695">
                        <c:v>59.936618799999998</c:v>
                      </c:pt>
                      <c:pt idx="5696">
                        <c:v>59.93663025</c:v>
                      </c:pt>
                      <c:pt idx="5697">
                        <c:v>59.936645509999998</c:v>
                      </c:pt>
                      <c:pt idx="5698">
                        <c:v>59.936660770000003</c:v>
                      </c:pt>
                      <c:pt idx="5699">
                        <c:v>59.936676030000001</c:v>
                      </c:pt>
                      <c:pt idx="5700">
                        <c:v>59.936691279999998</c:v>
                      </c:pt>
                      <c:pt idx="5701">
                        <c:v>59.936706540000003</c:v>
                      </c:pt>
                      <c:pt idx="5702">
                        <c:v>59.936721800000001</c:v>
                      </c:pt>
                      <c:pt idx="5703">
                        <c:v>59.936733250000003</c:v>
                      </c:pt>
                      <c:pt idx="5704">
                        <c:v>59.9367485</c:v>
                      </c:pt>
                      <c:pt idx="5705">
                        <c:v>59.936763759999998</c:v>
                      </c:pt>
                      <c:pt idx="5706">
                        <c:v>59.936779020000003</c:v>
                      </c:pt>
                      <c:pt idx="5707">
                        <c:v>59.936794280000001</c:v>
                      </c:pt>
                      <c:pt idx="5708">
                        <c:v>59.936809539999999</c:v>
                      </c:pt>
                      <c:pt idx="5709">
                        <c:v>59.936824799999997</c:v>
                      </c:pt>
                      <c:pt idx="5710">
                        <c:v>59.936840060000002</c:v>
                      </c:pt>
                      <c:pt idx="5711">
                        <c:v>59.936855319999999</c:v>
                      </c:pt>
                      <c:pt idx="5712">
                        <c:v>59.936866760000001</c:v>
                      </c:pt>
                      <c:pt idx="5713">
                        <c:v>59.936882019999999</c:v>
                      </c:pt>
                      <c:pt idx="5714">
                        <c:v>59.936897279999997</c:v>
                      </c:pt>
                      <c:pt idx="5715">
                        <c:v>59.936912540000002</c:v>
                      </c:pt>
                      <c:pt idx="5716">
                        <c:v>59.936927799999999</c:v>
                      </c:pt>
                      <c:pt idx="5717">
                        <c:v>59.936943049999996</c:v>
                      </c:pt>
                      <c:pt idx="5718">
                        <c:v>59.936958310000001</c:v>
                      </c:pt>
                      <c:pt idx="5719">
                        <c:v>59.936973569999999</c:v>
                      </c:pt>
                      <c:pt idx="5720">
                        <c:v>59.936988829999997</c:v>
                      </c:pt>
                      <c:pt idx="5721">
                        <c:v>59.937004090000002</c:v>
                      </c:pt>
                      <c:pt idx="5722">
                        <c:v>59.937015529999996</c:v>
                      </c:pt>
                      <c:pt idx="5723">
                        <c:v>59.937030790000001</c:v>
                      </c:pt>
                      <c:pt idx="5724">
                        <c:v>59.937046049999999</c:v>
                      </c:pt>
                      <c:pt idx="5725">
                        <c:v>59.937061309999997</c:v>
                      </c:pt>
                      <c:pt idx="5726">
                        <c:v>59.937076570000002</c:v>
                      </c:pt>
                      <c:pt idx="5727">
                        <c:v>59.93709183</c:v>
                      </c:pt>
                      <c:pt idx="5728">
                        <c:v>59.937107089999998</c:v>
                      </c:pt>
                      <c:pt idx="5729">
                        <c:v>59.937122340000002</c:v>
                      </c:pt>
                      <c:pt idx="5730">
                        <c:v>59.9371376</c:v>
                      </c:pt>
                      <c:pt idx="5731">
                        <c:v>59.937152859999998</c:v>
                      </c:pt>
                      <c:pt idx="5732">
                        <c:v>59.937168120000003</c:v>
                      </c:pt>
                      <c:pt idx="5733">
                        <c:v>59.93718338</c:v>
                      </c:pt>
                      <c:pt idx="5734">
                        <c:v>59.937198639999998</c:v>
                      </c:pt>
                      <c:pt idx="5735">
                        <c:v>59.937213900000003</c:v>
                      </c:pt>
                      <c:pt idx="5736">
                        <c:v>59.937229160000001</c:v>
                      </c:pt>
                      <c:pt idx="5737">
                        <c:v>59.937244419999999</c:v>
                      </c:pt>
                      <c:pt idx="5738">
                        <c:v>59.93725586</c:v>
                      </c:pt>
                      <c:pt idx="5739">
                        <c:v>59.937271119999998</c:v>
                      </c:pt>
                      <c:pt idx="5740">
                        <c:v>59.937286380000003</c:v>
                      </c:pt>
                      <c:pt idx="5741">
                        <c:v>59.937301640000001</c:v>
                      </c:pt>
                      <c:pt idx="5742">
                        <c:v>59.937316889999998</c:v>
                      </c:pt>
                      <c:pt idx="5743">
                        <c:v>59.937332150000003</c:v>
                      </c:pt>
                      <c:pt idx="5744">
                        <c:v>59.937347410000001</c:v>
                      </c:pt>
                      <c:pt idx="5745">
                        <c:v>59.937362669999999</c:v>
                      </c:pt>
                      <c:pt idx="5746">
                        <c:v>59.937377929999997</c:v>
                      </c:pt>
                      <c:pt idx="5747">
                        <c:v>59.937393190000002</c:v>
                      </c:pt>
                      <c:pt idx="5748">
                        <c:v>59.93740845</c:v>
                      </c:pt>
                      <c:pt idx="5749">
                        <c:v>59.937423709999997</c:v>
                      </c:pt>
                      <c:pt idx="5750">
                        <c:v>59.937438960000001</c:v>
                      </c:pt>
                      <c:pt idx="5751">
                        <c:v>59.937454219999999</c:v>
                      </c:pt>
                      <c:pt idx="5752">
                        <c:v>59.937469479999997</c:v>
                      </c:pt>
                      <c:pt idx="5753">
                        <c:v>59.937484740000002</c:v>
                      </c:pt>
                      <c:pt idx="5754">
                        <c:v>59.9375</c:v>
                      </c:pt>
                      <c:pt idx="5755">
                        <c:v>59.937515259999998</c:v>
                      </c:pt>
                      <c:pt idx="5756">
                        <c:v>59.937530520000003</c:v>
                      </c:pt>
                      <c:pt idx="5757">
                        <c:v>59.937545780000001</c:v>
                      </c:pt>
                      <c:pt idx="5758">
                        <c:v>59.937561039999999</c:v>
                      </c:pt>
                      <c:pt idx="5759">
                        <c:v>59.937576290000003</c:v>
                      </c:pt>
                      <c:pt idx="5760">
                        <c:v>59.93759155</c:v>
                      </c:pt>
                      <c:pt idx="5761">
                        <c:v>59.937606809999998</c:v>
                      </c:pt>
                      <c:pt idx="5762">
                        <c:v>59.937622070000003</c:v>
                      </c:pt>
                      <c:pt idx="5763">
                        <c:v>59.937637330000001</c:v>
                      </c:pt>
                      <c:pt idx="5764">
                        <c:v>59.937652589999999</c:v>
                      </c:pt>
                      <c:pt idx="5765">
                        <c:v>59.937667849999997</c:v>
                      </c:pt>
                      <c:pt idx="5766">
                        <c:v>59.937683110000002</c:v>
                      </c:pt>
                      <c:pt idx="5767">
                        <c:v>59.937698359999999</c:v>
                      </c:pt>
                      <c:pt idx="5768">
                        <c:v>59.937713619999997</c:v>
                      </c:pt>
                      <c:pt idx="5769">
                        <c:v>59.937728880000002</c:v>
                      </c:pt>
                      <c:pt idx="5770">
                        <c:v>59.937747960000003</c:v>
                      </c:pt>
                      <c:pt idx="5771">
                        <c:v>59.93776321</c:v>
                      </c:pt>
                      <c:pt idx="5772">
                        <c:v>59.937778469999998</c:v>
                      </c:pt>
                      <c:pt idx="5773">
                        <c:v>59.937793730000003</c:v>
                      </c:pt>
                      <c:pt idx="5774">
                        <c:v>59.937808990000001</c:v>
                      </c:pt>
                      <c:pt idx="5775">
                        <c:v>59.937824249999998</c:v>
                      </c:pt>
                      <c:pt idx="5776">
                        <c:v>59.937839510000003</c:v>
                      </c:pt>
                      <c:pt idx="5777">
                        <c:v>59.937854770000001</c:v>
                      </c:pt>
                      <c:pt idx="5778">
                        <c:v>59.937870029999999</c:v>
                      </c:pt>
                      <c:pt idx="5779">
                        <c:v>59.937885280000003</c:v>
                      </c:pt>
                      <c:pt idx="5780">
                        <c:v>59.937900540000001</c:v>
                      </c:pt>
                      <c:pt idx="5781">
                        <c:v>59.937915799999999</c:v>
                      </c:pt>
                      <c:pt idx="5782">
                        <c:v>59.937931059999997</c:v>
                      </c:pt>
                      <c:pt idx="5783">
                        <c:v>59.937946320000002</c:v>
                      </c:pt>
                      <c:pt idx="5784">
                        <c:v>59.937965390000002</c:v>
                      </c:pt>
                      <c:pt idx="5785">
                        <c:v>59.93798065</c:v>
                      </c:pt>
                      <c:pt idx="5786">
                        <c:v>59.937995909999998</c:v>
                      </c:pt>
                      <c:pt idx="5787">
                        <c:v>59.938011170000003</c:v>
                      </c:pt>
                      <c:pt idx="5788">
                        <c:v>59.938026430000001</c:v>
                      </c:pt>
                      <c:pt idx="5789">
                        <c:v>59.938041689999999</c:v>
                      </c:pt>
                      <c:pt idx="5790">
                        <c:v>59.938056950000004</c:v>
                      </c:pt>
                      <c:pt idx="5791">
                        <c:v>59.938072200000001</c:v>
                      </c:pt>
                      <c:pt idx="5792">
                        <c:v>59.938087459999998</c:v>
                      </c:pt>
                      <c:pt idx="5793">
                        <c:v>59.938102720000003</c:v>
                      </c:pt>
                      <c:pt idx="5794">
                        <c:v>59.938121799999998</c:v>
                      </c:pt>
                      <c:pt idx="5795">
                        <c:v>59.938137050000002</c:v>
                      </c:pt>
                      <c:pt idx="5796">
                        <c:v>59.93815231</c:v>
                      </c:pt>
                      <c:pt idx="5797">
                        <c:v>59.938167569999997</c:v>
                      </c:pt>
                      <c:pt idx="5798">
                        <c:v>59.938182830000002</c:v>
                      </c:pt>
                      <c:pt idx="5799">
                        <c:v>59.93819809</c:v>
                      </c:pt>
                      <c:pt idx="5800">
                        <c:v>59.938213349999998</c:v>
                      </c:pt>
                      <c:pt idx="5801">
                        <c:v>59.938228610000003</c:v>
                      </c:pt>
                      <c:pt idx="5802">
                        <c:v>59.938247680000003</c:v>
                      </c:pt>
                      <c:pt idx="5803">
                        <c:v>59.938262940000001</c:v>
                      </c:pt>
                      <c:pt idx="5804">
                        <c:v>59.938278199999999</c:v>
                      </c:pt>
                      <c:pt idx="5805">
                        <c:v>59.938293459999997</c:v>
                      </c:pt>
                      <c:pt idx="5806">
                        <c:v>59.938308720000002</c:v>
                      </c:pt>
                      <c:pt idx="5807">
                        <c:v>59.938323969999999</c:v>
                      </c:pt>
                      <c:pt idx="5808">
                        <c:v>59.938339229999997</c:v>
                      </c:pt>
                      <c:pt idx="5809">
                        <c:v>59.938354490000002</c:v>
                      </c:pt>
                      <c:pt idx="5810">
                        <c:v>59.938373570000003</c:v>
                      </c:pt>
                      <c:pt idx="5811">
                        <c:v>59.93838882</c:v>
                      </c:pt>
                      <c:pt idx="5812">
                        <c:v>59.938404079999998</c:v>
                      </c:pt>
                      <c:pt idx="5813">
                        <c:v>59.938419340000003</c:v>
                      </c:pt>
                      <c:pt idx="5814">
                        <c:v>59.938434600000001</c:v>
                      </c:pt>
                      <c:pt idx="5815">
                        <c:v>59.938449859999999</c:v>
                      </c:pt>
                      <c:pt idx="5816">
                        <c:v>59.938465119999996</c:v>
                      </c:pt>
                      <c:pt idx="5817">
                        <c:v>59.938480380000001</c:v>
                      </c:pt>
                      <c:pt idx="5818">
                        <c:v>59.938499450000002</c:v>
                      </c:pt>
                      <c:pt idx="5819">
                        <c:v>59.93851471</c:v>
                      </c:pt>
                      <c:pt idx="5820">
                        <c:v>59.938529969999998</c:v>
                      </c:pt>
                      <c:pt idx="5821">
                        <c:v>59.938545230000003</c:v>
                      </c:pt>
                      <c:pt idx="5822">
                        <c:v>59.93856049</c:v>
                      </c:pt>
                      <c:pt idx="5823">
                        <c:v>59.938575739999997</c:v>
                      </c:pt>
                      <c:pt idx="5824">
                        <c:v>59.938591000000002</c:v>
                      </c:pt>
                      <c:pt idx="5825">
                        <c:v>59.93860626</c:v>
                      </c:pt>
                      <c:pt idx="5826">
                        <c:v>59.938621519999998</c:v>
                      </c:pt>
                      <c:pt idx="5827">
                        <c:v>59.938636780000003</c:v>
                      </c:pt>
                      <c:pt idx="5828">
                        <c:v>59.938655850000004</c:v>
                      </c:pt>
                      <c:pt idx="5829">
                        <c:v>59.938671110000001</c:v>
                      </c:pt>
                      <c:pt idx="5830">
                        <c:v>59.938686369999999</c:v>
                      </c:pt>
                      <c:pt idx="5831">
                        <c:v>59.938701629999997</c:v>
                      </c:pt>
                      <c:pt idx="5832">
                        <c:v>59.938716890000002</c:v>
                      </c:pt>
                      <c:pt idx="5833">
                        <c:v>59.93873215</c:v>
                      </c:pt>
                      <c:pt idx="5834">
                        <c:v>59.938747409999998</c:v>
                      </c:pt>
                      <c:pt idx="5835">
                        <c:v>59.938762660000002</c:v>
                      </c:pt>
                      <c:pt idx="5836">
                        <c:v>59.93877792</c:v>
                      </c:pt>
                      <c:pt idx="5837">
                        <c:v>59.938793179999998</c:v>
                      </c:pt>
                      <c:pt idx="5838">
                        <c:v>59.938808440000003</c:v>
                      </c:pt>
                      <c:pt idx="5839">
                        <c:v>59.9388237</c:v>
                      </c:pt>
                      <c:pt idx="5840">
                        <c:v>59.938838959999998</c:v>
                      </c:pt>
                      <c:pt idx="5841">
                        <c:v>59.938854220000003</c:v>
                      </c:pt>
                      <c:pt idx="5842">
                        <c:v>59.938869480000001</c:v>
                      </c:pt>
                      <c:pt idx="5843">
                        <c:v>59.938884739999999</c:v>
                      </c:pt>
                      <c:pt idx="5844">
                        <c:v>59.938899990000003</c:v>
                      </c:pt>
                      <c:pt idx="5845">
                        <c:v>59.938915250000001</c:v>
                      </c:pt>
                      <c:pt idx="5846">
                        <c:v>59.938930509999999</c:v>
                      </c:pt>
                      <c:pt idx="5847">
                        <c:v>59.938945769999997</c:v>
                      </c:pt>
                      <c:pt idx="5848">
                        <c:v>59.938961030000002</c:v>
                      </c:pt>
                      <c:pt idx="5849">
                        <c:v>59.938976289999999</c:v>
                      </c:pt>
                      <c:pt idx="5850">
                        <c:v>59.938991549999997</c:v>
                      </c:pt>
                      <c:pt idx="5851">
                        <c:v>59.939006810000002</c:v>
                      </c:pt>
                      <c:pt idx="5852">
                        <c:v>59.939022059999999</c:v>
                      </c:pt>
                      <c:pt idx="5853">
                        <c:v>59.939037319999997</c:v>
                      </c:pt>
                      <c:pt idx="5854">
                        <c:v>59.939052580000002</c:v>
                      </c:pt>
                      <c:pt idx="5855">
                        <c:v>59.93906784</c:v>
                      </c:pt>
                      <c:pt idx="5856">
                        <c:v>59.939079280000001</c:v>
                      </c:pt>
                      <c:pt idx="5857">
                        <c:v>59.939094539999999</c:v>
                      </c:pt>
                      <c:pt idx="5858">
                        <c:v>59.939109799999997</c:v>
                      </c:pt>
                      <c:pt idx="5859">
                        <c:v>59.939125060000002</c:v>
                      </c:pt>
                      <c:pt idx="5860">
                        <c:v>59.93914032</c:v>
                      </c:pt>
                      <c:pt idx="5861">
                        <c:v>59.939155579999998</c:v>
                      </c:pt>
                      <c:pt idx="5862">
                        <c:v>59.939167019999999</c:v>
                      </c:pt>
                      <c:pt idx="5863">
                        <c:v>59.939182279999997</c:v>
                      </c:pt>
                      <c:pt idx="5864">
                        <c:v>59.939197540000002</c:v>
                      </c:pt>
                      <c:pt idx="5865">
                        <c:v>59.9392128</c:v>
                      </c:pt>
                      <c:pt idx="5866">
                        <c:v>59.939224240000001</c:v>
                      </c:pt>
                      <c:pt idx="5867">
                        <c:v>59.939239499999999</c:v>
                      </c:pt>
                      <c:pt idx="5868">
                        <c:v>59.939254759999997</c:v>
                      </c:pt>
                      <c:pt idx="5869">
                        <c:v>59.939266199999999</c:v>
                      </c:pt>
                      <c:pt idx="5870">
                        <c:v>59.939281459999997</c:v>
                      </c:pt>
                      <c:pt idx="5871">
                        <c:v>59.939296720000002</c:v>
                      </c:pt>
                      <c:pt idx="5872">
                        <c:v>59.939308169999997</c:v>
                      </c:pt>
                      <c:pt idx="5873">
                        <c:v>59.939323430000002</c:v>
                      </c:pt>
                      <c:pt idx="5874">
                        <c:v>59.939338679999999</c:v>
                      </c:pt>
                      <c:pt idx="5875">
                        <c:v>59.939350130000001</c:v>
                      </c:pt>
                      <c:pt idx="5876">
                        <c:v>59.939365389999999</c:v>
                      </c:pt>
                      <c:pt idx="5877">
                        <c:v>59.93937683</c:v>
                      </c:pt>
                      <c:pt idx="5878">
                        <c:v>59.939392089999998</c:v>
                      </c:pt>
                      <c:pt idx="5879">
                        <c:v>59.93940353</c:v>
                      </c:pt>
                      <c:pt idx="5880">
                        <c:v>59.939418789999998</c:v>
                      </c:pt>
                      <c:pt idx="5881">
                        <c:v>59.93943024</c:v>
                      </c:pt>
                      <c:pt idx="5882">
                        <c:v>59.939445499999998</c:v>
                      </c:pt>
                      <c:pt idx="5883">
                        <c:v>59.939456939999999</c:v>
                      </c:pt>
                      <c:pt idx="5884">
                        <c:v>59.939472199999997</c:v>
                      </c:pt>
                      <c:pt idx="5885">
                        <c:v>59.939483639999999</c:v>
                      </c:pt>
                      <c:pt idx="5886">
                        <c:v>59.939498899999997</c:v>
                      </c:pt>
                      <c:pt idx="5887">
                        <c:v>59.939510349999999</c:v>
                      </c:pt>
                      <c:pt idx="5888">
                        <c:v>59.939521790000001</c:v>
                      </c:pt>
                      <c:pt idx="5889">
                        <c:v>59.939537049999998</c:v>
                      </c:pt>
                      <c:pt idx="5890">
                        <c:v>59.93954849</c:v>
                      </c:pt>
                      <c:pt idx="5891">
                        <c:v>59.939559940000002</c:v>
                      </c:pt>
                      <c:pt idx="5892">
                        <c:v>59.9395752</c:v>
                      </c:pt>
                      <c:pt idx="5893">
                        <c:v>59.939586640000002</c:v>
                      </c:pt>
                      <c:pt idx="5894">
                        <c:v>59.939598080000003</c:v>
                      </c:pt>
                      <c:pt idx="5895">
                        <c:v>59.939609529999998</c:v>
                      </c:pt>
                      <c:pt idx="5896">
                        <c:v>59.939624790000003</c:v>
                      </c:pt>
                      <c:pt idx="5897">
                        <c:v>59.939636229999998</c:v>
                      </c:pt>
                      <c:pt idx="5898">
                        <c:v>59.939647669999999</c:v>
                      </c:pt>
                      <c:pt idx="5899">
                        <c:v>59.939659120000002</c:v>
                      </c:pt>
                      <c:pt idx="5900">
                        <c:v>59.939670560000003</c:v>
                      </c:pt>
                      <c:pt idx="5901">
                        <c:v>59.939682009999999</c:v>
                      </c:pt>
                      <c:pt idx="5902">
                        <c:v>59.93969345</c:v>
                      </c:pt>
                      <c:pt idx="5903">
                        <c:v>59.939704900000002</c:v>
                      </c:pt>
                      <c:pt idx="5904">
                        <c:v>59.939716339999997</c:v>
                      </c:pt>
                      <c:pt idx="5905">
                        <c:v>59.939727779999998</c:v>
                      </c:pt>
                      <c:pt idx="5906">
                        <c:v>59.939739230000001</c:v>
                      </c:pt>
                      <c:pt idx="5907">
                        <c:v>59.939750670000002</c:v>
                      </c:pt>
                      <c:pt idx="5908">
                        <c:v>59.939762119999997</c:v>
                      </c:pt>
                      <c:pt idx="5909">
                        <c:v>59.939773559999999</c:v>
                      </c:pt>
                      <c:pt idx="5910">
                        <c:v>59.939785000000001</c:v>
                      </c:pt>
                      <c:pt idx="5911">
                        <c:v>59.939796450000003</c:v>
                      </c:pt>
                      <c:pt idx="5912">
                        <c:v>59.939807889999997</c:v>
                      </c:pt>
                      <c:pt idx="5913">
                        <c:v>59.939815520000003</c:v>
                      </c:pt>
                      <c:pt idx="5914">
                        <c:v>59.939826969999999</c:v>
                      </c:pt>
                      <c:pt idx="5915">
                        <c:v>59.93983841</c:v>
                      </c:pt>
                      <c:pt idx="5916">
                        <c:v>59.939849850000002</c:v>
                      </c:pt>
                      <c:pt idx="5917">
                        <c:v>59.939857480000001</c:v>
                      </c:pt>
                      <c:pt idx="5918">
                        <c:v>59.939868930000003</c:v>
                      </c:pt>
                      <c:pt idx="5919">
                        <c:v>59.939880369999997</c:v>
                      </c:pt>
                      <c:pt idx="5920">
                        <c:v>59.939888000000003</c:v>
                      </c:pt>
                      <c:pt idx="5921">
                        <c:v>59.939899439999998</c:v>
                      </c:pt>
                      <c:pt idx="5922">
                        <c:v>59.939907069999997</c:v>
                      </c:pt>
                      <c:pt idx="5923">
                        <c:v>59.939918519999999</c:v>
                      </c:pt>
                      <c:pt idx="5924">
                        <c:v>59.939926149999998</c:v>
                      </c:pt>
                      <c:pt idx="5925">
                        <c:v>59.93993759</c:v>
                      </c:pt>
                      <c:pt idx="5926">
                        <c:v>59.939945219999998</c:v>
                      </c:pt>
                      <c:pt idx="5927">
                        <c:v>59.939956670000001</c:v>
                      </c:pt>
                      <c:pt idx="5928">
                        <c:v>59.939964289999999</c:v>
                      </c:pt>
                      <c:pt idx="5929">
                        <c:v>59.939971919999998</c:v>
                      </c:pt>
                      <c:pt idx="5930">
                        <c:v>59.93998337</c:v>
                      </c:pt>
                      <c:pt idx="5931">
                        <c:v>59.939990999999999</c:v>
                      </c:pt>
                      <c:pt idx="5932">
                        <c:v>59.939998629999998</c:v>
                      </c:pt>
                      <c:pt idx="5933">
                        <c:v>59.940006259999997</c:v>
                      </c:pt>
                      <c:pt idx="5934">
                        <c:v>59.940017699999999</c:v>
                      </c:pt>
                      <c:pt idx="5935">
                        <c:v>59.940025329999997</c:v>
                      </c:pt>
                      <c:pt idx="5936">
                        <c:v>59.940032960000003</c:v>
                      </c:pt>
                      <c:pt idx="5937">
                        <c:v>59.940040590000002</c:v>
                      </c:pt>
                      <c:pt idx="5938">
                        <c:v>59.940048220000001</c:v>
                      </c:pt>
                      <c:pt idx="5939">
                        <c:v>59.94005585</c:v>
                      </c:pt>
                      <c:pt idx="5940">
                        <c:v>59.940063479999999</c:v>
                      </c:pt>
                      <c:pt idx="5941">
                        <c:v>59.940071109999998</c:v>
                      </c:pt>
                      <c:pt idx="5942">
                        <c:v>59.940078739999997</c:v>
                      </c:pt>
                      <c:pt idx="5943">
                        <c:v>59.940086360000002</c:v>
                      </c:pt>
                      <c:pt idx="5944">
                        <c:v>59.940093990000001</c:v>
                      </c:pt>
                      <c:pt idx="5945">
                        <c:v>59.940097809999997</c:v>
                      </c:pt>
                      <c:pt idx="5946">
                        <c:v>59.940105440000004</c:v>
                      </c:pt>
                      <c:pt idx="5947">
                        <c:v>59.940113070000002</c:v>
                      </c:pt>
                      <c:pt idx="5948">
                        <c:v>59.940120700000001</c:v>
                      </c:pt>
                      <c:pt idx="5949">
                        <c:v>59.940124509999997</c:v>
                      </c:pt>
                      <c:pt idx="5950">
                        <c:v>59.940132140000003</c:v>
                      </c:pt>
                      <c:pt idx="5951">
                        <c:v>59.940139770000002</c:v>
                      </c:pt>
                      <c:pt idx="5952">
                        <c:v>59.940143589999998</c:v>
                      </c:pt>
                      <c:pt idx="5953">
                        <c:v>59.940151210000003</c:v>
                      </c:pt>
                      <c:pt idx="5954">
                        <c:v>59.94015503</c:v>
                      </c:pt>
                      <c:pt idx="5955">
                        <c:v>59.940162659999999</c:v>
                      </c:pt>
                      <c:pt idx="5956">
                        <c:v>59.940166470000001</c:v>
                      </c:pt>
                      <c:pt idx="5957">
                        <c:v>59.9401741</c:v>
                      </c:pt>
                      <c:pt idx="5958">
                        <c:v>59.940177919999996</c:v>
                      </c:pt>
                      <c:pt idx="5959">
                        <c:v>59.940181729999999</c:v>
                      </c:pt>
                      <c:pt idx="5960">
                        <c:v>59.940185550000002</c:v>
                      </c:pt>
                      <c:pt idx="5961">
                        <c:v>59.940193180000001</c:v>
                      </c:pt>
                      <c:pt idx="5962">
                        <c:v>59.940196989999997</c:v>
                      </c:pt>
                      <c:pt idx="5963">
                        <c:v>59.94020081</c:v>
                      </c:pt>
                      <c:pt idx="5964">
                        <c:v>59.940204620000003</c:v>
                      </c:pt>
                      <c:pt idx="5965">
                        <c:v>59.940208439999999</c:v>
                      </c:pt>
                      <c:pt idx="5966">
                        <c:v>59.940212250000002</c:v>
                      </c:pt>
                      <c:pt idx="5967">
                        <c:v>59.940216059999997</c:v>
                      </c:pt>
                      <c:pt idx="5968">
                        <c:v>59.940219880000001</c:v>
                      </c:pt>
                      <c:pt idx="5969">
                        <c:v>59.940223690000003</c:v>
                      </c:pt>
                      <c:pt idx="5970">
                        <c:v>59.94022751</c:v>
                      </c:pt>
                      <c:pt idx="5971">
                        <c:v>59.940231320000002</c:v>
                      </c:pt>
                      <c:pt idx="5972">
                        <c:v>59.940235139999999</c:v>
                      </c:pt>
                      <c:pt idx="5973">
                        <c:v>59.940238950000001</c:v>
                      </c:pt>
                      <c:pt idx="5974">
                        <c:v>59.940238950000001</c:v>
                      </c:pt>
                      <c:pt idx="5975">
                        <c:v>59.940242769999998</c:v>
                      </c:pt>
                      <c:pt idx="5976">
                        <c:v>59.94024658</c:v>
                      </c:pt>
                      <c:pt idx="5977">
                        <c:v>59.94024658</c:v>
                      </c:pt>
                      <c:pt idx="5978">
                        <c:v>59.940250399999996</c:v>
                      </c:pt>
                      <c:pt idx="5979">
                        <c:v>59.940254209999999</c:v>
                      </c:pt>
                      <c:pt idx="5980">
                        <c:v>59.940254209999999</c:v>
                      </c:pt>
                      <c:pt idx="5981">
                        <c:v>59.940258030000003</c:v>
                      </c:pt>
                      <c:pt idx="5982">
                        <c:v>59.940258030000003</c:v>
                      </c:pt>
                      <c:pt idx="5983">
                        <c:v>59.940258030000003</c:v>
                      </c:pt>
                      <c:pt idx="5984">
                        <c:v>59.940261839999998</c:v>
                      </c:pt>
                      <c:pt idx="5985">
                        <c:v>59.940261839999998</c:v>
                      </c:pt>
                      <c:pt idx="5986">
                        <c:v>59.940261839999998</c:v>
                      </c:pt>
                      <c:pt idx="5987">
                        <c:v>59.940265660000001</c:v>
                      </c:pt>
                      <c:pt idx="5988">
                        <c:v>59.940265660000001</c:v>
                      </c:pt>
                      <c:pt idx="5989">
                        <c:v>59.940265660000001</c:v>
                      </c:pt>
                      <c:pt idx="5990">
                        <c:v>59.940265660000001</c:v>
                      </c:pt>
                      <c:pt idx="5991">
                        <c:v>59.940265660000001</c:v>
                      </c:pt>
                      <c:pt idx="5992">
                        <c:v>59.940265660000001</c:v>
                      </c:pt>
                      <c:pt idx="5993">
                        <c:v>59.940265660000001</c:v>
                      </c:pt>
                      <c:pt idx="5994">
                        <c:v>59.940265660000001</c:v>
                      </c:pt>
                      <c:pt idx="5995">
                        <c:v>59.940265660000001</c:v>
                      </c:pt>
                      <c:pt idx="5996">
                        <c:v>59.940265660000001</c:v>
                      </c:pt>
                      <c:pt idx="5997">
                        <c:v>59.940265660000001</c:v>
                      </c:pt>
                      <c:pt idx="5998">
                        <c:v>59.940265660000001</c:v>
                      </c:pt>
                      <c:pt idx="5999">
                        <c:v>59.940261839999998</c:v>
                      </c:pt>
                      <c:pt idx="6000">
                        <c:v>59.940261839999998</c:v>
                      </c:pt>
                      <c:pt idx="6001">
                        <c:v>59.940261839999998</c:v>
                      </c:pt>
                      <c:pt idx="6002">
                        <c:v>59.940261839999998</c:v>
                      </c:pt>
                      <c:pt idx="6003">
                        <c:v>59.940258030000003</c:v>
                      </c:pt>
                      <c:pt idx="6004">
                        <c:v>59.940258030000003</c:v>
                      </c:pt>
                      <c:pt idx="6005">
                        <c:v>59.940254209999999</c:v>
                      </c:pt>
                      <c:pt idx="6006">
                        <c:v>59.940254209999999</c:v>
                      </c:pt>
                      <c:pt idx="6007">
                        <c:v>59.940250399999996</c:v>
                      </c:pt>
                      <c:pt idx="6008">
                        <c:v>59.940250399999996</c:v>
                      </c:pt>
                      <c:pt idx="6009">
                        <c:v>59.94024658</c:v>
                      </c:pt>
                      <c:pt idx="6010">
                        <c:v>59.94024658</c:v>
                      </c:pt>
                      <c:pt idx="6011">
                        <c:v>59.940242769999998</c:v>
                      </c:pt>
                      <c:pt idx="6012">
                        <c:v>59.940238950000001</c:v>
                      </c:pt>
                      <c:pt idx="6013">
                        <c:v>59.940235139999999</c:v>
                      </c:pt>
                      <c:pt idx="6014">
                        <c:v>59.940235139999999</c:v>
                      </c:pt>
                      <c:pt idx="6015">
                        <c:v>59.940231320000002</c:v>
                      </c:pt>
                      <c:pt idx="6016">
                        <c:v>59.94022751</c:v>
                      </c:pt>
                      <c:pt idx="6017">
                        <c:v>59.940223690000003</c:v>
                      </c:pt>
                      <c:pt idx="6018">
                        <c:v>59.940219880000001</c:v>
                      </c:pt>
                      <c:pt idx="6019">
                        <c:v>59.940216059999997</c:v>
                      </c:pt>
                      <c:pt idx="6020">
                        <c:v>59.940212250000002</c:v>
                      </c:pt>
                      <c:pt idx="6021">
                        <c:v>59.940208439999999</c:v>
                      </c:pt>
                      <c:pt idx="6022">
                        <c:v>59.940204620000003</c:v>
                      </c:pt>
                      <c:pt idx="6023">
                        <c:v>59.94020081</c:v>
                      </c:pt>
                      <c:pt idx="6024">
                        <c:v>59.940196989999997</c:v>
                      </c:pt>
                      <c:pt idx="6025">
                        <c:v>59.940193180000001</c:v>
                      </c:pt>
                      <c:pt idx="6026">
                        <c:v>59.940185550000002</c:v>
                      </c:pt>
                      <c:pt idx="6027">
                        <c:v>59.940181729999999</c:v>
                      </c:pt>
                      <c:pt idx="6028">
                        <c:v>59.940177919999996</c:v>
                      </c:pt>
                      <c:pt idx="6029">
                        <c:v>59.9401741</c:v>
                      </c:pt>
                      <c:pt idx="6030">
                        <c:v>59.940166470000001</c:v>
                      </c:pt>
                      <c:pt idx="6031">
                        <c:v>59.940162659999999</c:v>
                      </c:pt>
                      <c:pt idx="6032">
                        <c:v>59.94015503</c:v>
                      </c:pt>
                      <c:pt idx="6033">
                        <c:v>59.940151210000003</c:v>
                      </c:pt>
                      <c:pt idx="6034">
                        <c:v>59.940143589999998</c:v>
                      </c:pt>
                      <c:pt idx="6035">
                        <c:v>59.940139770000002</c:v>
                      </c:pt>
                      <c:pt idx="6036">
                        <c:v>59.940132140000003</c:v>
                      </c:pt>
                      <c:pt idx="6037">
                        <c:v>59.94012833</c:v>
                      </c:pt>
                      <c:pt idx="6038">
                        <c:v>59.940120700000001</c:v>
                      </c:pt>
                      <c:pt idx="6039">
                        <c:v>59.940116879999998</c:v>
                      </c:pt>
                      <c:pt idx="6040">
                        <c:v>59.940109249999999</c:v>
                      </c:pt>
                      <c:pt idx="6041">
                        <c:v>59.94010162</c:v>
                      </c:pt>
                      <c:pt idx="6042">
                        <c:v>59.940093990000001</c:v>
                      </c:pt>
                      <c:pt idx="6043">
                        <c:v>59.940090179999999</c:v>
                      </c:pt>
                      <c:pt idx="6044">
                        <c:v>59.94008255</c:v>
                      </c:pt>
                      <c:pt idx="6045">
                        <c:v>59.940074920000001</c:v>
                      </c:pt>
                      <c:pt idx="6046">
                        <c:v>59.940067290000002</c:v>
                      </c:pt>
                      <c:pt idx="6047">
                        <c:v>59.940059660000003</c:v>
                      </c:pt>
                      <c:pt idx="6048">
                        <c:v>59.940052029999997</c:v>
                      </c:pt>
                      <c:pt idx="6049">
                        <c:v>59.940044399999998</c:v>
                      </c:pt>
                      <c:pt idx="6050">
                        <c:v>59.940036769999999</c:v>
                      </c:pt>
                      <c:pt idx="6051">
                        <c:v>59.94002914</c:v>
                      </c:pt>
                      <c:pt idx="6052">
                        <c:v>59.940021510000001</c:v>
                      </c:pt>
                      <c:pt idx="6053">
                        <c:v>59.940013890000003</c:v>
                      </c:pt>
                      <c:pt idx="6054">
                        <c:v>59.940006259999997</c:v>
                      </c:pt>
                      <c:pt idx="6055">
                        <c:v>59.939998629999998</c:v>
                      </c:pt>
                      <c:pt idx="6056">
                        <c:v>59.939990999999999</c:v>
                      </c:pt>
                      <c:pt idx="6057">
                        <c:v>59.939979549999997</c:v>
                      </c:pt>
                      <c:pt idx="6058">
                        <c:v>59.939971919999998</c:v>
                      </c:pt>
                      <c:pt idx="6059">
                        <c:v>59.939964289999999</c:v>
                      </c:pt>
                      <c:pt idx="6060">
                        <c:v>59.939956670000001</c:v>
                      </c:pt>
                      <c:pt idx="6061">
                        <c:v>59.939945219999998</c:v>
                      </c:pt>
                      <c:pt idx="6062">
                        <c:v>59.93993759</c:v>
                      </c:pt>
                      <c:pt idx="6063">
                        <c:v>59.939929960000001</c:v>
                      </c:pt>
                      <c:pt idx="6064">
                        <c:v>59.939918519999999</c:v>
                      </c:pt>
                      <c:pt idx="6065">
                        <c:v>59.93991089</c:v>
                      </c:pt>
                      <c:pt idx="6066">
                        <c:v>59.939899439999998</c:v>
                      </c:pt>
                      <c:pt idx="6067">
                        <c:v>59.93989182</c:v>
                      </c:pt>
                      <c:pt idx="6068">
                        <c:v>59.939880369999997</c:v>
                      </c:pt>
                      <c:pt idx="6069">
                        <c:v>59.939872739999998</c:v>
                      </c:pt>
                      <c:pt idx="6070">
                        <c:v>59.939861299999997</c:v>
                      </c:pt>
                      <c:pt idx="6071">
                        <c:v>59.939849850000002</c:v>
                      </c:pt>
                      <c:pt idx="6072">
                        <c:v>59.939842220000003</c:v>
                      </c:pt>
                      <c:pt idx="6073">
                        <c:v>59.939830780000001</c:v>
                      </c:pt>
                      <c:pt idx="6074">
                        <c:v>59.939823150000002</c:v>
                      </c:pt>
                      <c:pt idx="6075">
                        <c:v>59.939811710000001</c:v>
                      </c:pt>
                      <c:pt idx="6076">
                        <c:v>59.939800259999998</c:v>
                      </c:pt>
                      <c:pt idx="6077">
                        <c:v>59.939788819999997</c:v>
                      </c:pt>
                      <c:pt idx="6078">
                        <c:v>59.939781189999998</c:v>
                      </c:pt>
                      <c:pt idx="6079">
                        <c:v>59.939769740000003</c:v>
                      </c:pt>
                      <c:pt idx="6080">
                        <c:v>59.939758300000001</c:v>
                      </c:pt>
                      <c:pt idx="6081">
                        <c:v>59.93974686</c:v>
                      </c:pt>
                      <c:pt idx="6082">
                        <c:v>59.939735409999997</c:v>
                      </c:pt>
                      <c:pt idx="6083">
                        <c:v>59.939723970000003</c:v>
                      </c:pt>
                      <c:pt idx="6084">
                        <c:v>59.93971252</c:v>
                      </c:pt>
                      <c:pt idx="6085">
                        <c:v>59.939701079999999</c:v>
                      </c:pt>
                      <c:pt idx="6086">
                        <c:v>59.93969345</c:v>
                      </c:pt>
                      <c:pt idx="6087">
                        <c:v>59.939682009999999</c:v>
                      </c:pt>
                      <c:pt idx="6088">
                        <c:v>59.939670560000003</c:v>
                      </c:pt>
                      <c:pt idx="6089">
                        <c:v>59.939659120000002</c:v>
                      </c:pt>
                      <c:pt idx="6090">
                        <c:v>59.939647669999999</c:v>
                      </c:pt>
                      <c:pt idx="6091">
                        <c:v>59.939632420000002</c:v>
                      </c:pt>
                      <c:pt idx="6092">
                        <c:v>59.93962097</c:v>
                      </c:pt>
                      <c:pt idx="6093">
                        <c:v>59.939609529999998</c:v>
                      </c:pt>
                      <c:pt idx="6094">
                        <c:v>59.939598080000003</c:v>
                      </c:pt>
                      <c:pt idx="6095">
                        <c:v>59.939586640000002</c:v>
                      </c:pt>
                      <c:pt idx="6096">
                        <c:v>59.9395752</c:v>
                      </c:pt>
                      <c:pt idx="6097">
                        <c:v>59.939563749999998</c:v>
                      </c:pt>
                      <c:pt idx="6098">
                        <c:v>59.939552310000003</c:v>
                      </c:pt>
                      <c:pt idx="6099">
                        <c:v>59.939537049999998</c:v>
                      </c:pt>
                      <c:pt idx="6100">
                        <c:v>59.939525600000003</c:v>
                      </c:pt>
                      <c:pt idx="6101">
                        <c:v>59.939514160000002</c:v>
                      </c:pt>
                      <c:pt idx="6102">
                        <c:v>59.93950272</c:v>
                      </c:pt>
                      <c:pt idx="6103">
                        <c:v>59.939487460000002</c:v>
                      </c:pt>
                      <c:pt idx="6104">
                        <c:v>59.93947601</c:v>
                      </c:pt>
                      <c:pt idx="6105">
                        <c:v>59.939464569999998</c:v>
                      </c:pt>
                      <c:pt idx="6106">
                        <c:v>59.939453129999997</c:v>
                      </c:pt>
                      <c:pt idx="6107">
                        <c:v>59.939437869999999</c:v>
                      </c:pt>
                      <c:pt idx="6108">
                        <c:v>59.939426419999997</c:v>
                      </c:pt>
                      <c:pt idx="6109">
                        <c:v>59.939414980000002</c:v>
                      </c:pt>
                      <c:pt idx="6110">
                        <c:v>59.939399719999997</c:v>
                      </c:pt>
                      <c:pt idx="6111">
                        <c:v>59.939388280000003</c:v>
                      </c:pt>
                      <c:pt idx="6112">
                        <c:v>59.939373019999998</c:v>
                      </c:pt>
                      <c:pt idx="6113">
                        <c:v>59.939361570000003</c:v>
                      </c:pt>
                      <c:pt idx="6114">
                        <c:v>59.939350130000001</c:v>
                      </c:pt>
                      <c:pt idx="6115">
                        <c:v>59.939334870000003</c:v>
                      </c:pt>
                      <c:pt idx="6116">
                        <c:v>59.939323430000002</c:v>
                      </c:pt>
                      <c:pt idx="6117">
                        <c:v>59.939308169999997</c:v>
                      </c:pt>
                      <c:pt idx="6118">
                        <c:v>59.939296720000002</c:v>
                      </c:pt>
                      <c:pt idx="6119">
                        <c:v>59.93928528</c:v>
                      </c:pt>
                      <c:pt idx="6120">
                        <c:v>59.939270020000002</c:v>
                      </c:pt>
                      <c:pt idx="6121">
                        <c:v>59.939258580000001</c:v>
                      </c:pt>
                      <c:pt idx="6122">
                        <c:v>59.939243320000003</c:v>
                      </c:pt>
                      <c:pt idx="6123">
                        <c:v>59.93923187</c:v>
                      </c:pt>
                      <c:pt idx="6124">
                        <c:v>59.939216610000003</c:v>
                      </c:pt>
                      <c:pt idx="6125">
                        <c:v>59.939205170000001</c:v>
                      </c:pt>
                      <c:pt idx="6126">
                        <c:v>59.939189910000003</c:v>
                      </c:pt>
                      <c:pt idx="6127">
                        <c:v>59.939178470000002</c:v>
                      </c:pt>
                      <c:pt idx="6128">
                        <c:v>59.939163209999997</c:v>
                      </c:pt>
                      <c:pt idx="6129">
                        <c:v>59.939151760000001</c:v>
                      </c:pt>
                      <c:pt idx="6130">
                        <c:v>59.939136509999997</c:v>
                      </c:pt>
                      <c:pt idx="6131">
                        <c:v>59.939125060000002</c:v>
                      </c:pt>
                      <c:pt idx="6132">
                        <c:v>59.939109799999997</c:v>
                      </c:pt>
                      <c:pt idx="6133">
                        <c:v>59.939094539999999</c:v>
                      </c:pt>
                      <c:pt idx="6134">
                        <c:v>59.939083099999998</c:v>
                      </c:pt>
                      <c:pt idx="6135">
                        <c:v>59.93906784</c:v>
                      </c:pt>
                      <c:pt idx="6136">
                        <c:v>59.939056399999998</c:v>
                      </c:pt>
                      <c:pt idx="6137">
                        <c:v>59.93904114</c:v>
                      </c:pt>
                      <c:pt idx="6138">
                        <c:v>59.939029689999998</c:v>
                      </c:pt>
                      <c:pt idx="6139">
                        <c:v>59.93901443</c:v>
                      </c:pt>
                      <c:pt idx="6140">
                        <c:v>59.939002989999999</c:v>
                      </c:pt>
                      <c:pt idx="6141">
                        <c:v>59.938987730000001</c:v>
                      </c:pt>
                      <c:pt idx="6142">
                        <c:v>59.938972470000003</c:v>
                      </c:pt>
                      <c:pt idx="6143">
                        <c:v>59.938961030000002</c:v>
                      </c:pt>
                      <c:pt idx="6144">
                        <c:v>59.938945769999997</c:v>
                      </c:pt>
                      <c:pt idx="6145">
                        <c:v>59.938934330000002</c:v>
                      </c:pt>
                      <c:pt idx="6146">
                        <c:v>59.938919069999997</c:v>
                      </c:pt>
                      <c:pt idx="6147">
                        <c:v>59.938907620000002</c:v>
                      </c:pt>
                      <c:pt idx="6148">
                        <c:v>59.938892359999997</c:v>
                      </c:pt>
                      <c:pt idx="6149">
                        <c:v>59.938880920000003</c:v>
                      </c:pt>
                      <c:pt idx="6150">
                        <c:v>59.938865659999998</c:v>
                      </c:pt>
                      <c:pt idx="6151">
                        <c:v>59.9388504</c:v>
                      </c:pt>
                      <c:pt idx="6152">
                        <c:v>59.938838959999998</c:v>
                      </c:pt>
                      <c:pt idx="6153">
                        <c:v>59.9388237</c:v>
                      </c:pt>
                      <c:pt idx="6154">
                        <c:v>59.938812259999999</c:v>
                      </c:pt>
                      <c:pt idx="6155">
                        <c:v>59.938797000000001</c:v>
                      </c:pt>
                      <c:pt idx="6156">
                        <c:v>59.938785549999999</c:v>
                      </c:pt>
                      <c:pt idx="6157">
                        <c:v>59.938770290000001</c:v>
                      </c:pt>
                      <c:pt idx="6158">
                        <c:v>59.938755039999997</c:v>
                      </c:pt>
                      <c:pt idx="6159">
                        <c:v>59.938743590000001</c:v>
                      </c:pt>
                      <c:pt idx="6160">
                        <c:v>59.938728330000004</c:v>
                      </c:pt>
                      <c:pt idx="6161">
                        <c:v>59.938716890000002</c:v>
                      </c:pt>
                      <c:pt idx="6162">
                        <c:v>59.938701629999997</c:v>
                      </c:pt>
                      <c:pt idx="6163">
                        <c:v>59.938690190000003</c:v>
                      </c:pt>
                      <c:pt idx="6164">
                        <c:v>59.938674929999998</c:v>
                      </c:pt>
                      <c:pt idx="6165">
                        <c:v>59.938663480000002</c:v>
                      </c:pt>
                      <c:pt idx="6166">
                        <c:v>59.938648219999997</c:v>
                      </c:pt>
                      <c:pt idx="6167">
                        <c:v>59.938636780000003</c:v>
                      </c:pt>
                      <c:pt idx="6168">
                        <c:v>59.938621519999998</c:v>
                      </c:pt>
                      <c:pt idx="6169">
                        <c:v>59.938610079999997</c:v>
                      </c:pt>
                      <c:pt idx="6170">
                        <c:v>59.938594819999999</c:v>
                      </c:pt>
                      <c:pt idx="6171">
                        <c:v>59.938583370000003</c:v>
                      </c:pt>
                      <c:pt idx="6172">
                        <c:v>59.938568119999999</c:v>
                      </c:pt>
                      <c:pt idx="6173">
                        <c:v>59.938556669999997</c:v>
                      </c:pt>
                      <c:pt idx="6174">
                        <c:v>59.938541409999999</c:v>
                      </c:pt>
                      <c:pt idx="6175">
                        <c:v>59.938529969999998</c:v>
                      </c:pt>
                      <c:pt idx="6176">
                        <c:v>59.93851471</c:v>
                      </c:pt>
                      <c:pt idx="6177">
                        <c:v>59.938503269999998</c:v>
                      </c:pt>
                      <c:pt idx="6178">
                        <c:v>59.93848801</c:v>
                      </c:pt>
                      <c:pt idx="6179">
                        <c:v>59.938476559999998</c:v>
                      </c:pt>
                      <c:pt idx="6180">
                        <c:v>59.9384613</c:v>
                      </c:pt>
                      <c:pt idx="6181">
                        <c:v>59.938449859999999</c:v>
                      </c:pt>
                      <c:pt idx="6182">
                        <c:v>59.938438419999997</c:v>
                      </c:pt>
                      <c:pt idx="6183">
                        <c:v>59.938423159999999</c:v>
                      </c:pt>
                      <c:pt idx="6184">
                        <c:v>59.938411709999997</c:v>
                      </c:pt>
                      <c:pt idx="6185">
                        <c:v>59.938396449999999</c:v>
                      </c:pt>
                      <c:pt idx="6186">
                        <c:v>59.938385009999998</c:v>
                      </c:pt>
                      <c:pt idx="6187">
                        <c:v>59.938373570000003</c:v>
                      </c:pt>
                      <c:pt idx="6188">
                        <c:v>59.938358309999998</c:v>
                      </c:pt>
                      <c:pt idx="6189">
                        <c:v>59.938346860000003</c:v>
                      </c:pt>
                      <c:pt idx="6190">
                        <c:v>59.938331599999998</c:v>
                      </c:pt>
                      <c:pt idx="6191">
                        <c:v>59.938320160000004</c:v>
                      </c:pt>
                      <c:pt idx="6192">
                        <c:v>59.938308720000002</c:v>
                      </c:pt>
                      <c:pt idx="6193">
                        <c:v>59.938293459999997</c:v>
                      </c:pt>
                      <c:pt idx="6194">
                        <c:v>59.938282010000002</c:v>
                      </c:pt>
                      <c:pt idx="6195">
                        <c:v>59.93827057</c:v>
                      </c:pt>
                      <c:pt idx="6196">
                        <c:v>59.938255310000002</c:v>
                      </c:pt>
                      <c:pt idx="6197">
                        <c:v>59.938243870000001</c:v>
                      </c:pt>
                      <c:pt idx="6198">
                        <c:v>59.938232419999999</c:v>
                      </c:pt>
                      <c:pt idx="6199">
                        <c:v>59.938220979999997</c:v>
                      </c:pt>
                      <c:pt idx="6200">
                        <c:v>59.938205719999999</c:v>
                      </c:pt>
                      <c:pt idx="6201">
                        <c:v>59.938194269999997</c:v>
                      </c:pt>
                      <c:pt idx="6202">
                        <c:v>59.938182830000002</c:v>
                      </c:pt>
                      <c:pt idx="6203">
                        <c:v>59.938171390000001</c:v>
                      </c:pt>
                      <c:pt idx="6204">
                        <c:v>59.938159939999998</c:v>
                      </c:pt>
                      <c:pt idx="6205">
                        <c:v>59.938144680000001</c:v>
                      </c:pt>
                      <c:pt idx="6206">
                        <c:v>59.938133239999999</c:v>
                      </c:pt>
                      <c:pt idx="6207">
                        <c:v>59.938121799999998</c:v>
                      </c:pt>
                      <c:pt idx="6208">
                        <c:v>59.938110350000002</c:v>
                      </c:pt>
                      <c:pt idx="6209">
                        <c:v>59.938098910000001</c:v>
                      </c:pt>
                      <c:pt idx="6210">
                        <c:v>59.938087459999998</c:v>
                      </c:pt>
                      <c:pt idx="6211">
                        <c:v>59.938072200000001</c:v>
                      </c:pt>
                      <c:pt idx="6212">
                        <c:v>59.938060759999999</c:v>
                      </c:pt>
                      <c:pt idx="6213">
                        <c:v>59.938049319999998</c:v>
                      </c:pt>
                      <c:pt idx="6214">
                        <c:v>59.938037870000002</c:v>
                      </c:pt>
                      <c:pt idx="6215">
                        <c:v>59.938026430000001</c:v>
                      </c:pt>
                      <c:pt idx="6216">
                        <c:v>59.938014979999998</c:v>
                      </c:pt>
                      <c:pt idx="6217">
                        <c:v>59.938003539999997</c:v>
                      </c:pt>
                      <c:pt idx="6218">
                        <c:v>59.937992100000002</c:v>
                      </c:pt>
                      <c:pt idx="6219">
                        <c:v>59.93798065</c:v>
                      </c:pt>
                      <c:pt idx="6220">
                        <c:v>59.937969209999999</c:v>
                      </c:pt>
                      <c:pt idx="6221">
                        <c:v>59.937957760000003</c:v>
                      </c:pt>
                      <c:pt idx="6222">
                        <c:v>59.937946320000002</c:v>
                      </c:pt>
                      <c:pt idx="6223">
                        <c:v>59.93793488</c:v>
                      </c:pt>
                      <c:pt idx="6224">
                        <c:v>59.937923429999998</c:v>
                      </c:pt>
                      <c:pt idx="6225">
                        <c:v>59.937911990000003</c:v>
                      </c:pt>
                      <c:pt idx="6226">
                        <c:v>59.937904359999997</c:v>
                      </c:pt>
                      <c:pt idx="6227">
                        <c:v>59.937892910000002</c:v>
                      </c:pt>
                      <c:pt idx="6228">
                        <c:v>59.937881470000001</c:v>
                      </c:pt>
                      <c:pt idx="6229">
                        <c:v>59.937870029999999</c:v>
                      </c:pt>
                      <c:pt idx="6230">
                        <c:v>59.937858579999997</c:v>
                      </c:pt>
                      <c:pt idx="6231">
                        <c:v>59.937847140000002</c:v>
                      </c:pt>
                      <c:pt idx="6232">
                        <c:v>59.93783569</c:v>
                      </c:pt>
                      <c:pt idx="6233">
                        <c:v>59.937828060000001</c:v>
                      </c:pt>
                      <c:pt idx="6234">
                        <c:v>59.93781662</c:v>
                      </c:pt>
                      <c:pt idx="6235">
                        <c:v>59.937805179999998</c:v>
                      </c:pt>
                      <c:pt idx="6236">
                        <c:v>59.937793730000003</c:v>
                      </c:pt>
                      <c:pt idx="6237">
                        <c:v>59.937786099999997</c:v>
                      </c:pt>
                      <c:pt idx="6238">
                        <c:v>59.937774660000002</c:v>
                      </c:pt>
                      <c:pt idx="6239">
                        <c:v>59.93776321</c:v>
                      </c:pt>
                      <c:pt idx="6240">
                        <c:v>59.937751769999998</c:v>
                      </c:pt>
                      <c:pt idx="6241">
                        <c:v>59.93774414</c:v>
                      </c:pt>
                      <c:pt idx="6242">
                        <c:v>59.937732699999998</c:v>
                      </c:pt>
                      <c:pt idx="6243">
                        <c:v>59.937721250000003</c:v>
                      </c:pt>
                      <c:pt idx="6244">
                        <c:v>59.937713619999997</c:v>
                      </c:pt>
                      <c:pt idx="6245">
                        <c:v>59.937702180000002</c:v>
                      </c:pt>
                      <c:pt idx="6246">
                        <c:v>59.937694550000003</c:v>
                      </c:pt>
                      <c:pt idx="6247">
                        <c:v>59.937683110000002</c:v>
                      </c:pt>
                      <c:pt idx="6248">
                        <c:v>59.937671659999999</c:v>
                      </c:pt>
                      <c:pt idx="6249">
                        <c:v>59.937664030000001</c:v>
                      </c:pt>
                      <c:pt idx="6250">
                        <c:v>59.937652589999999</c:v>
                      </c:pt>
                      <c:pt idx="6251">
                        <c:v>59.93764496</c:v>
                      </c:pt>
                      <c:pt idx="6252">
                        <c:v>59.937633509999998</c:v>
                      </c:pt>
                      <c:pt idx="6253">
                        <c:v>59.93762589</c:v>
                      </c:pt>
                      <c:pt idx="6254">
                        <c:v>59.937614439999997</c:v>
                      </c:pt>
                      <c:pt idx="6255">
                        <c:v>59.937606809999998</c:v>
                      </c:pt>
                      <c:pt idx="6256">
                        <c:v>59.937599179999999</c:v>
                      </c:pt>
                      <c:pt idx="6257">
                        <c:v>59.937587739999998</c:v>
                      </c:pt>
                      <c:pt idx="6258">
                        <c:v>59.937580109999999</c:v>
                      </c:pt>
                      <c:pt idx="6259">
                        <c:v>59.937568659999997</c:v>
                      </c:pt>
                      <c:pt idx="6260">
                        <c:v>59.937561039999999</c:v>
                      </c:pt>
                      <c:pt idx="6261">
                        <c:v>59.93755341</c:v>
                      </c:pt>
                      <c:pt idx="6262">
                        <c:v>59.937541959999997</c:v>
                      </c:pt>
                      <c:pt idx="6263">
                        <c:v>59.937534329999998</c:v>
                      </c:pt>
                      <c:pt idx="6264">
                        <c:v>59.937526699999999</c:v>
                      </c:pt>
                      <c:pt idx="6265">
                        <c:v>59.937515259999998</c:v>
                      </c:pt>
                      <c:pt idx="6266">
                        <c:v>59.937507629999999</c:v>
                      </c:pt>
                      <c:pt idx="6267">
                        <c:v>59.9375</c:v>
                      </c:pt>
                      <c:pt idx="6268">
                        <c:v>59.937488559999998</c:v>
                      </c:pt>
                      <c:pt idx="6269">
                        <c:v>59.93748093</c:v>
                      </c:pt>
                      <c:pt idx="6270">
                        <c:v>59.937473300000001</c:v>
                      </c:pt>
                      <c:pt idx="6271">
                        <c:v>59.937465670000002</c:v>
                      </c:pt>
                      <c:pt idx="6272">
                        <c:v>59.937454219999999</c:v>
                      </c:pt>
                      <c:pt idx="6273">
                        <c:v>59.93744659</c:v>
                      </c:pt>
                      <c:pt idx="6274">
                        <c:v>59.937438960000001</c:v>
                      </c:pt>
                      <c:pt idx="6275">
                        <c:v>59.937431340000003</c:v>
                      </c:pt>
                      <c:pt idx="6276">
                        <c:v>59.937423709999997</c:v>
                      </c:pt>
                      <c:pt idx="6277">
                        <c:v>59.937416079999998</c:v>
                      </c:pt>
                      <c:pt idx="6278">
                        <c:v>59.937404630000003</c:v>
                      </c:pt>
                      <c:pt idx="6279">
                        <c:v>59.937396999999997</c:v>
                      </c:pt>
                      <c:pt idx="6280">
                        <c:v>59.937389369999998</c:v>
                      </c:pt>
                      <c:pt idx="6281">
                        <c:v>59.937381739999999</c:v>
                      </c:pt>
                      <c:pt idx="6282">
                        <c:v>59.93737411</c:v>
                      </c:pt>
                      <c:pt idx="6283">
                        <c:v>59.937366490000002</c:v>
                      </c:pt>
                      <c:pt idx="6284">
                        <c:v>59.937358860000003</c:v>
                      </c:pt>
                      <c:pt idx="6285">
                        <c:v>59.937351229999997</c:v>
                      </c:pt>
                      <c:pt idx="6286">
                        <c:v>59.937343599999998</c:v>
                      </c:pt>
                      <c:pt idx="6287">
                        <c:v>59.937335969999999</c:v>
                      </c:pt>
                      <c:pt idx="6288">
                        <c:v>59.937328340000001</c:v>
                      </c:pt>
                      <c:pt idx="6289">
                        <c:v>59.937320710000002</c:v>
                      </c:pt>
                      <c:pt idx="6290">
                        <c:v>59.937313080000003</c:v>
                      </c:pt>
                      <c:pt idx="6291">
                        <c:v>59.937305449999997</c:v>
                      </c:pt>
                      <c:pt idx="6292">
                        <c:v>59.937297819999998</c:v>
                      </c:pt>
                      <c:pt idx="6293">
                        <c:v>59.937290189999999</c:v>
                      </c:pt>
                      <c:pt idx="6294">
                        <c:v>59.93728256</c:v>
                      </c:pt>
                      <c:pt idx="6295">
                        <c:v>59.937278749999997</c:v>
                      </c:pt>
                      <c:pt idx="6296">
                        <c:v>59.937271119999998</c:v>
                      </c:pt>
                      <c:pt idx="6297">
                        <c:v>59.937263489999999</c:v>
                      </c:pt>
                      <c:pt idx="6298">
                        <c:v>59.93725586</c:v>
                      </c:pt>
                      <c:pt idx="6299">
                        <c:v>59.937248230000002</c:v>
                      </c:pt>
                      <c:pt idx="6300">
                        <c:v>59.937240600000003</c:v>
                      </c:pt>
                      <c:pt idx="6301">
                        <c:v>59.937232969999997</c:v>
                      </c:pt>
                      <c:pt idx="6302">
                        <c:v>59.937229160000001</c:v>
                      </c:pt>
                      <c:pt idx="6303">
                        <c:v>59.937221530000002</c:v>
                      </c:pt>
                      <c:pt idx="6304">
                        <c:v>59.937213900000003</c:v>
                      </c:pt>
                      <c:pt idx="6305">
                        <c:v>59.937206269999997</c:v>
                      </c:pt>
                      <c:pt idx="6306">
                        <c:v>59.937202450000001</c:v>
                      </c:pt>
                      <c:pt idx="6307">
                        <c:v>59.937194820000002</c:v>
                      </c:pt>
                      <c:pt idx="6308">
                        <c:v>59.937187190000003</c:v>
                      </c:pt>
                      <c:pt idx="6309">
                        <c:v>59.937179569999998</c:v>
                      </c:pt>
                      <c:pt idx="6310">
                        <c:v>59.937175750000002</c:v>
                      </c:pt>
                      <c:pt idx="6311">
                        <c:v>59.937168120000003</c:v>
                      </c:pt>
                      <c:pt idx="6312">
                        <c:v>59.937160489999997</c:v>
                      </c:pt>
                      <c:pt idx="6313">
                        <c:v>59.937156680000001</c:v>
                      </c:pt>
                      <c:pt idx="6314">
                        <c:v>59.937149050000002</c:v>
                      </c:pt>
                      <c:pt idx="6315">
                        <c:v>59.937141420000003</c:v>
                      </c:pt>
                      <c:pt idx="6316">
                        <c:v>59.9371376</c:v>
                      </c:pt>
                      <c:pt idx="6317">
                        <c:v>59.937129970000001</c:v>
                      </c:pt>
                      <c:pt idx="6318">
                        <c:v>59.937126159999998</c:v>
                      </c:pt>
                      <c:pt idx="6319">
                        <c:v>59.937118529999999</c:v>
                      </c:pt>
                      <c:pt idx="6320">
                        <c:v>59.9371109</c:v>
                      </c:pt>
                      <c:pt idx="6321">
                        <c:v>59.937107089999998</c:v>
                      </c:pt>
                      <c:pt idx="6322">
                        <c:v>59.937099459999999</c:v>
                      </c:pt>
                      <c:pt idx="6323">
                        <c:v>59.937095640000003</c:v>
                      </c:pt>
                      <c:pt idx="6324">
                        <c:v>59.937088009999997</c:v>
                      </c:pt>
                      <c:pt idx="6325">
                        <c:v>59.937084200000001</c:v>
                      </c:pt>
                      <c:pt idx="6326">
                        <c:v>59.937076570000002</c:v>
                      </c:pt>
                      <c:pt idx="6327">
                        <c:v>59.937072749999999</c:v>
                      </c:pt>
                      <c:pt idx="6328">
                        <c:v>59.93706512</c:v>
                      </c:pt>
                      <c:pt idx="6329">
                        <c:v>59.937061309999997</c:v>
                      </c:pt>
                      <c:pt idx="6330">
                        <c:v>59.937053679999998</c:v>
                      </c:pt>
                      <c:pt idx="6331">
                        <c:v>59.937049870000003</c:v>
                      </c:pt>
                      <c:pt idx="6332">
                        <c:v>59.937042239999997</c:v>
                      </c:pt>
                      <c:pt idx="6333">
                        <c:v>59.93703842</c:v>
                      </c:pt>
                      <c:pt idx="6334">
                        <c:v>59.937030790000001</c:v>
                      </c:pt>
                      <c:pt idx="6335">
                        <c:v>59.937026979999999</c:v>
                      </c:pt>
                      <c:pt idx="6336">
                        <c:v>59.937023160000003</c:v>
                      </c:pt>
                      <c:pt idx="6337">
                        <c:v>59.937015529999996</c:v>
                      </c:pt>
                      <c:pt idx="6338">
                        <c:v>59.937011720000001</c:v>
                      </c:pt>
                      <c:pt idx="6339">
                        <c:v>59.937007899999998</c:v>
                      </c:pt>
                      <c:pt idx="6340">
                        <c:v>59.937000269999999</c:v>
                      </c:pt>
                      <c:pt idx="6341">
                        <c:v>59.936996460000003</c:v>
                      </c:pt>
                      <c:pt idx="6342">
                        <c:v>59.936992650000001</c:v>
                      </c:pt>
                      <c:pt idx="6343">
                        <c:v>59.936985020000002</c:v>
                      </c:pt>
                      <c:pt idx="6344">
                        <c:v>59.936981199999998</c:v>
                      </c:pt>
                      <c:pt idx="6345">
                        <c:v>59.936977390000003</c:v>
                      </c:pt>
                      <c:pt idx="6346">
                        <c:v>59.936969759999997</c:v>
                      </c:pt>
                      <c:pt idx="6347">
                        <c:v>59.93696594</c:v>
                      </c:pt>
                      <c:pt idx="6348">
                        <c:v>59.936962129999998</c:v>
                      </c:pt>
                      <c:pt idx="6349">
                        <c:v>59.936954499999999</c:v>
                      </c:pt>
                      <c:pt idx="6350">
                        <c:v>59.936950680000002</c:v>
                      </c:pt>
                      <c:pt idx="6351">
                        <c:v>59.93694687</c:v>
                      </c:pt>
                      <c:pt idx="6352">
                        <c:v>59.936943049999996</c:v>
                      </c:pt>
                      <c:pt idx="6353">
                        <c:v>59.936939240000001</c:v>
                      </c:pt>
                      <c:pt idx="6354">
                        <c:v>59.936931610000002</c:v>
                      </c:pt>
                      <c:pt idx="6355">
                        <c:v>59.936927799999999</c:v>
                      </c:pt>
                      <c:pt idx="6356">
                        <c:v>59.936923980000003</c:v>
                      </c:pt>
                      <c:pt idx="6357">
                        <c:v>59.93692017</c:v>
                      </c:pt>
                      <c:pt idx="6358">
                        <c:v>59.936916349999997</c:v>
                      </c:pt>
                      <c:pt idx="6359">
                        <c:v>59.936908719999998</c:v>
                      </c:pt>
                      <c:pt idx="6360">
                        <c:v>59.936904910000003</c:v>
                      </c:pt>
                      <c:pt idx="6361">
                        <c:v>59.936901089999999</c:v>
                      </c:pt>
                      <c:pt idx="6362">
                        <c:v>59.936897279999997</c:v>
                      </c:pt>
                      <c:pt idx="6363">
                        <c:v>59.93689346</c:v>
                      </c:pt>
                      <c:pt idx="6364">
                        <c:v>59.936889649999998</c:v>
                      </c:pt>
                      <c:pt idx="6365">
                        <c:v>59.936885830000001</c:v>
                      </c:pt>
                      <c:pt idx="6366">
                        <c:v>59.936878200000002</c:v>
                      </c:pt>
                      <c:pt idx="6367">
                        <c:v>59.93687439</c:v>
                      </c:pt>
                      <c:pt idx="6368">
                        <c:v>59.936870570000004</c:v>
                      </c:pt>
                      <c:pt idx="6369">
                        <c:v>59.936866760000001</c:v>
                      </c:pt>
                      <c:pt idx="6370">
                        <c:v>59.936862949999998</c:v>
                      </c:pt>
                      <c:pt idx="6371">
                        <c:v>59.936859130000002</c:v>
                      </c:pt>
                      <c:pt idx="6372">
                        <c:v>59.936855319999999</c:v>
                      </c:pt>
                      <c:pt idx="6373">
                        <c:v>59.936851500000003</c:v>
                      </c:pt>
                      <c:pt idx="6374">
                        <c:v>59.93684769</c:v>
                      </c:pt>
                      <c:pt idx="6375">
                        <c:v>59.936843869999997</c:v>
                      </c:pt>
                      <c:pt idx="6376">
                        <c:v>59.936840060000002</c:v>
                      </c:pt>
                      <c:pt idx="6377">
                        <c:v>59.936836239999998</c:v>
                      </c:pt>
                      <c:pt idx="6378">
                        <c:v>59.936832430000003</c:v>
                      </c:pt>
                      <c:pt idx="6379">
                        <c:v>59.936828609999999</c:v>
                      </c:pt>
                      <c:pt idx="6380">
                        <c:v>59.936824799999997</c:v>
                      </c:pt>
                      <c:pt idx="6381">
                        <c:v>59.93682098</c:v>
                      </c:pt>
                      <c:pt idx="6382">
                        <c:v>59.936817169999998</c:v>
                      </c:pt>
                      <c:pt idx="6383">
                        <c:v>59.936813350000001</c:v>
                      </c:pt>
                      <c:pt idx="6384">
                        <c:v>59.936809539999999</c:v>
                      </c:pt>
                      <c:pt idx="6385">
                        <c:v>59.936805730000003</c:v>
                      </c:pt>
                      <c:pt idx="6386">
                        <c:v>59.93680191</c:v>
                      </c:pt>
                      <c:pt idx="6387">
                        <c:v>59.936798099999997</c:v>
                      </c:pt>
                      <c:pt idx="6388">
                        <c:v>59.936794280000001</c:v>
                      </c:pt>
                      <c:pt idx="6389">
                        <c:v>59.936794280000001</c:v>
                      </c:pt>
                      <c:pt idx="6390">
                        <c:v>59.936790469999998</c:v>
                      </c:pt>
                      <c:pt idx="6391">
                        <c:v>59.936786650000002</c:v>
                      </c:pt>
                      <c:pt idx="6392">
                        <c:v>59.936782839999999</c:v>
                      </c:pt>
                      <c:pt idx="6393">
                        <c:v>59.936779020000003</c:v>
                      </c:pt>
                      <c:pt idx="6394">
                        <c:v>59.93677521</c:v>
                      </c:pt>
                      <c:pt idx="6395">
                        <c:v>59.936771389999997</c:v>
                      </c:pt>
                      <c:pt idx="6396">
                        <c:v>59.936767580000001</c:v>
                      </c:pt>
                      <c:pt idx="6397">
                        <c:v>59.936767580000001</c:v>
                      </c:pt>
                      <c:pt idx="6398">
                        <c:v>59.936763759999998</c:v>
                      </c:pt>
                      <c:pt idx="6399">
                        <c:v>59.936759950000003</c:v>
                      </c:pt>
                      <c:pt idx="6400">
                        <c:v>59.936756129999999</c:v>
                      </c:pt>
                      <c:pt idx="6401">
                        <c:v>59.936752319999997</c:v>
                      </c:pt>
                      <c:pt idx="6402">
                        <c:v>59.936752319999997</c:v>
                      </c:pt>
                      <c:pt idx="6403">
                        <c:v>59.9367485</c:v>
                      </c:pt>
                      <c:pt idx="6404">
                        <c:v>59.936744689999998</c:v>
                      </c:pt>
                      <c:pt idx="6405">
                        <c:v>59.936740880000002</c:v>
                      </c:pt>
                      <c:pt idx="6406">
                        <c:v>59.936740880000002</c:v>
                      </c:pt>
                      <c:pt idx="6407">
                        <c:v>59.936737059999999</c:v>
                      </c:pt>
                      <c:pt idx="6408">
                        <c:v>59.936733250000003</c:v>
                      </c:pt>
                      <c:pt idx="6409">
                        <c:v>59.936733250000003</c:v>
                      </c:pt>
                      <c:pt idx="6410">
                        <c:v>59.93672943</c:v>
                      </c:pt>
                      <c:pt idx="6411">
                        <c:v>59.936725619999997</c:v>
                      </c:pt>
                      <c:pt idx="6412">
                        <c:v>59.936725619999997</c:v>
                      </c:pt>
                      <c:pt idx="6413">
                        <c:v>59.936721800000001</c:v>
                      </c:pt>
                      <c:pt idx="6414">
                        <c:v>59.936717989999998</c:v>
                      </c:pt>
                      <c:pt idx="6415">
                        <c:v>59.936717989999998</c:v>
                      </c:pt>
                      <c:pt idx="6416">
                        <c:v>59.936714170000002</c:v>
                      </c:pt>
                      <c:pt idx="6417">
                        <c:v>59.936710359999999</c:v>
                      </c:pt>
                      <c:pt idx="6418">
                        <c:v>59.936710359999999</c:v>
                      </c:pt>
                      <c:pt idx="6419">
                        <c:v>59.936706540000003</c:v>
                      </c:pt>
                      <c:pt idx="6420">
                        <c:v>59.936706540000003</c:v>
                      </c:pt>
                      <c:pt idx="6421">
                        <c:v>59.93670273</c:v>
                      </c:pt>
                      <c:pt idx="6422">
                        <c:v>59.936698909999997</c:v>
                      </c:pt>
                      <c:pt idx="6423">
                        <c:v>59.936698909999997</c:v>
                      </c:pt>
                      <c:pt idx="6424">
                        <c:v>59.936695100000001</c:v>
                      </c:pt>
                      <c:pt idx="6425">
                        <c:v>59.936695100000001</c:v>
                      </c:pt>
                      <c:pt idx="6426">
                        <c:v>59.936691279999998</c:v>
                      </c:pt>
                      <c:pt idx="6427">
                        <c:v>59.936691279999998</c:v>
                      </c:pt>
                      <c:pt idx="6428">
                        <c:v>59.936687470000003</c:v>
                      </c:pt>
                      <c:pt idx="6429">
                        <c:v>59.936687470000003</c:v>
                      </c:pt>
                      <c:pt idx="6430">
                        <c:v>59.936683649999999</c:v>
                      </c:pt>
                      <c:pt idx="6431">
                        <c:v>59.936683649999999</c:v>
                      </c:pt>
                      <c:pt idx="6432">
                        <c:v>59.936679839999996</c:v>
                      </c:pt>
                      <c:pt idx="6433">
                        <c:v>59.936679839999996</c:v>
                      </c:pt>
                      <c:pt idx="6434">
                        <c:v>59.936679839999996</c:v>
                      </c:pt>
                      <c:pt idx="6435">
                        <c:v>59.936676030000001</c:v>
                      </c:pt>
                      <c:pt idx="6436">
                        <c:v>59.936676030000001</c:v>
                      </c:pt>
                      <c:pt idx="6437">
                        <c:v>59.936672209999998</c:v>
                      </c:pt>
                      <c:pt idx="6438">
                        <c:v>59.936672209999998</c:v>
                      </c:pt>
                      <c:pt idx="6439">
                        <c:v>59.936672209999998</c:v>
                      </c:pt>
                      <c:pt idx="6440">
                        <c:v>59.936668400000002</c:v>
                      </c:pt>
                      <c:pt idx="6441">
                        <c:v>59.936668400000002</c:v>
                      </c:pt>
                      <c:pt idx="6442">
                        <c:v>59.936668400000002</c:v>
                      </c:pt>
                      <c:pt idx="6443">
                        <c:v>59.936664579999999</c:v>
                      </c:pt>
                      <c:pt idx="6444">
                        <c:v>59.936664579999999</c:v>
                      </c:pt>
                      <c:pt idx="6445">
                        <c:v>59.936664579999999</c:v>
                      </c:pt>
                      <c:pt idx="6446">
                        <c:v>59.936664579999999</c:v>
                      </c:pt>
                      <c:pt idx="6447">
                        <c:v>59.936660770000003</c:v>
                      </c:pt>
                      <c:pt idx="6448">
                        <c:v>59.936660770000003</c:v>
                      </c:pt>
                      <c:pt idx="6449">
                        <c:v>59.936660770000003</c:v>
                      </c:pt>
                      <c:pt idx="6450">
                        <c:v>59.936660770000003</c:v>
                      </c:pt>
                      <c:pt idx="6451">
                        <c:v>59.936660770000003</c:v>
                      </c:pt>
                      <c:pt idx="6452">
                        <c:v>59.93665695</c:v>
                      </c:pt>
                      <c:pt idx="6453">
                        <c:v>59.93665695</c:v>
                      </c:pt>
                      <c:pt idx="6454">
                        <c:v>59.93665695</c:v>
                      </c:pt>
                      <c:pt idx="6455">
                        <c:v>59.93665695</c:v>
                      </c:pt>
                      <c:pt idx="6456">
                        <c:v>59.93665695</c:v>
                      </c:pt>
                      <c:pt idx="6457">
                        <c:v>59.93665695</c:v>
                      </c:pt>
                      <c:pt idx="6458">
                        <c:v>59.93665695</c:v>
                      </c:pt>
                      <c:pt idx="6459">
                        <c:v>59.93665695</c:v>
                      </c:pt>
                      <c:pt idx="6460">
                        <c:v>59.936653139999997</c:v>
                      </c:pt>
                      <c:pt idx="6461">
                        <c:v>59.936653139999997</c:v>
                      </c:pt>
                      <c:pt idx="6462">
                        <c:v>59.936653139999997</c:v>
                      </c:pt>
                      <c:pt idx="6463">
                        <c:v>59.936653139999997</c:v>
                      </c:pt>
                      <c:pt idx="6464">
                        <c:v>59.936653139999997</c:v>
                      </c:pt>
                      <c:pt idx="6465">
                        <c:v>59.936653139999997</c:v>
                      </c:pt>
                      <c:pt idx="6466">
                        <c:v>59.936653139999997</c:v>
                      </c:pt>
                      <c:pt idx="6467">
                        <c:v>59.936653139999997</c:v>
                      </c:pt>
                      <c:pt idx="6468">
                        <c:v>59.93665695</c:v>
                      </c:pt>
                      <c:pt idx="6469">
                        <c:v>59.93665695</c:v>
                      </c:pt>
                      <c:pt idx="6470">
                        <c:v>59.93665695</c:v>
                      </c:pt>
                      <c:pt idx="6471">
                        <c:v>59.93665695</c:v>
                      </c:pt>
                      <c:pt idx="6472">
                        <c:v>59.93665695</c:v>
                      </c:pt>
                      <c:pt idx="6473">
                        <c:v>59.93665695</c:v>
                      </c:pt>
                      <c:pt idx="6474">
                        <c:v>59.93665695</c:v>
                      </c:pt>
                      <c:pt idx="6475">
                        <c:v>59.93665695</c:v>
                      </c:pt>
                      <c:pt idx="6476">
                        <c:v>59.93665695</c:v>
                      </c:pt>
                      <c:pt idx="6477">
                        <c:v>59.936660770000003</c:v>
                      </c:pt>
                      <c:pt idx="6478">
                        <c:v>59.936660770000003</c:v>
                      </c:pt>
                      <c:pt idx="6479">
                        <c:v>59.936660770000003</c:v>
                      </c:pt>
                      <c:pt idx="6480">
                        <c:v>59.936660770000003</c:v>
                      </c:pt>
                      <c:pt idx="6481">
                        <c:v>59.936664579999999</c:v>
                      </c:pt>
                      <c:pt idx="6482">
                        <c:v>59.936664579999999</c:v>
                      </c:pt>
                      <c:pt idx="6483">
                        <c:v>59.936664579999999</c:v>
                      </c:pt>
                      <c:pt idx="6484">
                        <c:v>59.936664579999999</c:v>
                      </c:pt>
                      <c:pt idx="6485">
                        <c:v>59.936668400000002</c:v>
                      </c:pt>
                      <c:pt idx="6486">
                        <c:v>59.936668400000002</c:v>
                      </c:pt>
                      <c:pt idx="6487">
                        <c:v>59.936668400000002</c:v>
                      </c:pt>
                      <c:pt idx="6488">
                        <c:v>59.936672209999998</c:v>
                      </c:pt>
                      <c:pt idx="6489">
                        <c:v>59.936672209999998</c:v>
                      </c:pt>
                      <c:pt idx="6490">
                        <c:v>59.936672209999998</c:v>
                      </c:pt>
                      <c:pt idx="6491">
                        <c:v>59.936676030000001</c:v>
                      </c:pt>
                      <c:pt idx="6492">
                        <c:v>59.936676030000001</c:v>
                      </c:pt>
                      <c:pt idx="6493">
                        <c:v>59.936679839999996</c:v>
                      </c:pt>
                      <c:pt idx="6494">
                        <c:v>59.936679839999996</c:v>
                      </c:pt>
                      <c:pt idx="6495">
                        <c:v>59.936683649999999</c:v>
                      </c:pt>
                      <c:pt idx="6496">
                        <c:v>59.936683649999999</c:v>
                      </c:pt>
                      <c:pt idx="6497">
                        <c:v>59.936687470000003</c:v>
                      </c:pt>
                      <c:pt idx="6498">
                        <c:v>59.936687470000003</c:v>
                      </c:pt>
                      <c:pt idx="6499">
                        <c:v>59.936691279999998</c:v>
                      </c:pt>
                      <c:pt idx="6500">
                        <c:v>59.936691279999998</c:v>
                      </c:pt>
                      <c:pt idx="6501">
                        <c:v>59.936695100000001</c:v>
                      </c:pt>
                      <c:pt idx="6502">
                        <c:v>59.936698909999997</c:v>
                      </c:pt>
                      <c:pt idx="6503">
                        <c:v>59.936698909999997</c:v>
                      </c:pt>
                      <c:pt idx="6504">
                        <c:v>59.93670273</c:v>
                      </c:pt>
                      <c:pt idx="6505">
                        <c:v>59.936706540000003</c:v>
                      </c:pt>
                      <c:pt idx="6506">
                        <c:v>59.936706540000003</c:v>
                      </c:pt>
                      <c:pt idx="6507">
                        <c:v>59.936710359999999</c:v>
                      </c:pt>
                      <c:pt idx="6508">
                        <c:v>59.936714170000002</c:v>
                      </c:pt>
                      <c:pt idx="6509">
                        <c:v>59.936717989999998</c:v>
                      </c:pt>
                      <c:pt idx="6510">
                        <c:v>59.936717989999998</c:v>
                      </c:pt>
                      <c:pt idx="6511">
                        <c:v>59.936721800000001</c:v>
                      </c:pt>
                      <c:pt idx="6512">
                        <c:v>59.936725619999997</c:v>
                      </c:pt>
                      <c:pt idx="6513">
                        <c:v>59.93672943</c:v>
                      </c:pt>
                      <c:pt idx="6514">
                        <c:v>59.936733250000003</c:v>
                      </c:pt>
                      <c:pt idx="6515">
                        <c:v>59.936733250000003</c:v>
                      </c:pt>
                      <c:pt idx="6516">
                        <c:v>59.936737059999999</c:v>
                      </c:pt>
                      <c:pt idx="6517">
                        <c:v>59.936740880000002</c:v>
                      </c:pt>
                      <c:pt idx="6518">
                        <c:v>59.936744689999998</c:v>
                      </c:pt>
                      <c:pt idx="6519">
                        <c:v>59.9367485</c:v>
                      </c:pt>
                      <c:pt idx="6520">
                        <c:v>59.936752319999997</c:v>
                      </c:pt>
                      <c:pt idx="6521">
                        <c:v>59.936756129999999</c:v>
                      </c:pt>
                      <c:pt idx="6522">
                        <c:v>59.936759950000003</c:v>
                      </c:pt>
                      <c:pt idx="6523">
                        <c:v>59.936763759999998</c:v>
                      </c:pt>
                      <c:pt idx="6524">
                        <c:v>59.936767580000001</c:v>
                      </c:pt>
                      <c:pt idx="6525">
                        <c:v>59.936771389999997</c:v>
                      </c:pt>
                      <c:pt idx="6526">
                        <c:v>59.93677521</c:v>
                      </c:pt>
                      <c:pt idx="6527">
                        <c:v>59.936782839999999</c:v>
                      </c:pt>
                      <c:pt idx="6528">
                        <c:v>59.936786650000002</c:v>
                      </c:pt>
                      <c:pt idx="6529">
                        <c:v>59.936790469999998</c:v>
                      </c:pt>
                      <c:pt idx="6530">
                        <c:v>59.936794280000001</c:v>
                      </c:pt>
                      <c:pt idx="6531">
                        <c:v>59.936798099999997</c:v>
                      </c:pt>
                      <c:pt idx="6532">
                        <c:v>59.93680191</c:v>
                      </c:pt>
                      <c:pt idx="6533">
                        <c:v>59.936809539999999</c:v>
                      </c:pt>
                      <c:pt idx="6534">
                        <c:v>59.936813350000001</c:v>
                      </c:pt>
                      <c:pt idx="6535">
                        <c:v>59.936817169999998</c:v>
                      </c:pt>
                      <c:pt idx="6536">
                        <c:v>59.936824799999997</c:v>
                      </c:pt>
                      <c:pt idx="6537">
                        <c:v>59.936828609999999</c:v>
                      </c:pt>
                      <c:pt idx="6538">
                        <c:v>59.936832430000003</c:v>
                      </c:pt>
                      <c:pt idx="6539">
                        <c:v>59.936840060000002</c:v>
                      </c:pt>
                      <c:pt idx="6540">
                        <c:v>59.936843869999997</c:v>
                      </c:pt>
                      <c:pt idx="6541">
                        <c:v>59.936851500000003</c:v>
                      </c:pt>
                      <c:pt idx="6542">
                        <c:v>59.936855319999999</c:v>
                      </c:pt>
                      <c:pt idx="6543">
                        <c:v>59.936859130000002</c:v>
                      </c:pt>
                      <c:pt idx="6544">
                        <c:v>59.936866760000001</c:v>
                      </c:pt>
                      <c:pt idx="6545">
                        <c:v>59.93687439</c:v>
                      </c:pt>
                      <c:pt idx="6546">
                        <c:v>59.936878200000002</c:v>
                      </c:pt>
                      <c:pt idx="6547">
                        <c:v>59.936885830000001</c:v>
                      </c:pt>
                      <c:pt idx="6548">
                        <c:v>59.936889649999998</c:v>
                      </c:pt>
                      <c:pt idx="6549">
                        <c:v>59.936897279999997</c:v>
                      </c:pt>
                      <c:pt idx="6550">
                        <c:v>59.936901089999999</c:v>
                      </c:pt>
                      <c:pt idx="6551">
                        <c:v>59.936908719999998</c:v>
                      </c:pt>
                      <c:pt idx="6552">
                        <c:v>59.936916349999997</c:v>
                      </c:pt>
                      <c:pt idx="6553">
                        <c:v>59.93692017</c:v>
                      </c:pt>
                      <c:pt idx="6554">
                        <c:v>59.936927799999999</c:v>
                      </c:pt>
                      <c:pt idx="6555">
                        <c:v>59.936935419999998</c:v>
                      </c:pt>
                      <c:pt idx="6556">
                        <c:v>59.936943049999996</c:v>
                      </c:pt>
                      <c:pt idx="6557">
                        <c:v>59.93694687</c:v>
                      </c:pt>
                      <c:pt idx="6558">
                        <c:v>59.936954499999999</c:v>
                      </c:pt>
                      <c:pt idx="6559">
                        <c:v>59.936962129999998</c:v>
                      </c:pt>
                      <c:pt idx="6560">
                        <c:v>59.936969759999997</c:v>
                      </c:pt>
                      <c:pt idx="6561">
                        <c:v>59.936977390000003</c:v>
                      </c:pt>
                      <c:pt idx="6562">
                        <c:v>59.936985020000002</c:v>
                      </c:pt>
                      <c:pt idx="6563">
                        <c:v>59.936988829999997</c:v>
                      </c:pt>
                      <c:pt idx="6564">
                        <c:v>59.936996460000003</c:v>
                      </c:pt>
                      <c:pt idx="6565">
                        <c:v>59.937004090000002</c:v>
                      </c:pt>
                      <c:pt idx="6566">
                        <c:v>59.937011720000001</c:v>
                      </c:pt>
                      <c:pt idx="6567">
                        <c:v>59.93701935</c:v>
                      </c:pt>
                      <c:pt idx="6568">
                        <c:v>59.937026979999999</c:v>
                      </c:pt>
                      <c:pt idx="6569">
                        <c:v>59.937034609999998</c:v>
                      </c:pt>
                      <c:pt idx="6570">
                        <c:v>59.937042239999997</c:v>
                      </c:pt>
                      <c:pt idx="6571">
                        <c:v>59.937049870000003</c:v>
                      </c:pt>
                      <c:pt idx="6572">
                        <c:v>59.937061309999997</c:v>
                      </c:pt>
                      <c:pt idx="6573">
                        <c:v>59.937068940000003</c:v>
                      </c:pt>
                      <c:pt idx="6574">
                        <c:v>59.937076570000002</c:v>
                      </c:pt>
                      <c:pt idx="6575">
                        <c:v>59.937084200000001</c:v>
                      </c:pt>
                      <c:pt idx="6576">
                        <c:v>59.93709183</c:v>
                      </c:pt>
                      <c:pt idx="6577">
                        <c:v>59.937099459999999</c:v>
                      </c:pt>
                      <c:pt idx="6578">
                        <c:v>59.937107089999998</c:v>
                      </c:pt>
                      <c:pt idx="6579">
                        <c:v>59.937118529999999</c:v>
                      </c:pt>
                      <c:pt idx="6580">
                        <c:v>59.937126159999998</c:v>
                      </c:pt>
                      <c:pt idx="6581">
                        <c:v>59.937133789999997</c:v>
                      </c:pt>
                      <c:pt idx="6582">
                        <c:v>59.937141420000003</c:v>
                      </c:pt>
                      <c:pt idx="6583">
                        <c:v>59.937152859999998</c:v>
                      </c:pt>
                      <c:pt idx="6584">
                        <c:v>59.937160489999997</c:v>
                      </c:pt>
                      <c:pt idx="6585">
                        <c:v>59.937168120000003</c:v>
                      </c:pt>
                      <c:pt idx="6586">
                        <c:v>59.937179569999998</c:v>
                      </c:pt>
                      <c:pt idx="6587">
                        <c:v>59.937187190000003</c:v>
                      </c:pt>
                      <c:pt idx="6588">
                        <c:v>59.937198639999998</c:v>
                      </c:pt>
                      <c:pt idx="6589">
                        <c:v>59.937206269999997</c:v>
                      </c:pt>
                      <c:pt idx="6590">
                        <c:v>59.937213900000003</c:v>
                      </c:pt>
                      <c:pt idx="6591">
                        <c:v>59.937225339999998</c:v>
                      </c:pt>
                      <c:pt idx="6592">
                        <c:v>59.937232969999997</c:v>
                      </c:pt>
                      <c:pt idx="6593">
                        <c:v>59.937244419999999</c:v>
                      </c:pt>
                      <c:pt idx="6594">
                        <c:v>59.937252039999997</c:v>
                      </c:pt>
                      <c:pt idx="6595">
                        <c:v>59.937263489999999</c:v>
                      </c:pt>
                      <c:pt idx="6596">
                        <c:v>59.937271119999998</c:v>
                      </c:pt>
                      <c:pt idx="6597">
                        <c:v>59.93728256</c:v>
                      </c:pt>
                      <c:pt idx="6598">
                        <c:v>59.937290189999999</c:v>
                      </c:pt>
                      <c:pt idx="6599">
                        <c:v>59.937301640000001</c:v>
                      </c:pt>
                      <c:pt idx="6600">
                        <c:v>59.937313080000003</c:v>
                      </c:pt>
                      <c:pt idx="6601">
                        <c:v>59.937320710000002</c:v>
                      </c:pt>
                      <c:pt idx="6602">
                        <c:v>59.937332150000003</c:v>
                      </c:pt>
                      <c:pt idx="6603">
                        <c:v>59.937343599999998</c:v>
                      </c:pt>
                      <c:pt idx="6604">
                        <c:v>59.937351229999997</c:v>
                      </c:pt>
                      <c:pt idx="6605">
                        <c:v>59.937362669999999</c:v>
                      </c:pt>
                      <c:pt idx="6606">
                        <c:v>59.93737411</c:v>
                      </c:pt>
                      <c:pt idx="6607">
                        <c:v>59.937381739999999</c:v>
                      </c:pt>
                      <c:pt idx="6608">
                        <c:v>59.937393190000002</c:v>
                      </c:pt>
                      <c:pt idx="6609">
                        <c:v>59.937404630000003</c:v>
                      </c:pt>
                      <c:pt idx="6610">
                        <c:v>59.937416079999998</c:v>
                      </c:pt>
                      <c:pt idx="6611">
                        <c:v>59.937423709999997</c:v>
                      </c:pt>
                      <c:pt idx="6612">
                        <c:v>59.937435149999999</c:v>
                      </c:pt>
                      <c:pt idx="6613">
                        <c:v>59.93744659</c:v>
                      </c:pt>
                      <c:pt idx="6614">
                        <c:v>59.937458040000003</c:v>
                      </c:pt>
                      <c:pt idx="6615">
                        <c:v>59.937469479999997</c:v>
                      </c:pt>
                      <c:pt idx="6616">
                        <c:v>59.93748093</c:v>
                      </c:pt>
                      <c:pt idx="6617">
                        <c:v>59.937488559999998</c:v>
                      </c:pt>
                      <c:pt idx="6618">
                        <c:v>59.9375</c:v>
                      </c:pt>
                      <c:pt idx="6619">
                        <c:v>59.937511440000002</c:v>
                      </c:pt>
                      <c:pt idx="6620">
                        <c:v>59.937522889999997</c:v>
                      </c:pt>
                      <c:pt idx="6621">
                        <c:v>59.937534329999998</c:v>
                      </c:pt>
                      <c:pt idx="6622">
                        <c:v>59.937545780000001</c:v>
                      </c:pt>
                      <c:pt idx="6623">
                        <c:v>59.937557220000002</c:v>
                      </c:pt>
                      <c:pt idx="6624">
                        <c:v>59.937568659999997</c:v>
                      </c:pt>
                      <c:pt idx="6625">
                        <c:v>59.937580109999999</c:v>
                      </c:pt>
                      <c:pt idx="6626">
                        <c:v>59.93759155</c:v>
                      </c:pt>
                      <c:pt idx="6627">
                        <c:v>59.937603000000003</c:v>
                      </c:pt>
                      <c:pt idx="6628">
                        <c:v>59.937614439999997</c:v>
                      </c:pt>
                      <c:pt idx="6629">
                        <c:v>59.93762589</c:v>
                      </c:pt>
                      <c:pt idx="6630">
                        <c:v>59.937637330000001</c:v>
                      </c:pt>
                      <c:pt idx="6631">
                        <c:v>59.937652589999999</c:v>
                      </c:pt>
                      <c:pt idx="6632">
                        <c:v>59.937664030000001</c:v>
                      </c:pt>
                      <c:pt idx="6633">
                        <c:v>59.937675480000003</c:v>
                      </c:pt>
                      <c:pt idx="6634">
                        <c:v>59.937686919999997</c:v>
                      </c:pt>
                      <c:pt idx="6635">
                        <c:v>59.937698359999999</c:v>
                      </c:pt>
                      <c:pt idx="6636">
                        <c:v>59.937709810000001</c:v>
                      </c:pt>
                      <c:pt idx="6637">
                        <c:v>59.937721250000003</c:v>
                      </c:pt>
                      <c:pt idx="6638">
                        <c:v>59.937736510000001</c:v>
                      </c:pt>
                      <c:pt idx="6639">
                        <c:v>59.937747960000003</c:v>
                      </c:pt>
                      <c:pt idx="6640">
                        <c:v>59.937759399999997</c:v>
                      </c:pt>
                      <c:pt idx="6641">
                        <c:v>59.937770839999999</c:v>
                      </c:pt>
                      <c:pt idx="6642">
                        <c:v>59.937786099999997</c:v>
                      </c:pt>
                      <c:pt idx="6643">
                        <c:v>59.937797549999999</c:v>
                      </c:pt>
                      <c:pt idx="6644">
                        <c:v>59.937808990000001</c:v>
                      </c:pt>
                      <c:pt idx="6645">
                        <c:v>59.937820430000002</c:v>
                      </c:pt>
                      <c:pt idx="6646">
                        <c:v>59.93783569</c:v>
                      </c:pt>
                      <c:pt idx="6647">
                        <c:v>59.937847140000002</c:v>
                      </c:pt>
                      <c:pt idx="6648">
                        <c:v>59.937858579999997</c:v>
                      </c:pt>
                      <c:pt idx="6649">
                        <c:v>59.937873840000002</c:v>
                      </c:pt>
                      <c:pt idx="6650">
                        <c:v>59.937885280000003</c:v>
                      </c:pt>
                      <c:pt idx="6651">
                        <c:v>59.937896729999999</c:v>
                      </c:pt>
                      <c:pt idx="6652">
                        <c:v>59.937911990000003</c:v>
                      </c:pt>
                      <c:pt idx="6653">
                        <c:v>59.937923429999998</c:v>
                      </c:pt>
                      <c:pt idx="6654">
                        <c:v>59.937938690000003</c:v>
                      </c:pt>
                      <c:pt idx="6655">
                        <c:v>59.937950129999997</c:v>
                      </c:pt>
                      <c:pt idx="6656">
                        <c:v>59.93796158</c:v>
                      </c:pt>
                      <c:pt idx="6657">
                        <c:v>59.937976839999997</c:v>
                      </c:pt>
                      <c:pt idx="6658">
                        <c:v>59.937988279999999</c:v>
                      </c:pt>
                      <c:pt idx="6659">
                        <c:v>59.938003539999997</c:v>
                      </c:pt>
                      <c:pt idx="6660">
                        <c:v>59.938014979999998</c:v>
                      </c:pt>
                      <c:pt idx="6661">
                        <c:v>59.938026430000001</c:v>
                      </c:pt>
                      <c:pt idx="6662">
                        <c:v>59.938041689999999</c:v>
                      </c:pt>
                      <c:pt idx="6663">
                        <c:v>59.93805313</c:v>
                      </c:pt>
                      <c:pt idx="6664">
                        <c:v>59.938068389999998</c:v>
                      </c:pt>
                      <c:pt idx="6665">
                        <c:v>59.93807983</c:v>
                      </c:pt>
                      <c:pt idx="6666">
                        <c:v>59.938095089999997</c:v>
                      </c:pt>
                      <c:pt idx="6667">
                        <c:v>59.93810654</c:v>
                      </c:pt>
                      <c:pt idx="6668">
                        <c:v>59.938121799999998</c:v>
                      </c:pt>
                      <c:pt idx="6669">
                        <c:v>59.938133239999999</c:v>
                      </c:pt>
                      <c:pt idx="6670">
                        <c:v>59.938148499999997</c:v>
                      </c:pt>
                      <c:pt idx="6671">
                        <c:v>59.938159939999998</c:v>
                      </c:pt>
                      <c:pt idx="6672">
                        <c:v>59.938175200000003</c:v>
                      </c:pt>
                      <c:pt idx="6673">
                        <c:v>59.938186649999999</c:v>
                      </c:pt>
                      <c:pt idx="6674">
                        <c:v>59.938201900000003</c:v>
                      </c:pt>
                      <c:pt idx="6675">
                        <c:v>59.938213349999998</c:v>
                      </c:pt>
                      <c:pt idx="6676">
                        <c:v>59.938228610000003</c:v>
                      </c:pt>
                      <c:pt idx="6677">
                        <c:v>59.938240049999997</c:v>
                      </c:pt>
                      <c:pt idx="6678">
                        <c:v>59.938255310000002</c:v>
                      </c:pt>
                      <c:pt idx="6679">
                        <c:v>59.938266749999997</c:v>
                      </c:pt>
                      <c:pt idx="6680">
                        <c:v>59.938282010000002</c:v>
                      </c:pt>
                      <c:pt idx="6681">
                        <c:v>59.938293459999997</c:v>
                      </c:pt>
                      <c:pt idx="6682">
                        <c:v>59.938308720000002</c:v>
                      </c:pt>
                      <c:pt idx="6683">
                        <c:v>59.938323969999999</c:v>
                      </c:pt>
                      <c:pt idx="6684">
                        <c:v>59.938335420000001</c:v>
                      </c:pt>
                      <c:pt idx="6685">
                        <c:v>59.938350679999999</c:v>
                      </c:pt>
                      <c:pt idx="6686">
                        <c:v>59.938362120000001</c:v>
                      </c:pt>
                      <c:pt idx="6687">
                        <c:v>59.938377379999999</c:v>
                      </c:pt>
                      <c:pt idx="6688">
                        <c:v>59.93838882</c:v>
                      </c:pt>
                      <c:pt idx="6689">
                        <c:v>59.938404079999998</c:v>
                      </c:pt>
                      <c:pt idx="6690">
                        <c:v>59.93841553</c:v>
                      </c:pt>
                      <c:pt idx="6691">
                        <c:v>59.938430789999998</c:v>
                      </c:pt>
                      <c:pt idx="6692">
                        <c:v>59.93844223</c:v>
                      </c:pt>
                      <c:pt idx="6693">
                        <c:v>59.938457489999998</c:v>
                      </c:pt>
                      <c:pt idx="6694">
                        <c:v>59.938468929999999</c:v>
                      </c:pt>
                      <c:pt idx="6695">
                        <c:v>59.938484189999997</c:v>
                      </c:pt>
                      <c:pt idx="6696">
                        <c:v>59.938499450000002</c:v>
                      </c:pt>
                      <c:pt idx="6697">
                        <c:v>59.938510890000003</c:v>
                      </c:pt>
                      <c:pt idx="6698">
                        <c:v>59.938526150000001</c:v>
                      </c:pt>
                      <c:pt idx="6699">
                        <c:v>59.938537599999997</c:v>
                      </c:pt>
                      <c:pt idx="6700">
                        <c:v>59.938552860000001</c:v>
                      </c:pt>
                      <c:pt idx="6701">
                        <c:v>59.938564300000003</c:v>
                      </c:pt>
                      <c:pt idx="6702">
                        <c:v>59.938579560000001</c:v>
                      </c:pt>
                      <c:pt idx="6703">
                        <c:v>59.938591000000002</c:v>
                      </c:pt>
                      <c:pt idx="6704">
                        <c:v>59.93860626</c:v>
                      </c:pt>
                      <c:pt idx="6705">
                        <c:v>59.938617710000003</c:v>
                      </c:pt>
                      <c:pt idx="6706">
                        <c:v>59.93863297</c:v>
                      </c:pt>
                      <c:pt idx="6707">
                        <c:v>59.938644410000002</c:v>
                      </c:pt>
                      <c:pt idx="6708">
                        <c:v>59.93865967</c:v>
                      </c:pt>
                      <c:pt idx="6709">
                        <c:v>59.938671110000001</c:v>
                      </c:pt>
                      <c:pt idx="6710">
                        <c:v>59.938686369999999</c:v>
                      </c:pt>
                      <c:pt idx="6711">
                        <c:v>59.938697810000001</c:v>
                      </c:pt>
                      <c:pt idx="6712">
                        <c:v>59.938713069999999</c:v>
                      </c:pt>
                      <c:pt idx="6713">
                        <c:v>59.938724520000001</c:v>
                      </c:pt>
                      <c:pt idx="6714">
                        <c:v>59.938739779999999</c:v>
                      </c:pt>
                      <c:pt idx="6715">
                        <c:v>59.93875122</c:v>
                      </c:pt>
                      <c:pt idx="6716">
                        <c:v>59.938762660000002</c:v>
                      </c:pt>
                      <c:pt idx="6717">
                        <c:v>59.93877792</c:v>
                      </c:pt>
                      <c:pt idx="6718">
                        <c:v>59.938789370000002</c:v>
                      </c:pt>
                      <c:pt idx="6719">
                        <c:v>59.93880463</c:v>
                      </c:pt>
                      <c:pt idx="6720">
                        <c:v>59.938816070000001</c:v>
                      </c:pt>
                      <c:pt idx="6721">
                        <c:v>59.938831329999999</c:v>
                      </c:pt>
                      <c:pt idx="6722">
                        <c:v>59.938842770000001</c:v>
                      </c:pt>
                      <c:pt idx="6723">
                        <c:v>59.938854220000003</c:v>
                      </c:pt>
                      <c:pt idx="6724">
                        <c:v>59.938869480000001</c:v>
                      </c:pt>
                      <c:pt idx="6725">
                        <c:v>59.938880920000003</c:v>
                      </c:pt>
                      <c:pt idx="6726">
                        <c:v>59.93889618</c:v>
                      </c:pt>
                      <c:pt idx="6727">
                        <c:v>59.938907620000002</c:v>
                      </c:pt>
                      <c:pt idx="6728">
                        <c:v>59.938919069999997</c:v>
                      </c:pt>
                      <c:pt idx="6729">
                        <c:v>59.938934330000002</c:v>
                      </c:pt>
                      <c:pt idx="6730">
                        <c:v>59.938945769999997</c:v>
                      </c:pt>
                      <c:pt idx="6731">
                        <c:v>59.938961030000002</c:v>
                      </c:pt>
                      <c:pt idx="6732">
                        <c:v>59.938972470000003</c:v>
                      </c:pt>
                      <c:pt idx="6733">
                        <c:v>59.938983919999998</c:v>
                      </c:pt>
                      <c:pt idx="6734">
                        <c:v>59.938999180000003</c:v>
                      </c:pt>
                      <c:pt idx="6735">
                        <c:v>59.939010619999998</c:v>
                      </c:pt>
                      <c:pt idx="6736">
                        <c:v>59.939022059999999</c:v>
                      </c:pt>
                      <c:pt idx="6737">
                        <c:v>59.939037319999997</c:v>
                      </c:pt>
                      <c:pt idx="6738">
                        <c:v>59.939048769999999</c:v>
                      </c:pt>
                      <c:pt idx="6739">
                        <c:v>59.939060210000001</c:v>
                      </c:pt>
                      <c:pt idx="6740">
                        <c:v>59.939071660000003</c:v>
                      </c:pt>
                      <c:pt idx="6741">
                        <c:v>59.93908691</c:v>
                      </c:pt>
                      <c:pt idx="6742">
                        <c:v>59.939098360000003</c:v>
                      </c:pt>
                      <c:pt idx="6743">
                        <c:v>59.939109799999997</c:v>
                      </c:pt>
                      <c:pt idx="6744">
                        <c:v>59.939125060000002</c:v>
                      </c:pt>
                      <c:pt idx="6745">
                        <c:v>59.939136509999997</c:v>
                      </c:pt>
                      <c:pt idx="6746">
                        <c:v>59.939147949999999</c:v>
                      </c:pt>
                      <c:pt idx="6747">
                        <c:v>59.93915939</c:v>
                      </c:pt>
                      <c:pt idx="6748">
                        <c:v>59.939170840000003</c:v>
                      </c:pt>
                      <c:pt idx="6749">
                        <c:v>59.939186100000001</c:v>
                      </c:pt>
                      <c:pt idx="6750">
                        <c:v>59.939197540000002</c:v>
                      </c:pt>
                      <c:pt idx="6751">
                        <c:v>59.939208979999997</c:v>
                      </c:pt>
                      <c:pt idx="6752">
                        <c:v>59.939220429999999</c:v>
                      </c:pt>
                      <c:pt idx="6753">
                        <c:v>59.93923187</c:v>
                      </c:pt>
                      <c:pt idx="6754">
                        <c:v>59.939247129999998</c:v>
                      </c:pt>
                      <c:pt idx="6755">
                        <c:v>59.939258580000001</c:v>
                      </c:pt>
                      <c:pt idx="6756">
                        <c:v>59.939270020000002</c:v>
                      </c:pt>
                      <c:pt idx="6757">
                        <c:v>59.939281459999997</c:v>
                      </c:pt>
                      <c:pt idx="6758">
                        <c:v>59.939292909999999</c:v>
                      </c:pt>
                      <c:pt idx="6759">
                        <c:v>59.93930435</c:v>
                      </c:pt>
                      <c:pt idx="6760">
                        <c:v>59.939315800000003</c:v>
                      </c:pt>
                      <c:pt idx="6761">
                        <c:v>59.939327239999997</c:v>
                      </c:pt>
                      <c:pt idx="6762">
                        <c:v>59.939338679999999</c:v>
                      </c:pt>
                      <c:pt idx="6763">
                        <c:v>59.939350130000001</c:v>
                      </c:pt>
                      <c:pt idx="6764">
                        <c:v>59.939365389999999</c:v>
                      </c:pt>
                      <c:pt idx="6765">
                        <c:v>59.93937683</c:v>
                      </c:pt>
                      <c:pt idx="6766">
                        <c:v>59.939388280000003</c:v>
                      </c:pt>
                      <c:pt idx="6767">
                        <c:v>59.939399719999997</c:v>
                      </c:pt>
                      <c:pt idx="6768">
                        <c:v>59.939411159999999</c:v>
                      </c:pt>
                      <c:pt idx="6769">
                        <c:v>59.939422610000001</c:v>
                      </c:pt>
                      <c:pt idx="6770">
                        <c:v>59.939434050000003</c:v>
                      </c:pt>
                      <c:pt idx="6771">
                        <c:v>59.939445499999998</c:v>
                      </c:pt>
                      <c:pt idx="6772">
                        <c:v>59.939453129999997</c:v>
                      </c:pt>
                      <c:pt idx="6773">
                        <c:v>59.939464569999998</c:v>
                      </c:pt>
                      <c:pt idx="6774">
                        <c:v>59.93947601</c:v>
                      </c:pt>
                      <c:pt idx="6775">
                        <c:v>59.939487460000002</c:v>
                      </c:pt>
                      <c:pt idx="6776">
                        <c:v>59.939498899999997</c:v>
                      </c:pt>
                      <c:pt idx="6777">
                        <c:v>59.939510349999999</c:v>
                      </c:pt>
                      <c:pt idx="6778">
                        <c:v>59.939521790000001</c:v>
                      </c:pt>
                      <c:pt idx="6779">
                        <c:v>59.939533230000002</c:v>
                      </c:pt>
                      <c:pt idx="6780">
                        <c:v>59.939540860000001</c:v>
                      </c:pt>
                      <c:pt idx="6781">
                        <c:v>59.939552310000003</c:v>
                      </c:pt>
                      <c:pt idx="6782">
                        <c:v>59.939563749999998</c:v>
                      </c:pt>
                      <c:pt idx="6783">
                        <c:v>59.9395752</c:v>
                      </c:pt>
                      <c:pt idx="6784">
                        <c:v>59.939586640000002</c:v>
                      </c:pt>
                      <c:pt idx="6785">
                        <c:v>59.939594270000001</c:v>
                      </c:pt>
                      <c:pt idx="6786">
                        <c:v>59.939605710000002</c:v>
                      </c:pt>
                      <c:pt idx="6787">
                        <c:v>59.939617159999997</c:v>
                      </c:pt>
                      <c:pt idx="6788">
                        <c:v>59.939624790000003</c:v>
                      </c:pt>
                      <c:pt idx="6789">
                        <c:v>59.939636229999998</c:v>
                      </c:pt>
                      <c:pt idx="6790">
                        <c:v>59.939647669999999</c:v>
                      </c:pt>
                      <c:pt idx="6791">
                        <c:v>59.939655299999998</c:v>
                      </c:pt>
                      <c:pt idx="6792">
                        <c:v>59.939666750000001</c:v>
                      </c:pt>
                      <c:pt idx="6793">
                        <c:v>59.939678190000002</c:v>
                      </c:pt>
                      <c:pt idx="6794">
                        <c:v>59.939685820000001</c:v>
                      </c:pt>
                      <c:pt idx="6795">
                        <c:v>59.939697270000003</c:v>
                      </c:pt>
                      <c:pt idx="6796">
                        <c:v>59.939704900000002</c:v>
                      </c:pt>
                      <c:pt idx="6797">
                        <c:v>59.939716339999997</c:v>
                      </c:pt>
                      <c:pt idx="6798">
                        <c:v>59.939723970000003</c:v>
                      </c:pt>
                      <c:pt idx="6799">
                        <c:v>59.939735409999997</c:v>
                      </c:pt>
                      <c:pt idx="6800">
                        <c:v>59.939743040000003</c:v>
                      </c:pt>
                      <c:pt idx="6801">
                        <c:v>59.939754489999999</c:v>
                      </c:pt>
                      <c:pt idx="6802">
                        <c:v>59.939762119999997</c:v>
                      </c:pt>
                      <c:pt idx="6803">
                        <c:v>59.939773559999999</c:v>
                      </c:pt>
                      <c:pt idx="6804">
                        <c:v>59.939781189999998</c:v>
                      </c:pt>
                      <c:pt idx="6805">
                        <c:v>59.939792629999999</c:v>
                      </c:pt>
                      <c:pt idx="6806">
                        <c:v>59.939800259999998</c:v>
                      </c:pt>
                      <c:pt idx="6807">
                        <c:v>59.939807889999997</c:v>
                      </c:pt>
                      <c:pt idx="6808">
                        <c:v>59.93981934</c:v>
                      </c:pt>
                      <c:pt idx="6809">
                        <c:v>59.939826969999999</c:v>
                      </c:pt>
                      <c:pt idx="6810">
                        <c:v>59.939834589999997</c:v>
                      </c:pt>
                      <c:pt idx="6811">
                        <c:v>59.939846039999999</c:v>
                      </c:pt>
                      <c:pt idx="6812">
                        <c:v>59.939853669999998</c:v>
                      </c:pt>
                      <c:pt idx="6813">
                        <c:v>59.939861299999997</c:v>
                      </c:pt>
                      <c:pt idx="6814">
                        <c:v>59.939868930000003</c:v>
                      </c:pt>
                      <c:pt idx="6815">
                        <c:v>59.939880369999997</c:v>
                      </c:pt>
                      <c:pt idx="6816">
                        <c:v>59.939888000000003</c:v>
                      </c:pt>
                      <c:pt idx="6817">
                        <c:v>59.939895630000002</c:v>
                      </c:pt>
                      <c:pt idx="6818">
                        <c:v>59.939903260000001</c:v>
                      </c:pt>
                      <c:pt idx="6819">
                        <c:v>59.93991089</c:v>
                      </c:pt>
                      <c:pt idx="6820">
                        <c:v>59.939922330000002</c:v>
                      </c:pt>
                      <c:pt idx="6821">
                        <c:v>59.939929960000001</c:v>
                      </c:pt>
                      <c:pt idx="6822">
                        <c:v>59.93993759</c:v>
                      </c:pt>
                      <c:pt idx="6823">
                        <c:v>59.939945219999998</c:v>
                      </c:pt>
                      <c:pt idx="6824">
                        <c:v>59.939952849999997</c:v>
                      </c:pt>
                      <c:pt idx="6825">
                        <c:v>59.939960480000003</c:v>
                      </c:pt>
                      <c:pt idx="6826">
                        <c:v>59.939968110000002</c:v>
                      </c:pt>
                      <c:pt idx="6827">
                        <c:v>59.939975740000001</c:v>
                      </c:pt>
                      <c:pt idx="6828">
                        <c:v>59.93998337</c:v>
                      </c:pt>
                      <c:pt idx="6829">
                        <c:v>59.939990999999999</c:v>
                      </c:pt>
                      <c:pt idx="6830">
                        <c:v>59.939998629999998</c:v>
                      </c:pt>
                      <c:pt idx="6831">
                        <c:v>59.940006259999997</c:v>
                      </c:pt>
                      <c:pt idx="6832">
                        <c:v>59.940013890000003</c:v>
                      </c:pt>
                      <c:pt idx="6833">
                        <c:v>59.940021510000001</c:v>
                      </c:pt>
                      <c:pt idx="6834">
                        <c:v>59.94002914</c:v>
                      </c:pt>
                      <c:pt idx="6835">
                        <c:v>59.940036769999999</c:v>
                      </c:pt>
                      <c:pt idx="6836">
                        <c:v>59.940044399999998</c:v>
                      </c:pt>
                      <c:pt idx="6837">
                        <c:v>59.940052029999997</c:v>
                      </c:pt>
                      <c:pt idx="6838">
                        <c:v>59.94005585</c:v>
                      </c:pt>
                      <c:pt idx="6839">
                        <c:v>59.940063479999999</c:v>
                      </c:pt>
                      <c:pt idx="6840">
                        <c:v>59.940071109999998</c:v>
                      </c:pt>
                      <c:pt idx="6841">
                        <c:v>59.940078739999997</c:v>
                      </c:pt>
                      <c:pt idx="6842">
                        <c:v>59.940086360000002</c:v>
                      </c:pt>
                      <c:pt idx="6843">
                        <c:v>59.940090179999999</c:v>
                      </c:pt>
                      <c:pt idx="6844">
                        <c:v>59.940097809999997</c:v>
                      </c:pt>
                      <c:pt idx="6845">
                        <c:v>59.940105440000004</c:v>
                      </c:pt>
                      <c:pt idx="6846">
                        <c:v>59.940113070000002</c:v>
                      </c:pt>
                      <c:pt idx="6847">
                        <c:v>59.940116879999998</c:v>
                      </c:pt>
                      <c:pt idx="6848">
                        <c:v>59.940124509999997</c:v>
                      </c:pt>
                      <c:pt idx="6849">
                        <c:v>59.940132140000003</c:v>
                      </c:pt>
                      <c:pt idx="6850">
                        <c:v>59.940135959999999</c:v>
                      </c:pt>
                      <c:pt idx="6851">
                        <c:v>59.940143589999998</c:v>
                      </c:pt>
                      <c:pt idx="6852">
                        <c:v>59.940151210000003</c:v>
                      </c:pt>
                      <c:pt idx="6853">
                        <c:v>59.94015503</c:v>
                      </c:pt>
                      <c:pt idx="6854">
                        <c:v>59.940162659999999</c:v>
                      </c:pt>
                      <c:pt idx="6855">
                        <c:v>59.940170289999998</c:v>
                      </c:pt>
                      <c:pt idx="6856">
                        <c:v>59.9401741</c:v>
                      </c:pt>
                      <c:pt idx="6857">
                        <c:v>59.940181729999999</c:v>
                      </c:pt>
                      <c:pt idx="6858">
                        <c:v>59.940185550000002</c:v>
                      </c:pt>
                      <c:pt idx="6859">
                        <c:v>59.940193180000001</c:v>
                      </c:pt>
                      <c:pt idx="6860">
                        <c:v>59.940196989999997</c:v>
                      </c:pt>
                      <c:pt idx="6861">
                        <c:v>59.940204620000003</c:v>
                      </c:pt>
                      <c:pt idx="6862">
                        <c:v>59.940208439999999</c:v>
                      </c:pt>
                      <c:pt idx="6863">
                        <c:v>59.940216059999997</c:v>
                      </c:pt>
                      <c:pt idx="6864">
                        <c:v>59.940219880000001</c:v>
                      </c:pt>
                      <c:pt idx="6865">
                        <c:v>59.94022751</c:v>
                      </c:pt>
                      <c:pt idx="6866">
                        <c:v>59.940231320000002</c:v>
                      </c:pt>
                      <c:pt idx="6867">
                        <c:v>59.940238950000001</c:v>
                      </c:pt>
                      <c:pt idx="6868">
                        <c:v>59.940242769999998</c:v>
                      </c:pt>
                      <c:pt idx="6869">
                        <c:v>59.940250399999996</c:v>
                      </c:pt>
                      <c:pt idx="6870">
                        <c:v>59.940254209999999</c:v>
                      </c:pt>
                      <c:pt idx="6871">
                        <c:v>59.940258030000003</c:v>
                      </c:pt>
                      <c:pt idx="6872">
                        <c:v>59.940265660000001</c:v>
                      </c:pt>
                      <c:pt idx="6873">
                        <c:v>59.940269469999997</c:v>
                      </c:pt>
                      <c:pt idx="6874">
                        <c:v>59.94027328</c:v>
                      </c:pt>
                      <c:pt idx="6875">
                        <c:v>59.940280909999998</c:v>
                      </c:pt>
                      <c:pt idx="6876">
                        <c:v>59.940284730000002</c:v>
                      </c:pt>
                      <c:pt idx="6877">
                        <c:v>59.940288539999997</c:v>
                      </c:pt>
                      <c:pt idx="6878">
                        <c:v>59.940296170000003</c:v>
                      </c:pt>
                      <c:pt idx="6879">
                        <c:v>59.94029999</c:v>
                      </c:pt>
                      <c:pt idx="6880">
                        <c:v>59.940303800000002</c:v>
                      </c:pt>
                      <c:pt idx="6881">
                        <c:v>59.940307619999999</c:v>
                      </c:pt>
                      <c:pt idx="6882">
                        <c:v>59.940315249999998</c:v>
                      </c:pt>
                      <c:pt idx="6883">
                        <c:v>59.94031906</c:v>
                      </c:pt>
                      <c:pt idx="6884">
                        <c:v>59.940322879999997</c:v>
                      </c:pt>
                      <c:pt idx="6885">
                        <c:v>59.940326689999999</c:v>
                      </c:pt>
                      <c:pt idx="6886">
                        <c:v>59.940334319999998</c:v>
                      </c:pt>
                      <c:pt idx="6887">
                        <c:v>59.940338130000001</c:v>
                      </c:pt>
                      <c:pt idx="6888">
                        <c:v>59.940341949999997</c:v>
                      </c:pt>
                      <c:pt idx="6889">
                        <c:v>59.94034576</c:v>
                      </c:pt>
                      <c:pt idx="6890">
                        <c:v>59.940349580000003</c:v>
                      </c:pt>
                      <c:pt idx="6891">
                        <c:v>59.940353389999999</c:v>
                      </c:pt>
                      <c:pt idx="6892">
                        <c:v>59.940357210000002</c:v>
                      </c:pt>
                      <c:pt idx="6893">
                        <c:v>59.940364840000001</c:v>
                      </c:pt>
                      <c:pt idx="6894">
                        <c:v>59.940368650000003</c:v>
                      </c:pt>
                      <c:pt idx="6895">
                        <c:v>59.94037247</c:v>
                      </c:pt>
                      <c:pt idx="6896">
                        <c:v>59.940376280000002</c:v>
                      </c:pt>
                      <c:pt idx="6897">
                        <c:v>59.940380099999999</c:v>
                      </c:pt>
                      <c:pt idx="6898">
                        <c:v>59.940383910000001</c:v>
                      </c:pt>
                      <c:pt idx="6899">
                        <c:v>59.940387729999998</c:v>
                      </c:pt>
                      <c:pt idx="6900">
                        <c:v>59.94039154</c:v>
                      </c:pt>
                      <c:pt idx="6901">
                        <c:v>59.940395359999997</c:v>
                      </c:pt>
                      <c:pt idx="6902">
                        <c:v>59.940399169999999</c:v>
                      </c:pt>
                      <c:pt idx="6903">
                        <c:v>59.940402980000002</c:v>
                      </c:pt>
                      <c:pt idx="6904">
                        <c:v>59.940406799999998</c:v>
                      </c:pt>
                      <c:pt idx="6905">
                        <c:v>59.940410610000001</c:v>
                      </c:pt>
                      <c:pt idx="6906">
                        <c:v>59.940414429999997</c:v>
                      </c:pt>
                      <c:pt idx="6907">
                        <c:v>59.94041824</c:v>
                      </c:pt>
                      <c:pt idx="6908">
                        <c:v>59.94041824</c:v>
                      </c:pt>
                      <c:pt idx="6909">
                        <c:v>59.940422060000003</c:v>
                      </c:pt>
                      <c:pt idx="6910">
                        <c:v>59.940425869999999</c:v>
                      </c:pt>
                      <c:pt idx="6911">
                        <c:v>59.940429690000002</c:v>
                      </c:pt>
                      <c:pt idx="6912">
                        <c:v>59.940433499999997</c:v>
                      </c:pt>
                      <c:pt idx="6913">
                        <c:v>59.940437320000001</c:v>
                      </c:pt>
                      <c:pt idx="6914">
                        <c:v>59.940441130000004</c:v>
                      </c:pt>
                      <c:pt idx="6915">
                        <c:v>59.940441130000004</c:v>
                      </c:pt>
                      <c:pt idx="6916">
                        <c:v>59.94044495</c:v>
                      </c:pt>
                      <c:pt idx="6917">
                        <c:v>59.940448760000002</c:v>
                      </c:pt>
                      <c:pt idx="6918">
                        <c:v>59.940452579999999</c:v>
                      </c:pt>
                      <c:pt idx="6919">
                        <c:v>59.940456390000001</c:v>
                      </c:pt>
                      <c:pt idx="6920">
                        <c:v>59.940456390000001</c:v>
                      </c:pt>
                      <c:pt idx="6921">
                        <c:v>59.940460209999998</c:v>
                      </c:pt>
                      <c:pt idx="6922">
                        <c:v>59.94046402</c:v>
                      </c:pt>
                      <c:pt idx="6923">
                        <c:v>59.940467830000003</c:v>
                      </c:pt>
                      <c:pt idx="6924">
                        <c:v>59.940467830000003</c:v>
                      </c:pt>
                      <c:pt idx="6925">
                        <c:v>59.940471649999999</c:v>
                      </c:pt>
                      <c:pt idx="6926">
                        <c:v>59.940475460000002</c:v>
                      </c:pt>
                      <c:pt idx="6927">
                        <c:v>59.940479279999998</c:v>
                      </c:pt>
                      <c:pt idx="6928">
                        <c:v>59.940479279999998</c:v>
                      </c:pt>
                      <c:pt idx="6929">
                        <c:v>59.940483090000001</c:v>
                      </c:pt>
                      <c:pt idx="6930">
                        <c:v>59.940486909999997</c:v>
                      </c:pt>
                      <c:pt idx="6931">
                        <c:v>59.940486909999997</c:v>
                      </c:pt>
                      <c:pt idx="6932">
                        <c:v>59.94049072</c:v>
                      </c:pt>
                      <c:pt idx="6933">
                        <c:v>59.940494540000003</c:v>
                      </c:pt>
                      <c:pt idx="6934">
                        <c:v>59.940494540000003</c:v>
                      </c:pt>
                      <c:pt idx="6935">
                        <c:v>59.940498349999999</c:v>
                      </c:pt>
                      <c:pt idx="6936">
                        <c:v>59.940502170000002</c:v>
                      </c:pt>
                      <c:pt idx="6937">
                        <c:v>59.940502170000002</c:v>
                      </c:pt>
                      <c:pt idx="6938">
                        <c:v>59.940505979999998</c:v>
                      </c:pt>
                      <c:pt idx="6939">
                        <c:v>59.940505979999998</c:v>
                      </c:pt>
                      <c:pt idx="6940">
                        <c:v>59.940509800000001</c:v>
                      </c:pt>
                      <c:pt idx="6941">
                        <c:v>59.940513609999996</c:v>
                      </c:pt>
                      <c:pt idx="6942">
                        <c:v>59.940513609999996</c:v>
                      </c:pt>
                      <c:pt idx="6943">
                        <c:v>59.94051743</c:v>
                      </c:pt>
                      <c:pt idx="6944">
                        <c:v>59.94051743</c:v>
                      </c:pt>
                      <c:pt idx="6945">
                        <c:v>59.940521240000002</c:v>
                      </c:pt>
                      <c:pt idx="6946">
                        <c:v>59.940525049999998</c:v>
                      </c:pt>
                      <c:pt idx="6947">
                        <c:v>59.940525049999998</c:v>
                      </c:pt>
                      <c:pt idx="6948">
                        <c:v>59.940528870000001</c:v>
                      </c:pt>
                      <c:pt idx="6949">
                        <c:v>59.940528870000001</c:v>
                      </c:pt>
                      <c:pt idx="6950">
                        <c:v>59.940532679999997</c:v>
                      </c:pt>
                      <c:pt idx="6951">
                        <c:v>59.940532679999997</c:v>
                      </c:pt>
                      <c:pt idx="6952">
                        <c:v>59.9405365</c:v>
                      </c:pt>
                      <c:pt idx="6953">
                        <c:v>59.9405365</c:v>
                      </c:pt>
                      <c:pt idx="6954">
                        <c:v>59.940540310000003</c:v>
                      </c:pt>
                      <c:pt idx="6955">
                        <c:v>59.940540310000003</c:v>
                      </c:pt>
                      <c:pt idx="6956">
                        <c:v>59.940544129999999</c:v>
                      </c:pt>
                      <c:pt idx="6957">
                        <c:v>59.940544129999999</c:v>
                      </c:pt>
                      <c:pt idx="6958">
                        <c:v>59.940547940000002</c:v>
                      </c:pt>
                      <c:pt idx="6959">
                        <c:v>59.940547940000002</c:v>
                      </c:pt>
                      <c:pt idx="6960">
                        <c:v>59.940551759999998</c:v>
                      </c:pt>
                      <c:pt idx="6961">
                        <c:v>59.940551759999998</c:v>
                      </c:pt>
                      <c:pt idx="6962">
                        <c:v>59.940555570000001</c:v>
                      </c:pt>
                      <c:pt idx="6963">
                        <c:v>59.940555570000001</c:v>
                      </c:pt>
                      <c:pt idx="6964">
                        <c:v>59.940559389999997</c:v>
                      </c:pt>
                      <c:pt idx="6965">
                        <c:v>59.940559389999997</c:v>
                      </c:pt>
                      <c:pt idx="6966">
                        <c:v>59.9405632</c:v>
                      </c:pt>
                      <c:pt idx="6967">
                        <c:v>59.9405632</c:v>
                      </c:pt>
                      <c:pt idx="6968">
                        <c:v>59.940567020000003</c:v>
                      </c:pt>
                      <c:pt idx="6969">
                        <c:v>59.940567020000003</c:v>
                      </c:pt>
                      <c:pt idx="6970">
                        <c:v>59.940567020000003</c:v>
                      </c:pt>
                      <c:pt idx="6971">
                        <c:v>59.940570829999999</c:v>
                      </c:pt>
                      <c:pt idx="6972">
                        <c:v>59.940570829999999</c:v>
                      </c:pt>
                      <c:pt idx="6973">
                        <c:v>59.940574650000002</c:v>
                      </c:pt>
                      <c:pt idx="6974">
                        <c:v>59.940574650000002</c:v>
                      </c:pt>
                      <c:pt idx="6975">
                        <c:v>59.940574650000002</c:v>
                      </c:pt>
                      <c:pt idx="6976">
                        <c:v>59.940578459999998</c:v>
                      </c:pt>
                      <c:pt idx="6977">
                        <c:v>59.940578459999998</c:v>
                      </c:pt>
                      <c:pt idx="6978">
                        <c:v>59.940582280000001</c:v>
                      </c:pt>
                      <c:pt idx="6979">
                        <c:v>59.940582280000001</c:v>
                      </c:pt>
                      <c:pt idx="6980">
                        <c:v>59.940582280000001</c:v>
                      </c:pt>
                      <c:pt idx="6981">
                        <c:v>59.940586089999996</c:v>
                      </c:pt>
                      <c:pt idx="6982">
                        <c:v>59.940586089999996</c:v>
                      </c:pt>
                      <c:pt idx="6983">
                        <c:v>59.940589899999999</c:v>
                      </c:pt>
                      <c:pt idx="6984">
                        <c:v>59.940589899999999</c:v>
                      </c:pt>
                      <c:pt idx="6985">
                        <c:v>59.940589899999999</c:v>
                      </c:pt>
                      <c:pt idx="6986">
                        <c:v>59.940593720000003</c:v>
                      </c:pt>
                      <c:pt idx="6987">
                        <c:v>59.940593720000003</c:v>
                      </c:pt>
                      <c:pt idx="6988">
                        <c:v>59.940593720000003</c:v>
                      </c:pt>
                      <c:pt idx="6989">
                        <c:v>59.940597529999998</c:v>
                      </c:pt>
                      <c:pt idx="6990">
                        <c:v>59.940597529999998</c:v>
                      </c:pt>
                      <c:pt idx="6991">
                        <c:v>59.940597529999998</c:v>
                      </c:pt>
                      <c:pt idx="6992">
                        <c:v>59.940601350000001</c:v>
                      </c:pt>
                      <c:pt idx="6993">
                        <c:v>59.940601350000001</c:v>
                      </c:pt>
                      <c:pt idx="6994">
                        <c:v>59.940601350000001</c:v>
                      </c:pt>
                      <c:pt idx="6995">
                        <c:v>59.940605159999997</c:v>
                      </c:pt>
                      <c:pt idx="6996">
                        <c:v>59.940605159999997</c:v>
                      </c:pt>
                      <c:pt idx="6997">
                        <c:v>59.940605159999997</c:v>
                      </c:pt>
                      <c:pt idx="6998">
                        <c:v>59.940605159999997</c:v>
                      </c:pt>
                      <c:pt idx="6999">
                        <c:v>59.94060898</c:v>
                      </c:pt>
                      <c:pt idx="7000">
                        <c:v>59.94060898</c:v>
                      </c:pt>
                      <c:pt idx="7001">
                        <c:v>59.94060898</c:v>
                      </c:pt>
                      <c:pt idx="7002">
                        <c:v>59.94060898</c:v>
                      </c:pt>
                      <c:pt idx="7003">
                        <c:v>59.940612790000003</c:v>
                      </c:pt>
                      <c:pt idx="7004">
                        <c:v>59.940612790000003</c:v>
                      </c:pt>
                      <c:pt idx="7005">
                        <c:v>59.940612790000003</c:v>
                      </c:pt>
                      <c:pt idx="7006">
                        <c:v>59.940612790000003</c:v>
                      </c:pt>
                      <c:pt idx="7007">
                        <c:v>59.940616609999999</c:v>
                      </c:pt>
                      <c:pt idx="7008">
                        <c:v>59.940616609999999</c:v>
                      </c:pt>
                      <c:pt idx="7009">
                        <c:v>59.940616609999999</c:v>
                      </c:pt>
                      <c:pt idx="7010">
                        <c:v>59.940616609999999</c:v>
                      </c:pt>
                      <c:pt idx="7011">
                        <c:v>59.940616609999999</c:v>
                      </c:pt>
                      <c:pt idx="7012">
                        <c:v>59.940620420000002</c:v>
                      </c:pt>
                      <c:pt idx="7013">
                        <c:v>59.940620420000002</c:v>
                      </c:pt>
                      <c:pt idx="7014">
                        <c:v>59.940620420000002</c:v>
                      </c:pt>
                      <c:pt idx="7015">
                        <c:v>59.940620420000002</c:v>
                      </c:pt>
                      <c:pt idx="7016">
                        <c:v>59.940620420000002</c:v>
                      </c:pt>
                      <c:pt idx="7017">
                        <c:v>59.940620420000002</c:v>
                      </c:pt>
                      <c:pt idx="7018">
                        <c:v>59.940624239999998</c:v>
                      </c:pt>
                      <c:pt idx="7019">
                        <c:v>59.940624239999998</c:v>
                      </c:pt>
                      <c:pt idx="7020">
                        <c:v>59.940624239999998</c:v>
                      </c:pt>
                      <c:pt idx="7021">
                        <c:v>59.940624239999998</c:v>
                      </c:pt>
                      <c:pt idx="7022">
                        <c:v>59.940624239999998</c:v>
                      </c:pt>
                      <c:pt idx="7023">
                        <c:v>59.940624239999998</c:v>
                      </c:pt>
                      <c:pt idx="7024">
                        <c:v>59.940624239999998</c:v>
                      </c:pt>
                      <c:pt idx="7025">
                        <c:v>59.940624239999998</c:v>
                      </c:pt>
                      <c:pt idx="7026">
                        <c:v>59.940624239999998</c:v>
                      </c:pt>
                      <c:pt idx="7027">
                        <c:v>59.940628050000001</c:v>
                      </c:pt>
                      <c:pt idx="7028">
                        <c:v>59.940628050000001</c:v>
                      </c:pt>
                      <c:pt idx="7029">
                        <c:v>59.940628050000001</c:v>
                      </c:pt>
                      <c:pt idx="7030">
                        <c:v>59.940628050000001</c:v>
                      </c:pt>
                      <c:pt idx="7031">
                        <c:v>59.940628050000001</c:v>
                      </c:pt>
                      <c:pt idx="7032">
                        <c:v>59.940628050000001</c:v>
                      </c:pt>
                      <c:pt idx="7033">
                        <c:v>59.940628050000001</c:v>
                      </c:pt>
                      <c:pt idx="7034">
                        <c:v>59.940628050000001</c:v>
                      </c:pt>
                      <c:pt idx="7035">
                        <c:v>59.940628050000001</c:v>
                      </c:pt>
                      <c:pt idx="7036">
                        <c:v>59.940628050000001</c:v>
                      </c:pt>
                      <c:pt idx="7037">
                        <c:v>59.940628050000001</c:v>
                      </c:pt>
                      <c:pt idx="7038">
                        <c:v>59.940628050000001</c:v>
                      </c:pt>
                      <c:pt idx="7039">
                        <c:v>59.940628050000001</c:v>
                      </c:pt>
                      <c:pt idx="7040">
                        <c:v>59.940628050000001</c:v>
                      </c:pt>
                      <c:pt idx="7041">
                        <c:v>59.940628050000001</c:v>
                      </c:pt>
                      <c:pt idx="7042">
                        <c:v>59.940628050000001</c:v>
                      </c:pt>
                      <c:pt idx="7043">
                        <c:v>59.940628050000001</c:v>
                      </c:pt>
                      <c:pt idx="7044">
                        <c:v>59.940628050000001</c:v>
                      </c:pt>
                      <c:pt idx="7045">
                        <c:v>59.940628050000001</c:v>
                      </c:pt>
                      <c:pt idx="7046">
                        <c:v>59.940628050000001</c:v>
                      </c:pt>
                      <c:pt idx="7047">
                        <c:v>59.940628050000001</c:v>
                      </c:pt>
                      <c:pt idx="7048">
                        <c:v>59.940628050000001</c:v>
                      </c:pt>
                      <c:pt idx="7049">
                        <c:v>59.940628050000001</c:v>
                      </c:pt>
                      <c:pt idx="7050">
                        <c:v>59.940628050000001</c:v>
                      </c:pt>
                      <c:pt idx="7051">
                        <c:v>59.940624239999998</c:v>
                      </c:pt>
                      <c:pt idx="7052">
                        <c:v>59.940624239999998</c:v>
                      </c:pt>
                      <c:pt idx="7053">
                        <c:v>59.940624239999998</c:v>
                      </c:pt>
                      <c:pt idx="7054">
                        <c:v>59.940624239999998</c:v>
                      </c:pt>
                      <c:pt idx="7055">
                        <c:v>59.940624239999998</c:v>
                      </c:pt>
                      <c:pt idx="7056">
                        <c:v>59.940624239999998</c:v>
                      </c:pt>
                      <c:pt idx="7057">
                        <c:v>59.940624239999998</c:v>
                      </c:pt>
                      <c:pt idx="7058">
                        <c:v>59.940624239999998</c:v>
                      </c:pt>
                      <c:pt idx="7059">
                        <c:v>59.940624239999998</c:v>
                      </c:pt>
                      <c:pt idx="7060">
                        <c:v>59.940624239999998</c:v>
                      </c:pt>
                      <c:pt idx="7061">
                        <c:v>59.940620420000002</c:v>
                      </c:pt>
                      <c:pt idx="7062">
                        <c:v>59.940620420000002</c:v>
                      </c:pt>
                      <c:pt idx="7063">
                        <c:v>59.940620420000002</c:v>
                      </c:pt>
                      <c:pt idx="7064">
                        <c:v>59.940620420000002</c:v>
                      </c:pt>
                      <c:pt idx="7065">
                        <c:v>59.940620420000002</c:v>
                      </c:pt>
                      <c:pt idx="7066">
                        <c:v>59.940620420000002</c:v>
                      </c:pt>
                      <c:pt idx="7067">
                        <c:v>59.940616609999999</c:v>
                      </c:pt>
                      <c:pt idx="7068">
                        <c:v>59.940616609999999</c:v>
                      </c:pt>
                      <c:pt idx="7069">
                        <c:v>59.940616609999999</c:v>
                      </c:pt>
                      <c:pt idx="7070">
                        <c:v>59.940616609999999</c:v>
                      </c:pt>
                      <c:pt idx="7071">
                        <c:v>59.940616609999999</c:v>
                      </c:pt>
                      <c:pt idx="7072">
                        <c:v>59.940612790000003</c:v>
                      </c:pt>
                      <c:pt idx="7073">
                        <c:v>59.940612790000003</c:v>
                      </c:pt>
                      <c:pt idx="7074">
                        <c:v>59.940612790000003</c:v>
                      </c:pt>
                      <c:pt idx="7075">
                        <c:v>59.940612790000003</c:v>
                      </c:pt>
                      <c:pt idx="7076">
                        <c:v>59.94060898</c:v>
                      </c:pt>
                      <c:pt idx="7077">
                        <c:v>59.94060898</c:v>
                      </c:pt>
                      <c:pt idx="7078">
                        <c:v>59.94060898</c:v>
                      </c:pt>
                      <c:pt idx="7079">
                        <c:v>59.94060898</c:v>
                      </c:pt>
                      <c:pt idx="7080">
                        <c:v>59.940605159999997</c:v>
                      </c:pt>
                      <c:pt idx="7081">
                        <c:v>59.940605159999997</c:v>
                      </c:pt>
                      <c:pt idx="7082">
                        <c:v>59.940605159999997</c:v>
                      </c:pt>
                      <c:pt idx="7083">
                        <c:v>59.940601350000001</c:v>
                      </c:pt>
                      <c:pt idx="7084">
                        <c:v>59.940601350000001</c:v>
                      </c:pt>
                      <c:pt idx="7085">
                        <c:v>59.940601350000001</c:v>
                      </c:pt>
                      <c:pt idx="7086">
                        <c:v>59.940597529999998</c:v>
                      </c:pt>
                      <c:pt idx="7087">
                        <c:v>59.940597529999998</c:v>
                      </c:pt>
                      <c:pt idx="7088">
                        <c:v>59.940593720000003</c:v>
                      </c:pt>
                      <c:pt idx="7089">
                        <c:v>59.940593720000003</c:v>
                      </c:pt>
                      <c:pt idx="7090">
                        <c:v>59.940593720000003</c:v>
                      </c:pt>
                      <c:pt idx="7091">
                        <c:v>59.940589899999999</c:v>
                      </c:pt>
                      <c:pt idx="7092">
                        <c:v>59.940589899999999</c:v>
                      </c:pt>
                      <c:pt idx="7093">
                        <c:v>59.940586089999996</c:v>
                      </c:pt>
                      <c:pt idx="7094">
                        <c:v>59.940586089999996</c:v>
                      </c:pt>
                      <c:pt idx="7095">
                        <c:v>59.940586089999996</c:v>
                      </c:pt>
                      <c:pt idx="7096">
                        <c:v>59.940582280000001</c:v>
                      </c:pt>
                      <c:pt idx="7097">
                        <c:v>59.940582280000001</c:v>
                      </c:pt>
                      <c:pt idx="7098">
                        <c:v>59.940578459999998</c:v>
                      </c:pt>
                      <c:pt idx="7099">
                        <c:v>59.940578459999998</c:v>
                      </c:pt>
                      <c:pt idx="7100">
                        <c:v>59.940574650000002</c:v>
                      </c:pt>
                      <c:pt idx="7101">
                        <c:v>59.940574650000002</c:v>
                      </c:pt>
                      <c:pt idx="7102">
                        <c:v>59.940570829999999</c:v>
                      </c:pt>
                      <c:pt idx="7103">
                        <c:v>59.940570829999999</c:v>
                      </c:pt>
                      <c:pt idx="7104">
                        <c:v>59.940567020000003</c:v>
                      </c:pt>
                      <c:pt idx="7105">
                        <c:v>59.940567020000003</c:v>
                      </c:pt>
                      <c:pt idx="7106">
                        <c:v>59.9405632</c:v>
                      </c:pt>
                      <c:pt idx="7107">
                        <c:v>59.940559389999997</c:v>
                      </c:pt>
                      <c:pt idx="7108">
                        <c:v>59.940559389999997</c:v>
                      </c:pt>
                      <c:pt idx="7109">
                        <c:v>59.940555570000001</c:v>
                      </c:pt>
                      <c:pt idx="7110">
                        <c:v>59.940551759999998</c:v>
                      </c:pt>
                      <c:pt idx="7111">
                        <c:v>59.940551759999998</c:v>
                      </c:pt>
                      <c:pt idx="7112">
                        <c:v>59.940547940000002</c:v>
                      </c:pt>
                      <c:pt idx="7113">
                        <c:v>59.940544129999999</c:v>
                      </c:pt>
                      <c:pt idx="7114">
                        <c:v>59.940544129999999</c:v>
                      </c:pt>
                      <c:pt idx="7115">
                        <c:v>59.940540310000003</c:v>
                      </c:pt>
                      <c:pt idx="7116">
                        <c:v>59.9405365</c:v>
                      </c:pt>
                      <c:pt idx="7117">
                        <c:v>59.9405365</c:v>
                      </c:pt>
                      <c:pt idx="7118">
                        <c:v>59.940532679999997</c:v>
                      </c:pt>
                      <c:pt idx="7119">
                        <c:v>59.940528870000001</c:v>
                      </c:pt>
                      <c:pt idx="7120">
                        <c:v>59.940525049999998</c:v>
                      </c:pt>
                      <c:pt idx="7121">
                        <c:v>59.940521240000002</c:v>
                      </c:pt>
                      <c:pt idx="7122">
                        <c:v>59.940521240000002</c:v>
                      </c:pt>
                      <c:pt idx="7123">
                        <c:v>59.94051743</c:v>
                      </c:pt>
                      <c:pt idx="7124">
                        <c:v>59.940513609999996</c:v>
                      </c:pt>
                      <c:pt idx="7125">
                        <c:v>59.940509800000001</c:v>
                      </c:pt>
                      <c:pt idx="7126">
                        <c:v>59.940505979999998</c:v>
                      </c:pt>
                      <c:pt idx="7127">
                        <c:v>59.940505979999998</c:v>
                      </c:pt>
                      <c:pt idx="7128">
                        <c:v>59.940502170000002</c:v>
                      </c:pt>
                      <c:pt idx="7129">
                        <c:v>59.940498349999999</c:v>
                      </c:pt>
                      <c:pt idx="7130">
                        <c:v>59.940494540000003</c:v>
                      </c:pt>
                      <c:pt idx="7131">
                        <c:v>59.94049072</c:v>
                      </c:pt>
                      <c:pt idx="7132">
                        <c:v>59.940486909999997</c:v>
                      </c:pt>
                      <c:pt idx="7133">
                        <c:v>59.940483090000001</c:v>
                      </c:pt>
                      <c:pt idx="7134">
                        <c:v>59.940479279999998</c:v>
                      </c:pt>
                      <c:pt idx="7135">
                        <c:v>59.940475460000002</c:v>
                      </c:pt>
                      <c:pt idx="7136">
                        <c:v>59.940471649999999</c:v>
                      </c:pt>
                      <c:pt idx="7137">
                        <c:v>59.940467830000003</c:v>
                      </c:pt>
                      <c:pt idx="7138">
                        <c:v>59.94046402</c:v>
                      </c:pt>
                      <c:pt idx="7139">
                        <c:v>59.940460209999998</c:v>
                      </c:pt>
                      <c:pt idx="7140">
                        <c:v>59.940456390000001</c:v>
                      </c:pt>
                      <c:pt idx="7141">
                        <c:v>59.940452579999999</c:v>
                      </c:pt>
                      <c:pt idx="7142">
                        <c:v>59.940448760000002</c:v>
                      </c:pt>
                      <c:pt idx="7143">
                        <c:v>59.94044495</c:v>
                      </c:pt>
                      <c:pt idx="7144">
                        <c:v>59.940441130000004</c:v>
                      </c:pt>
                      <c:pt idx="7145">
                        <c:v>59.940437320000001</c:v>
                      </c:pt>
                      <c:pt idx="7146">
                        <c:v>59.940429690000002</c:v>
                      </c:pt>
                      <c:pt idx="7147">
                        <c:v>59.940425869999999</c:v>
                      </c:pt>
                      <c:pt idx="7148">
                        <c:v>59.940422060000003</c:v>
                      </c:pt>
                      <c:pt idx="7149">
                        <c:v>59.94041824</c:v>
                      </c:pt>
                      <c:pt idx="7150">
                        <c:v>59.940414429999997</c:v>
                      </c:pt>
                      <c:pt idx="7151">
                        <c:v>59.940410610000001</c:v>
                      </c:pt>
                      <c:pt idx="7152">
                        <c:v>59.940402980000002</c:v>
                      </c:pt>
                      <c:pt idx="7153">
                        <c:v>59.940399169999999</c:v>
                      </c:pt>
                      <c:pt idx="7154">
                        <c:v>59.940395359999997</c:v>
                      </c:pt>
                      <c:pt idx="7155">
                        <c:v>59.94039154</c:v>
                      </c:pt>
                      <c:pt idx="7156">
                        <c:v>59.940387729999998</c:v>
                      </c:pt>
                      <c:pt idx="7157">
                        <c:v>59.940380099999999</c:v>
                      </c:pt>
                      <c:pt idx="7158">
                        <c:v>59.940376280000002</c:v>
                      </c:pt>
                      <c:pt idx="7159">
                        <c:v>59.94037247</c:v>
                      </c:pt>
                      <c:pt idx="7160">
                        <c:v>59.940364840000001</c:v>
                      </c:pt>
                      <c:pt idx="7161">
                        <c:v>59.940361019999997</c:v>
                      </c:pt>
                      <c:pt idx="7162">
                        <c:v>59.940357210000002</c:v>
                      </c:pt>
                      <c:pt idx="7163">
                        <c:v>59.940349580000003</c:v>
                      </c:pt>
                      <c:pt idx="7164">
                        <c:v>59.94034576</c:v>
                      </c:pt>
                      <c:pt idx="7165">
                        <c:v>59.940341949999997</c:v>
                      </c:pt>
                      <c:pt idx="7166">
                        <c:v>59.940334319999998</c:v>
                      </c:pt>
                      <c:pt idx="7167">
                        <c:v>59.940330510000003</c:v>
                      </c:pt>
                      <c:pt idx="7168">
                        <c:v>59.940326689999999</c:v>
                      </c:pt>
                      <c:pt idx="7169">
                        <c:v>59.94031906</c:v>
                      </c:pt>
                      <c:pt idx="7170">
                        <c:v>59.940315249999998</c:v>
                      </c:pt>
                      <c:pt idx="7171">
                        <c:v>59.940307619999999</c:v>
                      </c:pt>
                      <c:pt idx="7172">
                        <c:v>59.940303800000002</c:v>
                      </c:pt>
                      <c:pt idx="7173">
                        <c:v>59.94029999</c:v>
                      </c:pt>
                      <c:pt idx="7174">
                        <c:v>59.940292360000001</c:v>
                      </c:pt>
                      <c:pt idx="7175">
                        <c:v>59.940288539999997</c:v>
                      </c:pt>
                      <c:pt idx="7176">
                        <c:v>59.940280909999998</c:v>
                      </c:pt>
                      <c:pt idx="7177">
                        <c:v>59.940277100000003</c:v>
                      </c:pt>
                      <c:pt idx="7178">
                        <c:v>59.940269469999997</c:v>
                      </c:pt>
                      <c:pt idx="7179">
                        <c:v>59.940265660000001</c:v>
                      </c:pt>
                      <c:pt idx="7180">
                        <c:v>59.940258030000003</c:v>
                      </c:pt>
                      <c:pt idx="7181">
                        <c:v>59.940254209999999</c:v>
                      </c:pt>
                      <c:pt idx="7182">
                        <c:v>59.94024658</c:v>
                      </c:pt>
                      <c:pt idx="7183">
                        <c:v>59.940238950000001</c:v>
                      </c:pt>
                      <c:pt idx="7184">
                        <c:v>59.940235139999999</c:v>
                      </c:pt>
                      <c:pt idx="7185">
                        <c:v>59.94022751</c:v>
                      </c:pt>
                      <c:pt idx="7186">
                        <c:v>59.940223690000003</c:v>
                      </c:pt>
                      <c:pt idx="7187">
                        <c:v>59.940216059999997</c:v>
                      </c:pt>
                      <c:pt idx="7188">
                        <c:v>59.940212250000002</c:v>
                      </c:pt>
                      <c:pt idx="7189">
                        <c:v>59.940204620000003</c:v>
                      </c:pt>
                      <c:pt idx="7190">
                        <c:v>59.940196989999997</c:v>
                      </c:pt>
                      <c:pt idx="7191">
                        <c:v>59.940193180000001</c:v>
                      </c:pt>
                      <c:pt idx="7192">
                        <c:v>59.940185550000002</c:v>
                      </c:pt>
                      <c:pt idx="7193">
                        <c:v>59.940177919999996</c:v>
                      </c:pt>
                      <c:pt idx="7194">
                        <c:v>59.9401741</c:v>
                      </c:pt>
                      <c:pt idx="7195">
                        <c:v>59.940166470000001</c:v>
                      </c:pt>
                      <c:pt idx="7196">
                        <c:v>59.940158840000002</c:v>
                      </c:pt>
                      <c:pt idx="7197">
                        <c:v>59.94015503</c:v>
                      </c:pt>
                      <c:pt idx="7198">
                        <c:v>59.940147400000001</c:v>
                      </c:pt>
                      <c:pt idx="7199">
                        <c:v>59.940139770000002</c:v>
                      </c:pt>
                      <c:pt idx="7200">
                        <c:v>59.940132140000003</c:v>
                      </c:pt>
                      <c:pt idx="7201">
                        <c:v>59.94012833</c:v>
                      </c:pt>
                    </c:numCache>
                  </c:numRef>
                </c:yVal>
                <c:smooth val="0"/>
                <c:extLst>
                  <c:ext xmlns:c16="http://schemas.microsoft.com/office/drawing/2014/chart" uri="{C3380CC4-5D6E-409C-BE32-E72D297353CC}">
                    <c16:uniqueId val="{00000004-A55F-4951-BDAE-93CFD69AC650}"/>
                  </c:ext>
                </c:extLst>
              </c15:ser>
            </c15:filteredScatterSeries>
            <c15:filteredScatterSeries>
              <c15:ser>
                <c:idx val="1"/>
                <c:order val="1"/>
                <c:tx>
                  <c:v>'10</c:v>
                </c:tx>
                <c:spPr>
                  <a:ln w="25400" cap="rnd">
                    <a:noFill/>
                    <a:round/>
                  </a:ln>
                  <a:effectLst/>
                </c:spPr>
                <c:marker>
                  <c:symbol val="circle"/>
                  <c:size val="3"/>
                  <c:spPr>
                    <a:solidFill>
                      <a:schemeClr val="accent2"/>
                    </a:solidFill>
                    <a:ln w="9525">
                      <a:solidFill>
                        <a:schemeClr val="accent2"/>
                      </a:solidFill>
                    </a:ln>
                    <a:effectLst/>
                  </c:spPr>
                </c:marker>
                <c:xVal>
                  <c:numRef>
                    <c:extLst xmlns:c15="http://schemas.microsoft.com/office/drawing/2012/chart">
                      <c:ext xmlns:c15="http://schemas.microsoft.com/office/drawing/2012/chart" uri="{02D57815-91ED-43cb-92C2-25804820EDAC}">
                        <c15:formulaRef>
                          <c15:sqref>'Double PV'!$F$1:$F$7207</c15:sqref>
                        </c15:formulaRef>
                      </c:ext>
                    </c:extLst>
                    <c:numCache>
                      <c:formatCode>General</c:formatCode>
                      <c:ptCount val="7207"/>
                      <c:pt idx="0">
                        <c:v>0</c:v>
                      </c:pt>
                      <c:pt idx="1">
                        <c:v>4.1669999999999997E-3</c:v>
                      </c:pt>
                      <c:pt idx="2">
                        <c:v>8.3330000000000001E-3</c:v>
                      </c:pt>
                      <c:pt idx="3">
                        <c:v>1.2500000000000001E-2</c:v>
                      </c:pt>
                      <c:pt idx="4">
                        <c:v>1.6667000000000001E-2</c:v>
                      </c:pt>
                      <c:pt idx="5">
                        <c:v>2.0833000000000001E-2</c:v>
                      </c:pt>
                      <c:pt idx="6">
                        <c:v>2.5000000000000001E-2</c:v>
                      </c:pt>
                      <c:pt idx="7">
                        <c:v>2.9166999999999998E-2</c:v>
                      </c:pt>
                      <c:pt idx="8">
                        <c:v>3.3333000000000002E-2</c:v>
                      </c:pt>
                      <c:pt idx="9">
                        <c:v>3.7499999999999999E-2</c:v>
                      </c:pt>
                      <c:pt idx="10">
                        <c:v>4.1667000000000003E-2</c:v>
                      </c:pt>
                      <c:pt idx="11">
                        <c:v>4.5832999999999999E-2</c:v>
                      </c:pt>
                      <c:pt idx="12">
                        <c:v>0.05</c:v>
                      </c:pt>
                      <c:pt idx="13">
                        <c:v>5.4167E-2</c:v>
                      </c:pt>
                      <c:pt idx="14">
                        <c:v>5.8333000000000003E-2</c:v>
                      </c:pt>
                      <c:pt idx="15">
                        <c:v>6.25E-2</c:v>
                      </c:pt>
                      <c:pt idx="16">
                        <c:v>6.6667000000000004E-2</c:v>
                      </c:pt>
                      <c:pt idx="17">
                        <c:v>7.0832999999999993E-2</c:v>
                      </c:pt>
                      <c:pt idx="18">
                        <c:v>7.4999999999999997E-2</c:v>
                      </c:pt>
                      <c:pt idx="19">
                        <c:v>7.9167000000000001E-2</c:v>
                      </c:pt>
                      <c:pt idx="20">
                        <c:v>8.3333000000000004E-2</c:v>
                      </c:pt>
                      <c:pt idx="21">
                        <c:v>8.7499999999999994E-2</c:v>
                      </c:pt>
                      <c:pt idx="22">
                        <c:v>9.1666999999999998E-2</c:v>
                      </c:pt>
                      <c:pt idx="23">
                        <c:v>9.5833000000000002E-2</c:v>
                      </c:pt>
                      <c:pt idx="24">
                        <c:v>0.1</c:v>
                      </c:pt>
                      <c:pt idx="25">
                        <c:v>0.104167</c:v>
                      </c:pt>
                      <c:pt idx="26">
                        <c:v>0.108333</c:v>
                      </c:pt>
                      <c:pt idx="27">
                        <c:v>0.1125</c:v>
                      </c:pt>
                      <c:pt idx="28">
                        <c:v>0.11666700000000001</c:v>
                      </c:pt>
                      <c:pt idx="29">
                        <c:v>0.120833</c:v>
                      </c:pt>
                      <c:pt idx="30">
                        <c:v>0.125</c:v>
                      </c:pt>
                      <c:pt idx="31">
                        <c:v>0.129167</c:v>
                      </c:pt>
                      <c:pt idx="32">
                        <c:v>0.13333300000000001</c:v>
                      </c:pt>
                      <c:pt idx="33">
                        <c:v>0.13750000000000001</c:v>
                      </c:pt>
                      <c:pt idx="34">
                        <c:v>0.14166699999999999</c:v>
                      </c:pt>
                      <c:pt idx="35">
                        <c:v>0.14583299999999999</c:v>
                      </c:pt>
                      <c:pt idx="36">
                        <c:v>0.15</c:v>
                      </c:pt>
                      <c:pt idx="37">
                        <c:v>0.154167</c:v>
                      </c:pt>
                      <c:pt idx="38">
                        <c:v>0.158333</c:v>
                      </c:pt>
                      <c:pt idx="39">
                        <c:v>0.16250000000000001</c:v>
                      </c:pt>
                      <c:pt idx="40">
                        <c:v>0.16666700000000001</c:v>
                      </c:pt>
                      <c:pt idx="41">
                        <c:v>0.17083300000000001</c:v>
                      </c:pt>
                      <c:pt idx="42">
                        <c:v>0.17499999999999999</c:v>
                      </c:pt>
                      <c:pt idx="43">
                        <c:v>0.17916699999999999</c:v>
                      </c:pt>
                      <c:pt idx="44">
                        <c:v>0.183333</c:v>
                      </c:pt>
                      <c:pt idx="45">
                        <c:v>0.1875</c:v>
                      </c:pt>
                      <c:pt idx="46">
                        <c:v>0.191667</c:v>
                      </c:pt>
                      <c:pt idx="47">
                        <c:v>0.19583300000000001</c:v>
                      </c:pt>
                      <c:pt idx="48">
                        <c:v>0.2</c:v>
                      </c:pt>
                      <c:pt idx="49">
                        <c:v>0.20416699999999999</c:v>
                      </c:pt>
                      <c:pt idx="50">
                        <c:v>0.20833299999999999</c:v>
                      </c:pt>
                      <c:pt idx="51">
                        <c:v>0.21249999999999999</c:v>
                      </c:pt>
                      <c:pt idx="52">
                        <c:v>0.216667</c:v>
                      </c:pt>
                      <c:pt idx="53">
                        <c:v>0.220833</c:v>
                      </c:pt>
                      <c:pt idx="54">
                        <c:v>0.22500000000000001</c:v>
                      </c:pt>
                      <c:pt idx="55">
                        <c:v>0.22916700000000001</c:v>
                      </c:pt>
                      <c:pt idx="56">
                        <c:v>0.23333300000000001</c:v>
                      </c:pt>
                      <c:pt idx="57">
                        <c:v>0.23749999999999999</c:v>
                      </c:pt>
                      <c:pt idx="58">
                        <c:v>0.24166699999999999</c:v>
                      </c:pt>
                      <c:pt idx="59">
                        <c:v>0.245833</c:v>
                      </c:pt>
                      <c:pt idx="60">
                        <c:v>0.25</c:v>
                      </c:pt>
                      <c:pt idx="61">
                        <c:v>0.25416699999999998</c:v>
                      </c:pt>
                      <c:pt idx="62">
                        <c:v>0.25833299999999998</c:v>
                      </c:pt>
                      <c:pt idx="63">
                        <c:v>0.26250000000000001</c:v>
                      </c:pt>
                      <c:pt idx="64">
                        <c:v>0.26666699999999999</c:v>
                      </c:pt>
                      <c:pt idx="65">
                        <c:v>0.27083299999999999</c:v>
                      </c:pt>
                      <c:pt idx="66">
                        <c:v>0.27500000000000002</c:v>
                      </c:pt>
                      <c:pt idx="67">
                        <c:v>0.279167</c:v>
                      </c:pt>
                      <c:pt idx="68">
                        <c:v>0.283333</c:v>
                      </c:pt>
                      <c:pt idx="69">
                        <c:v>0.28749999999999998</c:v>
                      </c:pt>
                      <c:pt idx="70">
                        <c:v>0.29166700000000001</c:v>
                      </c:pt>
                      <c:pt idx="71">
                        <c:v>0.29583300000000001</c:v>
                      </c:pt>
                      <c:pt idx="72">
                        <c:v>0.3</c:v>
                      </c:pt>
                      <c:pt idx="73">
                        <c:v>0.30416700000000002</c:v>
                      </c:pt>
                      <c:pt idx="74">
                        <c:v>0.30833300000000002</c:v>
                      </c:pt>
                      <c:pt idx="75">
                        <c:v>0.3125</c:v>
                      </c:pt>
                      <c:pt idx="76">
                        <c:v>0.31666699999999998</c:v>
                      </c:pt>
                      <c:pt idx="77">
                        <c:v>0.32083299999999998</c:v>
                      </c:pt>
                      <c:pt idx="78">
                        <c:v>0.32500000000000001</c:v>
                      </c:pt>
                      <c:pt idx="79">
                        <c:v>0.32916699999999999</c:v>
                      </c:pt>
                      <c:pt idx="80">
                        <c:v>0.33333299999999999</c:v>
                      </c:pt>
                      <c:pt idx="81">
                        <c:v>0.33750000000000002</c:v>
                      </c:pt>
                      <c:pt idx="82">
                        <c:v>0.341667</c:v>
                      </c:pt>
                      <c:pt idx="83">
                        <c:v>0.345833</c:v>
                      </c:pt>
                      <c:pt idx="84">
                        <c:v>0.35</c:v>
                      </c:pt>
                      <c:pt idx="85">
                        <c:v>0.35416700000000001</c:v>
                      </c:pt>
                      <c:pt idx="86">
                        <c:v>0.35833300000000001</c:v>
                      </c:pt>
                      <c:pt idx="87">
                        <c:v>0.36249999999999999</c:v>
                      </c:pt>
                      <c:pt idx="88">
                        <c:v>0.36666700000000002</c:v>
                      </c:pt>
                      <c:pt idx="89">
                        <c:v>0.37083300000000002</c:v>
                      </c:pt>
                      <c:pt idx="90">
                        <c:v>0.375</c:v>
                      </c:pt>
                      <c:pt idx="91">
                        <c:v>0.37916699999999998</c:v>
                      </c:pt>
                      <c:pt idx="92">
                        <c:v>0.38333299999999998</c:v>
                      </c:pt>
                      <c:pt idx="93">
                        <c:v>0.38750000000000001</c:v>
                      </c:pt>
                      <c:pt idx="94">
                        <c:v>0.39166699999999999</c:v>
                      </c:pt>
                      <c:pt idx="95">
                        <c:v>0.39583299999999999</c:v>
                      </c:pt>
                      <c:pt idx="96">
                        <c:v>0.4</c:v>
                      </c:pt>
                      <c:pt idx="97">
                        <c:v>0.404167</c:v>
                      </c:pt>
                      <c:pt idx="98">
                        <c:v>0.408333</c:v>
                      </c:pt>
                      <c:pt idx="99">
                        <c:v>0.41249999999999998</c:v>
                      </c:pt>
                      <c:pt idx="100">
                        <c:v>0.41666700000000001</c:v>
                      </c:pt>
                      <c:pt idx="101">
                        <c:v>0.42083300000000001</c:v>
                      </c:pt>
                      <c:pt idx="102">
                        <c:v>0.42499999999999999</c:v>
                      </c:pt>
                      <c:pt idx="103">
                        <c:v>0.42916700000000002</c:v>
                      </c:pt>
                      <c:pt idx="104">
                        <c:v>0.43333300000000002</c:v>
                      </c:pt>
                      <c:pt idx="105">
                        <c:v>0.4375</c:v>
                      </c:pt>
                      <c:pt idx="106">
                        <c:v>0.44166699999999998</c:v>
                      </c:pt>
                      <c:pt idx="107">
                        <c:v>0.44583299999999998</c:v>
                      </c:pt>
                      <c:pt idx="108">
                        <c:v>0.45</c:v>
                      </c:pt>
                      <c:pt idx="109">
                        <c:v>0.45416699999999999</c:v>
                      </c:pt>
                      <c:pt idx="110">
                        <c:v>0.45833299999999999</c:v>
                      </c:pt>
                      <c:pt idx="111">
                        <c:v>0.46250000000000002</c:v>
                      </c:pt>
                      <c:pt idx="112">
                        <c:v>0.466667</c:v>
                      </c:pt>
                      <c:pt idx="113">
                        <c:v>0.470833</c:v>
                      </c:pt>
                      <c:pt idx="114">
                        <c:v>0.47499999999999998</c:v>
                      </c:pt>
                      <c:pt idx="115">
                        <c:v>0.47916700000000001</c:v>
                      </c:pt>
                      <c:pt idx="116">
                        <c:v>0.48333300000000001</c:v>
                      </c:pt>
                      <c:pt idx="117">
                        <c:v>0.48749999999999999</c:v>
                      </c:pt>
                      <c:pt idx="118">
                        <c:v>0.49166700000000002</c:v>
                      </c:pt>
                      <c:pt idx="119">
                        <c:v>0.49583300000000002</c:v>
                      </c:pt>
                      <c:pt idx="120">
                        <c:v>0.5</c:v>
                      </c:pt>
                      <c:pt idx="121">
                        <c:v>0.50416700000000003</c:v>
                      </c:pt>
                      <c:pt idx="122">
                        <c:v>0.50833300000000003</c:v>
                      </c:pt>
                      <c:pt idx="123">
                        <c:v>0.51249999999999996</c:v>
                      </c:pt>
                      <c:pt idx="124">
                        <c:v>0.51666699999999999</c:v>
                      </c:pt>
                      <c:pt idx="125">
                        <c:v>0.52083299999999999</c:v>
                      </c:pt>
                      <c:pt idx="126">
                        <c:v>0.52500000000000002</c:v>
                      </c:pt>
                      <c:pt idx="127">
                        <c:v>0.52916700000000005</c:v>
                      </c:pt>
                      <c:pt idx="128">
                        <c:v>0.53333299999999995</c:v>
                      </c:pt>
                      <c:pt idx="129">
                        <c:v>0.53749999999999998</c:v>
                      </c:pt>
                      <c:pt idx="130">
                        <c:v>0.54166700000000001</c:v>
                      </c:pt>
                      <c:pt idx="131">
                        <c:v>0.54583300000000001</c:v>
                      </c:pt>
                      <c:pt idx="132">
                        <c:v>0.55000000000000004</c:v>
                      </c:pt>
                      <c:pt idx="133">
                        <c:v>0.55416699999999997</c:v>
                      </c:pt>
                      <c:pt idx="134">
                        <c:v>0.55833299999999997</c:v>
                      </c:pt>
                      <c:pt idx="135">
                        <c:v>0.5625</c:v>
                      </c:pt>
                      <c:pt idx="136">
                        <c:v>0.56666700000000003</c:v>
                      </c:pt>
                      <c:pt idx="137">
                        <c:v>0.57083300000000003</c:v>
                      </c:pt>
                      <c:pt idx="138">
                        <c:v>0.57499999999999996</c:v>
                      </c:pt>
                      <c:pt idx="139">
                        <c:v>0.57916699999999999</c:v>
                      </c:pt>
                      <c:pt idx="140">
                        <c:v>0.58333299999999999</c:v>
                      </c:pt>
                      <c:pt idx="141">
                        <c:v>0.58750000000000002</c:v>
                      </c:pt>
                      <c:pt idx="142">
                        <c:v>0.59166700000000005</c:v>
                      </c:pt>
                      <c:pt idx="143">
                        <c:v>0.59583299999999995</c:v>
                      </c:pt>
                      <c:pt idx="144">
                        <c:v>0.6</c:v>
                      </c:pt>
                      <c:pt idx="145">
                        <c:v>0.60416700000000001</c:v>
                      </c:pt>
                      <c:pt idx="146">
                        <c:v>0.60833300000000001</c:v>
                      </c:pt>
                      <c:pt idx="147">
                        <c:v>0.61250000000000004</c:v>
                      </c:pt>
                      <c:pt idx="148">
                        <c:v>0.61666699999999997</c:v>
                      </c:pt>
                      <c:pt idx="149">
                        <c:v>0.62083299999999997</c:v>
                      </c:pt>
                      <c:pt idx="150">
                        <c:v>0.625</c:v>
                      </c:pt>
                      <c:pt idx="151">
                        <c:v>0.62916700000000003</c:v>
                      </c:pt>
                      <c:pt idx="152">
                        <c:v>0.63333300000000003</c:v>
                      </c:pt>
                      <c:pt idx="153">
                        <c:v>0.63749999999999996</c:v>
                      </c:pt>
                      <c:pt idx="154">
                        <c:v>0.64166699999999999</c:v>
                      </c:pt>
                      <c:pt idx="155">
                        <c:v>0.64583299999999999</c:v>
                      </c:pt>
                      <c:pt idx="156">
                        <c:v>0.65</c:v>
                      </c:pt>
                      <c:pt idx="157">
                        <c:v>0.65416700000000005</c:v>
                      </c:pt>
                      <c:pt idx="158">
                        <c:v>0.65833299999999995</c:v>
                      </c:pt>
                      <c:pt idx="159">
                        <c:v>0.66249999999999998</c:v>
                      </c:pt>
                      <c:pt idx="160">
                        <c:v>0.66666700000000001</c:v>
                      </c:pt>
                      <c:pt idx="161">
                        <c:v>0.67083300000000001</c:v>
                      </c:pt>
                      <c:pt idx="162">
                        <c:v>0.67500000000000004</c:v>
                      </c:pt>
                      <c:pt idx="163">
                        <c:v>0.67916699999999997</c:v>
                      </c:pt>
                      <c:pt idx="164">
                        <c:v>0.68333299999999997</c:v>
                      </c:pt>
                      <c:pt idx="165">
                        <c:v>0.6875</c:v>
                      </c:pt>
                      <c:pt idx="166">
                        <c:v>0.69166700000000003</c:v>
                      </c:pt>
                      <c:pt idx="167">
                        <c:v>0.69583300000000003</c:v>
                      </c:pt>
                      <c:pt idx="168">
                        <c:v>0.7</c:v>
                      </c:pt>
                      <c:pt idx="169">
                        <c:v>0.70416699999999999</c:v>
                      </c:pt>
                      <c:pt idx="170">
                        <c:v>0.70833299999999999</c:v>
                      </c:pt>
                      <c:pt idx="171">
                        <c:v>0.71250000000000002</c:v>
                      </c:pt>
                      <c:pt idx="172">
                        <c:v>0.71666700000000005</c:v>
                      </c:pt>
                      <c:pt idx="173">
                        <c:v>0.72083299999999995</c:v>
                      </c:pt>
                      <c:pt idx="174">
                        <c:v>0.72499999999999998</c:v>
                      </c:pt>
                      <c:pt idx="175">
                        <c:v>0.72916700000000001</c:v>
                      </c:pt>
                      <c:pt idx="176">
                        <c:v>0.73333300000000001</c:v>
                      </c:pt>
                      <c:pt idx="177">
                        <c:v>0.73750000000000004</c:v>
                      </c:pt>
                      <c:pt idx="178">
                        <c:v>0.74166699999999997</c:v>
                      </c:pt>
                      <c:pt idx="179">
                        <c:v>0.74583299999999997</c:v>
                      </c:pt>
                      <c:pt idx="180">
                        <c:v>0.75</c:v>
                      </c:pt>
                      <c:pt idx="181">
                        <c:v>0.75416700000000003</c:v>
                      </c:pt>
                      <c:pt idx="182">
                        <c:v>0.75833300000000003</c:v>
                      </c:pt>
                      <c:pt idx="183">
                        <c:v>0.76249999999999996</c:v>
                      </c:pt>
                      <c:pt idx="184">
                        <c:v>0.76666699999999999</c:v>
                      </c:pt>
                      <c:pt idx="185">
                        <c:v>0.77083299999999999</c:v>
                      </c:pt>
                      <c:pt idx="186">
                        <c:v>0.77500000000000002</c:v>
                      </c:pt>
                      <c:pt idx="187">
                        <c:v>0.77916700000000005</c:v>
                      </c:pt>
                      <c:pt idx="188">
                        <c:v>0.78333299999999995</c:v>
                      </c:pt>
                      <c:pt idx="189">
                        <c:v>0.78749999999999998</c:v>
                      </c:pt>
                      <c:pt idx="190">
                        <c:v>0.79166700000000001</c:v>
                      </c:pt>
                      <c:pt idx="191">
                        <c:v>0.79583300000000001</c:v>
                      </c:pt>
                      <c:pt idx="192">
                        <c:v>0.8</c:v>
                      </c:pt>
                      <c:pt idx="193">
                        <c:v>0.80416699999999997</c:v>
                      </c:pt>
                      <c:pt idx="194">
                        <c:v>0.80833299999999997</c:v>
                      </c:pt>
                      <c:pt idx="195">
                        <c:v>0.8125</c:v>
                      </c:pt>
                      <c:pt idx="196">
                        <c:v>0.81666700000000003</c:v>
                      </c:pt>
                      <c:pt idx="197">
                        <c:v>0.82083300000000003</c:v>
                      </c:pt>
                      <c:pt idx="198">
                        <c:v>0.82499999999999996</c:v>
                      </c:pt>
                      <c:pt idx="199">
                        <c:v>0.82916699999999999</c:v>
                      </c:pt>
                      <c:pt idx="200">
                        <c:v>0.83333299999999999</c:v>
                      </c:pt>
                      <c:pt idx="201">
                        <c:v>0.83750000000000002</c:v>
                      </c:pt>
                      <c:pt idx="202">
                        <c:v>0.84166700000000005</c:v>
                      </c:pt>
                      <c:pt idx="203">
                        <c:v>0.84583299999999995</c:v>
                      </c:pt>
                      <c:pt idx="204">
                        <c:v>0.85</c:v>
                      </c:pt>
                      <c:pt idx="205">
                        <c:v>0.85416700000000001</c:v>
                      </c:pt>
                      <c:pt idx="206">
                        <c:v>0.85833300000000001</c:v>
                      </c:pt>
                      <c:pt idx="207">
                        <c:v>0.86250000000000004</c:v>
                      </c:pt>
                      <c:pt idx="208">
                        <c:v>0.86666699999999997</c:v>
                      </c:pt>
                      <c:pt idx="209">
                        <c:v>0.87083299999999997</c:v>
                      </c:pt>
                      <c:pt idx="210">
                        <c:v>0.875</c:v>
                      </c:pt>
                      <c:pt idx="211">
                        <c:v>0.87916700000000003</c:v>
                      </c:pt>
                      <c:pt idx="212">
                        <c:v>0.88333300000000003</c:v>
                      </c:pt>
                      <c:pt idx="213">
                        <c:v>0.88749999999999996</c:v>
                      </c:pt>
                      <c:pt idx="214">
                        <c:v>0.89166699999999999</c:v>
                      </c:pt>
                      <c:pt idx="215">
                        <c:v>0.89583299999999999</c:v>
                      </c:pt>
                      <c:pt idx="216">
                        <c:v>0.9</c:v>
                      </c:pt>
                      <c:pt idx="217">
                        <c:v>0.90416700000000005</c:v>
                      </c:pt>
                      <c:pt idx="218">
                        <c:v>0.90833299999999995</c:v>
                      </c:pt>
                      <c:pt idx="219">
                        <c:v>0.91249999999999998</c:v>
                      </c:pt>
                      <c:pt idx="220">
                        <c:v>0.91666700000000001</c:v>
                      </c:pt>
                      <c:pt idx="221">
                        <c:v>0.92083300000000001</c:v>
                      </c:pt>
                      <c:pt idx="222">
                        <c:v>0.92500000000000004</c:v>
                      </c:pt>
                      <c:pt idx="223">
                        <c:v>0.92916699999999997</c:v>
                      </c:pt>
                      <c:pt idx="224">
                        <c:v>0.93333299999999997</c:v>
                      </c:pt>
                      <c:pt idx="225">
                        <c:v>0.9375</c:v>
                      </c:pt>
                      <c:pt idx="226">
                        <c:v>0.94166700000000003</c:v>
                      </c:pt>
                      <c:pt idx="227">
                        <c:v>0.94583300000000003</c:v>
                      </c:pt>
                      <c:pt idx="228">
                        <c:v>0.95</c:v>
                      </c:pt>
                      <c:pt idx="229">
                        <c:v>0.95416699999999999</c:v>
                      </c:pt>
                      <c:pt idx="230">
                        <c:v>0.95833299999999999</c:v>
                      </c:pt>
                      <c:pt idx="231">
                        <c:v>0.96250000000000002</c:v>
                      </c:pt>
                      <c:pt idx="232">
                        <c:v>0.96666700000000005</c:v>
                      </c:pt>
                      <c:pt idx="233">
                        <c:v>0.97083299999999995</c:v>
                      </c:pt>
                      <c:pt idx="234">
                        <c:v>0.97499999999999998</c:v>
                      </c:pt>
                      <c:pt idx="235">
                        <c:v>0.97916700000000001</c:v>
                      </c:pt>
                      <c:pt idx="236">
                        <c:v>0.98333300000000001</c:v>
                      </c:pt>
                      <c:pt idx="237">
                        <c:v>0.98750000000000004</c:v>
                      </c:pt>
                      <c:pt idx="238">
                        <c:v>0.99166699999999997</c:v>
                      </c:pt>
                      <c:pt idx="239">
                        <c:v>0.99583299999999997</c:v>
                      </c:pt>
                      <c:pt idx="240">
                        <c:v>1</c:v>
                      </c:pt>
                      <c:pt idx="241">
                        <c:v>1</c:v>
                      </c:pt>
                      <c:pt idx="242">
                        <c:v>1.004167</c:v>
                      </c:pt>
                      <c:pt idx="243">
                        <c:v>1.0083329999999999</c:v>
                      </c:pt>
                      <c:pt idx="244">
                        <c:v>1.0125</c:v>
                      </c:pt>
                      <c:pt idx="245">
                        <c:v>1.016667</c:v>
                      </c:pt>
                      <c:pt idx="246">
                        <c:v>1.0208330000000001</c:v>
                      </c:pt>
                      <c:pt idx="247">
                        <c:v>1.0249999999999999</c:v>
                      </c:pt>
                      <c:pt idx="248">
                        <c:v>1.0291669999999999</c:v>
                      </c:pt>
                      <c:pt idx="249">
                        <c:v>1.0333330000000001</c:v>
                      </c:pt>
                      <c:pt idx="250">
                        <c:v>1.0375000000000001</c:v>
                      </c:pt>
                      <c:pt idx="251">
                        <c:v>1.0416669999999999</c:v>
                      </c:pt>
                      <c:pt idx="252">
                        <c:v>1.045833</c:v>
                      </c:pt>
                      <c:pt idx="253">
                        <c:v>1.05</c:v>
                      </c:pt>
                      <c:pt idx="254">
                        <c:v>1.0541670000000001</c:v>
                      </c:pt>
                      <c:pt idx="255">
                        <c:v>1.058333</c:v>
                      </c:pt>
                      <c:pt idx="256">
                        <c:v>1.0625</c:v>
                      </c:pt>
                      <c:pt idx="257">
                        <c:v>1.066667</c:v>
                      </c:pt>
                      <c:pt idx="258">
                        <c:v>1.0708329999999999</c:v>
                      </c:pt>
                      <c:pt idx="259">
                        <c:v>1.075</c:v>
                      </c:pt>
                      <c:pt idx="260">
                        <c:v>1.079167</c:v>
                      </c:pt>
                      <c:pt idx="261">
                        <c:v>1.0833330000000001</c:v>
                      </c:pt>
                      <c:pt idx="262">
                        <c:v>1.0874999999999999</c:v>
                      </c:pt>
                      <c:pt idx="263">
                        <c:v>1.0916669999999999</c:v>
                      </c:pt>
                      <c:pt idx="264">
                        <c:v>1.0958330000000001</c:v>
                      </c:pt>
                      <c:pt idx="265">
                        <c:v>1.1000000000000001</c:v>
                      </c:pt>
                      <c:pt idx="266">
                        <c:v>1.1041669999999999</c:v>
                      </c:pt>
                      <c:pt idx="267">
                        <c:v>1.108333</c:v>
                      </c:pt>
                      <c:pt idx="268">
                        <c:v>1.1125</c:v>
                      </c:pt>
                      <c:pt idx="269">
                        <c:v>1.1166670000000001</c:v>
                      </c:pt>
                      <c:pt idx="270">
                        <c:v>1.120833</c:v>
                      </c:pt>
                      <c:pt idx="271">
                        <c:v>1.125</c:v>
                      </c:pt>
                      <c:pt idx="272">
                        <c:v>1.129167</c:v>
                      </c:pt>
                      <c:pt idx="273">
                        <c:v>1.1333329999999999</c:v>
                      </c:pt>
                      <c:pt idx="274">
                        <c:v>1.1375</c:v>
                      </c:pt>
                      <c:pt idx="275">
                        <c:v>1.141667</c:v>
                      </c:pt>
                      <c:pt idx="276">
                        <c:v>1.1458330000000001</c:v>
                      </c:pt>
                      <c:pt idx="277">
                        <c:v>1.1499999999999999</c:v>
                      </c:pt>
                      <c:pt idx="278">
                        <c:v>1.1541669999999999</c:v>
                      </c:pt>
                      <c:pt idx="279">
                        <c:v>1.1583330000000001</c:v>
                      </c:pt>
                      <c:pt idx="280">
                        <c:v>1.1625000000000001</c:v>
                      </c:pt>
                      <c:pt idx="281">
                        <c:v>1.1666669999999999</c:v>
                      </c:pt>
                      <c:pt idx="282">
                        <c:v>1.170833</c:v>
                      </c:pt>
                      <c:pt idx="283">
                        <c:v>1.175</c:v>
                      </c:pt>
                      <c:pt idx="284">
                        <c:v>1.1791670000000001</c:v>
                      </c:pt>
                      <c:pt idx="285">
                        <c:v>1.183333</c:v>
                      </c:pt>
                      <c:pt idx="286">
                        <c:v>1.1875</c:v>
                      </c:pt>
                      <c:pt idx="287">
                        <c:v>1.191667</c:v>
                      </c:pt>
                      <c:pt idx="288">
                        <c:v>1.1958329999999999</c:v>
                      </c:pt>
                      <c:pt idx="289">
                        <c:v>1.2</c:v>
                      </c:pt>
                      <c:pt idx="290">
                        <c:v>1.204167</c:v>
                      </c:pt>
                      <c:pt idx="291">
                        <c:v>1.2083330000000001</c:v>
                      </c:pt>
                      <c:pt idx="292">
                        <c:v>1.2124999999999999</c:v>
                      </c:pt>
                      <c:pt idx="293">
                        <c:v>1.2166669999999999</c:v>
                      </c:pt>
                      <c:pt idx="294">
                        <c:v>1.2208330000000001</c:v>
                      </c:pt>
                      <c:pt idx="295">
                        <c:v>1.2250000000000001</c:v>
                      </c:pt>
                      <c:pt idx="296">
                        <c:v>1.2291669999999999</c:v>
                      </c:pt>
                      <c:pt idx="297">
                        <c:v>1.233333</c:v>
                      </c:pt>
                      <c:pt idx="298">
                        <c:v>1.2375</c:v>
                      </c:pt>
                      <c:pt idx="299">
                        <c:v>1.2416670000000001</c:v>
                      </c:pt>
                      <c:pt idx="300">
                        <c:v>1.245833</c:v>
                      </c:pt>
                      <c:pt idx="301">
                        <c:v>1.25</c:v>
                      </c:pt>
                      <c:pt idx="302">
                        <c:v>1.254167</c:v>
                      </c:pt>
                      <c:pt idx="303">
                        <c:v>1.2583329999999999</c:v>
                      </c:pt>
                      <c:pt idx="304">
                        <c:v>1.2625</c:v>
                      </c:pt>
                      <c:pt idx="305">
                        <c:v>1.266667</c:v>
                      </c:pt>
                      <c:pt idx="306">
                        <c:v>1.2708330000000001</c:v>
                      </c:pt>
                      <c:pt idx="307">
                        <c:v>1.2749999999999999</c:v>
                      </c:pt>
                      <c:pt idx="308">
                        <c:v>1.2791669999999999</c:v>
                      </c:pt>
                      <c:pt idx="309">
                        <c:v>1.2833330000000001</c:v>
                      </c:pt>
                      <c:pt idx="310">
                        <c:v>1.2875000000000001</c:v>
                      </c:pt>
                      <c:pt idx="311">
                        <c:v>1.2916669999999999</c:v>
                      </c:pt>
                      <c:pt idx="312">
                        <c:v>1.295833</c:v>
                      </c:pt>
                      <c:pt idx="313">
                        <c:v>1.3</c:v>
                      </c:pt>
                      <c:pt idx="314">
                        <c:v>1.3041670000000001</c:v>
                      </c:pt>
                      <c:pt idx="315">
                        <c:v>1.308333</c:v>
                      </c:pt>
                      <c:pt idx="316">
                        <c:v>1.3125</c:v>
                      </c:pt>
                      <c:pt idx="317">
                        <c:v>1.316667</c:v>
                      </c:pt>
                      <c:pt idx="318">
                        <c:v>1.3208329999999999</c:v>
                      </c:pt>
                      <c:pt idx="319">
                        <c:v>1.325</c:v>
                      </c:pt>
                      <c:pt idx="320">
                        <c:v>1.329167</c:v>
                      </c:pt>
                      <c:pt idx="321">
                        <c:v>1.3333330000000001</c:v>
                      </c:pt>
                      <c:pt idx="322">
                        <c:v>1.3374999999999999</c:v>
                      </c:pt>
                      <c:pt idx="323">
                        <c:v>1.3416669999999999</c:v>
                      </c:pt>
                      <c:pt idx="324">
                        <c:v>1.3458330000000001</c:v>
                      </c:pt>
                      <c:pt idx="325">
                        <c:v>1.35</c:v>
                      </c:pt>
                      <c:pt idx="326">
                        <c:v>1.3541669999999999</c:v>
                      </c:pt>
                      <c:pt idx="327">
                        <c:v>1.358333</c:v>
                      </c:pt>
                      <c:pt idx="328">
                        <c:v>1.3625</c:v>
                      </c:pt>
                      <c:pt idx="329">
                        <c:v>1.3666670000000001</c:v>
                      </c:pt>
                      <c:pt idx="330">
                        <c:v>1.370833</c:v>
                      </c:pt>
                      <c:pt idx="331">
                        <c:v>1.375</c:v>
                      </c:pt>
                      <c:pt idx="332">
                        <c:v>1.379167</c:v>
                      </c:pt>
                      <c:pt idx="333">
                        <c:v>1.3833329999999999</c:v>
                      </c:pt>
                      <c:pt idx="334">
                        <c:v>1.3875</c:v>
                      </c:pt>
                      <c:pt idx="335">
                        <c:v>1.391667</c:v>
                      </c:pt>
                      <c:pt idx="336">
                        <c:v>1.3958330000000001</c:v>
                      </c:pt>
                      <c:pt idx="337">
                        <c:v>1.4</c:v>
                      </c:pt>
                      <c:pt idx="338">
                        <c:v>1.4041669999999999</c:v>
                      </c:pt>
                      <c:pt idx="339">
                        <c:v>1.4083330000000001</c:v>
                      </c:pt>
                      <c:pt idx="340">
                        <c:v>1.4125000000000001</c:v>
                      </c:pt>
                      <c:pt idx="341">
                        <c:v>1.4166669999999999</c:v>
                      </c:pt>
                      <c:pt idx="342">
                        <c:v>1.420833</c:v>
                      </c:pt>
                      <c:pt idx="343">
                        <c:v>1.425</c:v>
                      </c:pt>
                      <c:pt idx="344">
                        <c:v>1.4291670000000001</c:v>
                      </c:pt>
                      <c:pt idx="345">
                        <c:v>1.433333</c:v>
                      </c:pt>
                      <c:pt idx="346">
                        <c:v>1.4375</c:v>
                      </c:pt>
                      <c:pt idx="347">
                        <c:v>1.441667</c:v>
                      </c:pt>
                      <c:pt idx="348">
                        <c:v>1.4458329999999999</c:v>
                      </c:pt>
                      <c:pt idx="349">
                        <c:v>1.45</c:v>
                      </c:pt>
                      <c:pt idx="350">
                        <c:v>1.454167</c:v>
                      </c:pt>
                      <c:pt idx="351">
                        <c:v>1.4583330000000001</c:v>
                      </c:pt>
                      <c:pt idx="352">
                        <c:v>1.4624999999999999</c:v>
                      </c:pt>
                      <c:pt idx="353">
                        <c:v>1.4666669999999999</c:v>
                      </c:pt>
                      <c:pt idx="354">
                        <c:v>1.4708330000000001</c:v>
                      </c:pt>
                      <c:pt idx="355">
                        <c:v>1.4750000000000001</c:v>
                      </c:pt>
                      <c:pt idx="356">
                        <c:v>1.4791669999999999</c:v>
                      </c:pt>
                      <c:pt idx="357">
                        <c:v>1.483333</c:v>
                      </c:pt>
                      <c:pt idx="358">
                        <c:v>1.4875</c:v>
                      </c:pt>
                      <c:pt idx="359">
                        <c:v>1.4916670000000001</c:v>
                      </c:pt>
                      <c:pt idx="360">
                        <c:v>1.495833</c:v>
                      </c:pt>
                      <c:pt idx="361">
                        <c:v>1.5</c:v>
                      </c:pt>
                      <c:pt idx="362">
                        <c:v>1.504167</c:v>
                      </c:pt>
                      <c:pt idx="363">
                        <c:v>1.5083329999999999</c:v>
                      </c:pt>
                      <c:pt idx="364">
                        <c:v>1.5125</c:v>
                      </c:pt>
                      <c:pt idx="365">
                        <c:v>1.516667</c:v>
                      </c:pt>
                      <c:pt idx="366">
                        <c:v>1.5208330000000001</c:v>
                      </c:pt>
                      <c:pt idx="367">
                        <c:v>1.5249999999999999</c:v>
                      </c:pt>
                      <c:pt idx="368">
                        <c:v>1.5291669999999999</c:v>
                      </c:pt>
                      <c:pt idx="369">
                        <c:v>1.5333330000000001</c:v>
                      </c:pt>
                      <c:pt idx="370">
                        <c:v>1.5375000000000001</c:v>
                      </c:pt>
                      <c:pt idx="371">
                        <c:v>1.5416669999999999</c:v>
                      </c:pt>
                      <c:pt idx="372">
                        <c:v>1.545833</c:v>
                      </c:pt>
                      <c:pt idx="373">
                        <c:v>1.55</c:v>
                      </c:pt>
                      <c:pt idx="374">
                        <c:v>1.5541670000000001</c:v>
                      </c:pt>
                      <c:pt idx="375">
                        <c:v>1.558333</c:v>
                      </c:pt>
                      <c:pt idx="376">
                        <c:v>1.5625</c:v>
                      </c:pt>
                      <c:pt idx="377">
                        <c:v>1.566667</c:v>
                      </c:pt>
                      <c:pt idx="378">
                        <c:v>1.5708329999999999</c:v>
                      </c:pt>
                      <c:pt idx="379">
                        <c:v>1.575</c:v>
                      </c:pt>
                      <c:pt idx="380">
                        <c:v>1.579167</c:v>
                      </c:pt>
                      <c:pt idx="381">
                        <c:v>1.5833330000000001</c:v>
                      </c:pt>
                      <c:pt idx="382">
                        <c:v>1.5874999999999999</c:v>
                      </c:pt>
                      <c:pt idx="383">
                        <c:v>1.5916669999999999</c:v>
                      </c:pt>
                      <c:pt idx="384">
                        <c:v>1.5958330000000001</c:v>
                      </c:pt>
                      <c:pt idx="385">
                        <c:v>1.6</c:v>
                      </c:pt>
                      <c:pt idx="386">
                        <c:v>1.6041669999999999</c:v>
                      </c:pt>
                      <c:pt idx="387">
                        <c:v>1.608333</c:v>
                      </c:pt>
                      <c:pt idx="388">
                        <c:v>1.6125</c:v>
                      </c:pt>
                      <c:pt idx="389">
                        <c:v>1.6166670000000001</c:v>
                      </c:pt>
                      <c:pt idx="390">
                        <c:v>1.620833</c:v>
                      </c:pt>
                      <c:pt idx="391">
                        <c:v>1.625</c:v>
                      </c:pt>
                      <c:pt idx="392">
                        <c:v>1.629167</c:v>
                      </c:pt>
                      <c:pt idx="393">
                        <c:v>1.6333329999999999</c:v>
                      </c:pt>
                      <c:pt idx="394">
                        <c:v>1.6375</c:v>
                      </c:pt>
                      <c:pt idx="395">
                        <c:v>1.641667</c:v>
                      </c:pt>
                      <c:pt idx="396">
                        <c:v>1.6458330000000001</c:v>
                      </c:pt>
                      <c:pt idx="397">
                        <c:v>1.65</c:v>
                      </c:pt>
                      <c:pt idx="398">
                        <c:v>1.6541669999999999</c:v>
                      </c:pt>
                      <c:pt idx="399">
                        <c:v>1.6583330000000001</c:v>
                      </c:pt>
                      <c:pt idx="400">
                        <c:v>1.6625000000000001</c:v>
                      </c:pt>
                      <c:pt idx="401">
                        <c:v>1.6666669999999999</c:v>
                      </c:pt>
                      <c:pt idx="402">
                        <c:v>1.670833</c:v>
                      </c:pt>
                      <c:pt idx="403">
                        <c:v>1.675</c:v>
                      </c:pt>
                      <c:pt idx="404">
                        <c:v>1.6791670000000001</c:v>
                      </c:pt>
                      <c:pt idx="405">
                        <c:v>1.683333</c:v>
                      </c:pt>
                      <c:pt idx="406">
                        <c:v>1.6875</c:v>
                      </c:pt>
                      <c:pt idx="407">
                        <c:v>1.691667</c:v>
                      </c:pt>
                      <c:pt idx="408">
                        <c:v>1.6958329999999999</c:v>
                      </c:pt>
                      <c:pt idx="409">
                        <c:v>1.7</c:v>
                      </c:pt>
                      <c:pt idx="410">
                        <c:v>1.704167</c:v>
                      </c:pt>
                      <c:pt idx="411">
                        <c:v>1.7083330000000001</c:v>
                      </c:pt>
                      <c:pt idx="412">
                        <c:v>1.7124999999999999</c:v>
                      </c:pt>
                      <c:pt idx="413">
                        <c:v>1.7166669999999999</c:v>
                      </c:pt>
                      <c:pt idx="414">
                        <c:v>1.7208330000000001</c:v>
                      </c:pt>
                      <c:pt idx="415">
                        <c:v>1.7250000000000001</c:v>
                      </c:pt>
                      <c:pt idx="416">
                        <c:v>1.7291669999999999</c:v>
                      </c:pt>
                      <c:pt idx="417">
                        <c:v>1.733333</c:v>
                      </c:pt>
                      <c:pt idx="418">
                        <c:v>1.7375</c:v>
                      </c:pt>
                      <c:pt idx="419">
                        <c:v>1.7416670000000001</c:v>
                      </c:pt>
                      <c:pt idx="420">
                        <c:v>1.745833</c:v>
                      </c:pt>
                      <c:pt idx="421">
                        <c:v>1.75</c:v>
                      </c:pt>
                      <c:pt idx="422">
                        <c:v>1.754167</c:v>
                      </c:pt>
                      <c:pt idx="423">
                        <c:v>1.7583329999999999</c:v>
                      </c:pt>
                      <c:pt idx="424">
                        <c:v>1.7625</c:v>
                      </c:pt>
                      <c:pt idx="425">
                        <c:v>1.766667</c:v>
                      </c:pt>
                      <c:pt idx="426">
                        <c:v>1.7708330000000001</c:v>
                      </c:pt>
                      <c:pt idx="427">
                        <c:v>1.7749999999999999</c:v>
                      </c:pt>
                      <c:pt idx="428">
                        <c:v>1.7791669999999999</c:v>
                      </c:pt>
                      <c:pt idx="429">
                        <c:v>1.7833330000000001</c:v>
                      </c:pt>
                      <c:pt idx="430">
                        <c:v>1.7875000000000001</c:v>
                      </c:pt>
                      <c:pt idx="431">
                        <c:v>1.7916669999999999</c:v>
                      </c:pt>
                      <c:pt idx="432">
                        <c:v>1.795833</c:v>
                      </c:pt>
                      <c:pt idx="433">
                        <c:v>1.8</c:v>
                      </c:pt>
                      <c:pt idx="434">
                        <c:v>1.8041670000000001</c:v>
                      </c:pt>
                      <c:pt idx="435">
                        <c:v>1.808333</c:v>
                      </c:pt>
                      <c:pt idx="436">
                        <c:v>1.8125</c:v>
                      </c:pt>
                      <c:pt idx="437">
                        <c:v>1.816667</c:v>
                      </c:pt>
                      <c:pt idx="438">
                        <c:v>1.8208329999999999</c:v>
                      </c:pt>
                      <c:pt idx="439">
                        <c:v>1.825</c:v>
                      </c:pt>
                      <c:pt idx="440">
                        <c:v>1.829167</c:v>
                      </c:pt>
                      <c:pt idx="441">
                        <c:v>1.8333330000000001</c:v>
                      </c:pt>
                      <c:pt idx="442">
                        <c:v>1.8374999999999999</c:v>
                      </c:pt>
                      <c:pt idx="443">
                        <c:v>1.8416669999999999</c:v>
                      </c:pt>
                      <c:pt idx="444">
                        <c:v>1.8458330000000001</c:v>
                      </c:pt>
                      <c:pt idx="445">
                        <c:v>1.85</c:v>
                      </c:pt>
                      <c:pt idx="446">
                        <c:v>1.8541669999999999</c:v>
                      </c:pt>
                      <c:pt idx="447">
                        <c:v>1.858333</c:v>
                      </c:pt>
                      <c:pt idx="448">
                        <c:v>1.8625</c:v>
                      </c:pt>
                      <c:pt idx="449">
                        <c:v>1.8666670000000001</c:v>
                      </c:pt>
                      <c:pt idx="450">
                        <c:v>1.870833</c:v>
                      </c:pt>
                      <c:pt idx="451">
                        <c:v>1.875</c:v>
                      </c:pt>
                      <c:pt idx="452">
                        <c:v>1.879167</c:v>
                      </c:pt>
                      <c:pt idx="453">
                        <c:v>1.8833329999999999</c:v>
                      </c:pt>
                      <c:pt idx="454">
                        <c:v>1.8875</c:v>
                      </c:pt>
                      <c:pt idx="455">
                        <c:v>1.891667</c:v>
                      </c:pt>
                      <c:pt idx="456">
                        <c:v>1.8958330000000001</c:v>
                      </c:pt>
                      <c:pt idx="457">
                        <c:v>1.9</c:v>
                      </c:pt>
                      <c:pt idx="458">
                        <c:v>1.9041669999999999</c:v>
                      </c:pt>
                      <c:pt idx="459">
                        <c:v>1.9083330000000001</c:v>
                      </c:pt>
                      <c:pt idx="460">
                        <c:v>1.9125000000000001</c:v>
                      </c:pt>
                      <c:pt idx="461">
                        <c:v>1.9166669999999999</c:v>
                      </c:pt>
                      <c:pt idx="462">
                        <c:v>1.920833</c:v>
                      </c:pt>
                      <c:pt idx="463">
                        <c:v>1.925</c:v>
                      </c:pt>
                      <c:pt idx="464">
                        <c:v>1.9291670000000001</c:v>
                      </c:pt>
                      <c:pt idx="465">
                        <c:v>1.933333</c:v>
                      </c:pt>
                      <c:pt idx="466">
                        <c:v>1.9375</c:v>
                      </c:pt>
                      <c:pt idx="467">
                        <c:v>1.941667</c:v>
                      </c:pt>
                      <c:pt idx="468">
                        <c:v>1.9458329999999999</c:v>
                      </c:pt>
                      <c:pt idx="469">
                        <c:v>1.95</c:v>
                      </c:pt>
                      <c:pt idx="470">
                        <c:v>1.954167</c:v>
                      </c:pt>
                      <c:pt idx="471">
                        <c:v>1.9583330000000001</c:v>
                      </c:pt>
                      <c:pt idx="472">
                        <c:v>1.9624999999999999</c:v>
                      </c:pt>
                      <c:pt idx="473">
                        <c:v>1.9666669999999999</c:v>
                      </c:pt>
                      <c:pt idx="474">
                        <c:v>1.9708330000000001</c:v>
                      </c:pt>
                      <c:pt idx="475">
                        <c:v>1.9750000000000001</c:v>
                      </c:pt>
                      <c:pt idx="476">
                        <c:v>1.9791669999999999</c:v>
                      </c:pt>
                      <c:pt idx="477">
                        <c:v>1.983333</c:v>
                      </c:pt>
                      <c:pt idx="478">
                        <c:v>1.9875</c:v>
                      </c:pt>
                      <c:pt idx="479">
                        <c:v>1.9916670000000001</c:v>
                      </c:pt>
                      <c:pt idx="480">
                        <c:v>1.995833</c:v>
                      </c:pt>
                      <c:pt idx="481">
                        <c:v>2</c:v>
                      </c:pt>
                      <c:pt idx="482">
                        <c:v>2.0041669999999998</c:v>
                      </c:pt>
                      <c:pt idx="483">
                        <c:v>2.0083329999999999</c:v>
                      </c:pt>
                      <c:pt idx="484">
                        <c:v>2.0125000000000002</c:v>
                      </c:pt>
                      <c:pt idx="485">
                        <c:v>2.016667</c:v>
                      </c:pt>
                      <c:pt idx="486">
                        <c:v>2.0208330000000001</c:v>
                      </c:pt>
                      <c:pt idx="487">
                        <c:v>2.0249999999999999</c:v>
                      </c:pt>
                      <c:pt idx="488">
                        <c:v>2.0291670000000002</c:v>
                      </c:pt>
                      <c:pt idx="489">
                        <c:v>2.0333329999999998</c:v>
                      </c:pt>
                      <c:pt idx="490">
                        <c:v>2.0375000000000001</c:v>
                      </c:pt>
                      <c:pt idx="491">
                        <c:v>2.0416669999999999</c:v>
                      </c:pt>
                      <c:pt idx="492">
                        <c:v>2.045833</c:v>
                      </c:pt>
                      <c:pt idx="493">
                        <c:v>2.0499999999999998</c:v>
                      </c:pt>
                      <c:pt idx="494">
                        <c:v>2.0541670000000001</c:v>
                      </c:pt>
                      <c:pt idx="495">
                        <c:v>2.0583330000000002</c:v>
                      </c:pt>
                      <c:pt idx="496">
                        <c:v>2.0625</c:v>
                      </c:pt>
                      <c:pt idx="497">
                        <c:v>2.0666669999999998</c:v>
                      </c:pt>
                      <c:pt idx="498">
                        <c:v>2.0708329999999999</c:v>
                      </c:pt>
                      <c:pt idx="499">
                        <c:v>2.0750000000000002</c:v>
                      </c:pt>
                      <c:pt idx="500">
                        <c:v>2.079167</c:v>
                      </c:pt>
                      <c:pt idx="501">
                        <c:v>2.0833330000000001</c:v>
                      </c:pt>
                      <c:pt idx="502">
                        <c:v>2.0874999999999999</c:v>
                      </c:pt>
                      <c:pt idx="503">
                        <c:v>2.0916670000000002</c:v>
                      </c:pt>
                      <c:pt idx="504">
                        <c:v>2.0958329999999998</c:v>
                      </c:pt>
                      <c:pt idx="505">
                        <c:v>2.1</c:v>
                      </c:pt>
                      <c:pt idx="506">
                        <c:v>2.1041669999999999</c:v>
                      </c:pt>
                      <c:pt idx="507">
                        <c:v>2.108333</c:v>
                      </c:pt>
                      <c:pt idx="508">
                        <c:v>2.1124999999999998</c:v>
                      </c:pt>
                      <c:pt idx="509">
                        <c:v>2.1166670000000001</c:v>
                      </c:pt>
                      <c:pt idx="510">
                        <c:v>2.1208330000000002</c:v>
                      </c:pt>
                      <c:pt idx="511">
                        <c:v>2.125</c:v>
                      </c:pt>
                      <c:pt idx="512">
                        <c:v>2.1291669999999998</c:v>
                      </c:pt>
                      <c:pt idx="513">
                        <c:v>2.1333329999999999</c:v>
                      </c:pt>
                      <c:pt idx="514">
                        <c:v>2.1375000000000002</c:v>
                      </c:pt>
                      <c:pt idx="515">
                        <c:v>2.141667</c:v>
                      </c:pt>
                      <c:pt idx="516">
                        <c:v>2.1458330000000001</c:v>
                      </c:pt>
                      <c:pt idx="517">
                        <c:v>2.15</c:v>
                      </c:pt>
                      <c:pt idx="518">
                        <c:v>2.1541670000000002</c:v>
                      </c:pt>
                      <c:pt idx="519">
                        <c:v>2.1583329999999998</c:v>
                      </c:pt>
                      <c:pt idx="520">
                        <c:v>2.1625000000000001</c:v>
                      </c:pt>
                      <c:pt idx="521">
                        <c:v>2.1666669999999999</c:v>
                      </c:pt>
                      <c:pt idx="522">
                        <c:v>2.170833</c:v>
                      </c:pt>
                      <c:pt idx="523">
                        <c:v>2.1749999999999998</c:v>
                      </c:pt>
                      <c:pt idx="524">
                        <c:v>2.1791670000000001</c:v>
                      </c:pt>
                      <c:pt idx="525">
                        <c:v>2.1833330000000002</c:v>
                      </c:pt>
                      <c:pt idx="526">
                        <c:v>2.1875</c:v>
                      </c:pt>
                      <c:pt idx="527">
                        <c:v>2.1916669999999998</c:v>
                      </c:pt>
                      <c:pt idx="528">
                        <c:v>2.1958329999999999</c:v>
                      </c:pt>
                      <c:pt idx="529">
                        <c:v>2.2000000000000002</c:v>
                      </c:pt>
                      <c:pt idx="530">
                        <c:v>2.204167</c:v>
                      </c:pt>
                      <c:pt idx="531">
                        <c:v>2.2083330000000001</c:v>
                      </c:pt>
                      <c:pt idx="532">
                        <c:v>2.2124999999999999</c:v>
                      </c:pt>
                      <c:pt idx="533">
                        <c:v>2.2166670000000002</c:v>
                      </c:pt>
                      <c:pt idx="534">
                        <c:v>2.2208329999999998</c:v>
                      </c:pt>
                      <c:pt idx="535">
                        <c:v>2.2250000000000001</c:v>
                      </c:pt>
                      <c:pt idx="536">
                        <c:v>2.2291669999999999</c:v>
                      </c:pt>
                      <c:pt idx="537">
                        <c:v>2.233333</c:v>
                      </c:pt>
                      <c:pt idx="538">
                        <c:v>2.2374999999999998</c:v>
                      </c:pt>
                      <c:pt idx="539">
                        <c:v>2.2416670000000001</c:v>
                      </c:pt>
                      <c:pt idx="540">
                        <c:v>2.2458330000000002</c:v>
                      </c:pt>
                      <c:pt idx="541">
                        <c:v>2.25</c:v>
                      </c:pt>
                      <c:pt idx="542">
                        <c:v>2.2541669999999998</c:v>
                      </c:pt>
                      <c:pt idx="543">
                        <c:v>2.2583329999999999</c:v>
                      </c:pt>
                      <c:pt idx="544">
                        <c:v>2.2625000000000002</c:v>
                      </c:pt>
                      <c:pt idx="545">
                        <c:v>2.266667</c:v>
                      </c:pt>
                      <c:pt idx="546">
                        <c:v>2.2708330000000001</c:v>
                      </c:pt>
                      <c:pt idx="547">
                        <c:v>2.2749999999999999</c:v>
                      </c:pt>
                      <c:pt idx="548">
                        <c:v>2.2791670000000002</c:v>
                      </c:pt>
                      <c:pt idx="549">
                        <c:v>2.2833329999999998</c:v>
                      </c:pt>
                      <c:pt idx="550">
                        <c:v>2.2875000000000001</c:v>
                      </c:pt>
                      <c:pt idx="551">
                        <c:v>2.2916669999999999</c:v>
                      </c:pt>
                      <c:pt idx="552">
                        <c:v>2.295833</c:v>
                      </c:pt>
                      <c:pt idx="553">
                        <c:v>2.2999999999999998</c:v>
                      </c:pt>
                      <c:pt idx="554">
                        <c:v>2.3041670000000001</c:v>
                      </c:pt>
                      <c:pt idx="555">
                        <c:v>2.3083330000000002</c:v>
                      </c:pt>
                      <c:pt idx="556">
                        <c:v>2.3125</c:v>
                      </c:pt>
                      <c:pt idx="557">
                        <c:v>2.3166669999999998</c:v>
                      </c:pt>
                      <c:pt idx="558">
                        <c:v>2.3208329999999999</c:v>
                      </c:pt>
                      <c:pt idx="559">
                        <c:v>2.3250000000000002</c:v>
                      </c:pt>
                      <c:pt idx="560">
                        <c:v>2.329167</c:v>
                      </c:pt>
                      <c:pt idx="561">
                        <c:v>2.3333330000000001</c:v>
                      </c:pt>
                      <c:pt idx="562">
                        <c:v>2.3374999999999999</c:v>
                      </c:pt>
                      <c:pt idx="563">
                        <c:v>2.3416670000000002</c:v>
                      </c:pt>
                      <c:pt idx="564">
                        <c:v>2.3458329999999998</c:v>
                      </c:pt>
                      <c:pt idx="565">
                        <c:v>2.35</c:v>
                      </c:pt>
                      <c:pt idx="566">
                        <c:v>2.3541669999999999</c:v>
                      </c:pt>
                      <c:pt idx="567">
                        <c:v>2.358333</c:v>
                      </c:pt>
                      <c:pt idx="568">
                        <c:v>2.3624999999999998</c:v>
                      </c:pt>
                      <c:pt idx="569">
                        <c:v>2.3666670000000001</c:v>
                      </c:pt>
                      <c:pt idx="570">
                        <c:v>2.3708330000000002</c:v>
                      </c:pt>
                      <c:pt idx="571">
                        <c:v>2.375</c:v>
                      </c:pt>
                      <c:pt idx="572">
                        <c:v>2.3791669999999998</c:v>
                      </c:pt>
                      <c:pt idx="573">
                        <c:v>2.3833329999999999</c:v>
                      </c:pt>
                      <c:pt idx="574">
                        <c:v>2.3875000000000002</c:v>
                      </c:pt>
                      <c:pt idx="575">
                        <c:v>2.391667</c:v>
                      </c:pt>
                      <c:pt idx="576">
                        <c:v>2.3958330000000001</c:v>
                      </c:pt>
                      <c:pt idx="577">
                        <c:v>2.4</c:v>
                      </c:pt>
                      <c:pt idx="578">
                        <c:v>2.4041670000000002</c:v>
                      </c:pt>
                      <c:pt idx="579">
                        <c:v>2.4083329999999998</c:v>
                      </c:pt>
                      <c:pt idx="580">
                        <c:v>2.4125000000000001</c:v>
                      </c:pt>
                      <c:pt idx="581">
                        <c:v>2.4166669999999999</c:v>
                      </c:pt>
                      <c:pt idx="582">
                        <c:v>2.420833</c:v>
                      </c:pt>
                      <c:pt idx="583">
                        <c:v>2.4249999999999998</c:v>
                      </c:pt>
                      <c:pt idx="584">
                        <c:v>2.4291670000000001</c:v>
                      </c:pt>
                      <c:pt idx="585">
                        <c:v>2.4333330000000002</c:v>
                      </c:pt>
                      <c:pt idx="586">
                        <c:v>2.4375</c:v>
                      </c:pt>
                      <c:pt idx="587">
                        <c:v>2.4416669999999998</c:v>
                      </c:pt>
                      <c:pt idx="588">
                        <c:v>2.4458329999999999</c:v>
                      </c:pt>
                      <c:pt idx="589">
                        <c:v>2.4500000000000002</c:v>
                      </c:pt>
                      <c:pt idx="590">
                        <c:v>2.454167</c:v>
                      </c:pt>
                      <c:pt idx="591">
                        <c:v>2.4583330000000001</c:v>
                      </c:pt>
                      <c:pt idx="592">
                        <c:v>2.4624999999999999</c:v>
                      </c:pt>
                      <c:pt idx="593">
                        <c:v>2.4666670000000002</c:v>
                      </c:pt>
                      <c:pt idx="594">
                        <c:v>2.4708329999999998</c:v>
                      </c:pt>
                      <c:pt idx="595">
                        <c:v>2.4750000000000001</c:v>
                      </c:pt>
                      <c:pt idx="596">
                        <c:v>2.4791669999999999</c:v>
                      </c:pt>
                      <c:pt idx="597">
                        <c:v>2.483333</c:v>
                      </c:pt>
                      <c:pt idx="598">
                        <c:v>2.4874999999999998</c:v>
                      </c:pt>
                      <c:pt idx="599">
                        <c:v>2.4916670000000001</c:v>
                      </c:pt>
                      <c:pt idx="600">
                        <c:v>2.4958330000000002</c:v>
                      </c:pt>
                      <c:pt idx="601">
                        <c:v>2.5</c:v>
                      </c:pt>
                      <c:pt idx="602">
                        <c:v>2.5041669999999998</c:v>
                      </c:pt>
                      <c:pt idx="603">
                        <c:v>2.5083329999999999</c:v>
                      </c:pt>
                      <c:pt idx="604">
                        <c:v>2.5125000000000002</c:v>
                      </c:pt>
                      <c:pt idx="605">
                        <c:v>2.516667</c:v>
                      </c:pt>
                      <c:pt idx="606">
                        <c:v>2.5208330000000001</c:v>
                      </c:pt>
                      <c:pt idx="607">
                        <c:v>2.5249999999999999</c:v>
                      </c:pt>
                      <c:pt idx="608">
                        <c:v>2.5291670000000002</c:v>
                      </c:pt>
                      <c:pt idx="609">
                        <c:v>2.5291670000000002</c:v>
                      </c:pt>
                      <c:pt idx="610">
                        <c:v>2.5333329999999998</c:v>
                      </c:pt>
                      <c:pt idx="611">
                        <c:v>2.5375000000000001</c:v>
                      </c:pt>
                      <c:pt idx="612">
                        <c:v>2.5416669999999999</c:v>
                      </c:pt>
                      <c:pt idx="613">
                        <c:v>2.545833</c:v>
                      </c:pt>
                      <c:pt idx="614">
                        <c:v>2.5499999999999998</c:v>
                      </c:pt>
                      <c:pt idx="615">
                        <c:v>2.5541670000000001</c:v>
                      </c:pt>
                      <c:pt idx="616">
                        <c:v>2.5583330000000002</c:v>
                      </c:pt>
                      <c:pt idx="617">
                        <c:v>2.5625</c:v>
                      </c:pt>
                      <c:pt idx="618">
                        <c:v>2.5666669999999998</c:v>
                      </c:pt>
                      <c:pt idx="619">
                        <c:v>2.5708329999999999</c:v>
                      </c:pt>
                      <c:pt idx="620">
                        <c:v>2.5750000000000002</c:v>
                      </c:pt>
                      <c:pt idx="621">
                        <c:v>2.579167</c:v>
                      </c:pt>
                      <c:pt idx="622">
                        <c:v>2.5833330000000001</c:v>
                      </c:pt>
                      <c:pt idx="623">
                        <c:v>2.5874999999999999</c:v>
                      </c:pt>
                      <c:pt idx="624">
                        <c:v>2.5916670000000002</c:v>
                      </c:pt>
                      <c:pt idx="625">
                        <c:v>2.5958329999999998</c:v>
                      </c:pt>
                      <c:pt idx="626">
                        <c:v>2.6</c:v>
                      </c:pt>
                      <c:pt idx="627">
                        <c:v>2.6041669999999999</c:v>
                      </c:pt>
                      <c:pt idx="628">
                        <c:v>2.608333</c:v>
                      </c:pt>
                      <c:pt idx="629">
                        <c:v>2.6124999999999998</c:v>
                      </c:pt>
                      <c:pt idx="630">
                        <c:v>2.6166670000000001</c:v>
                      </c:pt>
                      <c:pt idx="631">
                        <c:v>2.6208330000000002</c:v>
                      </c:pt>
                      <c:pt idx="632">
                        <c:v>2.625</c:v>
                      </c:pt>
                      <c:pt idx="633">
                        <c:v>2.6291669999999998</c:v>
                      </c:pt>
                      <c:pt idx="634">
                        <c:v>2.6333329999999999</c:v>
                      </c:pt>
                      <c:pt idx="635">
                        <c:v>2.6375000000000002</c:v>
                      </c:pt>
                      <c:pt idx="636">
                        <c:v>2.641667</c:v>
                      </c:pt>
                      <c:pt idx="637">
                        <c:v>2.6458330000000001</c:v>
                      </c:pt>
                      <c:pt idx="638">
                        <c:v>2.65</c:v>
                      </c:pt>
                      <c:pt idx="639">
                        <c:v>2.6541670000000002</c:v>
                      </c:pt>
                      <c:pt idx="640">
                        <c:v>2.6583329999999998</c:v>
                      </c:pt>
                      <c:pt idx="641">
                        <c:v>2.6625000000000001</c:v>
                      </c:pt>
                      <c:pt idx="642">
                        <c:v>2.6666669999999999</c:v>
                      </c:pt>
                      <c:pt idx="643">
                        <c:v>2.670833</c:v>
                      </c:pt>
                      <c:pt idx="644">
                        <c:v>2.6749999999999998</c:v>
                      </c:pt>
                      <c:pt idx="645">
                        <c:v>2.6791670000000001</c:v>
                      </c:pt>
                      <c:pt idx="646">
                        <c:v>2.6833330000000002</c:v>
                      </c:pt>
                      <c:pt idx="647">
                        <c:v>2.6875</c:v>
                      </c:pt>
                      <c:pt idx="648">
                        <c:v>2.6916669999999998</c:v>
                      </c:pt>
                      <c:pt idx="649">
                        <c:v>2.6958329999999999</c:v>
                      </c:pt>
                      <c:pt idx="650">
                        <c:v>2.7</c:v>
                      </c:pt>
                      <c:pt idx="651">
                        <c:v>2.704167</c:v>
                      </c:pt>
                      <c:pt idx="652">
                        <c:v>2.7083330000000001</c:v>
                      </c:pt>
                      <c:pt idx="653">
                        <c:v>2.7124999999999999</c:v>
                      </c:pt>
                      <c:pt idx="654">
                        <c:v>2.7166670000000002</c:v>
                      </c:pt>
                      <c:pt idx="655">
                        <c:v>2.7208329999999998</c:v>
                      </c:pt>
                      <c:pt idx="656">
                        <c:v>2.7250000000000001</c:v>
                      </c:pt>
                      <c:pt idx="657">
                        <c:v>2.7291669999999999</c:v>
                      </c:pt>
                      <c:pt idx="658">
                        <c:v>2.733333</c:v>
                      </c:pt>
                      <c:pt idx="659">
                        <c:v>2.7374999999999998</c:v>
                      </c:pt>
                      <c:pt idx="660">
                        <c:v>2.7416670000000001</c:v>
                      </c:pt>
                      <c:pt idx="661">
                        <c:v>2.7458330000000002</c:v>
                      </c:pt>
                      <c:pt idx="662">
                        <c:v>2.75</c:v>
                      </c:pt>
                      <c:pt idx="663">
                        <c:v>2.7541669999999998</c:v>
                      </c:pt>
                      <c:pt idx="664">
                        <c:v>2.7583329999999999</c:v>
                      </c:pt>
                      <c:pt idx="665">
                        <c:v>2.7625000000000002</c:v>
                      </c:pt>
                      <c:pt idx="666">
                        <c:v>2.766667</c:v>
                      </c:pt>
                      <c:pt idx="667">
                        <c:v>2.7708330000000001</c:v>
                      </c:pt>
                      <c:pt idx="668">
                        <c:v>2.7749999999999999</c:v>
                      </c:pt>
                      <c:pt idx="669">
                        <c:v>2.7791670000000002</c:v>
                      </c:pt>
                      <c:pt idx="670">
                        <c:v>2.7833329999999998</c:v>
                      </c:pt>
                      <c:pt idx="671">
                        <c:v>2.7875000000000001</c:v>
                      </c:pt>
                      <c:pt idx="672">
                        <c:v>2.7916669999999999</c:v>
                      </c:pt>
                      <c:pt idx="673">
                        <c:v>2.795833</c:v>
                      </c:pt>
                      <c:pt idx="674">
                        <c:v>2.8</c:v>
                      </c:pt>
                      <c:pt idx="675">
                        <c:v>2.8041670000000001</c:v>
                      </c:pt>
                      <c:pt idx="676">
                        <c:v>2.8083330000000002</c:v>
                      </c:pt>
                      <c:pt idx="677">
                        <c:v>2.8125</c:v>
                      </c:pt>
                      <c:pt idx="678">
                        <c:v>2.8166669999999998</c:v>
                      </c:pt>
                      <c:pt idx="679">
                        <c:v>2.8208329999999999</c:v>
                      </c:pt>
                      <c:pt idx="680">
                        <c:v>2.8250000000000002</c:v>
                      </c:pt>
                      <c:pt idx="681">
                        <c:v>2.829167</c:v>
                      </c:pt>
                      <c:pt idx="682">
                        <c:v>2.8333330000000001</c:v>
                      </c:pt>
                      <c:pt idx="683">
                        <c:v>2.8374999999999999</c:v>
                      </c:pt>
                      <c:pt idx="684">
                        <c:v>2.8416670000000002</c:v>
                      </c:pt>
                      <c:pt idx="685">
                        <c:v>2.8458329999999998</c:v>
                      </c:pt>
                      <c:pt idx="686">
                        <c:v>2.85</c:v>
                      </c:pt>
                      <c:pt idx="687">
                        <c:v>2.8541669999999999</c:v>
                      </c:pt>
                      <c:pt idx="688">
                        <c:v>2.858333</c:v>
                      </c:pt>
                      <c:pt idx="689">
                        <c:v>2.8624999999999998</c:v>
                      </c:pt>
                      <c:pt idx="690">
                        <c:v>2.8666670000000001</c:v>
                      </c:pt>
                      <c:pt idx="691">
                        <c:v>2.8708330000000002</c:v>
                      </c:pt>
                      <c:pt idx="692">
                        <c:v>2.875</c:v>
                      </c:pt>
                      <c:pt idx="693">
                        <c:v>2.8791669999999998</c:v>
                      </c:pt>
                      <c:pt idx="694">
                        <c:v>2.8833329999999999</c:v>
                      </c:pt>
                      <c:pt idx="695">
                        <c:v>2.8875000000000002</c:v>
                      </c:pt>
                      <c:pt idx="696">
                        <c:v>2.891667</c:v>
                      </c:pt>
                      <c:pt idx="697">
                        <c:v>2.8958330000000001</c:v>
                      </c:pt>
                      <c:pt idx="698">
                        <c:v>2.9</c:v>
                      </c:pt>
                      <c:pt idx="699">
                        <c:v>2.9041670000000002</c:v>
                      </c:pt>
                      <c:pt idx="700">
                        <c:v>2.9083329999999998</c:v>
                      </c:pt>
                      <c:pt idx="701">
                        <c:v>2.9125000000000001</c:v>
                      </c:pt>
                      <c:pt idx="702">
                        <c:v>2.9166669999999999</c:v>
                      </c:pt>
                      <c:pt idx="703">
                        <c:v>2.920833</c:v>
                      </c:pt>
                      <c:pt idx="704">
                        <c:v>2.9249999999999998</c:v>
                      </c:pt>
                      <c:pt idx="705">
                        <c:v>2.9291670000000001</c:v>
                      </c:pt>
                      <c:pt idx="706">
                        <c:v>2.9333330000000002</c:v>
                      </c:pt>
                      <c:pt idx="707">
                        <c:v>2.9375</c:v>
                      </c:pt>
                      <c:pt idx="708">
                        <c:v>2.9416669999999998</c:v>
                      </c:pt>
                      <c:pt idx="709">
                        <c:v>2.9458329999999999</c:v>
                      </c:pt>
                      <c:pt idx="710">
                        <c:v>2.95</c:v>
                      </c:pt>
                      <c:pt idx="711">
                        <c:v>2.954167</c:v>
                      </c:pt>
                      <c:pt idx="712">
                        <c:v>2.9583330000000001</c:v>
                      </c:pt>
                      <c:pt idx="713">
                        <c:v>2.9624999999999999</c:v>
                      </c:pt>
                      <c:pt idx="714">
                        <c:v>2.9666670000000002</c:v>
                      </c:pt>
                      <c:pt idx="715">
                        <c:v>2.9708329999999998</c:v>
                      </c:pt>
                      <c:pt idx="716">
                        <c:v>2.9750000000000001</c:v>
                      </c:pt>
                      <c:pt idx="717">
                        <c:v>2.9791669999999999</c:v>
                      </c:pt>
                      <c:pt idx="718">
                        <c:v>2.983333</c:v>
                      </c:pt>
                      <c:pt idx="719">
                        <c:v>2.9874999999999998</c:v>
                      </c:pt>
                      <c:pt idx="720">
                        <c:v>2.9916670000000001</c:v>
                      </c:pt>
                      <c:pt idx="721">
                        <c:v>2.9958330000000002</c:v>
                      </c:pt>
                      <c:pt idx="722">
                        <c:v>3</c:v>
                      </c:pt>
                      <c:pt idx="723">
                        <c:v>3.0041669999999998</c:v>
                      </c:pt>
                      <c:pt idx="724">
                        <c:v>3.0083329999999999</c:v>
                      </c:pt>
                      <c:pt idx="725">
                        <c:v>3.0125000000000002</c:v>
                      </c:pt>
                      <c:pt idx="726">
                        <c:v>3.016667</c:v>
                      </c:pt>
                      <c:pt idx="727">
                        <c:v>3.0208330000000001</c:v>
                      </c:pt>
                      <c:pt idx="728">
                        <c:v>3.0249999999999999</c:v>
                      </c:pt>
                      <c:pt idx="729">
                        <c:v>3.0291670000000002</c:v>
                      </c:pt>
                      <c:pt idx="730">
                        <c:v>3.0333329999999998</c:v>
                      </c:pt>
                      <c:pt idx="731">
                        <c:v>3.0375000000000001</c:v>
                      </c:pt>
                      <c:pt idx="732">
                        <c:v>3.0416669999999999</c:v>
                      </c:pt>
                      <c:pt idx="733">
                        <c:v>3.045833</c:v>
                      </c:pt>
                      <c:pt idx="734">
                        <c:v>3.05</c:v>
                      </c:pt>
                      <c:pt idx="735">
                        <c:v>3.0541670000000001</c:v>
                      </c:pt>
                      <c:pt idx="736">
                        <c:v>3.0583330000000002</c:v>
                      </c:pt>
                      <c:pt idx="737">
                        <c:v>3.0625</c:v>
                      </c:pt>
                      <c:pt idx="738">
                        <c:v>3.0666669999999998</c:v>
                      </c:pt>
                      <c:pt idx="739">
                        <c:v>3.0708329999999999</c:v>
                      </c:pt>
                      <c:pt idx="740">
                        <c:v>3.0750000000000002</c:v>
                      </c:pt>
                      <c:pt idx="741">
                        <c:v>3.079167</c:v>
                      </c:pt>
                      <c:pt idx="742">
                        <c:v>3.0833330000000001</c:v>
                      </c:pt>
                      <c:pt idx="743">
                        <c:v>3.0874999999999999</c:v>
                      </c:pt>
                      <c:pt idx="744">
                        <c:v>3.0916670000000002</c:v>
                      </c:pt>
                      <c:pt idx="745">
                        <c:v>3.0958329999999998</c:v>
                      </c:pt>
                      <c:pt idx="746">
                        <c:v>3.1</c:v>
                      </c:pt>
                      <c:pt idx="747">
                        <c:v>3.1041669999999999</c:v>
                      </c:pt>
                      <c:pt idx="748">
                        <c:v>3.108333</c:v>
                      </c:pt>
                      <c:pt idx="749">
                        <c:v>3.1124999999999998</c:v>
                      </c:pt>
                      <c:pt idx="750">
                        <c:v>3.1166670000000001</c:v>
                      </c:pt>
                      <c:pt idx="751">
                        <c:v>3.1208330000000002</c:v>
                      </c:pt>
                      <c:pt idx="752">
                        <c:v>3.125</c:v>
                      </c:pt>
                      <c:pt idx="753">
                        <c:v>3.1291669999999998</c:v>
                      </c:pt>
                      <c:pt idx="754">
                        <c:v>3.1333329999999999</c:v>
                      </c:pt>
                      <c:pt idx="755">
                        <c:v>3.1375000000000002</c:v>
                      </c:pt>
                      <c:pt idx="756">
                        <c:v>3.141667</c:v>
                      </c:pt>
                      <c:pt idx="757">
                        <c:v>3.1458330000000001</c:v>
                      </c:pt>
                      <c:pt idx="758">
                        <c:v>3.15</c:v>
                      </c:pt>
                      <c:pt idx="759">
                        <c:v>3.1541670000000002</c:v>
                      </c:pt>
                      <c:pt idx="760">
                        <c:v>3.1583329999999998</c:v>
                      </c:pt>
                      <c:pt idx="761">
                        <c:v>3.1625000000000001</c:v>
                      </c:pt>
                      <c:pt idx="762">
                        <c:v>3.1666669999999999</c:v>
                      </c:pt>
                      <c:pt idx="763">
                        <c:v>3.170833</c:v>
                      </c:pt>
                      <c:pt idx="764">
                        <c:v>3.1749999999999998</c:v>
                      </c:pt>
                      <c:pt idx="765">
                        <c:v>3.1791670000000001</c:v>
                      </c:pt>
                      <c:pt idx="766">
                        <c:v>3.1833330000000002</c:v>
                      </c:pt>
                      <c:pt idx="767">
                        <c:v>3.1875</c:v>
                      </c:pt>
                      <c:pt idx="768">
                        <c:v>3.1916669999999998</c:v>
                      </c:pt>
                      <c:pt idx="769">
                        <c:v>3.1958329999999999</c:v>
                      </c:pt>
                      <c:pt idx="770">
                        <c:v>3.2</c:v>
                      </c:pt>
                      <c:pt idx="771">
                        <c:v>3.204167</c:v>
                      </c:pt>
                      <c:pt idx="772">
                        <c:v>3.2083330000000001</c:v>
                      </c:pt>
                      <c:pt idx="773">
                        <c:v>3.2124999999999999</c:v>
                      </c:pt>
                      <c:pt idx="774">
                        <c:v>3.2166670000000002</c:v>
                      </c:pt>
                      <c:pt idx="775">
                        <c:v>3.2208329999999998</c:v>
                      </c:pt>
                      <c:pt idx="776">
                        <c:v>3.2250000000000001</c:v>
                      </c:pt>
                      <c:pt idx="777">
                        <c:v>3.2291669999999999</c:v>
                      </c:pt>
                      <c:pt idx="778">
                        <c:v>3.233333</c:v>
                      </c:pt>
                      <c:pt idx="779">
                        <c:v>3.2374999999999998</c:v>
                      </c:pt>
                      <c:pt idx="780">
                        <c:v>3.2416670000000001</c:v>
                      </c:pt>
                      <c:pt idx="781">
                        <c:v>3.2458330000000002</c:v>
                      </c:pt>
                      <c:pt idx="782">
                        <c:v>3.25</c:v>
                      </c:pt>
                      <c:pt idx="783">
                        <c:v>3.2541669999999998</c:v>
                      </c:pt>
                      <c:pt idx="784">
                        <c:v>3.2583329999999999</c:v>
                      </c:pt>
                      <c:pt idx="785">
                        <c:v>3.2625000000000002</c:v>
                      </c:pt>
                      <c:pt idx="786">
                        <c:v>3.266667</c:v>
                      </c:pt>
                      <c:pt idx="787">
                        <c:v>3.2708330000000001</c:v>
                      </c:pt>
                      <c:pt idx="788">
                        <c:v>3.2749999999999999</c:v>
                      </c:pt>
                      <c:pt idx="789">
                        <c:v>3.2791670000000002</c:v>
                      </c:pt>
                      <c:pt idx="790">
                        <c:v>3.2833329999999998</c:v>
                      </c:pt>
                      <c:pt idx="791">
                        <c:v>3.2875000000000001</c:v>
                      </c:pt>
                      <c:pt idx="792">
                        <c:v>3.2916669999999999</c:v>
                      </c:pt>
                      <c:pt idx="793">
                        <c:v>3.295833</c:v>
                      </c:pt>
                      <c:pt idx="794">
                        <c:v>3.3</c:v>
                      </c:pt>
                      <c:pt idx="795">
                        <c:v>3.3041670000000001</c:v>
                      </c:pt>
                      <c:pt idx="796">
                        <c:v>3.3083330000000002</c:v>
                      </c:pt>
                      <c:pt idx="797">
                        <c:v>3.3125</c:v>
                      </c:pt>
                      <c:pt idx="798">
                        <c:v>3.3166669999999998</c:v>
                      </c:pt>
                      <c:pt idx="799">
                        <c:v>3.3208329999999999</c:v>
                      </c:pt>
                      <c:pt idx="800">
                        <c:v>3.3250000000000002</c:v>
                      </c:pt>
                      <c:pt idx="801">
                        <c:v>3.329167</c:v>
                      </c:pt>
                      <c:pt idx="802">
                        <c:v>3.3333330000000001</c:v>
                      </c:pt>
                      <c:pt idx="803">
                        <c:v>3.3374999999999999</c:v>
                      </c:pt>
                      <c:pt idx="804">
                        <c:v>3.3416670000000002</c:v>
                      </c:pt>
                      <c:pt idx="805">
                        <c:v>3.3458329999999998</c:v>
                      </c:pt>
                      <c:pt idx="806">
                        <c:v>3.35</c:v>
                      </c:pt>
                      <c:pt idx="807">
                        <c:v>3.3541669999999999</c:v>
                      </c:pt>
                      <c:pt idx="808">
                        <c:v>3.358333</c:v>
                      </c:pt>
                      <c:pt idx="809">
                        <c:v>3.3624999999999998</c:v>
                      </c:pt>
                      <c:pt idx="810">
                        <c:v>3.3666670000000001</c:v>
                      </c:pt>
                      <c:pt idx="811">
                        <c:v>3.3708330000000002</c:v>
                      </c:pt>
                      <c:pt idx="812">
                        <c:v>3.375</c:v>
                      </c:pt>
                      <c:pt idx="813">
                        <c:v>3.3791669999999998</c:v>
                      </c:pt>
                      <c:pt idx="814">
                        <c:v>3.3833329999999999</c:v>
                      </c:pt>
                      <c:pt idx="815">
                        <c:v>3.3875000000000002</c:v>
                      </c:pt>
                      <c:pt idx="816">
                        <c:v>3.391667</c:v>
                      </c:pt>
                      <c:pt idx="817">
                        <c:v>3.3958330000000001</c:v>
                      </c:pt>
                      <c:pt idx="818">
                        <c:v>3.4</c:v>
                      </c:pt>
                      <c:pt idx="819">
                        <c:v>3.4041670000000002</c:v>
                      </c:pt>
                      <c:pt idx="820">
                        <c:v>3.4083329999999998</c:v>
                      </c:pt>
                      <c:pt idx="821">
                        <c:v>3.4125000000000001</c:v>
                      </c:pt>
                      <c:pt idx="822">
                        <c:v>3.4166669999999999</c:v>
                      </c:pt>
                      <c:pt idx="823">
                        <c:v>3.420833</c:v>
                      </c:pt>
                      <c:pt idx="824">
                        <c:v>3.4249999999999998</c:v>
                      </c:pt>
                      <c:pt idx="825">
                        <c:v>3.4291670000000001</c:v>
                      </c:pt>
                      <c:pt idx="826">
                        <c:v>3.4333330000000002</c:v>
                      </c:pt>
                      <c:pt idx="827">
                        <c:v>3.4375</c:v>
                      </c:pt>
                      <c:pt idx="828">
                        <c:v>3.4416669999999998</c:v>
                      </c:pt>
                      <c:pt idx="829">
                        <c:v>3.4458329999999999</c:v>
                      </c:pt>
                      <c:pt idx="830">
                        <c:v>3.45</c:v>
                      </c:pt>
                      <c:pt idx="831">
                        <c:v>3.454167</c:v>
                      </c:pt>
                      <c:pt idx="832">
                        <c:v>3.4583330000000001</c:v>
                      </c:pt>
                      <c:pt idx="833">
                        <c:v>3.4624999999999999</c:v>
                      </c:pt>
                      <c:pt idx="834">
                        <c:v>3.4666670000000002</c:v>
                      </c:pt>
                      <c:pt idx="835">
                        <c:v>3.4708329999999998</c:v>
                      </c:pt>
                      <c:pt idx="836">
                        <c:v>3.4750000000000001</c:v>
                      </c:pt>
                      <c:pt idx="837">
                        <c:v>3.4791669999999999</c:v>
                      </c:pt>
                      <c:pt idx="838">
                        <c:v>3.483333</c:v>
                      </c:pt>
                      <c:pt idx="839">
                        <c:v>3.4874999999999998</c:v>
                      </c:pt>
                      <c:pt idx="840">
                        <c:v>3.4916670000000001</c:v>
                      </c:pt>
                      <c:pt idx="841">
                        <c:v>3.4958330000000002</c:v>
                      </c:pt>
                      <c:pt idx="842">
                        <c:v>3.5</c:v>
                      </c:pt>
                      <c:pt idx="843">
                        <c:v>3.5041669999999998</c:v>
                      </c:pt>
                      <c:pt idx="844">
                        <c:v>3.5083329999999999</c:v>
                      </c:pt>
                      <c:pt idx="845">
                        <c:v>3.5125000000000002</c:v>
                      </c:pt>
                      <c:pt idx="846">
                        <c:v>3.516667</c:v>
                      </c:pt>
                      <c:pt idx="847">
                        <c:v>3.5208330000000001</c:v>
                      </c:pt>
                      <c:pt idx="848">
                        <c:v>3.5249999999999999</c:v>
                      </c:pt>
                      <c:pt idx="849">
                        <c:v>3.5291670000000002</c:v>
                      </c:pt>
                      <c:pt idx="850">
                        <c:v>3.5333329999999998</c:v>
                      </c:pt>
                      <c:pt idx="851">
                        <c:v>3.5375000000000001</c:v>
                      </c:pt>
                      <c:pt idx="852">
                        <c:v>3.5416669999999999</c:v>
                      </c:pt>
                      <c:pt idx="853">
                        <c:v>3.545833</c:v>
                      </c:pt>
                      <c:pt idx="854">
                        <c:v>3.55</c:v>
                      </c:pt>
                      <c:pt idx="855">
                        <c:v>3.5541670000000001</c:v>
                      </c:pt>
                      <c:pt idx="856">
                        <c:v>3.5583330000000002</c:v>
                      </c:pt>
                      <c:pt idx="857">
                        <c:v>3.5625</c:v>
                      </c:pt>
                      <c:pt idx="858">
                        <c:v>3.5666669999999998</c:v>
                      </c:pt>
                      <c:pt idx="859">
                        <c:v>3.5708329999999999</c:v>
                      </c:pt>
                      <c:pt idx="860">
                        <c:v>3.5750000000000002</c:v>
                      </c:pt>
                      <c:pt idx="861">
                        <c:v>3.579167</c:v>
                      </c:pt>
                      <c:pt idx="862">
                        <c:v>3.5833330000000001</c:v>
                      </c:pt>
                      <c:pt idx="863">
                        <c:v>3.5874999999999999</c:v>
                      </c:pt>
                      <c:pt idx="864">
                        <c:v>3.5916670000000002</c:v>
                      </c:pt>
                      <c:pt idx="865">
                        <c:v>3.5958329999999998</c:v>
                      </c:pt>
                      <c:pt idx="866">
                        <c:v>3.6</c:v>
                      </c:pt>
                      <c:pt idx="867">
                        <c:v>3.6041669999999999</c:v>
                      </c:pt>
                      <c:pt idx="868">
                        <c:v>3.608333</c:v>
                      </c:pt>
                      <c:pt idx="869">
                        <c:v>3.6124999999999998</c:v>
                      </c:pt>
                      <c:pt idx="870">
                        <c:v>3.6166670000000001</c:v>
                      </c:pt>
                      <c:pt idx="871">
                        <c:v>3.6208330000000002</c:v>
                      </c:pt>
                      <c:pt idx="872">
                        <c:v>3.625</c:v>
                      </c:pt>
                      <c:pt idx="873">
                        <c:v>3.6291669999999998</c:v>
                      </c:pt>
                      <c:pt idx="874">
                        <c:v>3.6333329999999999</c:v>
                      </c:pt>
                      <c:pt idx="875">
                        <c:v>3.6375000000000002</c:v>
                      </c:pt>
                      <c:pt idx="876">
                        <c:v>3.641667</c:v>
                      </c:pt>
                      <c:pt idx="877">
                        <c:v>3.6458330000000001</c:v>
                      </c:pt>
                      <c:pt idx="878">
                        <c:v>3.65</c:v>
                      </c:pt>
                      <c:pt idx="879">
                        <c:v>3.6541670000000002</c:v>
                      </c:pt>
                      <c:pt idx="880">
                        <c:v>3.6583329999999998</c:v>
                      </c:pt>
                      <c:pt idx="881">
                        <c:v>3.6625000000000001</c:v>
                      </c:pt>
                      <c:pt idx="882">
                        <c:v>3.6666669999999999</c:v>
                      </c:pt>
                      <c:pt idx="883">
                        <c:v>3.670833</c:v>
                      </c:pt>
                      <c:pt idx="884">
                        <c:v>3.6749999999999998</c:v>
                      </c:pt>
                      <c:pt idx="885">
                        <c:v>3.6791670000000001</c:v>
                      </c:pt>
                      <c:pt idx="886">
                        <c:v>3.6833330000000002</c:v>
                      </c:pt>
                      <c:pt idx="887">
                        <c:v>3.6875</c:v>
                      </c:pt>
                      <c:pt idx="888">
                        <c:v>3.6916669999999998</c:v>
                      </c:pt>
                      <c:pt idx="889">
                        <c:v>3.6958329999999999</c:v>
                      </c:pt>
                      <c:pt idx="890">
                        <c:v>3.7</c:v>
                      </c:pt>
                      <c:pt idx="891">
                        <c:v>3.704167</c:v>
                      </c:pt>
                      <c:pt idx="892">
                        <c:v>3.7083330000000001</c:v>
                      </c:pt>
                      <c:pt idx="893">
                        <c:v>3.7124999999999999</c:v>
                      </c:pt>
                      <c:pt idx="894">
                        <c:v>3.7166670000000002</c:v>
                      </c:pt>
                      <c:pt idx="895">
                        <c:v>3.7208329999999998</c:v>
                      </c:pt>
                      <c:pt idx="896">
                        <c:v>3.7250000000000001</c:v>
                      </c:pt>
                      <c:pt idx="897">
                        <c:v>3.7291669999999999</c:v>
                      </c:pt>
                      <c:pt idx="898">
                        <c:v>3.733333</c:v>
                      </c:pt>
                      <c:pt idx="899">
                        <c:v>3.7374999999999998</c:v>
                      </c:pt>
                      <c:pt idx="900">
                        <c:v>3.7416670000000001</c:v>
                      </c:pt>
                      <c:pt idx="901">
                        <c:v>3.7458330000000002</c:v>
                      </c:pt>
                      <c:pt idx="902">
                        <c:v>3.75</c:v>
                      </c:pt>
                      <c:pt idx="903">
                        <c:v>3.7541669999999998</c:v>
                      </c:pt>
                      <c:pt idx="904">
                        <c:v>3.7583329999999999</c:v>
                      </c:pt>
                      <c:pt idx="905">
                        <c:v>3.7625000000000002</c:v>
                      </c:pt>
                      <c:pt idx="906">
                        <c:v>3.766667</c:v>
                      </c:pt>
                      <c:pt idx="907">
                        <c:v>3.7708330000000001</c:v>
                      </c:pt>
                      <c:pt idx="908">
                        <c:v>3.7749999999999999</c:v>
                      </c:pt>
                      <c:pt idx="909">
                        <c:v>3.7791670000000002</c:v>
                      </c:pt>
                      <c:pt idx="910">
                        <c:v>3.7833329999999998</c:v>
                      </c:pt>
                      <c:pt idx="911">
                        <c:v>3.7875000000000001</c:v>
                      </c:pt>
                      <c:pt idx="912">
                        <c:v>3.7916669999999999</c:v>
                      </c:pt>
                      <c:pt idx="913">
                        <c:v>3.795833</c:v>
                      </c:pt>
                      <c:pt idx="914">
                        <c:v>3.8</c:v>
                      </c:pt>
                      <c:pt idx="915">
                        <c:v>3.8041670000000001</c:v>
                      </c:pt>
                      <c:pt idx="916">
                        <c:v>3.8083330000000002</c:v>
                      </c:pt>
                      <c:pt idx="917">
                        <c:v>3.8125</c:v>
                      </c:pt>
                      <c:pt idx="918">
                        <c:v>3.8166669999999998</c:v>
                      </c:pt>
                      <c:pt idx="919">
                        <c:v>3.8208329999999999</c:v>
                      </c:pt>
                      <c:pt idx="920">
                        <c:v>3.8250000000000002</c:v>
                      </c:pt>
                      <c:pt idx="921">
                        <c:v>3.829167</c:v>
                      </c:pt>
                      <c:pt idx="922">
                        <c:v>3.8333330000000001</c:v>
                      </c:pt>
                      <c:pt idx="923">
                        <c:v>3.8374999999999999</c:v>
                      </c:pt>
                      <c:pt idx="924">
                        <c:v>3.8416670000000002</c:v>
                      </c:pt>
                      <c:pt idx="925">
                        <c:v>3.8458329999999998</c:v>
                      </c:pt>
                      <c:pt idx="926">
                        <c:v>3.85</c:v>
                      </c:pt>
                      <c:pt idx="927">
                        <c:v>3.8541669999999999</c:v>
                      </c:pt>
                      <c:pt idx="928">
                        <c:v>3.858333</c:v>
                      </c:pt>
                      <c:pt idx="929">
                        <c:v>3.8624999999999998</c:v>
                      </c:pt>
                      <c:pt idx="930">
                        <c:v>3.8666670000000001</c:v>
                      </c:pt>
                      <c:pt idx="931">
                        <c:v>3.8708330000000002</c:v>
                      </c:pt>
                      <c:pt idx="932">
                        <c:v>3.875</c:v>
                      </c:pt>
                      <c:pt idx="933">
                        <c:v>3.8791669999999998</c:v>
                      </c:pt>
                      <c:pt idx="934">
                        <c:v>3.8833329999999999</c:v>
                      </c:pt>
                      <c:pt idx="935">
                        <c:v>3.8875000000000002</c:v>
                      </c:pt>
                      <c:pt idx="936">
                        <c:v>3.891667</c:v>
                      </c:pt>
                      <c:pt idx="937">
                        <c:v>3.8958330000000001</c:v>
                      </c:pt>
                      <c:pt idx="938">
                        <c:v>3.9</c:v>
                      </c:pt>
                      <c:pt idx="939">
                        <c:v>3.9041670000000002</c:v>
                      </c:pt>
                      <c:pt idx="940">
                        <c:v>3.9083329999999998</c:v>
                      </c:pt>
                      <c:pt idx="941">
                        <c:v>3.9125000000000001</c:v>
                      </c:pt>
                      <c:pt idx="942">
                        <c:v>3.9166669999999999</c:v>
                      </c:pt>
                      <c:pt idx="943">
                        <c:v>3.920833</c:v>
                      </c:pt>
                      <c:pt idx="944">
                        <c:v>3.9249999999999998</c:v>
                      </c:pt>
                      <c:pt idx="945">
                        <c:v>3.9291670000000001</c:v>
                      </c:pt>
                      <c:pt idx="946">
                        <c:v>3.9333330000000002</c:v>
                      </c:pt>
                      <c:pt idx="947">
                        <c:v>3.9375</c:v>
                      </c:pt>
                      <c:pt idx="948">
                        <c:v>3.9416669999999998</c:v>
                      </c:pt>
                      <c:pt idx="949">
                        <c:v>3.9458329999999999</c:v>
                      </c:pt>
                      <c:pt idx="950">
                        <c:v>3.95</c:v>
                      </c:pt>
                      <c:pt idx="951">
                        <c:v>3.954167</c:v>
                      </c:pt>
                      <c:pt idx="952">
                        <c:v>3.9583330000000001</c:v>
                      </c:pt>
                      <c:pt idx="953">
                        <c:v>3.9624999999999999</c:v>
                      </c:pt>
                      <c:pt idx="954">
                        <c:v>3.9666670000000002</c:v>
                      </c:pt>
                      <c:pt idx="955">
                        <c:v>3.9708329999999998</c:v>
                      </c:pt>
                      <c:pt idx="956">
                        <c:v>3.9750000000000001</c:v>
                      </c:pt>
                      <c:pt idx="957">
                        <c:v>3.9791669999999999</c:v>
                      </c:pt>
                      <c:pt idx="958">
                        <c:v>3.983333</c:v>
                      </c:pt>
                      <c:pt idx="959">
                        <c:v>3.9874999999999998</c:v>
                      </c:pt>
                      <c:pt idx="960">
                        <c:v>3.9916670000000001</c:v>
                      </c:pt>
                      <c:pt idx="961">
                        <c:v>3.9958330000000002</c:v>
                      </c:pt>
                      <c:pt idx="962">
                        <c:v>4</c:v>
                      </c:pt>
                      <c:pt idx="963">
                        <c:v>4.0041669999999998</c:v>
                      </c:pt>
                      <c:pt idx="964">
                        <c:v>4.0083330000000004</c:v>
                      </c:pt>
                      <c:pt idx="965">
                        <c:v>4.0125000000000002</c:v>
                      </c:pt>
                      <c:pt idx="966">
                        <c:v>4.016667</c:v>
                      </c:pt>
                      <c:pt idx="967">
                        <c:v>4.0208329999999997</c:v>
                      </c:pt>
                      <c:pt idx="968">
                        <c:v>4.0250000000000004</c:v>
                      </c:pt>
                      <c:pt idx="969">
                        <c:v>4.0291670000000002</c:v>
                      </c:pt>
                      <c:pt idx="970">
                        <c:v>4.0333329999999998</c:v>
                      </c:pt>
                      <c:pt idx="971">
                        <c:v>4.0374999999999996</c:v>
                      </c:pt>
                      <c:pt idx="972">
                        <c:v>4.0416670000000003</c:v>
                      </c:pt>
                      <c:pt idx="973">
                        <c:v>4.045833</c:v>
                      </c:pt>
                      <c:pt idx="974">
                        <c:v>4.05</c:v>
                      </c:pt>
                      <c:pt idx="975">
                        <c:v>4.0541669999999996</c:v>
                      </c:pt>
                      <c:pt idx="976">
                        <c:v>4.0583330000000002</c:v>
                      </c:pt>
                      <c:pt idx="977">
                        <c:v>4.0625</c:v>
                      </c:pt>
                      <c:pt idx="978">
                        <c:v>4.0666669999999998</c:v>
                      </c:pt>
                      <c:pt idx="979">
                        <c:v>4.0708330000000004</c:v>
                      </c:pt>
                      <c:pt idx="980">
                        <c:v>4.0750000000000002</c:v>
                      </c:pt>
                      <c:pt idx="981">
                        <c:v>4.079167</c:v>
                      </c:pt>
                      <c:pt idx="982">
                        <c:v>4.0833329999999997</c:v>
                      </c:pt>
                      <c:pt idx="983">
                        <c:v>4.0875000000000004</c:v>
                      </c:pt>
                      <c:pt idx="984">
                        <c:v>4.0916670000000002</c:v>
                      </c:pt>
                      <c:pt idx="985">
                        <c:v>4.0958329999999998</c:v>
                      </c:pt>
                      <c:pt idx="986">
                        <c:v>4.0999999999999996</c:v>
                      </c:pt>
                      <c:pt idx="987">
                        <c:v>4.1041670000000003</c:v>
                      </c:pt>
                      <c:pt idx="988">
                        <c:v>4.108333</c:v>
                      </c:pt>
                      <c:pt idx="989">
                        <c:v>4.1124999999999998</c:v>
                      </c:pt>
                      <c:pt idx="990">
                        <c:v>4.1166669999999996</c:v>
                      </c:pt>
                      <c:pt idx="991">
                        <c:v>4.1208330000000002</c:v>
                      </c:pt>
                      <c:pt idx="992">
                        <c:v>4.125</c:v>
                      </c:pt>
                      <c:pt idx="993">
                        <c:v>4.1291669999999998</c:v>
                      </c:pt>
                      <c:pt idx="994">
                        <c:v>4.1333330000000004</c:v>
                      </c:pt>
                      <c:pt idx="995">
                        <c:v>4.1375000000000002</c:v>
                      </c:pt>
                      <c:pt idx="996">
                        <c:v>4.141667</c:v>
                      </c:pt>
                      <c:pt idx="997">
                        <c:v>4.1458329999999997</c:v>
                      </c:pt>
                      <c:pt idx="998">
                        <c:v>4.1500000000000004</c:v>
                      </c:pt>
                      <c:pt idx="999">
                        <c:v>4.1541670000000002</c:v>
                      </c:pt>
                      <c:pt idx="1000">
                        <c:v>4.1583329999999998</c:v>
                      </c:pt>
                      <c:pt idx="1001">
                        <c:v>4.1624999999999996</c:v>
                      </c:pt>
                      <c:pt idx="1002">
                        <c:v>4.1666670000000003</c:v>
                      </c:pt>
                      <c:pt idx="1003">
                        <c:v>4.170833</c:v>
                      </c:pt>
                      <c:pt idx="1004">
                        <c:v>4.1749999999999998</c:v>
                      </c:pt>
                      <c:pt idx="1005">
                        <c:v>4.1791669999999996</c:v>
                      </c:pt>
                      <c:pt idx="1006">
                        <c:v>4.1833330000000002</c:v>
                      </c:pt>
                      <c:pt idx="1007">
                        <c:v>4.1875</c:v>
                      </c:pt>
                      <c:pt idx="1008">
                        <c:v>4.1916669999999998</c:v>
                      </c:pt>
                      <c:pt idx="1009">
                        <c:v>4.1958330000000004</c:v>
                      </c:pt>
                      <c:pt idx="1010">
                        <c:v>4.2</c:v>
                      </c:pt>
                      <c:pt idx="1011">
                        <c:v>4.204167</c:v>
                      </c:pt>
                      <c:pt idx="1012">
                        <c:v>4.2083329999999997</c:v>
                      </c:pt>
                      <c:pt idx="1013">
                        <c:v>4.2125000000000004</c:v>
                      </c:pt>
                      <c:pt idx="1014">
                        <c:v>4.2166670000000002</c:v>
                      </c:pt>
                      <c:pt idx="1015">
                        <c:v>4.2208329999999998</c:v>
                      </c:pt>
                      <c:pt idx="1016">
                        <c:v>4.2249999999999996</c:v>
                      </c:pt>
                      <c:pt idx="1017">
                        <c:v>4.2291670000000003</c:v>
                      </c:pt>
                      <c:pt idx="1018">
                        <c:v>4.233333</c:v>
                      </c:pt>
                      <c:pt idx="1019">
                        <c:v>4.2374999999999998</c:v>
                      </c:pt>
                      <c:pt idx="1020">
                        <c:v>4.2416669999999996</c:v>
                      </c:pt>
                      <c:pt idx="1021">
                        <c:v>4.2458330000000002</c:v>
                      </c:pt>
                      <c:pt idx="1022">
                        <c:v>4.25</c:v>
                      </c:pt>
                      <c:pt idx="1023">
                        <c:v>4.2541669999999998</c:v>
                      </c:pt>
                      <c:pt idx="1024">
                        <c:v>4.2583330000000004</c:v>
                      </c:pt>
                      <c:pt idx="1025">
                        <c:v>4.2625000000000002</c:v>
                      </c:pt>
                      <c:pt idx="1026">
                        <c:v>4.266667</c:v>
                      </c:pt>
                      <c:pt idx="1027">
                        <c:v>4.2708329999999997</c:v>
                      </c:pt>
                      <c:pt idx="1028">
                        <c:v>4.2750000000000004</c:v>
                      </c:pt>
                      <c:pt idx="1029">
                        <c:v>4.2791670000000002</c:v>
                      </c:pt>
                      <c:pt idx="1030">
                        <c:v>4.2833329999999998</c:v>
                      </c:pt>
                      <c:pt idx="1031">
                        <c:v>4.2874999999999996</c:v>
                      </c:pt>
                      <c:pt idx="1032">
                        <c:v>4.2916670000000003</c:v>
                      </c:pt>
                      <c:pt idx="1033">
                        <c:v>4.295833</c:v>
                      </c:pt>
                      <c:pt idx="1034">
                        <c:v>4.3</c:v>
                      </c:pt>
                      <c:pt idx="1035">
                        <c:v>4.3041669999999996</c:v>
                      </c:pt>
                      <c:pt idx="1036">
                        <c:v>4.3083330000000002</c:v>
                      </c:pt>
                      <c:pt idx="1037">
                        <c:v>4.3125</c:v>
                      </c:pt>
                      <c:pt idx="1038">
                        <c:v>4.3166669999999998</c:v>
                      </c:pt>
                      <c:pt idx="1039">
                        <c:v>4.3208330000000004</c:v>
                      </c:pt>
                      <c:pt idx="1040">
                        <c:v>4.3250000000000002</c:v>
                      </c:pt>
                      <c:pt idx="1041">
                        <c:v>4.329167</c:v>
                      </c:pt>
                      <c:pt idx="1042">
                        <c:v>4.3333329999999997</c:v>
                      </c:pt>
                      <c:pt idx="1043">
                        <c:v>4.3375000000000004</c:v>
                      </c:pt>
                      <c:pt idx="1044">
                        <c:v>4.3416670000000002</c:v>
                      </c:pt>
                      <c:pt idx="1045">
                        <c:v>4.3458329999999998</c:v>
                      </c:pt>
                      <c:pt idx="1046">
                        <c:v>4.3499999999999996</c:v>
                      </c:pt>
                      <c:pt idx="1047">
                        <c:v>4.3541670000000003</c:v>
                      </c:pt>
                      <c:pt idx="1048">
                        <c:v>4.358333</c:v>
                      </c:pt>
                      <c:pt idx="1049">
                        <c:v>4.3624999999999998</c:v>
                      </c:pt>
                      <c:pt idx="1050">
                        <c:v>4.3666669999999996</c:v>
                      </c:pt>
                      <c:pt idx="1051">
                        <c:v>4.3708330000000002</c:v>
                      </c:pt>
                      <c:pt idx="1052">
                        <c:v>4.375</c:v>
                      </c:pt>
                      <c:pt idx="1053">
                        <c:v>4.3791669999999998</c:v>
                      </c:pt>
                      <c:pt idx="1054">
                        <c:v>4.3833330000000004</c:v>
                      </c:pt>
                      <c:pt idx="1055">
                        <c:v>4.3875000000000002</c:v>
                      </c:pt>
                      <c:pt idx="1056">
                        <c:v>4.391667</c:v>
                      </c:pt>
                      <c:pt idx="1057">
                        <c:v>4.3958329999999997</c:v>
                      </c:pt>
                      <c:pt idx="1058">
                        <c:v>4.4000000000000004</c:v>
                      </c:pt>
                      <c:pt idx="1059">
                        <c:v>4.4041670000000002</c:v>
                      </c:pt>
                      <c:pt idx="1060">
                        <c:v>4.4083329999999998</c:v>
                      </c:pt>
                      <c:pt idx="1061">
                        <c:v>4.4124999999999996</c:v>
                      </c:pt>
                      <c:pt idx="1062">
                        <c:v>4.4166670000000003</c:v>
                      </c:pt>
                      <c:pt idx="1063">
                        <c:v>4.420833</c:v>
                      </c:pt>
                      <c:pt idx="1064">
                        <c:v>4.4249999999999998</c:v>
                      </c:pt>
                      <c:pt idx="1065">
                        <c:v>4.4291669999999996</c:v>
                      </c:pt>
                      <c:pt idx="1066">
                        <c:v>4.4333330000000002</c:v>
                      </c:pt>
                      <c:pt idx="1067">
                        <c:v>4.4375</c:v>
                      </c:pt>
                      <c:pt idx="1068">
                        <c:v>4.4416669999999998</c:v>
                      </c:pt>
                      <c:pt idx="1069">
                        <c:v>4.4458330000000004</c:v>
                      </c:pt>
                      <c:pt idx="1070">
                        <c:v>4.45</c:v>
                      </c:pt>
                      <c:pt idx="1071">
                        <c:v>4.454167</c:v>
                      </c:pt>
                      <c:pt idx="1072">
                        <c:v>4.4583329999999997</c:v>
                      </c:pt>
                      <c:pt idx="1073">
                        <c:v>4.4625000000000004</c:v>
                      </c:pt>
                      <c:pt idx="1074">
                        <c:v>4.4666670000000002</c:v>
                      </c:pt>
                      <c:pt idx="1075">
                        <c:v>4.4708329999999998</c:v>
                      </c:pt>
                      <c:pt idx="1076">
                        <c:v>4.4749999999999996</c:v>
                      </c:pt>
                      <c:pt idx="1077">
                        <c:v>4.4791670000000003</c:v>
                      </c:pt>
                      <c:pt idx="1078">
                        <c:v>4.483333</c:v>
                      </c:pt>
                      <c:pt idx="1079">
                        <c:v>4.4874999999999998</c:v>
                      </c:pt>
                      <c:pt idx="1080">
                        <c:v>4.4916669999999996</c:v>
                      </c:pt>
                      <c:pt idx="1081">
                        <c:v>4.4958330000000002</c:v>
                      </c:pt>
                      <c:pt idx="1082">
                        <c:v>4.5</c:v>
                      </c:pt>
                      <c:pt idx="1083">
                        <c:v>4.5041669999999998</c:v>
                      </c:pt>
                      <c:pt idx="1084">
                        <c:v>4.5083330000000004</c:v>
                      </c:pt>
                      <c:pt idx="1085">
                        <c:v>4.5125000000000002</c:v>
                      </c:pt>
                      <c:pt idx="1086">
                        <c:v>4.516667</c:v>
                      </c:pt>
                      <c:pt idx="1087">
                        <c:v>4.5208329999999997</c:v>
                      </c:pt>
                      <c:pt idx="1088">
                        <c:v>4.5250000000000004</c:v>
                      </c:pt>
                      <c:pt idx="1089">
                        <c:v>4.5291670000000002</c:v>
                      </c:pt>
                      <c:pt idx="1090">
                        <c:v>4.5333329999999998</c:v>
                      </c:pt>
                      <c:pt idx="1091">
                        <c:v>4.5374999999999996</c:v>
                      </c:pt>
                      <c:pt idx="1092">
                        <c:v>4.5416670000000003</c:v>
                      </c:pt>
                      <c:pt idx="1093">
                        <c:v>4.545833</c:v>
                      </c:pt>
                      <c:pt idx="1094">
                        <c:v>4.55</c:v>
                      </c:pt>
                      <c:pt idx="1095">
                        <c:v>4.5541669999999996</c:v>
                      </c:pt>
                      <c:pt idx="1096">
                        <c:v>4.5583330000000002</c:v>
                      </c:pt>
                      <c:pt idx="1097">
                        <c:v>4.5625</c:v>
                      </c:pt>
                      <c:pt idx="1098">
                        <c:v>4.5666669999999998</c:v>
                      </c:pt>
                      <c:pt idx="1099">
                        <c:v>4.5708330000000004</c:v>
                      </c:pt>
                      <c:pt idx="1100">
                        <c:v>4.5750000000000002</c:v>
                      </c:pt>
                      <c:pt idx="1101">
                        <c:v>4.579167</c:v>
                      </c:pt>
                      <c:pt idx="1102">
                        <c:v>4.5833329999999997</c:v>
                      </c:pt>
                      <c:pt idx="1103">
                        <c:v>4.5875000000000004</c:v>
                      </c:pt>
                      <c:pt idx="1104">
                        <c:v>4.5916670000000002</c:v>
                      </c:pt>
                      <c:pt idx="1105">
                        <c:v>4.5958329999999998</c:v>
                      </c:pt>
                      <c:pt idx="1106">
                        <c:v>4.5999999999999996</c:v>
                      </c:pt>
                      <c:pt idx="1107">
                        <c:v>4.6041670000000003</c:v>
                      </c:pt>
                      <c:pt idx="1108">
                        <c:v>4.608333</c:v>
                      </c:pt>
                      <c:pt idx="1109">
                        <c:v>4.6124999999999998</c:v>
                      </c:pt>
                      <c:pt idx="1110">
                        <c:v>4.6166669999999996</c:v>
                      </c:pt>
                      <c:pt idx="1111">
                        <c:v>4.6208330000000002</c:v>
                      </c:pt>
                      <c:pt idx="1112">
                        <c:v>4.625</c:v>
                      </c:pt>
                      <c:pt idx="1113">
                        <c:v>4.6291669999999998</c:v>
                      </c:pt>
                      <c:pt idx="1114">
                        <c:v>4.6333330000000004</c:v>
                      </c:pt>
                      <c:pt idx="1115">
                        <c:v>4.6375000000000002</c:v>
                      </c:pt>
                      <c:pt idx="1116">
                        <c:v>4.641667</c:v>
                      </c:pt>
                      <c:pt idx="1117">
                        <c:v>4.6458329999999997</c:v>
                      </c:pt>
                      <c:pt idx="1118">
                        <c:v>4.6500000000000004</c:v>
                      </c:pt>
                      <c:pt idx="1119">
                        <c:v>4.6541670000000002</c:v>
                      </c:pt>
                      <c:pt idx="1120">
                        <c:v>4.6583329999999998</c:v>
                      </c:pt>
                      <c:pt idx="1121">
                        <c:v>4.6624999999999996</c:v>
                      </c:pt>
                      <c:pt idx="1122">
                        <c:v>4.6666670000000003</c:v>
                      </c:pt>
                      <c:pt idx="1123">
                        <c:v>4.670833</c:v>
                      </c:pt>
                      <c:pt idx="1124">
                        <c:v>4.6749999999999998</c:v>
                      </c:pt>
                      <c:pt idx="1125">
                        <c:v>4.6791669999999996</c:v>
                      </c:pt>
                      <c:pt idx="1126">
                        <c:v>4.6833330000000002</c:v>
                      </c:pt>
                      <c:pt idx="1127">
                        <c:v>4.6875</c:v>
                      </c:pt>
                      <c:pt idx="1128">
                        <c:v>4.6916669999999998</c:v>
                      </c:pt>
                      <c:pt idx="1129">
                        <c:v>4.6958330000000004</c:v>
                      </c:pt>
                      <c:pt idx="1130">
                        <c:v>4.7</c:v>
                      </c:pt>
                      <c:pt idx="1131">
                        <c:v>4.704167</c:v>
                      </c:pt>
                      <c:pt idx="1132">
                        <c:v>4.7083329999999997</c:v>
                      </c:pt>
                      <c:pt idx="1133">
                        <c:v>4.7125000000000004</c:v>
                      </c:pt>
                      <c:pt idx="1134">
                        <c:v>4.7166670000000002</c:v>
                      </c:pt>
                      <c:pt idx="1135">
                        <c:v>4.7208329999999998</c:v>
                      </c:pt>
                      <c:pt idx="1136">
                        <c:v>4.7249999999999996</c:v>
                      </c:pt>
                      <c:pt idx="1137">
                        <c:v>4.7291670000000003</c:v>
                      </c:pt>
                      <c:pt idx="1138">
                        <c:v>4.733333</c:v>
                      </c:pt>
                      <c:pt idx="1139">
                        <c:v>4.7374999999999998</c:v>
                      </c:pt>
                      <c:pt idx="1140">
                        <c:v>4.7416669999999996</c:v>
                      </c:pt>
                      <c:pt idx="1141">
                        <c:v>4.7458330000000002</c:v>
                      </c:pt>
                      <c:pt idx="1142">
                        <c:v>4.75</c:v>
                      </c:pt>
                      <c:pt idx="1143">
                        <c:v>4.7541669999999998</c:v>
                      </c:pt>
                      <c:pt idx="1144">
                        <c:v>4.7583330000000004</c:v>
                      </c:pt>
                      <c:pt idx="1145">
                        <c:v>4.7625000000000002</c:v>
                      </c:pt>
                      <c:pt idx="1146">
                        <c:v>4.766667</c:v>
                      </c:pt>
                      <c:pt idx="1147">
                        <c:v>4.7708329999999997</c:v>
                      </c:pt>
                      <c:pt idx="1148">
                        <c:v>4.7750000000000004</c:v>
                      </c:pt>
                      <c:pt idx="1149">
                        <c:v>4.7791670000000002</c:v>
                      </c:pt>
                      <c:pt idx="1150">
                        <c:v>4.7833329999999998</c:v>
                      </c:pt>
                      <c:pt idx="1151">
                        <c:v>4.7874999999999996</c:v>
                      </c:pt>
                      <c:pt idx="1152">
                        <c:v>4.7916670000000003</c:v>
                      </c:pt>
                      <c:pt idx="1153">
                        <c:v>4.795833</c:v>
                      </c:pt>
                      <c:pt idx="1154">
                        <c:v>4.8</c:v>
                      </c:pt>
                      <c:pt idx="1155">
                        <c:v>4.8041669999999996</c:v>
                      </c:pt>
                      <c:pt idx="1156">
                        <c:v>4.8083330000000002</c:v>
                      </c:pt>
                      <c:pt idx="1157">
                        <c:v>4.8125</c:v>
                      </c:pt>
                      <c:pt idx="1158">
                        <c:v>4.8166669999999998</c:v>
                      </c:pt>
                      <c:pt idx="1159">
                        <c:v>4.8208330000000004</c:v>
                      </c:pt>
                      <c:pt idx="1160">
                        <c:v>4.8250000000000002</c:v>
                      </c:pt>
                      <c:pt idx="1161">
                        <c:v>4.829167</c:v>
                      </c:pt>
                      <c:pt idx="1162">
                        <c:v>4.8333329999999997</c:v>
                      </c:pt>
                      <c:pt idx="1163">
                        <c:v>4.8375000000000004</c:v>
                      </c:pt>
                      <c:pt idx="1164">
                        <c:v>4.8416670000000002</c:v>
                      </c:pt>
                      <c:pt idx="1165">
                        <c:v>4.8458329999999998</c:v>
                      </c:pt>
                      <c:pt idx="1166">
                        <c:v>4.8499999999999996</c:v>
                      </c:pt>
                      <c:pt idx="1167">
                        <c:v>4.8541670000000003</c:v>
                      </c:pt>
                      <c:pt idx="1168">
                        <c:v>4.858333</c:v>
                      </c:pt>
                      <c:pt idx="1169">
                        <c:v>4.8624999999999998</c:v>
                      </c:pt>
                      <c:pt idx="1170">
                        <c:v>4.8666669999999996</c:v>
                      </c:pt>
                      <c:pt idx="1171">
                        <c:v>4.8708330000000002</c:v>
                      </c:pt>
                      <c:pt idx="1172">
                        <c:v>4.875</c:v>
                      </c:pt>
                      <c:pt idx="1173">
                        <c:v>4.8791669999999998</c:v>
                      </c:pt>
                      <c:pt idx="1174">
                        <c:v>4.8833330000000004</c:v>
                      </c:pt>
                      <c:pt idx="1175">
                        <c:v>4.8875000000000002</c:v>
                      </c:pt>
                      <c:pt idx="1176">
                        <c:v>4.891667</c:v>
                      </c:pt>
                      <c:pt idx="1177">
                        <c:v>4.8958329999999997</c:v>
                      </c:pt>
                      <c:pt idx="1178">
                        <c:v>4.9000000000000004</c:v>
                      </c:pt>
                      <c:pt idx="1179">
                        <c:v>4.9041670000000002</c:v>
                      </c:pt>
                      <c:pt idx="1180">
                        <c:v>4.9083329999999998</c:v>
                      </c:pt>
                      <c:pt idx="1181">
                        <c:v>4.9124999999999996</c:v>
                      </c:pt>
                      <c:pt idx="1182">
                        <c:v>4.9166670000000003</c:v>
                      </c:pt>
                      <c:pt idx="1183">
                        <c:v>4.920833</c:v>
                      </c:pt>
                      <c:pt idx="1184">
                        <c:v>4.9249999999999998</c:v>
                      </c:pt>
                      <c:pt idx="1185">
                        <c:v>4.9291669999999996</c:v>
                      </c:pt>
                      <c:pt idx="1186">
                        <c:v>4.9333330000000002</c:v>
                      </c:pt>
                      <c:pt idx="1187">
                        <c:v>4.9375</c:v>
                      </c:pt>
                      <c:pt idx="1188">
                        <c:v>4.9416669999999998</c:v>
                      </c:pt>
                      <c:pt idx="1189">
                        <c:v>4.9458330000000004</c:v>
                      </c:pt>
                      <c:pt idx="1190">
                        <c:v>4.95</c:v>
                      </c:pt>
                      <c:pt idx="1191">
                        <c:v>4.954167</c:v>
                      </c:pt>
                      <c:pt idx="1192">
                        <c:v>4.9583329999999997</c:v>
                      </c:pt>
                      <c:pt idx="1193">
                        <c:v>4.9625000000000004</c:v>
                      </c:pt>
                      <c:pt idx="1194">
                        <c:v>4.9666670000000002</c:v>
                      </c:pt>
                      <c:pt idx="1195">
                        <c:v>4.9708329999999998</c:v>
                      </c:pt>
                      <c:pt idx="1196">
                        <c:v>4.9749999999999996</c:v>
                      </c:pt>
                      <c:pt idx="1197">
                        <c:v>4.9791670000000003</c:v>
                      </c:pt>
                      <c:pt idx="1198">
                        <c:v>4.983333</c:v>
                      </c:pt>
                      <c:pt idx="1199">
                        <c:v>4.9874999999999998</c:v>
                      </c:pt>
                      <c:pt idx="1200">
                        <c:v>4.9916669999999996</c:v>
                      </c:pt>
                      <c:pt idx="1201">
                        <c:v>4.9958330000000002</c:v>
                      </c:pt>
                      <c:pt idx="1202">
                        <c:v>5</c:v>
                      </c:pt>
                      <c:pt idx="1203">
                        <c:v>5.0041669999999998</c:v>
                      </c:pt>
                      <c:pt idx="1204">
                        <c:v>5.0083330000000004</c:v>
                      </c:pt>
                      <c:pt idx="1205">
                        <c:v>5.0125000000000002</c:v>
                      </c:pt>
                      <c:pt idx="1206">
                        <c:v>5.016667</c:v>
                      </c:pt>
                      <c:pt idx="1207">
                        <c:v>5.0208329999999997</c:v>
                      </c:pt>
                      <c:pt idx="1208">
                        <c:v>5.0250000000000004</c:v>
                      </c:pt>
                      <c:pt idx="1209">
                        <c:v>5.0291670000000002</c:v>
                      </c:pt>
                      <c:pt idx="1210">
                        <c:v>5.0333329999999998</c:v>
                      </c:pt>
                      <c:pt idx="1211">
                        <c:v>5.0374999999999996</c:v>
                      </c:pt>
                      <c:pt idx="1212">
                        <c:v>5.0416670000000003</c:v>
                      </c:pt>
                      <c:pt idx="1213">
                        <c:v>5.045833</c:v>
                      </c:pt>
                      <c:pt idx="1214">
                        <c:v>5.05</c:v>
                      </c:pt>
                      <c:pt idx="1215">
                        <c:v>5.0541669999999996</c:v>
                      </c:pt>
                      <c:pt idx="1216">
                        <c:v>5.0583330000000002</c:v>
                      </c:pt>
                      <c:pt idx="1217">
                        <c:v>5.0625</c:v>
                      </c:pt>
                      <c:pt idx="1218">
                        <c:v>5.0666669999999998</c:v>
                      </c:pt>
                      <c:pt idx="1219">
                        <c:v>5.0708330000000004</c:v>
                      </c:pt>
                      <c:pt idx="1220">
                        <c:v>5.0750000000000002</c:v>
                      </c:pt>
                      <c:pt idx="1221">
                        <c:v>5.079167</c:v>
                      </c:pt>
                      <c:pt idx="1222">
                        <c:v>5.0833329999999997</c:v>
                      </c:pt>
                      <c:pt idx="1223">
                        <c:v>5.0875000000000004</c:v>
                      </c:pt>
                      <c:pt idx="1224">
                        <c:v>5.0916670000000002</c:v>
                      </c:pt>
                      <c:pt idx="1225">
                        <c:v>5.0958329999999998</c:v>
                      </c:pt>
                      <c:pt idx="1226">
                        <c:v>5.0999999999999996</c:v>
                      </c:pt>
                      <c:pt idx="1227">
                        <c:v>5.1041670000000003</c:v>
                      </c:pt>
                      <c:pt idx="1228">
                        <c:v>5.108333</c:v>
                      </c:pt>
                      <c:pt idx="1229">
                        <c:v>5.1124999999999998</c:v>
                      </c:pt>
                      <c:pt idx="1230">
                        <c:v>5.1166669999999996</c:v>
                      </c:pt>
                      <c:pt idx="1231">
                        <c:v>5.1208330000000002</c:v>
                      </c:pt>
                      <c:pt idx="1232">
                        <c:v>5.125</c:v>
                      </c:pt>
                      <c:pt idx="1233">
                        <c:v>5.1291669999999998</c:v>
                      </c:pt>
                      <c:pt idx="1234">
                        <c:v>5.1333330000000004</c:v>
                      </c:pt>
                      <c:pt idx="1235">
                        <c:v>5.1375000000000002</c:v>
                      </c:pt>
                      <c:pt idx="1236">
                        <c:v>5.141667</c:v>
                      </c:pt>
                      <c:pt idx="1237">
                        <c:v>5.1458329999999997</c:v>
                      </c:pt>
                      <c:pt idx="1238">
                        <c:v>5.15</c:v>
                      </c:pt>
                      <c:pt idx="1239">
                        <c:v>5.1541670000000002</c:v>
                      </c:pt>
                      <c:pt idx="1240">
                        <c:v>5.1583329999999998</c:v>
                      </c:pt>
                      <c:pt idx="1241">
                        <c:v>5.1624999999999996</c:v>
                      </c:pt>
                      <c:pt idx="1242">
                        <c:v>5.1666670000000003</c:v>
                      </c:pt>
                      <c:pt idx="1243">
                        <c:v>5.170833</c:v>
                      </c:pt>
                      <c:pt idx="1244">
                        <c:v>5.1749999999999998</c:v>
                      </c:pt>
                      <c:pt idx="1245">
                        <c:v>5.1791669999999996</c:v>
                      </c:pt>
                      <c:pt idx="1246">
                        <c:v>5.1833330000000002</c:v>
                      </c:pt>
                      <c:pt idx="1247">
                        <c:v>5.1875</c:v>
                      </c:pt>
                      <c:pt idx="1248">
                        <c:v>5.1916669999999998</c:v>
                      </c:pt>
                      <c:pt idx="1249">
                        <c:v>5.1958330000000004</c:v>
                      </c:pt>
                      <c:pt idx="1250">
                        <c:v>5.2</c:v>
                      </c:pt>
                      <c:pt idx="1251">
                        <c:v>5.204167</c:v>
                      </c:pt>
                      <c:pt idx="1252">
                        <c:v>5.2083329999999997</c:v>
                      </c:pt>
                      <c:pt idx="1253">
                        <c:v>5.2125000000000004</c:v>
                      </c:pt>
                      <c:pt idx="1254">
                        <c:v>5.2166670000000002</c:v>
                      </c:pt>
                      <c:pt idx="1255">
                        <c:v>5.2208329999999998</c:v>
                      </c:pt>
                      <c:pt idx="1256">
                        <c:v>5.2249999999999996</c:v>
                      </c:pt>
                      <c:pt idx="1257">
                        <c:v>5.2291670000000003</c:v>
                      </c:pt>
                      <c:pt idx="1258">
                        <c:v>5.233333</c:v>
                      </c:pt>
                      <c:pt idx="1259">
                        <c:v>5.2374999999999998</c:v>
                      </c:pt>
                      <c:pt idx="1260">
                        <c:v>5.2416669999999996</c:v>
                      </c:pt>
                      <c:pt idx="1261">
                        <c:v>5.2458330000000002</c:v>
                      </c:pt>
                      <c:pt idx="1262">
                        <c:v>5.25</c:v>
                      </c:pt>
                      <c:pt idx="1263">
                        <c:v>5.2541669999999998</c:v>
                      </c:pt>
                      <c:pt idx="1264">
                        <c:v>5.2583330000000004</c:v>
                      </c:pt>
                      <c:pt idx="1265">
                        <c:v>5.2625000000000002</c:v>
                      </c:pt>
                      <c:pt idx="1266">
                        <c:v>5.266667</c:v>
                      </c:pt>
                      <c:pt idx="1267">
                        <c:v>5.2708329999999997</c:v>
                      </c:pt>
                      <c:pt idx="1268">
                        <c:v>5.2750000000000004</c:v>
                      </c:pt>
                      <c:pt idx="1269">
                        <c:v>5.2791670000000002</c:v>
                      </c:pt>
                      <c:pt idx="1270">
                        <c:v>5.2833329999999998</c:v>
                      </c:pt>
                      <c:pt idx="1271">
                        <c:v>5.2874999999999996</c:v>
                      </c:pt>
                      <c:pt idx="1272">
                        <c:v>5.2916670000000003</c:v>
                      </c:pt>
                      <c:pt idx="1273">
                        <c:v>5.295833</c:v>
                      </c:pt>
                      <c:pt idx="1274">
                        <c:v>5.3</c:v>
                      </c:pt>
                      <c:pt idx="1275">
                        <c:v>5.3041669999999996</c:v>
                      </c:pt>
                      <c:pt idx="1276">
                        <c:v>5.3083330000000002</c:v>
                      </c:pt>
                      <c:pt idx="1277">
                        <c:v>5.3125</c:v>
                      </c:pt>
                      <c:pt idx="1278">
                        <c:v>5.3166669999999998</c:v>
                      </c:pt>
                      <c:pt idx="1279">
                        <c:v>5.3208330000000004</c:v>
                      </c:pt>
                      <c:pt idx="1280">
                        <c:v>5.3250000000000002</c:v>
                      </c:pt>
                      <c:pt idx="1281">
                        <c:v>5.329167</c:v>
                      </c:pt>
                      <c:pt idx="1282">
                        <c:v>5.3333329999999997</c:v>
                      </c:pt>
                      <c:pt idx="1283">
                        <c:v>5.3375000000000004</c:v>
                      </c:pt>
                      <c:pt idx="1284">
                        <c:v>5.3416670000000002</c:v>
                      </c:pt>
                      <c:pt idx="1285">
                        <c:v>5.3458329999999998</c:v>
                      </c:pt>
                      <c:pt idx="1286">
                        <c:v>5.35</c:v>
                      </c:pt>
                      <c:pt idx="1287">
                        <c:v>5.3541670000000003</c:v>
                      </c:pt>
                      <c:pt idx="1288">
                        <c:v>5.358333</c:v>
                      </c:pt>
                      <c:pt idx="1289">
                        <c:v>5.3624999999999998</c:v>
                      </c:pt>
                      <c:pt idx="1290">
                        <c:v>5.3666669999999996</c:v>
                      </c:pt>
                      <c:pt idx="1291">
                        <c:v>5.3708330000000002</c:v>
                      </c:pt>
                      <c:pt idx="1292">
                        <c:v>5.375</c:v>
                      </c:pt>
                      <c:pt idx="1293">
                        <c:v>5.3791669999999998</c:v>
                      </c:pt>
                      <c:pt idx="1294">
                        <c:v>5.3833330000000004</c:v>
                      </c:pt>
                      <c:pt idx="1295">
                        <c:v>5.3875000000000002</c:v>
                      </c:pt>
                      <c:pt idx="1296">
                        <c:v>5.391667</c:v>
                      </c:pt>
                      <c:pt idx="1297">
                        <c:v>5.3958329999999997</c:v>
                      </c:pt>
                      <c:pt idx="1298">
                        <c:v>5.4</c:v>
                      </c:pt>
                      <c:pt idx="1299">
                        <c:v>5.4041670000000002</c:v>
                      </c:pt>
                      <c:pt idx="1300">
                        <c:v>5.4083329999999998</c:v>
                      </c:pt>
                      <c:pt idx="1301">
                        <c:v>5.4124999999999996</c:v>
                      </c:pt>
                      <c:pt idx="1302">
                        <c:v>5.4166670000000003</c:v>
                      </c:pt>
                      <c:pt idx="1303">
                        <c:v>5.420833</c:v>
                      </c:pt>
                      <c:pt idx="1304">
                        <c:v>5.4249999999999998</c:v>
                      </c:pt>
                      <c:pt idx="1305">
                        <c:v>5.4291669999999996</c:v>
                      </c:pt>
                      <c:pt idx="1306">
                        <c:v>5.4333330000000002</c:v>
                      </c:pt>
                      <c:pt idx="1307">
                        <c:v>5.4375</c:v>
                      </c:pt>
                      <c:pt idx="1308">
                        <c:v>5.4416669999999998</c:v>
                      </c:pt>
                      <c:pt idx="1309">
                        <c:v>5.4458330000000004</c:v>
                      </c:pt>
                      <c:pt idx="1310">
                        <c:v>5.45</c:v>
                      </c:pt>
                      <c:pt idx="1311">
                        <c:v>5.454167</c:v>
                      </c:pt>
                      <c:pt idx="1312">
                        <c:v>5.4583329999999997</c:v>
                      </c:pt>
                      <c:pt idx="1313">
                        <c:v>5.4625000000000004</c:v>
                      </c:pt>
                      <c:pt idx="1314">
                        <c:v>5.4666670000000002</c:v>
                      </c:pt>
                      <c:pt idx="1315">
                        <c:v>5.4708329999999998</c:v>
                      </c:pt>
                      <c:pt idx="1316">
                        <c:v>5.4749999999999996</c:v>
                      </c:pt>
                      <c:pt idx="1317">
                        <c:v>5.4791670000000003</c:v>
                      </c:pt>
                      <c:pt idx="1318">
                        <c:v>5.483333</c:v>
                      </c:pt>
                      <c:pt idx="1319">
                        <c:v>5.4874999999999998</c:v>
                      </c:pt>
                      <c:pt idx="1320">
                        <c:v>5.4916669999999996</c:v>
                      </c:pt>
                      <c:pt idx="1321">
                        <c:v>5.4958330000000002</c:v>
                      </c:pt>
                      <c:pt idx="1322">
                        <c:v>5.5</c:v>
                      </c:pt>
                      <c:pt idx="1323">
                        <c:v>5.5041669999999998</c:v>
                      </c:pt>
                      <c:pt idx="1324">
                        <c:v>5.5083330000000004</c:v>
                      </c:pt>
                      <c:pt idx="1325">
                        <c:v>5.5125000000000002</c:v>
                      </c:pt>
                      <c:pt idx="1326">
                        <c:v>5.516667</c:v>
                      </c:pt>
                      <c:pt idx="1327">
                        <c:v>5.5208329999999997</c:v>
                      </c:pt>
                      <c:pt idx="1328">
                        <c:v>5.5250000000000004</c:v>
                      </c:pt>
                      <c:pt idx="1329">
                        <c:v>5.5291670000000002</c:v>
                      </c:pt>
                      <c:pt idx="1330">
                        <c:v>5.5333329999999998</c:v>
                      </c:pt>
                      <c:pt idx="1331">
                        <c:v>5.5374999999999996</c:v>
                      </c:pt>
                      <c:pt idx="1332">
                        <c:v>5.5416670000000003</c:v>
                      </c:pt>
                      <c:pt idx="1333">
                        <c:v>5.545833</c:v>
                      </c:pt>
                      <c:pt idx="1334">
                        <c:v>5.55</c:v>
                      </c:pt>
                      <c:pt idx="1335">
                        <c:v>5.5541669999999996</c:v>
                      </c:pt>
                      <c:pt idx="1336">
                        <c:v>5.5583330000000002</c:v>
                      </c:pt>
                      <c:pt idx="1337">
                        <c:v>5.5625</c:v>
                      </c:pt>
                      <c:pt idx="1338">
                        <c:v>5.5666669999999998</c:v>
                      </c:pt>
                      <c:pt idx="1339">
                        <c:v>5.5708330000000004</c:v>
                      </c:pt>
                      <c:pt idx="1340">
                        <c:v>5.5750000000000002</c:v>
                      </c:pt>
                      <c:pt idx="1341">
                        <c:v>5.579167</c:v>
                      </c:pt>
                      <c:pt idx="1342">
                        <c:v>5.5833329999999997</c:v>
                      </c:pt>
                      <c:pt idx="1343">
                        <c:v>5.5875000000000004</c:v>
                      </c:pt>
                      <c:pt idx="1344">
                        <c:v>5.5916670000000002</c:v>
                      </c:pt>
                      <c:pt idx="1345">
                        <c:v>5.5958329999999998</c:v>
                      </c:pt>
                      <c:pt idx="1346">
                        <c:v>5.6</c:v>
                      </c:pt>
                      <c:pt idx="1347">
                        <c:v>5.6041670000000003</c:v>
                      </c:pt>
                      <c:pt idx="1348">
                        <c:v>5.608333</c:v>
                      </c:pt>
                      <c:pt idx="1349">
                        <c:v>5.6124999999999998</c:v>
                      </c:pt>
                      <c:pt idx="1350">
                        <c:v>5.6166669999999996</c:v>
                      </c:pt>
                      <c:pt idx="1351">
                        <c:v>5.6208330000000002</c:v>
                      </c:pt>
                      <c:pt idx="1352">
                        <c:v>5.625</c:v>
                      </c:pt>
                      <c:pt idx="1353">
                        <c:v>5.6291669999999998</c:v>
                      </c:pt>
                      <c:pt idx="1354">
                        <c:v>5.6333330000000004</c:v>
                      </c:pt>
                      <c:pt idx="1355">
                        <c:v>5.6375000000000002</c:v>
                      </c:pt>
                      <c:pt idx="1356">
                        <c:v>5.641667</c:v>
                      </c:pt>
                      <c:pt idx="1357">
                        <c:v>5.6458329999999997</c:v>
                      </c:pt>
                      <c:pt idx="1358">
                        <c:v>5.65</c:v>
                      </c:pt>
                      <c:pt idx="1359">
                        <c:v>5.6541670000000002</c:v>
                      </c:pt>
                      <c:pt idx="1360">
                        <c:v>5.6583329999999998</c:v>
                      </c:pt>
                      <c:pt idx="1361">
                        <c:v>5.6624999999999996</c:v>
                      </c:pt>
                      <c:pt idx="1362">
                        <c:v>5.6666670000000003</c:v>
                      </c:pt>
                      <c:pt idx="1363">
                        <c:v>5.670833</c:v>
                      </c:pt>
                      <c:pt idx="1364">
                        <c:v>5.6749999999999998</c:v>
                      </c:pt>
                      <c:pt idx="1365">
                        <c:v>5.6791669999999996</c:v>
                      </c:pt>
                      <c:pt idx="1366">
                        <c:v>5.6833330000000002</c:v>
                      </c:pt>
                      <c:pt idx="1367">
                        <c:v>5.6875</c:v>
                      </c:pt>
                      <c:pt idx="1368">
                        <c:v>5.6916669999999998</c:v>
                      </c:pt>
                      <c:pt idx="1369">
                        <c:v>5.6958330000000004</c:v>
                      </c:pt>
                      <c:pt idx="1370">
                        <c:v>5.7</c:v>
                      </c:pt>
                      <c:pt idx="1371">
                        <c:v>5.704167</c:v>
                      </c:pt>
                      <c:pt idx="1372">
                        <c:v>5.7083329999999997</c:v>
                      </c:pt>
                      <c:pt idx="1373">
                        <c:v>5.7125000000000004</c:v>
                      </c:pt>
                      <c:pt idx="1374">
                        <c:v>5.7166670000000002</c:v>
                      </c:pt>
                      <c:pt idx="1375">
                        <c:v>5.7208329999999998</c:v>
                      </c:pt>
                      <c:pt idx="1376">
                        <c:v>5.7249999999999996</c:v>
                      </c:pt>
                      <c:pt idx="1377">
                        <c:v>5.7291670000000003</c:v>
                      </c:pt>
                      <c:pt idx="1378">
                        <c:v>5.733333</c:v>
                      </c:pt>
                      <c:pt idx="1379">
                        <c:v>5.7374999999999998</c:v>
                      </c:pt>
                      <c:pt idx="1380">
                        <c:v>5.7416669999999996</c:v>
                      </c:pt>
                      <c:pt idx="1381">
                        <c:v>5.7458330000000002</c:v>
                      </c:pt>
                      <c:pt idx="1382">
                        <c:v>5.75</c:v>
                      </c:pt>
                      <c:pt idx="1383">
                        <c:v>5.7541669999999998</c:v>
                      </c:pt>
                      <c:pt idx="1384">
                        <c:v>5.7583330000000004</c:v>
                      </c:pt>
                      <c:pt idx="1385">
                        <c:v>5.7625000000000002</c:v>
                      </c:pt>
                      <c:pt idx="1386">
                        <c:v>5.766667</c:v>
                      </c:pt>
                      <c:pt idx="1387">
                        <c:v>5.7708329999999997</c:v>
                      </c:pt>
                      <c:pt idx="1388">
                        <c:v>5.7750000000000004</c:v>
                      </c:pt>
                      <c:pt idx="1389">
                        <c:v>5.7791670000000002</c:v>
                      </c:pt>
                      <c:pt idx="1390">
                        <c:v>5.7833329999999998</c:v>
                      </c:pt>
                      <c:pt idx="1391">
                        <c:v>5.7874999999999996</c:v>
                      </c:pt>
                      <c:pt idx="1392">
                        <c:v>5.7916670000000003</c:v>
                      </c:pt>
                      <c:pt idx="1393">
                        <c:v>5.795833</c:v>
                      </c:pt>
                      <c:pt idx="1394">
                        <c:v>5.8</c:v>
                      </c:pt>
                      <c:pt idx="1395">
                        <c:v>5.8041669999999996</c:v>
                      </c:pt>
                      <c:pt idx="1396">
                        <c:v>5.8083330000000002</c:v>
                      </c:pt>
                      <c:pt idx="1397">
                        <c:v>5.8125</c:v>
                      </c:pt>
                      <c:pt idx="1398">
                        <c:v>5.8166669999999998</c:v>
                      </c:pt>
                      <c:pt idx="1399">
                        <c:v>5.8208330000000004</c:v>
                      </c:pt>
                      <c:pt idx="1400">
                        <c:v>5.8250000000000002</c:v>
                      </c:pt>
                      <c:pt idx="1401">
                        <c:v>5.829167</c:v>
                      </c:pt>
                      <c:pt idx="1402">
                        <c:v>5.8333329999999997</c:v>
                      </c:pt>
                      <c:pt idx="1403">
                        <c:v>5.8375000000000004</c:v>
                      </c:pt>
                      <c:pt idx="1404">
                        <c:v>5.8416670000000002</c:v>
                      </c:pt>
                      <c:pt idx="1405">
                        <c:v>5.8458329999999998</c:v>
                      </c:pt>
                      <c:pt idx="1406">
                        <c:v>5.85</c:v>
                      </c:pt>
                      <c:pt idx="1407">
                        <c:v>5.8541670000000003</c:v>
                      </c:pt>
                      <c:pt idx="1408">
                        <c:v>5.858333</c:v>
                      </c:pt>
                      <c:pt idx="1409">
                        <c:v>5.8624999999999998</c:v>
                      </c:pt>
                      <c:pt idx="1410">
                        <c:v>5.8666669999999996</c:v>
                      </c:pt>
                      <c:pt idx="1411">
                        <c:v>5.8708330000000002</c:v>
                      </c:pt>
                      <c:pt idx="1412">
                        <c:v>5.875</c:v>
                      </c:pt>
                      <c:pt idx="1413">
                        <c:v>5.8791669999999998</c:v>
                      </c:pt>
                      <c:pt idx="1414">
                        <c:v>5.8833330000000004</c:v>
                      </c:pt>
                      <c:pt idx="1415">
                        <c:v>5.8875000000000002</c:v>
                      </c:pt>
                      <c:pt idx="1416">
                        <c:v>5.891667</c:v>
                      </c:pt>
                      <c:pt idx="1417">
                        <c:v>5.8958329999999997</c:v>
                      </c:pt>
                      <c:pt idx="1418">
                        <c:v>5.9</c:v>
                      </c:pt>
                      <c:pt idx="1419">
                        <c:v>5.9041670000000002</c:v>
                      </c:pt>
                      <c:pt idx="1420">
                        <c:v>5.9083329999999998</c:v>
                      </c:pt>
                      <c:pt idx="1421">
                        <c:v>5.9124999999999996</c:v>
                      </c:pt>
                      <c:pt idx="1422">
                        <c:v>5.9166670000000003</c:v>
                      </c:pt>
                      <c:pt idx="1423">
                        <c:v>5.920833</c:v>
                      </c:pt>
                      <c:pt idx="1424">
                        <c:v>5.9249999999999998</c:v>
                      </c:pt>
                      <c:pt idx="1425">
                        <c:v>5.9291669999999996</c:v>
                      </c:pt>
                      <c:pt idx="1426">
                        <c:v>5.9333330000000002</c:v>
                      </c:pt>
                      <c:pt idx="1427">
                        <c:v>5.9375</c:v>
                      </c:pt>
                      <c:pt idx="1428">
                        <c:v>5.9416669999999998</c:v>
                      </c:pt>
                      <c:pt idx="1429">
                        <c:v>5.9458330000000004</c:v>
                      </c:pt>
                      <c:pt idx="1430">
                        <c:v>5.95</c:v>
                      </c:pt>
                      <c:pt idx="1431">
                        <c:v>5.954167</c:v>
                      </c:pt>
                      <c:pt idx="1432">
                        <c:v>5.9583329999999997</c:v>
                      </c:pt>
                      <c:pt idx="1433">
                        <c:v>5.9625000000000004</c:v>
                      </c:pt>
                      <c:pt idx="1434">
                        <c:v>5.9666670000000002</c:v>
                      </c:pt>
                      <c:pt idx="1435">
                        <c:v>5.9708329999999998</c:v>
                      </c:pt>
                      <c:pt idx="1436">
                        <c:v>5.9749999999999996</c:v>
                      </c:pt>
                      <c:pt idx="1437">
                        <c:v>5.9791670000000003</c:v>
                      </c:pt>
                      <c:pt idx="1438">
                        <c:v>5.983333</c:v>
                      </c:pt>
                      <c:pt idx="1439">
                        <c:v>5.9874999999999998</c:v>
                      </c:pt>
                      <c:pt idx="1440">
                        <c:v>5.9916669999999996</c:v>
                      </c:pt>
                      <c:pt idx="1441">
                        <c:v>5.9958330000000002</c:v>
                      </c:pt>
                      <c:pt idx="1442">
                        <c:v>6</c:v>
                      </c:pt>
                      <c:pt idx="1443">
                        <c:v>6.0041669999999998</c:v>
                      </c:pt>
                      <c:pt idx="1444">
                        <c:v>6.0083330000000004</c:v>
                      </c:pt>
                      <c:pt idx="1445">
                        <c:v>6.0125000000000002</c:v>
                      </c:pt>
                      <c:pt idx="1446">
                        <c:v>6.016667</c:v>
                      </c:pt>
                      <c:pt idx="1447">
                        <c:v>6.0208329999999997</c:v>
                      </c:pt>
                      <c:pt idx="1448">
                        <c:v>6.0250000000000004</c:v>
                      </c:pt>
                      <c:pt idx="1449">
                        <c:v>6.0291670000000002</c:v>
                      </c:pt>
                      <c:pt idx="1450">
                        <c:v>6.0333329999999998</c:v>
                      </c:pt>
                      <c:pt idx="1451">
                        <c:v>6.0374999999999996</c:v>
                      </c:pt>
                      <c:pt idx="1452">
                        <c:v>6.0416670000000003</c:v>
                      </c:pt>
                      <c:pt idx="1453">
                        <c:v>6.045833</c:v>
                      </c:pt>
                      <c:pt idx="1454">
                        <c:v>6.05</c:v>
                      </c:pt>
                      <c:pt idx="1455">
                        <c:v>6.0541669999999996</c:v>
                      </c:pt>
                      <c:pt idx="1456">
                        <c:v>6.0583330000000002</c:v>
                      </c:pt>
                      <c:pt idx="1457">
                        <c:v>6.0625</c:v>
                      </c:pt>
                      <c:pt idx="1458">
                        <c:v>6.0666669999999998</c:v>
                      </c:pt>
                      <c:pt idx="1459">
                        <c:v>6.0708330000000004</c:v>
                      </c:pt>
                      <c:pt idx="1460">
                        <c:v>6.0750000000000002</c:v>
                      </c:pt>
                      <c:pt idx="1461">
                        <c:v>6.079167</c:v>
                      </c:pt>
                      <c:pt idx="1462">
                        <c:v>6.0833329999999997</c:v>
                      </c:pt>
                      <c:pt idx="1463">
                        <c:v>6.0875000000000004</c:v>
                      </c:pt>
                      <c:pt idx="1464">
                        <c:v>6.0916670000000002</c:v>
                      </c:pt>
                      <c:pt idx="1465">
                        <c:v>6.0958329999999998</c:v>
                      </c:pt>
                      <c:pt idx="1466">
                        <c:v>6.1</c:v>
                      </c:pt>
                      <c:pt idx="1467">
                        <c:v>6.1041670000000003</c:v>
                      </c:pt>
                      <c:pt idx="1468">
                        <c:v>6.108333</c:v>
                      </c:pt>
                      <c:pt idx="1469">
                        <c:v>6.1124999999999998</c:v>
                      </c:pt>
                      <c:pt idx="1470">
                        <c:v>6.1166669999999996</c:v>
                      </c:pt>
                      <c:pt idx="1471">
                        <c:v>6.1208330000000002</c:v>
                      </c:pt>
                      <c:pt idx="1472">
                        <c:v>6.125</c:v>
                      </c:pt>
                      <c:pt idx="1473">
                        <c:v>6.1291669999999998</c:v>
                      </c:pt>
                      <c:pt idx="1474">
                        <c:v>6.1333330000000004</c:v>
                      </c:pt>
                      <c:pt idx="1475">
                        <c:v>6.1375000000000002</c:v>
                      </c:pt>
                      <c:pt idx="1476">
                        <c:v>6.141667</c:v>
                      </c:pt>
                      <c:pt idx="1477">
                        <c:v>6.1458329999999997</c:v>
                      </c:pt>
                      <c:pt idx="1478">
                        <c:v>6.15</c:v>
                      </c:pt>
                      <c:pt idx="1479">
                        <c:v>6.1541670000000002</c:v>
                      </c:pt>
                      <c:pt idx="1480">
                        <c:v>6.1583329999999998</c:v>
                      </c:pt>
                      <c:pt idx="1481">
                        <c:v>6.1624999999999996</c:v>
                      </c:pt>
                      <c:pt idx="1482">
                        <c:v>6.1666670000000003</c:v>
                      </c:pt>
                      <c:pt idx="1483">
                        <c:v>6.170833</c:v>
                      </c:pt>
                      <c:pt idx="1484">
                        <c:v>6.1749999999999998</c:v>
                      </c:pt>
                      <c:pt idx="1485">
                        <c:v>6.1791669999999996</c:v>
                      </c:pt>
                      <c:pt idx="1486">
                        <c:v>6.1833330000000002</c:v>
                      </c:pt>
                      <c:pt idx="1487">
                        <c:v>6.1875</c:v>
                      </c:pt>
                      <c:pt idx="1488">
                        <c:v>6.1916669999999998</c:v>
                      </c:pt>
                      <c:pt idx="1489">
                        <c:v>6.1958330000000004</c:v>
                      </c:pt>
                      <c:pt idx="1490">
                        <c:v>6.2</c:v>
                      </c:pt>
                      <c:pt idx="1491">
                        <c:v>6.204167</c:v>
                      </c:pt>
                      <c:pt idx="1492">
                        <c:v>6.2083329999999997</c:v>
                      </c:pt>
                      <c:pt idx="1493">
                        <c:v>6.2125000000000004</c:v>
                      </c:pt>
                      <c:pt idx="1494">
                        <c:v>6.2166670000000002</c:v>
                      </c:pt>
                      <c:pt idx="1495">
                        <c:v>6.2208329999999998</c:v>
                      </c:pt>
                      <c:pt idx="1496">
                        <c:v>6.2249999999999996</c:v>
                      </c:pt>
                      <c:pt idx="1497">
                        <c:v>6.2291670000000003</c:v>
                      </c:pt>
                      <c:pt idx="1498">
                        <c:v>6.233333</c:v>
                      </c:pt>
                      <c:pt idx="1499">
                        <c:v>6.2374999999999998</c:v>
                      </c:pt>
                      <c:pt idx="1500">
                        <c:v>6.2416669999999996</c:v>
                      </c:pt>
                      <c:pt idx="1501">
                        <c:v>6.2458330000000002</c:v>
                      </c:pt>
                      <c:pt idx="1502">
                        <c:v>6.25</c:v>
                      </c:pt>
                      <c:pt idx="1503">
                        <c:v>6.2541669999999998</c:v>
                      </c:pt>
                      <c:pt idx="1504">
                        <c:v>6.2583330000000004</c:v>
                      </c:pt>
                      <c:pt idx="1505">
                        <c:v>6.2625000000000002</c:v>
                      </c:pt>
                      <c:pt idx="1506">
                        <c:v>6.266667</c:v>
                      </c:pt>
                      <c:pt idx="1507">
                        <c:v>6.2708329999999997</c:v>
                      </c:pt>
                      <c:pt idx="1508">
                        <c:v>6.2750000000000004</c:v>
                      </c:pt>
                      <c:pt idx="1509">
                        <c:v>6.2791670000000002</c:v>
                      </c:pt>
                      <c:pt idx="1510">
                        <c:v>6.2833329999999998</c:v>
                      </c:pt>
                      <c:pt idx="1511">
                        <c:v>6.2874999999999996</c:v>
                      </c:pt>
                      <c:pt idx="1512">
                        <c:v>6.2916670000000003</c:v>
                      </c:pt>
                      <c:pt idx="1513">
                        <c:v>6.295833</c:v>
                      </c:pt>
                      <c:pt idx="1514">
                        <c:v>6.3</c:v>
                      </c:pt>
                      <c:pt idx="1515">
                        <c:v>6.3041669999999996</c:v>
                      </c:pt>
                      <c:pt idx="1516">
                        <c:v>6.3083330000000002</c:v>
                      </c:pt>
                      <c:pt idx="1517">
                        <c:v>6.3125</c:v>
                      </c:pt>
                      <c:pt idx="1518">
                        <c:v>6.3166669999999998</c:v>
                      </c:pt>
                      <c:pt idx="1519">
                        <c:v>6.3208330000000004</c:v>
                      </c:pt>
                      <c:pt idx="1520">
                        <c:v>6.3250000000000002</c:v>
                      </c:pt>
                      <c:pt idx="1521">
                        <c:v>6.329167</c:v>
                      </c:pt>
                      <c:pt idx="1522">
                        <c:v>6.3333329999999997</c:v>
                      </c:pt>
                      <c:pt idx="1523">
                        <c:v>6.3375000000000004</c:v>
                      </c:pt>
                      <c:pt idx="1524">
                        <c:v>6.3416670000000002</c:v>
                      </c:pt>
                      <c:pt idx="1525">
                        <c:v>6.3458329999999998</c:v>
                      </c:pt>
                      <c:pt idx="1526">
                        <c:v>6.35</c:v>
                      </c:pt>
                      <c:pt idx="1527">
                        <c:v>6.3541670000000003</c:v>
                      </c:pt>
                      <c:pt idx="1528">
                        <c:v>6.358333</c:v>
                      </c:pt>
                      <c:pt idx="1529">
                        <c:v>6.3624999999999998</c:v>
                      </c:pt>
                      <c:pt idx="1530">
                        <c:v>6.3666669999999996</c:v>
                      </c:pt>
                      <c:pt idx="1531">
                        <c:v>6.3708330000000002</c:v>
                      </c:pt>
                      <c:pt idx="1532">
                        <c:v>6.375</c:v>
                      </c:pt>
                      <c:pt idx="1533">
                        <c:v>6.3791669999999998</c:v>
                      </c:pt>
                      <c:pt idx="1534">
                        <c:v>6.3833330000000004</c:v>
                      </c:pt>
                      <c:pt idx="1535">
                        <c:v>6.3875000000000002</c:v>
                      </c:pt>
                      <c:pt idx="1536">
                        <c:v>6.391667</c:v>
                      </c:pt>
                      <c:pt idx="1537">
                        <c:v>6.3958329999999997</c:v>
                      </c:pt>
                      <c:pt idx="1538">
                        <c:v>6.4</c:v>
                      </c:pt>
                      <c:pt idx="1539">
                        <c:v>6.4041670000000002</c:v>
                      </c:pt>
                      <c:pt idx="1540">
                        <c:v>6.4083329999999998</c:v>
                      </c:pt>
                      <c:pt idx="1541">
                        <c:v>6.4124999999999996</c:v>
                      </c:pt>
                      <c:pt idx="1542">
                        <c:v>6.4166670000000003</c:v>
                      </c:pt>
                      <c:pt idx="1543">
                        <c:v>6.420833</c:v>
                      </c:pt>
                      <c:pt idx="1544">
                        <c:v>6.4249999999999998</c:v>
                      </c:pt>
                      <c:pt idx="1545">
                        <c:v>6.4291669999999996</c:v>
                      </c:pt>
                      <c:pt idx="1546">
                        <c:v>6.4333330000000002</c:v>
                      </c:pt>
                      <c:pt idx="1547">
                        <c:v>6.4375</c:v>
                      </c:pt>
                      <c:pt idx="1548">
                        <c:v>6.4416669999999998</c:v>
                      </c:pt>
                      <c:pt idx="1549">
                        <c:v>6.4458330000000004</c:v>
                      </c:pt>
                      <c:pt idx="1550">
                        <c:v>6.45</c:v>
                      </c:pt>
                      <c:pt idx="1551">
                        <c:v>6.454167</c:v>
                      </c:pt>
                      <c:pt idx="1552">
                        <c:v>6.4583329999999997</c:v>
                      </c:pt>
                      <c:pt idx="1553">
                        <c:v>6.4625000000000004</c:v>
                      </c:pt>
                      <c:pt idx="1554">
                        <c:v>6.4666670000000002</c:v>
                      </c:pt>
                      <c:pt idx="1555">
                        <c:v>6.4708329999999998</c:v>
                      </c:pt>
                      <c:pt idx="1556">
                        <c:v>6.4749999999999996</c:v>
                      </c:pt>
                      <c:pt idx="1557">
                        <c:v>6.4791670000000003</c:v>
                      </c:pt>
                      <c:pt idx="1558">
                        <c:v>6.483333</c:v>
                      </c:pt>
                      <c:pt idx="1559">
                        <c:v>6.4874999999999998</c:v>
                      </c:pt>
                      <c:pt idx="1560">
                        <c:v>6.4916669999999996</c:v>
                      </c:pt>
                      <c:pt idx="1561">
                        <c:v>6.4958330000000002</c:v>
                      </c:pt>
                      <c:pt idx="1562">
                        <c:v>6.5</c:v>
                      </c:pt>
                      <c:pt idx="1563">
                        <c:v>6.5041669999999998</c:v>
                      </c:pt>
                      <c:pt idx="1564">
                        <c:v>6.5083330000000004</c:v>
                      </c:pt>
                      <c:pt idx="1565">
                        <c:v>6.5125000000000002</c:v>
                      </c:pt>
                      <c:pt idx="1566">
                        <c:v>6.516667</c:v>
                      </c:pt>
                      <c:pt idx="1567">
                        <c:v>6.5208329999999997</c:v>
                      </c:pt>
                      <c:pt idx="1568">
                        <c:v>6.5250000000000004</c:v>
                      </c:pt>
                      <c:pt idx="1569">
                        <c:v>6.5291670000000002</c:v>
                      </c:pt>
                      <c:pt idx="1570">
                        <c:v>6.5333329999999998</c:v>
                      </c:pt>
                      <c:pt idx="1571">
                        <c:v>6.5374999999999996</c:v>
                      </c:pt>
                      <c:pt idx="1572">
                        <c:v>6.5416670000000003</c:v>
                      </c:pt>
                      <c:pt idx="1573">
                        <c:v>6.545833</c:v>
                      </c:pt>
                      <c:pt idx="1574">
                        <c:v>6.55</c:v>
                      </c:pt>
                      <c:pt idx="1575">
                        <c:v>6.5541669999999996</c:v>
                      </c:pt>
                      <c:pt idx="1576">
                        <c:v>6.5583330000000002</c:v>
                      </c:pt>
                      <c:pt idx="1577">
                        <c:v>6.5625</c:v>
                      </c:pt>
                      <c:pt idx="1578">
                        <c:v>6.5666669999999998</c:v>
                      </c:pt>
                      <c:pt idx="1579">
                        <c:v>6.5708330000000004</c:v>
                      </c:pt>
                      <c:pt idx="1580">
                        <c:v>6.5750000000000002</c:v>
                      </c:pt>
                      <c:pt idx="1581">
                        <c:v>6.579167</c:v>
                      </c:pt>
                      <c:pt idx="1582">
                        <c:v>6.5833329999999997</c:v>
                      </c:pt>
                      <c:pt idx="1583">
                        <c:v>6.5875000000000004</c:v>
                      </c:pt>
                      <c:pt idx="1584">
                        <c:v>6.5916670000000002</c:v>
                      </c:pt>
                      <c:pt idx="1585">
                        <c:v>6.5958329999999998</c:v>
                      </c:pt>
                      <c:pt idx="1586">
                        <c:v>6.6</c:v>
                      </c:pt>
                      <c:pt idx="1587">
                        <c:v>6.6041670000000003</c:v>
                      </c:pt>
                      <c:pt idx="1588">
                        <c:v>6.608333</c:v>
                      </c:pt>
                      <c:pt idx="1589">
                        <c:v>6.6124999999999998</c:v>
                      </c:pt>
                      <c:pt idx="1590">
                        <c:v>6.6166669999999996</c:v>
                      </c:pt>
                      <c:pt idx="1591">
                        <c:v>6.6208330000000002</c:v>
                      </c:pt>
                      <c:pt idx="1592">
                        <c:v>6.625</c:v>
                      </c:pt>
                      <c:pt idx="1593">
                        <c:v>6.6291669999999998</c:v>
                      </c:pt>
                      <c:pt idx="1594">
                        <c:v>6.6333330000000004</c:v>
                      </c:pt>
                      <c:pt idx="1595">
                        <c:v>6.6375000000000002</c:v>
                      </c:pt>
                      <c:pt idx="1596">
                        <c:v>6.641667</c:v>
                      </c:pt>
                      <c:pt idx="1597">
                        <c:v>6.6458329999999997</c:v>
                      </c:pt>
                      <c:pt idx="1598">
                        <c:v>6.65</c:v>
                      </c:pt>
                      <c:pt idx="1599">
                        <c:v>6.6541670000000002</c:v>
                      </c:pt>
                      <c:pt idx="1600">
                        <c:v>6.6583329999999998</c:v>
                      </c:pt>
                      <c:pt idx="1601">
                        <c:v>6.6624999999999996</c:v>
                      </c:pt>
                      <c:pt idx="1602">
                        <c:v>6.6666670000000003</c:v>
                      </c:pt>
                      <c:pt idx="1603">
                        <c:v>6.670833</c:v>
                      </c:pt>
                      <c:pt idx="1604">
                        <c:v>6.6749999999999998</c:v>
                      </c:pt>
                      <c:pt idx="1605">
                        <c:v>6.6791669999999996</c:v>
                      </c:pt>
                      <c:pt idx="1606">
                        <c:v>6.6833330000000002</c:v>
                      </c:pt>
                      <c:pt idx="1607">
                        <c:v>6.6875</c:v>
                      </c:pt>
                      <c:pt idx="1608">
                        <c:v>6.6916669999999998</c:v>
                      </c:pt>
                      <c:pt idx="1609">
                        <c:v>6.6958330000000004</c:v>
                      </c:pt>
                      <c:pt idx="1610">
                        <c:v>6.7</c:v>
                      </c:pt>
                      <c:pt idx="1611">
                        <c:v>6.704167</c:v>
                      </c:pt>
                      <c:pt idx="1612">
                        <c:v>6.7083329999999997</c:v>
                      </c:pt>
                      <c:pt idx="1613">
                        <c:v>6.7125000000000004</c:v>
                      </c:pt>
                      <c:pt idx="1614">
                        <c:v>6.7166670000000002</c:v>
                      </c:pt>
                      <c:pt idx="1615">
                        <c:v>6.7208329999999998</c:v>
                      </c:pt>
                      <c:pt idx="1616">
                        <c:v>6.7249999999999996</c:v>
                      </c:pt>
                      <c:pt idx="1617">
                        <c:v>6.7291670000000003</c:v>
                      </c:pt>
                      <c:pt idx="1618">
                        <c:v>6.733333</c:v>
                      </c:pt>
                      <c:pt idx="1619">
                        <c:v>6.7374999999999998</c:v>
                      </c:pt>
                      <c:pt idx="1620">
                        <c:v>6.7416669999999996</c:v>
                      </c:pt>
                      <c:pt idx="1621">
                        <c:v>6.7458330000000002</c:v>
                      </c:pt>
                      <c:pt idx="1622">
                        <c:v>6.75</c:v>
                      </c:pt>
                      <c:pt idx="1623">
                        <c:v>6.7541669999999998</c:v>
                      </c:pt>
                      <c:pt idx="1624">
                        <c:v>6.7583330000000004</c:v>
                      </c:pt>
                      <c:pt idx="1625">
                        <c:v>6.7625000000000002</c:v>
                      </c:pt>
                      <c:pt idx="1626">
                        <c:v>6.766667</c:v>
                      </c:pt>
                      <c:pt idx="1627">
                        <c:v>6.7708329999999997</c:v>
                      </c:pt>
                      <c:pt idx="1628">
                        <c:v>6.7750000000000004</c:v>
                      </c:pt>
                      <c:pt idx="1629">
                        <c:v>6.7791670000000002</c:v>
                      </c:pt>
                      <c:pt idx="1630">
                        <c:v>6.7833329999999998</c:v>
                      </c:pt>
                      <c:pt idx="1631">
                        <c:v>6.7874999999999996</c:v>
                      </c:pt>
                      <c:pt idx="1632">
                        <c:v>6.7916670000000003</c:v>
                      </c:pt>
                      <c:pt idx="1633">
                        <c:v>6.795833</c:v>
                      </c:pt>
                      <c:pt idx="1634">
                        <c:v>6.8</c:v>
                      </c:pt>
                      <c:pt idx="1635">
                        <c:v>6.8041669999999996</c:v>
                      </c:pt>
                      <c:pt idx="1636">
                        <c:v>6.8083330000000002</c:v>
                      </c:pt>
                      <c:pt idx="1637">
                        <c:v>6.8125</c:v>
                      </c:pt>
                      <c:pt idx="1638">
                        <c:v>6.8166669999999998</c:v>
                      </c:pt>
                      <c:pt idx="1639">
                        <c:v>6.8208330000000004</c:v>
                      </c:pt>
                      <c:pt idx="1640">
                        <c:v>6.8250000000000002</c:v>
                      </c:pt>
                      <c:pt idx="1641">
                        <c:v>6.829167</c:v>
                      </c:pt>
                      <c:pt idx="1642">
                        <c:v>6.8333329999999997</c:v>
                      </c:pt>
                      <c:pt idx="1643">
                        <c:v>6.8375000000000004</c:v>
                      </c:pt>
                      <c:pt idx="1644">
                        <c:v>6.8416670000000002</c:v>
                      </c:pt>
                      <c:pt idx="1645">
                        <c:v>6.8458329999999998</c:v>
                      </c:pt>
                      <c:pt idx="1646">
                        <c:v>6.85</c:v>
                      </c:pt>
                      <c:pt idx="1647">
                        <c:v>6.8541670000000003</c:v>
                      </c:pt>
                      <c:pt idx="1648">
                        <c:v>6.858333</c:v>
                      </c:pt>
                      <c:pt idx="1649">
                        <c:v>6.8624999999999998</c:v>
                      </c:pt>
                      <c:pt idx="1650">
                        <c:v>6.8666669999999996</c:v>
                      </c:pt>
                      <c:pt idx="1651">
                        <c:v>6.8708330000000002</c:v>
                      </c:pt>
                      <c:pt idx="1652">
                        <c:v>6.875</c:v>
                      </c:pt>
                      <c:pt idx="1653">
                        <c:v>6.8791669999999998</c:v>
                      </c:pt>
                      <c:pt idx="1654">
                        <c:v>6.8833330000000004</c:v>
                      </c:pt>
                      <c:pt idx="1655">
                        <c:v>6.8875000000000002</c:v>
                      </c:pt>
                      <c:pt idx="1656">
                        <c:v>6.891667</c:v>
                      </c:pt>
                      <c:pt idx="1657">
                        <c:v>6.8958329999999997</c:v>
                      </c:pt>
                      <c:pt idx="1658">
                        <c:v>6.9</c:v>
                      </c:pt>
                      <c:pt idx="1659">
                        <c:v>6.9041670000000002</c:v>
                      </c:pt>
                      <c:pt idx="1660">
                        <c:v>6.9083329999999998</c:v>
                      </c:pt>
                      <c:pt idx="1661">
                        <c:v>6.9124999999999996</c:v>
                      </c:pt>
                      <c:pt idx="1662">
                        <c:v>6.9166670000000003</c:v>
                      </c:pt>
                      <c:pt idx="1663">
                        <c:v>6.920833</c:v>
                      </c:pt>
                      <c:pt idx="1664">
                        <c:v>6.9249999999999998</c:v>
                      </c:pt>
                      <c:pt idx="1665">
                        <c:v>6.9291669999999996</c:v>
                      </c:pt>
                      <c:pt idx="1666">
                        <c:v>6.9333330000000002</c:v>
                      </c:pt>
                      <c:pt idx="1667">
                        <c:v>6.9375</c:v>
                      </c:pt>
                      <c:pt idx="1668">
                        <c:v>6.9416669999999998</c:v>
                      </c:pt>
                      <c:pt idx="1669">
                        <c:v>6.9458330000000004</c:v>
                      </c:pt>
                      <c:pt idx="1670">
                        <c:v>6.95</c:v>
                      </c:pt>
                      <c:pt idx="1671">
                        <c:v>6.954167</c:v>
                      </c:pt>
                      <c:pt idx="1672">
                        <c:v>6.9583329999999997</c:v>
                      </c:pt>
                      <c:pt idx="1673">
                        <c:v>6.9625000000000004</c:v>
                      </c:pt>
                      <c:pt idx="1674">
                        <c:v>6.9666670000000002</c:v>
                      </c:pt>
                      <c:pt idx="1675">
                        <c:v>6.9708329999999998</c:v>
                      </c:pt>
                      <c:pt idx="1676">
                        <c:v>6.9749999999999996</c:v>
                      </c:pt>
                      <c:pt idx="1677">
                        <c:v>6.9791670000000003</c:v>
                      </c:pt>
                      <c:pt idx="1678">
                        <c:v>6.983333</c:v>
                      </c:pt>
                      <c:pt idx="1679">
                        <c:v>6.9874999999999998</c:v>
                      </c:pt>
                      <c:pt idx="1680">
                        <c:v>6.9916669999999996</c:v>
                      </c:pt>
                      <c:pt idx="1681">
                        <c:v>6.9958330000000002</c:v>
                      </c:pt>
                      <c:pt idx="1682">
                        <c:v>7</c:v>
                      </c:pt>
                      <c:pt idx="1683">
                        <c:v>7.0041669999999998</c:v>
                      </c:pt>
                      <c:pt idx="1684">
                        <c:v>7.0083330000000004</c:v>
                      </c:pt>
                      <c:pt idx="1685">
                        <c:v>7.0125000000000002</c:v>
                      </c:pt>
                      <c:pt idx="1686">
                        <c:v>7.016667</c:v>
                      </c:pt>
                      <c:pt idx="1687">
                        <c:v>7.0208329999999997</c:v>
                      </c:pt>
                      <c:pt idx="1688">
                        <c:v>7.0250000000000004</c:v>
                      </c:pt>
                      <c:pt idx="1689">
                        <c:v>7.0291670000000002</c:v>
                      </c:pt>
                      <c:pt idx="1690">
                        <c:v>7.0333329999999998</c:v>
                      </c:pt>
                      <c:pt idx="1691">
                        <c:v>7.0374999999999996</c:v>
                      </c:pt>
                      <c:pt idx="1692">
                        <c:v>7.0416670000000003</c:v>
                      </c:pt>
                      <c:pt idx="1693">
                        <c:v>7.045833</c:v>
                      </c:pt>
                      <c:pt idx="1694">
                        <c:v>7.05</c:v>
                      </c:pt>
                      <c:pt idx="1695">
                        <c:v>7.0541669999999996</c:v>
                      </c:pt>
                      <c:pt idx="1696">
                        <c:v>7.0583330000000002</c:v>
                      </c:pt>
                      <c:pt idx="1697">
                        <c:v>7.0625</c:v>
                      </c:pt>
                      <c:pt idx="1698">
                        <c:v>7.0666669999999998</c:v>
                      </c:pt>
                      <c:pt idx="1699">
                        <c:v>7.0708330000000004</c:v>
                      </c:pt>
                      <c:pt idx="1700">
                        <c:v>7.0750000000000002</c:v>
                      </c:pt>
                      <c:pt idx="1701">
                        <c:v>7.079167</c:v>
                      </c:pt>
                      <c:pt idx="1702">
                        <c:v>7.0833329999999997</c:v>
                      </c:pt>
                      <c:pt idx="1703">
                        <c:v>7.0875000000000004</c:v>
                      </c:pt>
                      <c:pt idx="1704">
                        <c:v>7.0916670000000002</c:v>
                      </c:pt>
                      <c:pt idx="1705">
                        <c:v>7.0958329999999998</c:v>
                      </c:pt>
                      <c:pt idx="1706">
                        <c:v>7.1</c:v>
                      </c:pt>
                      <c:pt idx="1707">
                        <c:v>7.1041670000000003</c:v>
                      </c:pt>
                      <c:pt idx="1708">
                        <c:v>7.108333</c:v>
                      </c:pt>
                      <c:pt idx="1709">
                        <c:v>7.11</c:v>
                      </c:pt>
                      <c:pt idx="1710">
                        <c:v>7.11</c:v>
                      </c:pt>
                      <c:pt idx="1711">
                        <c:v>7.1124999999999998</c:v>
                      </c:pt>
                      <c:pt idx="1712">
                        <c:v>7.1166669999999996</c:v>
                      </c:pt>
                      <c:pt idx="1713">
                        <c:v>7.1208330000000002</c:v>
                      </c:pt>
                      <c:pt idx="1714">
                        <c:v>7.125</c:v>
                      </c:pt>
                      <c:pt idx="1715">
                        <c:v>7.1291669999999998</c:v>
                      </c:pt>
                      <c:pt idx="1716">
                        <c:v>7.1333330000000004</c:v>
                      </c:pt>
                      <c:pt idx="1717">
                        <c:v>7.1375000000000002</c:v>
                      </c:pt>
                      <c:pt idx="1718">
                        <c:v>7.141667</c:v>
                      </c:pt>
                      <c:pt idx="1719">
                        <c:v>7.1458329999999997</c:v>
                      </c:pt>
                      <c:pt idx="1720">
                        <c:v>7.15</c:v>
                      </c:pt>
                      <c:pt idx="1721">
                        <c:v>7.1541670000000002</c:v>
                      </c:pt>
                      <c:pt idx="1722">
                        <c:v>7.1583329999999998</c:v>
                      </c:pt>
                      <c:pt idx="1723">
                        <c:v>7.1624999999999996</c:v>
                      </c:pt>
                      <c:pt idx="1724">
                        <c:v>7.1666670000000003</c:v>
                      </c:pt>
                      <c:pt idx="1725">
                        <c:v>7.170833</c:v>
                      </c:pt>
                      <c:pt idx="1726">
                        <c:v>7.1749999999999998</c:v>
                      </c:pt>
                      <c:pt idx="1727">
                        <c:v>7.1791669999999996</c:v>
                      </c:pt>
                      <c:pt idx="1728">
                        <c:v>7.1833330000000002</c:v>
                      </c:pt>
                      <c:pt idx="1729">
                        <c:v>7.1875</c:v>
                      </c:pt>
                      <c:pt idx="1730">
                        <c:v>7.1916669999999998</c:v>
                      </c:pt>
                      <c:pt idx="1731">
                        <c:v>7.1958330000000004</c:v>
                      </c:pt>
                      <c:pt idx="1732">
                        <c:v>7.2</c:v>
                      </c:pt>
                      <c:pt idx="1733">
                        <c:v>7.204167</c:v>
                      </c:pt>
                      <c:pt idx="1734">
                        <c:v>7.2083329999999997</c:v>
                      </c:pt>
                      <c:pt idx="1735">
                        <c:v>7.2125000000000004</c:v>
                      </c:pt>
                      <c:pt idx="1736">
                        <c:v>7.2166670000000002</c:v>
                      </c:pt>
                      <c:pt idx="1737">
                        <c:v>7.2208329999999998</c:v>
                      </c:pt>
                      <c:pt idx="1738">
                        <c:v>7.2249999999999996</c:v>
                      </c:pt>
                      <c:pt idx="1739">
                        <c:v>7.2291670000000003</c:v>
                      </c:pt>
                      <c:pt idx="1740">
                        <c:v>7.233333</c:v>
                      </c:pt>
                      <c:pt idx="1741">
                        <c:v>7.2374999999999998</c:v>
                      </c:pt>
                      <c:pt idx="1742">
                        <c:v>7.2416669999999996</c:v>
                      </c:pt>
                      <c:pt idx="1743">
                        <c:v>7.2458330000000002</c:v>
                      </c:pt>
                      <c:pt idx="1744">
                        <c:v>7.25</c:v>
                      </c:pt>
                      <c:pt idx="1745">
                        <c:v>7.2541669999999998</c:v>
                      </c:pt>
                      <c:pt idx="1746">
                        <c:v>7.2583330000000004</c:v>
                      </c:pt>
                      <c:pt idx="1747">
                        <c:v>7.2625000000000002</c:v>
                      </c:pt>
                      <c:pt idx="1748">
                        <c:v>7.266667</c:v>
                      </c:pt>
                      <c:pt idx="1749">
                        <c:v>7.2708329999999997</c:v>
                      </c:pt>
                      <c:pt idx="1750">
                        <c:v>7.2750000000000004</c:v>
                      </c:pt>
                      <c:pt idx="1751">
                        <c:v>7.2791670000000002</c:v>
                      </c:pt>
                      <c:pt idx="1752">
                        <c:v>7.2833329999999998</c:v>
                      </c:pt>
                      <c:pt idx="1753">
                        <c:v>7.2874999999999996</c:v>
                      </c:pt>
                      <c:pt idx="1754">
                        <c:v>7.2916670000000003</c:v>
                      </c:pt>
                      <c:pt idx="1755">
                        <c:v>7.295833</c:v>
                      </c:pt>
                      <c:pt idx="1756">
                        <c:v>7.3</c:v>
                      </c:pt>
                      <c:pt idx="1757">
                        <c:v>7.3041669999999996</c:v>
                      </c:pt>
                      <c:pt idx="1758">
                        <c:v>7.3083330000000002</c:v>
                      </c:pt>
                      <c:pt idx="1759">
                        <c:v>7.3125</c:v>
                      </c:pt>
                      <c:pt idx="1760">
                        <c:v>7.3166669999999998</c:v>
                      </c:pt>
                      <c:pt idx="1761">
                        <c:v>7.3208330000000004</c:v>
                      </c:pt>
                      <c:pt idx="1762">
                        <c:v>7.3250000000000002</c:v>
                      </c:pt>
                      <c:pt idx="1763">
                        <c:v>7.329167</c:v>
                      </c:pt>
                      <c:pt idx="1764">
                        <c:v>7.3333329999999997</c:v>
                      </c:pt>
                      <c:pt idx="1765">
                        <c:v>7.3375000000000004</c:v>
                      </c:pt>
                      <c:pt idx="1766">
                        <c:v>7.3416670000000002</c:v>
                      </c:pt>
                      <c:pt idx="1767">
                        <c:v>7.3458329999999998</c:v>
                      </c:pt>
                      <c:pt idx="1768">
                        <c:v>7.35</c:v>
                      </c:pt>
                      <c:pt idx="1769">
                        <c:v>7.3541670000000003</c:v>
                      </c:pt>
                      <c:pt idx="1770">
                        <c:v>7.358333</c:v>
                      </c:pt>
                      <c:pt idx="1771">
                        <c:v>7.3624999999999998</c:v>
                      </c:pt>
                      <c:pt idx="1772">
                        <c:v>7.3666669999999996</c:v>
                      </c:pt>
                      <c:pt idx="1773">
                        <c:v>7.3708330000000002</c:v>
                      </c:pt>
                      <c:pt idx="1774">
                        <c:v>7.375</c:v>
                      </c:pt>
                      <c:pt idx="1775">
                        <c:v>7.3791669999999998</c:v>
                      </c:pt>
                      <c:pt idx="1776">
                        <c:v>7.3833330000000004</c:v>
                      </c:pt>
                      <c:pt idx="1777">
                        <c:v>7.3875000000000002</c:v>
                      </c:pt>
                      <c:pt idx="1778">
                        <c:v>7.391667</c:v>
                      </c:pt>
                      <c:pt idx="1779">
                        <c:v>7.3958329999999997</c:v>
                      </c:pt>
                      <c:pt idx="1780">
                        <c:v>7.4</c:v>
                      </c:pt>
                      <c:pt idx="1781">
                        <c:v>7.4041670000000002</c:v>
                      </c:pt>
                      <c:pt idx="1782">
                        <c:v>7.4083329999999998</c:v>
                      </c:pt>
                      <c:pt idx="1783">
                        <c:v>7.4124999999999996</c:v>
                      </c:pt>
                      <c:pt idx="1784">
                        <c:v>7.4166670000000003</c:v>
                      </c:pt>
                      <c:pt idx="1785">
                        <c:v>7.420833</c:v>
                      </c:pt>
                      <c:pt idx="1786">
                        <c:v>7.4249999999999998</c:v>
                      </c:pt>
                      <c:pt idx="1787">
                        <c:v>7.4291669999999996</c:v>
                      </c:pt>
                      <c:pt idx="1788">
                        <c:v>7.4333330000000002</c:v>
                      </c:pt>
                      <c:pt idx="1789">
                        <c:v>7.4375</c:v>
                      </c:pt>
                      <c:pt idx="1790">
                        <c:v>7.4416669999999998</c:v>
                      </c:pt>
                      <c:pt idx="1791">
                        <c:v>7.4458330000000004</c:v>
                      </c:pt>
                      <c:pt idx="1792">
                        <c:v>7.45</c:v>
                      </c:pt>
                      <c:pt idx="1793">
                        <c:v>7.454167</c:v>
                      </c:pt>
                      <c:pt idx="1794">
                        <c:v>7.4583329999999997</c:v>
                      </c:pt>
                      <c:pt idx="1795">
                        <c:v>7.4625000000000004</c:v>
                      </c:pt>
                      <c:pt idx="1796">
                        <c:v>7.4666670000000002</c:v>
                      </c:pt>
                      <c:pt idx="1797">
                        <c:v>7.4708329999999998</c:v>
                      </c:pt>
                      <c:pt idx="1798">
                        <c:v>7.4749999999999996</c:v>
                      </c:pt>
                      <c:pt idx="1799">
                        <c:v>7.4791670000000003</c:v>
                      </c:pt>
                      <c:pt idx="1800">
                        <c:v>7.483333</c:v>
                      </c:pt>
                      <c:pt idx="1801">
                        <c:v>7.4874999999999998</c:v>
                      </c:pt>
                      <c:pt idx="1802">
                        <c:v>7.4916669999999996</c:v>
                      </c:pt>
                      <c:pt idx="1803">
                        <c:v>7.4958330000000002</c:v>
                      </c:pt>
                      <c:pt idx="1804">
                        <c:v>7.5</c:v>
                      </c:pt>
                      <c:pt idx="1805">
                        <c:v>7.5041669999999998</c:v>
                      </c:pt>
                      <c:pt idx="1806">
                        <c:v>7.5083330000000004</c:v>
                      </c:pt>
                      <c:pt idx="1807">
                        <c:v>7.5125000000000002</c:v>
                      </c:pt>
                      <c:pt idx="1808">
                        <c:v>7.516667</c:v>
                      </c:pt>
                      <c:pt idx="1809">
                        <c:v>7.5208329999999997</c:v>
                      </c:pt>
                      <c:pt idx="1810">
                        <c:v>7.5250000000000004</c:v>
                      </c:pt>
                      <c:pt idx="1811">
                        <c:v>7.5291670000000002</c:v>
                      </c:pt>
                      <c:pt idx="1812">
                        <c:v>7.5333329999999998</c:v>
                      </c:pt>
                      <c:pt idx="1813">
                        <c:v>7.5374999999999996</c:v>
                      </c:pt>
                      <c:pt idx="1814">
                        <c:v>7.5416670000000003</c:v>
                      </c:pt>
                      <c:pt idx="1815">
                        <c:v>7.545833</c:v>
                      </c:pt>
                      <c:pt idx="1816">
                        <c:v>7.55</c:v>
                      </c:pt>
                      <c:pt idx="1817">
                        <c:v>7.5541669999999996</c:v>
                      </c:pt>
                      <c:pt idx="1818">
                        <c:v>7.5583330000000002</c:v>
                      </c:pt>
                      <c:pt idx="1819">
                        <c:v>7.5625</c:v>
                      </c:pt>
                      <c:pt idx="1820">
                        <c:v>7.5666669999999998</c:v>
                      </c:pt>
                      <c:pt idx="1821">
                        <c:v>7.5708330000000004</c:v>
                      </c:pt>
                      <c:pt idx="1822">
                        <c:v>7.5750000000000002</c:v>
                      </c:pt>
                      <c:pt idx="1823">
                        <c:v>7.579167</c:v>
                      </c:pt>
                      <c:pt idx="1824">
                        <c:v>7.5833329999999997</c:v>
                      </c:pt>
                      <c:pt idx="1825">
                        <c:v>7.5875000000000004</c:v>
                      </c:pt>
                      <c:pt idx="1826">
                        <c:v>7.5916670000000002</c:v>
                      </c:pt>
                      <c:pt idx="1827">
                        <c:v>7.5958329999999998</c:v>
                      </c:pt>
                      <c:pt idx="1828">
                        <c:v>7.6</c:v>
                      </c:pt>
                      <c:pt idx="1829">
                        <c:v>7.6041670000000003</c:v>
                      </c:pt>
                      <c:pt idx="1830">
                        <c:v>7.608333</c:v>
                      </c:pt>
                      <c:pt idx="1831">
                        <c:v>7.6124999999999998</c:v>
                      </c:pt>
                      <c:pt idx="1832">
                        <c:v>7.6166669999999996</c:v>
                      </c:pt>
                      <c:pt idx="1833">
                        <c:v>7.6208330000000002</c:v>
                      </c:pt>
                      <c:pt idx="1834">
                        <c:v>7.625</c:v>
                      </c:pt>
                      <c:pt idx="1835">
                        <c:v>7.6291669999999998</c:v>
                      </c:pt>
                      <c:pt idx="1836">
                        <c:v>7.6333330000000004</c:v>
                      </c:pt>
                      <c:pt idx="1837">
                        <c:v>7.6375000000000002</c:v>
                      </c:pt>
                      <c:pt idx="1838">
                        <c:v>7.641667</c:v>
                      </c:pt>
                      <c:pt idx="1839">
                        <c:v>7.6458329999999997</c:v>
                      </c:pt>
                      <c:pt idx="1840">
                        <c:v>7.65</c:v>
                      </c:pt>
                      <c:pt idx="1841">
                        <c:v>7.6541670000000002</c:v>
                      </c:pt>
                      <c:pt idx="1842">
                        <c:v>7.6583329999999998</c:v>
                      </c:pt>
                      <c:pt idx="1843">
                        <c:v>7.6624999999999996</c:v>
                      </c:pt>
                      <c:pt idx="1844">
                        <c:v>7.6666670000000003</c:v>
                      </c:pt>
                      <c:pt idx="1845">
                        <c:v>7.670833</c:v>
                      </c:pt>
                      <c:pt idx="1846">
                        <c:v>7.6749999999999998</c:v>
                      </c:pt>
                      <c:pt idx="1847">
                        <c:v>7.6791669999999996</c:v>
                      </c:pt>
                      <c:pt idx="1848">
                        <c:v>7.6833330000000002</c:v>
                      </c:pt>
                      <c:pt idx="1849">
                        <c:v>7.6875</c:v>
                      </c:pt>
                      <c:pt idx="1850">
                        <c:v>7.6916669999999998</c:v>
                      </c:pt>
                      <c:pt idx="1851">
                        <c:v>7.6958330000000004</c:v>
                      </c:pt>
                      <c:pt idx="1852">
                        <c:v>7.7</c:v>
                      </c:pt>
                      <c:pt idx="1853">
                        <c:v>7.704167</c:v>
                      </c:pt>
                      <c:pt idx="1854">
                        <c:v>7.7083329999999997</c:v>
                      </c:pt>
                      <c:pt idx="1855">
                        <c:v>7.7125000000000004</c:v>
                      </c:pt>
                      <c:pt idx="1856">
                        <c:v>7.7166670000000002</c:v>
                      </c:pt>
                      <c:pt idx="1857">
                        <c:v>7.7208329999999998</c:v>
                      </c:pt>
                      <c:pt idx="1858">
                        <c:v>7.7249999999999996</c:v>
                      </c:pt>
                      <c:pt idx="1859">
                        <c:v>7.7291670000000003</c:v>
                      </c:pt>
                      <c:pt idx="1860">
                        <c:v>7.733333</c:v>
                      </c:pt>
                      <c:pt idx="1861">
                        <c:v>7.7374999999999998</c:v>
                      </c:pt>
                      <c:pt idx="1862">
                        <c:v>7.7416669999999996</c:v>
                      </c:pt>
                      <c:pt idx="1863">
                        <c:v>7.7458330000000002</c:v>
                      </c:pt>
                      <c:pt idx="1864">
                        <c:v>7.75</c:v>
                      </c:pt>
                      <c:pt idx="1865">
                        <c:v>7.7541669999999998</c:v>
                      </c:pt>
                      <c:pt idx="1866">
                        <c:v>7.7583330000000004</c:v>
                      </c:pt>
                      <c:pt idx="1867">
                        <c:v>7.7625000000000002</c:v>
                      </c:pt>
                      <c:pt idx="1868">
                        <c:v>7.766667</c:v>
                      </c:pt>
                      <c:pt idx="1869">
                        <c:v>7.7708329999999997</c:v>
                      </c:pt>
                      <c:pt idx="1870">
                        <c:v>7.7750000000000004</c:v>
                      </c:pt>
                      <c:pt idx="1871">
                        <c:v>7.7791670000000002</c:v>
                      </c:pt>
                      <c:pt idx="1872">
                        <c:v>7.7833329999999998</c:v>
                      </c:pt>
                      <c:pt idx="1873">
                        <c:v>7.7874999999999996</c:v>
                      </c:pt>
                      <c:pt idx="1874">
                        <c:v>7.7916670000000003</c:v>
                      </c:pt>
                      <c:pt idx="1875">
                        <c:v>7.795833</c:v>
                      </c:pt>
                      <c:pt idx="1876">
                        <c:v>7.8</c:v>
                      </c:pt>
                      <c:pt idx="1877">
                        <c:v>7.8041669999999996</c:v>
                      </c:pt>
                      <c:pt idx="1878">
                        <c:v>7.8083330000000002</c:v>
                      </c:pt>
                      <c:pt idx="1879">
                        <c:v>7.8125</c:v>
                      </c:pt>
                      <c:pt idx="1880">
                        <c:v>7.8166669999999998</c:v>
                      </c:pt>
                      <c:pt idx="1881">
                        <c:v>7.8208330000000004</c:v>
                      </c:pt>
                      <c:pt idx="1882">
                        <c:v>7.8250000000000002</c:v>
                      </c:pt>
                      <c:pt idx="1883">
                        <c:v>7.829167</c:v>
                      </c:pt>
                      <c:pt idx="1884">
                        <c:v>7.8333329999999997</c:v>
                      </c:pt>
                      <c:pt idx="1885">
                        <c:v>7.8375000000000004</c:v>
                      </c:pt>
                      <c:pt idx="1886">
                        <c:v>7.8416670000000002</c:v>
                      </c:pt>
                      <c:pt idx="1887">
                        <c:v>7.8458329999999998</c:v>
                      </c:pt>
                      <c:pt idx="1888">
                        <c:v>7.85</c:v>
                      </c:pt>
                      <c:pt idx="1889">
                        <c:v>7.8541670000000003</c:v>
                      </c:pt>
                      <c:pt idx="1890">
                        <c:v>7.858333</c:v>
                      </c:pt>
                      <c:pt idx="1891">
                        <c:v>7.8624999999999998</c:v>
                      </c:pt>
                      <c:pt idx="1892">
                        <c:v>7.8666669999999996</c:v>
                      </c:pt>
                      <c:pt idx="1893">
                        <c:v>7.8708330000000002</c:v>
                      </c:pt>
                      <c:pt idx="1894">
                        <c:v>7.875</c:v>
                      </c:pt>
                      <c:pt idx="1895">
                        <c:v>7.8791669999999998</c:v>
                      </c:pt>
                      <c:pt idx="1896">
                        <c:v>7.8833330000000004</c:v>
                      </c:pt>
                      <c:pt idx="1897">
                        <c:v>7.8875000000000002</c:v>
                      </c:pt>
                      <c:pt idx="1898">
                        <c:v>7.891667</c:v>
                      </c:pt>
                      <c:pt idx="1899">
                        <c:v>7.8958329999999997</c:v>
                      </c:pt>
                      <c:pt idx="1900">
                        <c:v>7.9</c:v>
                      </c:pt>
                      <c:pt idx="1901">
                        <c:v>7.9041670000000002</c:v>
                      </c:pt>
                      <c:pt idx="1902">
                        <c:v>7.9083329999999998</c:v>
                      </c:pt>
                      <c:pt idx="1903">
                        <c:v>7.9124999999999996</c:v>
                      </c:pt>
                      <c:pt idx="1904">
                        <c:v>7.9166670000000003</c:v>
                      </c:pt>
                      <c:pt idx="1905">
                        <c:v>7.920833</c:v>
                      </c:pt>
                      <c:pt idx="1906">
                        <c:v>7.9249999999999998</c:v>
                      </c:pt>
                      <c:pt idx="1907">
                        <c:v>7.9291669999999996</c:v>
                      </c:pt>
                      <c:pt idx="1908">
                        <c:v>7.9333330000000002</c:v>
                      </c:pt>
                      <c:pt idx="1909">
                        <c:v>7.9375</c:v>
                      </c:pt>
                      <c:pt idx="1910">
                        <c:v>7.9416669999999998</c:v>
                      </c:pt>
                      <c:pt idx="1911">
                        <c:v>7.9458330000000004</c:v>
                      </c:pt>
                      <c:pt idx="1912">
                        <c:v>7.95</c:v>
                      </c:pt>
                      <c:pt idx="1913">
                        <c:v>7.954167</c:v>
                      </c:pt>
                      <c:pt idx="1914">
                        <c:v>7.9583329999999997</c:v>
                      </c:pt>
                      <c:pt idx="1915">
                        <c:v>7.9625000000000004</c:v>
                      </c:pt>
                      <c:pt idx="1916">
                        <c:v>7.9666670000000002</c:v>
                      </c:pt>
                      <c:pt idx="1917">
                        <c:v>7.9708329999999998</c:v>
                      </c:pt>
                      <c:pt idx="1918">
                        <c:v>7.9749999999999996</c:v>
                      </c:pt>
                      <c:pt idx="1919">
                        <c:v>7.9791670000000003</c:v>
                      </c:pt>
                      <c:pt idx="1920">
                        <c:v>7.983333</c:v>
                      </c:pt>
                      <c:pt idx="1921">
                        <c:v>7.9874999999999998</c:v>
                      </c:pt>
                      <c:pt idx="1922">
                        <c:v>7.9916669999999996</c:v>
                      </c:pt>
                      <c:pt idx="1923">
                        <c:v>7.9958330000000002</c:v>
                      </c:pt>
                      <c:pt idx="1924">
                        <c:v>8</c:v>
                      </c:pt>
                      <c:pt idx="1925">
                        <c:v>8.0041670000000007</c:v>
                      </c:pt>
                      <c:pt idx="1926">
                        <c:v>8.0083330000000004</c:v>
                      </c:pt>
                      <c:pt idx="1927">
                        <c:v>8.0124999999999993</c:v>
                      </c:pt>
                      <c:pt idx="1928">
                        <c:v>8.016667</c:v>
                      </c:pt>
                      <c:pt idx="1929">
                        <c:v>8.0208329999999997</c:v>
                      </c:pt>
                      <c:pt idx="1930">
                        <c:v>8.0250000000000004</c:v>
                      </c:pt>
                      <c:pt idx="1931">
                        <c:v>8.0291669999999993</c:v>
                      </c:pt>
                      <c:pt idx="1932">
                        <c:v>8.0333330000000007</c:v>
                      </c:pt>
                      <c:pt idx="1933">
                        <c:v>8.0374999999999996</c:v>
                      </c:pt>
                      <c:pt idx="1934">
                        <c:v>8.0416670000000003</c:v>
                      </c:pt>
                      <c:pt idx="1935">
                        <c:v>8.045833</c:v>
                      </c:pt>
                      <c:pt idx="1936">
                        <c:v>8.0500000000000007</c:v>
                      </c:pt>
                      <c:pt idx="1937">
                        <c:v>8.0541669999999996</c:v>
                      </c:pt>
                      <c:pt idx="1938">
                        <c:v>8.0583329999999993</c:v>
                      </c:pt>
                      <c:pt idx="1939">
                        <c:v>8.0625</c:v>
                      </c:pt>
                      <c:pt idx="1940">
                        <c:v>8.0666670000000007</c:v>
                      </c:pt>
                      <c:pt idx="1941">
                        <c:v>8.0708330000000004</c:v>
                      </c:pt>
                      <c:pt idx="1942">
                        <c:v>8.0749999999999993</c:v>
                      </c:pt>
                      <c:pt idx="1943">
                        <c:v>8.079167</c:v>
                      </c:pt>
                      <c:pt idx="1944">
                        <c:v>8.0833329999999997</c:v>
                      </c:pt>
                      <c:pt idx="1945">
                        <c:v>8.0875000000000004</c:v>
                      </c:pt>
                      <c:pt idx="1946">
                        <c:v>8.0916669999999993</c:v>
                      </c:pt>
                      <c:pt idx="1947">
                        <c:v>8.0958330000000007</c:v>
                      </c:pt>
                      <c:pt idx="1948">
                        <c:v>8.1</c:v>
                      </c:pt>
                      <c:pt idx="1949">
                        <c:v>8.1041670000000003</c:v>
                      </c:pt>
                      <c:pt idx="1950">
                        <c:v>8.108333</c:v>
                      </c:pt>
                      <c:pt idx="1951">
                        <c:v>8.1125000000000007</c:v>
                      </c:pt>
                      <c:pt idx="1952">
                        <c:v>8.1166669999999996</c:v>
                      </c:pt>
                      <c:pt idx="1953">
                        <c:v>8.1208329999999993</c:v>
                      </c:pt>
                      <c:pt idx="1954">
                        <c:v>8.125</c:v>
                      </c:pt>
                      <c:pt idx="1955">
                        <c:v>8.1291670000000007</c:v>
                      </c:pt>
                      <c:pt idx="1956">
                        <c:v>8.1333330000000004</c:v>
                      </c:pt>
                      <c:pt idx="1957">
                        <c:v>8.1374999999999993</c:v>
                      </c:pt>
                      <c:pt idx="1958">
                        <c:v>8.141667</c:v>
                      </c:pt>
                      <c:pt idx="1959">
                        <c:v>8.1458329999999997</c:v>
                      </c:pt>
                      <c:pt idx="1960">
                        <c:v>8.15</c:v>
                      </c:pt>
                      <c:pt idx="1961">
                        <c:v>8.1541669999999993</c:v>
                      </c:pt>
                      <c:pt idx="1962">
                        <c:v>8.1583330000000007</c:v>
                      </c:pt>
                      <c:pt idx="1963">
                        <c:v>8.1624999999999996</c:v>
                      </c:pt>
                      <c:pt idx="1964">
                        <c:v>8.1666670000000003</c:v>
                      </c:pt>
                      <c:pt idx="1965">
                        <c:v>8.170833</c:v>
                      </c:pt>
                      <c:pt idx="1966">
                        <c:v>8.1750000000000007</c:v>
                      </c:pt>
                      <c:pt idx="1967">
                        <c:v>8.1791669999999996</c:v>
                      </c:pt>
                      <c:pt idx="1968">
                        <c:v>8.1833329999999993</c:v>
                      </c:pt>
                      <c:pt idx="1969">
                        <c:v>8.1875</c:v>
                      </c:pt>
                      <c:pt idx="1970">
                        <c:v>8.1916670000000007</c:v>
                      </c:pt>
                      <c:pt idx="1971">
                        <c:v>8.1958330000000004</c:v>
                      </c:pt>
                      <c:pt idx="1972">
                        <c:v>8.1999999999999993</c:v>
                      </c:pt>
                      <c:pt idx="1973">
                        <c:v>8.204167</c:v>
                      </c:pt>
                      <c:pt idx="1974">
                        <c:v>8.2083329999999997</c:v>
                      </c:pt>
                      <c:pt idx="1975">
                        <c:v>8.2125000000000004</c:v>
                      </c:pt>
                      <c:pt idx="1976">
                        <c:v>8.2166669999999993</c:v>
                      </c:pt>
                      <c:pt idx="1977">
                        <c:v>8.2208330000000007</c:v>
                      </c:pt>
                      <c:pt idx="1978">
                        <c:v>8.2249999999999996</c:v>
                      </c:pt>
                      <c:pt idx="1979">
                        <c:v>8.2291670000000003</c:v>
                      </c:pt>
                      <c:pt idx="1980">
                        <c:v>8.233333</c:v>
                      </c:pt>
                      <c:pt idx="1981">
                        <c:v>8.2375000000000007</c:v>
                      </c:pt>
                      <c:pt idx="1982">
                        <c:v>8.2416669999999996</c:v>
                      </c:pt>
                      <c:pt idx="1983">
                        <c:v>8.2458329999999993</c:v>
                      </c:pt>
                      <c:pt idx="1984">
                        <c:v>8.25</c:v>
                      </c:pt>
                      <c:pt idx="1985">
                        <c:v>8.2541670000000007</c:v>
                      </c:pt>
                      <c:pt idx="1986">
                        <c:v>8.2583330000000004</c:v>
                      </c:pt>
                      <c:pt idx="1987">
                        <c:v>8.2624999999999993</c:v>
                      </c:pt>
                      <c:pt idx="1988">
                        <c:v>8.266667</c:v>
                      </c:pt>
                      <c:pt idx="1989">
                        <c:v>8.2708329999999997</c:v>
                      </c:pt>
                      <c:pt idx="1990">
                        <c:v>8.2750000000000004</c:v>
                      </c:pt>
                      <c:pt idx="1991">
                        <c:v>8.2791669999999993</c:v>
                      </c:pt>
                      <c:pt idx="1992">
                        <c:v>8.2833330000000007</c:v>
                      </c:pt>
                      <c:pt idx="1993">
                        <c:v>8.2874999999999996</c:v>
                      </c:pt>
                      <c:pt idx="1994">
                        <c:v>8.2916670000000003</c:v>
                      </c:pt>
                      <c:pt idx="1995">
                        <c:v>8.295833</c:v>
                      </c:pt>
                      <c:pt idx="1996">
                        <c:v>8.3000000000000007</c:v>
                      </c:pt>
                      <c:pt idx="1997">
                        <c:v>8.3041669999999996</c:v>
                      </c:pt>
                      <c:pt idx="1998">
                        <c:v>8.3083329999999993</c:v>
                      </c:pt>
                      <c:pt idx="1999">
                        <c:v>8.3125</c:v>
                      </c:pt>
                      <c:pt idx="2000">
                        <c:v>8.3166670000000007</c:v>
                      </c:pt>
                      <c:pt idx="2001">
                        <c:v>8.3208330000000004</c:v>
                      </c:pt>
                      <c:pt idx="2002">
                        <c:v>8.3249999999999993</c:v>
                      </c:pt>
                      <c:pt idx="2003">
                        <c:v>8.329167</c:v>
                      </c:pt>
                      <c:pt idx="2004">
                        <c:v>8.3333329999999997</c:v>
                      </c:pt>
                      <c:pt idx="2005">
                        <c:v>8.3375000000000004</c:v>
                      </c:pt>
                      <c:pt idx="2006">
                        <c:v>8.3416669999999993</c:v>
                      </c:pt>
                      <c:pt idx="2007">
                        <c:v>8.3458330000000007</c:v>
                      </c:pt>
                      <c:pt idx="2008">
                        <c:v>8.35</c:v>
                      </c:pt>
                      <c:pt idx="2009">
                        <c:v>8.3541670000000003</c:v>
                      </c:pt>
                      <c:pt idx="2010">
                        <c:v>8.358333</c:v>
                      </c:pt>
                      <c:pt idx="2011">
                        <c:v>8.3625000000000007</c:v>
                      </c:pt>
                      <c:pt idx="2012">
                        <c:v>8.3666669999999996</c:v>
                      </c:pt>
                      <c:pt idx="2013">
                        <c:v>8.3708329999999993</c:v>
                      </c:pt>
                      <c:pt idx="2014">
                        <c:v>8.375</c:v>
                      </c:pt>
                      <c:pt idx="2015">
                        <c:v>8.3791670000000007</c:v>
                      </c:pt>
                      <c:pt idx="2016">
                        <c:v>8.3833330000000004</c:v>
                      </c:pt>
                      <c:pt idx="2017">
                        <c:v>8.3874999999999993</c:v>
                      </c:pt>
                      <c:pt idx="2018">
                        <c:v>8.391667</c:v>
                      </c:pt>
                      <c:pt idx="2019">
                        <c:v>8.3958329999999997</c:v>
                      </c:pt>
                      <c:pt idx="2020">
                        <c:v>8.4</c:v>
                      </c:pt>
                      <c:pt idx="2021">
                        <c:v>8.4041669999999993</c:v>
                      </c:pt>
                      <c:pt idx="2022">
                        <c:v>8.4083330000000007</c:v>
                      </c:pt>
                      <c:pt idx="2023">
                        <c:v>8.4124999999999996</c:v>
                      </c:pt>
                      <c:pt idx="2024">
                        <c:v>8.4166670000000003</c:v>
                      </c:pt>
                      <c:pt idx="2025">
                        <c:v>8.420833</c:v>
                      </c:pt>
                      <c:pt idx="2026">
                        <c:v>8.4250000000000007</c:v>
                      </c:pt>
                      <c:pt idx="2027">
                        <c:v>8.4291669999999996</c:v>
                      </c:pt>
                      <c:pt idx="2028">
                        <c:v>8.4333329999999993</c:v>
                      </c:pt>
                      <c:pt idx="2029">
                        <c:v>8.4375</c:v>
                      </c:pt>
                      <c:pt idx="2030">
                        <c:v>8.4416670000000007</c:v>
                      </c:pt>
                      <c:pt idx="2031">
                        <c:v>8.4458330000000004</c:v>
                      </c:pt>
                      <c:pt idx="2032">
                        <c:v>8.4499999999999993</c:v>
                      </c:pt>
                      <c:pt idx="2033">
                        <c:v>8.454167</c:v>
                      </c:pt>
                      <c:pt idx="2034">
                        <c:v>8.4583329999999997</c:v>
                      </c:pt>
                      <c:pt idx="2035">
                        <c:v>8.4625000000000004</c:v>
                      </c:pt>
                      <c:pt idx="2036">
                        <c:v>8.4666669999999993</c:v>
                      </c:pt>
                      <c:pt idx="2037">
                        <c:v>8.4708330000000007</c:v>
                      </c:pt>
                      <c:pt idx="2038">
                        <c:v>8.4749999999999996</c:v>
                      </c:pt>
                      <c:pt idx="2039">
                        <c:v>8.4791670000000003</c:v>
                      </c:pt>
                      <c:pt idx="2040">
                        <c:v>8.483333</c:v>
                      </c:pt>
                      <c:pt idx="2041">
                        <c:v>8.4875000000000007</c:v>
                      </c:pt>
                      <c:pt idx="2042">
                        <c:v>8.4916669999999996</c:v>
                      </c:pt>
                      <c:pt idx="2043">
                        <c:v>8.4958329999999993</c:v>
                      </c:pt>
                      <c:pt idx="2044">
                        <c:v>8.5</c:v>
                      </c:pt>
                      <c:pt idx="2045">
                        <c:v>8.5041670000000007</c:v>
                      </c:pt>
                      <c:pt idx="2046">
                        <c:v>8.5083330000000004</c:v>
                      </c:pt>
                      <c:pt idx="2047">
                        <c:v>8.5124999999999993</c:v>
                      </c:pt>
                      <c:pt idx="2048">
                        <c:v>8.516667</c:v>
                      </c:pt>
                      <c:pt idx="2049">
                        <c:v>8.5208329999999997</c:v>
                      </c:pt>
                      <c:pt idx="2050">
                        <c:v>8.5250000000000004</c:v>
                      </c:pt>
                      <c:pt idx="2051">
                        <c:v>8.5291669999999993</c:v>
                      </c:pt>
                      <c:pt idx="2052">
                        <c:v>8.5333330000000007</c:v>
                      </c:pt>
                      <c:pt idx="2053">
                        <c:v>8.5374999999999996</c:v>
                      </c:pt>
                      <c:pt idx="2054">
                        <c:v>8.5416670000000003</c:v>
                      </c:pt>
                      <c:pt idx="2055">
                        <c:v>8.545833</c:v>
                      </c:pt>
                      <c:pt idx="2056">
                        <c:v>8.5500000000000007</c:v>
                      </c:pt>
                      <c:pt idx="2057">
                        <c:v>8.5541669999999996</c:v>
                      </c:pt>
                      <c:pt idx="2058">
                        <c:v>8.5583329999999993</c:v>
                      </c:pt>
                      <c:pt idx="2059">
                        <c:v>8.5625</c:v>
                      </c:pt>
                      <c:pt idx="2060">
                        <c:v>8.5666670000000007</c:v>
                      </c:pt>
                      <c:pt idx="2061">
                        <c:v>8.5708330000000004</c:v>
                      </c:pt>
                      <c:pt idx="2062">
                        <c:v>8.5749999999999993</c:v>
                      </c:pt>
                      <c:pt idx="2063">
                        <c:v>8.579167</c:v>
                      </c:pt>
                      <c:pt idx="2064">
                        <c:v>8.5833329999999997</c:v>
                      </c:pt>
                      <c:pt idx="2065">
                        <c:v>8.5875000000000004</c:v>
                      </c:pt>
                      <c:pt idx="2066">
                        <c:v>8.5916669999999993</c:v>
                      </c:pt>
                      <c:pt idx="2067">
                        <c:v>8.5958330000000007</c:v>
                      </c:pt>
                      <c:pt idx="2068">
                        <c:v>8.6</c:v>
                      </c:pt>
                      <c:pt idx="2069">
                        <c:v>8.6041670000000003</c:v>
                      </c:pt>
                      <c:pt idx="2070">
                        <c:v>8.608333</c:v>
                      </c:pt>
                      <c:pt idx="2071">
                        <c:v>8.6125000000000007</c:v>
                      </c:pt>
                      <c:pt idx="2072">
                        <c:v>8.6166669999999996</c:v>
                      </c:pt>
                      <c:pt idx="2073">
                        <c:v>8.6208329999999993</c:v>
                      </c:pt>
                      <c:pt idx="2074">
                        <c:v>8.625</c:v>
                      </c:pt>
                      <c:pt idx="2075">
                        <c:v>8.6291670000000007</c:v>
                      </c:pt>
                      <c:pt idx="2076">
                        <c:v>8.6333330000000004</c:v>
                      </c:pt>
                      <c:pt idx="2077">
                        <c:v>8.6374999999999993</c:v>
                      </c:pt>
                      <c:pt idx="2078">
                        <c:v>8.641667</c:v>
                      </c:pt>
                      <c:pt idx="2079">
                        <c:v>8.6458329999999997</c:v>
                      </c:pt>
                      <c:pt idx="2080">
                        <c:v>8.65</c:v>
                      </c:pt>
                      <c:pt idx="2081">
                        <c:v>8.6541669999999993</c:v>
                      </c:pt>
                      <c:pt idx="2082">
                        <c:v>8.6583330000000007</c:v>
                      </c:pt>
                      <c:pt idx="2083">
                        <c:v>8.6624999999999996</c:v>
                      </c:pt>
                      <c:pt idx="2084">
                        <c:v>8.6666670000000003</c:v>
                      </c:pt>
                      <c:pt idx="2085">
                        <c:v>8.670833</c:v>
                      </c:pt>
                      <c:pt idx="2086">
                        <c:v>8.6750000000000007</c:v>
                      </c:pt>
                      <c:pt idx="2087">
                        <c:v>8.6791669999999996</c:v>
                      </c:pt>
                      <c:pt idx="2088">
                        <c:v>8.6833329999999993</c:v>
                      </c:pt>
                      <c:pt idx="2089">
                        <c:v>8.6875</c:v>
                      </c:pt>
                      <c:pt idx="2090">
                        <c:v>8.6916670000000007</c:v>
                      </c:pt>
                      <c:pt idx="2091">
                        <c:v>8.6958330000000004</c:v>
                      </c:pt>
                      <c:pt idx="2092">
                        <c:v>8.6999999999999993</c:v>
                      </c:pt>
                      <c:pt idx="2093">
                        <c:v>8.704167</c:v>
                      </c:pt>
                      <c:pt idx="2094">
                        <c:v>8.7083329999999997</c:v>
                      </c:pt>
                      <c:pt idx="2095">
                        <c:v>8.7125000000000004</c:v>
                      </c:pt>
                      <c:pt idx="2096">
                        <c:v>8.7166669999999993</c:v>
                      </c:pt>
                      <c:pt idx="2097">
                        <c:v>8.7208330000000007</c:v>
                      </c:pt>
                      <c:pt idx="2098">
                        <c:v>8.7249999999999996</c:v>
                      </c:pt>
                      <c:pt idx="2099">
                        <c:v>8.7291670000000003</c:v>
                      </c:pt>
                      <c:pt idx="2100">
                        <c:v>8.733333</c:v>
                      </c:pt>
                      <c:pt idx="2101">
                        <c:v>8.7375000000000007</c:v>
                      </c:pt>
                      <c:pt idx="2102">
                        <c:v>8.7416669999999996</c:v>
                      </c:pt>
                      <c:pt idx="2103">
                        <c:v>8.7458329999999993</c:v>
                      </c:pt>
                      <c:pt idx="2104">
                        <c:v>8.75</c:v>
                      </c:pt>
                      <c:pt idx="2105">
                        <c:v>8.7541670000000007</c:v>
                      </c:pt>
                      <c:pt idx="2106">
                        <c:v>8.7583330000000004</c:v>
                      </c:pt>
                      <c:pt idx="2107">
                        <c:v>8.7624999999999993</c:v>
                      </c:pt>
                      <c:pt idx="2108">
                        <c:v>8.766667</c:v>
                      </c:pt>
                      <c:pt idx="2109">
                        <c:v>8.7708329999999997</c:v>
                      </c:pt>
                      <c:pt idx="2110">
                        <c:v>8.7750000000000004</c:v>
                      </c:pt>
                      <c:pt idx="2111">
                        <c:v>8.7791669999999993</c:v>
                      </c:pt>
                      <c:pt idx="2112">
                        <c:v>8.7833330000000007</c:v>
                      </c:pt>
                      <c:pt idx="2113">
                        <c:v>8.7874999999999996</c:v>
                      </c:pt>
                      <c:pt idx="2114">
                        <c:v>8.7916670000000003</c:v>
                      </c:pt>
                      <c:pt idx="2115">
                        <c:v>8.795833</c:v>
                      </c:pt>
                      <c:pt idx="2116">
                        <c:v>8.8000000000000007</c:v>
                      </c:pt>
                      <c:pt idx="2117">
                        <c:v>8.8041669999999996</c:v>
                      </c:pt>
                      <c:pt idx="2118">
                        <c:v>8.8083329999999993</c:v>
                      </c:pt>
                      <c:pt idx="2119">
                        <c:v>8.8125</c:v>
                      </c:pt>
                      <c:pt idx="2120">
                        <c:v>8.8166670000000007</c:v>
                      </c:pt>
                      <c:pt idx="2121">
                        <c:v>8.8208330000000004</c:v>
                      </c:pt>
                      <c:pt idx="2122">
                        <c:v>8.8249999999999993</c:v>
                      </c:pt>
                      <c:pt idx="2123">
                        <c:v>8.829167</c:v>
                      </c:pt>
                      <c:pt idx="2124">
                        <c:v>8.8333329999999997</c:v>
                      </c:pt>
                      <c:pt idx="2125">
                        <c:v>8.8375000000000004</c:v>
                      </c:pt>
                      <c:pt idx="2126">
                        <c:v>8.8416669999999993</c:v>
                      </c:pt>
                      <c:pt idx="2127">
                        <c:v>8.8458330000000007</c:v>
                      </c:pt>
                      <c:pt idx="2128">
                        <c:v>8.85</c:v>
                      </c:pt>
                      <c:pt idx="2129">
                        <c:v>8.8541670000000003</c:v>
                      </c:pt>
                      <c:pt idx="2130">
                        <c:v>8.858333</c:v>
                      </c:pt>
                      <c:pt idx="2131">
                        <c:v>8.8625000000000007</c:v>
                      </c:pt>
                      <c:pt idx="2132">
                        <c:v>8.8666669999999996</c:v>
                      </c:pt>
                      <c:pt idx="2133">
                        <c:v>8.8708329999999993</c:v>
                      </c:pt>
                      <c:pt idx="2134">
                        <c:v>8.875</c:v>
                      </c:pt>
                      <c:pt idx="2135">
                        <c:v>8.8791670000000007</c:v>
                      </c:pt>
                      <c:pt idx="2136">
                        <c:v>8.8833330000000004</c:v>
                      </c:pt>
                      <c:pt idx="2137">
                        <c:v>8.8874999999999993</c:v>
                      </c:pt>
                      <c:pt idx="2138">
                        <c:v>8.891667</c:v>
                      </c:pt>
                      <c:pt idx="2139">
                        <c:v>8.8958329999999997</c:v>
                      </c:pt>
                      <c:pt idx="2140">
                        <c:v>8.9</c:v>
                      </c:pt>
                      <c:pt idx="2141">
                        <c:v>8.9041669999999993</c:v>
                      </c:pt>
                      <c:pt idx="2142">
                        <c:v>8.9083330000000007</c:v>
                      </c:pt>
                      <c:pt idx="2143">
                        <c:v>8.9124999999999996</c:v>
                      </c:pt>
                      <c:pt idx="2144">
                        <c:v>8.9166670000000003</c:v>
                      </c:pt>
                      <c:pt idx="2145">
                        <c:v>8.920833</c:v>
                      </c:pt>
                      <c:pt idx="2146">
                        <c:v>8.9250000000000007</c:v>
                      </c:pt>
                      <c:pt idx="2147">
                        <c:v>8.9291669999999996</c:v>
                      </c:pt>
                      <c:pt idx="2148">
                        <c:v>8.9333329999999993</c:v>
                      </c:pt>
                      <c:pt idx="2149">
                        <c:v>8.9375</c:v>
                      </c:pt>
                      <c:pt idx="2150">
                        <c:v>8.9416670000000007</c:v>
                      </c:pt>
                      <c:pt idx="2151">
                        <c:v>8.9458330000000004</c:v>
                      </c:pt>
                      <c:pt idx="2152">
                        <c:v>8.9499999999999993</c:v>
                      </c:pt>
                      <c:pt idx="2153">
                        <c:v>8.954167</c:v>
                      </c:pt>
                      <c:pt idx="2154">
                        <c:v>8.9583329999999997</c:v>
                      </c:pt>
                      <c:pt idx="2155">
                        <c:v>8.9625000000000004</c:v>
                      </c:pt>
                      <c:pt idx="2156">
                        <c:v>8.9666669999999993</c:v>
                      </c:pt>
                      <c:pt idx="2157">
                        <c:v>8.9708330000000007</c:v>
                      </c:pt>
                      <c:pt idx="2158">
                        <c:v>8.9749999999999996</c:v>
                      </c:pt>
                      <c:pt idx="2159">
                        <c:v>8.9791670000000003</c:v>
                      </c:pt>
                      <c:pt idx="2160">
                        <c:v>8.983333</c:v>
                      </c:pt>
                      <c:pt idx="2161">
                        <c:v>8.9875000000000007</c:v>
                      </c:pt>
                      <c:pt idx="2162">
                        <c:v>8.9916669999999996</c:v>
                      </c:pt>
                      <c:pt idx="2163">
                        <c:v>8.9958329999999993</c:v>
                      </c:pt>
                      <c:pt idx="2164">
                        <c:v>9</c:v>
                      </c:pt>
                      <c:pt idx="2165">
                        <c:v>9.0041670000000007</c:v>
                      </c:pt>
                      <c:pt idx="2166">
                        <c:v>9.0083330000000004</c:v>
                      </c:pt>
                      <c:pt idx="2167">
                        <c:v>9.0124999999999993</c:v>
                      </c:pt>
                      <c:pt idx="2168">
                        <c:v>9.016667</c:v>
                      </c:pt>
                      <c:pt idx="2169">
                        <c:v>9.0208329999999997</c:v>
                      </c:pt>
                      <c:pt idx="2170">
                        <c:v>9.0250000000000004</c:v>
                      </c:pt>
                      <c:pt idx="2171">
                        <c:v>9.0291669999999993</c:v>
                      </c:pt>
                      <c:pt idx="2172">
                        <c:v>9.0333330000000007</c:v>
                      </c:pt>
                      <c:pt idx="2173">
                        <c:v>9.0374999999999996</c:v>
                      </c:pt>
                      <c:pt idx="2174">
                        <c:v>9.0416670000000003</c:v>
                      </c:pt>
                      <c:pt idx="2175">
                        <c:v>9.045833</c:v>
                      </c:pt>
                      <c:pt idx="2176">
                        <c:v>9.0500000000000007</c:v>
                      </c:pt>
                      <c:pt idx="2177">
                        <c:v>9.0541669999999996</c:v>
                      </c:pt>
                      <c:pt idx="2178">
                        <c:v>9.0583329999999993</c:v>
                      </c:pt>
                      <c:pt idx="2179">
                        <c:v>9.0625</c:v>
                      </c:pt>
                      <c:pt idx="2180">
                        <c:v>9.0666670000000007</c:v>
                      </c:pt>
                      <c:pt idx="2181">
                        <c:v>9.0708330000000004</c:v>
                      </c:pt>
                      <c:pt idx="2182">
                        <c:v>9.0749999999999993</c:v>
                      </c:pt>
                      <c:pt idx="2183">
                        <c:v>9.079167</c:v>
                      </c:pt>
                      <c:pt idx="2184">
                        <c:v>9.0833329999999997</c:v>
                      </c:pt>
                      <c:pt idx="2185">
                        <c:v>9.0875000000000004</c:v>
                      </c:pt>
                      <c:pt idx="2186">
                        <c:v>9.0916669999999993</c:v>
                      </c:pt>
                      <c:pt idx="2187">
                        <c:v>9.0958330000000007</c:v>
                      </c:pt>
                      <c:pt idx="2188">
                        <c:v>9.1</c:v>
                      </c:pt>
                      <c:pt idx="2189">
                        <c:v>9.1041670000000003</c:v>
                      </c:pt>
                      <c:pt idx="2190">
                        <c:v>9.108333</c:v>
                      </c:pt>
                      <c:pt idx="2191">
                        <c:v>9.1125000000000007</c:v>
                      </c:pt>
                      <c:pt idx="2192">
                        <c:v>9.1166669999999996</c:v>
                      </c:pt>
                      <c:pt idx="2193">
                        <c:v>9.1208329999999993</c:v>
                      </c:pt>
                      <c:pt idx="2194">
                        <c:v>9.125</c:v>
                      </c:pt>
                      <c:pt idx="2195">
                        <c:v>9.1291670000000007</c:v>
                      </c:pt>
                      <c:pt idx="2196">
                        <c:v>9.1333330000000004</c:v>
                      </c:pt>
                      <c:pt idx="2197">
                        <c:v>9.1374999999999993</c:v>
                      </c:pt>
                      <c:pt idx="2198">
                        <c:v>9.141667</c:v>
                      </c:pt>
                      <c:pt idx="2199">
                        <c:v>9.1458329999999997</c:v>
                      </c:pt>
                      <c:pt idx="2200">
                        <c:v>9.15</c:v>
                      </c:pt>
                      <c:pt idx="2201">
                        <c:v>9.1541669999999993</c:v>
                      </c:pt>
                      <c:pt idx="2202">
                        <c:v>9.1583330000000007</c:v>
                      </c:pt>
                      <c:pt idx="2203">
                        <c:v>9.1624999999999996</c:v>
                      </c:pt>
                      <c:pt idx="2204">
                        <c:v>9.1666670000000003</c:v>
                      </c:pt>
                      <c:pt idx="2205">
                        <c:v>9.170833</c:v>
                      </c:pt>
                      <c:pt idx="2206">
                        <c:v>9.1750000000000007</c:v>
                      </c:pt>
                      <c:pt idx="2207">
                        <c:v>9.1791669999999996</c:v>
                      </c:pt>
                      <c:pt idx="2208">
                        <c:v>9.1833329999999993</c:v>
                      </c:pt>
                      <c:pt idx="2209">
                        <c:v>9.1875</c:v>
                      </c:pt>
                      <c:pt idx="2210">
                        <c:v>9.1916670000000007</c:v>
                      </c:pt>
                      <c:pt idx="2211">
                        <c:v>9.1958330000000004</c:v>
                      </c:pt>
                      <c:pt idx="2212">
                        <c:v>9.1999999999999993</c:v>
                      </c:pt>
                      <c:pt idx="2213">
                        <c:v>9.204167</c:v>
                      </c:pt>
                      <c:pt idx="2214">
                        <c:v>9.2083329999999997</c:v>
                      </c:pt>
                      <c:pt idx="2215">
                        <c:v>9.2125000000000004</c:v>
                      </c:pt>
                      <c:pt idx="2216">
                        <c:v>9.2166669999999993</c:v>
                      </c:pt>
                      <c:pt idx="2217">
                        <c:v>9.2208330000000007</c:v>
                      </c:pt>
                      <c:pt idx="2218">
                        <c:v>9.2249999999999996</c:v>
                      </c:pt>
                      <c:pt idx="2219">
                        <c:v>9.2291670000000003</c:v>
                      </c:pt>
                      <c:pt idx="2220">
                        <c:v>9.233333</c:v>
                      </c:pt>
                      <c:pt idx="2221">
                        <c:v>9.2375000000000007</c:v>
                      </c:pt>
                      <c:pt idx="2222">
                        <c:v>9.2416669999999996</c:v>
                      </c:pt>
                      <c:pt idx="2223">
                        <c:v>9.2458329999999993</c:v>
                      </c:pt>
                      <c:pt idx="2224">
                        <c:v>9.25</c:v>
                      </c:pt>
                      <c:pt idx="2225">
                        <c:v>9.2541670000000007</c:v>
                      </c:pt>
                      <c:pt idx="2226">
                        <c:v>9.2583330000000004</c:v>
                      </c:pt>
                      <c:pt idx="2227">
                        <c:v>9.2624999999999993</c:v>
                      </c:pt>
                      <c:pt idx="2228">
                        <c:v>9.266667</c:v>
                      </c:pt>
                      <c:pt idx="2229">
                        <c:v>9.2708329999999997</c:v>
                      </c:pt>
                      <c:pt idx="2230">
                        <c:v>9.2750000000000004</c:v>
                      </c:pt>
                      <c:pt idx="2231">
                        <c:v>9.2791669999999993</c:v>
                      </c:pt>
                      <c:pt idx="2232">
                        <c:v>9.2833330000000007</c:v>
                      </c:pt>
                      <c:pt idx="2233">
                        <c:v>9.2874999999999996</c:v>
                      </c:pt>
                      <c:pt idx="2234">
                        <c:v>9.2916670000000003</c:v>
                      </c:pt>
                      <c:pt idx="2235">
                        <c:v>9.295833</c:v>
                      </c:pt>
                      <c:pt idx="2236">
                        <c:v>9.3000000000000007</c:v>
                      </c:pt>
                      <c:pt idx="2237">
                        <c:v>9.3041669999999996</c:v>
                      </c:pt>
                      <c:pt idx="2238">
                        <c:v>9.3083329999999993</c:v>
                      </c:pt>
                      <c:pt idx="2239">
                        <c:v>9.3125</c:v>
                      </c:pt>
                      <c:pt idx="2240">
                        <c:v>9.3166670000000007</c:v>
                      </c:pt>
                      <c:pt idx="2241">
                        <c:v>9.3208330000000004</c:v>
                      </c:pt>
                      <c:pt idx="2242">
                        <c:v>9.3249999999999993</c:v>
                      </c:pt>
                      <c:pt idx="2243">
                        <c:v>9.329167</c:v>
                      </c:pt>
                      <c:pt idx="2244">
                        <c:v>9.3333329999999997</c:v>
                      </c:pt>
                      <c:pt idx="2245">
                        <c:v>9.3375000000000004</c:v>
                      </c:pt>
                      <c:pt idx="2246">
                        <c:v>9.3416669999999993</c:v>
                      </c:pt>
                      <c:pt idx="2247">
                        <c:v>9.3458330000000007</c:v>
                      </c:pt>
                      <c:pt idx="2248">
                        <c:v>9.35</c:v>
                      </c:pt>
                      <c:pt idx="2249">
                        <c:v>9.3541670000000003</c:v>
                      </c:pt>
                      <c:pt idx="2250">
                        <c:v>9.358333</c:v>
                      </c:pt>
                      <c:pt idx="2251">
                        <c:v>9.3625000000000007</c:v>
                      </c:pt>
                      <c:pt idx="2252">
                        <c:v>9.3666669999999996</c:v>
                      </c:pt>
                      <c:pt idx="2253">
                        <c:v>9.3708329999999993</c:v>
                      </c:pt>
                      <c:pt idx="2254">
                        <c:v>9.375</c:v>
                      </c:pt>
                      <c:pt idx="2255">
                        <c:v>9.3791670000000007</c:v>
                      </c:pt>
                      <c:pt idx="2256">
                        <c:v>9.3833330000000004</c:v>
                      </c:pt>
                      <c:pt idx="2257">
                        <c:v>9.3874999999999993</c:v>
                      </c:pt>
                      <c:pt idx="2258">
                        <c:v>9.391667</c:v>
                      </c:pt>
                      <c:pt idx="2259">
                        <c:v>9.3958329999999997</c:v>
                      </c:pt>
                      <c:pt idx="2260">
                        <c:v>9.4</c:v>
                      </c:pt>
                      <c:pt idx="2261">
                        <c:v>9.4041669999999993</c:v>
                      </c:pt>
                      <c:pt idx="2262">
                        <c:v>9.4083330000000007</c:v>
                      </c:pt>
                      <c:pt idx="2263">
                        <c:v>9.4124999999999996</c:v>
                      </c:pt>
                      <c:pt idx="2264">
                        <c:v>9.4166670000000003</c:v>
                      </c:pt>
                      <c:pt idx="2265">
                        <c:v>9.420833</c:v>
                      </c:pt>
                      <c:pt idx="2266">
                        <c:v>9.4250000000000007</c:v>
                      </c:pt>
                      <c:pt idx="2267">
                        <c:v>9.4291669999999996</c:v>
                      </c:pt>
                      <c:pt idx="2268">
                        <c:v>9.4333329999999993</c:v>
                      </c:pt>
                      <c:pt idx="2269">
                        <c:v>9.4375</c:v>
                      </c:pt>
                      <c:pt idx="2270">
                        <c:v>9.4416670000000007</c:v>
                      </c:pt>
                      <c:pt idx="2271">
                        <c:v>9.4458330000000004</c:v>
                      </c:pt>
                      <c:pt idx="2272">
                        <c:v>9.4499999999999993</c:v>
                      </c:pt>
                      <c:pt idx="2273">
                        <c:v>9.454167</c:v>
                      </c:pt>
                      <c:pt idx="2274">
                        <c:v>9.4583329999999997</c:v>
                      </c:pt>
                      <c:pt idx="2275">
                        <c:v>9.4625000000000004</c:v>
                      </c:pt>
                      <c:pt idx="2276">
                        <c:v>9.4666669999999993</c:v>
                      </c:pt>
                      <c:pt idx="2277">
                        <c:v>9.4708330000000007</c:v>
                      </c:pt>
                      <c:pt idx="2278">
                        <c:v>9.4749999999999996</c:v>
                      </c:pt>
                      <c:pt idx="2279">
                        <c:v>9.4791670000000003</c:v>
                      </c:pt>
                      <c:pt idx="2280">
                        <c:v>9.483333</c:v>
                      </c:pt>
                      <c:pt idx="2281">
                        <c:v>9.4875000000000007</c:v>
                      </c:pt>
                      <c:pt idx="2282">
                        <c:v>9.4916669999999996</c:v>
                      </c:pt>
                      <c:pt idx="2283">
                        <c:v>9.4958329999999993</c:v>
                      </c:pt>
                      <c:pt idx="2284">
                        <c:v>9.5</c:v>
                      </c:pt>
                      <c:pt idx="2285">
                        <c:v>9.5041670000000007</c:v>
                      </c:pt>
                      <c:pt idx="2286">
                        <c:v>9.5083330000000004</c:v>
                      </c:pt>
                      <c:pt idx="2287">
                        <c:v>9.5124999999999993</c:v>
                      </c:pt>
                      <c:pt idx="2288">
                        <c:v>9.516667</c:v>
                      </c:pt>
                      <c:pt idx="2289">
                        <c:v>9.5208329999999997</c:v>
                      </c:pt>
                      <c:pt idx="2290">
                        <c:v>9.5250000000000004</c:v>
                      </c:pt>
                      <c:pt idx="2291">
                        <c:v>9.5291669999999993</c:v>
                      </c:pt>
                      <c:pt idx="2292">
                        <c:v>9.5333330000000007</c:v>
                      </c:pt>
                      <c:pt idx="2293">
                        <c:v>9.5374999999999996</c:v>
                      </c:pt>
                      <c:pt idx="2294">
                        <c:v>9.5416670000000003</c:v>
                      </c:pt>
                      <c:pt idx="2295">
                        <c:v>9.545833</c:v>
                      </c:pt>
                      <c:pt idx="2296">
                        <c:v>9.5500000000000007</c:v>
                      </c:pt>
                      <c:pt idx="2297">
                        <c:v>9.5541669999999996</c:v>
                      </c:pt>
                      <c:pt idx="2298">
                        <c:v>9.5583329999999993</c:v>
                      </c:pt>
                      <c:pt idx="2299">
                        <c:v>9.5625</c:v>
                      </c:pt>
                      <c:pt idx="2300">
                        <c:v>9.5666670000000007</c:v>
                      </c:pt>
                      <c:pt idx="2301">
                        <c:v>9.5708330000000004</c:v>
                      </c:pt>
                      <c:pt idx="2302">
                        <c:v>9.5749999999999993</c:v>
                      </c:pt>
                      <c:pt idx="2303">
                        <c:v>9.579167</c:v>
                      </c:pt>
                      <c:pt idx="2304">
                        <c:v>9.5833329999999997</c:v>
                      </c:pt>
                      <c:pt idx="2305">
                        <c:v>9.5875000000000004</c:v>
                      </c:pt>
                      <c:pt idx="2306">
                        <c:v>9.5916669999999993</c:v>
                      </c:pt>
                      <c:pt idx="2307">
                        <c:v>9.5958330000000007</c:v>
                      </c:pt>
                      <c:pt idx="2308">
                        <c:v>9.6</c:v>
                      </c:pt>
                      <c:pt idx="2309">
                        <c:v>9.6041670000000003</c:v>
                      </c:pt>
                      <c:pt idx="2310">
                        <c:v>9.608333</c:v>
                      </c:pt>
                      <c:pt idx="2311">
                        <c:v>9.6125000000000007</c:v>
                      </c:pt>
                      <c:pt idx="2312">
                        <c:v>9.6166669999999996</c:v>
                      </c:pt>
                      <c:pt idx="2313">
                        <c:v>9.6208329999999993</c:v>
                      </c:pt>
                      <c:pt idx="2314">
                        <c:v>9.625</c:v>
                      </c:pt>
                      <c:pt idx="2315">
                        <c:v>9.6291670000000007</c:v>
                      </c:pt>
                      <c:pt idx="2316">
                        <c:v>9.6333330000000004</c:v>
                      </c:pt>
                      <c:pt idx="2317">
                        <c:v>9.6374999999999993</c:v>
                      </c:pt>
                      <c:pt idx="2318">
                        <c:v>9.641667</c:v>
                      </c:pt>
                      <c:pt idx="2319">
                        <c:v>9.6458329999999997</c:v>
                      </c:pt>
                      <c:pt idx="2320">
                        <c:v>9.65</c:v>
                      </c:pt>
                      <c:pt idx="2321">
                        <c:v>9.6541669999999993</c:v>
                      </c:pt>
                      <c:pt idx="2322">
                        <c:v>9.6583330000000007</c:v>
                      </c:pt>
                      <c:pt idx="2323">
                        <c:v>9.6624999999999996</c:v>
                      </c:pt>
                      <c:pt idx="2324">
                        <c:v>9.6666670000000003</c:v>
                      </c:pt>
                      <c:pt idx="2325">
                        <c:v>9.670833</c:v>
                      </c:pt>
                      <c:pt idx="2326">
                        <c:v>9.6750000000000007</c:v>
                      </c:pt>
                      <c:pt idx="2327">
                        <c:v>9.6791669999999996</c:v>
                      </c:pt>
                      <c:pt idx="2328">
                        <c:v>9.6833329999999993</c:v>
                      </c:pt>
                      <c:pt idx="2329">
                        <c:v>9.6875</c:v>
                      </c:pt>
                      <c:pt idx="2330">
                        <c:v>9.6916670000000007</c:v>
                      </c:pt>
                      <c:pt idx="2331">
                        <c:v>9.6958330000000004</c:v>
                      </c:pt>
                      <c:pt idx="2332">
                        <c:v>9.6999999999999993</c:v>
                      </c:pt>
                      <c:pt idx="2333">
                        <c:v>9.704167</c:v>
                      </c:pt>
                      <c:pt idx="2334">
                        <c:v>9.7083329999999997</c:v>
                      </c:pt>
                      <c:pt idx="2335">
                        <c:v>9.7125000000000004</c:v>
                      </c:pt>
                      <c:pt idx="2336">
                        <c:v>9.7166669999999993</c:v>
                      </c:pt>
                      <c:pt idx="2337">
                        <c:v>9.7208330000000007</c:v>
                      </c:pt>
                      <c:pt idx="2338">
                        <c:v>9.7249999999999996</c:v>
                      </c:pt>
                      <c:pt idx="2339">
                        <c:v>9.7291670000000003</c:v>
                      </c:pt>
                      <c:pt idx="2340">
                        <c:v>9.733333</c:v>
                      </c:pt>
                      <c:pt idx="2341">
                        <c:v>9.7375000000000007</c:v>
                      </c:pt>
                      <c:pt idx="2342">
                        <c:v>9.7416669999999996</c:v>
                      </c:pt>
                      <c:pt idx="2343">
                        <c:v>9.7458329999999993</c:v>
                      </c:pt>
                      <c:pt idx="2344">
                        <c:v>9.75</c:v>
                      </c:pt>
                      <c:pt idx="2345">
                        <c:v>9.7541670000000007</c:v>
                      </c:pt>
                      <c:pt idx="2346">
                        <c:v>9.7583330000000004</c:v>
                      </c:pt>
                      <c:pt idx="2347">
                        <c:v>9.7624999999999993</c:v>
                      </c:pt>
                      <c:pt idx="2348">
                        <c:v>9.766667</c:v>
                      </c:pt>
                      <c:pt idx="2349">
                        <c:v>9.7708329999999997</c:v>
                      </c:pt>
                      <c:pt idx="2350">
                        <c:v>9.7750000000000004</c:v>
                      </c:pt>
                      <c:pt idx="2351">
                        <c:v>9.7791669999999993</c:v>
                      </c:pt>
                      <c:pt idx="2352">
                        <c:v>9.7833330000000007</c:v>
                      </c:pt>
                      <c:pt idx="2353">
                        <c:v>9.7874999999999996</c:v>
                      </c:pt>
                      <c:pt idx="2354">
                        <c:v>9.7916670000000003</c:v>
                      </c:pt>
                      <c:pt idx="2355">
                        <c:v>9.795833</c:v>
                      </c:pt>
                      <c:pt idx="2356">
                        <c:v>9.8000000000000007</c:v>
                      </c:pt>
                      <c:pt idx="2357">
                        <c:v>9.8041669999999996</c:v>
                      </c:pt>
                      <c:pt idx="2358">
                        <c:v>9.8083329999999993</c:v>
                      </c:pt>
                      <c:pt idx="2359">
                        <c:v>9.8125</c:v>
                      </c:pt>
                      <c:pt idx="2360">
                        <c:v>9.8166670000000007</c:v>
                      </c:pt>
                      <c:pt idx="2361">
                        <c:v>9.8208330000000004</c:v>
                      </c:pt>
                      <c:pt idx="2362">
                        <c:v>9.8249999999999993</c:v>
                      </c:pt>
                      <c:pt idx="2363">
                        <c:v>9.829167</c:v>
                      </c:pt>
                      <c:pt idx="2364">
                        <c:v>9.8333329999999997</c:v>
                      </c:pt>
                      <c:pt idx="2365">
                        <c:v>9.8375000000000004</c:v>
                      </c:pt>
                      <c:pt idx="2366">
                        <c:v>9.8416669999999993</c:v>
                      </c:pt>
                      <c:pt idx="2367">
                        <c:v>9.8458330000000007</c:v>
                      </c:pt>
                      <c:pt idx="2368">
                        <c:v>9.85</c:v>
                      </c:pt>
                      <c:pt idx="2369">
                        <c:v>9.8541670000000003</c:v>
                      </c:pt>
                      <c:pt idx="2370">
                        <c:v>9.858333</c:v>
                      </c:pt>
                      <c:pt idx="2371">
                        <c:v>9.8625000000000007</c:v>
                      </c:pt>
                      <c:pt idx="2372">
                        <c:v>9.8666669999999996</c:v>
                      </c:pt>
                      <c:pt idx="2373">
                        <c:v>9.8708329999999993</c:v>
                      </c:pt>
                      <c:pt idx="2374">
                        <c:v>9.875</c:v>
                      </c:pt>
                      <c:pt idx="2375">
                        <c:v>9.8791670000000007</c:v>
                      </c:pt>
                      <c:pt idx="2376">
                        <c:v>9.8833330000000004</c:v>
                      </c:pt>
                      <c:pt idx="2377">
                        <c:v>9.8874999999999993</c:v>
                      </c:pt>
                      <c:pt idx="2378">
                        <c:v>9.891667</c:v>
                      </c:pt>
                      <c:pt idx="2379">
                        <c:v>9.8958329999999997</c:v>
                      </c:pt>
                      <c:pt idx="2380">
                        <c:v>9.9</c:v>
                      </c:pt>
                      <c:pt idx="2381">
                        <c:v>9.9041669999999993</c:v>
                      </c:pt>
                      <c:pt idx="2382">
                        <c:v>9.9083330000000007</c:v>
                      </c:pt>
                      <c:pt idx="2383">
                        <c:v>9.9124999999999996</c:v>
                      </c:pt>
                      <c:pt idx="2384">
                        <c:v>9.9166670000000003</c:v>
                      </c:pt>
                      <c:pt idx="2385">
                        <c:v>9.920833</c:v>
                      </c:pt>
                      <c:pt idx="2386">
                        <c:v>9.9250000000000007</c:v>
                      </c:pt>
                      <c:pt idx="2387">
                        <c:v>9.9291669999999996</c:v>
                      </c:pt>
                      <c:pt idx="2388">
                        <c:v>9.9333329999999993</c:v>
                      </c:pt>
                      <c:pt idx="2389">
                        <c:v>9.9375</c:v>
                      </c:pt>
                      <c:pt idx="2390">
                        <c:v>9.9416670000000007</c:v>
                      </c:pt>
                      <c:pt idx="2391">
                        <c:v>9.9458330000000004</c:v>
                      </c:pt>
                      <c:pt idx="2392">
                        <c:v>9.9499999999999993</c:v>
                      </c:pt>
                      <c:pt idx="2393">
                        <c:v>9.954167</c:v>
                      </c:pt>
                      <c:pt idx="2394">
                        <c:v>9.9583329999999997</c:v>
                      </c:pt>
                      <c:pt idx="2395">
                        <c:v>9.9625000000000004</c:v>
                      </c:pt>
                      <c:pt idx="2396">
                        <c:v>9.9666669999999993</c:v>
                      </c:pt>
                      <c:pt idx="2397">
                        <c:v>9.9708330000000007</c:v>
                      </c:pt>
                      <c:pt idx="2398">
                        <c:v>9.9749999999999996</c:v>
                      </c:pt>
                      <c:pt idx="2399">
                        <c:v>9.9791670000000003</c:v>
                      </c:pt>
                      <c:pt idx="2400">
                        <c:v>9.983333</c:v>
                      </c:pt>
                      <c:pt idx="2401">
                        <c:v>9.9875000000000007</c:v>
                      </c:pt>
                      <c:pt idx="2402">
                        <c:v>9.9916669999999996</c:v>
                      </c:pt>
                      <c:pt idx="2403">
                        <c:v>9.9958329999999993</c:v>
                      </c:pt>
                      <c:pt idx="2404">
                        <c:v>10</c:v>
                      </c:pt>
                      <c:pt idx="2405">
                        <c:v>10.004167000000001</c:v>
                      </c:pt>
                      <c:pt idx="2406">
                        <c:v>10.008333</c:v>
                      </c:pt>
                      <c:pt idx="2407">
                        <c:v>10.012499999999999</c:v>
                      </c:pt>
                      <c:pt idx="2408">
                        <c:v>10.016667</c:v>
                      </c:pt>
                      <c:pt idx="2409">
                        <c:v>10.020833</c:v>
                      </c:pt>
                      <c:pt idx="2410">
                        <c:v>10.025</c:v>
                      </c:pt>
                      <c:pt idx="2411">
                        <c:v>10.029166999999999</c:v>
                      </c:pt>
                      <c:pt idx="2412">
                        <c:v>10.033333000000001</c:v>
                      </c:pt>
                      <c:pt idx="2413">
                        <c:v>10.0375</c:v>
                      </c:pt>
                      <c:pt idx="2414">
                        <c:v>10.041667</c:v>
                      </c:pt>
                      <c:pt idx="2415">
                        <c:v>10.045833</c:v>
                      </c:pt>
                      <c:pt idx="2416">
                        <c:v>10.050000000000001</c:v>
                      </c:pt>
                      <c:pt idx="2417">
                        <c:v>10.054167</c:v>
                      </c:pt>
                      <c:pt idx="2418">
                        <c:v>10.058332999999999</c:v>
                      </c:pt>
                      <c:pt idx="2419">
                        <c:v>10.0625</c:v>
                      </c:pt>
                      <c:pt idx="2420">
                        <c:v>10.066667000000001</c:v>
                      </c:pt>
                      <c:pt idx="2421">
                        <c:v>10.070833</c:v>
                      </c:pt>
                      <c:pt idx="2422">
                        <c:v>10.074999999999999</c:v>
                      </c:pt>
                      <c:pt idx="2423">
                        <c:v>10.079167</c:v>
                      </c:pt>
                      <c:pt idx="2424">
                        <c:v>10.083333</c:v>
                      </c:pt>
                      <c:pt idx="2425">
                        <c:v>10.0875</c:v>
                      </c:pt>
                      <c:pt idx="2426">
                        <c:v>10.091666999999999</c:v>
                      </c:pt>
                      <c:pt idx="2427">
                        <c:v>10.095833000000001</c:v>
                      </c:pt>
                      <c:pt idx="2428">
                        <c:v>10.1</c:v>
                      </c:pt>
                      <c:pt idx="2429">
                        <c:v>10.104167</c:v>
                      </c:pt>
                      <c:pt idx="2430">
                        <c:v>10.108333</c:v>
                      </c:pt>
                      <c:pt idx="2431">
                        <c:v>10.112500000000001</c:v>
                      </c:pt>
                      <c:pt idx="2432">
                        <c:v>10.116667</c:v>
                      </c:pt>
                      <c:pt idx="2433">
                        <c:v>10.120832999999999</c:v>
                      </c:pt>
                      <c:pt idx="2434">
                        <c:v>10.125</c:v>
                      </c:pt>
                      <c:pt idx="2435">
                        <c:v>10.129167000000001</c:v>
                      </c:pt>
                      <c:pt idx="2436">
                        <c:v>10.133333</c:v>
                      </c:pt>
                      <c:pt idx="2437">
                        <c:v>10.137499999999999</c:v>
                      </c:pt>
                      <c:pt idx="2438">
                        <c:v>10.141667</c:v>
                      </c:pt>
                      <c:pt idx="2439">
                        <c:v>10.145833</c:v>
                      </c:pt>
                      <c:pt idx="2440">
                        <c:v>10.15</c:v>
                      </c:pt>
                      <c:pt idx="2441">
                        <c:v>10.154166999999999</c:v>
                      </c:pt>
                      <c:pt idx="2442">
                        <c:v>10.158333000000001</c:v>
                      </c:pt>
                      <c:pt idx="2443">
                        <c:v>10.1625</c:v>
                      </c:pt>
                      <c:pt idx="2444">
                        <c:v>10.166667</c:v>
                      </c:pt>
                      <c:pt idx="2445">
                        <c:v>10.170833</c:v>
                      </c:pt>
                      <c:pt idx="2446">
                        <c:v>10.175000000000001</c:v>
                      </c:pt>
                      <c:pt idx="2447">
                        <c:v>10.179167</c:v>
                      </c:pt>
                      <c:pt idx="2448">
                        <c:v>10.183332999999999</c:v>
                      </c:pt>
                      <c:pt idx="2449">
                        <c:v>10.1875</c:v>
                      </c:pt>
                      <c:pt idx="2450">
                        <c:v>10.191667000000001</c:v>
                      </c:pt>
                      <c:pt idx="2451">
                        <c:v>10.195833</c:v>
                      </c:pt>
                      <c:pt idx="2452">
                        <c:v>10.199999999999999</c:v>
                      </c:pt>
                      <c:pt idx="2453">
                        <c:v>10.204167</c:v>
                      </c:pt>
                      <c:pt idx="2454">
                        <c:v>10.208333</c:v>
                      </c:pt>
                      <c:pt idx="2455">
                        <c:v>10.2125</c:v>
                      </c:pt>
                      <c:pt idx="2456">
                        <c:v>10.216666999999999</c:v>
                      </c:pt>
                      <c:pt idx="2457">
                        <c:v>10.220833000000001</c:v>
                      </c:pt>
                      <c:pt idx="2458">
                        <c:v>10.225</c:v>
                      </c:pt>
                      <c:pt idx="2459">
                        <c:v>10.229167</c:v>
                      </c:pt>
                      <c:pt idx="2460">
                        <c:v>10.233333</c:v>
                      </c:pt>
                      <c:pt idx="2461">
                        <c:v>10.237500000000001</c:v>
                      </c:pt>
                      <c:pt idx="2462">
                        <c:v>10.241667</c:v>
                      </c:pt>
                      <c:pt idx="2463">
                        <c:v>10.245832999999999</c:v>
                      </c:pt>
                      <c:pt idx="2464">
                        <c:v>10.25</c:v>
                      </c:pt>
                      <c:pt idx="2465">
                        <c:v>10.254167000000001</c:v>
                      </c:pt>
                      <c:pt idx="2466">
                        <c:v>10.258333</c:v>
                      </c:pt>
                      <c:pt idx="2467">
                        <c:v>10.262499999999999</c:v>
                      </c:pt>
                      <c:pt idx="2468">
                        <c:v>10.266667</c:v>
                      </c:pt>
                      <c:pt idx="2469">
                        <c:v>10.270833</c:v>
                      </c:pt>
                      <c:pt idx="2470">
                        <c:v>10.275</c:v>
                      </c:pt>
                      <c:pt idx="2471">
                        <c:v>10.279166999999999</c:v>
                      </c:pt>
                      <c:pt idx="2472">
                        <c:v>10.283333000000001</c:v>
                      </c:pt>
                      <c:pt idx="2473">
                        <c:v>10.2875</c:v>
                      </c:pt>
                      <c:pt idx="2474">
                        <c:v>10.291667</c:v>
                      </c:pt>
                      <c:pt idx="2475">
                        <c:v>10.295833</c:v>
                      </c:pt>
                      <c:pt idx="2476">
                        <c:v>10.3</c:v>
                      </c:pt>
                      <c:pt idx="2477">
                        <c:v>10.304167</c:v>
                      </c:pt>
                      <c:pt idx="2478">
                        <c:v>10.308332999999999</c:v>
                      </c:pt>
                      <c:pt idx="2479">
                        <c:v>10.3125</c:v>
                      </c:pt>
                      <c:pt idx="2480">
                        <c:v>10.316667000000001</c:v>
                      </c:pt>
                      <c:pt idx="2481">
                        <c:v>10.320833</c:v>
                      </c:pt>
                      <c:pt idx="2482">
                        <c:v>10.324999999999999</c:v>
                      </c:pt>
                      <c:pt idx="2483">
                        <c:v>10.329167</c:v>
                      </c:pt>
                      <c:pt idx="2484">
                        <c:v>10.333333</c:v>
                      </c:pt>
                      <c:pt idx="2485">
                        <c:v>10.3375</c:v>
                      </c:pt>
                      <c:pt idx="2486">
                        <c:v>10.341666999999999</c:v>
                      </c:pt>
                      <c:pt idx="2487">
                        <c:v>10.345833000000001</c:v>
                      </c:pt>
                      <c:pt idx="2488">
                        <c:v>10.35</c:v>
                      </c:pt>
                      <c:pt idx="2489">
                        <c:v>10.354167</c:v>
                      </c:pt>
                      <c:pt idx="2490">
                        <c:v>10.358333</c:v>
                      </c:pt>
                      <c:pt idx="2491">
                        <c:v>10.362500000000001</c:v>
                      </c:pt>
                      <c:pt idx="2492">
                        <c:v>10.366667</c:v>
                      </c:pt>
                      <c:pt idx="2493">
                        <c:v>10.370832999999999</c:v>
                      </c:pt>
                      <c:pt idx="2494">
                        <c:v>10.375</c:v>
                      </c:pt>
                      <c:pt idx="2495">
                        <c:v>10.379167000000001</c:v>
                      </c:pt>
                      <c:pt idx="2496">
                        <c:v>10.383333</c:v>
                      </c:pt>
                      <c:pt idx="2497">
                        <c:v>10.387499999999999</c:v>
                      </c:pt>
                      <c:pt idx="2498">
                        <c:v>10.391667</c:v>
                      </c:pt>
                      <c:pt idx="2499">
                        <c:v>10.395833</c:v>
                      </c:pt>
                      <c:pt idx="2500">
                        <c:v>10.4</c:v>
                      </c:pt>
                      <c:pt idx="2501">
                        <c:v>10.404166999999999</c:v>
                      </c:pt>
                      <c:pt idx="2502">
                        <c:v>10.408333000000001</c:v>
                      </c:pt>
                      <c:pt idx="2503">
                        <c:v>10.4125</c:v>
                      </c:pt>
                      <c:pt idx="2504">
                        <c:v>10.416667</c:v>
                      </c:pt>
                      <c:pt idx="2505">
                        <c:v>10.420833</c:v>
                      </c:pt>
                      <c:pt idx="2506">
                        <c:v>10.425000000000001</c:v>
                      </c:pt>
                      <c:pt idx="2507">
                        <c:v>10.429167</c:v>
                      </c:pt>
                      <c:pt idx="2508">
                        <c:v>10.433332999999999</c:v>
                      </c:pt>
                      <c:pt idx="2509">
                        <c:v>10.4375</c:v>
                      </c:pt>
                      <c:pt idx="2510">
                        <c:v>10.441667000000001</c:v>
                      </c:pt>
                      <c:pt idx="2511">
                        <c:v>10.445833</c:v>
                      </c:pt>
                      <c:pt idx="2512">
                        <c:v>10.45</c:v>
                      </c:pt>
                      <c:pt idx="2513">
                        <c:v>10.454167</c:v>
                      </c:pt>
                      <c:pt idx="2514">
                        <c:v>10.458333</c:v>
                      </c:pt>
                      <c:pt idx="2515">
                        <c:v>10.4625</c:v>
                      </c:pt>
                      <c:pt idx="2516">
                        <c:v>10.466666999999999</c:v>
                      </c:pt>
                      <c:pt idx="2517">
                        <c:v>10.470833000000001</c:v>
                      </c:pt>
                      <c:pt idx="2518">
                        <c:v>10.475</c:v>
                      </c:pt>
                      <c:pt idx="2519">
                        <c:v>10.479167</c:v>
                      </c:pt>
                      <c:pt idx="2520">
                        <c:v>10.483333</c:v>
                      </c:pt>
                      <c:pt idx="2521">
                        <c:v>10.487500000000001</c:v>
                      </c:pt>
                      <c:pt idx="2522">
                        <c:v>10.491667</c:v>
                      </c:pt>
                      <c:pt idx="2523">
                        <c:v>10.495832999999999</c:v>
                      </c:pt>
                      <c:pt idx="2524">
                        <c:v>10.5</c:v>
                      </c:pt>
                      <c:pt idx="2525">
                        <c:v>10.504167000000001</c:v>
                      </c:pt>
                      <c:pt idx="2526">
                        <c:v>10.508333</c:v>
                      </c:pt>
                      <c:pt idx="2527">
                        <c:v>10.512499999999999</c:v>
                      </c:pt>
                      <c:pt idx="2528">
                        <c:v>10.516667</c:v>
                      </c:pt>
                      <c:pt idx="2529">
                        <c:v>10.520833</c:v>
                      </c:pt>
                      <c:pt idx="2530">
                        <c:v>10.525</c:v>
                      </c:pt>
                      <c:pt idx="2531">
                        <c:v>10.529166999999999</c:v>
                      </c:pt>
                      <c:pt idx="2532">
                        <c:v>10.533333000000001</c:v>
                      </c:pt>
                      <c:pt idx="2533">
                        <c:v>10.5375</c:v>
                      </c:pt>
                      <c:pt idx="2534">
                        <c:v>10.541667</c:v>
                      </c:pt>
                      <c:pt idx="2535">
                        <c:v>10.545833</c:v>
                      </c:pt>
                      <c:pt idx="2536">
                        <c:v>10.55</c:v>
                      </c:pt>
                      <c:pt idx="2537">
                        <c:v>10.554167</c:v>
                      </c:pt>
                      <c:pt idx="2538">
                        <c:v>10.558332999999999</c:v>
                      </c:pt>
                      <c:pt idx="2539">
                        <c:v>10.5625</c:v>
                      </c:pt>
                      <c:pt idx="2540">
                        <c:v>10.566667000000001</c:v>
                      </c:pt>
                      <c:pt idx="2541">
                        <c:v>10.570833</c:v>
                      </c:pt>
                      <c:pt idx="2542">
                        <c:v>10.574999999999999</c:v>
                      </c:pt>
                      <c:pt idx="2543">
                        <c:v>10.579167</c:v>
                      </c:pt>
                      <c:pt idx="2544">
                        <c:v>10.583333</c:v>
                      </c:pt>
                      <c:pt idx="2545">
                        <c:v>10.5875</c:v>
                      </c:pt>
                      <c:pt idx="2546">
                        <c:v>10.591666999999999</c:v>
                      </c:pt>
                      <c:pt idx="2547">
                        <c:v>10.595833000000001</c:v>
                      </c:pt>
                      <c:pt idx="2548">
                        <c:v>10.6</c:v>
                      </c:pt>
                      <c:pt idx="2549">
                        <c:v>10.604167</c:v>
                      </c:pt>
                      <c:pt idx="2550">
                        <c:v>10.608333</c:v>
                      </c:pt>
                      <c:pt idx="2551">
                        <c:v>10.612500000000001</c:v>
                      </c:pt>
                      <c:pt idx="2552">
                        <c:v>10.616667</c:v>
                      </c:pt>
                      <c:pt idx="2553">
                        <c:v>10.620832999999999</c:v>
                      </c:pt>
                      <c:pt idx="2554">
                        <c:v>10.625</c:v>
                      </c:pt>
                      <c:pt idx="2555">
                        <c:v>10.629167000000001</c:v>
                      </c:pt>
                      <c:pt idx="2556">
                        <c:v>10.633333</c:v>
                      </c:pt>
                      <c:pt idx="2557">
                        <c:v>10.637499999999999</c:v>
                      </c:pt>
                      <c:pt idx="2558">
                        <c:v>10.641667</c:v>
                      </c:pt>
                      <c:pt idx="2559">
                        <c:v>10.645833</c:v>
                      </c:pt>
                      <c:pt idx="2560">
                        <c:v>10.65</c:v>
                      </c:pt>
                      <c:pt idx="2561">
                        <c:v>10.654166999999999</c:v>
                      </c:pt>
                      <c:pt idx="2562">
                        <c:v>10.658333000000001</c:v>
                      </c:pt>
                      <c:pt idx="2563">
                        <c:v>10.6625</c:v>
                      </c:pt>
                      <c:pt idx="2564">
                        <c:v>10.666667</c:v>
                      </c:pt>
                      <c:pt idx="2565">
                        <c:v>10.670833</c:v>
                      </c:pt>
                      <c:pt idx="2566">
                        <c:v>10.675000000000001</c:v>
                      </c:pt>
                      <c:pt idx="2567">
                        <c:v>10.679167</c:v>
                      </c:pt>
                      <c:pt idx="2568">
                        <c:v>10.683332999999999</c:v>
                      </c:pt>
                      <c:pt idx="2569">
                        <c:v>10.6875</c:v>
                      </c:pt>
                      <c:pt idx="2570">
                        <c:v>10.691667000000001</c:v>
                      </c:pt>
                      <c:pt idx="2571">
                        <c:v>10.695833</c:v>
                      </c:pt>
                      <c:pt idx="2572">
                        <c:v>10.7</c:v>
                      </c:pt>
                      <c:pt idx="2573">
                        <c:v>10.704167</c:v>
                      </c:pt>
                      <c:pt idx="2574">
                        <c:v>10.708333</c:v>
                      </c:pt>
                      <c:pt idx="2575">
                        <c:v>10.7125</c:v>
                      </c:pt>
                      <c:pt idx="2576">
                        <c:v>10.716666999999999</c:v>
                      </c:pt>
                      <c:pt idx="2577">
                        <c:v>10.720833000000001</c:v>
                      </c:pt>
                      <c:pt idx="2578">
                        <c:v>10.725</c:v>
                      </c:pt>
                      <c:pt idx="2579">
                        <c:v>10.729167</c:v>
                      </c:pt>
                      <c:pt idx="2580">
                        <c:v>10.733333</c:v>
                      </c:pt>
                      <c:pt idx="2581">
                        <c:v>10.737500000000001</c:v>
                      </c:pt>
                      <c:pt idx="2582">
                        <c:v>10.741667</c:v>
                      </c:pt>
                      <c:pt idx="2583">
                        <c:v>10.745832999999999</c:v>
                      </c:pt>
                      <c:pt idx="2584">
                        <c:v>10.75</c:v>
                      </c:pt>
                      <c:pt idx="2585">
                        <c:v>10.754167000000001</c:v>
                      </c:pt>
                      <c:pt idx="2586">
                        <c:v>10.758333</c:v>
                      </c:pt>
                      <c:pt idx="2587">
                        <c:v>10.762499999999999</c:v>
                      </c:pt>
                      <c:pt idx="2588">
                        <c:v>10.766667</c:v>
                      </c:pt>
                      <c:pt idx="2589">
                        <c:v>10.770833</c:v>
                      </c:pt>
                      <c:pt idx="2590">
                        <c:v>10.775</c:v>
                      </c:pt>
                      <c:pt idx="2591">
                        <c:v>10.779166999999999</c:v>
                      </c:pt>
                      <c:pt idx="2592">
                        <c:v>10.783333000000001</c:v>
                      </c:pt>
                      <c:pt idx="2593">
                        <c:v>10.7875</c:v>
                      </c:pt>
                      <c:pt idx="2594">
                        <c:v>10.791667</c:v>
                      </c:pt>
                      <c:pt idx="2595">
                        <c:v>10.795833</c:v>
                      </c:pt>
                      <c:pt idx="2596">
                        <c:v>10.8</c:v>
                      </c:pt>
                      <c:pt idx="2597">
                        <c:v>10.804167</c:v>
                      </c:pt>
                      <c:pt idx="2598">
                        <c:v>10.808332999999999</c:v>
                      </c:pt>
                      <c:pt idx="2599">
                        <c:v>10.8125</c:v>
                      </c:pt>
                      <c:pt idx="2600">
                        <c:v>10.816667000000001</c:v>
                      </c:pt>
                      <c:pt idx="2601">
                        <c:v>10.820833</c:v>
                      </c:pt>
                      <c:pt idx="2602">
                        <c:v>10.824999999999999</c:v>
                      </c:pt>
                      <c:pt idx="2603">
                        <c:v>10.829167</c:v>
                      </c:pt>
                      <c:pt idx="2604">
                        <c:v>10.833333</c:v>
                      </c:pt>
                      <c:pt idx="2605">
                        <c:v>10.8375</c:v>
                      </c:pt>
                      <c:pt idx="2606">
                        <c:v>10.841666999999999</c:v>
                      </c:pt>
                      <c:pt idx="2607">
                        <c:v>10.845833000000001</c:v>
                      </c:pt>
                      <c:pt idx="2608">
                        <c:v>10.85</c:v>
                      </c:pt>
                      <c:pt idx="2609">
                        <c:v>10.854167</c:v>
                      </c:pt>
                      <c:pt idx="2610">
                        <c:v>10.858333</c:v>
                      </c:pt>
                      <c:pt idx="2611">
                        <c:v>10.862500000000001</c:v>
                      </c:pt>
                      <c:pt idx="2612">
                        <c:v>10.866667</c:v>
                      </c:pt>
                      <c:pt idx="2613">
                        <c:v>10.870832999999999</c:v>
                      </c:pt>
                      <c:pt idx="2614">
                        <c:v>10.875</c:v>
                      </c:pt>
                      <c:pt idx="2615">
                        <c:v>10.879167000000001</c:v>
                      </c:pt>
                      <c:pt idx="2616">
                        <c:v>10.883333</c:v>
                      </c:pt>
                      <c:pt idx="2617">
                        <c:v>10.887499999999999</c:v>
                      </c:pt>
                      <c:pt idx="2618">
                        <c:v>10.891667</c:v>
                      </c:pt>
                      <c:pt idx="2619">
                        <c:v>10.895833</c:v>
                      </c:pt>
                      <c:pt idx="2620">
                        <c:v>10.9</c:v>
                      </c:pt>
                      <c:pt idx="2621">
                        <c:v>10.904166999999999</c:v>
                      </c:pt>
                      <c:pt idx="2622">
                        <c:v>10.908333000000001</c:v>
                      </c:pt>
                      <c:pt idx="2623">
                        <c:v>10.9125</c:v>
                      </c:pt>
                      <c:pt idx="2624">
                        <c:v>10.916667</c:v>
                      </c:pt>
                      <c:pt idx="2625">
                        <c:v>10.920833</c:v>
                      </c:pt>
                      <c:pt idx="2626">
                        <c:v>10.925000000000001</c:v>
                      </c:pt>
                      <c:pt idx="2627">
                        <c:v>10.929167</c:v>
                      </c:pt>
                      <c:pt idx="2628">
                        <c:v>10.933332999999999</c:v>
                      </c:pt>
                      <c:pt idx="2629">
                        <c:v>10.9375</c:v>
                      </c:pt>
                      <c:pt idx="2630">
                        <c:v>10.941667000000001</c:v>
                      </c:pt>
                      <c:pt idx="2631">
                        <c:v>10.945833</c:v>
                      </c:pt>
                      <c:pt idx="2632">
                        <c:v>10.95</c:v>
                      </c:pt>
                      <c:pt idx="2633">
                        <c:v>10.954167</c:v>
                      </c:pt>
                      <c:pt idx="2634">
                        <c:v>10.958333</c:v>
                      </c:pt>
                      <c:pt idx="2635">
                        <c:v>10.9625</c:v>
                      </c:pt>
                      <c:pt idx="2636">
                        <c:v>10.966666999999999</c:v>
                      </c:pt>
                      <c:pt idx="2637">
                        <c:v>10.970833000000001</c:v>
                      </c:pt>
                      <c:pt idx="2638">
                        <c:v>10.975</c:v>
                      </c:pt>
                      <c:pt idx="2639">
                        <c:v>10.979167</c:v>
                      </c:pt>
                      <c:pt idx="2640">
                        <c:v>10.983333</c:v>
                      </c:pt>
                      <c:pt idx="2641">
                        <c:v>10.987500000000001</c:v>
                      </c:pt>
                      <c:pt idx="2642">
                        <c:v>10.991667</c:v>
                      </c:pt>
                      <c:pt idx="2643">
                        <c:v>10.995832999999999</c:v>
                      </c:pt>
                      <c:pt idx="2644">
                        <c:v>11</c:v>
                      </c:pt>
                      <c:pt idx="2645">
                        <c:v>11.004167000000001</c:v>
                      </c:pt>
                      <c:pt idx="2646">
                        <c:v>11.008333</c:v>
                      </c:pt>
                      <c:pt idx="2647">
                        <c:v>11.012499999999999</c:v>
                      </c:pt>
                      <c:pt idx="2648">
                        <c:v>11.016667</c:v>
                      </c:pt>
                      <c:pt idx="2649">
                        <c:v>11.020833</c:v>
                      </c:pt>
                      <c:pt idx="2650">
                        <c:v>11.025</c:v>
                      </c:pt>
                      <c:pt idx="2651">
                        <c:v>11.029166999999999</c:v>
                      </c:pt>
                      <c:pt idx="2652">
                        <c:v>11.033333000000001</c:v>
                      </c:pt>
                      <c:pt idx="2653">
                        <c:v>11.0375</c:v>
                      </c:pt>
                      <c:pt idx="2654">
                        <c:v>11.041667</c:v>
                      </c:pt>
                      <c:pt idx="2655">
                        <c:v>11.045833</c:v>
                      </c:pt>
                      <c:pt idx="2656">
                        <c:v>11.05</c:v>
                      </c:pt>
                      <c:pt idx="2657">
                        <c:v>11.054167</c:v>
                      </c:pt>
                      <c:pt idx="2658">
                        <c:v>11.058332999999999</c:v>
                      </c:pt>
                      <c:pt idx="2659">
                        <c:v>11.0625</c:v>
                      </c:pt>
                      <c:pt idx="2660">
                        <c:v>11.066667000000001</c:v>
                      </c:pt>
                      <c:pt idx="2661">
                        <c:v>11.070833</c:v>
                      </c:pt>
                      <c:pt idx="2662">
                        <c:v>11.074999999999999</c:v>
                      </c:pt>
                      <c:pt idx="2663">
                        <c:v>11.079167</c:v>
                      </c:pt>
                      <c:pt idx="2664">
                        <c:v>11.083333</c:v>
                      </c:pt>
                      <c:pt idx="2665">
                        <c:v>11.0875</c:v>
                      </c:pt>
                      <c:pt idx="2666">
                        <c:v>11.091666999999999</c:v>
                      </c:pt>
                      <c:pt idx="2667">
                        <c:v>11.095833000000001</c:v>
                      </c:pt>
                      <c:pt idx="2668">
                        <c:v>11.1</c:v>
                      </c:pt>
                      <c:pt idx="2669">
                        <c:v>11.104167</c:v>
                      </c:pt>
                      <c:pt idx="2670">
                        <c:v>11.108333</c:v>
                      </c:pt>
                      <c:pt idx="2671">
                        <c:v>11.112500000000001</c:v>
                      </c:pt>
                      <c:pt idx="2672">
                        <c:v>11.114167</c:v>
                      </c:pt>
                      <c:pt idx="2673">
                        <c:v>11.114167</c:v>
                      </c:pt>
                      <c:pt idx="2674">
                        <c:v>11.116667</c:v>
                      </c:pt>
                      <c:pt idx="2675">
                        <c:v>11.120832999999999</c:v>
                      </c:pt>
                      <c:pt idx="2676">
                        <c:v>11.125</c:v>
                      </c:pt>
                      <c:pt idx="2677">
                        <c:v>11.129167000000001</c:v>
                      </c:pt>
                      <c:pt idx="2678">
                        <c:v>11.133333</c:v>
                      </c:pt>
                      <c:pt idx="2679">
                        <c:v>11.137499999999999</c:v>
                      </c:pt>
                      <c:pt idx="2680">
                        <c:v>11.141667</c:v>
                      </c:pt>
                      <c:pt idx="2681">
                        <c:v>11.145833</c:v>
                      </c:pt>
                      <c:pt idx="2682">
                        <c:v>11.15</c:v>
                      </c:pt>
                      <c:pt idx="2683">
                        <c:v>11.154166999999999</c:v>
                      </c:pt>
                      <c:pt idx="2684">
                        <c:v>11.158333000000001</c:v>
                      </c:pt>
                      <c:pt idx="2685">
                        <c:v>11.1625</c:v>
                      </c:pt>
                      <c:pt idx="2686">
                        <c:v>11.166667</c:v>
                      </c:pt>
                      <c:pt idx="2687">
                        <c:v>11.170833</c:v>
                      </c:pt>
                      <c:pt idx="2688">
                        <c:v>11.175000000000001</c:v>
                      </c:pt>
                      <c:pt idx="2689">
                        <c:v>11.179167</c:v>
                      </c:pt>
                      <c:pt idx="2690">
                        <c:v>11.183332999999999</c:v>
                      </c:pt>
                      <c:pt idx="2691">
                        <c:v>11.1875</c:v>
                      </c:pt>
                      <c:pt idx="2692">
                        <c:v>11.191667000000001</c:v>
                      </c:pt>
                      <c:pt idx="2693">
                        <c:v>11.195833</c:v>
                      </c:pt>
                      <c:pt idx="2694">
                        <c:v>11.2</c:v>
                      </c:pt>
                      <c:pt idx="2695">
                        <c:v>11.204167</c:v>
                      </c:pt>
                      <c:pt idx="2696">
                        <c:v>11.208333</c:v>
                      </c:pt>
                      <c:pt idx="2697">
                        <c:v>11.2125</c:v>
                      </c:pt>
                      <c:pt idx="2698">
                        <c:v>11.216666999999999</c:v>
                      </c:pt>
                      <c:pt idx="2699">
                        <c:v>11.220833000000001</c:v>
                      </c:pt>
                      <c:pt idx="2700">
                        <c:v>11.225</c:v>
                      </c:pt>
                      <c:pt idx="2701">
                        <c:v>11.229167</c:v>
                      </c:pt>
                      <c:pt idx="2702">
                        <c:v>11.233333</c:v>
                      </c:pt>
                      <c:pt idx="2703">
                        <c:v>11.237500000000001</c:v>
                      </c:pt>
                      <c:pt idx="2704">
                        <c:v>11.241667</c:v>
                      </c:pt>
                      <c:pt idx="2705">
                        <c:v>11.245832999999999</c:v>
                      </c:pt>
                      <c:pt idx="2706">
                        <c:v>11.25</c:v>
                      </c:pt>
                      <c:pt idx="2707">
                        <c:v>11.254167000000001</c:v>
                      </c:pt>
                      <c:pt idx="2708">
                        <c:v>11.258333</c:v>
                      </c:pt>
                      <c:pt idx="2709">
                        <c:v>11.262499999999999</c:v>
                      </c:pt>
                      <c:pt idx="2710">
                        <c:v>11.266667</c:v>
                      </c:pt>
                      <c:pt idx="2711">
                        <c:v>11.270833</c:v>
                      </c:pt>
                      <c:pt idx="2712">
                        <c:v>11.275</c:v>
                      </c:pt>
                      <c:pt idx="2713">
                        <c:v>11.279166999999999</c:v>
                      </c:pt>
                      <c:pt idx="2714">
                        <c:v>11.283333000000001</c:v>
                      </c:pt>
                      <c:pt idx="2715">
                        <c:v>11.2875</c:v>
                      </c:pt>
                      <c:pt idx="2716">
                        <c:v>11.291667</c:v>
                      </c:pt>
                      <c:pt idx="2717">
                        <c:v>11.295833</c:v>
                      </c:pt>
                      <c:pt idx="2718">
                        <c:v>11.3</c:v>
                      </c:pt>
                      <c:pt idx="2719">
                        <c:v>11.304167</c:v>
                      </c:pt>
                      <c:pt idx="2720">
                        <c:v>11.308332999999999</c:v>
                      </c:pt>
                      <c:pt idx="2721">
                        <c:v>11.3125</c:v>
                      </c:pt>
                      <c:pt idx="2722">
                        <c:v>11.316667000000001</c:v>
                      </c:pt>
                      <c:pt idx="2723">
                        <c:v>11.320833</c:v>
                      </c:pt>
                      <c:pt idx="2724">
                        <c:v>11.324999999999999</c:v>
                      </c:pt>
                      <c:pt idx="2725">
                        <c:v>11.329167</c:v>
                      </c:pt>
                      <c:pt idx="2726">
                        <c:v>11.333333</c:v>
                      </c:pt>
                      <c:pt idx="2727">
                        <c:v>11.3375</c:v>
                      </c:pt>
                      <c:pt idx="2728">
                        <c:v>11.341666999999999</c:v>
                      </c:pt>
                      <c:pt idx="2729">
                        <c:v>11.345833000000001</c:v>
                      </c:pt>
                      <c:pt idx="2730">
                        <c:v>11.35</c:v>
                      </c:pt>
                      <c:pt idx="2731">
                        <c:v>11.354167</c:v>
                      </c:pt>
                      <c:pt idx="2732">
                        <c:v>11.358333</c:v>
                      </c:pt>
                      <c:pt idx="2733">
                        <c:v>11.362500000000001</c:v>
                      </c:pt>
                      <c:pt idx="2734">
                        <c:v>11.366667</c:v>
                      </c:pt>
                      <c:pt idx="2735">
                        <c:v>11.370832999999999</c:v>
                      </c:pt>
                      <c:pt idx="2736">
                        <c:v>11.375</c:v>
                      </c:pt>
                      <c:pt idx="2737">
                        <c:v>11.379167000000001</c:v>
                      </c:pt>
                      <c:pt idx="2738">
                        <c:v>11.383333</c:v>
                      </c:pt>
                      <c:pt idx="2739">
                        <c:v>11.387499999999999</c:v>
                      </c:pt>
                      <c:pt idx="2740">
                        <c:v>11.391667</c:v>
                      </c:pt>
                      <c:pt idx="2741">
                        <c:v>11.395833</c:v>
                      </c:pt>
                      <c:pt idx="2742">
                        <c:v>11.4</c:v>
                      </c:pt>
                      <c:pt idx="2743">
                        <c:v>11.404166999999999</c:v>
                      </c:pt>
                      <c:pt idx="2744">
                        <c:v>11.408333000000001</c:v>
                      </c:pt>
                      <c:pt idx="2745">
                        <c:v>11.4125</c:v>
                      </c:pt>
                      <c:pt idx="2746">
                        <c:v>11.416667</c:v>
                      </c:pt>
                      <c:pt idx="2747">
                        <c:v>11.420833</c:v>
                      </c:pt>
                      <c:pt idx="2748">
                        <c:v>11.425000000000001</c:v>
                      </c:pt>
                      <c:pt idx="2749">
                        <c:v>11.429167</c:v>
                      </c:pt>
                      <c:pt idx="2750">
                        <c:v>11.433332999999999</c:v>
                      </c:pt>
                      <c:pt idx="2751">
                        <c:v>11.4375</c:v>
                      </c:pt>
                      <c:pt idx="2752">
                        <c:v>11.441667000000001</c:v>
                      </c:pt>
                      <c:pt idx="2753">
                        <c:v>11.445833</c:v>
                      </c:pt>
                      <c:pt idx="2754">
                        <c:v>11.45</c:v>
                      </c:pt>
                      <c:pt idx="2755">
                        <c:v>11.454167</c:v>
                      </c:pt>
                      <c:pt idx="2756">
                        <c:v>11.458333</c:v>
                      </c:pt>
                      <c:pt idx="2757">
                        <c:v>11.4625</c:v>
                      </c:pt>
                      <c:pt idx="2758">
                        <c:v>11.466666999999999</c:v>
                      </c:pt>
                      <c:pt idx="2759">
                        <c:v>11.470833000000001</c:v>
                      </c:pt>
                      <c:pt idx="2760">
                        <c:v>11.475</c:v>
                      </c:pt>
                      <c:pt idx="2761">
                        <c:v>11.479167</c:v>
                      </c:pt>
                      <c:pt idx="2762">
                        <c:v>11.483333</c:v>
                      </c:pt>
                      <c:pt idx="2763">
                        <c:v>11.487500000000001</c:v>
                      </c:pt>
                      <c:pt idx="2764">
                        <c:v>11.491667</c:v>
                      </c:pt>
                      <c:pt idx="2765">
                        <c:v>11.495832999999999</c:v>
                      </c:pt>
                      <c:pt idx="2766">
                        <c:v>11.5</c:v>
                      </c:pt>
                      <c:pt idx="2767">
                        <c:v>11.504167000000001</c:v>
                      </c:pt>
                      <c:pt idx="2768">
                        <c:v>11.508333</c:v>
                      </c:pt>
                      <c:pt idx="2769">
                        <c:v>11.512499999999999</c:v>
                      </c:pt>
                      <c:pt idx="2770">
                        <c:v>11.516667</c:v>
                      </c:pt>
                      <c:pt idx="2771">
                        <c:v>11.520833</c:v>
                      </c:pt>
                      <c:pt idx="2772">
                        <c:v>11.525</c:v>
                      </c:pt>
                      <c:pt idx="2773">
                        <c:v>11.529166999999999</c:v>
                      </c:pt>
                      <c:pt idx="2774">
                        <c:v>11.533333000000001</c:v>
                      </c:pt>
                      <c:pt idx="2775">
                        <c:v>11.5375</c:v>
                      </c:pt>
                      <c:pt idx="2776">
                        <c:v>11.541667</c:v>
                      </c:pt>
                      <c:pt idx="2777">
                        <c:v>11.545833</c:v>
                      </c:pt>
                      <c:pt idx="2778">
                        <c:v>11.55</c:v>
                      </c:pt>
                      <c:pt idx="2779">
                        <c:v>11.554167</c:v>
                      </c:pt>
                      <c:pt idx="2780">
                        <c:v>11.558332999999999</c:v>
                      </c:pt>
                      <c:pt idx="2781">
                        <c:v>11.5625</c:v>
                      </c:pt>
                      <c:pt idx="2782">
                        <c:v>11.566667000000001</c:v>
                      </c:pt>
                      <c:pt idx="2783">
                        <c:v>11.570833</c:v>
                      </c:pt>
                      <c:pt idx="2784">
                        <c:v>11.574999999999999</c:v>
                      </c:pt>
                      <c:pt idx="2785">
                        <c:v>11.579167</c:v>
                      </c:pt>
                      <c:pt idx="2786">
                        <c:v>11.583333</c:v>
                      </c:pt>
                      <c:pt idx="2787">
                        <c:v>11.5875</c:v>
                      </c:pt>
                      <c:pt idx="2788">
                        <c:v>11.591666999999999</c:v>
                      </c:pt>
                      <c:pt idx="2789">
                        <c:v>11.595833000000001</c:v>
                      </c:pt>
                      <c:pt idx="2790">
                        <c:v>11.6</c:v>
                      </c:pt>
                      <c:pt idx="2791">
                        <c:v>11.604167</c:v>
                      </c:pt>
                      <c:pt idx="2792">
                        <c:v>11.608333</c:v>
                      </c:pt>
                      <c:pt idx="2793">
                        <c:v>11.612500000000001</c:v>
                      </c:pt>
                      <c:pt idx="2794">
                        <c:v>11.616667</c:v>
                      </c:pt>
                      <c:pt idx="2795">
                        <c:v>11.620832999999999</c:v>
                      </c:pt>
                      <c:pt idx="2796">
                        <c:v>11.625</c:v>
                      </c:pt>
                      <c:pt idx="2797">
                        <c:v>11.629167000000001</c:v>
                      </c:pt>
                      <c:pt idx="2798">
                        <c:v>11.633333</c:v>
                      </c:pt>
                      <c:pt idx="2799">
                        <c:v>11.637499999999999</c:v>
                      </c:pt>
                      <c:pt idx="2800">
                        <c:v>11.641667</c:v>
                      </c:pt>
                      <c:pt idx="2801">
                        <c:v>11.645833</c:v>
                      </c:pt>
                      <c:pt idx="2802">
                        <c:v>11.65</c:v>
                      </c:pt>
                      <c:pt idx="2803">
                        <c:v>11.654166999999999</c:v>
                      </c:pt>
                      <c:pt idx="2804">
                        <c:v>11.658333000000001</c:v>
                      </c:pt>
                      <c:pt idx="2805">
                        <c:v>11.6625</c:v>
                      </c:pt>
                      <c:pt idx="2806">
                        <c:v>11.666667</c:v>
                      </c:pt>
                      <c:pt idx="2807">
                        <c:v>11.670833</c:v>
                      </c:pt>
                      <c:pt idx="2808">
                        <c:v>11.675000000000001</c:v>
                      </c:pt>
                      <c:pt idx="2809">
                        <c:v>11.679167</c:v>
                      </c:pt>
                      <c:pt idx="2810">
                        <c:v>11.683332999999999</c:v>
                      </c:pt>
                      <c:pt idx="2811">
                        <c:v>11.6875</c:v>
                      </c:pt>
                      <c:pt idx="2812">
                        <c:v>11.691667000000001</c:v>
                      </c:pt>
                      <c:pt idx="2813">
                        <c:v>11.695833</c:v>
                      </c:pt>
                      <c:pt idx="2814">
                        <c:v>11.7</c:v>
                      </c:pt>
                      <c:pt idx="2815">
                        <c:v>11.704167</c:v>
                      </c:pt>
                      <c:pt idx="2816">
                        <c:v>11.708333</c:v>
                      </c:pt>
                      <c:pt idx="2817">
                        <c:v>11.7125</c:v>
                      </c:pt>
                      <c:pt idx="2818">
                        <c:v>11.716666999999999</c:v>
                      </c:pt>
                      <c:pt idx="2819">
                        <c:v>11.720833000000001</c:v>
                      </c:pt>
                      <c:pt idx="2820">
                        <c:v>11.725</c:v>
                      </c:pt>
                      <c:pt idx="2821">
                        <c:v>11.729167</c:v>
                      </c:pt>
                      <c:pt idx="2822">
                        <c:v>11.733333</c:v>
                      </c:pt>
                      <c:pt idx="2823">
                        <c:v>11.737500000000001</c:v>
                      </c:pt>
                      <c:pt idx="2824">
                        <c:v>11.741667</c:v>
                      </c:pt>
                      <c:pt idx="2825">
                        <c:v>11.745832999999999</c:v>
                      </c:pt>
                      <c:pt idx="2826">
                        <c:v>11.75</c:v>
                      </c:pt>
                      <c:pt idx="2827">
                        <c:v>11.754167000000001</c:v>
                      </c:pt>
                      <c:pt idx="2828">
                        <c:v>11.758333</c:v>
                      </c:pt>
                      <c:pt idx="2829">
                        <c:v>11.762499999999999</c:v>
                      </c:pt>
                      <c:pt idx="2830">
                        <c:v>11.766667</c:v>
                      </c:pt>
                      <c:pt idx="2831">
                        <c:v>11.770833</c:v>
                      </c:pt>
                      <c:pt idx="2832">
                        <c:v>11.775</c:v>
                      </c:pt>
                      <c:pt idx="2833">
                        <c:v>11.779166999999999</c:v>
                      </c:pt>
                      <c:pt idx="2834">
                        <c:v>11.783333000000001</c:v>
                      </c:pt>
                      <c:pt idx="2835">
                        <c:v>11.7875</c:v>
                      </c:pt>
                      <c:pt idx="2836">
                        <c:v>11.791667</c:v>
                      </c:pt>
                      <c:pt idx="2837">
                        <c:v>11.795833</c:v>
                      </c:pt>
                      <c:pt idx="2838">
                        <c:v>11.8</c:v>
                      </c:pt>
                      <c:pt idx="2839">
                        <c:v>11.804167</c:v>
                      </c:pt>
                      <c:pt idx="2840">
                        <c:v>11.808332999999999</c:v>
                      </c:pt>
                      <c:pt idx="2841">
                        <c:v>11.8125</c:v>
                      </c:pt>
                      <c:pt idx="2842">
                        <c:v>11.816667000000001</c:v>
                      </c:pt>
                      <c:pt idx="2843">
                        <c:v>11.820833</c:v>
                      </c:pt>
                      <c:pt idx="2844">
                        <c:v>11.824999999999999</c:v>
                      </c:pt>
                      <c:pt idx="2845">
                        <c:v>11.829167</c:v>
                      </c:pt>
                      <c:pt idx="2846">
                        <c:v>11.833333</c:v>
                      </c:pt>
                      <c:pt idx="2847">
                        <c:v>11.8375</c:v>
                      </c:pt>
                      <c:pt idx="2848">
                        <c:v>11.841666999999999</c:v>
                      </c:pt>
                      <c:pt idx="2849">
                        <c:v>11.845833000000001</c:v>
                      </c:pt>
                      <c:pt idx="2850">
                        <c:v>11.85</c:v>
                      </c:pt>
                      <c:pt idx="2851">
                        <c:v>11.854167</c:v>
                      </c:pt>
                      <c:pt idx="2852">
                        <c:v>11.858333</c:v>
                      </c:pt>
                      <c:pt idx="2853">
                        <c:v>11.862500000000001</c:v>
                      </c:pt>
                      <c:pt idx="2854">
                        <c:v>11.866667</c:v>
                      </c:pt>
                      <c:pt idx="2855">
                        <c:v>11.870832999999999</c:v>
                      </c:pt>
                      <c:pt idx="2856">
                        <c:v>11.875</c:v>
                      </c:pt>
                      <c:pt idx="2857">
                        <c:v>11.879167000000001</c:v>
                      </c:pt>
                      <c:pt idx="2858">
                        <c:v>11.883333</c:v>
                      </c:pt>
                      <c:pt idx="2859">
                        <c:v>11.887499999999999</c:v>
                      </c:pt>
                      <c:pt idx="2860">
                        <c:v>11.891667</c:v>
                      </c:pt>
                      <c:pt idx="2861">
                        <c:v>11.895833</c:v>
                      </c:pt>
                      <c:pt idx="2862">
                        <c:v>11.9</c:v>
                      </c:pt>
                      <c:pt idx="2863">
                        <c:v>11.904166999999999</c:v>
                      </c:pt>
                      <c:pt idx="2864">
                        <c:v>11.908333000000001</c:v>
                      </c:pt>
                      <c:pt idx="2865">
                        <c:v>11.9125</c:v>
                      </c:pt>
                      <c:pt idx="2866">
                        <c:v>11.916667</c:v>
                      </c:pt>
                      <c:pt idx="2867">
                        <c:v>11.920833</c:v>
                      </c:pt>
                      <c:pt idx="2868">
                        <c:v>11.925000000000001</c:v>
                      </c:pt>
                      <c:pt idx="2869">
                        <c:v>11.929167</c:v>
                      </c:pt>
                      <c:pt idx="2870">
                        <c:v>11.933332999999999</c:v>
                      </c:pt>
                      <c:pt idx="2871">
                        <c:v>11.9375</c:v>
                      </c:pt>
                      <c:pt idx="2872">
                        <c:v>11.941667000000001</c:v>
                      </c:pt>
                      <c:pt idx="2873">
                        <c:v>11.945833</c:v>
                      </c:pt>
                      <c:pt idx="2874">
                        <c:v>11.95</c:v>
                      </c:pt>
                      <c:pt idx="2875">
                        <c:v>11.954167</c:v>
                      </c:pt>
                      <c:pt idx="2876">
                        <c:v>11.958333</c:v>
                      </c:pt>
                      <c:pt idx="2877">
                        <c:v>11.9625</c:v>
                      </c:pt>
                      <c:pt idx="2878">
                        <c:v>11.966666999999999</c:v>
                      </c:pt>
                      <c:pt idx="2879">
                        <c:v>11.970833000000001</c:v>
                      </c:pt>
                      <c:pt idx="2880">
                        <c:v>11.975</c:v>
                      </c:pt>
                      <c:pt idx="2881">
                        <c:v>11.979167</c:v>
                      </c:pt>
                      <c:pt idx="2882">
                        <c:v>11.983333</c:v>
                      </c:pt>
                      <c:pt idx="2883">
                        <c:v>11.987500000000001</c:v>
                      </c:pt>
                      <c:pt idx="2884">
                        <c:v>11.991667</c:v>
                      </c:pt>
                      <c:pt idx="2885">
                        <c:v>11.995832999999999</c:v>
                      </c:pt>
                      <c:pt idx="2886">
                        <c:v>12</c:v>
                      </c:pt>
                      <c:pt idx="2887">
                        <c:v>12.004167000000001</c:v>
                      </c:pt>
                      <c:pt idx="2888">
                        <c:v>12.008333</c:v>
                      </c:pt>
                      <c:pt idx="2889">
                        <c:v>12.012499999999999</c:v>
                      </c:pt>
                      <c:pt idx="2890">
                        <c:v>12.016667</c:v>
                      </c:pt>
                      <c:pt idx="2891">
                        <c:v>12.020833</c:v>
                      </c:pt>
                      <c:pt idx="2892">
                        <c:v>12.025</c:v>
                      </c:pt>
                      <c:pt idx="2893">
                        <c:v>12.029166999999999</c:v>
                      </c:pt>
                      <c:pt idx="2894">
                        <c:v>12.033333000000001</c:v>
                      </c:pt>
                      <c:pt idx="2895">
                        <c:v>12.0375</c:v>
                      </c:pt>
                      <c:pt idx="2896">
                        <c:v>12.041667</c:v>
                      </c:pt>
                      <c:pt idx="2897">
                        <c:v>12.045833</c:v>
                      </c:pt>
                      <c:pt idx="2898">
                        <c:v>12.05</c:v>
                      </c:pt>
                      <c:pt idx="2899">
                        <c:v>12.054167</c:v>
                      </c:pt>
                      <c:pt idx="2900">
                        <c:v>12.058332999999999</c:v>
                      </c:pt>
                      <c:pt idx="2901">
                        <c:v>12.0625</c:v>
                      </c:pt>
                      <c:pt idx="2902">
                        <c:v>12.066667000000001</c:v>
                      </c:pt>
                      <c:pt idx="2903">
                        <c:v>12.070833</c:v>
                      </c:pt>
                      <c:pt idx="2904">
                        <c:v>12.074999999999999</c:v>
                      </c:pt>
                      <c:pt idx="2905">
                        <c:v>12.079167</c:v>
                      </c:pt>
                      <c:pt idx="2906">
                        <c:v>12.083333</c:v>
                      </c:pt>
                      <c:pt idx="2907">
                        <c:v>12.0875</c:v>
                      </c:pt>
                      <c:pt idx="2908">
                        <c:v>12.091666999999999</c:v>
                      </c:pt>
                      <c:pt idx="2909">
                        <c:v>12.095833000000001</c:v>
                      </c:pt>
                      <c:pt idx="2910">
                        <c:v>12.1</c:v>
                      </c:pt>
                      <c:pt idx="2911">
                        <c:v>12.104167</c:v>
                      </c:pt>
                      <c:pt idx="2912">
                        <c:v>12.108333</c:v>
                      </c:pt>
                      <c:pt idx="2913">
                        <c:v>12.112500000000001</c:v>
                      </c:pt>
                      <c:pt idx="2914">
                        <c:v>12.116667</c:v>
                      </c:pt>
                      <c:pt idx="2915">
                        <c:v>12.120832999999999</c:v>
                      </c:pt>
                      <c:pt idx="2916">
                        <c:v>12.125</c:v>
                      </c:pt>
                      <c:pt idx="2917">
                        <c:v>12.129167000000001</c:v>
                      </c:pt>
                      <c:pt idx="2918">
                        <c:v>12.133333</c:v>
                      </c:pt>
                      <c:pt idx="2919">
                        <c:v>12.137499999999999</c:v>
                      </c:pt>
                      <c:pt idx="2920">
                        <c:v>12.141667</c:v>
                      </c:pt>
                      <c:pt idx="2921">
                        <c:v>12.145833</c:v>
                      </c:pt>
                      <c:pt idx="2922">
                        <c:v>12.15</c:v>
                      </c:pt>
                      <c:pt idx="2923">
                        <c:v>12.154166999999999</c:v>
                      </c:pt>
                      <c:pt idx="2924">
                        <c:v>12.158333000000001</c:v>
                      </c:pt>
                      <c:pt idx="2925">
                        <c:v>12.1625</c:v>
                      </c:pt>
                      <c:pt idx="2926">
                        <c:v>12.166667</c:v>
                      </c:pt>
                      <c:pt idx="2927">
                        <c:v>12.170833</c:v>
                      </c:pt>
                      <c:pt idx="2928">
                        <c:v>12.175000000000001</c:v>
                      </c:pt>
                      <c:pt idx="2929">
                        <c:v>12.179167</c:v>
                      </c:pt>
                      <c:pt idx="2930">
                        <c:v>12.183332999999999</c:v>
                      </c:pt>
                      <c:pt idx="2931">
                        <c:v>12.1875</c:v>
                      </c:pt>
                      <c:pt idx="2932">
                        <c:v>12.191667000000001</c:v>
                      </c:pt>
                      <c:pt idx="2933">
                        <c:v>12.195833</c:v>
                      </c:pt>
                      <c:pt idx="2934">
                        <c:v>12.2</c:v>
                      </c:pt>
                      <c:pt idx="2935">
                        <c:v>12.204167</c:v>
                      </c:pt>
                      <c:pt idx="2936">
                        <c:v>12.208333</c:v>
                      </c:pt>
                      <c:pt idx="2937">
                        <c:v>12.2125</c:v>
                      </c:pt>
                      <c:pt idx="2938">
                        <c:v>12.216666999999999</c:v>
                      </c:pt>
                      <c:pt idx="2939">
                        <c:v>12.220833000000001</c:v>
                      </c:pt>
                      <c:pt idx="2940">
                        <c:v>12.225</c:v>
                      </c:pt>
                      <c:pt idx="2941">
                        <c:v>12.229167</c:v>
                      </c:pt>
                      <c:pt idx="2942">
                        <c:v>12.233333</c:v>
                      </c:pt>
                      <c:pt idx="2943">
                        <c:v>12.237500000000001</c:v>
                      </c:pt>
                      <c:pt idx="2944">
                        <c:v>12.241667</c:v>
                      </c:pt>
                      <c:pt idx="2945">
                        <c:v>12.245832999999999</c:v>
                      </c:pt>
                      <c:pt idx="2946">
                        <c:v>12.25</c:v>
                      </c:pt>
                      <c:pt idx="2947">
                        <c:v>12.254167000000001</c:v>
                      </c:pt>
                      <c:pt idx="2948">
                        <c:v>12.258333</c:v>
                      </c:pt>
                      <c:pt idx="2949">
                        <c:v>12.262499999999999</c:v>
                      </c:pt>
                      <c:pt idx="2950">
                        <c:v>12.266667</c:v>
                      </c:pt>
                      <c:pt idx="2951">
                        <c:v>12.270833</c:v>
                      </c:pt>
                      <c:pt idx="2952">
                        <c:v>12.275</c:v>
                      </c:pt>
                      <c:pt idx="2953">
                        <c:v>12.279166999999999</c:v>
                      </c:pt>
                      <c:pt idx="2954">
                        <c:v>12.283333000000001</c:v>
                      </c:pt>
                      <c:pt idx="2955">
                        <c:v>12.2875</c:v>
                      </c:pt>
                      <c:pt idx="2956">
                        <c:v>12.291667</c:v>
                      </c:pt>
                      <c:pt idx="2957">
                        <c:v>12.295833</c:v>
                      </c:pt>
                      <c:pt idx="2958">
                        <c:v>12.3</c:v>
                      </c:pt>
                      <c:pt idx="2959">
                        <c:v>12.304167</c:v>
                      </c:pt>
                      <c:pt idx="2960">
                        <c:v>12.308332999999999</c:v>
                      </c:pt>
                      <c:pt idx="2961">
                        <c:v>12.3125</c:v>
                      </c:pt>
                      <c:pt idx="2962">
                        <c:v>12.316667000000001</c:v>
                      </c:pt>
                      <c:pt idx="2963">
                        <c:v>12.320833</c:v>
                      </c:pt>
                      <c:pt idx="2964">
                        <c:v>12.324999999999999</c:v>
                      </c:pt>
                      <c:pt idx="2965">
                        <c:v>12.329167</c:v>
                      </c:pt>
                      <c:pt idx="2966">
                        <c:v>12.333333</c:v>
                      </c:pt>
                      <c:pt idx="2967">
                        <c:v>12.3375</c:v>
                      </c:pt>
                      <c:pt idx="2968">
                        <c:v>12.341666999999999</c:v>
                      </c:pt>
                      <c:pt idx="2969">
                        <c:v>12.345833000000001</c:v>
                      </c:pt>
                      <c:pt idx="2970">
                        <c:v>12.35</c:v>
                      </c:pt>
                      <c:pt idx="2971">
                        <c:v>12.354167</c:v>
                      </c:pt>
                      <c:pt idx="2972">
                        <c:v>12.358333</c:v>
                      </c:pt>
                      <c:pt idx="2973">
                        <c:v>12.362500000000001</c:v>
                      </c:pt>
                      <c:pt idx="2974">
                        <c:v>12.366667</c:v>
                      </c:pt>
                      <c:pt idx="2975">
                        <c:v>12.370832999999999</c:v>
                      </c:pt>
                      <c:pt idx="2976">
                        <c:v>12.375</c:v>
                      </c:pt>
                      <c:pt idx="2977">
                        <c:v>12.379167000000001</c:v>
                      </c:pt>
                      <c:pt idx="2978">
                        <c:v>12.383333</c:v>
                      </c:pt>
                      <c:pt idx="2979">
                        <c:v>12.387499999999999</c:v>
                      </c:pt>
                      <c:pt idx="2980">
                        <c:v>12.391667</c:v>
                      </c:pt>
                      <c:pt idx="2981">
                        <c:v>12.395833</c:v>
                      </c:pt>
                      <c:pt idx="2982">
                        <c:v>12.4</c:v>
                      </c:pt>
                      <c:pt idx="2983">
                        <c:v>12.404166999999999</c:v>
                      </c:pt>
                      <c:pt idx="2984">
                        <c:v>12.408333000000001</c:v>
                      </c:pt>
                      <c:pt idx="2985">
                        <c:v>12.4125</c:v>
                      </c:pt>
                      <c:pt idx="2986">
                        <c:v>12.416667</c:v>
                      </c:pt>
                      <c:pt idx="2987">
                        <c:v>12.420833</c:v>
                      </c:pt>
                      <c:pt idx="2988">
                        <c:v>12.425000000000001</c:v>
                      </c:pt>
                      <c:pt idx="2989">
                        <c:v>12.429167</c:v>
                      </c:pt>
                      <c:pt idx="2990">
                        <c:v>12.433332999999999</c:v>
                      </c:pt>
                      <c:pt idx="2991">
                        <c:v>12.4375</c:v>
                      </c:pt>
                      <c:pt idx="2992">
                        <c:v>12.441667000000001</c:v>
                      </c:pt>
                      <c:pt idx="2993">
                        <c:v>12.445833</c:v>
                      </c:pt>
                      <c:pt idx="2994">
                        <c:v>12.45</c:v>
                      </c:pt>
                      <c:pt idx="2995">
                        <c:v>12.454167</c:v>
                      </c:pt>
                      <c:pt idx="2996">
                        <c:v>12.458333</c:v>
                      </c:pt>
                      <c:pt idx="2997">
                        <c:v>12.4625</c:v>
                      </c:pt>
                      <c:pt idx="2998">
                        <c:v>12.466666999999999</c:v>
                      </c:pt>
                      <c:pt idx="2999">
                        <c:v>12.470833000000001</c:v>
                      </c:pt>
                      <c:pt idx="3000">
                        <c:v>12.475</c:v>
                      </c:pt>
                      <c:pt idx="3001">
                        <c:v>12.479167</c:v>
                      </c:pt>
                      <c:pt idx="3002">
                        <c:v>12.483333</c:v>
                      </c:pt>
                      <c:pt idx="3003">
                        <c:v>12.487500000000001</c:v>
                      </c:pt>
                      <c:pt idx="3004">
                        <c:v>12.491667</c:v>
                      </c:pt>
                      <c:pt idx="3005">
                        <c:v>12.495832999999999</c:v>
                      </c:pt>
                      <c:pt idx="3006">
                        <c:v>12.5</c:v>
                      </c:pt>
                      <c:pt idx="3007">
                        <c:v>12.504167000000001</c:v>
                      </c:pt>
                      <c:pt idx="3008">
                        <c:v>12.508333</c:v>
                      </c:pt>
                      <c:pt idx="3009">
                        <c:v>12.512499999999999</c:v>
                      </c:pt>
                      <c:pt idx="3010">
                        <c:v>12.516667</c:v>
                      </c:pt>
                      <c:pt idx="3011">
                        <c:v>12.520833</c:v>
                      </c:pt>
                      <c:pt idx="3012">
                        <c:v>12.525</c:v>
                      </c:pt>
                      <c:pt idx="3013">
                        <c:v>12.529166999999999</c:v>
                      </c:pt>
                      <c:pt idx="3014">
                        <c:v>12.533333000000001</c:v>
                      </c:pt>
                      <c:pt idx="3015">
                        <c:v>12.5375</c:v>
                      </c:pt>
                      <c:pt idx="3016">
                        <c:v>12.541667</c:v>
                      </c:pt>
                      <c:pt idx="3017">
                        <c:v>12.545833</c:v>
                      </c:pt>
                      <c:pt idx="3018">
                        <c:v>12.55</c:v>
                      </c:pt>
                      <c:pt idx="3019">
                        <c:v>12.554167</c:v>
                      </c:pt>
                      <c:pt idx="3020">
                        <c:v>12.558332999999999</c:v>
                      </c:pt>
                      <c:pt idx="3021">
                        <c:v>12.5625</c:v>
                      </c:pt>
                      <c:pt idx="3022">
                        <c:v>12.566667000000001</c:v>
                      </c:pt>
                      <c:pt idx="3023">
                        <c:v>12.570833</c:v>
                      </c:pt>
                      <c:pt idx="3024">
                        <c:v>12.574999999999999</c:v>
                      </c:pt>
                      <c:pt idx="3025">
                        <c:v>12.579167</c:v>
                      </c:pt>
                      <c:pt idx="3026">
                        <c:v>12.583333</c:v>
                      </c:pt>
                      <c:pt idx="3027">
                        <c:v>12.5875</c:v>
                      </c:pt>
                      <c:pt idx="3028">
                        <c:v>12.591666999999999</c:v>
                      </c:pt>
                      <c:pt idx="3029">
                        <c:v>12.595833000000001</c:v>
                      </c:pt>
                      <c:pt idx="3030">
                        <c:v>12.6</c:v>
                      </c:pt>
                      <c:pt idx="3031">
                        <c:v>12.604167</c:v>
                      </c:pt>
                      <c:pt idx="3032">
                        <c:v>12.608333</c:v>
                      </c:pt>
                      <c:pt idx="3033">
                        <c:v>12.612500000000001</c:v>
                      </c:pt>
                      <c:pt idx="3034">
                        <c:v>12.616667</c:v>
                      </c:pt>
                      <c:pt idx="3035">
                        <c:v>12.620832999999999</c:v>
                      </c:pt>
                      <c:pt idx="3036">
                        <c:v>12.625</c:v>
                      </c:pt>
                      <c:pt idx="3037">
                        <c:v>12.629167000000001</c:v>
                      </c:pt>
                      <c:pt idx="3038">
                        <c:v>12.633333</c:v>
                      </c:pt>
                      <c:pt idx="3039">
                        <c:v>12.637499999999999</c:v>
                      </c:pt>
                      <c:pt idx="3040">
                        <c:v>12.641667</c:v>
                      </c:pt>
                      <c:pt idx="3041">
                        <c:v>12.645833</c:v>
                      </c:pt>
                      <c:pt idx="3042">
                        <c:v>12.65</c:v>
                      </c:pt>
                      <c:pt idx="3043">
                        <c:v>12.654166999999999</c:v>
                      </c:pt>
                      <c:pt idx="3044">
                        <c:v>12.658333000000001</c:v>
                      </c:pt>
                      <c:pt idx="3045">
                        <c:v>12.6625</c:v>
                      </c:pt>
                      <c:pt idx="3046">
                        <c:v>12.666667</c:v>
                      </c:pt>
                      <c:pt idx="3047">
                        <c:v>12.670833</c:v>
                      </c:pt>
                      <c:pt idx="3048">
                        <c:v>12.675000000000001</c:v>
                      </c:pt>
                      <c:pt idx="3049">
                        <c:v>12.679167</c:v>
                      </c:pt>
                      <c:pt idx="3050">
                        <c:v>12.683332999999999</c:v>
                      </c:pt>
                      <c:pt idx="3051">
                        <c:v>12.6875</c:v>
                      </c:pt>
                      <c:pt idx="3052">
                        <c:v>12.691667000000001</c:v>
                      </c:pt>
                      <c:pt idx="3053">
                        <c:v>12.695833</c:v>
                      </c:pt>
                      <c:pt idx="3054">
                        <c:v>12.7</c:v>
                      </c:pt>
                      <c:pt idx="3055">
                        <c:v>12.704167</c:v>
                      </c:pt>
                      <c:pt idx="3056">
                        <c:v>12.708333</c:v>
                      </c:pt>
                      <c:pt idx="3057">
                        <c:v>12.7125</c:v>
                      </c:pt>
                      <c:pt idx="3058">
                        <c:v>12.716666999999999</c:v>
                      </c:pt>
                      <c:pt idx="3059">
                        <c:v>12.720833000000001</c:v>
                      </c:pt>
                      <c:pt idx="3060">
                        <c:v>12.725</c:v>
                      </c:pt>
                      <c:pt idx="3061">
                        <c:v>12.729167</c:v>
                      </c:pt>
                      <c:pt idx="3062">
                        <c:v>12.733333</c:v>
                      </c:pt>
                      <c:pt idx="3063">
                        <c:v>12.737500000000001</c:v>
                      </c:pt>
                      <c:pt idx="3064">
                        <c:v>12.741667</c:v>
                      </c:pt>
                      <c:pt idx="3065">
                        <c:v>12.745832999999999</c:v>
                      </c:pt>
                      <c:pt idx="3066">
                        <c:v>12.75</c:v>
                      </c:pt>
                      <c:pt idx="3067">
                        <c:v>12.754167000000001</c:v>
                      </c:pt>
                      <c:pt idx="3068">
                        <c:v>12.758333</c:v>
                      </c:pt>
                      <c:pt idx="3069">
                        <c:v>12.762499999999999</c:v>
                      </c:pt>
                      <c:pt idx="3070">
                        <c:v>12.766667</c:v>
                      </c:pt>
                      <c:pt idx="3071">
                        <c:v>12.770833</c:v>
                      </c:pt>
                      <c:pt idx="3072">
                        <c:v>12.775</c:v>
                      </c:pt>
                      <c:pt idx="3073">
                        <c:v>12.779166999999999</c:v>
                      </c:pt>
                      <c:pt idx="3074">
                        <c:v>12.783333000000001</c:v>
                      </c:pt>
                      <c:pt idx="3075">
                        <c:v>12.7875</c:v>
                      </c:pt>
                      <c:pt idx="3076">
                        <c:v>12.791667</c:v>
                      </c:pt>
                      <c:pt idx="3077">
                        <c:v>12.795833</c:v>
                      </c:pt>
                      <c:pt idx="3078">
                        <c:v>12.8</c:v>
                      </c:pt>
                      <c:pt idx="3079">
                        <c:v>12.804167</c:v>
                      </c:pt>
                      <c:pt idx="3080">
                        <c:v>12.808332999999999</c:v>
                      </c:pt>
                      <c:pt idx="3081">
                        <c:v>12.8125</c:v>
                      </c:pt>
                      <c:pt idx="3082">
                        <c:v>12.816667000000001</c:v>
                      </c:pt>
                      <c:pt idx="3083">
                        <c:v>12.820833</c:v>
                      </c:pt>
                      <c:pt idx="3084">
                        <c:v>12.824999999999999</c:v>
                      </c:pt>
                      <c:pt idx="3085">
                        <c:v>12.829167</c:v>
                      </c:pt>
                      <c:pt idx="3086">
                        <c:v>12.833333</c:v>
                      </c:pt>
                      <c:pt idx="3087">
                        <c:v>12.8375</c:v>
                      </c:pt>
                      <c:pt idx="3088">
                        <c:v>12.841666999999999</c:v>
                      </c:pt>
                      <c:pt idx="3089">
                        <c:v>12.845833000000001</c:v>
                      </c:pt>
                      <c:pt idx="3090">
                        <c:v>12.85</c:v>
                      </c:pt>
                      <c:pt idx="3091">
                        <c:v>12.854167</c:v>
                      </c:pt>
                      <c:pt idx="3092">
                        <c:v>12.858333</c:v>
                      </c:pt>
                      <c:pt idx="3093">
                        <c:v>12.862500000000001</c:v>
                      </c:pt>
                      <c:pt idx="3094">
                        <c:v>12.866667</c:v>
                      </c:pt>
                      <c:pt idx="3095">
                        <c:v>12.870832999999999</c:v>
                      </c:pt>
                      <c:pt idx="3096">
                        <c:v>12.875</c:v>
                      </c:pt>
                      <c:pt idx="3097">
                        <c:v>12.879167000000001</c:v>
                      </c:pt>
                      <c:pt idx="3098">
                        <c:v>12.883333</c:v>
                      </c:pt>
                      <c:pt idx="3099">
                        <c:v>12.887499999999999</c:v>
                      </c:pt>
                      <c:pt idx="3100">
                        <c:v>12.891667</c:v>
                      </c:pt>
                      <c:pt idx="3101">
                        <c:v>12.895833</c:v>
                      </c:pt>
                      <c:pt idx="3102">
                        <c:v>12.9</c:v>
                      </c:pt>
                      <c:pt idx="3103">
                        <c:v>12.904166999999999</c:v>
                      </c:pt>
                      <c:pt idx="3104">
                        <c:v>12.908333000000001</c:v>
                      </c:pt>
                      <c:pt idx="3105">
                        <c:v>12.9125</c:v>
                      </c:pt>
                      <c:pt idx="3106">
                        <c:v>12.916667</c:v>
                      </c:pt>
                      <c:pt idx="3107">
                        <c:v>12.920833</c:v>
                      </c:pt>
                      <c:pt idx="3108">
                        <c:v>12.925000000000001</c:v>
                      </c:pt>
                      <c:pt idx="3109">
                        <c:v>12.929167</c:v>
                      </c:pt>
                      <c:pt idx="3110">
                        <c:v>12.933332999999999</c:v>
                      </c:pt>
                      <c:pt idx="3111">
                        <c:v>12.9375</c:v>
                      </c:pt>
                      <c:pt idx="3112">
                        <c:v>12.941667000000001</c:v>
                      </c:pt>
                      <c:pt idx="3113">
                        <c:v>12.945833</c:v>
                      </c:pt>
                      <c:pt idx="3114">
                        <c:v>12.95</c:v>
                      </c:pt>
                      <c:pt idx="3115">
                        <c:v>12.954167</c:v>
                      </c:pt>
                      <c:pt idx="3116">
                        <c:v>12.958333</c:v>
                      </c:pt>
                      <c:pt idx="3117">
                        <c:v>12.9625</c:v>
                      </c:pt>
                      <c:pt idx="3118">
                        <c:v>12.966666999999999</c:v>
                      </c:pt>
                      <c:pt idx="3119">
                        <c:v>12.970833000000001</c:v>
                      </c:pt>
                      <c:pt idx="3120">
                        <c:v>12.975</c:v>
                      </c:pt>
                      <c:pt idx="3121">
                        <c:v>12.979167</c:v>
                      </c:pt>
                      <c:pt idx="3122">
                        <c:v>12.983333</c:v>
                      </c:pt>
                      <c:pt idx="3123">
                        <c:v>12.987500000000001</c:v>
                      </c:pt>
                      <c:pt idx="3124">
                        <c:v>12.991667</c:v>
                      </c:pt>
                      <c:pt idx="3125">
                        <c:v>12.995832999999999</c:v>
                      </c:pt>
                      <c:pt idx="3126">
                        <c:v>13</c:v>
                      </c:pt>
                      <c:pt idx="3127">
                        <c:v>13.004167000000001</c:v>
                      </c:pt>
                      <c:pt idx="3128">
                        <c:v>13.008333</c:v>
                      </c:pt>
                      <c:pt idx="3129">
                        <c:v>13.012499999999999</c:v>
                      </c:pt>
                      <c:pt idx="3130">
                        <c:v>13.016667</c:v>
                      </c:pt>
                      <c:pt idx="3131">
                        <c:v>13.020833</c:v>
                      </c:pt>
                      <c:pt idx="3132">
                        <c:v>13.025</c:v>
                      </c:pt>
                      <c:pt idx="3133">
                        <c:v>13.029166999999999</c:v>
                      </c:pt>
                      <c:pt idx="3134">
                        <c:v>13.033333000000001</c:v>
                      </c:pt>
                      <c:pt idx="3135">
                        <c:v>13.0375</c:v>
                      </c:pt>
                      <c:pt idx="3136">
                        <c:v>13.041667</c:v>
                      </c:pt>
                      <c:pt idx="3137">
                        <c:v>13.045833</c:v>
                      </c:pt>
                      <c:pt idx="3138">
                        <c:v>13.05</c:v>
                      </c:pt>
                      <c:pt idx="3139">
                        <c:v>13.054167</c:v>
                      </c:pt>
                      <c:pt idx="3140">
                        <c:v>13.058332999999999</c:v>
                      </c:pt>
                      <c:pt idx="3141">
                        <c:v>13.0625</c:v>
                      </c:pt>
                      <c:pt idx="3142">
                        <c:v>13.066667000000001</c:v>
                      </c:pt>
                      <c:pt idx="3143">
                        <c:v>13.070833</c:v>
                      </c:pt>
                      <c:pt idx="3144">
                        <c:v>13.074999999999999</c:v>
                      </c:pt>
                      <c:pt idx="3145">
                        <c:v>13.079167</c:v>
                      </c:pt>
                      <c:pt idx="3146">
                        <c:v>13.083333</c:v>
                      </c:pt>
                      <c:pt idx="3147">
                        <c:v>13.0875</c:v>
                      </c:pt>
                      <c:pt idx="3148">
                        <c:v>13.091666999999999</c:v>
                      </c:pt>
                      <c:pt idx="3149">
                        <c:v>13.095833000000001</c:v>
                      </c:pt>
                      <c:pt idx="3150">
                        <c:v>13.1</c:v>
                      </c:pt>
                      <c:pt idx="3151">
                        <c:v>13.104167</c:v>
                      </c:pt>
                      <c:pt idx="3152">
                        <c:v>13.108333</c:v>
                      </c:pt>
                      <c:pt idx="3153">
                        <c:v>13.112500000000001</c:v>
                      </c:pt>
                      <c:pt idx="3154">
                        <c:v>13.116667</c:v>
                      </c:pt>
                      <c:pt idx="3155">
                        <c:v>13.120832999999999</c:v>
                      </c:pt>
                      <c:pt idx="3156">
                        <c:v>13.125</c:v>
                      </c:pt>
                      <c:pt idx="3157">
                        <c:v>13.129167000000001</c:v>
                      </c:pt>
                      <c:pt idx="3158">
                        <c:v>13.133333</c:v>
                      </c:pt>
                      <c:pt idx="3159">
                        <c:v>13.137499999999999</c:v>
                      </c:pt>
                      <c:pt idx="3160">
                        <c:v>13.141667</c:v>
                      </c:pt>
                      <c:pt idx="3161">
                        <c:v>13.145833</c:v>
                      </c:pt>
                      <c:pt idx="3162">
                        <c:v>13.15</c:v>
                      </c:pt>
                      <c:pt idx="3163">
                        <c:v>13.154166999999999</c:v>
                      </c:pt>
                      <c:pt idx="3164">
                        <c:v>13.158333000000001</c:v>
                      </c:pt>
                      <c:pt idx="3165">
                        <c:v>13.1625</c:v>
                      </c:pt>
                      <c:pt idx="3166">
                        <c:v>13.166667</c:v>
                      </c:pt>
                      <c:pt idx="3167">
                        <c:v>13.170833</c:v>
                      </c:pt>
                      <c:pt idx="3168">
                        <c:v>13.175000000000001</c:v>
                      </c:pt>
                      <c:pt idx="3169">
                        <c:v>13.179167</c:v>
                      </c:pt>
                      <c:pt idx="3170">
                        <c:v>13.183332999999999</c:v>
                      </c:pt>
                      <c:pt idx="3171">
                        <c:v>13.1875</c:v>
                      </c:pt>
                      <c:pt idx="3172">
                        <c:v>13.191667000000001</c:v>
                      </c:pt>
                      <c:pt idx="3173">
                        <c:v>13.195833</c:v>
                      </c:pt>
                      <c:pt idx="3174">
                        <c:v>13.2</c:v>
                      </c:pt>
                      <c:pt idx="3175">
                        <c:v>13.204167</c:v>
                      </c:pt>
                      <c:pt idx="3176">
                        <c:v>13.208333</c:v>
                      </c:pt>
                      <c:pt idx="3177">
                        <c:v>13.2125</c:v>
                      </c:pt>
                      <c:pt idx="3178">
                        <c:v>13.216666999999999</c:v>
                      </c:pt>
                      <c:pt idx="3179">
                        <c:v>13.220833000000001</c:v>
                      </c:pt>
                      <c:pt idx="3180">
                        <c:v>13.225</c:v>
                      </c:pt>
                      <c:pt idx="3181">
                        <c:v>13.229167</c:v>
                      </c:pt>
                      <c:pt idx="3182">
                        <c:v>13.233333</c:v>
                      </c:pt>
                      <c:pt idx="3183">
                        <c:v>13.237500000000001</c:v>
                      </c:pt>
                      <c:pt idx="3184">
                        <c:v>13.241667</c:v>
                      </c:pt>
                      <c:pt idx="3185">
                        <c:v>13.245832999999999</c:v>
                      </c:pt>
                      <c:pt idx="3186">
                        <c:v>13.25</c:v>
                      </c:pt>
                      <c:pt idx="3187">
                        <c:v>13.254167000000001</c:v>
                      </c:pt>
                      <c:pt idx="3188">
                        <c:v>13.258333</c:v>
                      </c:pt>
                      <c:pt idx="3189">
                        <c:v>13.262499999999999</c:v>
                      </c:pt>
                      <c:pt idx="3190">
                        <c:v>13.266667</c:v>
                      </c:pt>
                      <c:pt idx="3191">
                        <c:v>13.270833</c:v>
                      </c:pt>
                      <c:pt idx="3192">
                        <c:v>13.275</c:v>
                      </c:pt>
                      <c:pt idx="3193">
                        <c:v>13.279166999999999</c:v>
                      </c:pt>
                      <c:pt idx="3194">
                        <c:v>13.283333000000001</c:v>
                      </c:pt>
                      <c:pt idx="3195">
                        <c:v>13.2875</c:v>
                      </c:pt>
                      <c:pt idx="3196">
                        <c:v>13.291667</c:v>
                      </c:pt>
                      <c:pt idx="3197">
                        <c:v>13.295833</c:v>
                      </c:pt>
                      <c:pt idx="3198">
                        <c:v>13.3</c:v>
                      </c:pt>
                      <c:pt idx="3199">
                        <c:v>13.304167</c:v>
                      </c:pt>
                      <c:pt idx="3200">
                        <c:v>13.308332999999999</c:v>
                      </c:pt>
                      <c:pt idx="3201">
                        <c:v>13.3125</c:v>
                      </c:pt>
                      <c:pt idx="3202">
                        <c:v>13.316667000000001</c:v>
                      </c:pt>
                      <c:pt idx="3203">
                        <c:v>13.320833</c:v>
                      </c:pt>
                      <c:pt idx="3204">
                        <c:v>13.324999999999999</c:v>
                      </c:pt>
                      <c:pt idx="3205">
                        <c:v>13.329167</c:v>
                      </c:pt>
                      <c:pt idx="3206">
                        <c:v>13.333333</c:v>
                      </c:pt>
                      <c:pt idx="3207">
                        <c:v>13.3375</c:v>
                      </c:pt>
                      <c:pt idx="3208">
                        <c:v>13.341666999999999</c:v>
                      </c:pt>
                      <c:pt idx="3209">
                        <c:v>13.345833000000001</c:v>
                      </c:pt>
                      <c:pt idx="3210">
                        <c:v>13.35</c:v>
                      </c:pt>
                      <c:pt idx="3211">
                        <c:v>13.354167</c:v>
                      </c:pt>
                      <c:pt idx="3212">
                        <c:v>13.358333</c:v>
                      </c:pt>
                      <c:pt idx="3213">
                        <c:v>13.362500000000001</c:v>
                      </c:pt>
                      <c:pt idx="3214">
                        <c:v>13.366667</c:v>
                      </c:pt>
                      <c:pt idx="3215">
                        <c:v>13.370832999999999</c:v>
                      </c:pt>
                      <c:pt idx="3216">
                        <c:v>13.375</c:v>
                      </c:pt>
                      <c:pt idx="3217">
                        <c:v>13.379167000000001</c:v>
                      </c:pt>
                      <c:pt idx="3218">
                        <c:v>13.383333</c:v>
                      </c:pt>
                      <c:pt idx="3219">
                        <c:v>13.387499999999999</c:v>
                      </c:pt>
                      <c:pt idx="3220">
                        <c:v>13.391667</c:v>
                      </c:pt>
                      <c:pt idx="3221">
                        <c:v>13.395833</c:v>
                      </c:pt>
                      <c:pt idx="3222">
                        <c:v>13.4</c:v>
                      </c:pt>
                      <c:pt idx="3223">
                        <c:v>13.404166999999999</c:v>
                      </c:pt>
                      <c:pt idx="3224">
                        <c:v>13.408333000000001</c:v>
                      </c:pt>
                      <c:pt idx="3225">
                        <c:v>13.4125</c:v>
                      </c:pt>
                      <c:pt idx="3226">
                        <c:v>13.416667</c:v>
                      </c:pt>
                      <c:pt idx="3227">
                        <c:v>13.420833</c:v>
                      </c:pt>
                      <c:pt idx="3228">
                        <c:v>13.425000000000001</c:v>
                      </c:pt>
                      <c:pt idx="3229">
                        <c:v>13.429167</c:v>
                      </c:pt>
                      <c:pt idx="3230">
                        <c:v>13.433332999999999</c:v>
                      </c:pt>
                      <c:pt idx="3231">
                        <c:v>13.4375</c:v>
                      </c:pt>
                      <c:pt idx="3232">
                        <c:v>13.441667000000001</c:v>
                      </c:pt>
                      <c:pt idx="3233">
                        <c:v>13.445833</c:v>
                      </c:pt>
                      <c:pt idx="3234">
                        <c:v>13.45</c:v>
                      </c:pt>
                      <c:pt idx="3235">
                        <c:v>13.454167</c:v>
                      </c:pt>
                      <c:pt idx="3236">
                        <c:v>13.458333</c:v>
                      </c:pt>
                      <c:pt idx="3237">
                        <c:v>13.4625</c:v>
                      </c:pt>
                      <c:pt idx="3238">
                        <c:v>13.466666999999999</c:v>
                      </c:pt>
                      <c:pt idx="3239">
                        <c:v>13.470833000000001</c:v>
                      </c:pt>
                      <c:pt idx="3240">
                        <c:v>13.475</c:v>
                      </c:pt>
                      <c:pt idx="3241">
                        <c:v>13.479167</c:v>
                      </c:pt>
                      <c:pt idx="3242">
                        <c:v>13.483333</c:v>
                      </c:pt>
                      <c:pt idx="3243">
                        <c:v>13.487500000000001</c:v>
                      </c:pt>
                      <c:pt idx="3244">
                        <c:v>13.491667</c:v>
                      </c:pt>
                      <c:pt idx="3245">
                        <c:v>13.495832999999999</c:v>
                      </c:pt>
                      <c:pt idx="3246">
                        <c:v>13.5</c:v>
                      </c:pt>
                      <c:pt idx="3247">
                        <c:v>13.504167000000001</c:v>
                      </c:pt>
                      <c:pt idx="3248">
                        <c:v>13.508333</c:v>
                      </c:pt>
                      <c:pt idx="3249">
                        <c:v>13.512499999999999</c:v>
                      </c:pt>
                      <c:pt idx="3250">
                        <c:v>13.516667</c:v>
                      </c:pt>
                      <c:pt idx="3251">
                        <c:v>13.520833</c:v>
                      </c:pt>
                      <c:pt idx="3252">
                        <c:v>13.525</c:v>
                      </c:pt>
                      <c:pt idx="3253">
                        <c:v>13.529166999999999</c:v>
                      </c:pt>
                      <c:pt idx="3254">
                        <c:v>13.533333000000001</c:v>
                      </c:pt>
                      <c:pt idx="3255">
                        <c:v>13.5375</c:v>
                      </c:pt>
                      <c:pt idx="3256">
                        <c:v>13.541667</c:v>
                      </c:pt>
                      <c:pt idx="3257">
                        <c:v>13.545833</c:v>
                      </c:pt>
                      <c:pt idx="3258">
                        <c:v>13.55</c:v>
                      </c:pt>
                      <c:pt idx="3259">
                        <c:v>13.554167</c:v>
                      </c:pt>
                      <c:pt idx="3260">
                        <c:v>13.558332999999999</c:v>
                      </c:pt>
                      <c:pt idx="3261">
                        <c:v>13.5625</c:v>
                      </c:pt>
                      <c:pt idx="3262">
                        <c:v>13.566667000000001</c:v>
                      </c:pt>
                      <c:pt idx="3263">
                        <c:v>13.570833</c:v>
                      </c:pt>
                      <c:pt idx="3264">
                        <c:v>13.574999999999999</c:v>
                      </c:pt>
                      <c:pt idx="3265">
                        <c:v>13.579167</c:v>
                      </c:pt>
                      <c:pt idx="3266">
                        <c:v>13.583333</c:v>
                      </c:pt>
                      <c:pt idx="3267">
                        <c:v>13.5875</c:v>
                      </c:pt>
                      <c:pt idx="3268">
                        <c:v>13.591666999999999</c:v>
                      </c:pt>
                      <c:pt idx="3269">
                        <c:v>13.595833000000001</c:v>
                      </c:pt>
                      <c:pt idx="3270">
                        <c:v>13.6</c:v>
                      </c:pt>
                      <c:pt idx="3271">
                        <c:v>13.604167</c:v>
                      </c:pt>
                      <c:pt idx="3272">
                        <c:v>13.608333</c:v>
                      </c:pt>
                      <c:pt idx="3273">
                        <c:v>13.612500000000001</c:v>
                      </c:pt>
                      <c:pt idx="3274">
                        <c:v>13.616667</c:v>
                      </c:pt>
                      <c:pt idx="3275">
                        <c:v>13.620832999999999</c:v>
                      </c:pt>
                      <c:pt idx="3276">
                        <c:v>13.625</c:v>
                      </c:pt>
                      <c:pt idx="3277">
                        <c:v>13.629167000000001</c:v>
                      </c:pt>
                      <c:pt idx="3278">
                        <c:v>13.633333</c:v>
                      </c:pt>
                      <c:pt idx="3279">
                        <c:v>13.637499999999999</c:v>
                      </c:pt>
                      <c:pt idx="3280">
                        <c:v>13.641667</c:v>
                      </c:pt>
                      <c:pt idx="3281">
                        <c:v>13.645833</c:v>
                      </c:pt>
                      <c:pt idx="3282">
                        <c:v>13.65</c:v>
                      </c:pt>
                      <c:pt idx="3283">
                        <c:v>13.654166999999999</c:v>
                      </c:pt>
                      <c:pt idx="3284">
                        <c:v>13.658333000000001</c:v>
                      </c:pt>
                      <c:pt idx="3285">
                        <c:v>13.6625</c:v>
                      </c:pt>
                      <c:pt idx="3286">
                        <c:v>13.666667</c:v>
                      </c:pt>
                      <c:pt idx="3287">
                        <c:v>13.670833</c:v>
                      </c:pt>
                      <c:pt idx="3288">
                        <c:v>13.675000000000001</c:v>
                      </c:pt>
                      <c:pt idx="3289">
                        <c:v>13.679167</c:v>
                      </c:pt>
                      <c:pt idx="3290">
                        <c:v>13.683332999999999</c:v>
                      </c:pt>
                      <c:pt idx="3291">
                        <c:v>13.6875</c:v>
                      </c:pt>
                      <c:pt idx="3292">
                        <c:v>13.691667000000001</c:v>
                      </c:pt>
                      <c:pt idx="3293">
                        <c:v>13.695833</c:v>
                      </c:pt>
                      <c:pt idx="3294">
                        <c:v>13.7</c:v>
                      </c:pt>
                      <c:pt idx="3295">
                        <c:v>13.704167</c:v>
                      </c:pt>
                      <c:pt idx="3296">
                        <c:v>13.708333</c:v>
                      </c:pt>
                      <c:pt idx="3297">
                        <c:v>13.7125</c:v>
                      </c:pt>
                      <c:pt idx="3298">
                        <c:v>13.716666999999999</c:v>
                      </c:pt>
                      <c:pt idx="3299">
                        <c:v>13.720833000000001</c:v>
                      </c:pt>
                      <c:pt idx="3300">
                        <c:v>13.725</c:v>
                      </c:pt>
                      <c:pt idx="3301">
                        <c:v>13.729167</c:v>
                      </c:pt>
                      <c:pt idx="3302">
                        <c:v>13.733333</c:v>
                      </c:pt>
                      <c:pt idx="3303">
                        <c:v>13.737500000000001</c:v>
                      </c:pt>
                      <c:pt idx="3304">
                        <c:v>13.741667</c:v>
                      </c:pt>
                      <c:pt idx="3305">
                        <c:v>13.745832999999999</c:v>
                      </c:pt>
                      <c:pt idx="3306">
                        <c:v>13.75</c:v>
                      </c:pt>
                      <c:pt idx="3307">
                        <c:v>13.754167000000001</c:v>
                      </c:pt>
                      <c:pt idx="3308">
                        <c:v>13.758333</c:v>
                      </c:pt>
                      <c:pt idx="3309">
                        <c:v>13.762499999999999</c:v>
                      </c:pt>
                      <c:pt idx="3310">
                        <c:v>13.766667</c:v>
                      </c:pt>
                      <c:pt idx="3311">
                        <c:v>13.770833</c:v>
                      </c:pt>
                      <c:pt idx="3312">
                        <c:v>13.775</c:v>
                      </c:pt>
                      <c:pt idx="3313">
                        <c:v>13.779166999999999</c:v>
                      </c:pt>
                      <c:pt idx="3314">
                        <c:v>13.783333000000001</c:v>
                      </c:pt>
                      <c:pt idx="3315">
                        <c:v>13.7875</c:v>
                      </c:pt>
                      <c:pt idx="3316">
                        <c:v>13.791667</c:v>
                      </c:pt>
                      <c:pt idx="3317">
                        <c:v>13.795833</c:v>
                      </c:pt>
                      <c:pt idx="3318">
                        <c:v>13.8</c:v>
                      </c:pt>
                      <c:pt idx="3319">
                        <c:v>13.804167</c:v>
                      </c:pt>
                      <c:pt idx="3320">
                        <c:v>13.808332999999999</c:v>
                      </c:pt>
                      <c:pt idx="3321">
                        <c:v>13.8125</c:v>
                      </c:pt>
                      <c:pt idx="3322">
                        <c:v>13.816667000000001</c:v>
                      </c:pt>
                      <c:pt idx="3323">
                        <c:v>13.820833</c:v>
                      </c:pt>
                      <c:pt idx="3324">
                        <c:v>13.824999999999999</c:v>
                      </c:pt>
                      <c:pt idx="3325">
                        <c:v>13.829167</c:v>
                      </c:pt>
                      <c:pt idx="3326">
                        <c:v>13.833333</c:v>
                      </c:pt>
                      <c:pt idx="3327">
                        <c:v>13.8375</c:v>
                      </c:pt>
                      <c:pt idx="3328">
                        <c:v>13.841666999999999</c:v>
                      </c:pt>
                      <c:pt idx="3329">
                        <c:v>13.845833000000001</c:v>
                      </c:pt>
                      <c:pt idx="3330">
                        <c:v>13.85</c:v>
                      </c:pt>
                      <c:pt idx="3331">
                        <c:v>13.854167</c:v>
                      </c:pt>
                      <c:pt idx="3332">
                        <c:v>13.858333</c:v>
                      </c:pt>
                      <c:pt idx="3333">
                        <c:v>13.862500000000001</c:v>
                      </c:pt>
                      <c:pt idx="3334">
                        <c:v>13.866667</c:v>
                      </c:pt>
                      <c:pt idx="3335">
                        <c:v>13.870832999999999</c:v>
                      </c:pt>
                      <c:pt idx="3336">
                        <c:v>13.875</c:v>
                      </c:pt>
                      <c:pt idx="3337">
                        <c:v>13.879167000000001</c:v>
                      </c:pt>
                      <c:pt idx="3338">
                        <c:v>13.883333</c:v>
                      </c:pt>
                      <c:pt idx="3339">
                        <c:v>13.887499999999999</c:v>
                      </c:pt>
                      <c:pt idx="3340">
                        <c:v>13.891667</c:v>
                      </c:pt>
                      <c:pt idx="3341">
                        <c:v>13.895833</c:v>
                      </c:pt>
                      <c:pt idx="3342">
                        <c:v>13.9</c:v>
                      </c:pt>
                      <c:pt idx="3343">
                        <c:v>13.904166999999999</c:v>
                      </c:pt>
                      <c:pt idx="3344">
                        <c:v>13.908333000000001</c:v>
                      </c:pt>
                      <c:pt idx="3345">
                        <c:v>13.9125</c:v>
                      </c:pt>
                      <c:pt idx="3346">
                        <c:v>13.916667</c:v>
                      </c:pt>
                      <c:pt idx="3347">
                        <c:v>13.920833</c:v>
                      </c:pt>
                      <c:pt idx="3348">
                        <c:v>13.925000000000001</c:v>
                      </c:pt>
                      <c:pt idx="3349">
                        <c:v>13.929167</c:v>
                      </c:pt>
                      <c:pt idx="3350">
                        <c:v>13.933332999999999</c:v>
                      </c:pt>
                      <c:pt idx="3351">
                        <c:v>13.9375</c:v>
                      </c:pt>
                      <c:pt idx="3352">
                        <c:v>13.941667000000001</c:v>
                      </c:pt>
                      <c:pt idx="3353">
                        <c:v>13.945833</c:v>
                      </c:pt>
                      <c:pt idx="3354">
                        <c:v>13.95</c:v>
                      </c:pt>
                      <c:pt idx="3355">
                        <c:v>13.954167</c:v>
                      </c:pt>
                      <c:pt idx="3356">
                        <c:v>13.958333</c:v>
                      </c:pt>
                      <c:pt idx="3357">
                        <c:v>13.9625</c:v>
                      </c:pt>
                      <c:pt idx="3358">
                        <c:v>13.966666999999999</c:v>
                      </c:pt>
                      <c:pt idx="3359">
                        <c:v>13.970833000000001</c:v>
                      </c:pt>
                      <c:pt idx="3360">
                        <c:v>13.975</c:v>
                      </c:pt>
                      <c:pt idx="3361">
                        <c:v>13.979167</c:v>
                      </c:pt>
                      <c:pt idx="3362">
                        <c:v>13.983333</c:v>
                      </c:pt>
                      <c:pt idx="3363">
                        <c:v>13.987500000000001</c:v>
                      </c:pt>
                      <c:pt idx="3364">
                        <c:v>13.991667</c:v>
                      </c:pt>
                      <c:pt idx="3365">
                        <c:v>13.995832999999999</c:v>
                      </c:pt>
                      <c:pt idx="3366">
                        <c:v>14</c:v>
                      </c:pt>
                      <c:pt idx="3367">
                        <c:v>14.004167000000001</c:v>
                      </c:pt>
                      <c:pt idx="3368">
                        <c:v>14.008333</c:v>
                      </c:pt>
                      <c:pt idx="3369">
                        <c:v>14.012499999999999</c:v>
                      </c:pt>
                      <c:pt idx="3370">
                        <c:v>14.016667</c:v>
                      </c:pt>
                      <c:pt idx="3371">
                        <c:v>14.020833</c:v>
                      </c:pt>
                      <c:pt idx="3372">
                        <c:v>14.025</c:v>
                      </c:pt>
                      <c:pt idx="3373">
                        <c:v>14.029166999999999</c:v>
                      </c:pt>
                      <c:pt idx="3374">
                        <c:v>14.033333000000001</c:v>
                      </c:pt>
                      <c:pt idx="3375">
                        <c:v>14.0375</c:v>
                      </c:pt>
                      <c:pt idx="3376">
                        <c:v>14.041667</c:v>
                      </c:pt>
                      <c:pt idx="3377">
                        <c:v>14.045833</c:v>
                      </c:pt>
                      <c:pt idx="3378">
                        <c:v>14.05</c:v>
                      </c:pt>
                      <c:pt idx="3379">
                        <c:v>14.054167</c:v>
                      </c:pt>
                      <c:pt idx="3380">
                        <c:v>14.058332999999999</c:v>
                      </c:pt>
                      <c:pt idx="3381">
                        <c:v>14.0625</c:v>
                      </c:pt>
                      <c:pt idx="3382">
                        <c:v>14.066667000000001</c:v>
                      </c:pt>
                      <c:pt idx="3383">
                        <c:v>14.070833</c:v>
                      </c:pt>
                      <c:pt idx="3384">
                        <c:v>14.074999999999999</c:v>
                      </c:pt>
                      <c:pt idx="3385">
                        <c:v>14.079167</c:v>
                      </c:pt>
                      <c:pt idx="3386">
                        <c:v>14.083333</c:v>
                      </c:pt>
                      <c:pt idx="3387">
                        <c:v>14.0875</c:v>
                      </c:pt>
                      <c:pt idx="3388">
                        <c:v>14.091666999999999</c:v>
                      </c:pt>
                      <c:pt idx="3389">
                        <c:v>14.095833000000001</c:v>
                      </c:pt>
                      <c:pt idx="3390">
                        <c:v>14.1</c:v>
                      </c:pt>
                      <c:pt idx="3391">
                        <c:v>14.104167</c:v>
                      </c:pt>
                      <c:pt idx="3392">
                        <c:v>14.108333</c:v>
                      </c:pt>
                      <c:pt idx="3393">
                        <c:v>14.112500000000001</c:v>
                      </c:pt>
                      <c:pt idx="3394">
                        <c:v>14.116667</c:v>
                      </c:pt>
                      <c:pt idx="3395">
                        <c:v>14.120832999999999</c:v>
                      </c:pt>
                      <c:pt idx="3396">
                        <c:v>14.125</c:v>
                      </c:pt>
                      <c:pt idx="3397">
                        <c:v>14.129167000000001</c:v>
                      </c:pt>
                      <c:pt idx="3398">
                        <c:v>14.133333</c:v>
                      </c:pt>
                      <c:pt idx="3399">
                        <c:v>14.137499999999999</c:v>
                      </c:pt>
                      <c:pt idx="3400">
                        <c:v>14.141667</c:v>
                      </c:pt>
                      <c:pt idx="3401">
                        <c:v>14.145833</c:v>
                      </c:pt>
                      <c:pt idx="3402">
                        <c:v>14.15</c:v>
                      </c:pt>
                      <c:pt idx="3403">
                        <c:v>14.154166999999999</c:v>
                      </c:pt>
                      <c:pt idx="3404">
                        <c:v>14.158333000000001</c:v>
                      </c:pt>
                      <c:pt idx="3405">
                        <c:v>14.1625</c:v>
                      </c:pt>
                      <c:pt idx="3406">
                        <c:v>14.166667</c:v>
                      </c:pt>
                      <c:pt idx="3407">
                        <c:v>14.170833</c:v>
                      </c:pt>
                      <c:pt idx="3408">
                        <c:v>14.175000000000001</c:v>
                      </c:pt>
                      <c:pt idx="3409">
                        <c:v>14.179167</c:v>
                      </c:pt>
                      <c:pt idx="3410">
                        <c:v>14.183332999999999</c:v>
                      </c:pt>
                      <c:pt idx="3411">
                        <c:v>14.1875</c:v>
                      </c:pt>
                      <c:pt idx="3412">
                        <c:v>14.191667000000001</c:v>
                      </c:pt>
                      <c:pt idx="3413">
                        <c:v>14.195833</c:v>
                      </c:pt>
                      <c:pt idx="3414">
                        <c:v>14.2</c:v>
                      </c:pt>
                      <c:pt idx="3415">
                        <c:v>14.204167</c:v>
                      </c:pt>
                      <c:pt idx="3416">
                        <c:v>14.208333</c:v>
                      </c:pt>
                      <c:pt idx="3417">
                        <c:v>14.2125</c:v>
                      </c:pt>
                      <c:pt idx="3418">
                        <c:v>14.216666999999999</c:v>
                      </c:pt>
                      <c:pt idx="3419">
                        <c:v>14.220833000000001</c:v>
                      </c:pt>
                      <c:pt idx="3420">
                        <c:v>14.225</c:v>
                      </c:pt>
                      <c:pt idx="3421">
                        <c:v>14.229167</c:v>
                      </c:pt>
                      <c:pt idx="3422">
                        <c:v>14.233333</c:v>
                      </c:pt>
                      <c:pt idx="3423">
                        <c:v>14.237500000000001</c:v>
                      </c:pt>
                      <c:pt idx="3424">
                        <c:v>14.241667</c:v>
                      </c:pt>
                      <c:pt idx="3425">
                        <c:v>14.245832999999999</c:v>
                      </c:pt>
                      <c:pt idx="3426">
                        <c:v>14.25</c:v>
                      </c:pt>
                      <c:pt idx="3427">
                        <c:v>14.254167000000001</c:v>
                      </c:pt>
                      <c:pt idx="3428">
                        <c:v>14.258333</c:v>
                      </c:pt>
                      <c:pt idx="3429">
                        <c:v>14.262499999999999</c:v>
                      </c:pt>
                      <c:pt idx="3430">
                        <c:v>14.266667</c:v>
                      </c:pt>
                      <c:pt idx="3431">
                        <c:v>14.270833</c:v>
                      </c:pt>
                      <c:pt idx="3432">
                        <c:v>14.275</c:v>
                      </c:pt>
                      <c:pt idx="3433">
                        <c:v>14.279166999999999</c:v>
                      </c:pt>
                      <c:pt idx="3434">
                        <c:v>14.283333000000001</c:v>
                      </c:pt>
                      <c:pt idx="3435">
                        <c:v>14.2875</c:v>
                      </c:pt>
                      <c:pt idx="3436">
                        <c:v>14.291667</c:v>
                      </c:pt>
                      <c:pt idx="3437">
                        <c:v>14.295833</c:v>
                      </c:pt>
                      <c:pt idx="3438">
                        <c:v>14.3</c:v>
                      </c:pt>
                      <c:pt idx="3439">
                        <c:v>14.304167</c:v>
                      </c:pt>
                      <c:pt idx="3440">
                        <c:v>14.308332999999999</c:v>
                      </c:pt>
                      <c:pt idx="3441">
                        <c:v>14.3125</c:v>
                      </c:pt>
                      <c:pt idx="3442">
                        <c:v>14.316667000000001</c:v>
                      </c:pt>
                      <c:pt idx="3443">
                        <c:v>14.320833</c:v>
                      </c:pt>
                      <c:pt idx="3444">
                        <c:v>14.324999999999999</c:v>
                      </c:pt>
                      <c:pt idx="3445">
                        <c:v>14.329167</c:v>
                      </c:pt>
                      <c:pt idx="3446">
                        <c:v>14.333333</c:v>
                      </c:pt>
                      <c:pt idx="3447">
                        <c:v>14.3375</c:v>
                      </c:pt>
                      <c:pt idx="3448">
                        <c:v>14.341666999999999</c:v>
                      </c:pt>
                      <c:pt idx="3449">
                        <c:v>14.345833000000001</c:v>
                      </c:pt>
                      <c:pt idx="3450">
                        <c:v>14.35</c:v>
                      </c:pt>
                      <c:pt idx="3451">
                        <c:v>14.354167</c:v>
                      </c:pt>
                      <c:pt idx="3452">
                        <c:v>14.358333</c:v>
                      </c:pt>
                      <c:pt idx="3453">
                        <c:v>14.362500000000001</c:v>
                      </c:pt>
                      <c:pt idx="3454">
                        <c:v>14.366667</c:v>
                      </c:pt>
                      <c:pt idx="3455">
                        <c:v>14.370832999999999</c:v>
                      </c:pt>
                      <c:pt idx="3456">
                        <c:v>14.375</c:v>
                      </c:pt>
                      <c:pt idx="3457">
                        <c:v>14.379167000000001</c:v>
                      </c:pt>
                      <c:pt idx="3458">
                        <c:v>14.383333</c:v>
                      </c:pt>
                      <c:pt idx="3459">
                        <c:v>14.387499999999999</c:v>
                      </c:pt>
                      <c:pt idx="3460">
                        <c:v>14.391667</c:v>
                      </c:pt>
                      <c:pt idx="3461">
                        <c:v>14.395833</c:v>
                      </c:pt>
                      <c:pt idx="3462">
                        <c:v>14.4</c:v>
                      </c:pt>
                      <c:pt idx="3463">
                        <c:v>14.404166999999999</c:v>
                      </c:pt>
                      <c:pt idx="3464">
                        <c:v>14.408333000000001</c:v>
                      </c:pt>
                      <c:pt idx="3465">
                        <c:v>14.4125</c:v>
                      </c:pt>
                      <c:pt idx="3466">
                        <c:v>14.416667</c:v>
                      </c:pt>
                      <c:pt idx="3467">
                        <c:v>14.420833</c:v>
                      </c:pt>
                      <c:pt idx="3468">
                        <c:v>14.425000000000001</c:v>
                      </c:pt>
                      <c:pt idx="3469">
                        <c:v>14.429167</c:v>
                      </c:pt>
                      <c:pt idx="3470">
                        <c:v>14.433332999999999</c:v>
                      </c:pt>
                      <c:pt idx="3471">
                        <c:v>14.4375</c:v>
                      </c:pt>
                      <c:pt idx="3472">
                        <c:v>14.441667000000001</c:v>
                      </c:pt>
                      <c:pt idx="3473">
                        <c:v>14.445833</c:v>
                      </c:pt>
                      <c:pt idx="3474">
                        <c:v>14.45</c:v>
                      </c:pt>
                      <c:pt idx="3475">
                        <c:v>14.454167</c:v>
                      </c:pt>
                      <c:pt idx="3476">
                        <c:v>14.458333</c:v>
                      </c:pt>
                      <c:pt idx="3477">
                        <c:v>14.4625</c:v>
                      </c:pt>
                      <c:pt idx="3478">
                        <c:v>14.466666999999999</c:v>
                      </c:pt>
                      <c:pt idx="3479">
                        <c:v>14.470833000000001</c:v>
                      </c:pt>
                      <c:pt idx="3480">
                        <c:v>14.475</c:v>
                      </c:pt>
                      <c:pt idx="3481">
                        <c:v>14.479167</c:v>
                      </c:pt>
                      <c:pt idx="3482">
                        <c:v>14.483333</c:v>
                      </c:pt>
                      <c:pt idx="3483">
                        <c:v>14.487500000000001</c:v>
                      </c:pt>
                      <c:pt idx="3484">
                        <c:v>14.491667</c:v>
                      </c:pt>
                      <c:pt idx="3485">
                        <c:v>14.495832999999999</c:v>
                      </c:pt>
                      <c:pt idx="3486">
                        <c:v>14.5</c:v>
                      </c:pt>
                      <c:pt idx="3487">
                        <c:v>14.504167000000001</c:v>
                      </c:pt>
                      <c:pt idx="3488">
                        <c:v>14.508333</c:v>
                      </c:pt>
                      <c:pt idx="3489">
                        <c:v>14.512499999999999</c:v>
                      </c:pt>
                      <c:pt idx="3490">
                        <c:v>14.516667</c:v>
                      </c:pt>
                      <c:pt idx="3491">
                        <c:v>14.520833</c:v>
                      </c:pt>
                      <c:pt idx="3492">
                        <c:v>14.525</c:v>
                      </c:pt>
                      <c:pt idx="3493">
                        <c:v>14.529166999999999</c:v>
                      </c:pt>
                      <c:pt idx="3494">
                        <c:v>14.533333000000001</c:v>
                      </c:pt>
                      <c:pt idx="3495">
                        <c:v>14.5375</c:v>
                      </c:pt>
                      <c:pt idx="3496">
                        <c:v>14.541667</c:v>
                      </c:pt>
                      <c:pt idx="3497">
                        <c:v>14.545833</c:v>
                      </c:pt>
                      <c:pt idx="3498">
                        <c:v>14.55</c:v>
                      </c:pt>
                      <c:pt idx="3499">
                        <c:v>14.554167</c:v>
                      </c:pt>
                      <c:pt idx="3500">
                        <c:v>14.558332999999999</c:v>
                      </c:pt>
                      <c:pt idx="3501">
                        <c:v>14.5625</c:v>
                      </c:pt>
                      <c:pt idx="3502">
                        <c:v>14.566667000000001</c:v>
                      </c:pt>
                      <c:pt idx="3503">
                        <c:v>14.570833</c:v>
                      </c:pt>
                      <c:pt idx="3504">
                        <c:v>14.574999999999999</c:v>
                      </c:pt>
                      <c:pt idx="3505">
                        <c:v>14.579167</c:v>
                      </c:pt>
                      <c:pt idx="3506">
                        <c:v>14.583333</c:v>
                      </c:pt>
                      <c:pt idx="3507">
                        <c:v>14.5875</c:v>
                      </c:pt>
                      <c:pt idx="3508">
                        <c:v>14.591666999999999</c:v>
                      </c:pt>
                      <c:pt idx="3509">
                        <c:v>14.595833000000001</c:v>
                      </c:pt>
                      <c:pt idx="3510">
                        <c:v>14.6</c:v>
                      </c:pt>
                      <c:pt idx="3511">
                        <c:v>14.604167</c:v>
                      </c:pt>
                      <c:pt idx="3512">
                        <c:v>14.608333</c:v>
                      </c:pt>
                      <c:pt idx="3513">
                        <c:v>14.612500000000001</c:v>
                      </c:pt>
                      <c:pt idx="3514">
                        <c:v>14.616667</c:v>
                      </c:pt>
                      <c:pt idx="3515">
                        <c:v>14.620832999999999</c:v>
                      </c:pt>
                      <c:pt idx="3516">
                        <c:v>14.625</c:v>
                      </c:pt>
                      <c:pt idx="3517">
                        <c:v>14.629167000000001</c:v>
                      </c:pt>
                      <c:pt idx="3518">
                        <c:v>14.633333</c:v>
                      </c:pt>
                      <c:pt idx="3519">
                        <c:v>14.637499999999999</c:v>
                      </c:pt>
                      <c:pt idx="3520">
                        <c:v>14.641667</c:v>
                      </c:pt>
                      <c:pt idx="3521">
                        <c:v>14.645833</c:v>
                      </c:pt>
                      <c:pt idx="3522">
                        <c:v>14.65</c:v>
                      </c:pt>
                      <c:pt idx="3523">
                        <c:v>14.654166999999999</c:v>
                      </c:pt>
                      <c:pt idx="3524">
                        <c:v>14.658333000000001</c:v>
                      </c:pt>
                      <c:pt idx="3525">
                        <c:v>14.6625</c:v>
                      </c:pt>
                      <c:pt idx="3526">
                        <c:v>14.666667</c:v>
                      </c:pt>
                      <c:pt idx="3527">
                        <c:v>14.670833</c:v>
                      </c:pt>
                      <c:pt idx="3528">
                        <c:v>14.675000000000001</c:v>
                      </c:pt>
                      <c:pt idx="3529">
                        <c:v>14.679167</c:v>
                      </c:pt>
                      <c:pt idx="3530">
                        <c:v>14.683332999999999</c:v>
                      </c:pt>
                      <c:pt idx="3531">
                        <c:v>14.6875</c:v>
                      </c:pt>
                      <c:pt idx="3532">
                        <c:v>14.691667000000001</c:v>
                      </c:pt>
                      <c:pt idx="3533">
                        <c:v>14.695833</c:v>
                      </c:pt>
                      <c:pt idx="3534">
                        <c:v>14.7</c:v>
                      </c:pt>
                      <c:pt idx="3535">
                        <c:v>14.704167</c:v>
                      </c:pt>
                      <c:pt idx="3536">
                        <c:v>14.708333</c:v>
                      </c:pt>
                      <c:pt idx="3537">
                        <c:v>14.7125</c:v>
                      </c:pt>
                      <c:pt idx="3538">
                        <c:v>14.716666999999999</c:v>
                      </c:pt>
                      <c:pt idx="3539">
                        <c:v>14.720833000000001</c:v>
                      </c:pt>
                      <c:pt idx="3540">
                        <c:v>14.725</c:v>
                      </c:pt>
                      <c:pt idx="3541">
                        <c:v>14.729167</c:v>
                      </c:pt>
                      <c:pt idx="3542">
                        <c:v>14.733333</c:v>
                      </c:pt>
                      <c:pt idx="3543">
                        <c:v>14.737500000000001</c:v>
                      </c:pt>
                      <c:pt idx="3544">
                        <c:v>14.741667</c:v>
                      </c:pt>
                      <c:pt idx="3545">
                        <c:v>14.745832999999999</c:v>
                      </c:pt>
                      <c:pt idx="3546">
                        <c:v>14.75</c:v>
                      </c:pt>
                      <c:pt idx="3547">
                        <c:v>14.754167000000001</c:v>
                      </c:pt>
                      <c:pt idx="3548">
                        <c:v>14.758333</c:v>
                      </c:pt>
                      <c:pt idx="3549">
                        <c:v>14.762499999999999</c:v>
                      </c:pt>
                      <c:pt idx="3550">
                        <c:v>14.766667</c:v>
                      </c:pt>
                      <c:pt idx="3551">
                        <c:v>14.770833</c:v>
                      </c:pt>
                      <c:pt idx="3552">
                        <c:v>14.775</c:v>
                      </c:pt>
                      <c:pt idx="3553">
                        <c:v>14.779166999999999</c:v>
                      </c:pt>
                      <c:pt idx="3554">
                        <c:v>14.783333000000001</c:v>
                      </c:pt>
                      <c:pt idx="3555">
                        <c:v>14.7875</c:v>
                      </c:pt>
                      <c:pt idx="3556">
                        <c:v>14.791667</c:v>
                      </c:pt>
                      <c:pt idx="3557">
                        <c:v>14.795833</c:v>
                      </c:pt>
                      <c:pt idx="3558">
                        <c:v>14.8</c:v>
                      </c:pt>
                      <c:pt idx="3559">
                        <c:v>14.804167</c:v>
                      </c:pt>
                      <c:pt idx="3560">
                        <c:v>14.808332999999999</c:v>
                      </c:pt>
                      <c:pt idx="3561">
                        <c:v>14.8125</c:v>
                      </c:pt>
                      <c:pt idx="3562">
                        <c:v>14.816667000000001</c:v>
                      </c:pt>
                      <c:pt idx="3563">
                        <c:v>14.820833</c:v>
                      </c:pt>
                      <c:pt idx="3564">
                        <c:v>14.824999999999999</c:v>
                      </c:pt>
                      <c:pt idx="3565">
                        <c:v>14.829167</c:v>
                      </c:pt>
                      <c:pt idx="3566">
                        <c:v>14.833333</c:v>
                      </c:pt>
                      <c:pt idx="3567">
                        <c:v>14.8375</c:v>
                      </c:pt>
                      <c:pt idx="3568">
                        <c:v>14.841666999999999</c:v>
                      </c:pt>
                      <c:pt idx="3569">
                        <c:v>14.845833000000001</c:v>
                      </c:pt>
                      <c:pt idx="3570">
                        <c:v>14.85</c:v>
                      </c:pt>
                      <c:pt idx="3571">
                        <c:v>14.854167</c:v>
                      </c:pt>
                      <c:pt idx="3572">
                        <c:v>14.858333</c:v>
                      </c:pt>
                      <c:pt idx="3573">
                        <c:v>14.862500000000001</c:v>
                      </c:pt>
                      <c:pt idx="3574">
                        <c:v>14.866667</c:v>
                      </c:pt>
                      <c:pt idx="3575">
                        <c:v>14.870832999999999</c:v>
                      </c:pt>
                      <c:pt idx="3576">
                        <c:v>14.875</c:v>
                      </c:pt>
                      <c:pt idx="3577">
                        <c:v>14.879167000000001</c:v>
                      </c:pt>
                      <c:pt idx="3578">
                        <c:v>14.883333</c:v>
                      </c:pt>
                      <c:pt idx="3579">
                        <c:v>14.887499999999999</c:v>
                      </c:pt>
                      <c:pt idx="3580">
                        <c:v>14.891667</c:v>
                      </c:pt>
                      <c:pt idx="3581">
                        <c:v>14.895833</c:v>
                      </c:pt>
                      <c:pt idx="3582">
                        <c:v>14.9</c:v>
                      </c:pt>
                      <c:pt idx="3583">
                        <c:v>14.904166999999999</c:v>
                      </c:pt>
                      <c:pt idx="3584">
                        <c:v>14.908333000000001</c:v>
                      </c:pt>
                      <c:pt idx="3585">
                        <c:v>14.9125</c:v>
                      </c:pt>
                      <c:pt idx="3586">
                        <c:v>14.916667</c:v>
                      </c:pt>
                      <c:pt idx="3587">
                        <c:v>14.920833</c:v>
                      </c:pt>
                      <c:pt idx="3588">
                        <c:v>14.925000000000001</c:v>
                      </c:pt>
                      <c:pt idx="3589">
                        <c:v>14.929167</c:v>
                      </c:pt>
                      <c:pt idx="3590">
                        <c:v>14.933332999999999</c:v>
                      </c:pt>
                      <c:pt idx="3591">
                        <c:v>14.9375</c:v>
                      </c:pt>
                      <c:pt idx="3592">
                        <c:v>14.941667000000001</c:v>
                      </c:pt>
                      <c:pt idx="3593">
                        <c:v>14.945833</c:v>
                      </c:pt>
                      <c:pt idx="3594">
                        <c:v>14.95</c:v>
                      </c:pt>
                      <c:pt idx="3595">
                        <c:v>14.954167</c:v>
                      </c:pt>
                      <c:pt idx="3596">
                        <c:v>14.958333</c:v>
                      </c:pt>
                      <c:pt idx="3597">
                        <c:v>14.9625</c:v>
                      </c:pt>
                      <c:pt idx="3598">
                        <c:v>14.966666999999999</c:v>
                      </c:pt>
                      <c:pt idx="3599">
                        <c:v>14.970833000000001</c:v>
                      </c:pt>
                      <c:pt idx="3600">
                        <c:v>14.975</c:v>
                      </c:pt>
                      <c:pt idx="3601">
                        <c:v>14.979167</c:v>
                      </c:pt>
                      <c:pt idx="3602">
                        <c:v>14.983333</c:v>
                      </c:pt>
                      <c:pt idx="3603">
                        <c:v>14.987500000000001</c:v>
                      </c:pt>
                      <c:pt idx="3604">
                        <c:v>14.991667</c:v>
                      </c:pt>
                      <c:pt idx="3605">
                        <c:v>14.995832999999999</c:v>
                      </c:pt>
                      <c:pt idx="3606">
                        <c:v>15</c:v>
                      </c:pt>
                      <c:pt idx="3607">
                        <c:v>15.004167000000001</c:v>
                      </c:pt>
                      <c:pt idx="3608">
                        <c:v>15.008333</c:v>
                      </c:pt>
                      <c:pt idx="3609">
                        <c:v>15.012499999999999</c:v>
                      </c:pt>
                      <c:pt idx="3610">
                        <c:v>15.016667</c:v>
                      </c:pt>
                      <c:pt idx="3611">
                        <c:v>15.020833</c:v>
                      </c:pt>
                      <c:pt idx="3612">
                        <c:v>15.025</c:v>
                      </c:pt>
                      <c:pt idx="3613">
                        <c:v>15.029166999999999</c:v>
                      </c:pt>
                      <c:pt idx="3614">
                        <c:v>15.033333000000001</c:v>
                      </c:pt>
                      <c:pt idx="3615">
                        <c:v>15.0375</c:v>
                      </c:pt>
                      <c:pt idx="3616">
                        <c:v>15.041667</c:v>
                      </c:pt>
                      <c:pt idx="3617">
                        <c:v>15.045833</c:v>
                      </c:pt>
                      <c:pt idx="3618">
                        <c:v>15.05</c:v>
                      </c:pt>
                      <c:pt idx="3619">
                        <c:v>15.054167</c:v>
                      </c:pt>
                      <c:pt idx="3620">
                        <c:v>15.058332999999999</c:v>
                      </c:pt>
                      <c:pt idx="3621">
                        <c:v>15.0625</c:v>
                      </c:pt>
                      <c:pt idx="3622">
                        <c:v>15.066667000000001</c:v>
                      </c:pt>
                      <c:pt idx="3623">
                        <c:v>15.070833</c:v>
                      </c:pt>
                      <c:pt idx="3624">
                        <c:v>15.074999999999999</c:v>
                      </c:pt>
                      <c:pt idx="3625">
                        <c:v>15.079167</c:v>
                      </c:pt>
                      <c:pt idx="3626">
                        <c:v>15.083333</c:v>
                      </c:pt>
                      <c:pt idx="3627">
                        <c:v>15.0875</c:v>
                      </c:pt>
                      <c:pt idx="3628">
                        <c:v>15.091666999999999</c:v>
                      </c:pt>
                      <c:pt idx="3629">
                        <c:v>15.095833000000001</c:v>
                      </c:pt>
                      <c:pt idx="3630">
                        <c:v>15.1</c:v>
                      </c:pt>
                      <c:pt idx="3631">
                        <c:v>15.104167</c:v>
                      </c:pt>
                      <c:pt idx="3632">
                        <c:v>15.108333</c:v>
                      </c:pt>
                      <c:pt idx="3633">
                        <c:v>15.112500000000001</c:v>
                      </c:pt>
                      <c:pt idx="3634">
                        <c:v>15.116667</c:v>
                      </c:pt>
                      <c:pt idx="3635">
                        <c:v>15.120832999999999</c:v>
                      </c:pt>
                      <c:pt idx="3636">
                        <c:v>15.125</c:v>
                      </c:pt>
                      <c:pt idx="3637">
                        <c:v>15.129167000000001</c:v>
                      </c:pt>
                      <c:pt idx="3638">
                        <c:v>15.133333</c:v>
                      </c:pt>
                      <c:pt idx="3639">
                        <c:v>15.137499999999999</c:v>
                      </c:pt>
                      <c:pt idx="3640">
                        <c:v>15.141667</c:v>
                      </c:pt>
                      <c:pt idx="3641">
                        <c:v>15.145833</c:v>
                      </c:pt>
                      <c:pt idx="3642">
                        <c:v>15.15</c:v>
                      </c:pt>
                      <c:pt idx="3643">
                        <c:v>15.154166999999999</c:v>
                      </c:pt>
                      <c:pt idx="3644">
                        <c:v>15.158333000000001</c:v>
                      </c:pt>
                      <c:pt idx="3645">
                        <c:v>15.1625</c:v>
                      </c:pt>
                      <c:pt idx="3646">
                        <c:v>15.166667</c:v>
                      </c:pt>
                      <c:pt idx="3647">
                        <c:v>15.170833</c:v>
                      </c:pt>
                      <c:pt idx="3648">
                        <c:v>15.175000000000001</c:v>
                      </c:pt>
                      <c:pt idx="3649">
                        <c:v>15.179167</c:v>
                      </c:pt>
                      <c:pt idx="3650">
                        <c:v>15.183332999999999</c:v>
                      </c:pt>
                      <c:pt idx="3651">
                        <c:v>15.1875</c:v>
                      </c:pt>
                      <c:pt idx="3652">
                        <c:v>15.191667000000001</c:v>
                      </c:pt>
                      <c:pt idx="3653">
                        <c:v>15.195833</c:v>
                      </c:pt>
                      <c:pt idx="3654">
                        <c:v>15.2</c:v>
                      </c:pt>
                      <c:pt idx="3655">
                        <c:v>15.204167</c:v>
                      </c:pt>
                      <c:pt idx="3656">
                        <c:v>15.208333</c:v>
                      </c:pt>
                      <c:pt idx="3657">
                        <c:v>15.2125</c:v>
                      </c:pt>
                      <c:pt idx="3658">
                        <c:v>15.216666999999999</c:v>
                      </c:pt>
                      <c:pt idx="3659">
                        <c:v>15.220833000000001</c:v>
                      </c:pt>
                      <c:pt idx="3660">
                        <c:v>15.225</c:v>
                      </c:pt>
                      <c:pt idx="3661">
                        <c:v>15.229167</c:v>
                      </c:pt>
                      <c:pt idx="3662">
                        <c:v>15.233333</c:v>
                      </c:pt>
                      <c:pt idx="3663">
                        <c:v>15.237500000000001</c:v>
                      </c:pt>
                      <c:pt idx="3664">
                        <c:v>15.241667</c:v>
                      </c:pt>
                      <c:pt idx="3665">
                        <c:v>15.245832999999999</c:v>
                      </c:pt>
                      <c:pt idx="3666">
                        <c:v>15.25</c:v>
                      </c:pt>
                      <c:pt idx="3667">
                        <c:v>15.254167000000001</c:v>
                      </c:pt>
                      <c:pt idx="3668">
                        <c:v>15.258333</c:v>
                      </c:pt>
                      <c:pt idx="3669">
                        <c:v>15.262499999999999</c:v>
                      </c:pt>
                      <c:pt idx="3670">
                        <c:v>15.266667</c:v>
                      </c:pt>
                      <c:pt idx="3671">
                        <c:v>15.270833</c:v>
                      </c:pt>
                      <c:pt idx="3672">
                        <c:v>15.275</c:v>
                      </c:pt>
                      <c:pt idx="3673">
                        <c:v>15.279166999999999</c:v>
                      </c:pt>
                      <c:pt idx="3674">
                        <c:v>15.283333000000001</c:v>
                      </c:pt>
                      <c:pt idx="3675">
                        <c:v>15.2875</c:v>
                      </c:pt>
                      <c:pt idx="3676">
                        <c:v>15.291667</c:v>
                      </c:pt>
                      <c:pt idx="3677">
                        <c:v>15.295833</c:v>
                      </c:pt>
                      <c:pt idx="3678">
                        <c:v>15.3</c:v>
                      </c:pt>
                      <c:pt idx="3679">
                        <c:v>15.304167</c:v>
                      </c:pt>
                      <c:pt idx="3680">
                        <c:v>15.308332999999999</c:v>
                      </c:pt>
                      <c:pt idx="3681">
                        <c:v>15.3125</c:v>
                      </c:pt>
                      <c:pt idx="3682">
                        <c:v>15.316667000000001</c:v>
                      </c:pt>
                      <c:pt idx="3683">
                        <c:v>15.320833</c:v>
                      </c:pt>
                      <c:pt idx="3684">
                        <c:v>15.324999999999999</c:v>
                      </c:pt>
                      <c:pt idx="3685">
                        <c:v>15.329167</c:v>
                      </c:pt>
                      <c:pt idx="3686">
                        <c:v>15.333333</c:v>
                      </c:pt>
                      <c:pt idx="3687">
                        <c:v>15.3375</c:v>
                      </c:pt>
                      <c:pt idx="3688">
                        <c:v>15.341666999999999</c:v>
                      </c:pt>
                      <c:pt idx="3689">
                        <c:v>15.345833000000001</c:v>
                      </c:pt>
                      <c:pt idx="3690">
                        <c:v>15.35</c:v>
                      </c:pt>
                      <c:pt idx="3691">
                        <c:v>15.354167</c:v>
                      </c:pt>
                      <c:pt idx="3692">
                        <c:v>15.358333</c:v>
                      </c:pt>
                      <c:pt idx="3693">
                        <c:v>15.362500000000001</c:v>
                      </c:pt>
                      <c:pt idx="3694">
                        <c:v>15.366667</c:v>
                      </c:pt>
                      <c:pt idx="3695">
                        <c:v>15.370832999999999</c:v>
                      </c:pt>
                      <c:pt idx="3696">
                        <c:v>15.375</c:v>
                      </c:pt>
                      <c:pt idx="3697">
                        <c:v>15.379167000000001</c:v>
                      </c:pt>
                      <c:pt idx="3698">
                        <c:v>15.383333</c:v>
                      </c:pt>
                      <c:pt idx="3699">
                        <c:v>15.387499999999999</c:v>
                      </c:pt>
                      <c:pt idx="3700">
                        <c:v>15.391667</c:v>
                      </c:pt>
                      <c:pt idx="3701">
                        <c:v>15.395833</c:v>
                      </c:pt>
                      <c:pt idx="3702">
                        <c:v>15.4</c:v>
                      </c:pt>
                      <c:pt idx="3703">
                        <c:v>15.404166999999999</c:v>
                      </c:pt>
                      <c:pt idx="3704">
                        <c:v>15.408333000000001</c:v>
                      </c:pt>
                      <c:pt idx="3705">
                        <c:v>15.4125</c:v>
                      </c:pt>
                      <c:pt idx="3706">
                        <c:v>15.416667</c:v>
                      </c:pt>
                      <c:pt idx="3707">
                        <c:v>15.420833</c:v>
                      </c:pt>
                      <c:pt idx="3708">
                        <c:v>15.425000000000001</c:v>
                      </c:pt>
                      <c:pt idx="3709">
                        <c:v>15.429167</c:v>
                      </c:pt>
                      <c:pt idx="3710">
                        <c:v>15.433332999999999</c:v>
                      </c:pt>
                      <c:pt idx="3711">
                        <c:v>15.4375</c:v>
                      </c:pt>
                      <c:pt idx="3712">
                        <c:v>15.441667000000001</c:v>
                      </c:pt>
                      <c:pt idx="3713">
                        <c:v>15.445833</c:v>
                      </c:pt>
                      <c:pt idx="3714">
                        <c:v>15.45</c:v>
                      </c:pt>
                      <c:pt idx="3715">
                        <c:v>15.454167</c:v>
                      </c:pt>
                      <c:pt idx="3716">
                        <c:v>15.458333</c:v>
                      </c:pt>
                      <c:pt idx="3717">
                        <c:v>15.4625</c:v>
                      </c:pt>
                      <c:pt idx="3718">
                        <c:v>15.466666999999999</c:v>
                      </c:pt>
                      <c:pt idx="3719">
                        <c:v>15.470833000000001</c:v>
                      </c:pt>
                      <c:pt idx="3720">
                        <c:v>15.475</c:v>
                      </c:pt>
                      <c:pt idx="3721">
                        <c:v>15.479167</c:v>
                      </c:pt>
                      <c:pt idx="3722">
                        <c:v>15.483333</c:v>
                      </c:pt>
                      <c:pt idx="3723">
                        <c:v>15.487500000000001</c:v>
                      </c:pt>
                      <c:pt idx="3724">
                        <c:v>15.491667</c:v>
                      </c:pt>
                      <c:pt idx="3725">
                        <c:v>15.495832999999999</c:v>
                      </c:pt>
                      <c:pt idx="3726">
                        <c:v>15.5</c:v>
                      </c:pt>
                      <c:pt idx="3727">
                        <c:v>15.504167000000001</c:v>
                      </c:pt>
                      <c:pt idx="3728">
                        <c:v>15.508333</c:v>
                      </c:pt>
                      <c:pt idx="3729">
                        <c:v>15.512499999999999</c:v>
                      </c:pt>
                      <c:pt idx="3730">
                        <c:v>15.516667</c:v>
                      </c:pt>
                      <c:pt idx="3731">
                        <c:v>15.520833</c:v>
                      </c:pt>
                      <c:pt idx="3732">
                        <c:v>15.525</c:v>
                      </c:pt>
                      <c:pt idx="3733">
                        <c:v>15.529166999999999</c:v>
                      </c:pt>
                      <c:pt idx="3734">
                        <c:v>15.533333000000001</c:v>
                      </c:pt>
                      <c:pt idx="3735">
                        <c:v>15.5375</c:v>
                      </c:pt>
                      <c:pt idx="3736">
                        <c:v>15.541667</c:v>
                      </c:pt>
                      <c:pt idx="3737">
                        <c:v>15.545833</c:v>
                      </c:pt>
                      <c:pt idx="3738">
                        <c:v>15.55</c:v>
                      </c:pt>
                      <c:pt idx="3739">
                        <c:v>15.554167</c:v>
                      </c:pt>
                      <c:pt idx="3740">
                        <c:v>15.558332999999999</c:v>
                      </c:pt>
                      <c:pt idx="3741">
                        <c:v>15.5625</c:v>
                      </c:pt>
                      <c:pt idx="3742">
                        <c:v>15.566667000000001</c:v>
                      </c:pt>
                      <c:pt idx="3743">
                        <c:v>15.570833</c:v>
                      </c:pt>
                      <c:pt idx="3744">
                        <c:v>15.574999999999999</c:v>
                      </c:pt>
                      <c:pt idx="3745">
                        <c:v>15.579167</c:v>
                      </c:pt>
                      <c:pt idx="3746">
                        <c:v>15.583333</c:v>
                      </c:pt>
                      <c:pt idx="3747">
                        <c:v>15.5875</c:v>
                      </c:pt>
                      <c:pt idx="3748">
                        <c:v>15.591666999999999</c:v>
                      </c:pt>
                      <c:pt idx="3749">
                        <c:v>15.595833000000001</c:v>
                      </c:pt>
                      <c:pt idx="3750">
                        <c:v>15.6</c:v>
                      </c:pt>
                      <c:pt idx="3751">
                        <c:v>15.604167</c:v>
                      </c:pt>
                      <c:pt idx="3752">
                        <c:v>15.608333</c:v>
                      </c:pt>
                      <c:pt idx="3753">
                        <c:v>15.612500000000001</c:v>
                      </c:pt>
                      <c:pt idx="3754">
                        <c:v>15.616667</c:v>
                      </c:pt>
                      <c:pt idx="3755">
                        <c:v>15.620832999999999</c:v>
                      </c:pt>
                      <c:pt idx="3756">
                        <c:v>15.625</c:v>
                      </c:pt>
                      <c:pt idx="3757">
                        <c:v>15.629167000000001</c:v>
                      </c:pt>
                      <c:pt idx="3758">
                        <c:v>15.633333</c:v>
                      </c:pt>
                      <c:pt idx="3759">
                        <c:v>15.637499999999999</c:v>
                      </c:pt>
                      <c:pt idx="3760">
                        <c:v>15.641667</c:v>
                      </c:pt>
                      <c:pt idx="3761">
                        <c:v>15.645833</c:v>
                      </c:pt>
                      <c:pt idx="3762">
                        <c:v>15.65</c:v>
                      </c:pt>
                      <c:pt idx="3763">
                        <c:v>15.654166999999999</c:v>
                      </c:pt>
                      <c:pt idx="3764">
                        <c:v>15.658333000000001</c:v>
                      </c:pt>
                      <c:pt idx="3765">
                        <c:v>15.6625</c:v>
                      </c:pt>
                      <c:pt idx="3766">
                        <c:v>15.666667</c:v>
                      </c:pt>
                      <c:pt idx="3767">
                        <c:v>15.670833</c:v>
                      </c:pt>
                      <c:pt idx="3768">
                        <c:v>15.675000000000001</c:v>
                      </c:pt>
                      <c:pt idx="3769">
                        <c:v>15.679167</c:v>
                      </c:pt>
                      <c:pt idx="3770">
                        <c:v>15.683332999999999</c:v>
                      </c:pt>
                      <c:pt idx="3771">
                        <c:v>15.6875</c:v>
                      </c:pt>
                      <c:pt idx="3772">
                        <c:v>15.691667000000001</c:v>
                      </c:pt>
                      <c:pt idx="3773">
                        <c:v>15.695833</c:v>
                      </c:pt>
                      <c:pt idx="3774">
                        <c:v>15.7</c:v>
                      </c:pt>
                      <c:pt idx="3775">
                        <c:v>15.704167</c:v>
                      </c:pt>
                      <c:pt idx="3776">
                        <c:v>15.708333</c:v>
                      </c:pt>
                      <c:pt idx="3777">
                        <c:v>15.7125</c:v>
                      </c:pt>
                      <c:pt idx="3778">
                        <c:v>15.716666999999999</c:v>
                      </c:pt>
                      <c:pt idx="3779">
                        <c:v>15.720833000000001</c:v>
                      </c:pt>
                      <c:pt idx="3780">
                        <c:v>15.725</c:v>
                      </c:pt>
                      <c:pt idx="3781">
                        <c:v>15.729167</c:v>
                      </c:pt>
                      <c:pt idx="3782">
                        <c:v>15.733333</c:v>
                      </c:pt>
                      <c:pt idx="3783">
                        <c:v>15.737500000000001</c:v>
                      </c:pt>
                      <c:pt idx="3784">
                        <c:v>15.741667</c:v>
                      </c:pt>
                      <c:pt idx="3785">
                        <c:v>15.745832999999999</c:v>
                      </c:pt>
                      <c:pt idx="3786">
                        <c:v>15.75</c:v>
                      </c:pt>
                      <c:pt idx="3787">
                        <c:v>15.754167000000001</c:v>
                      </c:pt>
                      <c:pt idx="3788">
                        <c:v>15.758333</c:v>
                      </c:pt>
                      <c:pt idx="3789">
                        <c:v>15.762499999999999</c:v>
                      </c:pt>
                      <c:pt idx="3790">
                        <c:v>15.766667</c:v>
                      </c:pt>
                      <c:pt idx="3791">
                        <c:v>15.770833</c:v>
                      </c:pt>
                      <c:pt idx="3792">
                        <c:v>15.775</c:v>
                      </c:pt>
                      <c:pt idx="3793">
                        <c:v>15.779166999999999</c:v>
                      </c:pt>
                      <c:pt idx="3794">
                        <c:v>15.783333000000001</c:v>
                      </c:pt>
                      <c:pt idx="3795">
                        <c:v>15.7875</c:v>
                      </c:pt>
                      <c:pt idx="3796">
                        <c:v>15.791667</c:v>
                      </c:pt>
                      <c:pt idx="3797">
                        <c:v>15.795833</c:v>
                      </c:pt>
                      <c:pt idx="3798">
                        <c:v>15.8</c:v>
                      </c:pt>
                      <c:pt idx="3799">
                        <c:v>15.804167</c:v>
                      </c:pt>
                      <c:pt idx="3800">
                        <c:v>15.808332999999999</c:v>
                      </c:pt>
                      <c:pt idx="3801">
                        <c:v>15.8125</c:v>
                      </c:pt>
                      <c:pt idx="3802">
                        <c:v>15.816667000000001</c:v>
                      </c:pt>
                      <c:pt idx="3803">
                        <c:v>15.820833</c:v>
                      </c:pt>
                      <c:pt idx="3804">
                        <c:v>15.824999999999999</c:v>
                      </c:pt>
                      <c:pt idx="3805">
                        <c:v>15.829167</c:v>
                      </c:pt>
                      <c:pt idx="3806">
                        <c:v>15.833333</c:v>
                      </c:pt>
                      <c:pt idx="3807">
                        <c:v>15.8375</c:v>
                      </c:pt>
                      <c:pt idx="3808">
                        <c:v>15.841666999999999</c:v>
                      </c:pt>
                      <c:pt idx="3809">
                        <c:v>15.845833000000001</c:v>
                      </c:pt>
                      <c:pt idx="3810">
                        <c:v>15.85</c:v>
                      </c:pt>
                      <c:pt idx="3811">
                        <c:v>15.854167</c:v>
                      </c:pt>
                      <c:pt idx="3812">
                        <c:v>15.858333</c:v>
                      </c:pt>
                      <c:pt idx="3813">
                        <c:v>15.862500000000001</c:v>
                      </c:pt>
                      <c:pt idx="3814">
                        <c:v>15.866667</c:v>
                      </c:pt>
                      <c:pt idx="3815">
                        <c:v>15.870832999999999</c:v>
                      </c:pt>
                      <c:pt idx="3816">
                        <c:v>15.875</c:v>
                      </c:pt>
                      <c:pt idx="3817">
                        <c:v>15.879167000000001</c:v>
                      </c:pt>
                      <c:pt idx="3818">
                        <c:v>15.883333</c:v>
                      </c:pt>
                      <c:pt idx="3819">
                        <c:v>15.887499999999999</c:v>
                      </c:pt>
                      <c:pt idx="3820">
                        <c:v>15.891667</c:v>
                      </c:pt>
                      <c:pt idx="3821">
                        <c:v>15.895833</c:v>
                      </c:pt>
                      <c:pt idx="3822">
                        <c:v>15.9</c:v>
                      </c:pt>
                      <c:pt idx="3823">
                        <c:v>15.904166999999999</c:v>
                      </c:pt>
                      <c:pt idx="3824">
                        <c:v>15.908333000000001</c:v>
                      </c:pt>
                      <c:pt idx="3825">
                        <c:v>15.9125</c:v>
                      </c:pt>
                      <c:pt idx="3826">
                        <c:v>15.916667</c:v>
                      </c:pt>
                      <c:pt idx="3827">
                        <c:v>15.920833</c:v>
                      </c:pt>
                      <c:pt idx="3828">
                        <c:v>15.925000000000001</c:v>
                      </c:pt>
                      <c:pt idx="3829">
                        <c:v>15.929167</c:v>
                      </c:pt>
                      <c:pt idx="3830">
                        <c:v>15.933332999999999</c:v>
                      </c:pt>
                      <c:pt idx="3831">
                        <c:v>15.9375</c:v>
                      </c:pt>
                      <c:pt idx="3832">
                        <c:v>15.941667000000001</c:v>
                      </c:pt>
                      <c:pt idx="3833">
                        <c:v>15.945833</c:v>
                      </c:pt>
                      <c:pt idx="3834">
                        <c:v>15.95</c:v>
                      </c:pt>
                      <c:pt idx="3835">
                        <c:v>15.954167</c:v>
                      </c:pt>
                      <c:pt idx="3836">
                        <c:v>15.958333</c:v>
                      </c:pt>
                      <c:pt idx="3837">
                        <c:v>15.9625</c:v>
                      </c:pt>
                      <c:pt idx="3838">
                        <c:v>15.966666999999999</c:v>
                      </c:pt>
                      <c:pt idx="3839">
                        <c:v>15.970833000000001</c:v>
                      </c:pt>
                      <c:pt idx="3840">
                        <c:v>15.975</c:v>
                      </c:pt>
                      <c:pt idx="3841">
                        <c:v>15.979167</c:v>
                      </c:pt>
                      <c:pt idx="3842">
                        <c:v>15.983333</c:v>
                      </c:pt>
                      <c:pt idx="3843">
                        <c:v>15.987500000000001</c:v>
                      </c:pt>
                      <c:pt idx="3844">
                        <c:v>15.991667</c:v>
                      </c:pt>
                      <c:pt idx="3845">
                        <c:v>15.995832999999999</c:v>
                      </c:pt>
                      <c:pt idx="3846">
                        <c:v>16</c:v>
                      </c:pt>
                      <c:pt idx="3847">
                        <c:v>16.004166999999999</c:v>
                      </c:pt>
                      <c:pt idx="3848">
                        <c:v>16.008333</c:v>
                      </c:pt>
                      <c:pt idx="3849">
                        <c:v>16.012499999999999</c:v>
                      </c:pt>
                      <c:pt idx="3850">
                        <c:v>16.016667000000002</c:v>
                      </c:pt>
                      <c:pt idx="3851">
                        <c:v>16.020833</c:v>
                      </c:pt>
                      <c:pt idx="3852">
                        <c:v>16.024999999999999</c:v>
                      </c:pt>
                      <c:pt idx="3853">
                        <c:v>16.029167000000001</c:v>
                      </c:pt>
                      <c:pt idx="3854">
                        <c:v>16.033332999999999</c:v>
                      </c:pt>
                      <c:pt idx="3855">
                        <c:v>16.037500000000001</c:v>
                      </c:pt>
                      <c:pt idx="3856">
                        <c:v>16.041667</c:v>
                      </c:pt>
                      <c:pt idx="3857">
                        <c:v>16.045832999999998</c:v>
                      </c:pt>
                      <c:pt idx="3858">
                        <c:v>16.05</c:v>
                      </c:pt>
                      <c:pt idx="3859">
                        <c:v>16.054167</c:v>
                      </c:pt>
                      <c:pt idx="3860">
                        <c:v>16.058333000000001</c:v>
                      </c:pt>
                      <c:pt idx="3861">
                        <c:v>16.0625</c:v>
                      </c:pt>
                      <c:pt idx="3862">
                        <c:v>16.066666999999999</c:v>
                      </c:pt>
                      <c:pt idx="3863">
                        <c:v>16.070833</c:v>
                      </c:pt>
                      <c:pt idx="3864">
                        <c:v>16.074999999999999</c:v>
                      </c:pt>
                      <c:pt idx="3865">
                        <c:v>16.079167000000002</c:v>
                      </c:pt>
                      <c:pt idx="3866">
                        <c:v>16.083333</c:v>
                      </c:pt>
                      <c:pt idx="3867">
                        <c:v>16.087499999999999</c:v>
                      </c:pt>
                      <c:pt idx="3868">
                        <c:v>16.091667000000001</c:v>
                      </c:pt>
                      <c:pt idx="3869">
                        <c:v>16.095832999999999</c:v>
                      </c:pt>
                      <c:pt idx="3870">
                        <c:v>16.100000000000001</c:v>
                      </c:pt>
                      <c:pt idx="3871">
                        <c:v>16.104167</c:v>
                      </c:pt>
                      <c:pt idx="3872">
                        <c:v>16.108332999999998</c:v>
                      </c:pt>
                      <c:pt idx="3873">
                        <c:v>16.112500000000001</c:v>
                      </c:pt>
                      <c:pt idx="3874">
                        <c:v>16.116667</c:v>
                      </c:pt>
                      <c:pt idx="3875">
                        <c:v>16.120833000000001</c:v>
                      </c:pt>
                      <c:pt idx="3876">
                        <c:v>16.125</c:v>
                      </c:pt>
                      <c:pt idx="3877">
                        <c:v>16.129166999999999</c:v>
                      </c:pt>
                      <c:pt idx="3878">
                        <c:v>16.133333</c:v>
                      </c:pt>
                      <c:pt idx="3879">
                        <c:v>16.137499999999999</c:v>
                      </c:pt>
                      <c:pt idx="3880">
                        <c:v>16.141667000000002</c:v>
                      </c:pt>
                      <c:pt idx="3881">
                        <c:v>16.145833</c:v>
                      </c:pt>
                      <c:pt idx="3882">
                        <c:v>16.149999999999999</c:v>
                      </c:pt>
                      <c:pt idx="3883">
                        <c:v>16.154167000000001</c:v>
                      </c:pt>
                      <c:pt idx="3884">
                        <c:v>16.158332999999999</c:v>
                      </c:pt>
                      <c:pt idx="3885">
                        <c:v>16.162500000000001</c:v>
                      </c:pt>
                      <c:pt idx="3886">
                        <c:v>16.166667</c:v>
                      </c:pt>
                      <c:pt idx="3887">
                        <c:v>16.170832999999998</c:v>
                      </c:pt>
                      <c:pt idx="3888">
                        <c:v>16.175000000000001</c:v>
                      </c:pt>
                      <c:pt idx="3889">
                        <c:v>16.179167</c:v>
                      </c:pt>
                      <c:pt idx="3890">
                        <c:v>16.183333000000001</c:v>
                      </c:pt>
                      <c:pt idx="3891">
                        <c:v>16.1875</c:v>
                      </c:pt>
                      <c:pt idx="3892">
                        <c:v>16.191666999999999</c:v>
                      </c:pt>
                      <c:pt idx="3893">
                        <c:v>16.195833</c:v>
                      </c:pt>
                      <c:pt idx="3894">
                        <c:v>16.2</c:v>
                      </c:pt>
                      <c:pt idx="3895">
                        <c:v>16.204167000000002</c:v>
                      </c:pt>
                      <c:pt idx="3896">
                        <c:v>16.208333</c:v>
                      </c:pt>
                      <c:pt idx="3897">
                        <c:v>16.212499999999999</c:v>
                      </c:pt>
                      <c:pt idx="3898">
                        <c:v>16.216667000000001</c:v>
                      </c:pt>
                      <c:pt idx="3899">
                        <c:v>16.220832999999999</c:v>
                      </c:pt>
                      <c:pt idx="3900">
                        <c:v>16.225000000000001</c:v>
                      </c:pt>
                      <c:pt idx="3901">
                        <c:v>16.229167</c:v>
                      </c:pt>
                      <c:pt idx="3902">
                        <c:v>16.233332999999998</c:v>
                      </c:pt>
                      <c:pt idx="3903">
                        <c:v>16.237500000000001</c:v>
                      </c:pt>
                      <c:pt idx="3904">
                        <c:v>16.241667</c:v>
                      </c:pt>
                      <c:pt idx="3905">
                        <c:v>16.245833000000001</c:v>
                      </c:pt>
                      <c:pt idx="3906">
                        <c:v>16.25</c:v>
                      </c:pt>
                      <c:pt idx="3907">
                        <c:v>16.254166999999999</c:v>
                      </c:pt>
                      <c:pt idx="3908">
                        <c:v>16.258333</c:v>
                      </c:pt>
                      <c:pt idx="3909">
                        <c:v>16.262499999999999</c:v>
                      </c:pt>
                      <c:pt idx="3910">
                        <c:v>16.266667000000002</c:v>
                      </c:pt>
                      <c:pt idx="3911">
                        <c:v>16.270833</c:v>
                      </c:pt>
                      <c:pt idx="3912">
                        <c:v>16.274999999999999</c:v>
                      </c:pt>
                      <c:pt idx="3913">
                        <c:v>16.279167000000001</c:v>
                      </c:pt>
                      <c:pt idx="3914">
                        <c:v>16.283332999999999</c:v>
                      </c:pt>
                      <c:pt idx="3915">
                        <c:v>16.287500000000001</c:v>
                      </c:pt>
                      <c:pt idx="3916">
                        <c:v>16.291667</c:v>
                      </c:pt>
                      <c:pt idx="3917">
                        <c:v>16.295832999999998</c:v>
                      </c:pt>
                      <c:pt idx="3918">
                        <c:v>16.3</c:v>
                      </c:pt>
                      <c:pt idx="3919">
                        <c:v>16.304167</c:v>
                      </c:pt>
                      <c:pt idx="3920">
                        <c:v>16.308333000000001</c:v>
                      </c:pt>
                      <c:pt idx="3921">
                        <c:v>16.3125</c:v>
                      </c:pt>
                      <c:pt idx="3922">
                        <c:v>16.316666999999999</c:v>
                      </c:pt>
                      <c:pt idx="3923">
                        <c:v>16.320833</c:v>
                      </c:pt>
                      <c:pt idx="3924">
                        <c:v>16.324999999999999</c:v>
                      </c:pt>
                      <c:pt idx="3925">
                        <c:v>16.329167000000002</c:v>
                      </c:pt>
                      <c:pt idx="3926">
                        <c:v>16.333333</c:v>
                      </c:pt>
                      <c:pt idx="3927">
                        <c:v>16.337499999999999</c:v>
                      </c:pt>
                      <c:pt idx="3928">
                        <c:v>16.341667000000001</c:v>
                      </c:pt>
                      <c:pt idx="3929">
                        <c:v>16.345832999999999</c:v>
                      </c:pt>
                      <c:pt idx="3930">
                        <c:v>16.350000000000001</c:v>
                      </c:pt>
                      <c:pt idx="3931">
                        <c:v>16.354167</c:v>
                      </c:pt>
                      <c:pt idx="3932">
                        <c:v>16.358332999999998</c:v>
                      </c:pt>
                      <c:pt idx="3933">
                        <c:v>16.362500000000001</c:v>
                      </c:pt>
                      <c:pt idx="3934">
                        <c:v>16.366667</c:v>
                      </c:pt>
                      <c:pt idx="3935">
                        <c:v>16.370833000000001</c:v>
                      </c:pt>
                      <c:pt idx="3936">
                        <c:v>16.375</c:v>
                      </c:pt>
                      <c:pt idx="3937">
                        <c:v>16.379166999999999</c:v>
                      </c:pt>
                      <c:pt idx="3938">
                        <c:v>16.383333</c:v>
                      </c:pt>
                      <c:pt idx="3939">
                        <c:v>16.387499999999999</c:v>
                      </c:pt>
                      <c:pt idx="3940">
                        <c:v>16.391667000000002</c:v>
                      </c:pt>
                      <c:pt idx="3941">
                        <c:v>16.395833</c:v>
                      </c:pt>
                      <c:pt idx="3942">
                        <c:v>16.399999999999999</c:v>
                      </c:pt>
                      <c:pt idx="3943">
                        <c:v>16.404167000000001</c:v>
                      </c:pt>
                      <c:pt idx="3944">
                        <c:v>16.408332999999999</c:v>
                      </c:pt>
                      <c:pt idx="3945">
                        <c:v>16.412500000000001</c:v>
                      </c:pt>
                      <c:pt idx="3946">
                        <c:v>16.416667</c:v>
                      </c:pt>
                      <c:pt idx="3947">
                        <c:v>16.420832999999998</c:v>
                      </c:pt>
                      <c:pt idx="3948">
                        <c:v>16.425000000000001</c:v>
                      </c:pt>
                      <c:pt idx="3949">
                        <c:v>16.429167</c:v>
                      </c:pt>
                      <c:pt idx="3950">
                        <c:v>16.433333000000001</c:v>
                      </c:pt>
                      <c:pt idx="3951">
                        <c:v>16.4375</c:v>
                      </c:pt>
                      <c:pt idx="3952">
                        <c:v>16.441666999999999</c:v>
                      </c:pt>
                      <c:pt idx="3953">
                        <c:v>16.445833</c:v>
                      </c:pt>
                      <c:pt idx="3954">
                        <c:v>16.45</c:v>
                      </c:pt>
                      <c:pt idx="3955">
                        <c:v>16.454167000000002</c:v>
                      </c:pt>
                      <c:pt idx="3956">
                        <c:v>16.458333</c:v>
                      </c:pt>
                      <c:pt idx="3957">
                        <c:v>16.462499999999999</c:v>
                      </c:pt>
                      <c:pt idx="3958">
                        <c:v>16.466667000000001</c:v>
                      </c:pt>
                      <c:pt idx="3959">
                        <c:v>16.470832999999999</c:v>
                      </c:pt>
                      <c:pt idx="3960">
                        <c:v>16.475000000000001</c:v>
                      </c:pt>
                      <c:pt idx="3961">
                        <c:v>16.479167</c:v>
                      </c:pt>
                      <c:pt idx="3962">
                        <c:v>16.483332999999998</c:v>
                      </c:pt>
                      <c:pt idx="3963">
                        <c:v>16.487500000000001</c:v>
                      </c:pt>
                      <c:pt idx="3964">
                        <c:v>16.491667</c:v>
                      </c:pt>
                      <c:pt idx="3965">
                        <c:v>16.495833000000001</c:v>
                      </c:pt>
                      <c:pt idx="3966">
                        <c:v>16.5</c:v>
                      </c:pt>
                      <c:pt idx="3967">
                        <c:v>16.504166999999999</c:v>
                      </c:pt>
                      <c:pt idx="3968">
                        <c:v>16.508333</c:v>
                      </c:pt>
                      <c:pt idx="3969">
                        <c:v>16.512499999999999</c:v>
                      </c:pt>
                      <c:pt idx="3970">
                        <c:v>16.516667000000002</c:v>
                      </c:pt>
                      <c:pt idx="3971">
                        <c:v>16.520833</c:v>
                      </c:pt>
                      <c:pt idx="3972">
                        <c:v>16.524999999999999</c:v>
                      </c:pt>
                      <c:pt idx="3973">
                        <c:v>16.529167000000001</c:v>
                      </c:pt>
                      <c:pt idx="3974">
                        <c:v>16.533332999999999</c:v>
                      </c:pt>
                      <c:pt idx="3975">
                        <c:v>16.537500000000001</c:v>
                      </c:pt>
                      <c:pt idx="3976">
                        <c:v>16.541667</c:v>
                      </c:pt>
                      <c:pt idx="3977">
                        <c:v>16.545832999999998</c:v>
                      </c:pt>
                      <c:pt idx="3978">
                        <c:v>16.55</c:v>
                      </c:pt>
                      <c:pt idx="3979">
                        <c:v>16.554167</c:v>
                      </c:pt>
                      <c:pt idx="3980">
                        <c:v>16.558333000000001</c:v>
                      </c:pt>
                      <c:pt idx="3981">
                        <c:v>16.5625</c:v>
                      </c:pt>
                      <c:pt idx="3982">
                        <c:v>16.566666999999999</c:v>
                      </c:pt>
                      <c:pt idx="3983">
                        <c:v>16.570833</c:v>
                      </c:pt>
                      <c:pt idx="3984">
                        <c:v>16.574999999999999</c:v>
                      </c:pt>
                      <c:pt idx="3985">
                        <c:v>16.579167000000002</c:v>
                      </c:pt>
                      <c:pt idx="3986">
                        <c:v>16.583333</c:v>
                      </c:pt>
                      <c:pt idx="3987">
                        <c:v>16.587499999999999</c:v>
                      </c:pt>
                      <c:pt idx="3988">
                        <c:v>16.591667000000001</c:v>
                      </c:pt>
                      <c:pt idx="3989">
                        <c:v>16.595832999999999</c:v>
                      </c:pt>
                      <c:pt idx="3990">
                        <c:v>16.600000000000001</c:v>
                      </c:pt>
                      <c:pt idx="3991">
                        <c:v>16.604167</c:v>
                      </c:pt>
                      <c:pt idx="3992">
                        <c:v>16.608332999999998</c:v>
                      </c:pt>
                      <c:pt idx="3993">
                        <c:v>16.612500000000001</c:v>
                      </c:pt>
                      <c:pt idx="3994">
                        <c:v>16.616667</c:v>
                      </c:pt>
                      <c:pt idx="3995">
                        <c:v>16.620833000000001</c:v>
                      </c:pt>
                      <c:pt idx="3996">
                        <c:v>16.625</c:v>
                      </c:pt>
                      <c:pt idx="3997">
                        <c:v>16.629166999999999</c:v>
                      </c:pt>
                      <c:pt idx="3998">
                        <c:v>16.633333</c:v>
                      </c:pt>
                      <c:pt idx="3999">
                        <c:v>16.637499999999999</c:v>
                      </c:pt>
                      <c:pt idx="4000">
                        <c:v>16.641667000000002</c:v>
                      </c:pt>
                      <c:pt idx="4001">
                        <c:v>16.645833</c:v>
                      </c:pt>
                      <c:pt idx="4002">
                        <c:v>16.649999999999999</c:v>
                      </c:pt>
                      <c:pt idx="4003">
                        <c:v>16.654167000000001</c:v>
                      </c:pt>
                      <c:pt idx="4004">
                        <c:v>16.658332999999999</c:v>
                      </c:pt>
                      <c:pt idx="4005">
                        <c:v>16.662500000000001</c:v>
                      </c:pt>
                      <c:pt idx="4006">
                        <c:v>16.666667</c:v>
                      </c:pt>
                      <c:pt idx="4007">
                        <c:v>16.670832999999998</c:v>
                      </c:pt>
                      <c:pt idx="4008">
                        <c:v>16.675000000000001</c:v>
                      </c:pt>
                      <c:pt idx="4009">
                        <c:v>16.679167</c:v>
                      </c:pt>
                      <c:pt idx="4010">
                        <c:v>16.683333000000001</c:v>
                      </c:pt>
                      <c:pt idx="4011">
                        <c:v>16.6875</c:v>
                      </c:pt>
                      <c:pt idx="4012">
                        <c:v>16.691666999999999</c:v>
                      </c:pt>
                      <c:pt idx="4013">
                        <c:v>16.695833</c:v>
                      </c:pt>
                      <c:pt idx="4014">
                        <c:v>16.7</c:v>
                      </c:pt>
                      <c:pt idx="4015">
                        <c:v>16.704167000000002</c:v>
                      </c:pt>
                      <c:pt idx="4016">
                        <c:v>16.708333</c:v>
                      </c:pt>
                      <c:pt idx="4017">
                        <c:v>16.712499999999999</c:v>
                      </c:pt>
                      <c:pt idx="4018">
                        <c:v>16.716667000000001</c:v>
                      </c:pt>
                      <c:pt idx="4019">
                        <c:v>16.720832999999999</c:v>
                      </c:pt>
                      <c:pt idx="4020">
                        <c:v>16.725000000000001</c:v>
                      </c:pt>
                      <c:pt idx="4021">
                        <c:v>16.729167</c:v>
                      </c:pt>
                      <c:pt idx="4022">
                        <c:v>16.733332999999998</c:v>
                      </c:pt>
                      <c:pt idx="4023">
                        <c:v>16.737500000000001</c:v>
                      </c:pt>
                      <c:pt idx="4024">
                        <c:v>16.741667</c:v>
                      </c:pt>
                      <c:pt idx="4025">
                        <c:v>16.745833000000001</c:v>
                      </c:pt>
                      <c:pt idx="4026">
                        <c:v>16.75</c:v>
                      </c:pt>
                      <c:pt idx="4027">
                        <c:v>16.754166999999999</c:v>
                      </c:pt>
                      <c:pt idx="4028">
                        <c:v>16.758333</c:v>
                      </c:pt>
                      <c:pt idx="4029">
                        <c:v>16.762499999999999</c:v>
                      </c:pt>
                      <c:pt idx="4030">
                        <c:v>16.766667000000002</c:v>
                      </c:pt>
                      <c:pt idx="4031">
                        <c:v>16.770833</c:v>
                      </c:pt>
                      <c:pt idx="4032">
                        <c:v>16.774999999999999</c:v>
                      </c:pt>
                      <c:pt idx="4033">
                        <c:v>16.779167000000001</c:v>
                      </c:pt>
                      <c:pt idx="4034">
                        <c:v>16.783332999999999</c:v>
                      </c:pt>
                      <c:pt idx="4035">
                        <c:v>16.787500000000001</c:v>
                      </c:pt>
                      <c:pt idx="4036">
                        <c:v>16.791667</c:v>
                      </c:pt>
                      <c:pt idx="4037">
                        <c:v>16.795832999999998</c:v>
                      </c:pt>
                      <c:pt idx="4038">
                        <c:v>16.8</c:v>
                      </c:pt>
                      <c:pt idx="4039">
                        <c:v>16.804167</c:v>
                      </c:pt>
                      <c:pt idx="4040">
                        <c:v>16.808333000000001</c:v>
                      </c:pt>
                      <c:pt idx="4041">
                        <c:v>16.8125</c:v>
                      </c:pt>
                      <c:pt idx="4042">
                        <c:v>16.816666999999999</c:v>
                      </c:pt>
                      <c:pt idx="4043">
                        <c:v>16.820833</c:v>
                      </c:pt>
                      <c:pt idx="4044">
                        <c:v>16.824999999999999</c:v>
                      </c:pt>
                      <c:pt idx="4045">
                        <c:v>16.829167000000002</c:v>
                      </c:pt>
                      <c:pt idx="4046">
                        <c:v>16.833333</c:v>
                      </c:pt>
                      <c:pt idx="4047">
                        <c:v>16.837499999999999</c:v>
                      </c:pt>
                      <c:pt idx="4048">
                        <c:v>16.841667000000001</c:v>
                      </c:pt>
                      <c:pt idx="4049">
                        <c:v>16.845832999999999</c:v>
                      </c:pt>
                      <c:pt idx="4050">
                        <c:v>16.850000000000001</c:v>
                      </c:pt>
                      <c:pt idx="4051">
                        <c:v>16.854167</c:v>
                      </c:pt>
                      <c:pt idx="4052">
                        <c:v>16.858332999999998</c:v>
                      </c:pt>
                      <c:pt idx="4053">
                        <c:v>16.862500000000001</c:v>
                      </c:pt>
                      <c:pt idx="4054">
                        <c:v>16.866667</c:v>
                      </c:pt>
                      <c:pt idx="4055">
                        <c:v>16.870833000000001</c:v>
                      </c:pt>
                      <c:pt idx="4056">
                        <c:v>16.875</c:v>
                      </c:pt>
                      <c:pt idx="4057">
                        <c:v>16.879166999999999</c:v>
                      </c:pt>
                      <c:pt idx="4058">
                        <c:v>16.883333</c:v>
                      </c:pt>
                      <c:pt idx="4059">
                        <c:v>16.887499999999999</c:v>
                      </c:pt>
                      <c:pt idx="4060">
                        <c:v>16.891667000000002</c:v>
                      </c:pt>
                      <c:pt idx="4061">
                        <c:v>16.895833</c:v>
                      </c:pt>
                      <c:pt idx="4062">
                        <c:v>16.899999999999999</c:v>
                      </c:pt>
                      <c:pt idx="4063">
                        <c:v>16.904167000000001</c:v>
                      </c:pt>
                      <c:pt idx="4064">
                        <c:v>16.908332999999999</c:v>
                      </c:pt>
                      <c:pt idx="4065">
                        <c:v>16.912500000000001</c:v>
                      </c:pt>
                      <c:pt idx="4066">
                        <c:v>16.916667</c:v>
                      </c:pt>
                      <c:pt idx="4067">
                        <c:v>16.920832999999998</c:v>
                      </c:pt>
                      <c:pt idx="4068">
                        <c:v>16.925000000000001</c:v>
                      </c:pt>
                      <c:pt idx="4069">
                        <c:v>16.929167</c:v>
                      </c:pt>
                      <c:pt idx="4070">
                        <c:v>16.933333000000001</c:v>
                      </c:pt>
                      <c:pt idx="4071">
                        <c:v>16.9375</c:v>
                      </c:pt>
                      <c:pt idx="4072">
                        <c:v>16.941666999999999</c:v>
                      </c:pt>
                      <c:pt idx="4073">
                        <c:v>16.945833</c:v>
                      </c:pt>
                      <c:pt idx="4074">
                        <c:v>16.95</c:v>
                      </c:pt>
                      <c:pt idx="4075">
                        <c:v>16.954167000000002</c:v>
                      </c:pt>
                      <c:pt idx="4076">
                        <c:v>16.958333</c:v>
                      </c:pt>
                      <c:pt idx="4077">
                        <c:v>16.962499999999999</c:v>
                      </c:pt>
                      <c:pt idx="4078">
                        <c:v>16.966667000000001</c:v>
                      </c:pt>
                      <c:pt idx="4079">
                        <c:v>16.970832999999999</c:v>
                      </c:pt>
                      <c:pt idx="4080">
                        <c:v>16.975000000000001</c:v>
                      </c:pt>
                      <c:pt idx="4081">
                        <c:v>16.979167</c:v>
                      </c:pt>
                      <c:pt idx="4082">
                        <c:v>16.983332999999998</c:v>
                      </c:pt>
                      <c:pt idx="4083">
                        <c:v>16.987500000000001</c:v>
                      </c:pt>
                      <c:pt idx="4084">
                        <c:v>16.991667</c:v>
                      </c:pt>
                      <c:pt idx="4085">
                        <c:v>16.995833000000001</c:v>
                      </c:pt>
                      <c:pt idx="4086">
                        <c:v>17</c:v>
                      </c:pt>
                      <c:pt idx="4087">
                        <c:v>17.004166999999999</c:v>
                      </c:pt>
                      <c:pt idx="4088">
                        <c:v>17.008333</c:v>
                      </c:pt>
                      <c:pt idx="4089">
                        <c:v>17.012499999999999</c:v>
                      </c:pt>
                      <c:pt idx="4090">
                        <c:v>17.016667000000002</c:v>
                      </c:pt>
                      <c:pt idx="4091">
                        <c:v>17.020833</c:v>
                      </c:pt>
                      <c:pt idx="4092">
                        <c:v>17.024999999999999</c:v>
                      </c:pt>
                      <c:pt idx="4093">
                        <c:v>17.029167000000001</c:v>
                      </c:pt>
                      <c:pt idx="4094">
                        <c:v>17.033332999999999</c:v>
                      </c:pt>
                      <c:pt idx="4095">
                        <c:v>17.037500000000001</c:v>
                      </c:pt>
                      <c:pt idx="4096">
                        <c:v>17.041667</c:v>
                      </c:pt>
                      <c:pt idx="4097">
                        <c:v>17.045832999999998</c:v>
                      </c:pt>
                      <c:pt idx="4098">
                        <c:v>17.05</c:v>
                      </c:pt>
                      <c:pt idx="4099">
                        <c:v>17.054167</c:v>
                      </c:pt>
                      <c:pt idx="4100">
                        <c:v>17.058333000000001</c:v>
                      </c:pt>
                      <c:pt idx="4101">
                        <c:v>17.0625</c:v>
                      </c:pt>
                      <c:pt idx="4102">
                        <c:v>17.066666999999999</c:v>
                      </c:pt>
                      <c:pt idx="4103">
                        <c:v>17.070833</c:v>
                      </c:pt>
                      <c:pt idx="4104">
                        <c:v>17.074999999999999</c:v>
                      </c:pt>
                      <c:pt idx="4105">
                        <c:v>17.079167000000002</c:v>
                      </c:pt>
                      <c:pt idx="4106">
                        <c:v>17.083333</c:v>
                      </c:pt>
                      <c:pt idx="4107">
                        <c:v>17.087499999999999</c:v>
                      </c:pt>
                      <c:pt idx="4108">
                        <c:v>17.091667000000001</c:v>
                      </c:pt>
                      <c:pt idx="4109">
                        <c:v>17.095832999999999</c:v>
                      </c:pt>
                      <c:pt idx="4110">
                        <c:v>17.100000000000001</c:v>
                      </c:pt>
                      <c:pt idx="4111">
                        <c:v>17.104167</c:v>
                      </c:pt>
                      <c:pt idx="4112">
                        <c:v>17.108332999999998</c:v>
                      </c:pt>
                      <c:pt idx="4113">
                        <c:v>17.112500000000001</c:v>
                      </c:pt>
                      <c:pt idx="4114">
                        <c:v>17.116667</c:v>
                      </c:pt>
                      <c:pt idx="4115">
                        <c:v>17.120833000000001</c:v>
                      </c:pt>
                      <c:pt idx="4116">
                        <c:v>17.125</c:v>
                      </c:pt>
                      <c:pt idx="4117">
                        <c:v>17.129166999999999</c:v>
                      </c:pt>
                      <c:pt idx="4118">
                        <c:v>17.133333</c:v>
                      </c:pt>
                      <c:pt idx="4119">
                        <c:v>17.137499999999999</c:v>
                      </c:pt>
                      <c:pt idx="4120">
                        <c:v>17.141667000000002</c:v>
                      </c:pt>
                      <c:pt idx="4121">
                        <c:v>17.145833</c:v>
                      </c:pt>
                      <c:pt idx="4122">
                        <c:v>17.149999999999999</c:v>
                      </c:pt>
                      <c:pt idx="4123">
                        <c:v>17.154167000000001</c:v>
                      </c:pt>
                      <c:pt idx="4124">
                        <c:v>17.158332999999999</c:v>
                      </c:pt>
                      <c:pt idx="4125">
                        <c:v>17.162500000000001</c:v>
                      </c:pt>
                      <c:pt idx="4126">
                        <c:v>17.166667</c:v>
                      </c:pt>
                      <c:pt idx="4127">
                        <c:v>17.170832999999998</c:v>
                      </c:pt>
                      <c:pt idx="4128">
                        <c:v>17.175000000000001</c:v>
                      </c:pt>
                      <c:pt idx="4129">
                        <c:v>17.179167</c:v>
                      </c:pt>
                      <c:pt idx="4130">
                        <c:v>17.183333000000001</c:v>
                      </c:pt>
                      <c:pt idx="4131">
                        <c:v>17.1875</c:v>
                      </c:pt>
                      <c:pt idx="4132">
                        <c:v>17.191666999999999</c:v>
                      </c:pt>
                      <c:pt idx="4133">
                        <c:v>17.195833</c:v>
                      </c:pt>
                      <c:pt idx="4134">
                        <c:v>17.2</c:v>
                      </c:pt>
                      <c:pt idx="4135">
                        <c:v>17.204167000000002</c:v>
                      </c:pt>
                      <c:pt idx="4136">
                        <c:v>17.208333</c:v>
                      </c:pt>
                      <c:pt idx="4137">
                        <c:v>17.212499999999999</c:v>
                      </c:pt>
                      <c:pt idx="4138">
                        <c:v>17.216667000000001</c:v>
                      </c:pt>
                      <c:pt idx="4139">
                        <c:v>17.220832999999999</c:v>
                      </c:pt>
                      <c:pt idx="4140">
                        <c:v>17.225000000000001</c:v>
                      </c:pt>
                      <c:pt idx="4141">
                        <c:v>17.229167</c:v>
                      </c:pt>
                      <c:pt idx="4142">
                        <c:v>17.233332999999998</c:v>
                      </c:pt>
                      <c:pt idx="4143">
                        <c:v>17.237500000000001</c:v>
                      </c:pt>
                      <c:pt idx="4144">
                        <c:v>17.241667</c:v>
                      </c:pt>
                      <c:pt idx="4145">
                        <c:v>17.245833000000001</c:v>
                      </c:pt>
                      <c:pt idx="4146">
                        <c:v>17.25</c:v>
                      </c:pt>
                      <c:pt idx="4147">
                        <c:v>17.254166999999999</c:v>
                      </c:pt>
                      <c:pt idx="4148">
                        <c:v>17.258333</c:v>
                      </c:pt>
                      <c:pt idx="4149">
                        <c:v>17.262499999999999</c:v>
                      </c:pt>
                      <c:pt idx="4150">
                        <c:v>17.266667000000002</c:v>
                      </c:pt>
                      <c:pt idx="4151">
                        <c:v>17.270833</c:v>
                      </c:pt>
                      <c:pt idx="4152">
                        <c:v>17.274999999999999</c:v>
                      </c:pt>
                      <c:pt idx="4153">
                        <c:v>17.279167000000001</c:v>
                      </c:pt>
                      <c:pt idx="4154">
                        <c:v>17.283332999999999</c:v>
                      </c:pt>
                      <c:pt idx="4155">
                        <c:v>17.287500000000001</c:v>
                      </c:pt>
                      <c:pt idx="4156">
                        <c:v>17.291667</c:v>
                      </c:pt>
                      <c:pt idx="4157">
                        <c:v>17.295832999999998</c:v>
                      </c:pt>
                      <c:pt idx="4158">
                        <c:v>17.3</c:v>
                      </c:pt>
                      <c:pt idx="4159">
                        <c:v>17.304167</c:v>
                      </c:pt>
                      <c:pt idx="4160">
                        <c:v>17.308333000000001</c:v>
                      </c:pt>
                      <c:pt idx="4161">
                        <c:v>17.3125</c:v>
                      </c:pt>
                      <c:pt idx="4162">
                        <c:v>17.316666999999999</c:v>
                      </c:pt>
                      <c:pt idx="4163">
                        <c:v>17.320833</c:v>
                      </c:pt>
                      <c:pt idx="4164">
                        <c:v>17.324999999999999</c:v>
                      </c:pt>
                      <c:pt idx="4165">
                        <c:v>17.329167000000002</c:v>
                      </c:pt>
                      <c:pt idx="4166">
                        <c:v>17.333333</c:v>
                      </c:pt>
                      <c:pt idx="4167">
                        <c:v>17.337499999999999</c:v>
                      </c:pt>
                      <c:pt idx="4168">
                        <c:v>17.341667000000001</c:v>
                      </c:pt>
                      <c:pt idx="4169">
                        <c:v>17.345832999999999</c:v>
                      </c:pt>
                      <c:pt idx="4170">
                        <c:v>17.350000000000001</c:v>
                      </c:pt>
                      <c:pt idx="4171">
                        <c:v>17.354167</c:v>
                      </c:pt>
                      <c:pt idx="4172">
                        <c:v>17.358332999999998</c:v>
                      </c:pt>
                      <c:pt idx="4173">
                        <c:v>17.362500000000001</c:v>
                      </c:pt>
                      <c:pt idx="4174">
                        <c:v>17.366667</c:v>
                      </c:pt>
                      <c:pt idx="4175">
                        <c:v>17.370833000000001</c:v>
                      </c:pt>
                      <c:pt idx="4176">
                        <c:v>17.375</c:v>
                      </c:pt>
                      <c:pt idx="4177">
                        <c:v>17.379166999999999</c:v>
                      </c:pt>
                      <c:pt idx="4178">
                        <c:v>17.383333</c:v>
                      </c:pt>
                      <c:pt idx="4179">
                        <c:v>17.387499999999999</c:v>
                      </c:pt>
                      <c:pt idx="4180">
                        <c:v>17.391667000000002</c:v>
                      </c:pt>
                      <c:pt idx="4181">
                        <c:v>17.395833</c:v>
                      </c:pt>
                      <c:pt idx="4182">
                        <c:v>17.399999999999999</c:v>
                      </c:pt>
                      <c:pt idx="4183">
                        <c:v>17.404167000000001</c:v>
                      </c:pt>
                      <c:pt idx="4184">
                        <c:v>17.408332999999999</c:v>
                      </c:pt>
                      <c:pt idx="4185">
                        <c:v>17.412500000000001</c:v>
                      </c:pt>
                      <c:pt idx="4186">
                        <c:v>17.416667</c:v>
                      </c:pt>
                      <c:pt idx="4187">
                        <c:v>17.420832999999998</c:v>
                      </c:pt>
                      <c:pt idx="4188">
                        <c:v>17.425000000000001</c:v>
                      </c:pt>
                      <c:pt idx="4189">
                        <c:v>17.429167</c:v>
                      </c:pt>
                      <c:pt idx="4190">
                        <c:v>17.433333000000001</c:v>
                      </c:pt>
                      <c:pt idx="4191">
                        <c:v>17.4375</c:v>
                      </c:pt>
                      <c:pt idx="4192">
                        <c:v>17.441666999999999</c:v>
                      </c:pt>
                      <c:pt idx="4193">
                        <c:v>17.445833</c:v>
                      </c:pt>
                      <c:pt idx="4194">
                        <c:v>17.45</c:v>
                      </c:pt>
                      <c:pt idx="4195">
                        <c:v>17.454167000000002</c:v>
                      </c:pt>
                      <c:pt idx="4196">
                        <c:v>17.458333</c:v>
                      </c:pt>
                      <c:pt idx="4197">
                        <c:v>17.462499999999999</c:v>
                      </c:pt>
                      <c:pt idx="4198">
                        <c:v>17.466667000000001</c:v>
                      </c:pt>
                      <c:pt idx="4199">
                        <c:v>17.470832999999999</c:v>
                      </c:pt>
                      <c:pt idx="4200">
                        <c:v>17.475000000000001</c:v>
                      </c:pt>
                      <c:pt idx="4201">
                        <c:v>17.479167</c:v>
                      </c:pt>
                      <c:pt idx="4202">
                        <c:v>17.483332999999998</c:v>
                      </c:pt>
                      <c:pt idx="4203">
                        <c:v>17.487500000000001</c:v>
                      </c:pt>
                      <c:pt idx="4204">
                        <c:v>17.491667</c:v>
                      </c:pt>
                      <c:pt idx="4205">
                        <c:v>17.495833000000001</c:v>
                      </c:pt>
                      <c:pt idx="4206">
                        <c:v>17.5</c:v>
                      </c:pt>
                      <c:pt idx="4207">
                        <c:v>17.504166999999999</c:v>
                      </c:pt>
                      <c:pt idx="4208">
                        <c:v>17.508333</c:v>
                      </c:pt>
                      <c:pt idx="4209">
                        <c:v>17.512499999999999</c:v>
                      </c:pt>
                      <c:pt idx="4210">
                        <c:v>17.516667000000002</c:v>
                      </c:pt>
                      <c:pt idx="4211">
                        <c:v>17.520833</c:v>
                      </c:pt>
                      <c:pt idx="4212">
                        <c:v>17.524999999999999</c:v>
                      </c:pt>
                      <c:pt idx="4213">
                        <c:v>17.529167000000001</c:v>
                      </c:pt>
                      <c:pt idx="4214">
                        <c:v>17.533332999999999</c:v>
                      </c:pt>
                      <c:pt idx="4215">
                        <c:v>17.537500000000001</c:v>
                      </c:pt>
                      <c:pt idx="4216">
                        <c:v>17.541667</c:v>
                      </c:pt>
                      <c:pt idx="4217">
                        <c:v>17.545832999999998</c:v>
                      </c:pt>
                      <c:pt idx="4218">
                        <c:v>17.55</c:v>
                      </c:pt>
                      <c:pt idx="4219">
                        <c:v>17.554167</c:v>
                      </c:pt>
                      <c:pt idx="4220">
                        <c:v>17.558333000000001</c:v>
                      </c:pt>
                      <c:pt idx="4221">
                        <c:v>17.5625</c:v>
                      </c:pt>
                      <c:pt idx="4222">
                        <c:v>17.566666999999999</c:v>
                      </c:pt>
                      <c:pt idx="4223">
                        <c:v>17.570833</c:v>
                      </c:pt>
                      <c:pt idx="4224">
                        <c:v>17.574999999999999</c:v>
                      </c:pt>
                      <c:pt idx="4225">
                        <c:v>17.579167000000002</c:v>
                      </c:pt>
                      <c:pt idx="4226">
                        <c:v>17.583333</c:v>
                      </c:pt>
                      <c:pt idx="4227">
                        <c:v>17.587499999999999</c:v>
                      </c:pt>
                      <c:pt idx="4228">
                        <c:v>17.591667000000001</c:v>
                      </c:pt>
                      <c:pt idx="4229">
                        <c:v>17.595832999999999</c:v>
                      </c:pt>
                      <c:pt idx="4230">
                        <c:v>17.600000000000001</c:v>
                      </c:pt>
                      <c:pt idx="4231">
                        <c:v>17.604167</c:v>
                      </c:pt>
                      <c:pt idx="4232">
                        <c:v>17.608332999999998</c:v>
                      </c:pt>
                      <c:pt idx="4233">
                        <c:v>17.612500000000001</c:v>
                      </c:pt>
                      <c:pt idx="4234">
                        <c:v>17.616667</c:v>
                      </c:pt>
                      <c:pt idx="4235">
                        <c:v>17.620833000000001</c:v>
                      </c:pt>
                      <c:pt idx="4236">
                        <c:v>17.625</c:v>
                      </c:pt>
                      <c:pt idx="4237">
                        <c:v>17.629166999999999</c:v>
                      </c:pt>
                      <c:pt idx="4238">
                        <c:v>17.633333</c:v>
                      </c:pt>
                      <c:pt idx="4239">
                        <c:v>17.637499999999999</c:v>
                      </c:pt>
                      <c:pt idx="4240">
                        <c:v>17.641667000000002</c:v>
                      </c:pt>
                      <c:pt idx="4241">
                        <c:v>17.645833</c:v>
                      </c:pt>
                      <c:pt idx="4242">
                        <c:v>17.649999999999999</c:v>
                      </c:pt>
                      <c:pt idx="4243">
                        <c:v>17.654167000000001</c:v>
                      </c:pt>
                      <c:pt idx="4244">
                        <c:v>17.658332999999999</c:v>
                      </c:pt>
                      <c:pt idx="4245">
                        <c:v>17.662500000000001</c:v>
                      </c:pt>
                      <c:pt idx="4246">
                        <c:v>17.666667</c:v>
                      </c:pt>
                      <c:pt idx="4247">
                        <c:v>17.670832999999998</c:v>
                      </c:pt>
                      <c:pt idx="4248">
                        <c:v>17.675000000000001</c:v>
                      </c:pt>
                      <c:pt idx="4249">
                        <c:v>17.679167</c:v>
                      </c:pt>
                      <c:pt idx="4250">
                        <c:v>17.683333000000001</c:v>
                      </c:pt>
                      <c:pt idx="4251">
                        <c:v>17.6875</c:v>
                      </c:pt>
                      <c:pt idx="4252">
                        <c:v>17.691666999999999</c:v>
                      </c:pt>
                      <c:pt idx="4253">
                        <c:v>17.695833</c:v>
                      </c:pt>
                      <c:pt idx="4254">
                        <c:v>17.7</c:v>
                      </c:pt>
                      <c:pt idx="4255">
                        <c:v>17.704167000000002</c:v>
                      </c:pt>
                      <c:pt idx="4256">
                        <c:v>17.708333</c:v>
                      </c:pt>
                      <c:pt idx="4257">
                        <c:v>17.712499999999999</c:v>
                      </c:pt>
                      <c:pt idx="4258">
                        <c:v>17.716667000000001</c:v>
                      </c:pt>
                      <c:pt idx="4259">
                        <c:v>17.720832999999999</c:v>
                      </c:pt>
                      <c:pt idx="4260">
                        <c:v>17.725000000000001</c:v>
                      </c:pt>
                      <c:pt idx="4261">
                        <c:v>17.729167</c:v>
                      </c:pt>
                      <c:pt idx="4262">
                        <c:v>17.733332999999998</c:v>
                      </c:pt>
                      <c:pt idx="4263">
                        <c:v>17.737500000000001</c:v>
                      </c:pt>
                      <c:pt idx="4264">
                        <c:v>17.741667</c:v>
                      </c:pt>
                      <c:pt idx="4265">
                        <c:v>17.745833000000001</c:v>
                      </c:pt>
                      <c:pt idx="4266">
                        <c:v>17.75</c:v>
                      </c:pt>
                      <c:pt idx="4267">
                        <c:v>17.754166999999999</c:v>
                      </c:pt>
                      <c:pt idx="4268">
                        <c:v>17.758333</c:v>
                      </c:pt>
                      <c:pt idx="4269">
                        <c:v>17.762499999999999</c:v>
                      </c:pt>
                      <c:pt idx="4270">
                        <c:v>17.766667000000002</c:v>
                      </c:pt>
                      <c:pt idx="4271">
                        <c:v>17.770833</c:v>
                      </c:pt>
                      <c:pt idx="4272">
                        <c:v>17.774999999999999</c:v>
                      </c:pt>
                      <c:pt idx="4273">
                        <c:v>17.779167000000001</c:v>
                      </c:pt>
                      <c:pt idx="4274">
                        <c:v>17.783332999999999</c:v>
                      </c:pt>
                      <c:pt idx="4275">
                        <c:v>17.787500000000001</c:v>
                      </c:pt>
                      <c:pt idx="4276">
                        <c:v>17.791667</c:v>
                      </c:pt>
                      <c:pt idx="4277">
                        <c:v>17.795832999999998</c:v>
                      </c:pt>
                      <c:pt idx="4278">
                        <c:v>17.8</c:v>
                      </c:pt>
                      <c:pt idx="4279">
                        <c:v>17.804167</c:v>
                      </c:pt>
                      <c:pt idx="4280">
                        <c:v>17.808333000000001</c:v>
                      </c:pt>
                      <c:pt idx="4281">
                        <c:v>17.8125</c:v>
                      </c:pt>
                      <c:pt idx="4282">
                        <c:v>17.816666999999999</c:v>
                      </c:pt>
                      <c:pt idx="4283">
                        <c:v>17.820833</c:v>
                      </c:pt>
                      <c:pt idx="4284">
                        <c:v>17.824999999999999</c:v>
                      </c:pt>
                      <c:pt idx="4285">
                        <c:v>17.829167000000002</c:v>
                      </c:pt>
                      <c:pt idx="4286">
                        <c:v>17.833333</c:v>
                      </c:pt>
                      <c:pt idx="4287">
                        <c:v>17.837499999999999</c:v>
                      </c:pt>
                      <c:pt idx="4288">
                        <c:v>17.841667000000001</c:v>
                      </c:pt>
                      <c:pt idx="4289">
                        <c:v>17.845832999999999</c:v>
                      </c:pt>
                      <c:pt idx="4290">
                        <c:v>17.850000000000001</c:v>
                      </c:pt>
                      <c:pt idx="4291">
                        <c:v>17.854167</c:v>
                      </c:pt>
                      <c:pt idx="4292">
                        <c:v>17.858332999999998</c:v>
                      </c:pt>
                      <c:pt idx="4293">
                        <c:v>17.862500000000001</c:v>
                      </c:pt>
                      <c:pt idx="4294">
                        <c:v>17.866667</c:v>
                      </c:pt>
                      <c:pt idx="4295">
                        <c:v>17.870833000000001</c:v>
                      </c:pt>
                      <c:pt idx="4296">
                        <c:v>17.875</c:v>
                      </c:pt>
                      <c:pt idx="4297">
                        <c:v>17.879166999999999</c:v>
                      </c:pt>
                      <c:pt idx="4298">
                        <c:v>17.883333</c:v>
                      </c:pt>
                      <c:pt idx="4299">
                        <c:v>17.887499999999999</c:v>
                      </c:pt>
                      <c:pt idx="4300">
                        <c:v>17.891667000000002</c:v>
                      </c:pt>
                      <c:pt idx="4301">
                        <c:v>17.895833</c:v>
                      </c:pt>
                      <c:pt idx="4302">
                        <c:v>17.899999999999999</c:v>
                      </c:pt>
                      <c:pt idx="4303">
                        <c:v>17.904167000000001</c:v>
                      </c:pt>
                      <c:pt idx="4304">
                        <c:v>17.908332999999999</c:v>
                      </c:pt>
                      <c:pt idx="4305">
                        <c:v>17.912500000000001</c:v>
                      </c:pt>
                      <c:pt idx="4306">
                        <c:v>17.916667</c:v>
                      </c:pt>
                      <c:pt idx="4307">
                        <c:v>17.920832999999998</c:v>
                      </c:pt>
                      <c:pt idx="4308">
                        <c:v>17.925000000000001</c:v>
                      </c:pt>
                      <c:pt idx="4309">
                        <c:v>17.929167</c:v>
                      </c:pt>
                      <c:pt idx="4310">
                        <c:v>17.933333000000001</c:v>
                      </c:pt>
                      <c:pt idx="4311">
                        <c:v>17.9375</c:v>
                      </c:pt>
                      <c:pt idx="4312">
                        <c:v>17.941666999999999</c:v>
                      </c:pt>
                      <c:pt idx="4313">
                        <c:v>17.945833</c:v>
                      </c:pt>
                      <c:pt idx="4314">
                        <c:v>17.95</c:v>
                      </c:pt>
                      <c:pt idx="4315">
                        <c:v>17.954167000000002</c:v>
                      </c:pt>
                      <c:pt idx="4316">
                        <c:v>17.958333</c:v>
                      </c:pt>
                      <c:pt idx="4317">
                        <c:v>17.962499999999999</c:v>
                      </c:pt>
                      <c:pt idx="4318">
                        <c:v>17.966667000000001</c:v>
                      </c:pt>
                      <c:pt idx="4319">
                        <c:v>17.970832999999999</c:v>
                      </c:pt>
                      <c:pt idx="4320">
                        <c:v>17.975000000000001</c:v>
                      </c:pt>
                      <c:pt idx="4321">
                        <c:v>17.979167</c:v>
                      </c:pt>
                      <c:pt idx="4322">
                        <c:v>17.983332999999998</c:v>
                      </c:pt>
                      <c:pt idx="4323">
                        <c:v>17.987500000000001</c:v>
                      </c:pt>
                      <c:pt idx="4324">
                        <c:v>17.991667</c:v>
                      </c:pt>
                      <c:pt idx="4325">
                        <c:v>17.995833000000001</c:v>
                      </c:pt>
                      <c:pt idx="4326">
                        <c:v>18</c:v>
                      </c:pt>
                      <c:pt idx="4327">
                        <c:v>18.004166999999999</c:v>
                      </c:pt>
                      <c:pt idx="4328">
                        <c:v>18.008333</c:v>
                      </c:pt>
                      <c:pt idx="4329">
                        <c:v>18.012499999999999</c:v>
                      </c:pt>
                      <c:pt idx="4330">
                        <c:v>18.016667000000002</c:v>
                      </c:pt>
                      <c:pt idx="4331">
                        <c:v>18.020833</c:v>
                      </c:pt>
                      <c:pt idx="4332">
                        <c:v>18.024999999999999</c:v>
                      </c:pt>
                      <c:pt idx="4333">
                        <c:v>18.029167000000001</c:v>
                      </c:pt>
                      <c:pt idx="4334">
                        <c:v>18.033332999999999</c:v>
                      </c:pt>
                      <c:pt idx="4335">
                        <c:v>18.037500000000001</c:v>
                      </c:pt>
                      <c:pt idx="4336">
                        <c:v>18.041667</c:v>
                      </c:pt>
                      <c:pt idx="4337">
                        <c:v>18.045832999999998</c:v>
                      </c:pt>
                      <c:pt idx="4338">
                        <c:v>18.05</c:v>
                      </c:pt>
                      <c:pt idx="4339">
                        <c:v>18.054167</c:v>
                      </c:pt>
                      <c:pt idx="4340">
                        <c:v>18.058333000000001</c:v>
                      </c:pt>
                      <c:pt idx="4341">
                        <c:v>18.0625</c:v>
                      </c:pt>
                      <c:pt idx="4342">
                        <c:v>18.066666999999999</c:v>
                      </c:pt>
                      <c:pt idx="4343">
                        <c:v>18.070833</c:v>
                      </c:pt>
                      <c:pt idx="4344">
                        <c:v>18.074999999999999</c:v>
                      </c:pt>
                      <c:pt idx="4345">
                        <c:v>18.079167000000002</c:v>
                      </c:pt>
                      <c:pt idx="4346">
                        <c:v>18.083333</c:v>
                      </c:pt>
                      <c:pt idx="4347">
                        <c:v>18.087499999999999</c:v>
                      </c:pt>
                      <c:pt idx="4348">
                        <c:v>18.091667000000001</c:v>
                      </c:pt>
                      <c:pt idx="4349">
                        <c:v>18.095832999999999</c:v>
                      </c:pt>
                      <c:pt idx="4350">
                        <c:v>18.100000000000001</c:v>
                      </c:pt>
                      <c:pt idx="4351">
                        <c:v>18.104167</c:v>
                      </c:pt>
                      <c:pt idx="4352">
                        <c:v>18.108332999999998</c:v>
                      </c:pt>
                      <c:pt idx="4353">
                        <c:v>18.112500000000001</c:v>
                      </c:pt>
                      <c:pt idx="4354">
                        <c:v>18.116667</c:v>
                      </c:pt>
                      <c:pt idx="4355">
                        <c:v>18.120833000000001</c:v>
                      </c:pt>
                      <c:pt idx="4356">
                        <c:v>18.125</c:v>
                      </c:pt>
                      <c:pt idx="4357">
                        <c:v>18.129166999999999</c:v>
                      </c:pt>
                      <c:pt idx="4358">
                        <c:v>18.133333</c:v>
                      </c:pt>
                      <c:pt idx="4359">
                        <c:v>18.137499999999999</c:v>
                      </c:pt>
                      <c:pt idx="4360">
                        <c:v>18.141667000000002</c:v>
                      </c:pt>
                      <c:pt idx="4361">
                        <c:v>18.145833</c:v>
                      </c:pt>
                      <c:pt idx="4362">
                        <c:v>18.149999999999999</c:v>
                      </c:pt>
                      <c:pt idx="4363">
                        <c:v>18.154167000000001</c:v>
                      </c:pt>
                      <c:pt idx="4364">
                        <c:v>18.158332999999999</c:v>
                      </c:pt>
                      <c:pt idx="4365">
                        <c:v>18.162500000000001</c:v>
                      </c:pt>
                      <c:pt idx="4366">
                        <c:v>18.166667</c:v>
                      </c:pt>
                      <c:pt idx="4367">
                        <c:v>18.170832999999998</c:v>
                      </c:pt>
                      <c:pt idx="4368">
                        <c:v>18.175000000000001</c:v>
                      </c:pt>
                      <c:pt idx="4369">
                        <c:v>18.179167</c:v>
                      </c:pt>
                      <c:pt idx="4370">
                        <c:v>18.183333000000001</c:v>
                      </c:pt>
                      <c:pt idx="4371">
                        <c:v>18.1875</c:v>
                      </c:pt>
                      <c:pt idx="4372">
                        <c:v>18.191666999999999</c:v>
                      </c:pt>
                      <c:pt idx="4373">
                        <c:v>18.195833</c:v>
                      </c:pt>
                      <c:pt idx="4374">
                        <c:v>18.2</c:v>
                      </c:pt>
                      <c:pt idx="4375">
                        <c:v>18.204167000000002</c:v>
                      </c:pt>
                      <c:pt idx="4376">
                        <c:v>18.208333</c:v>
                      </c:pt>
                      <c:pt idx="4377">
                        <c:v>18.212499999999999</c:v>
                      </c:pt>
                      <c:pt idx="4378">
                        <c:v>18.216667000000001</c:v>
                      </c:pt>
                      <c:pt idx="4379">
                        <c:v>18.220832999999999</c:v>
                      </c:pt>
                      <c:pt idx="4380">
                        <c:v>18.225000000000001</c:v>
                      </c:pt>
                      <c:pt idx="4381">
                        <c:v>18.229167</c:v>
                      </c:pt>
                      <c:pt idx="4382">
                        <c:v>18.233332999999998</c:v>
                      </c:pt>
                      <c:pt idx="4383">
                        <c:v>18.237500000000001</c:v>
                      </c:pt>
                      <c:pt idx="4384">
                        <c:v>18.241667</c:v>
                      </c:pt>
                      <c:pt idx="4385">
                        <c:v>18.245833000000001</c:v>
                      </c:pt>
                      <c:pt idx="4386">
                        <c:v>18.25</c:v>
                      </c:pt>
                      <c:pt idx="4387">
                        <c:v>18.254166999999999</c:v>
                      </c:pt>
                      <c:pt idx="4388">
                        <c:v>18.258333</c:v>
                      </c:pt>
                      <c:pt idx="4389">
                        <c:v>18.262499999999999</c:v>
                      </c:pt>
                      <c:pt idx="4390">
                        <c:v>18.266667000000002</c:v>
                      </c:pt>
                      <c:pt idx="4391">
                        <c:v>18.270833</c:v>
                      </c:pt>
                      <c:pt idx="4392">
                        <c:v>18.274999999999999</c:v>
                      </c:pt>
                      <c:pt idx="4393">
                        <c:v>18.279167000000001</c:v>
                      </c:pt>
                      <c:pt idx="4394">
                        <c:v>18.283332999999999</c:v>
                      </c:pt>
                      <c:pt idx="4395">
                        <c:v>18.287500000000001</c:v>
                      </c:pt>
                      <c:pt idx="4396">
                        <c:v>18.291667</c:v>
                      </c:pt>
                      <c:pt idx="4397">
                        <c:v>18.295832999999998</c:v>
                      </c:pt>
                      <c:pt idx="4398">
                        <c:v>18.3</c:v>
                      </c:pt>
                      <c:pt idx="4399">
                        <c:v>18.304167</c:v>
                      </c:pt>
                      <c:pt idx="4400">
                        <c:v>18.308333000000001</c:v>
                      </c:pt>
                      <c:pt idx="4401">
                        <c:v>18.3125</c:v>
                      </c:pt>
                      <c:pt idx="4402">
                        <c:v>18.316666999999999</c:v>
                      </c:pt>
                      <c:pt idx="4403">
                        <c:v>18.320833</c:v>
                      </c:pt>
                      <c:pt idx="4404">
                        <c:v>18.324999999999999</c:v>
                      </c:pt>
                      <c:pt idx="4405">
                        <c:v>18.329167000000002</c:v>
                      </c:pt>
                      <c:pt idx="4406">
                        <c:v>18.333333</c:v>
                      </c:pt>
                      <c:pt idx="4407">
                        <c:v>18.337499999999999</c:v>
                      </c:pt>
                      <c:pt idx="4408">
                        <c:v>18.341667000000001</c:v>
                      </c:pt>
                      <c:pt idx="4409">
                        <c:v>18.345832999999999</c:v>
                      </c:pt>
                      <c:pt idx="4410">
                        <c:v>18.350000000000001</c:v>
                      </c:pt>
                      <c:pt idx="4411">
                        <c:v>18.354167</c:v>
                      </c:pt>
                      <c:pt idx="4412">
                        <c:v>18.358332999999998</c:v>
                      </c:pt>
                      <c:pt idx="4413">
                        <c:v>18.362500000000001</c:v>
                      </c:pt>
                      <c:pt idx="4414">
                        <c:v>18.366667</c:v>
                      </c:pt>
                      <c:pt idx="4415">
                        <c:v>18.370833000000001</c:v>
                      </c:pt>
                      <c:pt idx="4416">
                        <c:v>18.375</c:v>
                      </c:pt>
                      <c:pt idx="4417">
                        <c:v>18.379166999999999</c:v>
                      </c:pt>
                      <c:pt idx="4418">
                        <c:v>18.383333</c:v>
                      </c:pt>
                      <c:pt idx="4419">
                        <c:v>18.387499999999999</c:v>
                      </c:pt>
                      <c:pt idx="4420">
                        <c:v>18.391667000000002</c:v>
                      </c:pt>
                      <c:pt idx="4421">
                        <c:v>18.395833</c:v>
                      </c:pt>
                      <c:pt idx="4422">
                        <c:v>18.399999999999999</c:v>
                      </c:pt>
                      <c:pt idx="4423">
                        <c:v>18.404167000000001</c:v>
                      </c:pt>
                      <c:pt idx="4424">
                        <c:v>18.408332999999999</c:v>
                      </c:pt>
                      <c:pt idx="4425">
                        <c:v>18.412500000000001</c:v>
                      </c:pt>
                      <c:pt idx="4426">
                        <c:v>18.416667</c:v>
                      </c:pt>
                      <c:pt idx="4427">
                        <c:v>18.420832999999998</c:v>
                      </c:pt>
                      <c:pt idx="4428">
                        <c:v>18.425000000000001</c:v>
                      </c:pt>
                      <c:pt idx="4429">
                        <c:v>18.429167</c:v>
                      </c:pt>
                      <c:pt idx="4430">
                        <c:v>18.433333000000001</c:v>
                      </c:pt>
                      <c:pt idx="4431">
                        <c:v>18.4375</c:v>
                      </c:pt>
                      <c:pt idx="4432">
                        <c:v>18.441666999999999</c:v>
                      </c:pt>
                      <c:pt idx="4433">
                        <c:v>18.445833</c:v>
                      </c:pt>
                      <c:pt idx="4434">
                        <c:v>18.45</c:v>
                      </c:pt>
                      <c:pt idx="4435">
                        <c:v>18.454167000000002</c:v>
                      </c:pt>
                      <c:pt idx="4436">
                        <c:v>18.458333</c:v>
                      </c:pt>
                      <c:pt idx="4437">
                        <c:v>18.462499999999999</c:v>
                      </c:pt>
                      <c:pt idx="4438">
                        <c:v>18.466667000000001</c:v>
                      </c:pt>
                      <c:pt idx="4439">
                        <c:v>18.470832999999999</c:v>
                      </c:pt>
                      <c:pt idx="4440">
                        <c:v>18.475000000000001</c:v>
                      </c:pt>
                      <c:pt idx="4441">
                        <c:v>18.479167</c:v>
                      </c:pt>
                      <c:pt idx="4442">
                        <c:v>18.483332999999998</c:v>
                      </c:pt>
                      <c:pt idx="4443">
                        <c:v>18.487500000000001</c:v>
                      </c:pt>
                      <c:pt idx="4444">
                        <c:v>18.491667</c:v>
                      </c:pt>
                      <c:pt idx="4445">
                        <c:v>18.495833000000001</c:v>
                      </c:pt>
                      <c:pt idx="4446">
                        <c:v>18.5</c:v>
                      </c:pt>
                      <c:pt idx="4447">
                        <c:v>18.504166999999999</c:v>
                      </c:pt>
                      <c:pt idx="4448">
                        <c:v>18.508333</c:v>
                      </c:pt>
                      <c:pt idx="4449">
                        <c:v>18.512499999999999</c:v>
                      </c:pt>
                      <c:pt idx="4450">
                        <c:v>18.516667000000002</c:v>
                      </c:pt>
                      <c:pt idx="4451">
                        <c:v>18.520833</c:v>
                      </c:pt>
                      <c:pt idx="4452">
                        <c:v>18.524999999999999</c:v>
                      </c:pt>
                      <c:pt idx="4453">
                        <c:v>18.529167000000001</c:v>
                      </c:pt>
                      <c:pt idx="4454">
                        <c:v>18.533332999999999</c:v>
                      </c:pt>
                      <c:pt idx="4455">
                        <c:v>18.537500000000001</c:v>
                      </c:pt>
                      <c:pt idx="4456">
                        <c:v>18.541667</c:v>
                      </c:pt>
                      <c:pt idx="4457">
                        <c:v>18.545832999999998</c:v>
                      </c:pt>
                      <c:pt idx="4458">
                        <c:v>18.55</c:v>
                      </c:pt>
                      <c:pt idx="4459">
                        <c:v>18.554167</c:v>
                      </c:pt>
                      <c:pt idx="4460">
                        <c:v>18.558333000000001</c:v>
                      </c:pt>
                      <c:pt idx="4461">
                        <c:v>18.5625</c:v>
                      </c:pt>
                      <c:pt idx="4462">
                        <c:v>18.566666999999999</c:v>
                      </c:pt>
                      <c:pt idx="4463">
                        <c:v>18.570833</c:v>
                      </c:pt>
                      <c:pt idx="4464">
                        <c:v>18.574999999999999</c:v>
                      </c:pt>
                      <c:pt idx="4465">
                        <c:v>18.579167000000002</c:v>
                      </c:pt>
                      <c:pt idx="4466">
                        <c:v>18.583333</c:v>
                      </c:pt>
                      <c:pt idx="4467">
                        <c:v>18.587499999999999</c:v>
                      </c:pt>
                      <c:pt idx="4468">
                        <c:v>18.591667000000001</c:v>
                      </c:pt>
                      <c:pt idx="4469">
                        <c:v>18.595832999999999</c:v>
                      </c:pt>
                      <c:pt idx="4470">
                        <c:v>18.600000000000001</c:v>
                      </c:pt>
                      <c:pt idx="4471">
                        <c:v>18.604167</c:v>
                      </c:pt>
                      <c:pt idx="4472">
                        <c:v>18.608332999999998</c:v>
                      </c:pt>
                      <c:pt idx="4473">
                        <c:v>18.612500000000001</c:v>
                      </c:pt>
                      <c:pt idx="4474">
                        <c:v>18.616667</c:v>
                      </c:pt>
                      <c:pt idx="4475">
                        <c:v>18.620833000000001</c:v>
                      </c:pt>
                      <c:pt idx="4476">
                        <c:v>18.625</c:v>
                      </c:pt>
                      <c:pt idx="4477">
                        <c:v>18.629166999999999</c:v>
                      </c:pt>
                      <c:pt idx="4478">
                        <c:v>18.633333</c:v>
                      </c:pt>
                      <c:pt idx="4479">
                        <c:v>18.637499999999999</c:v>
                      </c:pt>
                      <c:pt idx="4480">
                        <c:v>18.641667000000002</c:v>
                      </c:pt>
                      <c:pt idx="4481">
                        <c:v>18.645833</c:v>
                      </c:pt>
                      <c:pt idx="4482">
                        <c:v>18.649999999999999</c:v>
                      </c:pt>
                      <c:pt idx="4483">
                        <c:v>18.654167000000001</c:v>
                      </c:pt>
                      <c:pt idx="4484">
                        <c:v>18.658332999999999</c:v>
                      </c:pt>
                      <c:pt idx="4485">
                        <c:v>18.662500000000001</c:v>
                      </c:pt>
                      <c:pt idx="4486">
                        <c:v>18.666667</c:v>
                      </c:pt>
                      <c:pt idx="4487">
                        <c:v>18.670832999999998</c:v>
                      </c:pt>
                      <c:pt idx="4488">
                        <c:v>18.675000000000001</c:v>
                      </c:pt>
                      <c:pt idx="4489">
                        <c:v>18.679167</c:v>
                      </c:pt>
                      <c:pt idx="4490">
                        <c:v>18.683333000000001</c:v>
                      </c:pt>
                      <c:pt idx="4491">
                        <c:v>18.6875</c:v>
                      </c:pt>
                      <c:pt idx="4492">
                        <c:v>18.691666999999999</c:v>
                      </c:pt>
                      <c:pt idx="4493">
                        <c:v>18.695833</c:v>
                      </c:pt>
                      <c:pt idx="4494">
                        <c:v>18.7</c:v>
                      </c:pt>
                      <c:pt idx="4495">
                        <c:v>18.704167000000002</c:v>
                      </c:pt>
                      <c:pt idx="4496">
                        <c:v>18.708333</c:v>
                      </c:pt>
                      <c:pt idx="4497">
                        <c:v>18.712499999999999</c:v>
                      </c:pt>
                      <c:pt idx="4498">
                        <c:v>18.716667000000001</c:v>
                      </c:pt>
                      <c:pt idx="4499">
                        <c:v>18.720832999999999</c:v>
                      </c:pt>
                      <c:pt idx="4500">
                        <c:v>18.725000000000001</c:v>
                      </c:pt>
                      <c:pt idx="4501">
                        <c:v>18.729167</c:v>
                      </c:pt>
                      <c:pt idx="4502">
                        <c:v>18.733332999999998</c:v>
                      </c:pt>
                      <c:pt idx="4503">
                        <c:v>18.737500000000001</c:v>
                      </c:pt>
                      <c:pt idx="4504">
                        <c:v>18.741667</c:v>
                      </c:pt>
                      <c:pt idx="4505">
                        <c:v>18.745833000000001</c:v>
                      </c:pt>
                      <c:pt idx="4506">
                        <c:v>18.75</c:v>
                      </c:pt>
                      <c:pt idx="4507">
                        <c:v>18.754166999999999</c:v>
                      </c:pt>
                      <c:pt idx="4508">
                        <c:v>18.758333</c:v>
                      </c:pt>
                      <c:pt idx="4509">
                        <c:v>18.762499999999999</c:v>
                      </c:pt>
                      <c:pt idx="4510">
                        <c:v>18.766667000000002</c:v>
                      </c:pt>
                      <c:pt idx="4511">
                        <c:v>18.770833</c:v>
                      </c:pt>
                      <c:pt idx="4512">
                        <c:v>18.774999999999999</c:v>
                      </c:pt>
                      <c:pt idx="4513">
                        <c:v>18.779167000000001</c:v>
                      </c:pt>
                      <c:pt idx="4514">
                        <c:v>18.783332999999999</c:v>
                      </c:pt>
                      <c:pt idx="4515">
                        <c:v>18.787500000000001</c:v>
                      </c:pt>
                      <c:pt idx="4516">
                        <c:v>18.791667</c:v>
                      </c:pt>
                      <c:pt idx="4517">
                        <c:v>18.795832999999998</c:v>
                      </c:pt>
                      <c:pt idx="4518">
                        <c:v>18.8</c:v>
                      </c:pt>
                      <c:pt idx="4519">
                        <c:v>18.804167</c:v>
                      </c:pt>
                      <c:pt idx="4520">
                        <c:v>18.808333000000001</c:v>
                      </c:pt>
                      <c:pt idx="4521">
                        <c:v>18.8125</c:v>
                      </c:pt>
                      <c:pt idx="4522">
                        <c:v>18.816666999999999</c:v>
                      </c:pt>
                      <c:pt idx="4523">
                        <c:v>18.820833</c:v>
                      </c:pt>
                      <c:pt idx="4524">
                        <c:v>18.824999999999999</c:v>
                      </c:pt>
                      <c:pt idx="4525">
                        <c:v>18.829167000000002</c:v>
                      </c:pt>
                      <c:pt idx="4526">
                        <c:v>18.833333</c:v>
                      </c:pt>
                      <c:pt idx="4527">
                        <c:v>18.837499999999999</c:v>
                      </c:pt>
                      <c:pt idx="4528">
                        <c:v>18.841667000000001</c:v>
                      </c:pt>
                      <c:pt idx="4529">
                        <c:v>18.845832999999999</c:v>
                      </c:pt>
                      <c:pt idx="4530">
                        <c:v>18.850000000000001</c:v>
                      </c:pt>
                      <c:pt idx="4531">
                        <c:v>18.854167</c:v>
                      </c:pt>
                      <c:pt idx="4532">
                        <c:v>18.858332999999998</c:v>
                      </c:pt>
                      <c:pt idx="4533">
                        <c:v>18.862500000000001</c:v>
                      </c:pt>
                      <c:pt idx="4534">
                        <c:v>18.866667</c:v>
                      </c:pt>
                      <c:pt idx="4535">
                        <c:v>18.870833000000001</c:v>
                      </c:pt>
                      <c:pt idx="4536">
                        <c:v>18.875</c:v>
                      </c:pt>
                      <c:pt idx="4537">
                        <c:v>18.879166999999999</c:v>
                      </c:pt>
                      <c:pt idx="4538">
                        <c:v>18.883333</c:v>
                      </c:pt>
                      <c:pt idx="4539">
                        <c:v>18.887499999999999</c:v>
                      </c:pt>
                      <c:pt idx="4540">
                        <c:v>18.891667000000002</c:v>
                      </c:pt>
                      <c:pt idx="4541">
                        <c:v>18.895833</c:v>
                      </c:pt>
                      <c:pt idx="4542">
                        <c:v>18.899999999999999</c:v>
                      </c:pt>
                      <c:pt idx="4543">
                        <c:v>18.904167000000001</c:v>
                      </c:pt>
                      <c:pt idx="4544">
                        <c:v>18.908332999999999</c:v>
                      </c:pt>
                      <c:pt idx="4545">
                        <c:v>18.912500000000001</c:v>
                      </c:pt>
                      <c:pt idx="4546">
                        <c:v>18.916667</c:v>
                      </c:pt>
                      <c:pt idx="4547">
                        <c:v>18.920832999999998</c:v>
                      </c:pt>
                      <c:pt idx="4548">
                        <c:v>18.925000000000001</c:v>
                      </c:pt>
                      <c:pt idx="4549">
                        <c:v>18.929167</c:v>
                      </c:pt>
                      <c:pt idx="4550">
                        <c:v>18.933333000000001</c:v>
                      </c:pt>
                      <c:pt idx="4551">
                        <c:v>18.9375</c:v>
                      </c:pt>
                      <c:pt idx="4552">
                        <c:v>18.941666999999999</c:v>
                      </c:pt>
                      <c:pt idx="4553">
                        <c:v>18.945833</c:v>
                      </c:pt>
                      <c:pt idx="4554">
                        <c:v>18.95</c:v>
                      </c:pt>
                      <c:pt idx="4555">
                        <c:v>18.954167000000002</c:v>
                      </c:pt>
                      <c:pt idx="4556">
                        <c:v>18.958333</c:v>
                      </c:pt>
                      <c:pt idx="4557">
                        <c:v>18.962499999999999</c:v>
                      </c:pt>
                      <c:pt idx="4558">
                        <c:v>18.966667000000001</c:v>
                      </c:pt>
                      <c:pt idx="4559">
                        <c:v>18.970832999999999</c:v>
                      </c:pt>
                      <c:pt idx="4560">
                        <c:v>18.975000000000001</c:v>
                      </c:pt>
                      <c:pt idx="4561">
                        <c:v>18.979167</c:v>
                      </c:pt>
                      <c:pt idx="4562">
                        <c:v>18.983332999999998</c:v>
                      </c:pt>
                      <c:pt idx="4563">
                        <c:v>18.987500000000001</c:v>
                      </c:pt>
                      <c:pt idx="4564">
                        <c:v>18.991667</c:v>
                      </c:pt>
                      <c:pt idx="4565">
                        <c:v>18.995833000000001</c:v>
                      </c:pt>
                      <c:pt idx="4566">
                        <c:v>19</c:v>
                      </c:pt>
                      <c:pt idx="4567">
                        <c:v>19.004166999999999</c:v>
                      </c:pt>
                      <c:pt idx="4568">
                        <c:v>19.008333</c:v>
                      </c:pt>
                      <c:pt idx="4569">
                        <c:v>19.012499999999999</c:v>
                      </c:pt>
                      <c:pt idx="4570">
                        <c:v>19.016667000000002</c:v>
                      </c:pt>
                      <c:pt idx="4571">
                        <c:v>19.020833</c:v>
                      </c:pt>
                      <c:pt idx="4572">
                        <c:v>19.024999999999999</c:v>
                      </c:pt>
                      <c:pt idx="4573">
                        <c:v>19.029167000000001</c:v>
                      </c:pt>
                      <c:pt idx="4574">
                        <c:v>19.033332999999999</c:v>
                      </c:pt>
                      <c:pt idx="4575">
                        <c:v>19.037500000000001</c:v>
                      </c:pt>
                      <c:pt idx="4576">
                        <c:v>19.041667</c:v>
                      </c:pt>
                      <c:pt idx="4577">
                        <c:v>19.045832999999998</c:v>
                      </c:pt>
                      <c:pt idx="4578">
                        <c:v>19.05</c:v>
                      </c:pt>
                      <c:pt idx="4579">
                        <c:v>19.054167</c:v>
                      </c:pt>
                      <c:pt idx="4580">
                        <c:v>19.058333000000001</c:v>
                      </c:pt>
                      <c:pt idx="4581">
                        <c:v>19.0625</c:v>
                      </c:pt>
                      <c:pt idx="4582">
                        <c:v>19.066666999999999</c:v>
                      </c:pt>
                      <c:pt idx="4583">
                        <c:v>19.070833</c:v>
                      </c:pt>
                      <c:pt idx="4584">
                        <c:v>19.074999999999999</c:v>
                      </c:pt>
                      <c:pt idx="4585">
                        <c:v>19.079167000000002</c:v>
                      </c:pt>
                      <c:pt idx="4586">
                        <c:v>19.083333</c:v>
                      </c:pt>
                      <c:pt idx="4587">
                        <c:v>19.087499999999999</c:v>
                      </c:pt>
                      <c:pt idx="4588">
                        <c:v>19.091667000000001</c:v>
                      </c:pt>
                      <c:pt idx="4589">
                        <c:v>19.095832999999999</c:v>
                      </c:pt>
                      <c:pt idx="4590">
                        <c:v>19.100000000000001</c:v>
                      </c:pt>
                      <c:pt idx="4591">
                        <c:v>19.104167</c:v>
                      </c:pt>
                      <c:pt idx="4592">
                        <c:v>19.108332999999998</c:v>
                      </c:pt>
                      <c:pt idx="4593">
                        <c:v>19.112500000000001</c:v>
                      </c:pt>
                      <c:pt idx="4594">
                        <c:v>19.116667</c:v>
                      </c:pt>
                      <c:pt idx="4595">
                        <c:v>19.120833000000001</c:v>
                      </c:pt>
                      <c:pt idx="4596">
                        <c:v>19.125</c:v>
                      </c:pt>
                      <c:pt idx="4597">
                        <c:v>19.129166999999999</c:v>
                      </c:pt>
                      <c:pt idx="4598">
                        <c:v>19.133333</c:v>
                      </c:pt>
                      <c:pt idx="4599">
                        <c:v>19.137499999999999</c:v>
                      </c:pt>
                      <c:pt idx="4600">
                        <c:v>19.141667000000002</c:v>
                      </c:pt>
                      <c:pt idx="4601">
                        <c:v>19.145833</c:v>
                      </c:pt>
                      <c:pt idx="4602">
                        <c:v>19.149999999999999</c:v>
                      </c:pt>
                      <c:pt idx="4603">
                        <c:v>19.154167000000001</c:v>
                      </c:pt>
                      <c:pt idx="4604">
                        <c:v>19.158332999999999</c:v>
                      </c:pt>
                      <c:pt idx="4605">
                        <c:v>19.162500000000001</c:v>
                      </c:pt>
                      <c:pt idx="4606">
                        <c:v>19.166667</c:v>
                      </c:pt>
                      <c:pt idx="4607">
                        <c:v>19.170832999999998</c:v>
                      </c:pt>
                      <c:pt idx="4608">
                        <c:v>19.175000000000001</c:v>
                      </c:pt>
                      <c:pt idx="4609">
                        <c:v>19.179167</c:v>
                      </c:pt>
                      <c:pt idx="4610">
                        <c:v>19.183333000000001</c:v>
                      </c:pt>
                      <c:pt idx="4611">
                        <c:v>19.1875</c:v>
                      </c:pt>
                      <c:pt idx="4612">
                        <c:v>19.191666999999999</c:v>
                      </c:pt>
                      <c:pt idx="4613">
                        <c:v>19.195833</c:v>
                      </c:pt>
                      <c:pt idx="4614">
                        <c:v>19.2</c:v>
                      </c:pt>
                      <c:pt idx="4615">
                        <c:v>19.204167000000002</c:v>
                      </c:pt>
                      <c:pt idx="4616">
                        <c:v>19.208333</c:v>
                      </c:pt>
                      <c:pt idx="4617">
                        <c:v>19.212499999999999</c:v>
                      </c:pt>
                      <c:pt idx="4618">
                        <c:v>19.216667000000001</c:v>
                      </c:pt>
                      <c:pt idx="4619">
                        <c:v>19.220832999999999</c:v>
                      </c:pt>
                      <c:pt idx="4620">
                        <c:v>19.225000000000001</c:v>
                      </c:pt>
                      <c:pt idx="4621">
                        <c:v>19.229167</c:v>
                      </c:pt>
                      <c:pt idx="4622">
                        <c:v>19.233332999999998</c:v>
                      </c:pt>
                      <c:pt idx="4623">
                        <c:v>19.237500000000001</c:v>
                      </c:pt>
                      <c:pt idx="4624">
                        <c:v>19.241667</c:v>
                      </c:pt>
                      <c:pt idx="4625">
                        <c:v>19.245833000000001</c:v>
                      </c:pt>
                      <c:pt idx="4626">
                        <c:v>19.25</c:v>
                      </c:pt>
                      <c:pt idx="4627">
                        <c:v>19.254166999999999</c:v>
                      </c:pt>
                      <c:pt idx="4628">
                        <c:v>19.258333</c:v>
                      </c:pt>
                      <c:pt idx="4629">
                        <c:v>19.262499999999999</c:v>
                      </c:pt>
                      <c:pt idx="4630">
                        <c:v>19.266667000000002</c:v>
                      </c:pt>
                      <c:pt idx="4631">
                        <c:v>19.270833</c:v>
                      </c:pt>
                      <c:pt idx="4632">
                        <c:v>19.274999999999999</c:v>
                      </c:pt>
                      <c:pt idx="4633">
                        <c:v>19.279167000000001</c:v>
                      </c:pt>
                      <c:pt idx="4634">
                        <c:v>19.283332999999999</c:v>
                      </c:pt>
                      <c:pt idx="4635">
                        <c:v>19.287500000000001</c:v>
                      </c:pt>
                      <c:pt idx="4636">
                        <c:v>19.291667</c:v>
                      </c:pt>
                      <c:pt idx="4637">
                        <c:v>19.295832999999998</c:v>
                      </c:pt>
                      <c:pt idx="4638">
                        <c:v>19.3</c:v>
                      </c:pt>
                      <c:pt idx="4639">
                        <c:v>19.304167</c:v>
                      </c:pt>
                      <c:pt idx="4640">
                        <c:v>19.308333000000001</c:v>
                      </c:pt>
                      <c:pt idx="4641">
                        <c:v>19.3125</c:v>
                      </c:pt>
                      <c:pt idx="4642">
                        <c:v>19.316666999999999</c:v>
                      </c:pt>
                      <c:pt idx="4643">
                        <c:v>19.320833</c:v>
                      </c:pt>
                      <c:pt idx="4644">
                        <c:v>19.324999999999999</c:v>
                      </c:pt>
                      <c:pt idx="4645">
                        <c:v>19.329167000000002</c:v>
                      </c:pt>
                      <c:pt idx="4646">
                        <c:v>19.333333</c:v>
                      </c:pt>
                      <c:pt idx="4647">
                        <c:v>19.337499999999999</c:v>
                      </c:pt>
                      <c:pt idx="4648">
                        <c:v>19.341667000000001</c:v>
                      </c:pt>
                      <c:pt idx="4649">
                        <c:v>19.345832999999999</c:v>
                      </c:pt>
                      <c:pt idx="4650">
                        <c:v>19.350000000000001</c:v>
                      </c:pt>
                      <c:pt idx="4651">
                        <c:v>19.354167</c:v>
                      </c:pt>
                      <c:pt idx="4652">
                        <c:v>19.358332999999998</c:v>
                      </c:pt>
                      <c:pt idx="4653">
                        <c:v>19.362500000000001</c:v>
                      </c:pt>
                      <c:pt idx="4654">
                        <c:v>19.366667</c:v>
                      </c:pt>
                      <c:pt idx="4655">
                        <c:v>19.370833000000001</c:v>
                      </c:pt>
                      <c:pt idx="4656">
                        <c:v>19.375</c:v>
                      </c:pt>
                      <c:pt idx="4657">
                        <c:v>19.379166999999999</c:v>
                      </c:pt>
                      <c:pt idx="4658">
                        <c:v>19.383333</c:v>
                      </c:pt>
                      <c:pt idx="4659">
                        <c:v>19.387499999999999</c:v>
                      </c:pt>
                      <c:pt idx="4660">
                        <c:v>19.391667000000002</c:v>
                      </c:pt>
                      <c:pt idx="4661">
                        <c:v>19.395833</c:v>
                      </c:pt>
                      <c:pt idx="4662">
                        <c:v>19.399999999999999</c:v>
                      </c:pt>
                      <c:pt idx="4663">
                        <c:v>19.404167000000001</c:v>
                      </c:pt>
                      <c:pt idx="4664">
                        <c:v>19.408332999999999</c:v>
                      </c:pt>
                      <c:pt idx="4665">
                        <c:v>19.412500000000001</c:v>
                      </c:pt>
                      <c:pt idx="4666">
                        <c:v>19.416667</c:v>
                      </c:pt>
                      <c:pt idx="4667">
                        <c:v>19.420832999999998</c:v>
                      </c:pt>
                      <c:pt idx="4668">
                        <c:v>19.425000000000001</c:v>
                      </c:pt>
                      <c:pt idx="4669">
                        <c:v>19.429167</c:v>
                      </c:pt>
                      <c:pt idx="4670">
                        <c:v>19.433333000000001</c:v>
                      </c:pt>
                      <c:pt idx="4671">
                        <c:v>19.4375</c:v>
                      </c:pt>
                      <c:pt idx="4672">
                        <c:v>19.441666999999999</c:v>
                      </c:pt>
                      <c:pt idx="4673">
                        <c:v>19.445833</c:v>
                      </c:pt>
                      <c:pt idx="4674">
                        <c:v>19.45</c:v>
                      </c:pt>
                      <c:pt idx="4675">
                        <c:v>19.454167000000002</c:v>
                      </c:pt>
                      <c:pt idx="4676">
                        <c:v>19.458333</c:v>
                      </c:pt>
                      <c:pt idx="4677">
                        <c:v>19.462499999999999</c:v>
                      </c:pt>
                      <c:pt idx="4678">
                        <c:v>19.466667000000001</c:v>
                      </c:pt>
                      <c:pt idx="4679">
                        <c:v>19.470832999999999</c:v>
                      </c:pt>
                      <c:pt idx="4680">
                        <c:v>19.475000000000001</c:v>
                      </c:pt>
                      <c:pt idx="4681">
                        <c:v>19.479167</c:v>
                      </c:pt>
                      <c:pt idx="4682">
                        <c:v>19.483332999999998</c:v>
                      </c:pt>
                      <c:pt idx="4683">
                        <c:v>19.487500000000001</c:v>
                      </c:pt>
                      <c:pt idx="4684">
                        <c:v>19.491667</c:v>
                      </c:pt>
                      <c:pt idx="4685">
                        <c:v>19.495833000000001</c:v>
                      </c:pt>
                      <c:pt idx="4686">
                        <c:v>19.5</c:v>
                      </c:pt>
                      <c:pt idx="4687">
                        <c:v>19.504166999999999</c:v>
                      </c:pt>
                      <c:pt idx="4688">
                        <c:v>19.508333</c:v>
                      </c:pt>
                      <c:pt idx="4689">
                        <c:v>19.512499999999999</c:v>
                      </c:pt>
                      <c:pt idx="4690">
                        <c:v>19.516667000000002</c:v>
                      </c:pt>
                      <c:pt idx="4691">
                        <c:v>19.520833</c:v>
                      </c:pt>
                      <c:pt idx="4692">
                        <c:v>19.524999999999999</c:v>
                      </c:pt>
                      <c:pt idx="4693">
                        <c:v>19.529167000000001</c:v>
                      </c:pt>
                      <c:pt idx="4694">
                        <c:v>19.533332999999999</c:v>
                      </c:pt>
                      <c:pt idx="4695">
                        <c:v>19.537500000000001</c:v>
                      </c:pt>
                      <c:pt idx="4696">
                        <c:v>19.541667</c:v>
                      </c:pt>
                      <c:pt idx="4697">
                        <c:v>19.545832999999998</c:v>
                      </c:pt>
                      <c:pt idx="4698">
                        <c:v>19.55</c:v>
                      </c:pt>
                      <c:pt idx="4699">
                        <c:v>19.554167</c:v>
                      </c:pt>
                      <c:pt idx="4700">
                        <c:v>19.558333000000001</c:v>
                      </c:pt>
                      <c:pt idx="4701">
                        <c:v>19.5625</c:v>
                      </c:pt>
                      <c:pt idx="4702">
                        <c:v>19.566666999999999</c:v>
                      </c:pt>
                      <c:pt idx="4703">
                        <c:v>19.570833</c:v>
                      </c:pt>
                      <c:pt idx="4704">
                        <c:v>19.574999999999999</c:v>
                      </c:pt>
                      <c:pt idx="4705">
                        <c:v>19.579167000000002</c:v>
                      </c:pt>
                      <c:pt idx="4706">
                        <c:v>19.583333</c:v>
                      </c:pt>
                      <c:pt idx="4707">
                        <c:v>19.587499999999999</c:v>
                      </c:pt>
                      <c:pt idx="4708">
                        <c:v>19.591667000000001</c:v>
                      </c:pt>
                      <c:pt idx="4709">
                        <c:v>19.595832999999999</c:v>
                      </c:pt>
                      <c:pt idx="4710">
                        <c:v>19.600000000000001</c:v>
                      </c:pt>
                      <c:pt idx="4711">
                        <c:v>19.604167</c:v>
                      </c:pt>
                      <c:pt idx="4712">
                        <c:v>19.608332999999998</c:v>
                      </c:pt>
                      <c:pt idx="4713">
                        <c:v>19.612500000000001</c:v>
                      </c:pt>
                      <c:pt idx="4714">
                        <c:v>19.616667</c:v>
                      </c:pt>
                      <c:pt idx="4715">
                        <c:v>19.620833000000001</c:v>
                      </c:pt>
                      <c:pt idx="4716">
                        <c:v>19.625</c:v>
                      </c:pt>
                      <c:pt idx="4717">
                        <c:v>19.629166999999999</c:v>
                      </c:pt>
                      <c:pt idx="4718">
                        <c:v>19.633333</c:v>
                      </c:pt>
                      <c:pt idx="4719">
                        <c:v>19.637499999999999</c:v>
                      </c:pt>
                      <c:pt idx="4720">
                        <c:v>19.641667000000002</c:v>
                      </c:pt>
                      <c:pt idx="4721">
                        <c:v>19.645833</c:v>
                      </c:pt>
                      <c:pt idx="4722">
                        <c:v>19.649999999999999</c:v>
                      </c:pt>
                      <c:pt idx="4723">
                        <c:v>19.654167000000001</c:v>
                      </c:pt>
                      <c:pt idx="4724">
                        <c:v>19.658332999999999</c:v>
                      </c:pt>
                      <c:pt idx="4725">
                        <c:v>19.662500000000001</c:v>
                      </c:pt>
                      <c:pt idx="4726">
                        <c:v>19.666667</c:v>
                      </c:pt>
                      <c:pt idx="4727">
                        <c:v>19.670832999999998</c:v>
                      </c:pt>
                      <c:pt idx="4728">
                        <c:v>19.675000000000001</c:v>
                      </c:pt>
                      <c:pt idx="4729">
                        <c:v>19.679167</c:v>
                      </c:pt>
                      <c:pt idx="4730">
                        <c:v>19.683333000000001</c:v>
                      </c:pt>
                      <c:pt idx="4731">
                        <c:v>19.6875</c:v>
                      </c:pt>
                      <c:pt idx="4732">
                        <c:v>19.691666999999999</c:v>
                      </c:pt>
                      <c:pt idx="4733">
                        <c:v>19.695833</c:v>
                      </c:pt>
                      <c:pt idx="4734">
                        <c:v>19.7</c:v>
                      </c:pt>
                      <c:pt idx="4735">
                        <c:v>19.704167000000002</c:v>
                      </c:pt>
                      <c:pt idx="4736">
                        <c:v>19.708333</c:v>
                      </c:pt>
                      <c:pt idx="4737">
                        <c:v>19.712499999999999</c:v>
                      </c:pt>
                      <c:pt idx="4738">
                        <c:v>19.716667000000001</c:v>
                      </c:pt>
                      <c:pt idx="4739">
                        <c:v>19.720832999999999</c:v>
                      </c:pt>
                      <c:pt idx="4740">
                        <c:v>19.725000000000001</c:v>
                      </c:pt>
                      <c:pt idx="4741">
                        <c:v>19.729167</c:v>
                      </c:pt>
                      <c:pt idx="4742">
                        <c:v>19.733332999999998</c:v>
                      </c:pt>
                      <c:pt idx="4743">
                        <c:v>19.737500000000001</c:v>
                      </c:pt>
                      <c:pt idx="4744">
                        <c:v>19.741667</c:v>
                      </c:pt>
                      <c:pt idx="4745">
                        <c:v>19.745833000000001</c:v>
                      </c:pt>
                      <c:pt idx="4746">
                        <c:v>19.75</c:v>
                      </c:pt>
                      <c:pt idx="4747">
                        <c:v>19.754166999999999</c:v>
                      </c:pt>
                      <c:pt idx="4748">
                        <c:v>19.758333</c:v>
                      </c:pt>
                      <c:pt idx="4749">
                        <c:v>19.762499999999999</c:v>
                      </c:pt>
                      <c:pt idx="4750">
                        <c:v>19.766667000000002</c:v>
                      </c:pt>
                      <c:pt idx="4751">
                        <c:v>19.770833</c:v>
                      </c:pt>
                      <c:pt idx="4752">
                        <c:v>19.774999999999999</c:v>
                      </c:pt>
                      <c:pt idx="4753">
                        <c:v>19.779167000000001</c:v>
                      </c:pt>
                      <c:pt idx="4754">
                        <c:v>19.783332999999999</c:v>
                      </c:pt>
                      <c:pt idx="4755">
                        <c:v>19.787500000000001</c:v>
                      </c:pt>
                      <c:pt idx="4756">
                        <c:v>19.791667</c:v>
                      </c:pt>
                      <c:pt idx="4757">
                        <c:v>19.795832999999998</c:v>
                      </c:pt>
                      <c:pt idx="4758">
                        <c:v>19.8</c:v>
                      </c:pt>
                      <c:pt idx="4759">
                        <c:v>19.804167</c:v>
                      </c:pt>
                      <c:pt idx="4760">
                        <c:v>19.808333000000001</c:v>
                      </c:pt>
                      <c:pt idx="4761">
                        <c:v>19.8125</c:v>
                      </c:pt>
                      <c:pt idx="4762">
                        <c:v>19.816666999999999</c:v>
                      </c:pt>
                      <c:pt idx="4763">
                        <c:v>19.820833</c:v>
                      </c:pt>
                      <c:pt idx="4764">
                        <c:v>19.824999999999999</c:v>
                      </c:pt>
                      <c:pt idx="4765">
                        <c:v>19.829167000000002</c:v>
                      </c:pt>
                      <c:pt idx="4766">
                        <c:v>19.833333</c:v>
                      </c:pt>
                      <c:pt idx="4767">
                        <c:v>19.837499999999999</c:v>
                      </c:pt>
                      <c:pt idx="4768">
                        <c:v>19.841667000000001</c:v>
                      </c:pt>
                      <c:pt idx="4769">
                        <c:v>19.845832999999999</c:v>
                      </c:pt>
                      <c:pt idx="4770">
                        <c:v>19.850000000000001</c:v>
                      </c:pt>
                      <c:pt idx="4771">
                        <c:v>19.854167</c:v>
                      </c:pt>
                      <c:pt idx="4772">
                        <c:v>19.858332999999998</c:v>
                      </c:pt>
                      <c:pt idx="4773">
                        <c:v>19.862500000000001</c:v>
                      </c:pt>
                      <c:pt idx="4774">
                        <c:v>19.866667</c:v>
                      </c:pt>
                      <c:pt idx="4775">
                        <c:v>19.870833000000001</c:v>
                      </c:pt>
                      <c:pt idx="4776">
                        <c:v>19.875</c:v>
                      </c:pt>
                      <c:pt idx="4777">
                        <c:v>19.879166999999999</c:v>
                      </c:pt>
                      <c:pt idx="4778">
                        <c:v>19.883333</c:v>
                      </c:pt>
                      <c:pt idx="4779">
                        <c:v>19.887499999999999</c:v>
                      </c:pt>
                      <c:pt idx="4780">
                        <c:v>19.891667000000002</c:v>
                      </c:pt>
                      <c:pt idx="4781">
                        <c:v>19.895833</c:v>
                      </c:pt>
                      <c:pt idx="4782">
                        <c:v>19.899999999999999</c:v>
                      </c:pt>
                      <c:pt idx="4783">
                        <c:v>19.904167000000001</c:v>
                      </c:pt>
                      <c:pt idx="4784">
                        <c:v>19.908332999999999</c:v>
                      </c:pt>
                      <c:pt idx="4785">
                        <c:v>19.912500000000001</c:v>
                      </c:pt>
                      <c:pt idx="4786">
                        <c:v>19.916667</c:v>
                      </c:pt>
                      <c:pt idx="4787">
                        <c:v>19.920832999999998</c:v>
                      </c:pt>
                      <c:pt idx="4788">
                        <c:v>19.925000000000001</c:v>
                      </c:pt>
                      <c:pt idx="4789">
                        <c:v>19.929167</c:v>
                      </c:pt>
                      <c:pt idx="4790">
                        <c:v>19.933333000000001</c:v>
                      </c:pt>
                      <c:pt idx="4791">
                        <c:v>19.9375</c:v>
                      </c:pt>
                      <c:pt idx="4792">
                        <c:v>19.941666999999999</c:v>
                      </c:pt>
                      <c:pt idx="4793">
                        <c:v>19.945833</c:v>
                      </c:pt>
                      <c:pt idx="4794">
                        <c:v>19.95</c:v>
                      </c:pt>
                      <c:pt idx="4795">
                        <c:v>19.954167000000002</c:v>
                      </c:pt>
                      <c:pt idx="4796">
                        <c:v>19.958333</c:v>
                      </c:pt>
                      <c:pt idx="4797">
                        <c:v>19.962499999999999</c:v>
                      </c:pt>
                      <c:pt idx="4798">
                        <c:v>19.966667000000001</c:v>
                      </c:pt>
                      <c:pt idx="4799">
                        <c:v>19.970832999999999</c:v>
                      </c:pt>
                      <c:pt idx="4800">
                        <c:v>19.975000000000001</c:v>
                      </c:pt>
                      <c:pt idx="4801">
                        <c:v>19.979167</c:v>
                      </c:pt>
                      <c:pt idx="4802">
                        <c:v>19.983332999999998</c:v>
                      </c:pt>
                      <c:pt idx="4803">
                        <c:v>19.987500000000001</c:v>
                      </c:pt>
                      <c:pt idx="4804">
                        <c:v>19.991667</c:v>
                      </c:pt>
                      <c:pt idx="4805">
                        <c:v>19.995833000000001</c:v>
                      </c:pt>
                      <c:pt idx="4806">
                        <c:v>20</c:v>
                      </c:pt>
                      <c:pt idx="4807">
                        <c:v>20.004166999999999</c:v>
                      </c:pt>
                      <c:pt idx="4808">
                        <c:v>20.008333</c:v>
                      </c:pt>
                      <c:pt idx="4809">
                        <c:v>20.012499999999999</c:v>
                      </c:pt>
                      <c:pt idx="4810">
                        <c:v>20.016667000000002</c:v>
                      </c:pt>
                      <c:pt idx="4811">
                        <c:v>20.020833</c:v>
                      </c:pt>
                      <c:pt idx="4812">
                        <c:v>20.024999999999999</c:v>
                      </c:pt>
                      <c:pt idx="4813">
                        <c:v>20.029167000000001</c:v>
                      </c:pt>
                      <c:pt idx="4814">
                        <c:v>20.033332999999999</c:v>
                      </c:pt>
                      <c:pt idx="4815">
                        <c:v>20.037500000000001</c:v>
                      </c:pt>
                      <c:pt idx="4816">
                        <c:v>20.041667</c:v>
                      </c:pt>
                      <c:pt idx="4817">
                        <c:v>20.045832999999998</c:v>
                      </c:pt>
                      <c:pt idx="4818">
                        <c:v>20.05</c:v>
                      </c:pt>
                      <c:pt idx="4819">
                        <c:v>20.054167</c:v>
                      </c:pt>
                      <c:pt idx="4820">
                        <c:v>20.058333000000001</c:v>
                      </c:pt>
                      <c:pt idx="4821">
                        <c:v>20.0625</c:v>
                      </c:pt>
                      <c:pt idx="4822">
                        <c:v>20.066666999999999</c:v>
                      </c:pt>
                      <c:pt idx="4823">
                        <c:v>20.070833</c:v>
                      </c:pt>
                      <c:pt idx="4824">
                        <c:v>20.074999999999999</c:v>
                      </c:pt>
                      <c:pt idx="4825">
                        <c:v>20.079167000000002</c:v>
                      </c:pt>
                      <c:pt idx="4826">
                        <c:v>20.083333</c:v>
                      </c:pt>
                      <c:pt idx="4827">
                        <c:v>20.087499999999999</c:v>
                      </c:pt>
                      <c:pt idx="4828">
                        <c:v>20.091667000000001</c:v>
                      </c:pt>
                      <c:pt idx="4829">
                        <c:v>20.095832999999999</c:v>
                      </c:pt>
                      <c:pt idx="4830">
                        <c:v>20.100000000000001</c:v>
                      </c:pt>
                      <c:pt idx="4831">
                        <c:v>20.104167</c:v>
                      </c:pt>
                      <c:pt idx="4832">
                        <c:v>20.108332999999998</c:v>
                      </c:pt>
                      <c:pt idx="4833">
                        <c:v>20.112500000000001</c:v>
                      </c:pt>
                      <c:pt idx="4834">
                        <c:v>20.116667</c:v>
                      </c:pt>
                      <c:pt idx="4835">
                        <c:v>20.120833000000001</c:v>
                      </c:pt>
                      <c:pt idx="4836">
                        <c:v>20.125</c:v>
                      </c:pt>
                      <c:pt idx="4837">
                        <c:v>20.129166999999999</c:v>
                      </c:pt>
                      <c:pt idx="4838">
                        <c:v>20.133333</c:v>
                      </c:pt>
                      <c:pt idx="4839">
                        <c:v>20.137499999999999</c:v>
                      </c:pt>
                      <c:pt idx="4840">
                        <c:v>20.141667000000002</c:v>
                      </c:pt>
                      <c:pt idx="4841">
                        <c:v>20.145833</c:v>
                      </c:pt>
                      <c:pt idx="4842">
                        <c:v>20.149999999999999</c:v>
                      </c:pt>
                      <c:pt idx="4843">
                        <c:v>20.154167000000001</c:v>
                      </c:pt>
                      <c:pt idx="4844">
                        <c:v>20.158332999999999</c:v>
                      </c:pt>
                      <c:pt idx="4845">
                        <c:v>20.162500000000001</c:v>
                      </c:pt>
                      <c:pt idx="4846">
                        <c:v>20.166667</c:v>
                      </c:pt>
                      <c:pt idx="4847">
                        <c:v>20.170832999999998</c:v>
                      </c:pt>
                      <c:pt idx="4848">
                        <c:v>20.175000000000001</c:v>
                      </c:pt>
                      <c:pt idx="4849">
                        <c:v>20.179167</c:v>
                      </c:pt>
                      <c:pt idx="4850">
                        <c:v>20.183333000000001</c:v>
                      </c:pt>
                      <c:pt idx="4851">
                        <c:v>20.1875</c:v>
                      </c:pt>
                      <c:pt idx="4852">
                        <c:v>20.191666999999999</c:v>
                      </c:pt>
                      <c:pt idx="4853">
                        <c:v>20.195833</c:v>
                      </c:pt>
                      <c:pt idx="4854">
                        <c:v>20.2</c:v>
                      </c:pt>
                      <c:pt idx="4855">
                        <c:v>20.204167000000002</c:v>
                      </c:pt>
                      <c:pt idx="4856">
                        <c:v>20.208333</c:v>
                      </c:pt>
                      <c:pt idx="4857">
                        <c:v>20.212499999999999</c:v>
                      </c:pt>
                      <c:pt idx="4858">
                        <c:v>20.216667000000001</c:v>
                      </c:pt>
                      <c:pt idx="4859">
                        <c:v>20.220832999999999</c:v>
                      </c:pt>
                      <c:pt idx="4860">
                        <c:v>20.225000000000001</c:v>
                      </c:pt>
                      <c:pt idx="4861">
                        <c:v>20.229167</c:v>
                      </c:pt>
                      <c:pt idx="4862">
                        <c:v>20.233332999999998</c:v>
                      </c:pt>
                      <c:pt idx="4863">
                        <c:v>20.237500000000001</c:v>
                      </c:pt>
                      <c:pt idx="4864">
                        <c:v>20.241667</c:v>
                      </c:pt>
                      <c:pt idx="4865">
                        <c:v>20.245833000000001</c:v>
                      </c:pt>
                      <c:pt idx="4866">
                        <c:v>20.25</c:v>
                      </c:pt>
                      <c:pt idx="4867">
                        <c:v>20.254166999999999</c:v>
                      </c:pt>
                      <c:pt idx="4868">
                        <c:v>20.258333</c:v>
                      </c:pt>
                      <c:pt idx="4869">
                        <c:v>20.262499999999999</c:v>
                      </c:pt>
                      <c:pt idx="4870">
                        <c:v>20.266667000000002</c:v>
                      </c:pt>
                      <c:pt idx="4871">
                        <c:v>20.270833</c:v>
                      </c:pt>
                      <c:pt idx="4872">
                        <c:v>20.274999999999999</c:v>
                      </c:pt>
                      <c:pt idx="4873">
                        <c:v>20.279167000000001</c:v>
                      </c:pt>
                      <c:pt idx="4874">
                        <c:v>20.283332999999999</c:v>
                      </c:pt>
                      <c:pt idx="4875">
                        <c:v>20.287500000000001</c:v>
                      </c:pt>
                      <c:pt idx="4876">
                        <c:v>20.291667</c:v>
                      </c:pt>
                      <c:pt idx="4877">
                        <c:v>20.295832999999998</c:v>
                      </c:pt>
                      <c:pt idx="4878">
                        <c:v>20.3</c:v>
                      </c:pt>
                      <c:pt idx="4879">
                        <c:v>20.304167</c:v>
                      </c:pt>
                      <c:pt idx="4880">
                        <c:v>20.308333000000001</c:v>
                      </c:pt>
                      <c:pt idx="4881">
                        <c:v>20.3125</c:v>
                      </c:pt>
                      <c:pt idx="4882">
                        <c:v>20.316666999999999</c:v>
                      </c:pt>
                      <c:pt idx="4883">
                        <c:v>20.320833</c:v>
                      </c:pt>
                      <c:pt idx="4884">
                        <c:v>20.324999999999999</c:v>
                      </c:pt>
                      <c:pt idx="4885">
                        <c:v>20.329167000000002</c:v>
                      </c:pt>
                      <c:pt idx="4886">
                        <c:v>20.333333</c:v>
                      </c:pt>
                      <c:pt idx="4887">
                        <c:v>20.337499999999999</c:v>
                      </c:pt>
                      <c:pt idx="4888">
                        <c:v>20.341667000000001</c:v>
                      </c:pt>
                      <c:pt idx="4889">
                        <c:v>20.345832999999999</c:v>
                      </c:pt>
                      <c:pt idx="4890">
                        <c:v>20.350000000000001</c:v>
                      </c:pt>
                      <c:pt idx="4891">
                        <c:v>20.354167</c:v>
                      </c:pt>
                      <c:pt idx="4892">
                        <c:v>20.358332999999998</c:v>
                      </c:pt>
                      <c:pt idx="4893">
                        <c:v>20.362500000000001</c:v>
                      </c:pt>
                      <c:pt idx="4894">
                        <c:v>20.366667</c:v>
                      </c:pt>
                      <c:pt idx="4895">
                        <c:v>20.370833000000001</c:v>
                      </c:pt>
                      <c:pt idx="4896">
                        <c:v>20.375</c:v>
                      </c:pt>
                      <c:pt idx="4897">
                        <c:v>20.379166999999999</c:v>
                      </c:pt>
                      <c:pt idx="4898">
                        <c:v>20.383333</c:v>
                      </c:pt>
                      <c:pt idx="4899">
                        <c:v>20.387499999999999</c:v>
                      </c:pt>
                      <c:pt idx="4900">
                        <c:v>20.391667000000002</c:v>
                      </c:pt>
                      <c:pt idx="4901">
                        <c:v>20.395833</c:v>
                      </c:pt>
                      <c:pt idx="4902">
                        <c:v>20.399999999999999</c:v>
                      </c:pt>
                      <c:pt idx="4903">
                        <c:v>20.404167000000001</c:v>
                      </c:pt>
                      <c:pt idx="4904">
                        <c:v>20.408332999999999</c:v>
                      </c:pt>
                      <c:pt idx="4905">
                        <c:v>20.412500000000001</c:v>
                      </c:pt>
                      <c:pt idx="4906">
                        <c:v>20.416667</c:v>
                      </c:pt>
                      <c:pt idx="4907">
                        <c:v>20.420832999999998</c:v>
                      </c:pt>
                      <c:pt idx="4908">
                        <c:v>20.425000000000001</c:v>
                      </c:pt>
                      <c:pt idx="4909">
                        <c:v>20.429167</c:v>
                      </c:pt>
                      <c:pt idx="4910">
                        <c:v>20.433333000000001</c:v>
                      </c:pt>
                      <c:pt idx="4911">
                        <c:v>20.4375</c:v>
                      </c:pt>
                      <c:pt idx="4912">
                        <c:v>20.441666999999999</c:v>
                      </c:pt>
                      <c:pt idx="4913">
                        <c:v>20.445833</c:v>
                      </c:pt>
                      <c:pt idx="4914">
                        <c:v>20.45</c:v>
                      </c:pt>
                      <c:pt idx="4915">
                        <c:v>20.454167000000002</c:v>
                      </c:pt>
                      <c:pt idx="4916">
                        <c:v>20.458333</c:v>
                      </c:pt>
                      <c:pt idx="4917">
                        <c:v>20.462499999999999</c:v>
                      </c:pt>
                      <c:pt idx="4918">
                        <c:v>20.466667000000001</c:v>
                      </c:pt>
                      <c:pt idx="4919">
                        <c:v>20.470832999999999</c:v>
                      </c:pt>
                      <c:pt idx="4920">
                        <c:v>20.475000000000001</c:v>
                      </c:pt>
                      <c:pt idx="4921">
                        <c:v>20.479167</c:v>
                      </c:pt>
                      <c:pt idx="4922">
                        <c:v>20.483332999999998</c:v>
                      </c:pt>
                      <c:pt idx="4923">
                        <c:v>20.487500000000001</c:v>
                      </c:pt>
                      <c:pt idx="4924">
                        <c:v>20.491667</c:v>
                      </c:pt>
                      <c:pt idx="4925">
                        <c:v>20.495833000000001</c:v>
                      </c:pt>
                      <c:pt idx="4926">
                        <c:v>20.5</c:v>
                      </c:pt>
                      <c:pt idx="4927">
                        <c:v>20.504166999999999</c:v>
                      </c:pt>
                      <c:pt idx="4928">
                        <c:v>20.508333</c:v>
                      </c:pt>
                      <c:pt idx="4929">
                        <c:v>20.512499999999999</c:v>
                      </c:pt>
                      <c:pt idx="4930">
                        <c:v>20.516667000000002</c:v>
                      </c:pt>
                      <c:pt idx="4931">
                        <c:v>20.520833</c:v>
                      </c:pt>
                      <c:pt idx="4932">
                        <c:v>20.524999999999999</c:v>
                      </c:pt>
                      <c:pt idx="4933">
                        <c:v>20.529167000000001</c:v>
                      </c:pt>
                      <c:pt idx="4934">
                        <c:v>20.533332999999999</c:v>
                      </c:pt>
                      <c:pt idx="4935">
                        <c:v>20.537500000000001</c:v>
                      </c:pt>
                      <c:pt idx="4936">
                        <c:v>20.541667</c:v>
                      </c:pt>
                      <c:pt idx="4937">
                        <c:v>20.545832999999998</c:v>
                      </c:pt>
                      <c:pt idx="4938">
                        <c:v>20.55</c:v>
                      </c:pt>
                      <c:pt idx="4939">
                        <c:v>20.554167</c:v>
                      </c:pt>
                      <c:pt idx="4940">
                        <c:v>20.558333000000001</c:v>
                      </c:pt>
                      <c:pt idx="4941">
                        <c:v>20.5625</c:v>
                      </c:pt>
                      <c:pt idx="4942">
                        <c:v>20.566666999999999</c:v>
                      </c:pt>
                      <c:pt idx="4943">
                        <c:v>20.570833</c:v>
                      </c:pt>
                      <c:pt idx="4944">
                        <c:v>20.574999999999999</c:v>
                      </c:pt>
                      <c:pt idx="4945">
                        <c:v>20.579167000000002</c:v>
                      </c:pt>
                      <c:pt idx="4946">
                        <c:v>20.583333</c:v>
                      </c:pt>
                      <c:pt idx="4947">
                        <c:v>20.587499999999999</c:v>
                      </c:pt>
                      <c:pt idx="4948">
                        <c:v>20.591667000000001</c:v>
                      </c:pt>
                      <c:pt idx="4949">
                        <c:v>20.595832999999999</c:v>
                      </c:pt>
                      <c:pt idx="4950">
                        <c:v>20.6</c:v>
                      </c:pt>
                      <c:pt idx="4951">
                        <c:v>20.604167</c:v>
                      </c:pt>
                      <c:pt idx="4952">
                        <c:v>20.608332999999998</c:v>
                      </c:pt>
                      <c:pt idx="4953">
                        <c:v>20.612500000000001</c:v>
                      </c:pt>
                      <c:pt idx="4954">
                        <c:v>20.616667</c:v>
                      </c:pt>
                      <c:pt idx="4955">
                        <c:v>20.620833000000001</c:v>
                      </c:pt>
                      <c:pt idx="4956">
                        <c:v>20.625</c:v>
                      </c:pt>
                      <c:pt idx="4957">
                        <c:v>20.629166999999999</c:v>
                      </c:pt>
                      <c:pt idx="4958">
                        <c:v>20.633333</c:v>
                      </c:pt>
                      <c:pt idx="4959">
                        <c:v>20.637499999999999</c:v>
                      </c:pt>
                      <c:pt idx="4960">
                        <c:v>20.641667000000002</c:v>
                      </c:pt>
                      <c:pt idx="4961">
                        <c:v>20.645833</c:v>
                      </c:pt>
                      <c:pt idx="4962">
                        <c:v>20.65</c:v>
                      </c:pt>
                      <c:pt idx="4963">
                        <c:v>20.654167000000001</c:v>
                      </c:pt>
                      <c:pt idx="4964">
                        <c:v>20.658332999999999</c:v>
                      </c:pt>
                      <c:pt idx="4965">
                        <c:v>20.662500000000001</c:v>
                      </c:pt>
                      <c:pt idx="4966">
                        <c:v>20.666667</c:v>
                      </c:pt>
                      <c:pt idx="4967">
                        <c:v>20.670832999999998</c:v>
                      </c:pt>
                      <c:pt idx="4968">
                        <c:v>20.675000000000001</c:v>
                      </c:pt>
                      <c:pt idx="4969">
                        <c:v>20.679167</c:v>
                      </c:pt>
                      <c:pt idx="4970">
                        <c:v>20.683333000000001</c:v>
                      </c:pt>
                      <c:pt idx="4971">
                        <c:v>20.6875</c:v>
                      </c:pt>
                      <c:pt idx="4972">
                        <c:v>20.691666999999999</c:v>
                      </c:pt>
                      <c:pt idx="4973">
                        <c:v>20.695833</c:v>
                      </c:pt>
                      <c:pt idx="4974">
                        <c:v>20.7</c:v>
                      </c:pt>
                      <c:pt idx="4975">
                        <c:v>20.704167000000002</c:v>
                      </c:pt>
                      <c:pt idx="4976">
                        <c:v>20.708333</c:v>
                      </c:pt>
                      <c:pt idx="4977">
                        <c:v>20.712499999999999</c:v>
                      </c:pt>
                      <c:pt idx="4978">
                        <c:v>20.716667000000001</c:v>
                      </c:pt>
                      <c:pt idx="4979">
                        <c:v>20.720832999999999</c:v>
                      </c:pt>
                      <c:pt idx="4980">
                        <c:v>20.725000000000001</c:v>
                      </c:pt>
                      <c:pt idx="4981">
                        <c:v>20.729167</c:v>
                      </c:pt>
                      <c:pt idx="4982">
                        <c:v>20.733332999999998</c:v>
                      </c:pt>
                      <c:pt idx="4983">
                        <c:v>20.737500000000001</c:v>
                      </c:pt>
                      <c:pt idx="4984">
                        <c:v>20.741667</c:v>
                      </c:pt>
                      <c:pt idx="4985">
                        <c:v>20.745833000000001</c:v>
                      </c:pt>
                      <c:pt idx="4986">
                        <c:v>20.75</c:v>
                      </c:pt>
                      <c:pt idx="4987">
                        <c:v>20.754166999999999</c:v>
                      </c:pt>
                      <c:pt idx="4988">
                        <c:v>20.758333</c:v>
                      </c:pt>
                      <c:pt idx="4989">
                        <c:v>20.762499999999999</c:v>
                      </c:pt>
                      <c:pt idx="4990">
                        <c:v>20.766667000000002</c:v>
                      </c:pt>
                      <c:pt idx="4991">
                        <c:v>20.770833</c:v>
                      </c:pt>
                      <c:pt idx="4992">
                        <c:v>20.774999999999999</c:v>
                      </c:pt>
                      <c:pt idx="4993">
                        <c:v>20.779167000000001</c:v>
                      </c:pt>
                      <c:pt idx="4994">
                        <c:v>20.783332999999999</c:v>
                      </c:pt>
                      <c:pt idx="4995">
                        <c:v>20.787500000000001</c:v>
                      </c:pt>
                      <c:pt idx="4996">
                        <c:v>20.791667</c:v>
                      </c:pt>
                      <c:pt idx="4997">
                        <c:v>20.795832999999998</c:v>
                      </c:pt>
                      <c:pt idx="4998">
                        <c:v>20.8</c:v>
                      </c:pt>
                      <c:pt idx="4999">
                        <c:v>20.804167</c:v>
                      </c:pt>
                      <c:pt idx="5000">
                        <c:v>20.808333000000001</c:v>
                      </c:pt>
                      <c:pt idx="5001">
                        <c:v>20.8125</c:v>
                      </c:pt>
                      <c:pt idx="5002">
                        <c:v>20.816666999999999</c:v>
                      </c:pt>
                      <c:pt idx="5003">
                        <c:v>20.820833</c:v>
                      </c:pt>
                      <c:pt idx="5004">
                        <c:v>20.824999999999999</c:v>
                      </c:pt>
                      <c:pt idx="5005">
                        <c:v>20.829167000000002</c:v>
                      </c:pt>
                      <c:pt idx="5006">
                        <c:v>20.833333</c:v>
                      </c:pt>
                      <c:pt idx="5007">
                        <c:v>20.837499999999999</c:v>
                      </c:pt>
                      <c:pt idx="5008">
                        <c:v>20.841667000000001</c:v>
                      </c:pt>
                      <c:pt idx="5009">
                        <c:v>20.845832999999999</c:v>
                      </c:pt>
                      <c:pt idx="5010">
                        <c:v>20.85</c:v>
                      </c:pt>
                      <c:pt idx="5011">
                        <c:v>20.854167</c:v>
                      </c:pt>
                      <c:pt idx="5012">
                        <c:v>20.858332999999998</c:v>
                      </c:pt>
                      <c:pt idx="5013">
                        <c:v>20.862500000000001</c:v>
                      </c:pt>
                      <c:pt idx="5014">
                        <c:v>20.866667</c:v>
                      </c:pt>
                      <c:pt idx="5015">
                        <c:v>20.870833000000001</c:v>
                      </c:pt>
                      <c:pt idx="5016">
                        <c:v>20.875</c:v>
                      </c:pt>
                      <c:pt idx="5017">
                        <c:v>20.879166999999999</c:v>
                      </c:pt>
                      <c:pt idx="5018">
                        <c:v>20.883333</c:v>
                      </c:pt>
                      <c:pt idx="5019">
                        <c:v>20.887499999999999</c:v>
                      </c:pt>
                      <c:pt idx="5020">
                        <c:v>20.891667000000002</c:v>
                      </c:pt>
                      <c:pt idx="5021">
                        <c:v>20.895833</c:v>
                      </c:pt>
                      <c:pt idx="5022">
                        <c:v>20.9</c:v>
                      </c:pt>
                      <c:pt idx="5023">
                        <c:v>20.904167000000001</c:v>
                      </c:pt>
                      <c:pt idx="5024">
                        <c:v>20.908332999999999</c:v>
                      </c:pt>
                      <c:pt idx="5025">
                        <c:v>20.912500000000001</c:v>
                      </c:pt>
                      <c:pt idx="5026">
                        <c:v>20.916667</c:v>
                      </c:pt>
                      <c:pt idx="5027">
                        <c:v>20.920832999999998</c:v>
                      </c:pt>
                      <c:pt idx="5028">
                        <c:v>20.925000000000001</c:v>
                      </c:pt>
                      <c:pt idx="5029">
                        <c:v>20.929167</c:v>
                      </c:pt>
                      <c:pt idx="5030">
                        <c:v>20.933333000000001</c:v>
                      </c:pt>
                      <c:pt idx="5031">
                        <c:v>20.9375</c:v>
                      </c:pt>
                      <c:pt idx="5032">
                        <c:v>20.941666999999999</c:v>
                      </c:pt>
                      <c:pt idx="5033">
                        <c:v>20.945833</c:v>
                      </c:pt>
                      <c:pt idx="5034">
                        <c:v>20.95</c:v>
                      </c:pt>
                      <c:pt idx="5035">
                        <c:v>20.954167000000002</c:v>
                      </c:pt>
                      <c:pt idx="5036">
                        <c:v>20.958333</c:v>
                      </c:pt>
                      <c:pt idx="5037">
                        <c:v>20.962499999999999</c:v>
                      </c:pt>
                      <c:pt idx="5038">
                        <c:v>20.966667000000001</c:v>
                      </c:pt>
                      <c:pt idx="5039">
                        <c:v>20.970832999999999</c:v>
                      </c:pt>
                      <c:pt idx="5040">
                        <c:v>20.975000000000001</c:v>
                      </c:pt>
                      <c:pt idx="5041">
                        <c:v>20.979167</c:v>
                      </c:pt>
                      <c:pt idx="5042">
                        <c:v>20.983332999999998</c:v>
                      </c:pt>
                      <c:pt idx="5043">
                        <c:v>20.987500000000001</c:v>
                      </c:pt>
                      <c:pt idx="5044">
                        <c:v>20.991667</c:v>
                      </c:pt>
                      <c:pt idx="5045">
                        <c:v>20.995833000000001</c:v>
                      </c:pt>
                      <c:pt idx="5046">
                        <c:v>21</c:v>
                      </c:pt>
                      <c:pt idx="5047">
                        <c:v>21.004166999999999</c:v>
                      </c:pt>
                      <c:pt idx="5048">
                        <c:v>21.008333</c:v>
                      </c:pt>
                      <c:pt idx="5049">
                        <c:v>21.012499999999999</c:v>
                      </c:pt>
                      <c:pt idx="5050">
                        <c:v>21.016667000000002</c:v>
                      </c:pt>
                      <c:pt idx="5051">
                        <c:v>21.020833</c:v>
                      </c:pt>
                      <c:pt idx="5052">
                        <c:v>21.024999999999999</c:v>
                      </c:pt>
                      <c:pt idx="5053">
                        <c:v>21.029167000000001</c:v>
                      </c:pt>
                      <c:pt idx="5054">
                        <c:v>21.033332999999999</c:v>
                      </c:pt>
                      <c:pt idx="5055">
                        <c:v>21.037500000000001</c:v>
                      </c:pt>
                      <c:pt idx="5056">
                        <c:v>21.041667</c:v>
                      </c:pt>
                      <c:pt idx="5057">
                        <c:v>21.045832999999998</c:v>
                      </c:pt>
                      <c:pt idx="5058">
                        <c:v>21.05</c:v>
                      </c:pt>
                      <c:pt idx="5059">
                        <c:v>21.054167</c:v>
                      </c:pt>
                      <c:pt idx="5060">
                        <c:v>21.058333000000001</c:v>
                      </c:pt>
                      <c:pt idx="5061">
                        <c:v>21.0625</c:v>
                      </c:pt>
                      <c:pt idx="5062">
                        <c:v>21.066666999999999</c:v>
                      </c:pt>
                      <c:pt idx="5063">
                        <c:v>21.070833</c:v>
                      </c:pt>
                      <c:pt idx="5064">
                        <c:v>21.074999999999999</c:v>
                      </c:pt>
                      <c:pt idx="5065">
                        <c:v>21.079167000000002</c:v>
                      </c:pt>
                      <c:pt idx="5066">
                        <c:v>21.083333</c:v>
                      </c:pt>
                      <c:pt idx="5067">
                        <c:v>21.087499999999999</c:v>
                      </c:pt>
                      <c:pt idx="5068">
                        <c:v>21.091667000000001</c:v>
                      </c:pt>
                      <c:pt idx="5069">
                        <c:v>21.095832999999999</c:v>
                      </c:pt>
                      <c:pt idx="5070">
                        <c:v>21.1</c:v>
                      </c:pt>
                      <c:pt idx="5071">
                        <c:v>21.104167</c:v>
                      </c:pt>
                      <c:pt idx="5072">
                        <c:v>21.108332999999998</c:v>
                      </c:pt>
                      <c:pt idx="5073">
                        <c:v>21.112500000000001</c:v>
                      </c:pt>
                      <c:pt idx="5074">
                        <c:v>21.116667</c:v>
                      </c:pt>
                      <c:pt idx="5075">
                        <c:v>21.120833000000001</c:v>
                      </c:pt>
                      <c:pt idx="5076">
                        <c:v>21.125</c:v>
                      </c:pt>
                      <c:pt idx="5077">
                        <c:v>21.129166999999999</c:v>
                      </c:pt>
                      <c:pt idx="5078">
                        <c:v>21.133333</c:v>
                      </c:pt>
                      <c:pt idx="5079">
                        <c:v>21.137499999999999</c:v>
                      </c:pt>
                      <c:pt idx="5080">
                        <c:v>21.141667000000002</c:v>
                      </c:pt>
                      <c:pt idx="5081">
                        <c:v>21.145833</c:v>
                      </c:pt>
                      <c:pt idx="5082">
                        <c:v>21.15</c:v>
                      </c:pt>
                      <c:pt idx="5083">
                        <c:v>21.154167000000001</c:v>
                      </c:pt>
                      <c:pt idx="5084">
                        <c:v>21.158332999999999</c:v>
                      </c:pt>
                      <c:pt idx="5085">
                        <c:v>21.162500000000001</c:v>
                      </c:pt>
                      <c:pt idx="5086">
                        <c:v>21.166667</c:v>
                      </c:pt>
                      <c:pt idx="5087">
                        <c:v>21.170832999999998</c:v>
                      </c:pt>
                      <c:pt idx="5088">
                        <c:v>21.175000000000001</c:v>
                      </c:pt>
                      <c:pt idx="5089">
                        <c:v>21.179167</c:v>
                      </c:pt>
                      <c:pt idx="5090">
                        <c:v>21.183333000000001</c:v>
                      </c:pt>
                      <c:pt idx="5091">
                        <c:v>21.1875</c:v>
                      </c:pt>
                      <c:pt idx="5092">
                        <c:v>21.191666999999999</c:v>
                      </c:pt>
                      <c:pt idx="5093">
                        <c:v>21.195833</c:v>
                      </c:pt>
                      <c:pt idx="5094">
                        <c:v>21.2</c:v>
                      </c:pt>
                      <c:pt idx="5095">
                        <c:v>21.204167000000002</c:v>
                      </c:pt>
                      <c:pt idx="5096">
                        <c:v>21.208333</c:v>
                      </c:pt>
                      <c:pt idx="5097">
                        <c:v>21.212499999999999</c:v>
                      </c:pt>
                      <c:pt idx="5098">
                        <c:v>21.216667000000001</c:v>
                      </c:pt>
                      <c:pt idx="5099">
                        <c:v>21.220832999999999</c:v>
                      </c:pt>
                      <c:pt idx="5100">
                        <c:v>21.225000000000001</c:v>
                      </c:pt>
                      <c:pt idx="5101">
                        <c:v>21.229167</c:v>
                      </c:pt>
                      <c:pt idx="5102">
                        <c:v>21.233332999999998</c:v>
                      </c:pt>
                      <c:pt idx="5103">
                        <c:v>21.237500000000001</c:v>
                      </c:pt>
                      <c:pt idx="5104">
                        <c:v>21.241667</c:v>
                      </c:pt>
                      <c:pt idx="5105">
                        <c:v>21.245833000000001</c:v>
                      </c:pt>
                      <c:pt idx="5106">
                        <c:v>21.25</c:v>
                      </c:pt>
                      <c:pt idx="5107">
                        <c:v>21.254166999999999</c:v>
                      </c:pt>
                      <c:pt idx="5108">
                        <c:v>21.258333</c:v>
                      </c:pt>
                      <c:pt idx="5109">
                        <c:v>21.262499999999999</c:v>
                      </c:pt>
                      <c:pt idx="5110">
                        <c:v>21.266667000000002</c:v>
                      </c:pt>
                      <c:pt idx="5111">
                        <c:v>21.270833</c:v>
                      </c:pt>
                      <c:pt idx="5112">
                        <c:v>21.274999999999999</c:v>
                      </c:pt>
                      <c:pt idx="5113">
                        <c:v>21.279167000000001</c:v>
                      </c:pt>
                      <c:pt idx="5114">
                        <c:v>21.283332999999999</c:v>
                      </c:pt>
                      <c:pt idx="5115">
                        <c:v>21.287500000000001</c:v>
                      </c:pt>
                      <c:pt idx="5116">
                        <c:v>21.291667</c:v>
                      </c:pt>
                      <c:pt idx="5117">
                        <c:v>21.295832999999998</c:v>
                      </c:pt>
                      <c:pt idx="5118">
                        <c:v>21.3</c:v>
                      </c:pt>
                      <c:pt idx="5119">
                        <c:v>21.304167</c:v>
                      </c:pt>
                      <c:pt idx="5120">
                        <c:v>21.308333000000001</c:v>
                      </c:pt>
                      <c:pt idx="5121">
                        <c:v>21.3125</c:v>
                      </c:pt>
                      <c:pt idx="5122">
                        <c:v>21.316666999999999</c:v>
                      </c:pt>
                      <c:pt idx="5123">
                        <c:v>21.320833</c:v>
                      </c:pt>
                      <c:pt idx="5124">
                        <c:v>21.324999999999999</c:v>
                      </c:pt>
                      <c:pt idx="5125">
                        <c:v>21.329167000000002</c:v>
                      </c:pt>
                      <c:pt idx="5126">
                        <c:v>21.333333</c:v>
                      </c:pt>
                      <c:pt idx="5127">
                        <c:v>21.337499999999999</c:v>
                      </c:pt>
                      <c:pt idx="5128">
                        <c:v>21.341667000000001</c:v>
                      </c:pt>
                      <c:pt idx="5129">
                        <c:v>21.345832999999999</c:v>
                      </c:pt>
                      <c:pt idx="5130">
                        <c:v>21.35</c:v>
                      </c:pt>
                      <c:pt idx="5131">
                        <c:v>21.354167</c:v>
                      </c:pt>
                      <c:pt idx="5132">
                        <c:v>21.358332999999998</c:v>
                      </c:pt>
                      <c:pt idx="5133">
                        <c:v>21.362500000000001</c:v>
                      </c:pt>
                      <c:pt idx="5134">
                        <c:v>21.366667</c:v>
                      </c:pt>
                      <c:pt idx="5135">
                        <c:v>21.370833000000001</c:v>
                      </c:pt>
                      <c:pt idx="5136">
                        <c:v>21.375</c:v>
                      </c:pt>
                      <c:pt idx="5137">
                        <c:v>21.379166999999999</c:v>
                      </c:pt>
                      <c:pt idx="5138">
                        <c:v>21.383333</c:v>
                      </c:pt>
                      <c:pt idx="5139">
                        <c:v>21.387499999999999</c:v>
                      </c:pt>
                      <c:pt idx="5140">
                        <c:v>21.391667000000002</c:v>
                      </c:pt>
                      <c:pt idx="5141">
                        <c:v>21.395833</c:v>
                      </c:pt>
                      <c:pt idx="5142">
                        <c:v>21.4</c:v>
                      </c:pt>
                      <c:pt idx="5143">
                        <c:v>21.404167000000001</c:v>
                      </c:pt>
                      <c:pt idx="5144">
                        <c:v>21.408332999999999</c:v>
                      </c:pt>
                      <c:pt idx="5145">
                        <c:v>21.412500000000001</c:v>
                      </c:pt>
                      <c:pt idx="5146">
                        <c:v>21.416667</c:v>
                      </c:pt>
                      <c:pt idx="5147">
                        <c:v>21.420832999999998</c:v>
                      </c:pt>
                      <c:pt idx="5148">
                        <c:v>21.425000000000001</c:v>
                      </c:pt>
                      <c:pt idx="5149">
                        <c:v>21.429167</c:v>
                      </c:pt>
                      <c:pt idx="5150">
                        <c:v>21.433333000000001</c:v>
                      </c:pt>
                      <c:pt idx="5151">
                        <c:v>21.4375</c:v>
                      </c:pt>
                      <c:pt idx="5152">
                        <c:v>21.441666999999999</c:v>
                      </c:pt>
                      <c:pt idx="5153">
                        <c:v>21.445833</c:v>
                      </c:pt>
                      <c:pt idx="5154">
                        <c:v>21.45</c:v>
                      </c:pt>
                      <c:pt idx="5155">
                        <c:v>21.454167000000002</c:v>
                      </c:pt>
                      <c:pt idx="5156">
                        <c:v>21.458333</c:v>
                      </c:pt>
                      <c:pt idx="5157">
                        <c:v>21.462499999999999</c:v>
                      </c:pt>
                      <c:pt idx="5158">
                        <c:v>21.466667000000001</c:v>
                      </c:pt>
                      <c:pt idx="5159">
                        <c:v>21.470832999999999</c:v>
                      </c:pt>
                      <c:pt idx="5160">
                        <c:v>21.475000000000001</c:v>
                      </c:pt>
                      <c:pt idx="5161">
                        <c:v>21.479167</c:v>
                      </c:pt>
                      <c:pt idx="5162">
                        <c:v>21.483332999999998</c:v>
                      </c:pt>
                      <c:pt idx="5163">
                        <c:v>21.487500000000001</c:v>
                      </c:pt>
                      <c:pt idx="5164">
                        <c:v>21.491667</c:v>
                      </c:pt>
                      <c:pt idx="5165">
                        <c:v>21.495833000000001</c:v>
                      </c:pt>
                      <c:pt idx="5166">
                        <c:v>21.5</c:v>
                      </c:pt>
                      <c:pt idx="5167">
                        <c:v>21.504166999999999</c:v>
                      </c:pt>
                      <c:pt idx="5168">
                        <c:v>21.508333</c:v>
                      </c:pt>
                      <c:pt idx="5169">
                        <c:v>21.512499999999999</c:v>
                      </c:pt>
                      <c:pt idx="5170">
                        <c:v>21.516667000000002</c:v>
                      </c:pt>
                      <c:pt idx="5171">
                        <c:v>21.520833</c:v>
                      </c:pt>
                      <c:pt idx="5172">
                        <c:v>21.524999999999999</c:v>
                      </c:pt>
                      <c:pt idx="5173">
                        <c:v>21.529167000000001</c:v>
                      </c:pt>
                      <c:pt idx="5174">
                        <c:v>21.533332999999999</c:v>
                      </c:pt>
                      <c:pt idx="5175">
                        <c:v>21.537500000000001</c:v>
                      </c:pt>
                      <c:pt idx="5176">
                        <c:v>21.541667</c:v>
                      </c:pt>
                      <c:pt idx="5177">
                        <c:v>21.545832999999998</c:v>
                      </c:pt>
                      <c:pt idx="5178">
                        <c:v>21.55</c:v>
                      </c:pt>
                      <c:pt idx="5179">
                        <c:v>21.554167</c:v>
                      </c:pt>
                      <c:pt idx="5180">
                        <c:v>21.558333000000001</c:v>
                      </c:pt>
                      <c:pt idx="5181">
                        <c:v>21.5625</c:v>
                      </c:pt>
                      <c:pt idx="5182">
                        <c:v>21.566666999999999</c:v>
                      </c:pt>
                      <c:pt idx="5183">
                        <c:v>21.570833</c:v>
                      </c:pt>
                      <c:pt idx="5184">
                        <c:v>21.574999999999999</c:v>
                      </c:pt>
                      <c:pt idx="5185">
                        <c:v>21.579167000000002</c:v>
                      </c:pt>
                      <c:pt idx="5186">
                        <c:v>21.583333</c:v>
                      </c:pt>
                      <c:pt idx="5187">
                        <c:v>21.587499999999999</c:v>
                      </c:pt>
                      <c:pt idx="5188">
                        <c:v>21.591667000000001</c:v>
                      </c:pt>
                      <c:pt idx="5189">
                        <c:v>21.595832999999999</c:v>
                      </c:pt>
                      <c:pt idx="5190">
                        <c:v>21.6</c:v>
                      </c:pt>
                      <c:pt idx="5191">
                        <c:v>21.604167</c:v>
                      </c:pt>
                      <c:pt idx="5192">
                        <c:v>21.608332999999998</c:v>
                      </c:pt>
                      <c:pt idx="5193">
                        <c:v>21.612500000000001</c:v>
                      </c:pt>
                      <c:pt idx="5194">
                        <c:v>21.616667</c:v>
                      </c:pt>
                      <c:pt idx="5195">
                        <c:v>21.620833000000001</c:v>
                      </c:pt>
                      <c:pt idx="5196">
                        <c:v>21.625</c:v>
                      </c:pt>
                      <c:pt idx="5197">
                        <c:v>21.629166999999999</c:v>
                      </c:pt>
                      <c:pt idx="5198">
                        <c:v>21.633333</c:v>
                      </c:pt>
                      <c:pt idx="5199">
                        <c:v>21.637499999999999</c:v>
                      </c:pt>
                      <c:pt idx="5200">
                        <c:v>21.641667000000002</c:v>
                      </c:pt>
                      <c:pt idx="5201">
                        <c:v>21.645833</c:v>
                      </c:pt>
                      <c:pt idx="5202">
                        <c:v>21.65</c:v>
                      </c:pt>
                      <c:pt idx="5203">
                        <c:v>21.654167000000001</c:v>
                      </c:pt>
                      <c:pt idx="5204">
                        <c:v>21.658332999999999</c:v>
                      </c:pt>
                      <c:pt idx="5205">
                        <c:v>21.662500000000001</c:v>
                      </c:pt>
                      <c:pt idx="5206">
                        <c:v>21.666667</c:v>
                      </c:pt>
                      <c:pt idx="5207">
                        <c:v>21.670832999999998</c:v>
                      </c:pt>
                      <c:pt idx="5208">
                        <c:v>21.675000000000001</c:v>
                      </c:pt>
                      <c:pt idx="5209">
                        <c:v>21.679167</c:v>
                      </c:pt>
                      <c:pt idx="5210">
                        <c:v>21.683333000000001</c:v>
                      </c:pt>
                      <c:pt idx="5211">
                        <c:v>21.6875</c:v>
                      </c:pt>
                      <c:pt idx="5212">
                        <c:v>21.691666999999999</c:v>
                      </c:pt>
                      <c:pt idx="5213">
                        <c:v>21.695833</c:v>
                      </c:pt>
                      <c:pt idx="5214">
                        <c:v>21.7</c:v>
                      </c:pt>
                      <c:pt idx="5215">
                        <c:v>21.704167000000002</c:v>
                      </c:pt>
                      <c:pt idx="5216">
                        <c:v>21.708333</c:v>
                      </c:pt>
                      <c:pt idx="5217">
                        <c:v>21.712499999999999</c:v>
                      </c:pt>
                      <c:pt idx="5218">
                        <c:v>21.716667000000001</c:v>
                      </c:pt>
                      <c:pt idx="5219">
                        <c:v>21.720832999999999</c:v>
                      </c:pt>
                      <c:pt idx="5220">
                        <c:v>21.725000000000001</c:v>
                      </c:pt>
                      <c:pt idx="5221">
                        <c:v>21.729167</c:v>
                      </c:pt>
                      <c:pt idx="5222">
                        <c:v>21.733332999999998</c:v>
                      </c:pt>
                      <c:pt idx="5223">
                        <c:v>21.737500000000001</c:v>
                      </c:pt>
                      <c:pt idx="5224">
                        <c:v>21.741667</c:v>
                      </c:pt>
                      <c:pt idx="5225">
                        <c:v>21.745833000000001</c:v>
                      </c:pt>
                      <c:pt idx="5226">
                        <c:v>21.75</c:v>
                      </c:pt>
                      <c:pt idx="5227">
                        <c:v>21.754166999999999</c:v>
                      </c:pt>
                      <c:pt idx="5228">
                        <c:v>21.758333</c:v>
                      </c:pt>
                      <c:pt idx="5229">
                        <c:v>21.762499999999999</c:v>
                      </c:pt>
                      <c:pt idx="5230">
                        <c:v>21.766667000000002</c:v>
                      </c:pt>
                      <c:pt idx="5231">
                        <c:v>21.770833</c:v>
                      </c:pt>
                      <c:pt idx="5232">
                        <c:v>21.774999999999999</c:v>
                      </c:pt>
                      <c:pt idx="5233">
                        <c:v>21.779167000000001</c:v>
                      </c:pt>
                      <c:pt idx="5234">
                        <c:v>21.783332999999999</c:v>
                      </c:pt>
                      <c:pt idx="5235">
                        <c:v>21.787500000000001</c:v>
                      </c:pt>
                      <c:pt idx="5236">
                        <c:v>21.791667</c:v>
                      </c:pt>
                      <c:pt idx="5237">
                        <c:v>21.795832999999998</c:v>
                      </c:pt>
                      <c:pt idx="5238">
                        <c:v>21.8</c:v>
                      </c:pt>
                      <c:pt idx="5239">
                        <c:v>21.804167</c:v>
                      </c:pt>
                      <c:pt idx="5240">
                        <c:v>21.808333000000001</c:v>
                      </c:pt>
                      <c:pt idx="5241">
                        <c:v>21.8125</c:v>
                      </c:pt>
                      <c:pt idx="5242">
                        <c:v>21.816666999999999</c:v>
                      </c:pt>
                      <c:pt idx="5243">
                        <c:v>21.820833</c:v>
                      </c:pt>
                      <c:pt idx="5244">
                        <c:v>21.824999999999999</c:v>
                      </c:pt>
                      <c:pt idx="5245">
                        <c:v>21.829167000000002</c:v>
                      </c:pt>
                      <c:pt idx="5246">
                        <c:v>21.833333</c:v>
                      </c:pt>
                      <c:pt idx="5247">
                        <c:v>21.837499999999999</c:v>
                      </c:pt>
                      <c:pt idx="5248">
                        <c:v>21.841667000000001</c:v>
                      </c:pt>
                      <c:pt idx="5249">
                        <c:v>21.845832999999999</c:v>
                      </c:pt>
                      <c:pt idx="5250">
                        <c:v>21.85</c:v>
                      </c:pt>
                      <c:pt idx="5251">
                        <c:v>21.854167</c:v>
                      </c:pt>
                      <c:pt idx="5252">
                        <c:v>21.858332999999998</c:v>
                      </c:pt>
                      <c:pt idx="5253">
                        <c:v>21.862500000000001</c:v>
                      </c:pt>
                      <c:pt idx="5254">
                        <c:v>21.866667</c:v>
                      </c:pt>
                      <c:pt idx="5255">
                        <c:v>21.870833000000001</c:v>
                      </c:pt>
                      <c:pt idx="5256">
                        <c:v>21.875</c:v>
                      </c:pt>
                      <c:pt idx="5257">
                        <c:v>21.879166999999999</c:v>
                      </c:pt>
                      <c:pt idx="5258">
                        <c:v>21.883333</c:v>
                      </c:pt>
                      <c:pt idx="5259">
                        <c:v>21.887499999999999</c:v>
                      </c:pt>
                      <c:pt idx="5260">
                        <c:v>21.891667000000002</c:v>
                      </c:pt>
                      <c:pt idx="5261">
                        <c:v>21.895833</c:v>
                      </c:pt>
                      <c:pt idx="5262">
                        <c:v>21.9</c:v>
                      </c:pt>
                      <c:pt idx="5263">
                        <c:v>21.904167000000001</c:v>
                      </c:pt>
                      <c:pt idx="5264">
                        <c:v>21.908332999999999</c:v>
                      </c:pt>
                      <c:pt idx="5265">
                        <c:v>21.912500000000001</c:v>
                      </c:pt>
                      <c:pt idx="5266">
                        <c:v>21.916667</c:v>
                      </c:pt>
                      <c:pt idx="5267">
                        <c:v>21.920832999999998</c:v>
                      </c:pt>
                      <c:pt idx="5268">
                        <c:v>21.925000000000001</c:v>
                      </c:pt>
                      <c:pt idx="5269">
                        <c:v>21.929167</c:v>
                      </c:pt>
                      <c:pt idx="5270">
                        <c:v>21.933333000000001</c:v>
                      </c:pt>
                      <c:pt idx="5271">
                        <c:v>21.9375</c:v>
                      </c:pt>
                      <c:pt idx="5272">
                        <c:v>21.941666999999999</c:v>
                      </c:pt>
                      <c:pt idx="5273">
                        <c:v>21.945833</c:v>
                      </c:pt>
                      <c:pt idx="5274">
                        <c:v>21.95</c:v>
                      </c:pt>
                      <c:pt idx="5275">
                        <c:v>21.954167000000002</c:v>
                      </c:pt>
                      <c:pt idx="5276">
                        <c:v>21.958333</c:v>
                      </c:pt>
                      <c:pt idx="5277">
                        <c:v>21.962499999999999</c:v>
                      </c:pt>
                      <c:pt idx="5278">
                        <c:v>21.966667000000001</c:v>
                      </c:pt>
                      <c:pt idx="5279">
                        <c:v>21.970832999999999</c:v>
                      </c:pt>
                      <c:pt idx="5280">
                        <c:v>21.975000000000001</c:v>
                      </c:pt>
                      <c:pt idx="5281">
                        <c:v>21.979167</c:v>
                      </c:pt>
                      <c:pt idx="5282">
                        <c:v>21.983332999999998</c:v>
                      </c:pt>
                      <c:pt idx="5283">
                        <c:v>21.987500000000001</c:v>
                      </c:pt>
                      <c:pt idx="5284">
                        <c:v>21.991667</c:v>
                      </c:pt>
                      <c:pt idx="5285">
                        <c:v>21.995833000000001</c:v>
                      </c:pt>
                      <c:pt idx="5286">
                        <c:v>22</c:v>
                      </c:pt>
                      <c:pt idx="5287">
                        <c:v>22.004166999999999</c:v>
                      </c:pt>
                      <c:pt idx="5288">
                        <c:v>22.008333</c:v>
                      </c:pt>
                      <c:pt idx="5289">
                        <c:v>22.012499999999999</c:v>
                      </c:pt>
                      <c:pt idx="5290">
                        <c:v>22.016667000000002</c:v>
                      </c:pt>
                      <c:pt idx="5291">
                        <c:v>22.020833</c:v>
                      </c:pt>
                      <c:pt idx="5292">
                        <c:v>22.024999999999999</c:v>
                      </c:pt>
                      <c:pt idx="5293">
                        <c:v>22.029167000000001</c:v>
                      </c:pt>
                      <c:pt idx="5294">
                        <c:v>22.033332999999999</c:v>
                      </c:pt>
                      <c:pt idx="5295">
                        <c:v>22.037500000000001</c:v>
                      </c:pt>
                      <c:pt idx="5296">
                        <c:v>22.041667</c:v>
                      </c:pt>
                      <c:pt idx="5297">
                        <c:v>22.045832999999998</c:v>
                      </c:pt>
                      <c:pt idx="5298">
                        <c:v>22.05</c:v>
                      </c:pt>
                      <c:pt idx="5299">
                        <c:v>22.054167</c:v>
                      </c:pt>
                      <c:pt idx="5300">
                        <c:v>22.058333000000001</c:v>
                      </c:pt>
                      <c:pt idx="5301">
                        <c:v>22.0625</c:v>
                      </c:pt>
                      <c:pt idx="5302">
                        <c:v>22.066666999999999</c:v>
                      </c:pt>
                      <c:pt idx="5303">
                        <c:v>22.070833</c:v>
                      </c:pt>
                      <c:pt idx="5304">
                        <c:v>22.074999999999999</c:v>
                      </c:pt>
                      <c:pt idx="5305">
                        <c:v>22.079167000000002</c:v>
                      </c:pt>
                      <c:pt idx="5306">
                        <c:v>22.083333</c:v>
                      </c:pt>
                      <c:pt idx="5307">
                        <c:v>22.087499999999999</c:v>
                      </c:pt>
                      <c:pt idx="5308">
                        <c:v>22.091667000000001</c:v>
                      </c:pt>
                      <c:pt idx="5309">
                        <c:v>22.095832999999999</c:v>
                      </c:pt>
                      <c:pt idx="5310">
                        <c:v>22.1</c:v>
                      </c:pt>
                      <c:pt idx="5311">
                        <c:v>22.104167</c:v>
                      </c:pt>
                      <c:pt idx="5312">
                        <c:v>22.108332999999998</c:v>
                      </c:pt>
                      <c:pt idx="5313">
                        <c:v>22.112500000000001</c:v>
                      </c:pt>
                      <c:pt idx="5314">
                        <c:v>22.116667</c:v>
                      </c:pt>
                      <c:pt idx="5315">
                        <c:v>22.120833000000001</c:v>
                      </c:pt>
                      <c:pt idx="5316">
                        <c:v>22.125</c:v>
                      </c:pt>
                      <c:pt idx="5317">
                        <c:v>22.129166999999999</c:v>
                      </c:pt>
                      <c:pt idx="5318">
                        <c:v>22.133333</c:v>
                      </c:pt>
                      <c:pt idx="5319">
                        <c:v>22.137499999999999</c:v>
                      </c:pt>
                      <c:pt idx="5320">
                        <c:v>22.141667000000002</c:v>
                      </c:pt>
                      <c:pt idx="5321">
                        <c:v>22.145833</c:v>
                      </c:pt>
                      <c:pt idx="5322">
                        <c:v>22.15</c:v>
                      </c:pt>
                      <c:pt idx="5323">
                        <c:v>22.154167000000001</c:v>
                      </c:pt>
                      <c:pt idx="5324">
                        <c:v>22.158332999999999</c:v>
                      </c:pt>
                      <c:pt idx="5325">
                        <c:v>22.162500000000001</c:v>
                      </c:pt>
                      <c:pt idx="5326">
                        <c:v>22.166667</c:v>
                      </c:pt>
                      <c:pt idx="5327">
                        <c:v>22.170832999999998</c:v>
                      </c:pt>
                      <c:pt idx="5328">
                        <c:v>22.175000000000001</c:v>
                      </c:pt>
                      <c:pt idx="5329">
                        <c:v>22.179167</c:v>
                      </c:pt>
                      <c:pt idx="5330">
                        <c:v>22.183333000000001</c:v>
                      </c:pt>
                      <c:pt idx="5331">
                        <c:v>22.1875</c:v>
                      </c:pt>
                      <c:pt idx="5332">
                        <c:v>22.191666999999999</c:v>
                      </c:pt>
                      <c:pt idx="5333">
                        <c:v>22.195833</c:v>
                      </c:pt>
                      <c:pt idx="5334">
                        <c:v>22.2</c:v>
                      </c:pt>
                      <c:pt idx="5335">
                        <c:v>22.204167000000002</c:v>
                      </c:pt>
                      <c:pt idx="5336">
                        <c:v>22.208333</c:v>
                      </c:pt>
                      <c:pt idx="5337">
                        <c:v>22.212499999999999</c:v>
                      </c:pt>
                      <c:pt idx="5338">
                        <c:v>22.216667000000001</c:v>
                      </c:pt>
                      <c:pt idx="5339">
                        <c:v>22.220832999999999</c:v>
                      </c:pt>
                      <c:pt idx="5340">
                        <c:v>22.225000000000001</c:v>
                      </c:pt>
                      <c:pt idx="5341">
                        <c:v>22.229167</c:v>
                      </c:pt>
                      <c:pt idx="5342">
                        <c:v>22.233332999999998</c:v>
                      </c:pt>
                      <c:pt idx="5343">
                        <c:v>22.237500000000001</c:v>
                      </c:pt>
                      <c:pt idx="5344">
                        <c:v>22.241667</c:v>
                      </c:pt>
                      <c:pt idx="5345">
                        <c:v>22.245833000000001</c:v>
                      </c:pt>
                      <c:pt idx="5346">
                        <c:v>22.25</c:v>
                      </c:pt>
                      <c:pt idx="5347">
                        <c:v>22.254166999999999</c:v>
                      </c:pt>
                      <c:pt idx="5348">
                        <c:v>22.258333</c:v>
                      </c:pt>
                      <c:pt idx="5349">
                        <c:v>22.262499999999999</c:v>
                      </c:pt>
                      <c:pt idx="5350">
                        <c:v>22.266667000000002</c:v>
                      </c:pt>
                      <c:pt idx="5351">
                        <c:v>22.270833</c:v>
                      </c:pt>
                      <c:pt idx="5352">
                        <c:v>22.274999999999999</c:v>
                      </c:pt>
                      <c:pt idx="5353">
                        <c:v>22.279167000000001</c:v>
                      </c:pt>
                      <c:pt idx="5354">
                        <c:v>22.283332999999999</c:v>
                      </c:pt>
                      <c:pt idx="5355">
                        <c:v>22.287500000000001</c:v>
                      </c:pt>
                      <c:pt idx="5356">
                        <c:v>22.291667</c:v>
                      </c:pt>
                      <c:pt idx="5357">
                        <c:v>22.295832999999998</c:v>
                      </c:pt>
                      <c:pt idx="5358">
                        <c:v>22.3</c:v>
                      </c:pt>
                      <c:pt idx="5359">
                        <c:v>22.304167</c:v>
                      </c:pt>
                      <c:pt idx="5360">
                        <c:v>22.308333000000001</c:v>
                      </c:pt>
                      <c:pt idx="5361">
                        <c:v>22.3125</c:v>
                      </c:pt>
                      <c:pt idx="5362">
                        <c:v>22.316666999999999</c:v>
                      </c:pt>
                      <c:pt idx="5363">
                        <c:v>22.320833</c:v>
                      </c:pt>
                      <c:pt idx="5364">
                        <c:v>22.324999999999999</c:v>
                      </c:pt>
                      <c:pt idx="5365">
                        <c:v>22.329167000000002</c:v>
                      </c:pt>
                      <c:pt idx="5366">
                        <c:v>22.333333</c:v>
                      </c:pt>
                      <c:pt idx="5367">
                        <c:v>22.337499999999999</c:v>
                      </c:pt>
                      <c:pt idx="5368">
                        <c:v>22.341667000000001</c:v>
                      </c:pt>
                      <c:pt idx="5369">
                        <c:v>22.345832999999999</c:v>
                      </c:pt>
                      <c:pt idx="5370">
                        <c:v>22.35</c:v>
                      </c:pt>
                      <c:pt idx="5371">
                        <c:v>22.354167</c:v>
                      </c:pt>
                      <c:pt idx="5372">
                        <c:v>22.358332999999998</c:v>
                      </c:pt>
                      <c:pt idx="5373">
                        <c:v>22.362500000000001</c:v>
                      </c:pt>
                      <c:pt idx="5374">
                        <c:v>22.366667</c:v>
                      </c:pt>
                      <c:pt idx="5375">
                        <c:v>22.370833000000001</c:v>
                      </c:pt>
                      <c:pt idx="5376">
                        <c:v>22.375</c:v>
                      </c:pt>
                      <c:pt idx="5377">
                        <c:v>22.379166999999999</c:v>
                      </c:pt>
                      <c:pt idx="5378">
                        <c:v>22.383333</c:v>
                      </c:pt>
                      <c:pt idx="5379">
                        <c:v>22.387499999999999</c:v>
                      </c:pt>
                      <c:pt idx="5380">
                        <c:v>22.391667000000002</c:v>
                      </c:pt>
                      <c:pt idx="5381">
                        <c:v>22.395833</c:v>
                      </c:pt>
                      <c:pt idx="5382">
                        <c:v>22.4</c:v>
                      </c:pt>
                      <c:pt idx="5383">
                        <c:v>22.404167000000001</c:v>
                      </c:pt>
                      <c:pt idx="5384">
                        <c:v>22.408332999999999</c:v>
                      </c:pt>
                      <c:pt idx="5385">
                        <c:v>22.412500000000001</c:v>
                      </c:pt>
                      <c:pt idx="5386">
                        <c:v>22.416667</c:v>
                      </c:pt>
                      <c:pt idx="5387">
                        <c:v>22.420832999999998</c:v>
                      </c:pt>
                      <c:pt idx="5388">
                        <c:v>22.425000000000001</c:v>
                      </c:pt>
                      <c:pt idx="5389">
                        <c:v>22.429167</c:v>
                      </c:pt>
                      <c:pt idx="5390">
                        <c:v>22.433333000000001</c:v>
                      </c:pt>
                      <c:pt idx="5391">
                        <c:v>22.4375</c:v>
                      </c:pt>
                      <c:pt idx="5392">
                        <c:v>22.441666999999999</c:v>
                      </c:pt>
                      <c:pt idx="5393">
                        <c:v>22.445833</c:v>
                      </c:pt>
                      <c:pt idx="5394">
                        <c:v>22.45</c:v>
                      </c:pt>
                      <c:pt idx="5395">
                        <c:v>22.454167000000002</c:v>
                      </c:pt>
                      <c:pt idx="5396">
                        <c:v>22.458333</c:v>
                      </c:pt>
                      <c:pt idx="5397">
                        <c:v>22.462499999999999</c:v>
                      </c:pt>
                      <c:pt idx="5398">
                        <c:v>22.466667000000001</c:v>
                      </c:pt>
                      <c:pt idx="5399">
                        <c:v>22.470832999999999</c:v>
                      </c:pt>
                      <c:pt idx="5400">
                        <c:v>22.475000000000001</c:v>
                      </c:pt>
                      <c:pt idx="5401">
                        <c:v>22.479167</c:v>
                      </c:pt>
                      <c:pt idx="5402">
                        <c:v>22.483332999999998</c:v>
                      </c:pt>
                      <c:pt idx="5403">
                        <c:v>22.487500000000001</c:v>
                      </c:pt>
                      <c:pt idx="5404">
                        <c:v>22.491667</c:v>
                      </c:pt>
                      <c:pt idx="5405">
                        <c:v>22.495833000000001</c:v>
                      </c:pt>
                      <c:pt idx="5406">
                        <c:v>22.5</c:v>
                      </c:pt>
                      <c:pt idx="5407">
                        <c:v>22.504166999999999</c:v>
                      </c:pt>
                      <c:pt idx="5408">
                        <c:v>22.508333</c:v>
                      </c:pt>
                      <c:pt idx="5409">
                        <c:v>22.512499999999999</c:v>
                      </c:pt>
                      <c:pt idx="5410">
                        <c:v>22.516667000000002</c:v>
                      </c:pt>
                      <c:pt idx="5411">
                        <c:v>22.520833</c:v>
                      </c:pt>
                      <c:pt idx="5412">
                        <c:v>22.524999999999999</c:v>
                      </c:pt>
                      <c:pt idx="5413">
                        <c:v>22.529167000000001</c:v>
                      </c:pt>
                      <c:pt idx="5414">
                        <c:v>22.533332999999999</c:v>
                      </c:pt>
                      <c:pt idx="5415">
                        <c:v>22.537500000000001</c:v>
                      </c:pt>
                      <c:pt idx="5416">
                        <c:v>22.541667</c:v>
                      </c:pt>
                      <c:pt idx="5417">
                        <c:v>22.545832999999998</c:v>
                      </c:pt>
                      <c:pt idx="5418">
                        <c:v>22.55</c:v>
                      </c:pt>
                      <c:pt idx="5419">
                        <c:v>22.554167</c:v>
                      </c:pt>
                      <c:pt idx="5420">
                        <c:v>22.558333000000001</c:v>
                      </c:pt>
                      <c:pt idx="5421">
                        <c:v>22.5625</c:v>
                      </c:pt>
                      <c:pt idx="5422">
                        <c:v>22.566666999999999</c:v>
                      </c:pt>
                      <c:pt idx="5423">
                        <c:v>22.570833</c:v>
                      </c:pt>
                      <c:pt idx="5424">
                        <c:v>22.574999999999999</c:v>
                      </c:pt>
                      <c:pt idx="5425">
                        <c:v>22.579167000000002</c:v>
                      </c:pt>
                      <c:pt idx="5426">
                        <c:v>22.583333</c:v>
                      </c:pt>
                      <c:pt idx="5427">
                        <c:v>22.587499999999999</c:v>
                      </c:pt>
                      <c:pt idx="5428">
                        <c:v>22.591667000000001</c:v>
                      </c:pt>
                      <c:pt idx="5429">
                        <c:v>22.595832999999999</c:v>
                      </c:pt>
                      <c:pt idx="5430">
                        <c:v>22.6</c:v>
                      </c:pt>
                      <c:pt idx="5431">
                        <c:v>22.604167</c:v>
                      </c:pt>
                      <c:pt idx="5432">
                        <c:v>22.608332999999998</c:v>
                      </c:pt>
                      <c:pt idx="5433">
                        <c:v>22.612500000000001</c:v>
                      </c:pt>
                      <c:pt idx="5434">
                        <c:v>22.616667</c:v>
                      </c:pt>
                      <c:pt idx="5435">
                        <c:v>22.620833000000001</c:v>
                      </c:pt>
                      <c:pt idx="5436">
                        <c:v>22.625</c:v>
                      </c:pt>
                      <c:pt idx="5437">
                        <c:v>22.629166999999999</c:v>
                      </c:pt>
                      <c:pt idx="5438">
                        <c:v>22.633333</c:v>
                      </c:pt>
                      <c:pt idx="5439">
                        <c:v>22.637499999999999</c:v>
                      </c:pt>
                      <c:pt idx="5440">
                        <c:v>22.641667000000002</c:v>
                      </c:pt>
                      <c:pt idx="5441">
                        <c:v>22.645833</c:v>
                      </c:pt>
                      <c:pt idx="5442">
                        <c:v>22.65</c:v>
                      </c:pt>
                      <c:pt idx="5443">
                        <c:v>22.654167000000001</c:v>
                      </c:pt>
                      <c:pt idx="5444">
                        <c:v>22.658332999999999</c:v>
                      </c:pt>
                      <c:pt idx="5445">
                        <c:v>22.662500000000001</c:v>
                      </c:pt>
                      <c:pt idx="5446">
                        <c:v>22.666667</c:v>
                      </c:pt>
                      <c:pt idx="5447">
                        <c:v>22.670832999999998</c:v>
                      </c:pt>
                      <c:pt idx="5448">
                        <c:v>22.675000000000001</c:v>
                      </c:pt>
                      <c:pt idx="5449">
                        <c:v>22.679167</c:v>
                      </c:pt>
                      <c:pt idx="5450">
                        <c:v>22.683333000000001</c:v>
                      </c:pt>
                      <c:pt idx="5451">
                        <c:v>22.6875</c:v>
                      </c:pt>
                      <c:pt idx="5452">
                        <c:v>22.691666999999999</c:v>
                      </c:pt>
                      <c:pt idx="5453">
                        <c:v>22.695833</c:v>
                      </c:pt>
                      <c:pt idx="5454">
                        <c:v>22.7</c:v>
                      </c:pt>
                      <c:pt idx="5455">
                        <c:v>22.704167000000002</c:v>
                      </c:pt>
                      <c:pt idx="5456">
                        <c:v>22.708333</c:v>
                      </c:pt>
                      <c:pt idx="5457">
                        <c:v>22.712499999999999</c:v>
                      </c:pt>
                      <c:pt idx="5458">
                        <c:v>22.716667000000001</c:v>
                      </c:pt>
                      <c:pt idx="5459">
                        <c:v>22.720832999999999</c:v>
                      </c:pt>
                      <c:pt idx="5460">
                        <c:v>22.725000000000001</c:v>
                      </c:pt>
                      <c:pt idx="5461">
                        <c:v>22.729167</c:v>
                      </c:pt>
                      <c:pt idx="5462">
                        <c:v>22.733332999999998</c:v>
                      </c:pt>
                      <c:pt idx="5463">
                        <c:v>22.737500000000001</c:v>
                      </c:pt>
                      <c:pt idx="5464">
                        <c:v>22.741667</c:v>
                      </c:pt>
                      <c:pt idx="5465">
                        <c:v>22.745833000000001</c:v>
                      </c:pt>
                      <c:pt idx="5466">
                        <c:v>22.75</c:v>
                      </c:pt>
                      <c:pt idx="5467">
                        <c:v>22.754166999999999</c:v>
                      </c:pt>
                      <c:pt idx="5468">
                        <c:v>22.758333</c:v>
                      </c:pt>
                      <c:pt idx="5469">
                        <c:v>22.762499999999999</c:v>
                      </c:pt>
                      <c:pt idx="5470">
                        <c:v>22.766667000000002</c:v>
                      </c:pt>
                      <c:pt idx="5471">
                        <c:v>22.770833</c:v>
                      </c:pt>
                      <c:pt idx="5472">
                        <c:v>22.774999999999999</c:v>
                      </c:pt>
                      <c:pt idx="5473">
                        <c:v>22.779167000000001</c:v>
                      </c:pt>
                      <c:pt idx="5474">
                        <c:v>22.783332999999999</c:v>
                      </c:pt>
                      <c:pt idx="5475">
                        <c:v>22.787500000000001</c:v>
                      </c:pt>
                      <c:pt idx="5476">
                        <c:v>22.791667</c:v>
                      </c:pt>
                      <c:pt idx="5477">
                        <c:v>22.795832999999998</c:v>
                      </c:pt>
                      <c:pt idx="5478">
                        <c:v>22.8</c:v>
                      </c:pt>
                      <c:pt idx="5479">
                        <c:v>22.804167</c:v>
                      </c:pt>
                      <c:pt idx="5480">
                        <c:v>22.808333000000001</c:v>
                      </c:pt>
                      <c:pt idx="5481">
                        <c:v>22.8125</c:v>
                      </c:pt>
                      <c:pt idx="5482">
                        <c:v>22.816666999999999</c:v>
                      </c:pt>
                      <c:pt idx="5483">
                        <c:v>22.820833</c:v>
                      </c:pt>
                      <c:pt idx="5484">
                        <c:v>22.824999999999999</c:v>
                      </c:pt>
                      <c:pt idx="5485">
                        <c:v>22.829167000000002</c:v>
                      </c:pt>
                      <c:pt idx="5486">
                        <c:v>22.833333</c:v>
                      </c:pt>
                      <c:pt idx="5487">
                        <c:v>22.837499999999999</c:v>
                      </c:pt>
                      <c:pt idx="5488">
                        <c:v>22.841667000000001</c:v>
                      </c:pt>
                      <c:pt idx="5489">
                        <c:v>22.845832999999999</c:v>
                      </c:pt>
                      <c:pt idx="5490">
                        <c:v>22.85</c:v>
                      </c:pt>
                      <c:pt idx="5491">
                        <c:v>22.854167</c:v>
                      </c:pt>
                      <c:pt idx="5492">
                        <c:v>22.858332999999998</c:v>
                      </c:pt>
                      <c:pt idx="5493">
                        <c:v>22.862500000000001</c:v>
                      </c:pt>
                      <c:pt idx="5494">
                        <c:v>22.866667</c:v>
                      </c:pt>
                      <c:pt idx="5495">
                        <c:v>22.870833000000001</c:v>
                      </c:pt>
                      <c:pt idx="5496">
                        <c:v>22.875</c:v>
                      </c:pt>
                      <c:pt idx="5497">
                        <c:v>22.879166999999999</c:v>
                      </c:pt>
                      <c:pt idx="5498">
                        <c:v>22.883333</c:v>
                      </c:pt>
                      <c:pt idx="5499">
                        <c:v>22.887499999999999</c:v>
                      </c:pt>
                      <c:pt idx="5500">
                        <c:v>22.891667000000002</c:v>
                      </c:pt>
                      <c:pt idx="5501">
                        <c:v>22.895833</c:v>
                      </c:pt>
                      <c:pt idx="5502">
                        <c:v>22.9</c:v>
                      </c:pt>
                      <c:pt idx="5503">
                        <c:v>22.904167000000001</c:v>
                      </c:pt>
                      <c:pt idx="5504">
                        <c:v>22.908332999999999</c:v>
                      </c:pt>
                      <c:pt idx="5505">
                        <c:v>22.912500000000001</c:v>
                      </c:pt>
                      <c:pt idx="5506">
                        <c:v>22.916667</c:v>
                      </c:pt>
                      <c:pt idx="5507">
                        <c:v>22.920832999999998</c:v>
                      </c:pt>
                      <c:pt idx="5508">
                        <c:v>22.925000000000001</c:v>
                      </c:pt>
                      <c:pt idx="5509">
                        <c:v>22.929167</c:v>
                      </c:pt>
                      <c:pt idx="5510">
                        <c:v>22.933333000000001</c:v>
                      </c:pt>
                      <c:pt idx="5511">
                        <c:v>22.9375</c:v>
                      </c:pt>
                      <c:pt idx="5512">
                        <c:v>22.941666999999999</c:v>
                      </c:pt>
                      <c:pt idx="5513">
                        <c:v>22.945833</c:v>
                      </c:pt>
                      <c:pt idx="5514">
                        <c:v>22.95</c:v>
                      </c:pt>
                      <c:pt idx="5515">
                        <c:v>22.954167000000002</c:v>
                      </c:pt>
                      <c:pt idx="5516">
                        <c:v>22.958333</c:v>
                      </c:pt>
                      <c:pt idx="5517">
                        <c:v>22.962499999999999</c:v>
                      </c:pt>
                      <c:pt idx="5518">
                        <c:v>22.966667000000001</c:v>
                      </c:pt>
                      <c:pt idx="5519">
                        <c:v>22.970832999999999</c:v>
                      </c:pt>
                      <c:pt idx="5520">
                        <c:v>22.975000000000001</c:v>
                      </c:pt>
                      <c:pt idx="5521">
                        <c:v>22.979167</c:v>
                      </c:pt>
                      <c:pt idx="5522">
                        <c:v>22.983332999999998</c:v>
                      </c:pt>
                      <c:pt idx="5523">
                        <c:v>22.987500000000001</c:v>
                      </c:pt>
                      <c:pt idx="5524">
                        <c:v>22.991667</c:v>
                      </c:pt>
                      <c:pt idx="5525">
                        <c:v>22.995833000000001</c:v>
                      </c:pt>
                      <c:pt idx="5526">
                        <c:v>23</c:v>
                      </c:pt>
                      <c:pt idx="5527">
                        <c:v>23.004166999999999</c:v>
                      </c:pt>
                      <c:pt idx="5528">
                        <c:v>23.008333</c:v>
                      </c:pt>
                      <c:pt idx="5529">
                        <c:v>23.012499999999999</c:v>
                      </c:pt>
                      <c:pt idx="5530">
                        <c:v>23.016667000000002</c:v>
                      </c:pt>
                      <c:pt idx="5531">
                        <c:v>23.020833</c:v>
                      </c:pt>
                      <c:pt idx="5532">
                        <c:v>23.024999999999999</c:v>
                      </c:pt>
                      <c:pt idx="5533">
                        <c:v>23.029167000000001</c:v>
                      </c:pt>
                      <c:pt idx="5534">
                        <c:v>23.033332999999999</c:v>
                      </c:pt>
                      <c:pt idx="5535">
                        <c:v>23.037500000000001</c:v>
                      </c:pt>
                      <c:pt idx="5536">
                        <c:v>23.041667</c:v>
                      </c:pt>
                      <c:pt idx="5537">
                        <c:v>23.045832999999998</c:v>
                      </c:pt>
                      <c:pt idx="5538">
                        <c:v>23.05</c:v>
                      </c:pt>
                      <c:pt idx="5539">
                        <c:v>23.054167</c:v>
                      </c:pt>
                      <c:pt idx="5540">
                        <c:v>23.058333000000001</c:v>
                      </c:pt>
                      <c:pt idx="5541">
                        <c:v>23.0625</c:v>
                      </c:pt>
                      <c:pt idx="5542">
                        <c:v>23.066666999999999</c:v>
                      </c:pt>
                      <c:pt idx="5543">
                        <c:v>23.070833</c:v>
                      </c:pt>
                      <c:pt idx="5544">
                        <c:v>23.074999999999999</c:v>
                      </c:pt>
                      <c:pt idx="5545">
                        <c:v>23.079167000000002</c:v>
                      </c:pt>
                      <c:pt idx="5546">
                        <c:v>23.083333</c:v>
                      </c:pt>
                      <c:pt idx="5547">
                        <c:v>23.087499999999999</c:v>
                      </c:pt>
                      <c:pt idx="5548">
                        <c:v>23.091667000000001</c:v>
                      </c:pt>
                      <c:pt idx="5549">
                        <c:v>23.095832999999999</c:v>
                      </c:pt>
                      <c:pt idx="5550">
                        <c:v>23.1</c:v>
                      </c:pt>
                      <c:pt idx="5551">
                        <c:v>23.104167</c:v>
                      </c:pt>
                      <c:pt idx="5552">
                        <c:v>23.108332999999998</c:v>
                      </c:pt>
                      <c:pt idx="5553">
                        <c:v>23.112500000000001</c:v>
                      </c:pt>
                      <c:pt idx="5554">
                        <c:v>23.116667</c:v>
                      </c:pt>
                      <c:pt idx="5555">
                        <c:v>23.120833000000001</c:v>
                      </c:pt>
                      <c:pt idx="5556">
                        <c:v>23.125</c:v>
                      </c:pt>
                      <c:pt idx="5557">
                        <c:v>23.129166999999999</c:v>
                      </c:pt>
                      <c:pt idx="5558">
                        <c:v>23.133333</c:v>
                      </c:pt>
                      <c:pt idx="5559">
                        <c:v>23.137499999999999</c:v>
                      </c:pt>
                      <c:pt idx="5560">
                        <c:v>23.141667000000002</c:v>
                      </c:pt>
                      <c:pt idx="5561">
                        <c:v>23.145833</c:v>
                      </c:pt>
                      <c:pt idx="5562">
                        <c:v>23.15</c:v>
                      </c:pt>
                      <c:pt idx="5563">
                        <c:v>23.154167000000001</c:v>
                      </c:pt>
                      <c:pt idx="5564">
                        <c:v>23.158332999999999</c:v>
                      </c:pt>
                      <c:pt idx="5565">
                        <c:v>23.162500000000001</c:v>
                      </c:pt>
                      <c:pt idx="5566">
                        <c:v>23.166667</c:v>
                      </c:pt>
                      <c:pt idx="5567">
                        <c:v>23.170832999999998</c:v>
                      </c:pt>
                      <c:pt idx="5568">
                        <c:v>23.175000000000001</c:v>
                      </c:pt>
                      <c:pt idx="5569">
                        <c:v>23.179167</c:v>
                      </c:pt>
                      <c:pt idx="5570">
                        <c:v>23.183333000000001</c:v>
                      </c:pt>
                      <c:pt idx="5571">
                        <c:v>23.1875</c:v>
                      </c:pt>
                      <c:pt idx="5572">
                        <c:v>23.191666999999999</c:v>
                      </c:pt>
                      <c:pt idx="5573">
                        <c:v>23.195833</c:v>
                      </c:pt>
                      <c:pt idx="5574">
                        <c:v>23.2</c:v>
                      </c:pt>
                      <c:pt idx="5575">
                        <c:v>23.204167000000002</c:v>
                      </c:pt>
                      <c:pt idx="5576">
                        <c:v>23.208333</c:v>
                      </c:pt>
                      <c:pt idx="5577">
                        <c:v>23.212499999999999</c:v>
                      </c:pt>
                      <c:pt idx="5578">
                        <c:v>23.216667000000001</c:v>
                      </c:pt>
                      <c:pt idx="5579">
                        <c:v>23.220832999999999</c:v>
                      </c:pt>
                      <c:pt idx="5580">
                        <c:v>23.225000000000001</c:v>
                      </c:pt>
                      <c:pt idx="5581">
                        <c:v>23.229167</c:v>
                      </c:pt>
                      <c:pt idx="5582">
                        <c:v>23.233332999999998</c:v>
                      </c:pt>
                      <c:pt idx="5583">
                        <c:v>23.237500000000001</c:v>
                      </c:pt>
                      <c:pt idx="5584">
                        <c:v>23.241667</c:v>
                      </c:pt>
                      <c:pt idx="5585">
                        <c:v>23.245833000000001</c:v>
                      </c:pt>
                      <c:pt idx="5586">
                        <c:v>23.25</c:v>
                      </c:pt>
                      <c:pt idx="5587">
                        <c:v>23.254166999999999</c:v>
                      </c:pt>
                      <c:pt idx="5588">
                        <c:v>23.258333</c:v>
                      </c:pt>
                      <c:pt idx="5589">
                        <c:v>23.262499999999999</c:v>
                      </c:pt>
                      <c:pt idx="5590">
                        <c:v>23.266667000000002</c:v>
                      </c:pt>
                      <c:pt idx="5591">
                        <c:v>23.270833</c:v>
                      </c:pt>
                      <c:pt idx="5592">
                        <c:v>23.274999999999999</c:v>
                      </c:pt>
                      <c:pt idx="5593">
                        <c:v>23.279167000000001</c:v>
                      </c:pt>
                      <c:pt idx="5594">
                        <c:v>23.283332999999999</c:v>
                      </c:pt>
                      <c:pt idx="5595">
                        <c:v>23.287500000000001</c:v>
                      </c:pt>
                      <c:pt idx="5596">
                        <c:v>23.291667</c:v>
                      </c:pt>
                      <c:pt idx="5597">
                        <c:v>23.295832999999998</c:v>
                      </c:pt>
                      <c:pt idx="5598">
                        <c:v>23.3</c:v>
                      </c:pt>
                      <c:pt idx="5599">
                        <c:v>23.304167</c:v>
                      </c:pt>
                      <c:pt idx="5600">
                        <c:v>23.308333000000001</c:v>
                      </c:pt>
                      <c:pt idx="5601">
                        <c:v>23.3125</c:v>
                      </c:pt>
                      <c:pt idx="5602">
                        <c:v>23.316666999999999</c:v>
                      </c:pt>
                      <c:pt idx="5603">
                        <c:v>23.320833</c:v>
                      </c:pt>
                      <c:pt idx="5604">
                        <c:v>23.324999999999999</c:v>
                      </c:pt>
                      <c:pt idx="5605">
                        <c:v>23.329167000000002</c:v>
                      </c:pt>
                      <c:pt idx="5606">
                        <c:v>23.333333</c:v>
                      </c:pt>
                      <c:pt idx="5607">
                        <c:v>23.337499999999999</c:v>
                      </c:pt>
                      <c:pt idx="5608">
                        <c:v>23.341667000000001</c:v>
                      </c:pt>
                      <c:pt idx="5609">
                        <c:v>23.345832999999999</c:v>
                      </c:pt>
                      <c:pt idx="5610">
                        <c:v>23.35</c:v>
                      </c:pt>
                      <c:pt idx="5611">
                        <c:v>23.354167</c:v>
                      </c:pt>
                      <c:pt idx="5612">
                        <c:v>23.358332999999998</c:v>
                      </c:pt>
                      <c:pt idx="5613">
                        <c:v>23.362500000000001</c:v>
                      </c:pt>
                      <c:pt idx="5614">
                        <c:v>23.366667</c:v>
                      </c:pt>
                      <c:pt idx="5615">
                        <c:v>23.370833000000001</c:v>
                      </c:pt>
                      <c:pt idx="5616">
                        <c:v>23.375</c:v>
                      </c:pt>
                      <c:pt idx="5617">
                        <c:v>23.379166999999999</c:v>
                      </c:pt>
                      <c:pt idx="5618">
                        <c:v>23.383333</c:v>
                      </c:pt>
                      <c:pt idx="5619">
                        <c:v>23.387499999999999</c:v>
                      </c:pt>
                      <c:pt idx="5620">
                        <c:v>23.391667000000002</c:v>
                      </c:pt>
                      <c:pt idx="5621">
                        <c:v>23.395833</c:v>
                      </c:pt>
                      <c:pt idx="5622">
                        <c:v>23.4</c:v>
                      </c:pt>
                      <c:pt idx="5623">
                        <c:v>23.404167000000001</c:v>
                      </c:pt>
                      <c:pt idx="5624">
                        <c:v>23.408332999999999</c:v>
                      </c:pt>
                      <c:pt idx="5625">
                        <c:v>23.412500000000001</c:v>
                      </c:pt>
                      <c:pt idx="5626">
                        <c:v>23.416667</c:v>
                      </c:pt>
                      <c:pt idx="5627">
                        <c:v>23.420832999999998</c:v>
                      </c:pt>
                      <c:pt idx="5628">
                        <c:v>23.425000000000001</c:v>
                      </c:pt>
                      <c:pt idx="5629">
                        <c:v>23.429167</c:v>
                      </c:pt>
                      <c:pt idx="5630">
                        <c:v>23.433333000000001</c:v>
                      </c:pt>
                      <c:pt idx="5631">
                        <c:v>23.4375</c:v>
                      </c:pt>
                      <c:pt idx="5632">
                        <c:v>23.441666999999999</c:v>
                      </c:pt>
                      <c:pt idx="5633">
                        <c:v>23.445833</c:v>
                      </c:pt>
                      <c:pt idx="5634">
                        <c:v>23.45</c:v>
                      </c:pt>
                      <c:pt idx="5635">
                        <c:v>23.454167000000002</c:v>
                      </c:pt>
                      <c:pt idx="5636">
                        <c:v>23.458333</c:v>
                      </c:pt>
                      <c:pt idx="5637">
                        <c:v>23.462499999999999</c:v>
                      </c:pt>
                      <c:pt idx="5638">
                        <c:v>23.466667000000001</c:v>
                      </c:pt>
                      <c:pt idx="5639">
                        <c:v>23.470832999999999</c:v>
                      </c:pt>
                      <c:pt idx="5640">
                        <c:v>23.475000000000001</c:v>
                      </c:pt>
                      <c:pt idx="5641">
                        <c:v>23.479167</c:v>
                      </c:pt>
                      <c:pt idx="5642">
                        <c:v>23.483332999999998</c:v>
                      </c:pt>
                      <c:pt idx="5643">
                        <c:v>23.487500000000001</c:v>
                      </c:pt>
                      <c:pt idx="5644">
                        <c:v>23.491667</c:v>
                      </c:pt>
                      <c:pt idx="5645">
                        <c:v>23.495833000000001</c:v>
                      </c:pt>
                      <c:pt idx="5646">
                        <c:v>23.5</c:v>
                      </c:pt>
                      <c:pt idx="5647">
                        <c:v>23.504166999999999</c:v>
                      </c:pt>
                      <c:pt idx="5648">
                        <c:v>23.508333</c:v>
                      </c:pt>
                      <c:pt idx="5649">
                        <c:v>23.512499999999999</c:v>
                      </c:pt>
                      <c:pt idx="5650">
                        <c:v>23.516667000000002</c:v>
                      </c:pt>
                      <c:pt idx="5651">
                        <c:v>23.520833</c:v>
                      </c:pt>
                      <c:pt idx="5652">
                        <c:v>23.524999999999999</c:v>
                      </c:pt>
                      <c:pt idx="5653">
                        <c:v>23.529167000000001</c:v>
                      </c:pt>
                      <c:pt idx="5654">
                        <c:v>23.533332999999999</c:v>
                      </c:pt>
                      <c:pt idx="5655">
                        <c:v>23.537500000000001</c:v>
                      </c:pt>
                      <c:pt idx="5656">
                        <c:v>23.541667</c:v>
                      </c:pt>
                      <c:pt idx="5657">
                        <c:v>23.545832999999998</c:v>
                      </c:pt>
                      <c:pt idx="5658">
                        <c:v>23.55</c:v>
                      </c:pt>
                      <c:pt idx="5659">
                        <c:v>23.554167</c:v>
                      </c:pt>
                      <c:pt idx="5660">
                        <c:v>23.558333000000001</c:v>
                      </c:pt>
                      <c:pt idx="5661">
                        <c:v>23.5625</c:v>
                      </c:pt>
                      <c:pt idx="5662">
                        <c:v>23.566666999999999</c:v>
                      </c:pt>
                      <c:pt idx="5663">
                        <c:v>23.570833</c:v>
                      </c:pt>
                      <c:pt idx="5664">
                        <c:v>23.574999999999999</c:v>
                      </c:pt>
                      <c:pt idx="5665">
                        <c:v>23.579167000000002</c:v>
                      </c:pt>
                      <c:pt idx="5666">
                        <c:v>23.583333</c:v>
                      </c:pt>
                      <c:pt idx="5667">
                        <c:v>23.587499999999999</c:v>
                      </c:pt>
                      <c:pt idx="5668">
                        <c:v>23.591667000000001</c:v>
                      </c:pt>
                      <c:pt idx="5669">
                        <c:v>23.595832999999999</c:v>
                      </c:pt>
                      <c:pt idx="5670">
                        <c:v>23.6</c:v>
                      </c:pt>
                      <c:pt idx="5671">
                        <c:v>23.604167</c:v>
                      </c:pt>
                      <c:pt idx="5672">
                        <c:v>23.608332999999998</c:v>
                      </c:pt>
                      <c:pt idx="5673">
                        <c:v>23.612500000000001</c:v>
                      </c:pt>
                      <c:pt idx="5674">
                        <c:v>23.616667</c:v>
                      </c:pt>
                      <c:pt idx="5675">
                        <c:v>23.620833000000001</c:v>
                      </c:pt>
                      <c:pt idx="5676">
                        <c:v>23.625</c:v>
                      </c:pt>
                      <c:pt idx="5677">
                        <c:v>23.629166999999999</c:v>
                      </c:pt>
                      <c:pt idx="5678">
                        <c:v>23.633333</c:v>
                      </c:pt>
                      <c:pt idx="5679">
                        <c:v>23.637499999999999</c:v>
                      </c:pt>
                      <c:pt idx="5680">
                        <c:v>23.641667000000002</c:v>
                      </c:pt>
                      <c:pt idx="5681">
                        <c:v>23.645833</c:v>
                      </c:pt>
                      <c:pt idx="5682">
                        <c:v>23.65</c:v>
                      </c:pt>
                      <c:pt idx="5683">
                        <c:v>23.654167000000001</c:v>
                      </c:pt>
                      <c:pt idx="5684">
                        <c:v>23.658332999999999</c:v>
                      </c:pt>
                      <c:pt idx="5685">
                        <c:v>23.662500000000001</c:v>
                      </c:pt>
                      <c:pt idx="5686">
                        <c:v>23.666667</c:v>
                      </c:pt>
                      <c:pt idx="5687">
                        <c:v>23.670832999999998</c:v>
                      </c:pt>
                      <c:pt idx="5688">
                        <c:v>23.675000000000001</c:v>
                      </c:pt>
                      <c:pt idx="5689">
                        <c:v>23.679167</c:v>
                      </c:pt>
                      <c:pt idx="5690">
                        <c:v>23.683333000000001</c:v>
                      </c:pt>
                      <c:pt idx="5691">
                        <c:v>23.6875</c:v>
                      </c:pt>
                      <c:pt idx="5692">
                        <c:v>23.691666999999999</c:v>
                      </c:pt>
                      <c:pt idx="5693">
                        <c:v>23.695833</c:v>
                      </c:pt>
                      <c:pt idx="5694">
                        <c:v>23.7</c:v>
                      </c:pt>
                      <c:pt idx="5695">
                        <c:v>23.704167000000002</c:v>
                      </c:pt>
                      <c:pt idx="5696">
                        <c:v>23.708333</c:v>
                      </c:pt>
                      <c:pt idx="5697">
                        <c:v>23.712499999999999</c:v>
                      </c:pt>
                      <c:pt idx="5698">
                        <c:v>23.716667000000001</c:v>
                      </c:pt>
                      <c:pt idx="5699">
                        <c:v>23.720832999999999</c:v>
                      </c:pt>
                      <c:pt idx="5700">
                        <c:v>23.725000000000001</c:v>
                      </c:pt>
                      <c:pt idx="5701">
                        <c:v>23.729167</c:v>
                      </c:pt>
                      <c:pt idx="5702">
                        <c:v>23.733332999999998</c:v>
                      </c:pt>
                      <c:pt idx="5703">
                        <c:v>23.737500000000001</c:v>
                      </c:pt>
                      <c:pt idx="5704">
                        <c:v>23.741667</c:v>
                      </c:pt>
                      <c:pt idx="5705">
                        <c:v>23.745833000000001</c:v>
                      </c:pt>
                      <c:pt idx="5706">
                        <c:v>23.75</c:v>
                      </c:pt>
                      <c:pt idx="5707">
                        <c:v>23.754166999999999</c:v>
                      </c:pt>
                      <c:pt idx="5708">
                        <c:v>23.758333</c:v>
                      </c:pt>
                      <c:pt idx="5709">
                        <c:v>23.762499999999999</c:v>
                      </c:pt>
                      <c:pt idx="5710">
                        <c:v>23.766667000000002</c:v>
                      </c:pt>
                      <c:pt idx="5711">
                        <c:v>23.770833</c:v>
                      </c:pt>
                      <c:pt idx="5712">
                        <c:v>23.774999999999999</c:v>
                      </c:pt>
                      <c:pt idx="5713">
                        <c:v>23.779167000000001</c:v>
                      </c:pt>
                      <c:pt idx="5714">
                        <c:v>23.783332999999999</c:v>
                      </c:pt>
                      <c:pt idx="5715">
                        <c:v>23.787500000000001</c:v>
                      </c:pt>
                      <c:pt idx="5716">
                        <c:v>23.791667</c:v>
                      </c:pt>
                      <c:pt idx="5717">
                        <c:v>23.795832999999998</c:v>
                      </c:pt>
                      <c:pt idx="5718">
                        <c:v>23.8</c:v>
                      </c:pt>
                      <c:pt idx="5719">
                        <c:v>23.804167</c:v>
                      </c:pt>
                      <c:pt idx="5720">
                        <c:v>23.808333000000001</c:v>
                      </c:pt>
                      <c:pt idx="5721">
                        <c:v>23.8125</c:v>
                      </c:pt>
                      <c:pt idx="5722">
                        <c:v>23.816666999999999</c:v>
                      </c:pt>
                      <c:pt idx="5723">
                        <c:v>23.820833</c:v>
                      </c:pt>
                      <c:pt idx="5724">
                        <c:v>23.824999999999999</c:v>
                      </c:pt>
                      <c:pt idx="5725">
                        <c:v>23.829167000000002</c:v>
                      </c:pt>
                      <c:pt idx="5726">
                        <c:v>23.833333</c:v>
                      </c:pt>
                      <c:pt idx="5727">
                        <c:v>23.837499999999999</c:v>
                      </c:pt>
                      <c:pt idx="5728">
                        <c:v>23.841667000000001</c:v>
                      </c:pt>
                      <c:pt idx="5729">
                        <c:v>23.845832999999999</c:v>
                      </c:pt>
                      <c:pt idx="5730">
                        <c:v>23.85</c:v>
                      </c:pt>
                      <c:pt idx="5731">
                        <c:v>23.854167</c:v>
                      </c:pt>
                      <c:pt idx="5732">
                        <c:v>23.858332999999998</c:v>
                      </c:pt>
                      <c:pt idx="5733">
                        <c:v>23.862500000000001</c:v>
                      </c:pt>
                      <c:pt idx="5734">
                        <c:v>23.866667</c:v>
                      </c:pt>
                      <c:pt idx="5735">
                        <c:v>23.870833000000001</c:v>
                      </c:pt>
                      <c:pt idx="5736">
                        <c:v>23.875</c:v>
                      </c:pt>
                      <c:pt idx="5737">
                        <c:v>23.879166999999999</c:v>
                      </c:pt>
                      <c:pt idx="5738">
                        <c:v>23.883333</c:v>
                      </c:pt>
                      <c:pt idx="5739">
                        <c:v>23.887499999999999</c:v>
                      </c:pt>
                      <c:pt idx="5740">
                        <c:v>23.891667000000002</c:v>
                      </c:pt>
                      <c:pt idx="5741">
                        <c:v>23.895833</c:v>
                      </c:pt>
                      <c:pt idx="5742">
                        <c:v>23.9</c:v>
                      </c:pt>
                      <c:pt idx="5743">
                        <c:v>23.904167000000001</c:v>
                      </c:pt>
                      <c:pt idx="5744">
                        <c:v>23.908332999999999</c:v>
                      </c:pt>
                      <c:pt idx="5745">
                        <c:v>23.912500000000001</c:v>
                      </c:pt>
                      <c:pt idx="5746">
                        <c:v>23.916667</c:v>
                      </c:pt>
                      <c:pt idx="5747">
                        <c:v>23.920832999999998</c:v>
                      </c:pt>
                      <c:pt idx="5748">
                        <c:v>23.925000000000001</c:v>
                      </c:pt>
                      <c:pt idx="5749">
                        <c:v>23.929167</c:v>
                      </c:pt>
                      <c:pt idx="5750">
                        <c:v>23.933333000000001</c:v>
                      </c:pt>
                      <c:pt idx="5751">
                        <c:v>23.9375</c:v>
                      </c:pt>
                      <c:pt idx="5752">
                        <c:v>23.941666999999999</c:v>
                      </c:pt>
                      <c:pt idx="5753">
                        <c:v>23.945833</c:v>
                      </c:pt>
                      <c:pt idx="5754">
                        <c:v>23.95</c:v>
                      </c:pt>
                      <c:pt idx="5755">
                        <c:v>23.954167000000002</c:v>
                      </c:pt>
                      <c:pt idx="5756">
                        <c:v>23.958333</c:v>
                      </c:pt>
                      <c:pt idx="5757">
                        <c:v>23.962499999999999</c:v>
                      </c:pt>
                      <c:pt idx="5758">
                        <c:v>23.966667000000001</c:v>
                      </c:pt>
                      <c:pt idx="5759">
                        <c:v>23.970832999999999</c:v>
                      </c:pt>
                      <c:pt idx="5760">
                        <c:v>23.975000000000001</c:v>
                      </c:pt>
                      <c:pt idx="5761">
                        <c:v>23.979167</c:v>
                      </c:pt>
                      <c:pt idx="5762">
                        <c:v>23.983332999999998</c:v>
                      </c:pt>
                      <c:pt idx="5763">
                        <c:v>23.987500000000001</c:v>
                      </c:pt>
                      <c:pt idx="5764">
                        <c:v>23.991667</c:v>
                      </c:pt>
                      <c:pt idx="5765">
                        <c:v>23.995833000000001</c:v>
                      </c:pt>
                      <c:pt idx="5766">
                        <c:v>24</c:v>
                      </c:pt>
                      <c:pt idx="5767">
                        <c:v>24.004166999999999</c:v>
                      </c:pt>
                      <c:pt idx="5768">
                        <c:v>24.008333</c:v>
                      </c:pt>
                      <c:pt idx="5769">
                        <c:v>24.012499999999999</c:v>
                      </c:pt>
                      <c:pt idx="5770">
                        <c:v>24.016667000000002</c:v>
                      </c:pt>
                      <c:pt idx="5771">
                        <c:v>24.020833</c:v>
                      </c:pt>
                      <c:pt idx="5772">
                        <c:v>24.024999999999999</c:v>
                      </c:pt>
                      <c:pt idx="5773">
                        <c:v>24.029167000000001</c:v>
                      </c:pt>
                      <c:pt idx="5774">
                        <c:v>24.033332999999999</c:v>
                      </c:pt>
                      <c:pt idx="5775">
                        <c:v>24.037500000000001</c:v>
                      </c:pt>
                      <c:pt idx="5776">
                        <c:v>24.041667</c:v>
                      </c:pt>
                      <c:pt idx="5777">
                        <c:v>24.045832999999998</c:v>
                      </c:pt>
                      <c:pt idx="5778">
                        <c:v>24.05</c:v>
                      </c:pt>
                      <c:pt idx="5779">
                        <c:v>24.054167</c:v>
                      </c:pt>
                      <c:pt idx="5780">
                        <c:v>24.058333000000001</c:v>
                      </c:pt>
                      <c:pt idx="5781">
                        <c:v>24.0625</c:v>
                      </c:pt>
                      <c:pt idx="5782">
                        <c:v>24.066666999999999</c:v>
                      </c:pt>
                      <c:pt idx="5783">
                        <c:v>24.070833</c:v>
                      </c:pt>
                      <c:pt idx="5784">
                        <c:v>24.074999999999999</c:v>
                      </c:pt>
                      <c:pt idx="5785">
                        <c:v>24.079167000000002</c:v>
                      </c:pt>
                      <c:pt idx="5786">
                        <c:v>24.083333</c:v>
                      </c:pt>
                      <c:pt idx="5787">
                        <c:v>24.087499999999999</c:v>
                      </c:pt>
                      <c:pt idx="5788">
                        <c:v>24.091667000000001</c:v>
                      </c:pt>
                      <c:pt idx="5789">
                        <c:v>24.095832999999999</c:v>
                      </c:pt>
                      <c:pt idx="5790">
                        <c:v>24.1</c:v>
                      </c:pt>
                      <c:pt idx="5791">
                        <c:v>24.104167</c:v>
                      </c:pt>
                      <c:pt idx="5792">
                        <c:v>24.108332999999998</c:v>
                      </c:pt>
                      <c:pt idx="5793">
                        <c:v>24.112500000000001</c:v>
                      </c:pt>
                      <c:pt idx="5794">
                        <c:v>24.116667</c:v>
                      </c:pt>
                      <c:pt idx="5795">
                        <c:v>24.120833000000001</c:v>
                      </c:pt>
                      <c:pt idx="5796">
                        <c:v>24.125</c:v>
                      </c:pt>
                      <c:pt idx="5797">
                        <c:v>24.129166999999999</c:v>
                      </c:pt>
                      <c:pt idx="5798">
                        <c:v>24.133333</c:v>
                      </c:pt>
                      <c:pt idx="5799">
                        <c:v>24.137499999999999</c:v>
                      </c:pt>
                      <c:pt idx="5800">
                        <c:v>24.141667000000002</c:v>
                      </c:pt>
                      <c:pt idx="5801">
                        <c:v>24.145833</c:v>
                      </c:pt>
                      <c:pt idx="5802">
                        <c:v>24.15</c:v>
                      </c:pt>
                      <c:pt idx="5803">
                        <c:v>24.154167000000001</c:v>
                      </c:pt>
                      <c:pt idx="5804">
                        <c:v>24.158332999999999</c:v>
                      </c:pt>
                      <c:pt idx="5805">
                        <c:v>24.162500000000001</c:v>
                      </c:pt>
                      <c:pt idx="5806">
                        <c:v>24.166667</c:v>
                      </c:pt>
                      <c:pt idx="5807">
                        <c:v>24.170832999999998</c:v>
                      </c:pt>
                      <c:pt idx="5808">
                        <c:v>24.175000000000001</c:v>
                      </c:pt>
                      <c:pt idx="5809">
                        <c:v>24.179167</c:v>
                      </c:pt>
                      <c:pt idx="5810">
                        <c:v>24.183333000000001</c:v>
                      </c:pt>
                      <c:pt idx="5811">
                        <c:v>24.1875</c:v>
                      </c:pt>
                      <c:pt idx="5812">
                        <c:v>24.191666999999999</c:v>
                      </c:pt>
                      <c:pt idx="5813">
                        <c:v>24.195833</c:v>
                      </c:pt>
                      <c:pt idx="5814">
                        <c:v>24.2</c:v>
                      </c:pt>
                      <c:pt idx="5815">
                        <c:v>24.204167000000002</c:v>
                      </c:pt>
                      <c:pt idx="5816">
                        <c:v>24.208333</c:v>
                      </c:pt>
                      <c:pt idx="5817">
                        <c:v>24.212499999999999</c:v>
                      </c:pt>
                      <c:pt idx="5818">
                        <c:v>24.216667000000001</c:v>
                      </c:pt>
                      <c:pt idx="5819">
                        <c:v>24.220832999999999</c:v>
                      </c:pt>
                      <c:pt idx="5820">
                        <c:v>24.225000000000001</c:v>
                      </c:pt>
                      <c:pt idx="5821">
                        <c:v>24.229167</c:v>
                      </c:pt>
                      <c:pt idx="5822">
                        <c:v>24.233332999999998</c:v>
                      </c:pt>
                      <c:pt idx="5823">
                        <c:v>24.237500000000001</c:v>
                      </c:pt>
                      <c:pt idx="5824">
                        <c:v>24.241667</c:v>
                      </c:pt>
                      <c:pt idx="5825">
                        <c:v>24.245833000000001</c:v>
                      </c:pt>
                      <c:pt idx="5826">
                        <c:v>24.25</c:v>
                      </c:pt>
                      <c:pt idx="5827">
                        <c:v>24.254166999999999</c:v>
                      </c:pt>
                      <c:pt idx="5828">
                        <c:v>24.258333</c:v>
                      </c:pt>
                      <c:pt idx="5829">
                        <c:v>24.262499999999999</c:v>
                      </c:pt>
                      <c:pt idx="5830">
                        <c:v>24.266667000000002</c:v>
                      </c:pt>
                      <c:pt idx="5831">
                        <c:v>24.270833</c:v>
                      </c:pt>
                      <c:pt idx="5832">
                        <c:v>24.274999999999999</c:v>
                      </c:pt>
                      <c:pt idx="5833">
                        <c:v>24.279167000000001</c:v>
                      </c:pt>
                      <c:pt idx="5834">
                        <c:v>24.283332999999999</c:v>
                      </c:pt>
                      <c:pt idx="5835">
                        <c:v>24.287500000000001</c:v>
                      </c:pt>
                      <c:pt idx="5836">
                        <c:v>24.291667</c:v>
                      </c:pt>
                      <c:pt idx="5837">
                        <c:v>24.295832999999998</c:v>
                      </c:pt>
                      <c:pt idx="5838">
                        <c:v>24.3</c:v>
                      </c:pt>
                      <c:pt idx="5839">
                        <c:v>24.304167</c:v>
                      </c:pt>
                      <c:pt idx="5840">
                        <c:v>24.308333000000001</c:v>
                      </c:pt>
                      <c:pt idx="5841">
                        <c:v>24.3125</c:v>
                      </c:pt>
                      <c:pt idx="5842">
                        <c:v>24.316666999999999</c:v>
                      </c:pt>
                      <c:pt idx="5843">
                        <c:v>24.320833</c:v>
                      </c:pt>
                      <c:pt idx="5844">
                        <c:v>24.324999999999999</c:v>
                      </c:pt>
                      <c:pt idx="5845">
                        <c:v>24.329167000000002</c:v>
                      </c:pt>
                      <c:pt idx="5846">
                        <c:v>24.333333</c:v>
                      </c:pt>
                      <c:pt idx="5847">
                        <c:v>24.337499999999999</c:v>
                      </c:pt>
                      <c:pt idx="5848">
                        <c:v>24.341667000000001</c:v>
                      </c:pt>
                      <c:pt idx="5849">
                        <c:v>24.345832999999999</c:v>
                      </c:pt>
                      <c:pt idx="5850">
                        <c:v>24.35</c:v>
                      </c:pt>
                      <c:pt idx="5851">
                        <c:v>24.354167</c:v>
                      </c:pt>
                      <c:pt idx="5852">
                        <c:v>24.358332999999998</c:v>
                      </c:pt>
                      <c:pt idx="5853">
                        <c:v>24.362500000000001</c:v>
                      </c:pt>
                      <c:pt idx="5854">
                        <c:v>24.366667</c:v>
                      </c:pt>
                      <c:pt idx="5855">
                        <c:v>24.370833000000001</c:v>
                      </c:pt>
                      <c:pt idx="5856">
                        <c:v>24.375</c:v>
                      </c:pt>
                      <c:pt idx="5857">
                        <c:v>24.379166999999999</c:v>
                      </c:pt>
                      <c:pt idx="5858">
                        <c:v>24.383333</c:v>
                      </c:pt>
                      <c:pt idx="5859">
                        <c:v>24.387499999999999</c:v>
                      </c:pt>
                      <c:pt idx="5860">
                        <c:v>24.391667000000002</c:v>
                      </c:pt>
                      <c:pt idx="5861">
                        <c:v>24.395833</c:v>
                      </c:pt>
                      <c:pt idx="5862">
                        <c:v>24.4</c:v>
                      </c:pt>
                      <c:pt idx="5863">
                        <c:v>24.404167000000001</c:v>
                      </c:pt>
                      <c:pt idx="5864">
                        <c:v>24.408332999999999</c:v>
                      </c:pt>
                      <c:pt idx="5865">
                        <c:v>24.412500000000001</c:v>
                      </c:pt>
                      <c:pt idx="5866">
                        <c:v>24.416667</c:v>
                      </c:pt>
                      <c:pt idx="5867">
                        <c:v>24.420832999999998</c:v>
                      </c:pt>
                      <c:pt idx="5868">
                        <c:v>24.425000000000001</c:v>
                      </c:pt>
                      <c:pt idx="5869">
                        <c:v>24.429167</c:v>
                      </c:pt>
                      <c:pt idx="5870">
                        <c:v>24.433333000000001</c:v>
                      </c:pt>
                      <c:pt idx="5871">
                        <c:v>24.4375</c:v>
                      </c:pt>
                      <c:pt idx="5872">
                        <c:v>24.441666999999999</c:v>
                      </c:pt>
                      <c:pt idx="5873">
                        <c:v>24.445833</c:v>
                      </c:pt>
                      <c:pt idx="5874">
                        <c:v>24.45</c:v>
                      </c:pt>
                      <c:pt idx="5875">
                        <c:v>24.454167000000002</c:v>
                      </c:pt>
                      <c:pt idx="5876">
                        <c:v>24.458333</c:v>
                      </c:pt>
                      <c:pt idx="5877">
                        <c:v>24.462499999999999</c:v>
                      </c:pt>
                      <c:pt idx="5878">
                        <c:v>24.466667000000001</c:v>
                      </c:pt>
                      <c:pt idx="5879">
                        <c:v>24.470832999999999</c:v>
                      </c:pt>
                      <c:pt idx="5880">
                        <c:v>24.475000000000001</c:v>
                      </c:pt>
                      <c:pt idx="5881">
                        <c:v>24.479167</c:v>
                      </c:pt>
                      <c:pt idx="5882">
                        <c:v>24.483332999999998</c:v>
                      </c:pt>
                      <c:pt idx="5883">
                        <c:v>24.487500000000001</c:v>
                      </c:pt>
                      <c:pt idx="5884">
                        <c:v>24.491667</c:v>
                      </c:pt>
                      <c:pt idx="5885">
                        <c:v>24.495833000000001</c:v>
                      </c:pt>
                      <c:pt idx="5886">
                        <c:v>24.5</c:v>
                      </c:pt>
                      <c:pt idx="5887">
                        <c:v>24.504166999999999</c:v>
                      </c:pt>
                      <c:pt idx="5888">
                        <c:v>24.508333</c:v>
                      </c:pt>
                      <c:pt idx="5889">
                        <c:v>24.512499999999999</c:v>
                      </c:pt>
                      <c:pt idx="5890">
                        <c:v>24.516667000000002</c:v>
                      </c:pt>
                      <c:pt idx="5891">
                        <c:v>24.520833</c:v>
                      </c:pt>
                      <c:pt idx="5892">
                        <c:v>24.524999999999999</c:v>
                      </c:pt>
                      <c:pt idx="5893">
                        <c:v>24.529167000000001</c:v>
                      </c:pt>
                      <c:pt idx="5894">
                        <c:v>24.533332999999999</c:v>
                      </c:pt>
                      <c:pt idx="5895">
                        <c:v>24.537500000000001</c:v>
                      </c:pt>
                      <c:pt idx="5896">
                        <c:v>24.541667</c:v>
                      </c:pt>
                      <c:pt idx="5897">
                        <c:v>24.545832999999998</c:v>
                      </c:pt>
                      <c:pt idx="5898">
                        <c:v>24.55</c:v>
                      </c:pt>
                      <c:pt idx="5899">
                        <c:v>24.554167</c:v>
                      </c:pt>
                      <c:pt idx="5900">
                        <c:v>24.558333000000001</c:v>
                      </c:pt>
                      <c:pt idx="5901">
                        <c:v>24.5625</c:v>
                      </c:pt>
                      <c:pt idx="5902">
                        <c:v>24.566666999999999</c:v>
                      </c:pt>
                      <c:pt idx="5903">
                        <c:v>24.570833</c:v>
                      </c:pt>
                      <c:pt idx="5904">
                        <c:v>24.574999999999999</c:v>
                      </c:pt>
                      <c:pt idx="5905">
                        <c:v>24.579167000000002</c:v>
                      </c:pt>
                      <c:pt idx="5906">
                        <c:v>24.583333</c:v>
                      </c:pt>
                      <c:pt idx="5907">
                        <c:v>24.587499999999999</c:v>
                      </c:pt>
                      <c:pt idx="5908">
                        <c:v>24.591667000000001</c:v>
                      </c:pt>
                      <c:pt idx="5909">
                        <c:v>24.595832999999999</c:v>
                      </c:pt>
                      <c:pt idx="5910">
                        <c:v>24.6</c:v>
                      </c:pt>
                      <c:pt idx="5911">
                        <c:v>24.604167</c:v>
                      </c:pt>
                      <c:pt idx="5912">
                        <c:v>24.608332999999998</c:v>
                      </c:pt>
                      <c:pt idx="5913">
                        <c:v>24.612500000000001</c:v>
                      </c:pt>
                      <c:pt idx="5914">
                        <c:v>24.616667</c:v>
                      </c:pt>
                      <c:pt idx="5915">
                        <c:v>24.620833000000001</c:v>
                      </c:pt>
                      <c:pt idx="5916">
                        <c:v>24.625</c:v>
                      </c:pt>
                      <c:pt idx="5917">
                        <c:v>24.629166999999999</c:v>
                      </c:pt>
                      <c:pt idx="5918">
                        <c:v>24.633333</c:v>
                      </c:pt>
                      <c:pt idx="5919">
                        <c:v>24.637499999999999</c:v>
                      </c:pt>
                      <c:pt idx="5920">
                        <c:v>24.641667000000002</c:v>
                      </c:pt>
                      <c:pt idx="5921">
                        <c:v>24.645833</c:v>
                      </c:pt>
                      <c:pt idx="5922">
                        <c:v>24.65</c:v>
                      </c:pt>
                      <c:pt idx="5923">
                        <c:v>24.654167000000001</c:v>
                      </c:pt>
                      <c:pt idx="5924">
                        <c:v>24.658332999999999</c:v>
                      </c:pt>
                      <c:pt idx="5925">
                        <c:v>24.662500000000001</c:v>
                      </c:pt>
                      <c:pt idx="5926">
                        <c:v>24.666667</c:v>
                      </c:pt>
                      <c:pt idx="5927">
                        <c:v>24.670832999999998</c:v>
                      </c:pt>
                      <c:pt idx="5928">
                        <c:v>24.675000000000001</c:v>
                      </c:pt>
                      <c:pt idx="5929">
                        <c:v>24.679167</c:v>
                      </c:pt>
                      <c:pt idx="5930">
                        <c:v>24.683333000000001</c:v>
                      </c:pt>
                      <c:pt idx="5931">
                        <c:v>24.6875</c:v>
                      </c:pt>
                      <c:pt idx="5932">
                        <c:v>24.691666999999999</c:v>
                      </c:pt>
                      <c:pt idx="5933">
                        <c:v>24.695833</c:v>
                      </c:pt>
                      <c:pt idx="5934">
                        <c:v>24.7</c:v>
                      </c:pt>
                      <c:pt idx="5935">
                        <c:v>24.704167000000002</c:v>
                      </c:pt>
                      <c:pt idx="5936">
                        <c:v>24.708333</c:v>
                      </c:pt>
                      <c:pt idx="5937">
                        <c:v>24.712499999999999</c:v>
                      </c:pt>
                      <c:pt idx="5938">
                        <c:v>24.716667000000001</c:v>
                      </c:pt>
                      <c:pt idx="5939">
                        <c:v>24.720832999999999</c:v>
                      </c:pt>
                      <c:pt idx="5940">
                        <c:v>24.725000000000001</c:v>
                      </c:pt>
                      <c:pt idx="5941">
                        <c:v>24.729167</c:v>
                      </c:pt>
                      <c:pt idx="5942">
                        <c:v>24.733332999999998</c:v>
                      </c:pt>
                      <c:pt idx="5943">
                        <c:v>24.737500000000001</c:v>
                      </c:pt>
                      <c:pt idx="5944">
                        <c:v>24.741667</c:v>
                      </c:pt>
                      <c:pt idx="5945">
                        <c:v>24.745833000000001</c:v>
                      </c:pt>
                      <c:pt idx="5946">
                        <c:v>24.75</c:v>
                      </c:pt>
                      <c:pt idx="5947">
                        <c:v>24.754166999999999</c:v>
                      </c:pt>
                      <c:pt idx="5948">
                        <c:v>24.758333</c:v>
                      </c:pt>
                      <c:pt idx="5949">
                        <c:v>24.762499999999999</c:v>
                      </c:pt>
                      <c:pt idx="5950">
                        <c:v>24.766667000000002</c:v>
                      </c:pt>
                      <c:pt idx="5951">
                        <c:v>24.770833</c:v>
                      </c:pt>
                      <c:pt idx="5952">
                        <c:v>24.774999999999999</c:v>
                      </c:pt>
                      <c:pt idx="5953">
                        <c:v>24.779167000000001</c:v>
                      </c:pt>
                      <c:pt idx="5954">
                        <c:v>24.783332999999999</c:v>
                      </c:pt>
                      <c:pt idx="5955">
                        <c:v>24.787500000000001</c:v>
                      </c:pt>
                      <c:pt idx="5956">
                        <c:v>24.791667</c:v>
                      </c:pt>
                      <c:pt idx="5957">
                        <c:v>24.795832999999998</c:v>
                      </c:pt>
                      <c:pt idx="5958">
                        <c:v>24.8</c:v>
                      </c:pt>
                      <c:pt idx="5959">
                        <c:v>24.804167</c:v>
                      </c:pt>
                      <c:pt idx="5960">
                        <c:v>24.808333000000001</c:v>
                      </c:pt>
                      <c:pt idx="5961">
                        <c:v>24.8125</c:v>
                      </c:pt>
                      <c:pt idx="5962">
                        <c:v>24.816666999999999</c:v>
                      </c:pt>
                      <c:pt idx="5963">
                        <c:v>24.820833</c:v>
                      </c:pt>
                      <c:pt idx="5964">
                        <c:v>24.824999999999999</c:v>
                      </c:pt>
                      <c:pt idx="5965">
                        <c:v>24.829167000000002</c:v>
                      </c:pt>
                      <c:pt idx="5966">
                        <c:v>24.833333</c:v>
                      </c:pt>
                      <c:pt idx="5967">
                        <c:v>24.837499999999999</c:v>
                      </c:pt>
                      <c:pt idx="5968">
                        <c:v>24.841667000000001</c:v>
                      </c:pt>
                      <c:pt idx="5969">
                        <c:v>24.845832999999999</c:v>
                      </c:pt>
                      <c:pt idx="5970">
                        <c:v>24.85</c:v>
                      </c:pt>
                      <c:pt idx="5971">
                        <c:v>24.854167</c:v>
                      </c:pt>
                      <c:pt idx="5972">
                        <c:v>24.858332999999998</c:v>
                      </c:pt>
                      <c:pt idx="5973">
                        <c:v>24.862500000000001</c:v>
                      </c:pt>
                      <c:pt idx="5974">
                        <c:v>24.866667</c:v>
                      </c:pt>
                      <c:pt idx="5975">
                        <c:v>24.870833000000001</c:v>
                      </c:pt>
                      <c:pt idx="5976">
                        <c:v>24.875</c:v>
                      </c:pt>
                      <c:pt idx="5977">
                        <c:v>24.879166999999999</c:v>
                      </c:pt>
                      <c:pt idx="5978">
                        <c:v>24.883333</c:v>
                      </c:pt>
                      <c:pt idx="5979">
                        <c:v>24.887499999999999</c:v>
                      </c:pt>
                      <c:pt idx="5980">
                        <c:v>24.891667000000002</c:v>
                      </c:pt>
                      <c:pt idx="5981">
                        <c:v>24.895833</c:v>
                      </c:pt>
                      <c:pt idx="5982">
                        <c:v>24.9</c:v>
                      </c:pt>
                      <c:pt idx="5983">
                        <c:v>24.904167000000001</c:v>
                      </c:pt>
                      <c:pt idx="5984">
                        <c:v>24.908332999999999</c:v>
                      </c:pt>
                      <c:pt idx="5985">
                        <c:v>24.912500000000001</c:v>
                      </c:pt>
                      <c:pt idx="5986">
                        <c:v>24.916667</c:v>
                      </c:pt>
                      <c:pt idx="5987">
                        <c:v>24.920832999999998</c:v>
                      </c:pt>
                      <c:pt idx="5988">
                        <c:v>24.925000000000001</c:v>
                      </c:pt>
                      <c:pt idx="5989">
                        <c:v>24.929167</c:v>
                      </c:pt>
                      <c:pt idx="5990">
                        <c:v>24.933333000000001</c:v>
                      </c:pt>
                      <c:pt idx="5991">
                        <c:v>24.9375</c:v>
                      </c:pt>
                      <c:pt idx="5992">
                        <c:v>24.941666999999999</c:v>
                      </c:pt>
                      <c:pt idx="5993">
                        <c:v>24.945833</c:v>
                      </c:pt>
                      <c:pt idx="5994">
                        <c:v>24.95</c:v>
                      </c:pt>
                      <c:pt idx="5995">
                        <c:v>24.954167000000002</c:v>
                      </c:pt>
                      <c:pt idx="5996">
                        <c:v>24.958333</c:v>
                      </c:pt>
                      <c:pt idx="5997">
                        <c:v>24.962499999999999</c:v>
                      </c:pt>
                      <c:pt idx="5998">
                        <c:v>24.966667000000001</c:v>
                      </c:pt>
                      <c:pt idx="5999">
                        <c:v>24.970832999999999</c:v>
                      </c:pt>
                      <c:pt idx="6000">
                        <c:v>24.975000000000001</c:v>
                      </c:pt>
                      <c:pt idx="6001">
                        <c:v>24.979167</c:v>
                      </c:pt>
                      <c:pt idx="6002">
                        <c:v>24.983332999999998</c:v>
                      </c:pt>
                      <c:pt idx="6003">
                        <c:v>24.987500000000001</c:v>
                      </c:pt>
                      <c:pt idx="6004">
                        <c:v>24.991667</c:v>
                      </c:pt>
                      <c:pt idx="6005">
                        <c:v>24.995833000000001</c:v>
                      </c:pt>
                      <c:pt idx="6006">
                        <c:v>25</c:v>
                      </c:pt>
                      <c:pt idx="6007">
                        <c:v>25.004166999999999</c:v>
                      </c:pt>
                      <c:pt idx="6008">
                        <c:v>25.008333</c:v>
                      </c:pt>
                      <c:pt idx="6009">
                        <c:v>25.012499999999999</c:v>
                      </c:pt>
                      <c:pt idx="6010">
                        <c:v>25.016667000000002</c:v>
                      </c:pt>
                      <c:pt idx="6011">
                        <c:v>25.020833</c:v>
                      </c:pt>
                      <c:pt idx="6012">
                        <c:v>25.024999999999999</c:v>
                      </c:pt>
                      <c:pt idx="6013">
                        <c:v>25.029167000000001</c:v>
                      </c:pt>
                      <c:pt idx="6014">
                        <c:v>25.033332999999999</c:v>
                      </c:pt>
                      <c:pt idx="6015">
                        <c:v>25.037500000000001</c:v>
                      </c:pt>
                      <c:pt idx="6016">
                        <c:v>25.041667</c:v>
                      </c:pt>
                      <c:pt idx="6017">
                        <c:v>25.045832999999998</c:v>
                      </c:pt>
                      <c:pt idx="6018">
                        <c:v>25.05</c:v>
                      </c:pt>
                      <c:pt idx="6019">
                        <c:v>25.054167</c:v>
                      </c:pt>
                      <c:pt idx="6020">
                        <c:v>25.058333000000001</c:v>
                      </c:pt>
                      <c:pt idx="6021">
                        <c:v>25.0625</c:v>
                      </c:pt>
                      <c:pt idx="6022">
                        <c:v>25.066666999999999</c:v>
                      </c:pt>
                      <c:pt idx="6023">
                        <c:v>25.070833</c:v>
                      </c:pt>
                      <c:pt idx="6024">
                        <c:v>25.074999999999999</c:v>
                      </c:pt>
                      <c:pt idx="6025">
                        <c:v>25.079167000000002</c:v>
                      </c:pt>
                      <c:pt idx="6026">
                        <c:v>25.083333</c:v>
                      </c:pt>
                      <c:pt idx="6027">
                        <c:v>25.087499999999999</c:v>
                      </c:pt>
                      <c:pt idx="6028">
                        <c:v>25.091667000000001</c:v>
                      </c:pt>
                      <c:pt idx="6029">
                        <c:v>25.095832999999999</c:v>
                      </c:pt>
                      <c:pt idx="6030">
                        <c:v>25.1</c:v>
                      </c:pt>
                      <c:pt idx="6031">
                        <c:v>25.104167</c:v>
                      </c:pt>
                      <c:pt idx="6032">
                        <c:v>25.108332999999998</c:v>
                      </c:pt>
                      <c:pt idx="6033">
                        <c:v>25.112500000000001</c:v>
                      </c:pt>
                      <c:pt idx="6034">
                        <c:v>25.116667</c:v>
                      </c:pt>
                      <c:pt idx="6035">
                        <c:v>25.120833000000001</c:v>
                      </c:pt>
                      <c:pt idx="6036">
                        <c:v>25.125</c:v>
                      </c:pt>
                      <c:pt idx="6037">
                        <c:v>25.129166999999999</c:v>
                      </c:pt>
                      <c:pt idx="6038">
                        <c:v>25.133333</c:v>
                      </c:pt>
                      <c:pt idx="6039">
                        <c:v>25.137499999999999</c:v>
                      </c:pt>
                      <c:pt idx="6040">
                        <c:v>25.141667000000002</c:v>
                      </c:pt>
                      <c:pt idx="6041">
                        <c:v>25.145833</c:v>
                      </c:pt>
                      <c:pt idx="6042">
                        <c:v>25.15</c:v>
                      </c:pt>
                      <c:pt idx="6043">
                        <c:v>25.154167000000001</c:v>
                      </c:pt>
                      <c:pt idx="6044">
                        <c:v>25.158332999999999</c:v>
                      </c:pt>
                      <c:pt idx="6045">
                        <c:v>25.162500000000001</c:v>
                      </c:pt>
                      <c:pt idx="6046">
                        <c:v>25.166667</c:v>
                      </c:pt>
                      <c:pt idx="6047">
                        <c:v>25.170832999999998</c:v>
                      </c:pt>
                      <c:pt idx="6048">
                        <c:v>25.175000000000001</c:v>
                      </c:pt>
                      <c:pt idx="6049">
                        <c:v>25.179167</c:v>
                      </c:pt>
                      <c:pt idx="6050">
                        <c:v>25.183333000000001</c:v>
                      </c:pt>
                      <c:pt idx="6051">
                        <c:v>25.1875</c:v>
                      </c:pt>
                      <c:pt idx="6052">
                        <c:v>25.191666999999999</c:v>
                      </c:pt>
                      <c:pt idx="6053">
                        <c:v>25.195833</c:v>
                      </c:pt>
                      <c:pt idx="6054">
                        <c:v>25.2</c:v>
                      </c:pt>
                      <c:pt idx="6055">
                        <c:v>25.204167000000002</c:v>
                      </c:pt>
                      <c:pt idx="6056">
                        <c:v>25.208333</c:v>
                      </c:pt>
                      <c:pt idx="6057">
                        <c:v>25.212499999999999</c:v>
                      </c:pt>
                      <c:pt idx="6058">
                        <c:v>25.216667000000001</c:v>
                      </c:pt>
                      <c:pt idx="6059">
                        <c:v>25.220832999999999</c:v>
                      </c:pt>
                      <c:pt idx="6060">
                        <c:v>25.225000000000001</c:v>
                      </c:pt>
                      <c:pt idx="6061">
                        <c:v>25.229167</c:v>
                      </c:pt>
                      <c:pt idx="6062">
                        <c:v>25.233332999999998</c:v>
                      </c:pt>
                      <c:pt idx="6063">
                        <c:v>25.237500000000001</c:v>
                      </c:pt>
                      <c:pt idx="6064">
                        <c:v>25.241667</c:v>
                      </c:pt>
                      <c:pt idx="6065">
                        <c:v>25.245833000000001</c:v>
                      </c:pt>
                      <c:pt idx="6066">
                        <c:v>25.25</c:v>
                      </c:pt>
                      <c:pt idx="6067">
                        <c:v>25.254166999999999</c:v>
                      </c:pt>
                      <c:pt idx="6068">
                        <c:v>25.258333</c:v>
                      </c:pt>
                      <c:pt idx="6069">
                        <c:v>25.262499999999999</c:v>
                      </c:pt>
                      <c:pt idx="6070">
                        <c:v>25.266667000000002</c:v>
                      </c:pt>
                      <c:pt idx="6071">
                        <c:v>25.270833</c:v>
                      </c:pt>
                      <c:pt idx="6072">
                        <c:v>25.274999999999999</c:v>
                      </c:pt>
                      <c:pt idx="6073">
                        <c:v>25.279167000000001</c:v>
                      </c:pt>
                      <c:pt idx="6074">
                        <c:v>25.283332999999999</c:v>
                      </c:pt>
                      <c:pt idx="6075">
                        <c:v>25.287500000000001</c:v>
                      </c:pt>
                      <c:pt idx="6076">
                        <c:v>25.291667</c:v>
                      </c:pt>
                      <c:pt idx="6077">
                        <c:v>25.295832999999998</c:v>
                      </c:pt>
                      <c:pt idx="6078">
                        <c:v>25.3</c:v>
                      </c:pt>
                      <c:pt idx="6079">
                        <c:v>25.304167</c:v>
                      </c:pt>
                      <c:pt idx="6080">
                        <c:v>25.308333000000001</c:v>
                      </c:pt>
                      <c:pt idx="6081">
                        <c:v>25.3125</c:v>
                      </c:pt>
                      <c:pt idx="6082">
                        <c:v>25.316666999999999</c:v>
                      </c:pt>
                      <c:pt idx="6083">
                        <c:v>25.320833</c:v>
                      </c:pt>
                      <c:pt idx="6084">
                        <c:v>25.324999999999999</c:v>
                      </c:pt>
                      <c:pt idx="6085">
                        <c:v>25.329167000000002</c:v>
                      </c:pt>
                      <c:pt idx="6086">
                        <c:v>25.333333</c:v>
                      </c:pt>
                      <c:pt idx="6087">
                        <c:v>25.337499999999999</c:v>
                      </c:pt>
                      <c:pt idx="6088">
                        <c:v>25.341667000000001</c:v>
                      </c:pt>
                      <c:pt idx="6089">
                        <c:v>25.345832999999999</c:v>
                      </c:pt>
                      <c:pt idx="6090">
                        <c:v>25.35</c:v>
                      </c:pt>
                      <c:pt idx="6091">
                        <c:v>25.354167</c:v>
                      </c:pt>
                      <c:pt idx="6092">
                        <c:v>25.358332999999998</c:v>
                      </c:pt>
                      <c:pt idx="6093">
                        <c:v>25.362500000000001</c:v>
                      </c:pt>
                      <c:pt idx="6094">
                        <c:v>25.366667</c:v>
                      </c:pt>
                      <c:pt idx="6095">
                        <c:v>25.370833000000001</c:v>
                      </c:pt>
                      <c:pt idx="6096">
                        <c:v>25.375</c:v>
                      </c:pt>
                      <c:pt idx="6097">
                        <c:v>25.379166999999999</c:v>
                      </c:pt>
                      <c:pt idx="6098">
                        <c:v>25.383333</c:v>
                      </c:pt>
                      <c:pt idx="6099">
                        <c:v>25.387499999999999</c:v>
                      </c:pt>
                      <c:pt idx="6100">
                        <c:v>25.391667000000002</c:v>
                      </c:pt>
                      <c:pt idx="6101">
                        <c:v>25.395833</c:v>
                      </c:pt>
                      <c:pt idx="6102">
                        <c:v>25.4</c:v>
                      </c:pt>
                      <c:pt idx="6103">
                        <c:v>25.404167000000001</c:v>
                      </c:pt>
                      <c:pt idx="6104">
                        <c:v>25.408332999999999</c:v>
                      </c:pt>
                      <c:pt idx="6105">
                        <c:v>25.412500000000001</c:v>
                      </c:pt>
                      <c:pt idx="6106">
                        <c:v>25.416667</c:v>
                      </c:pt>
                      <c:pt idx="6107">
                        <c:v>25.420832999999998</c:v>
                      </c:pt>
                      <c:pt idx="6108">
                        <c:v>25.425000000000001</c:v>
                      </c:pt>
                      <c:pt idx="6109">
                        <c:v>25.429167</c:v>
                      </c:pt>
                      <c:pt idx="6110">
                        <c:v>25.433333000000001</c:v>
                      </c:pt>
                      <c:pt idx="6111">
                        <c:v>25.4375</c:v>
                      </c:pt>
                      <c:pt idx="6112">
                        <c:v>25.441666999999999</c:v>
                      </c:pt>
                      <c:pt idx="6113">
                        <c:v>25.445833</c:v>
                      </c:pt>
                      <c:pt idx="6114">
                        <c:v>25.45</c:v>
                      </c:pt>
                      <c:pt idx="6115">
                        <c:v>25.454167000000002</c:v>
                      </c:pt>
                      <c:pt idx="6116">
                        <c:v>25.458333</c:v>
                      </c:pt>
                      <c:pt idx="6117">
                        <c:v>25.462499999999999</c:v>
                      </c:pt>
                      <c:pt idx="6118">
                        <c:v>25.466667000000001</c:v>
                      </c:pt>
                      <c:pt idx="6119">
                        <c:v>25.470832999999999</c:v>
                      </c:pt>
                      <c:pt idx="6120">
                        <c:v>25.475000000000001</c:v>
                      </c:pt>
                      <c:pt idx="6121">
                        <c:v>25.479167</c:v>
                      </c:pt>
                      <c:pt idx="6122">
                        <c:v>25.483332999999998</c:v>
                      </c:pt>
                      <c:pt idx="6123">
                        <c:v>25.487500000000001</c:v>
                      </c:pt>
                      <c:pt idx="6124">
                        <c:v>25.491667</c:v>
                      </c:pt>
                      <c:pt idx="6125">
                        <c:v>25.495833000000001</c:v>
                      </c:pt>
                      <c:pt idx="6126">
                        <c:v>25.5</c:v>
                      </c:pt>
                      <c:pt idx="6127">
                        <c:v>25.504166999999999</c:v>
                      </c:pt>
                      <c:pt idx="6128">
                        <c:v>25.508333</c:v>
                      </c:pt>
                      <c:pt idx="6129">
                        <c:v>25.512499999999999</c:v>
                      </c:pt>
                      <c:pt idx="6130">
                        <c:v>25.516667000000002</c:v>
                      </c:pt>
                      <c:pt idx="6131">
                        <c:v>25.520833</c:v>
                      </c:pt>
                      <c:pt idx="6132">
                        <c:v>25.524999999999999</c:v>
                      </c:pt>
                      <c:pt idx="6133">
                        <c:v>25.529167000000001</c:v>
                      </c:pt>
                      <c:pt idx="6134">
                        <c:v>25.533332999999999</c:v>
                      </c:pt>
                      <c:pt idx="6135">
                        <c:v>25.537500000000001</c:v>
                      </c:pt>
                      <c:pt idx="6136">
                        <c:v>25.541667</c:v>
                      </c:pt>
                      <c:pt idx="6137">
                        <c:v>25.545832999999998</c:v>
                      </c:pt>
                      <c:pt idx="6138">
                        <c:v>25.55</c:v>
                      </c:pt>
                      <c:pt idx="6139">
                        <c:v>25.554167</c:v>
                      </c:pt>
                      <c:pt idx="6140">
                        <c:v>25.558333000000001</c:v>
                      </c:pt>
                      <c:pt idx="6141">
                        <c:v>25.5625</c:v>
                      </c:pt>
                      <c:pt idx="6142">
                        <c:v>25.566666999999999</c:v>
                      </c:pt>
                      <c:pt idx="6143">
                        <c:v>25.570833</c:v>
                      </c:pt>
                      <c:pt idx="6144">
                        <c:v>25.574999999999999</c:v>
                      </c:pt>
                      <c:pt idx="6145">
                        <c:v>25.579167000000002</c:v>
                      </c:pt>
                      <c:pt idx="6146">
                        <c:v>25.583333</c:v>
                      </c:pt>
                      <c:pt idx="6147">
                        <c:v>25.587499999999999</c:v>
                      </c:pt>
                      <c:pt idx="6148">
                        <c:v>25.591667000000001</c:v>
                      </c:pt>
                      <c:pt idx="6149">
                        <c:v>25.595832999999999</c:v>
                      </c:pt>
                      <c:pt idx="6150">
                        <c:v>25.6</c:v>
                      </c:pt>
                      <c:pt idx="6151">
                        <c:v>25.604167</c:v>
                      </c:pt>
                      <c:pt idx="6152">
                        <c:v>25.608332999999998</c:v>
                      </c:pt>
                      <c:pt idx="6153">
                        <c:v>25.612500000000001</c:v>
                      </c:pt>
                      <c:pt idx="6154">
                        <c:v>25.616667</c:v>
                      </c:pt>
                      <c:pt idx="6155">
                        <c:v>25.620833000000001</c:v>
                      </c:pt>
                      <c:pt idx="6156">
                        <c:v>25.625</c:v>
                      </c:pt>
                      <c:pt idx="6157">
                        <c:v>25.629166999999999</c:v>
                      </c:pt>
                      <c:pt idx="6158">
                        <c:v>25.633333</c:v>
                      </c:pt>
                      <c:pt idx="6159">
                        <c:v>25.637499999999999</c:v>
                      </c:pt>
                      <c:pt idx="6160">
                        <c:v>25.641667000000002</c:v>
                      </c:pt>
                      <c:pt idx="6161">
                        <c:v>25.645833</c:v>
                      </c:pt>
                      <c:pt idx="6162">
                        <c:v>25.65</c:v>
                      </c:pt>
                      <c:pt idx="6163">
                        <c:v>25.654167000000001</c:v>
                      </c:pt>
                      <c:pt idx="6164">
                        <c:v>25.658332999999999</c:v>
                      </c:pt>
                      <c:pt idx="6165">
                        <c:v>25.662500000000001</c:v>
                      </c:pt>
                      <c:pt idx="6166">
                        <c:v>25.666667</c:v>
                      </c:pt>
                      <c:pt idx="6167">
                        <c:v>25.670832999999998</c:v>
                      </c:pt>
                      <c:pt idx="6168">
                        <c:v>25.675000000000001</c:v>
                      </c:pt>
                      <c:pt idx="6169">
                        <c:v>25.679167</c:v>
                      </c:pt>
                      <c:pt idx="6170">
                        <c:v>25.683333000000001</c:v>
                      </c:pt>
                      <c:pt idx="6171">
                        <c:v>25.6875</c:v>
                      </c:pt>
                      <c:pt idx="6172">
                        <c:v>25.691666999999999</c:v>
                      </c:pt>
                      <c:pt idx="6173">
                        <c:v>25.695833</c:v>
                      </c:pt>
                      <c:pt idx="6174">
                        <c:v>25.7</c:v>
                      </c:pt>
                      <c:pt idx="6175">
                        <c:v>25.704167000000002</c:v>
                      </c:pt>
                      <c:pt idx="6176">
                        <c:v>25.708333</c:v>
                      </c:pt>
                      <c:pt idx="6177">
                        <c:v>25.712499999999999</c:v>
                      </c:pt>
                      <c:pt idx="6178">
                        <c:v>25.716667000000001</c:v>
                      </c:pt>
                      <c:pt idx="6179">
                        <c:v>25.720832999999999</c:v>
                      </c:pt>
                      <c:pt idx="6180">
                        <c:v>25.725000000000001</c:v>
                      </c:pt>
                      <c:pt idx="6181">
                        <c:v>25.729167</c:v>
                      </c:pt>
                      <c:pt idx="6182">
                        <c:v>25.733332999999998</c:v>
                      </c:pt>
                      <c:pt idx="6183">
                        <c:v>25.737500000000001</c:v>
                      </c:pt>
                      <c:pt idx="6184">
                        <c:v>25.741667</c:v>
                      </c:pt>
                      <c:pt idx="6185">
                        <c:v>25.745833000000001</c:v>
                      </c:pt>
                      <c:pt idx="6186">
                        <c:v>25.75</c:v>
                      </c:pt>
                      <c:pt idx="6187">
                        <c:v>25.754166999999999</c:v>
                      </c:pt>
                      <c:pt idx="6188">
                        <c:v>25.758333</c:v>
                      </c:pt>
                      <c:pt idx="6189">
                        <c:v>25.762499999999999</c:v>
                      </c:pt>
                      <c:pt idx="6190">
                        <c:v>25.766667000000002</c:v>
                      </c:pt>
                      <c:pt idx="6191">
                        <c:v>25.770833</c:v>
                      </c:pt>
                      <c:pt idx="6192">
                        <c:v>25.774999999999999</c:v>
                      </c:pt>
                      <c:pt idx="6193">
                        <c:v>25.779167000000001</c:v>
                      </c:pt>
                      <c:pt idx="6194">
                        <c:v>25.783332999999999</c:v>
                      </c:pt>
                      <c:pt idx="6195">
                        <c:v>25.787500000000001</c:v>
                      </c:pt>
                      <c:pt idx="6196">
                        <c:v>25.791667</c:v>
                      </c:pt>
                      <c:pt idx="6197">
                        <c:v>25.795832999999998</c:v>
                      </c:pt>
                      <c:pt idx="6198">
                        <c:v>25.8</c:v>
                      </c:pt>
                      <c:pt idx="6199">
                        <c:v>25.804167</c:v>
                      </c:pt>
                      <c:pt idx="6200">
                        <c:v>25.808333000000001</c:v>
                      </c:pt>
                      <c:pt idx="6201">
                        <c:v>25.8125</c:v>
                      </c:pt>
                      <c:pt idx="6202">
                        <c:v>25.816666999999999</c:v>
                      </c:pt>
                      <c:pt idx="6203">
                        <c:v>25.820833</c:v>
                      </c:pt>
                      <c:pt idx="6204">
                        <c:v>25.824999999999999</c:v>
                      </c:pt>
                      <c:pt idx="6205">
                        <c:v>25.829167000000002</c:v>
                      </c:pt>
                      <c:pt idx="6206">
                        <c:v>25.833333</c:v>
                      </c:pt>
                      <c:pt idx="6207">
                        <c:v>25.837499999999999</c:v>
                      </c:pt>
                      <c:pt idx="6208">
                        <c:v>25.841667000000001</c:v>
                      </c:pt>
                      <c:pt idx="6209">
                        <c:v>25.845832999999999</c:v>
                      </c:pt>
                      <c:pt idx="6210">
                        <c:v>25.85</c:v>
                      </c:pt>
                      <c:pt idx="6211">
                        <c:v>25.854167</c:v>
                      </c:pt>
                      <c:pt idx="6212">
                        <c:v>25.858332999999998</c:v>
                      </c:pt>
                      <c:pt idx="6213">
                        <c:v>25.862500000000001</c:v>
                      </c:pt>
                      <c:pt idx="6214">
                        <c:v>25.866667</c:v>
                      </c:pt>
                      <c:pt idx="6215">
                        <c:v>25.870833000000001</c:v>
                      </c:pt>
                      <c:pt idx="6216">
                        <c:v>25.875</c:v>
                      </c:pt>
                      <c:pt idx="6217">
                        <c:v>25.879166999999999</c:v>
                      </c:pt>
                      <c:pt idx="6218">
                        <c:v>25.883333</c:v>
                      </c:pt>
                      <c:pt idx="6219">
                        <c:v>25.887499999999999</c:v>
                      </c:pt>
                      <c:pt idx="6220">
                        <c:v>25.891667000000002</c:v>
                      </c:pt>
                      <c:pt idx="6221">
                        <c:v>25.895833</c:v>
                      </c:pt>
                      <c:pt idx="6222">
                        <c:v>25.9</c:v>
                      </c:pt>
                      <c:pt idx="6223">
                        <c:v>25.904167000000001</c:v>
                      </c:pt>
                      <c:pt idx="6224">
                        <c:v>25.908332999999999</c:v>
                      </c:pt>
                      <c:pt idx="6225">
                        <c:v>25.912500000000001</c:v>
                      </c:pt>
                      <c:pt idx="6226">
                        <c:v>25.916667</c:v>
                      </c:pt>
                      <c:pt idx="6227">
                        <c:v>25.920832999999998</c:v>
                      </c:pt>
                      <c:pt idx="6228">
                        <c:v>25.925000000000001</c:v>
                      </c:pt>
                      <c:pt idx="6229">
                        <c:v>25.929167</c:v>
                      </c:pt>
                      <c:pt idx="6230">
                        <c:v>25.933333000000001</c:v>
                      </c:pt>
                      <c:pt idx="6231">
                        <c:v>25.9375</c:v>
                      </c:pt>
                      <c:pt idx="6232">
                        <c:v>25.941666999999999</c:v>
                      </c:pt>
                      <c:pt idx="6233">
                        <c:v>25.945833</c:v>
                      </c:pt>
                      <c:pt idx="6234">
                        <c:v>25.95</c:v>
                      </c:pt>
                      <c:pt idx="6235">
                        <c:v>25.954167000000002</c:v>
                      </c:pt>
                      <c:pt idx="6236">
                        <c:v>25.958333</c:v>
                      </c:pt>
                      <c:pt idx="6237">
                        <c:v>25.962499999999999</c:v>
                      </c:pt>
                      <c:pt idx="6238">
                        <c:v>25.966667000000001</c:v>
                      </c:pt>
                      <c:pt idx="6239">
                        <c:v>25.970832999999999</c:v>
                      </c:pt>
                      <c:pt idx="6240">
                        <c:v>25.975000000000001</c:v>
                      </c:pt>
                      <c:pt idx="6241">
                        <c:v>25.979167</c:v>
                      </c:pt>
                      <c:pt idx="6242">
                        <c:v>25.983332999999998</c:v>
                      </c:pt>
                      <c:pt idx="6243">
                        <c:v>25.987500000000001</c:v>
                      </c:pt>
                      <c:pt idx="6244">
                        <c:v>25.991667</c:v>
                      </c:pt>
                      <c:pt idx="6245">
                        <c:v>25.995833000000001</c:v>
                      </c:pt>
                      <c:pt idx="6246">
                        <c:v>26</c:v>
                      </c:pt>
                      <c:pt idx="6247">
                        <c:v>26.004166999999999</c:v>
                      </c:pt>
                      <c:pt idx="6248">
                        <c:v>26.008333</c:v>
                      </c:pt>
                      <c:pt idx="6249">
                        <c:v>26.012499999999999</c:v>
                      </c:pt>
                      <c:pt idx="6250">
                        <c:v>26.016667000000002</c:v>
                      </c:pt>
                      <c:pt idx="6251">
                        <c:v>26.020833</c:v>
                      </c:pt>
                      <c:pt idx="6252">
                        <c:v>26.024999999999999</c:v>
                      </c:pt>
                      <c:pt idx="6253">
                        <c:v>26.029167000000001</c:v>
                      </c:pt>
                      <c:pt idx="6254">
                        <c:v>26.033332999999999</c:v>
                      </c:pt>
                      <c:pt idx="6255">
                        <c:v>26.037500000000001</c:v>
                      </c:pt>
                      <c:pt idx="6256">
                        <c:v>26.041667</c:v>
                      </c:pt>
                      <c:pt idx="6257">
                        <c:v>26.045832999999998</c:v>
                      </c:pt>
                      <c:pt idx="6258">
                        <c:v>26.05</c:v>
                      </c:pt>
                      <c:pt idx="6259">
                        <c:v>26.054167</c:v>
                      </c:pt>
                      <c:pt idx="6260">
                        <c:v>26.058333000000001</c:v>
                      </c:pt>
                      <c:pt idx="6261">
                        <c:v>26.0625</c:v>
                      </c:pt>
                      <c:pt idx="6262">
                        <c:v>26.066666999999999</c:v>
                      </c:pt>
                      <c:pt idx="6263">
                        <c:v>26.070833</c:v>
                      </c:pt>
                      <c:pt idx="6264">
                        <c:v>26.074999999999999</c:v>
                      </c:pt>
                      <c:pt idx="6265">
                        <c:v>26.079167000000002</c:v>
                      </c:pt>
                      <c:pt idx="6266">
                        <c:v>26.083333</c:v>
                      </c:pt>
                      <c:pt idx="6267">
                        <c:v>26.087499999999999</c:v>
                      </c:pt>
                      <c:pt idx="6268">
                        <c:v>26.091667000000001</c:v>
                      </c:pt>
                      <c:pt idx="6269">
                        <c:v>26.095832999999999</c:v>
                      </c:pt>
                      <c:pt idx="6270">
                        <c:v>26.1</c:v>
                      </c:pt>
                      <c:pt idx="6271">
                        <c:v>26.104167</c:v>
                      </c:pt>
                      <c:pt idx="6272">
                        <c:v>26.108332999999998</c:v>
                      </c:pt>
                      <c:pt idx="6273">
                        <c:v>26.112500000000001</c:v>
                      </c:pt>
                      <c:pt idx="6274">
                        <c:v>26.116667</c:v>
                      </c:pt>
                      <c:pt idx="6275">
                        <c:v>26.120833000000001</c:v>
                      </c:pt>
                      <c:pt idx="6276">
                        <c:v>26.125</c:v>
                      </c:pt>
                      <c:pt idx="6277">
                        <c:v>26.129166999999999</c:v>
                      </c:pt>
                      <c:pt idx="6278">
                        <c:v>26.133333</c:v>
                      </c:pt>
                      <c:pt idx="6279">
                        <c:v>26.137499999999999</c:v>
                      </c:pt>
                      <c:pt idx="6280">
                        <c:v>26.141667000000002</c:v>
                      </c:pt>
                      <c:pt idx="6281">
                        <c:v>26.145833</c:v>
                      </c:pt>
                      <c:pt idx="6282">
                        <c:v>26.15</c:v>
                      </c:pt>
                      <c:pt idx="6283">
                        <c:v>26.154167000000001</c:v>
                      </c:pt>
                      <c:pt idx="6284">
                        <c:v>26.158332999999999</c:v>
                      </c:pt>
                      <c:pt idx="6285">
                        <c:v>26.162500000000001</c:v>
                      </c:pt>
                      <c:pt idx="6286">
                        <c:v>26.166667</c:v>
                      </c:pt>
                      <c:pt idx="6287">
                        <c:v>26.170832999999998</c:v>
                      </c:pt>
                      <c:pt idx="6288">
                        <c:v>26.175000000000001</c:v>
                      </c:pt>
                      <c:pt idx="6289">
                        <c:v>26.179167</c:v>
                      </c:pt>
                      <c:pt idx="6290">
                        <c:v>26.183333000000001</c:v>
                      </c:pt>
                      <c:pt idx="6291">
                        <c:v>26.1875</c:v>
                      </c:pt>
                      <c:pt idx="6292">
                        <c:v>26.191666999999999</c:v>
                      </c:pt>
                      <c:pt idx="6293">
                        <c:v>26.195833</c:v>
                      </c:pt>
                      <c:pt idx="6294">
                        <c:v>26.2</c:v>
                      </c:pt>
                      <c:pt idx="6295">
                        <c:v>26.204167000000002</c:v>
                      </c:pt>
                      <c:pt idx="6296">
                        <c:v>26.208333</c:v>
                      </c:pt>
                      <c:pt idx="6297">
                        <c:v>26.212499999999999</c:v>
                      </c:pt>
                      <c:pt idx="6298">
                        <c:v>26.216667000000001</c:v>
                      </c:pt>
                      <c:pt idx="6299">
                        <c:v>26.220832999999999</c:v>
                      </c:pt>
                      <c:pt idx="6300">
                        <c:v>26.225000000000001</c:v>
                      </c:pt>
                      <c:pt idx="6301">
                        <c:v>26.229167</c:v>
                      </c:pt>
                      <c:pt idx="6302">
                        <c:v>26.233332999999998</c:v>
                      </c:pt>
                      <c:pt idx="6303">
                        <c:v>26.237500000000001</c:v>
                      </c:pt>
                      <c:pt idx="6304">
                        <c:v>26.241667</c:v>
                      </c:pt>
                      <c:pt idx="6305">
                        <c:v>26.245833000000001</c:v>
                      </c:pt>
                      <c:pt idx="6306">
                        <c:v>26.25</c:v>
                      </c:pt>
                      <c:pt idx="6307">
                        <c:v>26.254166999999999</c:v>
                      </c:pt>
                      <c:pt idx="6308">
                        <c:v>26.258333</c:v>
                      </c:pt>
                      <c:pt idx="6309">
                        <c:v>26.262499999999999</c:v>
                      </c:pt>
                      <c:pt idx="6310">
                        <c:v>26.266667000000002</c:v>
                      </c:pt>
                      <c:pt idx="6311">
                        <c:v>26.270833</c:v>
                      </c:pt>
                      <c:pt idx="6312">
                        <c:v>26.274999999999999</c:v>
                      </c:pt>
                      <c:pt idx="6313">
                        <c:v>26.279167000000001</c:v>
                      </c:pt>
                      <c:pt idx="6314">
                        <c:v>26.283332999999999</c:v>
                      </c:pt>
                      <c:pt idx="6315">
                        <c:v>26.287500000000001</c:v>
                      </c:pt>
                      <c:pt idx="6316">
                        <c:v>26.291667</c:v>
                      </c:pt>
                      <c:pt idx="6317">
                        <c:v>26.295832999999998</c:v>
                      </c:pt>
                      <c:pt idx="6318">
                        <c:v>26.3</c:v>
                      </c:pt>
                      <c:pt idx="6319">
                        <c:v>26.304167</c:v>
                      </c:pt>
                      <c:pt idx="6320">
                        <c:v>26.308333000000001</c:v>
                      </c:pt>
                      <c:pt idx="6321">
                        <c:v>26.3125</c:v>
                      </c:pt>
                      <c:pt idx="6322">
                        <c:v>26.316666999999999</c:v>
                      </c:pt>
                      <c:pt idx="6323">
                        <c:v>26.320833</c:v>
                      </c:pt>
                      <c:pt idx="6324">
                        <c:v>26.324999999999999</c:v>
                      </c:pt>
                      <c:pt idx="6325">
                        <c:v>26.329167000000002</c:v>
                      </c:pt>
                      <c:pt idx="6326">
                        <c:v>26.333333</c:v>
                      </c:pt>
                      <c:pt idx="6327">
                        <c:v>26.337499999999999</c:v>
                      </c:pt>
                      <c:pt idx="6328">
                        <c:v>26.341667000000001</c:v>
                      </c:pt>
                      <c:pt idx="6329">
                        <c:v>26.345832999999999</c:v>
                      </c:pt>
                      <c:pt idx="6330">
                        <c:v>26.35</c:v>
                      </c:pt>
                      <c:pt idx="6331">
                        <c:v>26.354167</c:v>
                      </c:pt>
                      <c:pt idx="6332">
                        <c:v>26.358332999999998</c:v>
                      </c:pt>
                      <c:pt idx="6333">
                        <c:v>26.362500000000001</c:v>
                      </c:pt>
                      <c:pt idx="6334">
                        <c:v>26.366667</c:v>
                      </c:pt>
                      <c:pt idx="6335">
                        <c:v>26.370833000000001</c:v>
                      </c:pt>
                      <c:pt idx="6336">
                        <c:v>26.375</c:v>
                      </c:pt>
                      <c:pt idx="6337">
                        <c:v>26.379166999999999</c:v>
                      </c:pt>
                      <c:pt idx="6338">
                        <c:v>26.383333</c:v>
                      </c:pt>
                      <c:pt idx="6339">
                        <c:v>26.387499999999999</c:v>
                      </c:pt>
                      <c:pt idx="6340">
                        <c:v>26.391667000000002</c:v>
                      </c:pt>
                      <c:pt idx="6341">
                        <c:v>26.395833</c:v>
                      </c:pt>
                      <c:pt idx="6342">
                        <c:v>26.4</c:v>
                      </c:pt>
                      <c:pt idx="6343">
                        <c:v>26.404167000000001</c:v>
                      </c:pt>
                      <c:pt idx="6344">
                        <c:v>26.408332999999999</c:v>
                      </c:pt>
                      <c:pt idx="6345">
                        <c:v>26.412500000000001</c:v>
                      </c:pt>
                      <c:pt idx="6346">
                        <c:v>26.416667</c:v>
                      </c:pt>
                      <c:pt idx="6347">
                        <c:v>26.420832999999998</c:v>
                      </c:pt>
                      <c:pt idx="6348">
                        <c:v>26.425000000000001</c:v>
                      </c:pt>
                      <c:pt idx="6349">
                        <c:v>26.429167</c:v>
                      </c:pt>
                      <c:pt idx="6350">
                        <c:v>26.433333000000001</c:v>
                      </c:pt>
                      <c:pt idx="6351">
                        <c:v>26.4375</c:v>
                      </c:pt>
                      <c:pt idx="6352">
                        <c:v>26.441666999999999</c:v>
                      </c:pt>
                      <c:pt idx="6353">
                        <c:v>26.445833</c:v>
                      </c:pt>
                      <c:pt idx="6354">
                        <c:v>26.45</c:v>
                      </c:pt>
                      <c:pt idx="6355">
                        <c:v>26.454167000000002</c:v>
                      </c:pt>
                      <c:pt idx="6356">
                        <c:v>26.458333</c:v>
                      </c:pt>
                      <c:pt idx="6357">
                        <c:v>26.462499999999999</c:v>
                      </c:pt>
                      <c:pt idx="6358">
                        <c:v>26.466667000000001</c:v>
                      </c:pt>
                      <c:pt idx="6359">
                        <c:v>26.470832999999999</c:v>
                      </c:pt>
                      <c:pt idx="6360">
                        <c:v>26.475000000000001</c:v>
                      </c:pt>
                      <c:pt idx="6361">
                        <c:v>26.479167</c:v>
                      </c:pt>
                      <c:pt idx="6362">
                        <c:v>26.483332999999998</c:v>
                      </c:pt>
                      <c:pt idx="6363">
                        <c:v>26.487500000000001</c:v>
                      </c:pt>
                      <c:pt idx="6364">
                        <c:v>26.491667</c:v>
                      </c:pt>
                      <c:pt idx="6365">
                        <c:v>26.495833000000001</c:v>
                      </c:pt>
                      <c:pt idx="6366">
                        <c:v>26.5</c:v>
                      </c:pt>
                      <c:pt idx="6367">
                        <c:v>26.504166999999999</c:v>
                      </c:pt>
                      <c:pt idx="6368">
                        <c:v>26.508333</c:v>
                      </c:pt>
                      <c:pt idx="6369">
                        <c:v>26.512499999999999</c:v>
                      </c:pt>
                      <c:pt idx="6370">
                        <c:v>26.516667000000002</c:v>
                      </c:pt>
                      <c:pt idx="6371">
                        <c:v>26.520833</c:v>
                      </c:pt>
                      <c:pt idx="6372">
                        <c:v>26.524999999999999</c:v>
                      </c:pt>
                      <c:pt idx="6373">
                        <c:v>26.529167000000001</c:v>
                      </c:pt>
                      <c:pt idx="6374">
                        <c:v>26.533332999999999</c:v>
                      </c:pt>
                      <c:pt idx="6375">
                        <c:v>26.537500000000001</c:v>
                      </c:pt>
                      <c:pt idx="6376">
                        <c:v>26.541667</c:v>
                      </c:pt>
                      <c:pt idx="6377">
                        <c:v>26.545832999999998</c:v>
                      </c:pt>
                      <c:pt idx="6378">
                        <c:v>26.55</c:v>
                      </c:pt>
                      <c:pt idx="6379">
                        <c:v>26.554167</c:v>
                      </c:pt>
                      <c:pt idx="6380">
                        <c:v>26.558333000000001</c:v>
                      </c:pt>
                      <c:pt idx="6381">
                        <c:v>26.5625</c:v>
                      </c:pt>
                      <c:pt idx="6382">
                        <c:v>26.566666999999999</c:v>
                      </c:pt>
                      <c:pt idx="6383">
                        <c:v>26.570833</c:v>
                      </c:pt>
                      <c:pt idx="6384">
                        <c:v>26.574999999999999</c:v>
                      </c:pt>
                      <c:pt idx="6385">
                        <c:v>26.579167000000002</c:v>
                      </c:pt>
                      <c:pt idx="6386">
                        <c:v>26.583333</c:v>
                      </c:pt>
                      <c:pt idx="6387">
                        <c:v>26.587499999999999</c:v>
                      </c:pt>
                      <c:pt idx="6388">
                        <c:v>26.591667000000001</c:v>
                      </c:pt>
                      <c:pt idx="6389">
                        <c:v>26.595832999999999</c:v>
                      </c:pt>
                      <c:pt idx="6390">
                        <c:v>26.6</c:v>
                      </c:pt>
                      <c:pt idx="6391">
                        <c:v>26.604167</c:v>
                      </c:pt>
                      <c:pt idx="6392">
                        <c:v>26.608332999999998</c:v>
                      </c:pt>
                      <c:pt idx="6393">
                        <c:v>26.612500000000001</c:v>
                      </c:pt>
                      <c:pt idx="6394">
                        <c:v>26.616667</c:v>
                      </c:pt>
                      <c:pt idx="6395">
                        <c:v>26.620833000000001</c:v>
                      </c:pt>
                      <c:pt idx="6396">
                        <c:v>26.625</c:v>
                      </c:pt>
                      <c:pt idx="6397">
                        <c:v>26.629166999999999</c:v>
                      </c:pt>
                      <c:pt idx="6398">
                        <c:v>26.633333</c:v>
                      </c:pt>
                      <c:pt idx="6399">
                        <c:v>26.637499999999999</c:v>
                      </c:pt>
                      <c:pt idx="6400">
                        <c:v>26.641667000000002</c:v>
                      </c:pt>
                      <c:pt idx="6401">
                        <c:v>26.645833</c:v>
                      </c:pt>
                      <c:pt idx="6402">
                        <c:v>26.65</c:v>
                      </c:pt>
                      <c:pt idx="6403">
                        <c:v>26.654167000000001</c:v>
                      </c:pt>
                      <c:pt idx="6404">
                        <c:v>26.658332999999999</c:v>
                      </c:pt>
                      <c:pt idx="6405">
                        <c:v>26.662500000000001</c:v>
                      </c:pt>
                      <c:pt idx="6406">
                        <c:v>26.666667</c:v>
                      </c:pt>
                      <c:pt idx="6407">
                        <c:v>26.670832999999998</c:v>
                      </c:pt>
                      <c:pt idx="6408">
                        <c:v>26.675000000000001</c:v>
                      </c:pt>
                      <c:pt idx="6409">
                        <c:v>26.679167</c:v>
                      </c:pt>
                      <c:pt idx="6410">
                        <c:v>26.683333000000001</c:v>
                      </c:pt>
                      <c:pt idx="6411">
                        <c:v>26.6875</c:v>
                      </c:pt>
                      <c:pt idx="6412">
                        <c:v>26.691666999999999</c:v>
                      </c:pt>
                      <c:pt idx="6413">
                        <c:v>26.695833</c:v>
                      </c:pt>
                      <c:pt idx="6414">
                        <c:v>26.7</c:v>
                      </c:pt>
                      <c:pt idx="6415">
                        <c:v>26.704167000000002</c:v>
                      </c:pt>
                      <c:pt idx="6416">
                        <c:v>26.708333</c:v>
                      </c:pt>
                      <c:pt idx="6417">
                        <c:v>26.712499999999999</c:v>
                      </c:pt>
                      <c:pt idx="6418">
                        <c:v>26.716667000000001</c:v>
                      </c:pt>
                      <c:pt idx="6419">
                        <c:v>26.720832999999999</c:v>
                      </c:pt>
                      <c:pt idx="6420">
                        <c:v>26.725000000000001</c:v>
                      </c:pt>
                      <c:pt idx="6421">
                        <c:v>26.729167</c:v>
                      </c:pt>
                      <c:pt idx="6422">
                        <c:v>26.733332999999998</c:v>
                      </c:pt>
                      <c:pt idx="6423">
                        <c:v>26.737500000000001</c:v>
                      </c:pt>
                      <c:pt idx="6424">
                        <c:v>26.741667</c:v>
                      </c:pt>
                      <c:pt idx="6425">
                        <c:v>26.745833000000001</c:v>
                      </c:pt>
                      <c:pt idx="6426">
                        <c:v>26.75</c:v>
                      </c:pt>
                      <c:pt idx="6427">
                        <c:v>26.754166999999999</c:v>
                      </c:pt>
                      <c:pt idx="6428">
                        <c:v>26.758333</c:v>
                      </c:pt>
                      <c:pt idx="6429">
                        <c:v>26.762499999999999</c:v>
                      </c:pt>
                      <c:pt idx="6430">
                        <c:v>26.766667000000002</c:v>
                      </c:pt>
                      <c:pt idx="6431">
                        <c:v>26.770833</c:v>
                      </c:pt>
                      <c:pt idx="6432">
                        <c:v>26.774999999999999</c:v>
                      </c:pt>
                      <c:pt idx="6433">
                        <c:v>26.779167000000001</c:v>
                      </c:pt>
                      <c:pt idx="6434">
                        <c:v>26.783332999999999</c:v>
                      </c:pt>
                      <c:pt idx="6435">
                        <c:v>26.787500000000001</c:v>
                      </c:pt>
                      <c:pt idx="6436">
                        <c:v>26.791667</c:v>
                      </c:pt>
                      <c:pt idx="6437">
                        <c:v>26.795832999999998</c:v>
                      </c:pt>
                      <c:pt idx="6438">
                        <c:v>26.8</c:v>
                      </c:pt>
                      <c:pt idx="6439">
                        <c:v>26.804167</c:v>
                      </c:pt>
                      <c:pt idx="6440">
                        <c:v>26.808333000000001</c:v>
                      </c:pt>
                      <c:pt idx="6441">
                        <c:v>26.8125</c:v>
                      </c:pt>
                      <c:pt idx="6442">
                        <c:v>26.816666999999999</c:v>
                      </c:pt>
                      <c:pt idx="6443">
                        <c:v>26.820833</c:v>
                      </c:pt>
                      <c:pt idx="6444">
                        <c:v>26.824999999999999</c:v>
                      </c:pt>
                      <c:pt idx="6445">
                        <c:v>26.829167000000002</c:v>
                      </c:pt>
                      <c:pt idx="6446">
                        <c:v>26.833333</c:v>
                      </c:pt>
                      <c:pt idx="6447">
                        <c:v>26.837499999999999</c:v>
                      </c:pt>
                      <c:pt idx="6448">
                        <c:v>26.841667000000001</c:v>
                      </c:pt>
                      <c:pt idx="6449">
                        <c:v>26.845832999999999</c:v>
                      </c:pt>
                      <c:pt idx="6450">
                        <c:v>26.85</c:v>
                      </c:pt>
                      <c:pt idx="6451">
                        <c:v>26.854167</c:v>
                      </c:pt>
                      <c:pt idx="6452">
                        <c:v>26.858332999999998</c:v>
                      </c:pt>
                      <c:pt idx="6453">
                        <c:v>26.862500000000001</c:v>
                      </c:pt>
                      <c:pt idx="6454">
                        <c:v>26.866667</c:v>
                      </c:pt>
                      <c:pt idx="6455">
                        <c:v>26.870833000000001</c:v>
                      </c:pt>
                      <c:pt idx="6456">
                        <c:v>26.875</c:v>
                      </c:pt>
                      <c:pt idx="6457">
                        <c:v>26.879166999999999</c:v>
                      </c:pt>
                      <c:pt idx="6458">
                        <c:v>26.883333</c:v>
                      </c:pt>
                      <c:pt idx="6459">
                        <c:v>26.887499999999999</c:v>
                      </c:pt>
                      <c:pt idx="6460">
                        <c:v>26.891667000000002</c:v>
                      </c:pt>
                      <c:pt idx="6461">
                        <c:v>26.895833</c:v>
                      </c:pt>
                      <c:pt idx="6462">
                        <c:v>26.9</c:v>
                      </c:pt>
                      <c:pt idx="6463">
                        <c:v>26.904167000000001</c:v>
                      </c:pt>
                      <c:pt idx="6464">
                        <c:v>26.908332999999999</c:v>
                      </c:pt>
                      <c:pt idx="6465">
                        <c:v>26.912500000000001</c:v>
                      </c:pt>
                      <c:pt idx="6466">
                        <c:v>26.916667</c:v>
                      </c:pt>
                      <c:pt idx="6467">
                        <c:v>26.920832999999998</c:v>
                      </c:pt>
                      <c:pt idx="6468">
                        <c:v>26.925000000000001</c:v>
                      </c:pt>
                      <c:pt idx="6469">
                        <c:v>26.929167</c:v>
                      </c:pt>
                      <c:pt idx="6470">
                        <c:v>26.933333000000001</c:v>
                      </c:pt>
                      <c:pt idx="6471">
                        <c:v>26.9375</c:v>
                      </c:pt>
                      <c:pt idx="6472">
                        <c:v>26.941666999999999</c:v>
                      </c:pt>
                      <c:pt idx="6473">
                        <c:v>26.945833</c:v>
                      </c:pt>
                      <c:pt idx="6474">
                        <c:v>26.95</c:v>
                      </c:pt>
                      <c:pt idx="6475">
                        <c:v>26.954167000000002</c:v>
                      </c:pt>
                      <c:pt idx="6476">
                        <c:v>26.958333</c:v>
                      </c:pt>
                      <c:pt idx="6477">
                        <c:v>26.962499999999999</c:v>
                      </c:pt>
                      <c:pt idx="6478">
                        <c:v>26.966667000000001</c:v>
                      </c:pt>
                      <c:pt idx="6479">
                        <c:v>26.970832999999999</c:v>
                      </c:pt>
                      <c:pt idx="6480">
                        <c:v>26.975000000000001</c:v>
                      </c:pt>
                      <c:pt idx="6481">
                        <c:v>26.979167</c:v>
                      </c:pt>
                      <c:pt idx="6482">
                        <c:v>26.983332999999998</c:v>
                      </c:pt>
                      <c:pt idx="6483">
                        <c:v>26.987500000000001</c:v>
                      </c:pt>
                      <c:pt idx="6484">
                        <c:v>26.991667</c:v>
                      </c:pt>
                      <c:pt idx="6485">
                        <c:v>26.995833000000001</c:v>
                      </c:pt>
                      <c:pt idx="6486">
                        <c:v>27</c:v>
                      </c:pt>
                      <c:pt idx="6487">
                        <c:v>27.004166999999999</c:v>
                      </c:pt>
                      <c:pt idx="6488">
                        <c:v>27.008333</c:v>
                      </c:pt>
                      <c:pt idx="6489">
                        <c:v>27.012499999999999</c:v>
                      </c:pt>
                      <c:pt idx="6490">
                        <c:v>27.016667000000002</c:v>
                      </c:pt>
                      <c:pt idx="6491">
                        <c:v>27.020833</c:v>
                      </c:pt>
                      <c:pt idx="6492">
                        <c:v>27.024999999999999</c:v>
                      </c:pt>
                      <c:pt idx="6493">
                        <c:v>27.029167000000001</c:v>
                      </c:pt>
                      <c:pt idx="6494">
                        <c:v>27.033332999999999</c:v>
                      </c:pt>
                      <c:pt idx="6495">
                        <c:v>27.037500000000001</c:v>
                      </c:pt>
                      <c:pt idx="6496">
                        <c:v>27.041667</c:v>
                      </c:pt>
                      <c:pt idx="6497">
                        <c:v>27.045832999999998</c:v>
                      </c:pt>
                      <c:pt idx="6498">
                        <c:v>27.05</c:v>
                      </c:pt>
                      <c:pt idx="6499">
                        <c:v>27.054167</c:v>
                      </c:pt>
                      <c:pt idx="6500">
                        <c:v>27.058333000000001</c:v>
                      </c:pt>
                      <c:pt idx="6501">
                        <c:v>27.0625</c:v>
                      </c:pt>
                      <c:pt idx="6502">
                        <c:v>27.066666999999999</c:v>
                      </c:pt>
                      <c:pt idx="6503">
                        <c:v>27.070833</c:v>
                      </c:pt>
                      <c:pt idx="6504">
                        <c:v>27.074999999999999</c:v>
                      </c:pt>
                      <c:pt idx="6505">
                        <c:v>27.079167000000002</c:v>
                      </c:pt>
                      <c:pt idx="6506">
                        <c:v>27.083333</c:v>
                      </c:pt>
                      <c:pt idx="6507">
                        <c:v>27.087499999999999</c:v>
                      </c:pt>
                      <c:pt idx="6508">
                        <c:v>27.091667000000001</c:v>
                      </c:pt>
                      <c:pt idx="6509">
                        <c:v>27.095832999999999</c:v>
                      </c:pt>
                      <c:pt idx="6510">
                        <c:v>27.1</c:v>
                      </c:pt>
                      <c:pt idx="6511">
                        <c:v>27.104167</c:v>
                      </c:pt>
                      <c:pt idx="6512">
                        <c:v>27.108332999999998</c:v>
                      </c:pt>
                      <c:pt idx="6513">
                        <c:v>27.112500000000001</c:v>
                      </c:pt>
                      <c:pt idx="6514">
                        <c:v>27.116667</c:v>
                      </c:pt>
                      <c:pt idx="6515">
                        <c:v>27.120833000000001</c:v>
                      </c:pt>
                      <c:pt idx="6516">
                        <c:v>27.125</c:v>
                      </c:pt>
                      <c:pt idx="6517">
                        <c:v>27.129166999999999</c:v>
                      </c:pt>
                      <c:pt idx="6518">
                        <c:v>27.133333</c:v>
                      </c:pt>
                      <c:pt idx="6519">
                        <c:v>27.137499999999999</c:v>
                      </c:pt>
                      <c:pt idx="6520">
                        <c:v>27.141667000000002</c:v>
                      </c:pt>
                      <c:pt idx="6521">
                        <c:v>27.145833</c:v>
                      </c:pt>
                      <c:pt idx="6522">
                        <c:v>27.15</c:v>
                      </c:pt>
                      <c:pt idx="6523">
                        <c:v>27.154167000000001</c:v>
                      </c:pt>
                      <c:pt idx="6524">
                        <c:v>27.158332999999999</c:v>
                      </c:pt>
                      <c:pt idx="6525">
                        <c:v>27.162500000000001</c:v>
                      </c:pt>
                      <c:pt idx="6526">
                        <c:v>27.166667</c:v>
                      </c:pt>
                      <c:pt idx="6527">
                        <c:v>27.170832999999998</c:v>
                      </c:pt>
                      <c:pt idx="6528">
                        <c:v>27.175000000000001</c:v>
                      </c:pt>
                      <c:pt idx="6529">
                        <c:v>27.179167</c:v>
                      </c:pt>
                      <c:pt idx="6530">
                        <c:v>27.183333000000001</c:v>
                      </c:pt>
                      <c:pt idx="6531">
                        <c:v>27.1875</c:v>
                      </c:pt>
                      <c:pt idx="6532">
                        <c:v>27.191666999999999</c:v>
                      </c:pt>
                      <c:pt idx="6533">
                        <c:v>27.195833</c:v>
                      </c:pt>
                      <c:pt idx="6534">
                        <c:v>27.2</c:v>
                      </c:pt>
                      <c:pt idx="6535">
                        <c:v>27.204167000000002</c:v>
                      </c:pt>
                      <c:pt idx="6536">
                        <c:v>27.208333</c:v>
                      </c:pt>
                      <c:pt idx="6537">
                        <c:v>27.212499999999999</c:v>
                      </c:pt>
                      <c:pt idx="6538">
                        <c:v>27.216667000000001</c:v>
                      </c:pt>
                      <c:pt idx="6539">
                        <c:v>27.220832999999999</c:v>
                      </c:pt>
                      <c:pt idx="6540">
                        <c:v>27.225000000000001</c:v>
                      </c:pt>
                      <c:pt idx="6541">
                        <c:v>27.229167</c:v>
                      </c:pt>
                      <c:pt idx="6542">
                        <c:v>27.233332999999998</c:v>
                      </c:pt>
                      <c:pt idx="6543">
                        <c:v>27.237500000000001</c:v>
                      </c:pt>
                      <c:pt idx="6544">
                        <c:v>27.241667</c:v>
                      </c:pt>
                      <c:pt idx="6545">
                        <c:v>27.245833000000001</c:v>
                      </c:pt>
                      <c:pt idx="6546">
                        <c:v>27.25</c:v>
                      </c:pt>
                      <c:pt idx="6547">
                        <c:v>27.254166999999999</c:v>
                      </c:pt>
                      <c:pt idx="6548">
                        <c:v>27.258333</c:v>
                      </c:pt>
                      <c:pt idx="6549">
                        <c:v>27.262499999999999</c:v>
                      </c:pt>
                      <c:pt idx="6550">
                        <c:v>27.266667000000002</c:v>
                      </c:pt>
                      <c:pt idx="6551">
                        <c:v>27.270833</c:v>
                      </c:pt>
                      <c:pt idx="6552">
                        <c:v>27.274999999999999</c:v>
                      </c:pt>
                      <c:pt idx="6553">
                        <c:v>27.279167000000001</c:v>
                      </c:pt>
                      <c:pt idx="6554">
                        <c:v>27.283332999999999</c:v>
                      </c:pt>
                      <c:pt idx="6555">
                        <c:v>27.287500000000001</c:v>
                      </c:pt>
                      <c:pt idx="6556">
                        <c:v>27.291667</c:v>
                      </c:pt>
                      <c:pt idx="6557">
                        <c:v>27.295832999999998</c:v>
                      </c:pt>
                      <c:pt idx="6558">
                        <c:v>27.3</c:v>
                      </c:pt>
                      <c:pt idx="6559">
                        <c:v>27.304167</c:v>
                      </c:pt>
                      <c:pt idx="6560">
                        <c:v>27.308333000000001</c:v>
                      </c:pt>
                      <c:pt idx="6561">
                        <c:v>27.3125</c:v>
                      </c:pt>
                      <c:pt idx="6562">
                        <c:v>27.316666999999999</c:v>
                      </c:pt>
                      <c:pt idx="6563">
                        <c:v>27.320833</c:v>
                      </c:pt>
                      <c:pt idx="6564">
                        <c:v>27.324999999999999</c:v>
                      </c:pt>
                      <c:pt idx="6565">
                        <c:v>27.329167000000002</c:v>
                      </c:pt>
                      <c:pt idx="6566">
                        <c:v>27.333333</c:v>
                      </c:pt>
                      <c:pt idx="6567">
                        <c:v>27.337499999999999</c:v>
                      </c:pt>
                      <c:pt idx="6568">
                        <c:v>27.341667000000001</c:v>
                      </c:pt>
                      <c:pt idx="6569">
                        <c:v>27.345832999999999</c:v>
                      </c:pt>
                      <c:pt idx="6570">
                        <c:v>27.35</c:v>
                      </c:pt>
                      <c:pt idx="6571">
                        <c:v>27.354167</c:v>
                      </c:pt>
                      <c:pt idx="6572">
                        <c:v>27.358332999999998</c:v>
                      </c:pt>
                      <c:pt idx="6573">
                        <c:v>27.362500000000001</c:v>
                      </c:pt>
                      <c:pt idx="6574">
                        <c:v>27.366667</c:v>
                      </c:pt>
                      <c:pt idx="6575">
                        <c:v>27.370833000000001</c:v>
                      </c:pt>
                      <c:pt idx="6576">
                        <c:v>27.375</c:v>
                      </c:pt>
                      <c:pt idx="6577">
                        <c:v>27.379166999999999</c:v>
                      </c:pt>
                      <c:pt idx="6578">
                        <c:v>27.383333</c:v>
                      </c:pt>
                      <c:pt idx="6579">
                        <c:v>27.387499999999999</c:v>
                      </c:pt>
                      <c:pt idx="6580">
                        <c:v>27.391667000000002</c:v>
                      </c:pt>
                      <c:pt idx="6581">
                        <c:v>27.395833</c:v>
                      </c:pt>
                      <c:pt idx="6582">
                        <c:v>27.4</c:v>
                      </c:pt>
                      <c:pt idx="6583">
                        <c:v>27.404167000000001</c:v>
                      </c:pt>
                      <c:pt idx="6584">
                        <c:v>27.408332999999999</c:v>
                      </c:pt>
                      <c:pt idx="6585">
                        <c:v>27.412500000000001</c:v>
                      </c:pt>
                      <c:pt idx="6586">
                        <c:v>27.416667</c:v>
                      </c:pt>
                      <c:pt idx="6587">
                        <c:v>27.420832999999998</c:v>
                      </c:pt>
                      <c:pt idx="6588">
                        <c:v>27.425000000000001</c:v>
                      </c:pt>
                      <c:pt idx="6589">
                        <c:v>27.429167</c:v>
                      </c:pt>
                      <c:pt idx="6590">
                        <c:v>27.433333000000001</c:v>
                      </c:pt>
                      <c:pt idx="6591">
                        <c:v>27.4375</c:v>
                      </c:pt>
                      <c:pt idx="6592">
                        <c:v>27.441666999999999</c:v>
                      </c:pt>
                      <c:pt idx="6593">
                        <c:v>27.445833</c:v>
                      </c:pt>
                      <c:pt idx="6594">
                        <c:v>27.45</c:v>
                      </c:pt>
                      <c:pt idx="6595">
                        <c:v>27.454167000000002</c:v>
                      </c:pt>
                      <c:pt idx="6596">
                        <c:v>27.458333</c:v>
                      </c:pt>
                      <c:pt idx="6597">
                        <c:v>27.462499999999999</c:v>
                      </c:pt>
                      <c:pt idx="6598">
                        <c:v>27.466667000000001</c:v>
                      </c:pt>
                      <c:pt idx="6599">
                        <c:v>27.470832999999999</c:v>
                      </c:pt>
                      <c:pt idx="6600">
                        <c:v>27.475000000000001</c:v>
                      </c:pt>
                      <c:pt idx="6601">
                        <c:v>27.479167</c:v>
                      </c:pt>
                      <c:pt idx="6602">
                        <c:v>27.483332999999998</c:v>
                      </c:pt>
                      <c:pt idx="6603">
                        <c:v>27.487500000000001</c:v>
                      </c:pt>
                      <c:pt idx="6604">
                        <c:v>27.491667</c:v>
                      </c:pt>
                      <c:pt idx="6605">
                        <c:v>27.495833000000001</c:v>
                      </c:pt>
                      <c:pt idx="6606">
                        <c:v>27.5</c:v>
                      </c:pt>
                      <c:pt idx="6607">
                        <c:v>27.504166999999999</c:v>
                      </c:pt>
                      <c:pt idx="6608">
                        <c:v>27.508333</c:v>
                      </c:pt>
                      <c:pt idx="6609">
                        <c:v>27.512499999999999</c:v>
                      </c:pt>
                      <c:pt idx="6610">
                        <c:v>27.516667000000002</c:v>
                      </c:pt>
                      <c:pt idx="6611">
                        <c:v>27.520833</c:v>
                      </c:pt>
                      <c:pt idx="6612">
                        <c:v>27.524999999999999</c:v>
                      </c:pt>
                      <c:pt idx="6613">
                        <c:v>27.529167000000001</c:v>
                      </c:pt>
                      <c:pt idx="6614">
                        <c:v>27.533332999999999</c:v>
                      </c:pt>
                      <c:pt idx="6615">
                        <c:v>27.537500000000001</c:v>
                      </c:pt>
                      <c:pt idx="6616">
                        <c:v>27.541667</c:v>
                      </c:pt>
                      <c:pt idx="6617">
                        <c:v>27.545832999999998</c:v>
                      </c:pt>
                      <c:pt idx="6618">
                        <c:v>27.55</c:v>
                      </c:pt>
                      <c:pt idx="6619">
                        <c:v>27.554167</c:v>
                      </c:pt>
                      <c:pt idx="6620">
                        <c:v>27.558333000000001</c:v>
                      </c:pt>
                      <c:pt idx="6621">
                        <c:v>27.5625</c:v>
                      </c:pt>
                      <c:pt idx="6622">
                        <c:v>27.566666999999999</c:v>
                      </c:pt>
                      <c:pt idx="6623">
                        <c:v>27.570833</c:v>
                      </c:pt>
                      <c:pt idx="6624">
                        <c:v>27.574999999999999</c:v>
                      </c:pt>
                      <c:pt idx="6625">
                        <c:v>27.579167000000002</c:v>
                      </c:pt>
                      <c:pt idx="6626">
                        <c:v>27.583333</c:v>
                      </c:pt>
                      <c:pt idx="6627">
                        <c:v>27.587499999999999</c:v>
                      </c:pt>
                      <c:pt idx="6628">
                        <c:v>27.591667000000001</c:v>
                      </c:pt>
                      <c:pt idx="6629">
                        <c:v>27.595832999999999</c:v>
                      </c:pt>
                      <c:pt idx="6630">
                        <c:v>27.6</c:v>
                      </c:pt>
                      <c:pt idx="6631">
                        <c:v>27.604167</c:v>
                      </c:pt>
                      <c:pt idx="6632">
                        <c:v>27.608332999999998</c:v>
                      </c:pt>
                      <c:pt idx="6633">
                        <c:v>27.612500000000001</c:v>
                      </c:pt>
                      <c:pt idx="6634">
                        <c:v>27.616667</c:v>
                      </c:pt>
                      <c:pt idx="6635">
                        <c:v>27.620833000000001</c:v>
                      </c:pt>
                      <c:pt idx="6636">
                        <c:v>27.625</c:v>
                      </c:pt>
                      <c:pt idx="6637">
                        <c:v>27.629166999999999</c:v>
                      </c:pt>
                      <c:pt idx="6638">
                        <c:v>27.633333</c:v>
                      </c:pt>
                      <c:pt idx="6639">
                        <c:v>27.637499999999999</c:v>
                      </c:pt>
                      <c:pt idx="6640">
                        <c:v>27.641667000000002</c:v>
                      </c:pt>
                      <c:pt idx="6641">
                        <c:v>27.645833</c:v>
                      </c:pt>
                      <c:pt idx="6642">
                        <c:v>27.65</c:v>
                      </c:pt>
                      <c:pt idx="6643">
                        <c:v>27.654167000000001</c:v>
                      </c:pt>
                      <c:pt idx="6644">
                        <c:v>27.658332999999999</c:v>
                      </c:pt>
                      <c:pt idx="6645">
                        <c:v>27.662500000000001</c:v>
                      </c:pt>
                      <c:pt idx="6646">
                        <c:v>27.666667</c:v>
                      </c:pt>
                      <c:pt idx="6647">
                        <c:v>27.670832999999998</c:v>
                      </c:pt>
                      <c:pt idx="6648">
                        <c:v>27.675000000000001</c:v>
                      </c:pt>
                      <c:pt idx="6649">
                        <c:v>27.679167</c:v>
                      </c:pt>
                      <c:pt idx="6650">
                        <c:v>27.683333000000001</c:v>
                      </c:pt>
                      <c:pt idx="6651">
                        <c:v>27.6875</c:v>
                      </c:pt>
                      <c:pt idx="6652">
                        <c:v>27.691666999999999</c:v>
                      </c:pt>
                      <c:pt idx="6653">
                        <c:v>27.695833</c:v>
                      </c:pt>
                      <c:pt idx="6654">
                        <c:v>27.7</c:v>
                      </c:pt>
                      <c:pt idx="6655">
                        <c:v>27.704167000000002</c:v>
                      </c:pt>
                      <c:pt idx="6656">
                        <c:v>27.708333</c:v>
                      </c:pt>
                      <c:pt idx="6657">
                        <c:v>27.712499999999999</c:v>
                      </c:pt>
                      <c:pt idx="6658">
                        <c:v>27.716667000000001</c:v>
                      </c:pt>
                      <c:pt idx="6659">
                        <c:v>27.720832999999999</c:v>
                      </c:pt>
                      <c:pt idx="6660">
                        <c:v>27.725000000000001</c:v>
                      </c:pt>
                      <c:pt idx="6661">
                        <c:v>27.729167</c:v>
                      </c:pt>
                      <c:pt idx="6662">
                        <c:v>27.733332999999998</c:v>
                      </c:pt>
                      <c:pt idx="6663">
                        <c:v>27.737500000000001</c:v>
                      </c:pt>
                      <c:pt idx="6664">
                        <c:v>27.741667</c:v>
                      </c:pt>
                      <c:pt idx="6665">
                        <c:v>27.745833000000001</c:v>
                      </c:pt>
                      <c:pt idx="6666">
                        <c:v>27.75</c:v>
                      </c:pt>
                      <c:pt idx="6667">
                        <c:v>27.754166999999999</c:v>
                      </c:pt>
                      <c:pt idx="6668">
                        <c:v>27.758333</c:v>
                      </c:pt>
                      <c:pt idx="6669">
                        <c:v>27.762499999999999</c:v>
                      </c:pt>
                      <c:pt idx="6670">
                        <c:v>27.766667000000002</c:v>
                      </c:pt>
                      <c:pt idx="6671">
                        <c:v>27.770833</c:v>
                      </c:pt>
                      <c:pt idx="6672">
                        <c:v>27.774999999999999</c:v>
                      </c:pt>
                      <c:pt idx="6673">
                        <c:v>27.779167000000001</c:v>
                      </c:pt>
                      <c:pt idx="6674">
                        <c:v>27.783332999999999</c:v>
                      </c:pt>
                      <c:pt idx="6675">
                        <c:v>27.787500000000001</c:v>
                      </c:pt>
                      <c:pt idx="6676">
                        <c:v>27.791667</c:v>
                      </c:pt>
                      <c:pt idx="6677">
                        <c:v>27.795832999999998</c:v>
                      </c:pt>
                      <c:pt idx="6678">
                        <c:v>27.8</c:v>
                      </c:pt>
                      <c:pt idx="6679">
                        <c:v>27.804167</c:v>
                      </c:pt>
                      <c:pt idx="6680">
                        <c:v>27.808333000000001</c:v>
                      </c:pt>
                      <c:pt idx="6681">
                        <c:v>27.8125</c:v>
                      </c:pt>
                      <c:pt idx="6682">
                        <c:v>27.816666999999999</c:v>
                      </c:pt>
                      <c:pt idx="6683">
                        <c:v>27.820833</c:v>
                      </c:pt>
                      <c:pt idx="6684">
                        <c:v>27.824999999999999</c:v>
                      </c:pt>
                      <c:pt idx="6685">
                        <c:v>27.829167000000002</c:v>
                      </c:pt>
                      <c:pt idx="6686">
                        <c:v>27.833333</c:v>
                      </c:pt>
                      <c:pt idx="6687">
                        <c:v>27.837499999999999</c:v>
                      </c:pt>
                      <c:pt idx="6688">
                        <c:v>27.841667000000001</c:v>
                      </c:pt>
                      <c:pt idx="6689">
                        <c:v>27.845832999999999</c:v>
                      </c:pt>
                      <c:pt idx="6690">
                        <c:v>27.85</c:v>
                      </c:pt>
                      <c:pt idx="6691">
                        <c:v>27.854167</c:v>
                      </c:pt>
                      <c:pt idx="6692">
                        <c:v>27.858332999999998</c:v>
                      </c:pt>
                      <c:pt idx="6693">
                        <c:v>27.862500000000001</c:v>
                      </c:pt>
                      <c:pt idx="6694">
                        <c:v>27.866667</c:v>
                      </c:pt>
                      <c:pt idx="6695">
                        <c:v>27.870833000000001</c:v>
                      </c:pt>
                      <c:pt idx="6696">
                        <c:v>27.875</c:v>
                      </c:pt>
                      <c:pt idx="6697">
                        <c:v>27.879166999999999</c:v>
                      </c:pt>
                      <c:pt idx="6698">
                        <c:v>27.883333</c:v>
                      </c:pt>
                      <c:pt idx="6699">
                        <c:v>27.887499999999999</c:v>
                      </c:pt>
                      <c:pt idx="6700">
                        <c:v>27.891667000000002</c:v>
                      </c:pt>
                      <c:pt idx="6701">
                        <c:v>27.895833</c:v>
                      </c:pt>
                      <c:pt idx="6702">
                        <c:v>27.9</c:v>
                      </c:pt>
                      <c:pt idx="6703">
                        <c:v>27.904167000000001</c:v>
                      </c:pt>
                      <c:pt idx="6704">
                        <c:v>27.908332999999999</c:v>
                      </c:pt>
                      <c:pt idx="6705">
                        <c:v>27.912500000000001</c:v>
                      </c:pt>
                      <c:pt idx="6706">
                        <c:v>27.916667</c:v>
                      </c:pt>
                      <c:pt idx="6707">
                        <c:v>27.920832999999998</c:v>
                      </c:pt>
                      <c:pt idx="6708">
                        <c:v>27.925000000000001</c:v>
                      </c:pt>
                      <c:pt idx="6709">
                        <c:v>27.929167</c:v>
                      </c:pt>
                      <c:pt idx="6710">
                        <c:v>27.933333000000001</c:v>
                      </c:pt>
                      <c:pt idx="6711">
                        <c:v>27.9375</c:v>
                      </c:pt>
                      <c:pt idx="6712">
                        <c:v>27.941666999999999</c:v>
                      </c:pt>
                      <c:pt idx="6713">
                        <c:v>27.945833</c:v>
                      </c:pt>
                      <c:pt idx="6714">
                        <c:v>27.95</c:v>
                      </c:pt>
                      <c:pt idx="6715">
                        <c:v>27.954167000000002</c:v>
                      </c:pt>
                      <c:pt idx="6716">
                        <c:v>27.958333</c:v>
                      </c:pt>
                      <c:pt idx="6717">
                        <c:v>27.962499999999999</c:v>
                      </c:pt>
                      <c:pt idx="6718">
                        <c:v>27.966667000000001</c:v>
                      </c:pt>
                      <c:pt idx="6719">
                        <c:v>27.970832999999999</c:v>
                      </c:pt>
                      <c:pt idx="6720">
                        <c:v>27.975000000000001</c:v>
                      </c:pt>
                      <c:pt idx="6721">
                        <c:v>27.979167</c:v>
                      </c:pt>
                      <c:pt idx="6722">
                        <c:v>27.983332999999998</c:v>
                      </c:pt>
                      <c:pt idx="6723">
                        <c:v>27.987500000000001</c:v>
                      </c:pt>
                      <c:pt idx="6724">
                        <c:v>27.991667</c:v>
                      </c:pt>
                      <c:pt idx="6725">
                        <c:v>27.995833000000001</c:v>
                      </c:pt>
                      <c:pt idx="6726">
                        <c:v>28</c:v>
                      </c:pt>
                      <c:pt idx="6727">
                        <c:v>28.004166999999999</c:v>
                      </c:pt>
                      <c:pt idx="6728">
                        <c:v>28.008333</c:v>
                      </c:pt>
                      <c:pt idx="6729">
                        <c:v>28.012499999999999</c:v>
                      </c:pt>
                      <c:pt idx="6730">
                        <c:v>28.016667000000002</c:v>
                      </c:pt>
                      <c:pt idx="6731">
                        <c:v>28.020833</c:v>
                      </c:pt>
                      <c:pt idx="6732">
                        <c:v>28.024999999999999</c:v>
                      </c:pt>
                      <c:pt idx="6733">
                        <c:v>28.029167000000001</c:v>
                      </c:pt>
                      <c:pt idx="6734">
                        <c:v>28.033332999999999</c:v>
                      </c:pt>
                      <c:pt idx="6735">
                        <c:v>28.037500000000001</c:v>
                      </c:pt>
                      <c:pt idx="6736">
                        <c:v>28.041667</c:v>
                      </c:pt>
                      <c:pt idx="6737">
                        <c:v>28.045832999999998</c:v>
                      </c:pt>
                      <c:pt idx="6738">
                        <c:v>28.05</c:v>
                      </c:pt>
                      <c:pt idx="6739">
                        <c:v>28.054167</c:v>
                      </c:pt>
                      <c:pt idx="6740">
                        <c:v>28.058333000000001</c:v>
                      </c:pt>
                      <c:pt idx="6741">
                        <c:v>28.0625</c:v>
                      </c:pt>
                      <c:pt idx="6742">
                        <c:v>28.066666999999999</c:v>
                      </c:pt>
                      <c:pt idx="6743">
                        <c:v>28.070833</c:v>
                      </c:pt>
                      <c:pt idx="6744">
                        <c:v>28.074999999999999</c:v>
                      </c:pt>
                      <c:pt idx="6745">
                        <c:v>28.079167000000002</c:v>
                      </c:pt>
                      <c:pt idx="6746">
                        <c:v>28.083333</c:v>
                      </c:pt>
                      <c:pt idx="6747">
                        <c:v>28.087499999999999</c:v>
                      </c:pt>
                      <c:pt idx="6748">
                        <c:v>28.091667000000001</c:v>
                      </c:pt>
                      <c:pt idx="6749">
                        <c:v>28.095832999999999</c:v>
                      </c:pt>
                      <c:pt idx="6750">
                        <c:v>28.1</c:v>
                      </c:pt>
                      <c:pt idx="6751">
                        <c:v>28.104167</c:v>
                      </c:pt>
                      <c:pt idx="6752">
                        <c:v>28.108332999999998</c:v>
                      </c:pt>
                      <c:pt idx="6753">
                        <c:v>28.112500000000001</c:v>
                      </c:pt>
                      <c:pt idx="6754">
                        <c:v>28.116667</c:v>
                      </c:pt>
                      <c:pt idx="6755">
                        <c:v>28.120833000000001</c:v>
                      </c:pt>
                      <c:pt idx="6756">
                        <c:v>28.125</c:v>
                      </c:pt>
                      <c:pt idx="6757">
                        <c:v>28.129166999999999</c:v>
                      </c:pt>
                      <c:pt idx="6758">
                        <c:v>28.133333</c:v>
                      </c:pt>
                      <c:pt idx="6759">
                        <c:v>28.137499999999999</c:v>
                      </c:pt>
                      <c:pt idx="6760">
                        <c:v>28.141667000000002</c:v>
                      </c:pt>
                      <c:pt idx="6761">
                        <c:v>28.145833</c:v>
                      </c:pt>
                      <c:pt idx="6762">
                        <c:v>28.15</c:v>
                      </c:pt>
                      <c:pt idx="6763">
                        <c:v>28.154167000000001</c:v>
                      </c:pt>
                      <c:pt idx="6764">
                        <c:v>28.158332999999999</c:v>
                      </c:pt>
                      <c:pt idx="6765">
                        <c:v>28.162500000000001</c:v>
                      </c:pt>
                      <c:pt idx="6766">
                        <c:v>28.166667</c:v>
                      </c:pt>
                      <c:pt idx="6767">
                        <c:v>28.170832999999998</c:v>
                      </c:pt>
                      <c:pt idx="6768">
                        <c:v>28.175000000000001</c:v>
                      </c:pt>
                      <c:pt idx="6769">
                        <c:v>28.179167</c:v>
                      </c:pt>
                      <c:pt idx="6770">
                        <c:v>28.183333000000001</c:v>
                      </c:pt>
                      <c:pt idx="6771">
                        <c:v>28.1875</c:v>
                      </c:pt>
                      <c:pt idx="6772">
                        <c:v>28.191666999999999</c:v>
                      </c:pt>
                      <c:pt idx="6773">
                        <c:v>28.195833</c:v>
                      </c:pt>
                      <c:pt idx="6774">
                        <c:v>28.2</c:v>
                      </c:pt>
                      <c:pt idx="6775">
                        <c:v>28.204167000000002</c:v>
                      </c:pt>
                      <c:pt idx="6776">
                        <c:v>28.208333</c:v>
                      </c:pt>
                      <c:pt idx="6777">
                        <c:v>28.212499999999999</c:v>
                      </c:pt>
                      <c:pt idx="6778">
                        <c:v>28.216667000000001</c:v>
                      </c:pt>
                      <c:pt idx="6779">
                        <c:v>28.220832999999999</c:v>
                      </c:pt>
                      <c:pt idx="6780">
                        <c:v>28.225000000000001</c:v>
                      </c:pt>
                      <c:pt idx="6781">
                        <c:v>28.229167</c:v>
                      </c:pt>
                      <c:pt idx="6782">
                        <c:v>28.233332999999998</c:v>
                      </c:pt>
                      <c:pt idx="6783">
                        <c:v>28.237500000000001</c:v>
                      </c:pt>
                      <c:pt idx="6784">
                        <c:v>28.241667</c:v>
                      </c:pt>
                      <c:pt idx="6785">
                        <c:v>28.245833000000001</c:v>
                      </c:pt>
                      <c:pt idx="6786">
                        <c:v>28.25</c:v>
                      </c:pt>
                      <c:pt idx="6787">
                        <c:v>28.254166999999999</c:v>
                      </c:pt>
                      <c:pt idx="6788">
                        <c:v>28.258333</c:v>
                      </c:pt>
                      <c:pt idx="6789">
                        <c:v>28.262499999999999</c:v>
                      </c:pt>
                      <c:pt idx="6790">
                        <c:v>28.266667000000002</c:v>
                      </c:pt>
                      <c:pt idx="6791">
                        <c:v>28.270833</c:v>
                      </c:pt>
                      <c:pt idx="6792">
                        <c:v>28.274999999999999</c:v>
                      </c:pt>
                      <c:pt idx="6793">
                        <c:v>28.279167000000001</c:v>
                      </c:pt>
                      <c:pt idx="6794">
                        <c:v>28.283332999999999</c:v>
                      </c:pt>
                      <c:pt idx="6795">
                        <c:v>28.287500000000001</c:v>
                      </c:pt>
                      <c:pt idx="6796">
                        <c:v>28.291667</c:v>
                      </c:pt>
                      <c:pt idx="6797">
                        <c:v>28.295832999999998</c:v>
                      </c:pt>
                      <c:pt idx="6798">
                        <c:v>28.3</c:v>
                      </c:pt>
                      <c:pt idx="6799">
                        <c:v>28.304167</c:v>
                      </c:pt>
                      <c:pt idx="6800">
                        <c:v>28.308333000000001</c:v>
                      </c:pt>
                      <c:pt idx="6801">
                        <c:v>28.3125</c:v>
                      </c:pt>
                      <c:pt idx="6802">
                        <c:v>28.316666999999999</c:v>
                      </c:pt>
                      <c:pt idx="6803">
                        <c:v>28.320833</c:v>
                      </c:pt>
                      <c:pt idx="6804">
                        <c:v>28.324999999999999</c:v>
                      </c:pt>
                      <c:pt idx="6805">
                        <c:v>28.329167000000002</c:v>
                      </c:pt>
                      <c:pt idx="6806">
                        <c:v>28.333333</c:v>
                      </c:pt>
                      <c:pt idx="6807">
                        <c:v>28.337499999999999</c:v>
                      </c:pt>
                      <c:pt idx="6808">
                        <c:v>28.341667000000001</c:v>
                      </c:pt>
                      <c:pt idx="6809">
                        <c:v>28.345832999999999</c:v>
                      </c:pt>
                      <c:pt idx="6810">
                        <c:v>28.35</c:v>
                      </c:pt>
                      <c:pt idx="6811">
                        <c:v>28.354167</c:v>
                      </c:pt>
                      <c:pt idx="6812">
                        <c:v>28.358332999999998</c:v>
                      </c:pt>
                      <c:pt idx="6813">
                        <c:v>28.362500000000001</c:v>
                      </c:pt>
                      <c:pt idx="6814">
                        <c:v>28.366667</c:v>
                      </c:pt>
                      <c:pt idx="6815">
                        <c:v>28.370833000000001</c:v>
                      </c:pt>
                      <c:pt idx="6816">
                        <c:v>28.375</c:v>
                      </c:pt>
                      <c:pt idx="6817">
                        <c:v>28.379166999999999</c:v>
                      </c:pt>
                      <c:pt idx="6818">
                        <c:v>28.383333</c:v>
                      </c:pt>
                      <c:pt idx="6819">
                        <c:v>28.387499999999999</c:v>
                      </c:pt>
                      <c:pt idx="6820">
                        <c:v>28.391667000000002</c:v>
                      </c:pt>
                      <c:pt idx="6821">
                        <c:v>28.395833</c:v>
                      </c:pt>
                      <c:pt idx="6822">
                        <c:v>28.4</c:v>
                      </c:pt>
                      <c:pt idx="6823">
                        <c:v>28.404167000000001</c:v>
                      </c:pt>
                      <c:pt idx="6824">
                        <c:v>28.408332999999999</c:v>
                      </c:pt>
                      <c:pt idx="6825">
                        <c:v>28.412500000000001</c:v>
                      </c:pt>
                      <c:pt idx="6826">
                        <c:v>28.416667</c:v>
                      </c:pt>
                      <c:pt idx="6827">
                        <c:v>28.420832999999998</c:v>
                      </c:pt>
                      <c:pt idx="6828">
                        <c:v>28.425000000000001</c:v>
                      </c:pt>
                      <c:pt idx="6829">
                        <c:v>28.429167</c:v>
                      </c:pt>
                      <c:pt idx="6830">
                        <c:v>28.433333000000001</c:v>
                      </c:pt>
                      <c:pt idx="6831">
                        <c:v>28.4375</c:v>
                      </c:pt>
                      <c:pt idx="6832">
                        <c:v>28.441666999999999</c:v>
                      </c:pt>
                      <c:pt idx="6833">
                        <c:v>28.445833</c:v>
                      </c:pt>
                      <c:pt idx="6834">
                        <c:v>28.45</c:v>
                      </c:pt>
                      <c:pt idx="6835">
                        <c:v>28.454167000000002</c:v>
                      </c:pt>
                      <c:pt idx="6836">
                        <c:v>28.458333</c:v>
                      </c:pt>
                      <c:pt idx="6837">
                        <c:v>28.462499999999999</c:v>
                      </c:pt>
                      <c:pt idx="6838">
                        <c:v>28.466667000000001</c:v>
                      </c:pt>
                      <c:pt idx="6839">
                        <c:v>28.470832999999999</c:v>
                      </c:pt>
                      <c:pt idx="6840">
                        <c:v>28.475000000000001</c:v>
                      </c:pt>
                      <c:pt idx="6841">
                        <c:v>28.479167</c:v>
                      </c:pt>
                      <c:pt idx="6842">
                        <c:v>28.483332999999998</c:v>
                      </c:pt>
                      <c:pt idx="6843">
                        <c:v>28.487500000000001</c:v>
                      </c:pt>
                      <c:pt idx="6844">
                        <c:v>28.491667</c:v>
                      </c:pt>
                      <c:pt idx="6845">
                        <c:v>28.495833000000001</c:v>
                      </c:pt>
                      <c:pt idx="6846">
                        <c:v>28.5</c:v>
                      </c:pt>
                      <c:pt idx="6847">
                        <c:v>28.504166999999999</c:v>
                      </c:pt>
                      <c:pt idx="6848">
                        <c:v>28.508333</c:v>
                      </c:pt>
                      <c:pt idx="6849">
                        <c:v>28.512499999999999</c:v>
                      </c:pt>
                      <c:pt idx="6850">
                        <c:v>28.516667000000002</c:v>
                      </c:pt>
                      <c:pt idx="6851">
                        <c:v>28.520833</c:v>
                      </c:pt>
                      <c:pt idx="6852">
                        <c:v>28.524999999999999</c:v>
                      </c:pt>
                      <c:pt idx="6853">
                        <c:v>28.529167000000001</c:v>
                      </c:pt>
                      <c:pt idx="6854">
                        <c:v>28.533332999999999</c:v>
                      </c:pt>
                      <c:pt idx="6855">
                        <c:v>28.537500000000001</c:v>
                      </c:pt>
                      <c:pt idx="6856">
                        <c:v>28.541667</c:v>
                      </c:pt>
                      <c:pt idx="6857">
                        <c:v>28.545832999999998</c:v>
                      </c:pt>
                      <c:pt idx="6858">
                        <c:v>28.55</c:v>
                      </c:pt>
                      <c:pt idx="6859">
                        <c:v>28.554167</c:v>
                      </c:pt>
                      <c:pt idx="6860">
                        <c:v>28.558333000000001</c:v>
                      </c:pt>
                      <c:pt idx="6861">
                        <c:v>28.5625</c:v>
                      </c:pt>
                      <c:pt idx="6862">
                        <c:v>28.566666999999999</c:v>
                      </c:pt>
                      <c:pt idx="6863">
                        <c:v>28.570833</c:v>
                      </c:pt>
                      <c:pt idx="6864">
                        <c:v>28.574999999999999</c:v>
                      </c:pt>
                      <c:pt idx="6865">
                        <c:v>28.579167000000002</c:v>
                      </c:pt>
                      <c:pt idx="6866">
                        <c:v>28.583333</c:v>
                      </c:pt>
                      <c:pt idx="6867">
                        <c:v>28.587499999999999</c:v>
                      </c:pt>
                      <c:pt idx="6868">
                        <c:v>28.591667000000001</c:v>
                      </c:pt>
                      <c:pt idx="6869">
                        <c:v>28.595832999999999</c:v>
                      </c:pt>
                      <c:pt idx="6870">
                        <c:v>28.6</c:v>
                      </c:pt>
                      <c:pt idx="6871">
                        <c:v>28.604167</c:v>
                      </c:pt>
                      <c:pt idx="6872">
                        <c:v>28.608332999999998</c:v>
                      </c:pt>
                      <c:pt idx="6873">
                        <c:v>28.612500000000001</c:v>
                      </c:pt>
                      <c:pt idx="6874">
                        <c:v>28.616667</c:v>
                      </c:pt>
                      <c:pt idx="6875">
                        <c:v>28.620833000000001</c:v>
                      </c:pt>
                      <c:pt idx="6876">
                        <c:v>28.625</c:v>
                      </c:pt>
                      <c:pt idx="6877">
                        <c:v>28.629166999999999</c:v>
                      </c:pt>
                      <c:pt idx="6878">
                        <c:v>28.633333</c:v>
                      </c:pt>
                      <c:pt idx="6879">
                        <c:v>28.637499999999999</c:v>
                      </c:pt>
                      <c:pt idx="6880">
                        <c:v>28.641667000000002</c:v>
                      </c:pt>
                      <c:pt idx="6881">
                        <c:v>28.645833</c:v>
                      </c:pt>
                      <c:pt idx="6882">
                        <c:v>28.65</c:v>
                      </c:pt>
                      <c:pt idx="6883">
                        <c:v>28.654167000000001</c:v>
                      </c:pt>
                      <c:pt idx="6884">
                        <c:v>28.658332999999999</c:v>
                      </c:pt>
                      <c:pt idx="6885">
                        <c:v>28.662500000000001</c:v>
                      </c:pt>
                      <c:pt idx="6886">
                        <c:v>28.666667</c:v>
                      </c:pt>
                      <c:pt idx="6887">
                        <c:v>28.670832999999998</c:v>
                      </c:pt>
                      <c:pt idx="6888">
                        <c:v>28.675000000000001</c:v>
                      </c:pt>
                      <c:pt idx="6889">
                        <c:v>28.679167</c:v>
                      </c:pt>
                      <c:pt idx="6890">
                        <c:v>28.683333000000001</c:v>
                      </c:pt>
                      <c:pt idx="6891">
                        <c:v>28.6875</c:v>
                      </c:pt>
                      <c:pt idx="6892">
                        <c:v>28.691666999999999</c:v>
                      </c:pt>
                      <c:pt idx="6893">
                        <c:v>28.695833</c:v>
                      </c:pt>
                      <c:pt idx="6894">
                        <c:v>28.7</c:v>
                      </c:pt>
                      <c:pt idx="6895">
                        <c:v>28.704167000000002</c:v>
                      </c:pt>
                      <c:pt idx="6896">
                        <c:v>28.708333</c:v>
                      </c:pt>
                      <c:pt idx="6897">
                        <c:v>28.712499999999999</c:v>
                      </c:pt>
                      <c:pt idx="6898">
                        <c:v>28.716667000000001</c:v>
                      </c:pt>
                      <c:pt idx="6899">
                        <c:v>28.720832999999999</c:v>
                      </c:pt>
                      <c:pt idx="6900">
                        <c:v>28.725000000000001</c:v>
                      </c:pt>
                      <c:pt idx="6901">
                        <c:v>28.729167</c:v>
                      </c:pt>
                      <c:pt idx="6902">
                        <c:v>28.733332999999998</c:v>
                      </c:pt>
                      <c:pt idx="6903">
                        <c:v>28.737500000000001</c:v>
                      </c:pt>
                      <c:pt idx="6904">
                        <c:v>28.741667</c:v>
                      </c:pt>
                      <c:pt idx="6905">
                        <c:v>28.745833000000001</c:v>
                      </c:pt>
                      <c:pt idx="6906">
                        <c:v>28.75</c:v>
                      </c:pt>
                      <c:pt idx="6907">
                        <c:v>28.754166999999999</c:v>
                      </c:pt>
                      <c:pt idx="6908">
                        <c:v>28.758333</c:v>
                      </c:pt>
                      <c:pt idx="6909">
                        <c:v>28.762499999999999</c:v>
                      </c:pt>
                      <c:pt idx="6910">
                        <c:v>28.766667000000002</c:v>
                      </c:pt>
                      <c:pt idx="6911">
                        <c:v>28.770833</c:v>
                      </c:pt>
                      <c:pt idx="6912">
                        <c:v>28.774999999999999</c:v>
                      </c:pt>
                      <c:pt idx="6913">
                        <c:v>28.779167000000001</c:v>
                      </c:pt>
                      <c:pt idx="6914">
                        <c:v>28.783332999999999</c:v>
                      </c:pt>
                      <c:pt idx="6915">
                        <c:v>28.787500000000001</c:v>
                      </c:pt>
                      <c:pt idx="6916">
                        <c:v>28.791667</c:v>
                      </c:pt>
                      <c:pt idx="6917">
                        <c:v>28.795832999999998</c:v>
                      </c:pt>
                      <c:pt idx="6918">
                        <c:v>28.8</c:v>
                      </c:pt>
                      <c:pt idx="6919">
                        <c:v>28.804167</c:v>
                      </c:pt>
                      <c:pt idx="6920">
                        <c:v>28.808333000000001</c:v>
                      </c:pt>
                      <c:pt idx="6921">
                        <c:v>28.8125</c:v>
                      </c:pt>
                      <c:pt idx="6922">
                        <c:v>28.816666999999999</c:v>
                      </c:pt>
                      <c:pt idx="6923">
                        <c:v>28.820833</c:v>
                      </c:pt>
                      <c:pt idx="6924">
                        <c:v>28.824999999999999</c:v>
                      </c:pt>
                      <c:pt idx="6925">
                        <c:v>28.829167000000002</c:v>
                      </c:pt>
                      <c:pt idx="6926">
                        <c:v>28.833333</c:v>
                      </c:pt>
                      <c:pt idx="6927">
                        <c:v>28.837499999999999</c:v>
                      </c:pt>
                      <c:pt idx="6928">
                        <c:v>28.841667000000001</c:v>
                      </c:pt>
                      <c:pt idx="6929">
                        <c:v>28.845832999999999</c:v>
                      </c:pt>
                      <c:pt idx="6930">
                        <c:v>28.85</c:v>
                      </c:pt>
                      <c:pt idx="6931">
                        <c:v>28.854167</c:v>
                      </c:pt>
                      <c:pt idx="6932">
                        <c:v>28.858332999999998</c:v>
                      </c:pt>
                      <c:pt idx="6933">
                        <c:v>28.862500000000001</c:v>
                      </c:pt>
                      <c:pt idx="6934">
                        <c:v>28.866667</c:v>
                      </c:pt>
                      <c:pt idx="6935">
                        <c:v>28.870833000000001</c:v>
                      </c:pt>
                      <c:pt idx="6936">
                        <c:v>28.875</c:v>
                      </c:pt>
                      <c:pt idx="6937">
                        <c:v>28.879166999999999</c:v>
                      </c:pt>
                      <c:pt idx="6938">
                        <c:v>28.883333</c:v>
                      </c:pt>
                      <c:pt idx="6939">
                        <c:v>28.887499999999999</c:v>
                      </c:pt>
                      <c:pt idx="6940">
                        <c:v>28.891667000000002</c:v>
                      </c:pt>
                      <c:pt idx="6941">
                        <c:v>28.895833</c:v>
                      </c:pt>
                      <c:pt idx="6942">
                        <c:v>28.9</c:v>
                      </c:pt>
                      <c:pt idx="6943">
                        <c:v>28.904167000000001</c:v>
                      </c:pt>
                      <c:pt idx="6944">
                        <c:v>28.908332999999999</c:v>
                      </c:pt>
                      <c:pt idx="6945">
                        <c:v>28.912500000000001</c:v>
                      </c:pt>
                      <c:pt idx="6946">
                        <c:v>28.916667</c:v>
                      </c:pt>
                      <c:pt idx="6947">
                        <c:v>28.920832999999998</c:v>
                      </c:pt>
                      <c:pt idx="6948">
                        <c:v>28.925000000000001</c:v>
                      </c:pt>
                      <c:pt idx="6949">
                        <c:v>28.929167</c:v>
                      </c:pt>
                      <c:pt idx="6950">
                        <c:v>28.933333000000001</c:v>
                      </c:pt>
                      <c:pt idx="6951">
                        <c:v>28.9375</c:v>
                      </c:pt>
                      <c:pt idx="6952">
                        <c:v>28.941666999999999</c:v>
                      </c:pt>
                      <c:pt idx="6953">
                        <c:v>28.945833</c:v>
                      </c:pt>
                      <c:pt idx="6954">
                        <c:v>28.95</c:v>
                      </c:pt>
                      <c:pt idx="6955">
                        <c:v>28.954167000000002</c:v>
                      </c:pt>
                      <c:pt idx="6956">
                        <c:v>28.958333</c:v>
                      </c:pt>
                      <c:pt idx="6957">
                        <c:v>28.962499999999999</c:v>
                      </c:pt>
                      <c:pt idx="6958">
                        <c:v>28.966667000000001</c:v>
                      </c:pt>
                      <c:pt idx="6959">
                        <c:v>28.970832999999999</c:v>
                      </c:pt>
                      <c:pt idx="6960">
                        <c:v>28.975000000000001</c:v>
                      </c:pt>
                      <c:pt idx="6961">
                        <c:v>28.979167</c:v>
                      </c:pt>
                      <c:pt idx="6962">
                        <c:v>28.983332999999998</c:v>
                      </c:pt>
                      <c:pt idx="6963">
                        <c:v>28.987500000000001</c:v>
                      </c:pt>
                      <c:pt idx="6964">
                        <c:v>28.991667</c:v>
                      </c:pt>
                      <c:pt idx="6965">
                        <c:v>28.995833000000001</c:v>
                      </c:pt>
                      <c:pt idx="6966">
                        <c:v>29</c:v>
                      </c:pt>
                      <c:pt idx="6967">
                        <c:v>29.004166999999999</c:v>
                      </c:pt>
                      <c:pt idx="6968">
                        <c:v>29.008333</c:v>
                      </c:pt>
                      <c:pt idx="6969">
                        <c:v>29.012499999999999</c:v>
                      </c:pt>
                      <c:pt idx="6970">
                        <c:v>29.016667000000002</c:v>
                      </c:pt>
                      <c:pt idx="6971">
                        <c:v>29.020833</c:v>
                      </c:pt>
                      <c:pt idx="6972">
                        <c:v>29.024999999999999</c:v>
                      </c:pt>
                      <c:pt idx="6973">
                        <c:v>29.029167000000001</c:v>
                      </c:pt>
                      <c:pt idx="6974">
                        <c:v>29.033332999999999</c:v>
                      </c:pt>
                      <c:pt idx="6975">
                        <c:v>29.037500000000001</c:v>
                      </c:pt>
                      <c:pt idx="6976">
                        <c:v>29.041667</c:v>
                      </c:pt>
                      <c:pt idx="6977">
                        <c:v>29.045832999999998</c:v>
                      </c:pt>
                      <c:pt idx="6978">
                        <c:v>29.05</c:v>
                      </c:pt>
                      <c:pt idx="6979">
                        <c:v>29.054167</c:v>
                      </c:pt>
                      <c:pt idx="6980">
                        <c:v>29.058333000000001</c:v>
                      </c:pt>
                      <c:pt idx="6981">
                        <c:v>29.0625</c:v>
                      </c:pt>
                      <c:pt idx="6982">
                        <c:v>29.066666999999999</c:v>
                      </c:pt>
                      <c:pt idx="6983">
                        <c:v>29.070833</c:v>
                      </c:pt>
                      <c:pt idx="6984">
                        <c:v>29.074999999999999</c:v>
                      </c:pt>
                      <c:pt idx="6985">
                        <c:v>29.079167000000002</c:v>
                      </c:pt>
                      <c:pt idx="6986">
                        <c:v>29.083333</c:v>
                      </c:pt>
                      <c:pt idx="6987">
                        <c:v>29.087499999999999</c:v>
                      </c:pt>
                      <c:pt idx="6988">
                        <c:v>29.091667000000001</c:v>
                      </c:pt>
                      <c:pt idx="6989">
                        <c:v>29.095832999999999</c:v>
                      </c:pt>
                      <c:pt idx="6990">
                        <c:v>29.1</c:v>
                      </c:pt>
                      <c:pt idx="6991">
                        <c:v>29.104167</c:v>
                      </c:pt>
                      <c:pt idx="6992">
                        <c:v>29.108332999999998</c:v>
                      </c:pt>
                      <c:pt idx="6993">
                        <c:v>29.112500000000001</c:v>
                      </c:pt>
                      <c:pt idx="6994">
                        <c:v>29.116667</c:v>
                      </c:pt>
                      <c:pt idx="6995">
                        <c:v>29.120833000000001</c:v>
                      </c:pt>
                      <c:pt idx="6996">
                        <c:v>29.125</c:v>
                      </c:pt>
                      <c:pt idx="6997">
                        <c:v>29.129166999999999</c:v>
                      </c:pt>
                      <c:pt idx="6998">
                        <c:v>29.133333</c:v>
                      </c:pt>
                      <c:pt idx="6999">
                        <c:v>29.137499999999999</c:v>
                      </c:pt>
                      <c:pt idx="7000">
                        <c:v>29.141667000000002</c:v>
                      </c:pt>
                      <c:pt idx="7001">
                        <c:v>29.145833</c:v>
                      </c:pt>
                      <c:pt idx="7002">
                        <c:v>29.15</c:v>
                      </c:pt>
                      <c:pt idx="7003">
                        <c:v>29.154167000000001</c:v>
                      </c:pt>
                      <c:pt idx="7004">
                        <c:v>29.158332999999999</c:v>
                      </c:pt>
                      <c:pt idx="7005">
                        <c:v>29.162500000000001</c:v>
                      </c:pt>
                      <c:pt idx="7006">
                        <c:v>29.166667</c:v>
                      </c:pt>
                      <c:pt idx="7007">
                        <c:v>29.170832999999998</c:v>
                      </c:pt>
                      <c:pt idx="7008">
                        <c:v>29.175000000000001</c:v>
                      </c:pt>
                      <c:pt idx="7009">
                        <c:v>29.179167</c:v>
                      </c:pt>
                      <c:pt idx="7010">
                        <c:v>29.183333000000001</c:v>
                      </c:pt>
                      <c:pt idx="7011">
                        <c:v>29.1875</c:v>
                      </c:pt>
                      <c:pt idx="7012">
                        <c:v>29.191666999999999</c:v>
                      </c:pt>
                      <c:pt idx="7013">
                        <c:v>29.195833</c:v>
                      </c:pt>
                      <c:pt idx="7014">
                        <c:v>29.2</c:v>
                      </c:pt>
                      <c:pt idx="7015">
                        <c:v>29.204167000000002</c:v>
                      </c:pt>
                      <c:pt idx="7016">
                        <c:v>29.208333</c:v>
                      </c:pt>
                      <c:pt idx="7017">
                        <c:v>29.212499999999999</c:v>
                      </c:pt>
                      <c:pt idx="7018">
                        <c:v>29.216667000000001</c:v>
                      </c:pt>
                      <c:pt idx="7019">
                        <c:v>29.220832999999999</c:v>
                      </c:pt>
                      <c:pt idx="7020">
                        <c:v>29.225000000000001</c:v>
                      </c:pt>
                      <c:pt idx="7021">
                        <c:v>29.229167</c:v>
                      </c:pt>
                      <c:pt idx="7022">
                        <c:v>29.233332999999998</c:v>
                      </c:pt>
                      <c:pt idx="7023">
                        <c:v>29.237500000000001</c:v>
                      </c:pt>
                      <c:pt idx="7024">
                        <c:v>29.241667</c:v>
                      </c:pt>
                      <c:pt idx="7025">
                        <c:v>29.245833000000001</c:v>
                      </c:pt>
                      <c:pt idx="7026">
                        <c:v>29.25</c:v>
                      </c:pt>
                      <c:pt idx="7027">
                        <c:v>29.254166999999999</c:v>
                      </c:pt>
                      <c:pt idx="7028">
                        <c:v>29.258333</c:v>
                      </c:pt>
                      <c:pt idx="7029">
                        <c:v>29.262499999999999</c:v>
                      </c:pt>
                      <c:pt idx="7030">
                        <c:v>29.266667000000002</c:v>
                      </c:pt>
                      <c:pt idx="7031">
                        <c:v>29.270833</c:v>
                      </c:pt>
                      <c:pt idx="7032">
                        <c:v>29.274999999999999</c:v>
                      </c:pt>
                      <c:pt idx="7033">
                        <c:v>29.279167000000001</c:v>
                      </c:pt>
                      <c:pt idx="7034">
                        <c:v>29.283332999999999</c:v>
                      </c:pt>
                      <c:pt idx="7035">
                        <c:v>29.287500000000001</c:v>
                      </c:pt>
                      <c:pt idx="7036">
                        <c:v>29.291667</c:v>
                      </c:pt>
                      <c:pt idx="7037">
                        <c:v>29.295832999999998</c:v>
                      </c:pt>
                      <c:pt idx="7038">
                        <c:v>29.3</c:v>
                      </c:pt>
                      <c:pt idx="7039">
                        <c:v>29.304167</c:v>
                      </c:pt>
                      <c:pt idx="7040">
                        <c:v>29.308333000000001</c:v>
                      </c:pt>
                      <c:pt idx="7041">
                        <c:v>29.3125</c:v>
                      </c:pt>
                      <c:pt idx="7042">
                        <c:v>29.316666999999999</c:v>
                      </c:pt>
                      <c:pt idx="7043">
                        <c:v>29.320833</c:v>
                      </c:pt>
                      <c:pt idx="7044">
                        <c:v>29.324999999999999</c:v>
                      </c:pt>
                      <c:pt idx="7045">
                        <c:v>29.329167000000002</c:v>
                      </c:pt>
                      <c:pt idx="7046">
                        <c:v>29.333333</c:v>
                      </c:pt>
                      <c:pt idx="7047">
                        <c:v>29.337499999999999</c:v>
                      </c:pt>
                      <c:pt idx="7048">
                        <c:v>29.341667000000001</c:v>
                      </c:pt>
                      <c:pt idx="7049">
                        <c:v>29.345832999999999</c:v>
                      </c:pt>
                      <c:pt idx="7050">
                        <c:v>29.35</c:v>
                      </c:pt>
                      <c:pt idx="7051">
                        <c:v>29.354167</c:v>
                      </c:pt>
                      <c:pt idx="7052">
                        <c:v>29.358332999999998</c:v>
                      </c:pt>
                      <c:pt idx="7053">
                        <c:v>29.362500000000001</c:v>
                      </c:pt>
                      <c:pt idx="7054">
                        <c:v>29.366667</c:v>
                      </c:pt>
                      <c:pt idx="7055">
                        <c:v>29.370833000000001</c:v>
                      </c:pt>
                      <c:pt idx="7056">
                        <c:v>29.375</c:v>
                      </c:pt>
                      <c:pt idx="7057">
                        <c:v>29.379166999999999</c:v>
                      </c:pt>
                      <c:pt idx="7058">
                        <c:v>29.383333</c:v>
                      </c:pt>
                      <c:pt idx="7059">
                        <c:v>29.387499999999999</c:v>
                      </c:pt>
                      <c:pt idx="7060">
                        <c:v>29.391667000000002</c:v>
                      </c:pt>
                      <c:pt idx="7061">
                        <c:v>29.395833</c:v>
                      </c:pt>
                      <c:pt idx="7062">
                        <c:v>29.4</c:v>
                      </c:pt>
                      <c:pt idx="7063">
                        <c:v>29.404167000000001</c:v>
                      </c:pt>
                      <c:pt idx="7064">
                        <c:v>29.408332999999999</c:v>
                      </c:pt>
                      <c:pt idx="7065">
                        <c:v>29.412500000000001</c:v>
                      </c:pt>
                      <c:pt idx="7066">
                        <c:v>29.416667</c:v>
                      </c:pt>
                      <c:pt idx="7067">
                        <c:v>29.420832999999998</c:v>
                      </c:pt>
                      <c:pt idx="7068">
                        <c:v>29.425000000000001</c:v>
                      </c:pt>
                      <c:pt idx="7069">
                        <c:v>29.429167</c:v>
                      </c:pt>
                      <c:pt idx="7070">
                        <c:v>29.433333000000001</c:v>
                      </c:pt>
                      <c:pt idx="7071">
                        <c:v>29.4375</c:v>
                      </c:pt>
                      <c:pt idx="7072">
                        <c:v>29.441666999999999</c:v>
                      </c:pt>
                      <c:pt idx="7073">
                        <c:v>29.445833</c:v>
                      </c:pt>
                      <c:pt idx="7074">
                        <c:v>29.45</c:v>
                      </c:pt>
                      <c:pt idx="7075">
                        <c:v>29.454167000000002</c:v>
                      </c:pt>
                      <c:pt idx="7076">
                        <c:v>29.458333</c:v>
                      </c:pt>
                      <c:pt idx="7077">
                        <c:v>29.462499999999999</c:v>
                      </c:pt>
                      <c:pt idx="7078">
                        <c:v>29.466667000000001</c:v>
                      </c:pt>
                      <c:pt idx="7079">
                        <c:v>29.470832999999999</c:v>
                      </c:pt>
                      <c:pt idx="7080">
                        <c:v>29.475000000000001</c:v>
                      </c:pt>
                      <c:pt idx="7081">
                        <c:v>29.479167</c:v>
                      </c:pt>
                      <c:pt idx="7082">
                        <c:v>29.483332999999998</c:v>
                      </c:pt>
                      <c:pt idx="7083">
                        <c:v>29.487500000000001</c:v>
                      </c:pt>
                      <c:pt idx="7084">
                        <c:v>29.491667</c:v>
                      </c:pt>
                      <c:pt idx="7085">
                        <c:v>29.495833000000001</c:v>
                      </c:pt>
                      <c:pt idx="7086">
                        <c:v>29.5</c:v>
                      </c:pt>
                      <c:pt idx="7087">
                        <c:v>29.504166999999999</c:v>
                      </c:pt>
                      <c:pt idx="7088">
                        <c:v>29.508333</c:v>
                      </c:pt>
                      <c:pt idx="7089">
                        <c:v>29.512499999999999</c:v>
                      </c:pt>
                      <c:pt idx="7090">
                        <c:v>29.516667000000002</c:v>
                      </c:pt>
                      <c:pt idx="7091">
                        <c:v>29.520833</c:v>
                      </c:pt>
                      <c:pt idx="7092">
                        <c:v>29.524999999999999</c:v>
                      </c:pt>
                      <c:pt idx="7093">
                        <c:v>29.529167000000001</c:v>
                      </c:pt>
                      <c:pt idx="7094">
                        <c:v>29.533332999999999</c:v>
                      </c:pt>
                      <c:pt idx="7095">
                        <c:v>29.537500000000001</c:v>
                      </c:pt>
                      <c:pt idx="7096">
                        <c:v>29.541667</c:v>
                      </c:pt>
                      <c:pt idx="7097">
                        <c:v>29.545832999999998</c:v>
                      </c:pt>
                      <c:pt idx="7098">
                        <c:v>29.55</c:v>
                      </c:pt>
                      <c:pt idx="7099">
                        <c:v>29.554167</c:v>
                      </c:pt>
                      <c:pt idx="7100">
                        <c:v>29.558333000000001</c:v>
                      </c:pt>
                      <c:pt idx="7101">
                        <c:v>29.5625</c:v>
                      </c:pt>
                      <c:pt idx="7102">
                        <c:v>29.566666999999999</c:v>
                      </c:pt>
                      <c:pt idx="7103">
                        <c:v>29.570833</c:v>
                      </c:pt>
                      <c:pt idx="7104">
                        <c:v>29.574999999999999</c:v>
                      </c:pt>
                      <c:pt idx="7105">
                        <c:v>29.579167000000002</c:v>
                      </c:pt>
                      <c:pt idx="7106">
                        <c:v>29.583333</c:v>
                      </c:pt>
                      <c:pt idx="7107">
                        <c:v>29.587499999999999</c:v>
                      </c:pt>
                      <c:pt idx="7108">
                        <c:v>29.591667000000001</c:v>
                      </c:pt>
                      <c:pt idx="7109">
                        <c:v>29.595832999999999</c:v>
                      </c:pt>
                      <c:pt idx="7110">
                        <c:v>29.6</c:v>
                      </c:pt>
                      <c:pt idx="7111">
                        <c:v>29.604167</c:v>
                      </c:pt>
                      <c:pt idx="7112">
                        <c:v>29.608332999999998</c:v>
                      </c:pt>
                      <c:pt idx="7113">
                        <c:v>29.612500000000001</c:v>
                      </c:pt>
                      <c:pt idx="7114">
                        <c:v>29.616667</c:v>
                      </c:pt>
                      <c:pt idx="7115">
                        <c:v>29.620833000000001</c:v>
                      </c:pt>
                      <c:pt idx="7116">
                        <c:v>29.625</c:v>
                      </c:pt>
                      <c:pt idx="7117">
                        <c:v>29.629166999999999</c:v>
                      </c:pt>
                      <c:pt idx="7118">
                        <c:v>29.633333</c:v>
                      </c:pt>
                      <c:pt idx="7119">
                        <c:v>29.637499999999999</c:v>
                      </c:pt>
                      <c:pt idx="7120">
                        <c:v>29.641667000000002</c:v>
                      </c:pt>
                      <c:pt idx="7121">
                        <c:v>29.645833</c:v>
                      </c:pt>
                      <c:pt idx="7122">
                        <c:v>29.65</c:v>
                      </c:pt>
                      <c:pt idx="7123">
                        <c:v>29.654167000000001</c:v>
                      </c:pt>
                      <c:pt idx="7124">
                        <c:v>29.658332999999999</c:v>
                      </c:pt>
                      <c:pt idx="7125">
                        <c:v>29.662500000000001</c:v>
                      </c:pt>
                      <c:pt idx="7126">
                        <c:v>29.666667</c:v>
                      </c:pt>
                      <c:pt idx="7127">
                        <c:v>29.670832999999998</c:v>
                      </c:pt>
                      <c:pt idx="7128">
                        <c:v>29.675000000000001</c:v>
                      </c:pt>
                      <c:pt idx="7129">
                        <c:v>29.679167</c:v>
                      </c:pt>
                      <c:pt idx="7130">
                        <c:v>29.683333000000001</c:v>
                      </c:pt>
                      <c:pt idx="7131">
                        <c:v>29.6875</c:v>
                      </c:pt>
                      <c:pt idx="7132">
                        <c:v>29.691666999999999</c:v>
                      </c:pt>
                      <c:pt idx="7133">
                        <c:v>29.695833</c:v>
                      </c:pt>
                      <c:pt idx="7134">
                        <c:v>29.7</c:v>
                      </c:pt>
                      <c:pt idx="7135">
                        <c:v>29.704167000000002</c:v>
                      </c:pt>
                      <c:pt idx="7136">
                        <c:v>29.708333</c:v>
                      </c:pt>
                      <c:pt idx="7137">
                        <c:v>29.712499999999999</c:v>
                      </c:pt>
                      <c:pt idx="7138">
                        <c:v>29.716667000000001</c:v>
                      </c:pt>
                      <c:pt idx="7139">
                        <c:v>29.720832999999999</c:v>
                      </c:pt>
                      <c:pt idx="7140">
                        <c:v>29.725000000000001</c:v>
                      </c:pt>
                      <c:pt idx="7141">
                        <c:v>29.729167</c:v>
                      </c:pt>
                      <c:pt idx="7142">
                        <c:v>29.733332999999998</c:v>
                      </c:pt>
                      <c:pt idx="7143">
                        <c:v>29.737500000000001</c:v>
                      </c:pt>
                      <c:pt idx="7144">
                        <c:v>29.741667</c:v>
                      </c:pt>
                      <c:pt idx="7145">
                        <c:v>29.745833000000001</c:v>
                      </c:pt>
                      <c:pt idx="7146">
                        <c:v>29.75</c:v>
                      </c:pt>
                      <c:pt idx="7147">
                        <c:v>29.754166999999999</c:v>
                      </c:pt>
                      <c:pt idx="7148">
                        <c:v>29.758333</c:v>
                      </c:pt>
                      <c:pt idx="7149">
                        <c:v>29.762499999999999</c:v>
                      </c:pt>
                      <c:pt idx="7150">
                        <c:v>29.766667000000002</c:v>
                      </c:pt>
                      <c:pt idx="7151">
                        <c:v>29.770833</c:v>
                      </c:pt>
                      <c:pt idx="7152">
                        <c:v>29.774999999999999</c:v>
                      </c:pt>
                      <c:pt idx="7153">
                        <c:v>29.779167000000001</c:v>
                      </c:pt>
                      <c:pt idx="7154">
                        <c:v>29.783332999999999</c:v>
                      </c:pt>
                      <c:pt idx="7155">
                        <c:v>29.787500000000001</c:v>
                      </c:pt>
                      <c:pt idx="7156">
                        <c:v>29.791667</c:v>
                      </c:pt>
                      <c:pt idx="7157">
                        <c:v>29.795832999999998</c:v>
                      </c:pt>
                      <c:pt idx="7158">
                        <c:v>29.8</c:v>
                      </c:pt>
                      <c:pt idx="7159">
                        <c:v>29.804167</c:v>
                      </c:pt>
                      <c:pt idx="7160">
                        <c:v>29.808333000000001</c:v>
                      </c:pt>
                      <c:pt idx="7161">
                        <c:v>29.8125</c:v>
                      </c:pt>
                      <c:pt idx="7162">
                        <c:v>29.816666999999999</c:v>
                      </c:pt>
                      <c:pt idx="7163">
                        <c:v>29.820833</c:v>
                      </c:pt>
                      <c:pt idx="7164">
                        <c:v>29.824999999999999</c:v>
                      </c:pt>
                      <c:pt idx="7165">
                        <c:v>29.829167000000002</c:v>
                      </c:pt>
                      <c:pt idx="7166">
                        <c:v>29.833333</c:v>
                      </c:pt>
                      <c:pt idx="7167">
                        <c:v>29.837499999999999</c:v>
                      </c:pt>
                      <c:pt idx="7168">
                        <c:v>29.841667000000001</c:v>
                      </c:pt>
                      <c:pt idx="7169">
                        <c:v>29.845832999999999</c:v>
                      </c:pt>
                      <c:pt idx="7170">
                        <c:v>29.85</c:v>
                      </c:pt>
                      <c:pt idx="7171">
                        <c:v>29.854167</c:v>
                      </c:pt>
                      <c:pt idx="7172">
                        <c:v>29.858332999999998</c:v>
                      </c:pt>
                      <c:pt idx="7173">
                        <c:v>29.862500000000001</c:v>
                      </c:pt>
                      <c:pt idx="7174">
                        <c:v>29.866667</c:v>
                      </c:pt>
                      <c:pt idx="7175">
                        <c:v>29.870833000000001</c:v>
                      </c:pt>
                      <c:pt idx="7176">
                        <c:v>29.875</c:v>
                      </c:pt>
                      <c:pt idx="7177">
                        <c:v>29.879166999999999</c:v>
                      </c:pt>
                      <c:pt idx="7178">
                        <c:v>29.883333</c:v>
                      </c:pt>
                      <c:pt idx="7179">
                        <c:v>29.887499999999999</c:v>
                      </c:pt>
                      <c:pt idx="7180">
                        <c:v>29.891667000000002</c:v>
                      </c:pt>
                      <c:pt idx="7181">
                        <c:v>29.895833</c:v>
                      </c:pt>
                      <c:pt idx="7182">
                        <c:v>29.9</c:v>
                      </c:pt>
                      <c:pt idx="7183">
                        <c:v>29.904167000000001</c:v>
                      </c:pt>
                      <c:pt idx="7184">
                        <c:v>29.908332999999999</c:v>
                      </c:pt>
                      <c:pt idx="7185">
                        <c:v>29.912500000000001</c:v>
                      </c:pt>
                      <c:pt idx="7186">
                        <c:v>29.916667</c:v>
                      </c:pt>
                      <c:pt idx="7187">
                        <c:v>29.920832999999998</c:v>
                      </c:pt>
                      <c:pt idx="7188">
                        <c:v>29.925000000000001</c:v>
                      </c:pt>
                      <c:pt idx="7189">
                        <c:v>29.929167</c:v>
                      </c:pt>
                      <c:pt idx="7190">
                        <c:v>29.933333000000001</c:v>
                      </c:pt>
                      <c:pt idx="7191">
                        <c:v>29.9375</c:v>
                      </c:pt>
                      <c:pt idx="7192">
                        <c:v>29.941666999999999</c:v>
                      </c:pt>
                      <c:pt idx="7193">
                        <c:v>29.945833</c:v>
                      </c:pt>
                      <c:pt idx="7194">
                        <c:v>29.95</c:v>
                      </c:pt>
                      <c:pt idx="7195">
                        <c:v>29.954167000000002</c:v>
                      </c:pt>
                      <c:pt idx="7196">
                        <c:v>29.958333</c:v>
                      </c:pt>
                      <c:pt idx="7197">
                        <c:v>29.962499999999999</c:v>
                      </c:pt>
                      <c:pt idx="7198">
                        <c:v>29.966667000000001</c:v>
                      </c:pt>
                      <c:pt idx="7199">
                        <c:v>29.970832999999999</c:v>
                      </c:pt>
                      <c:pt idx="7200">
                        <c:v>29.975000000000001</c:v>
                      </c:pt>
                      <c:pt idx="7201">
                        <c:v>29.979167</c:v>
                      </c:pt>
                      <c:pt idx="7202">
                        <c:v>29.983332999999998</c:v>
                      </c:pt>
                      <c:pt idx="7203">
                        <c:v>29.987500000000001</c:v>
                      </c:pt>
                      <c:pt idx="7204">
                        <c:v>29.991667</c:v>
                      </c:pt>
                      <c:pt idx="7205">
                        <c:v>29.995833000000001</c:v>
                      </c:pt>
                      <c:pt idx="7206">
                        <c:v>30</c:v>
                      </c:pt>
                    </c:numCache>
                  </c:numRef>
                </c:xVal>
                <c:yVal>
                  <c:numRef>
                    <c:extLst xmlns:c15="http://schemas.microsoft.com/office/drawing/2012/chart">
                      <c:ext xmlns:c15="http://schemas.microsoft.com/office/drawing/2012/chart" uri="{02D57815-91ED-43cb-92C2-25804820EDAC}">
                        <c15:formulaRef>
                          <c15:sqref>'Double PV'!$G$1:$G$7207</c15:sqref>
                        </c15:formulaRef>
                      </c:ext>
                    </c:extLst>
                    <c:numCache>
                      <c:formatCode>General</c:formatCode>
                      <c:ptCount val="7207"/>
                      <c:pt idx="0">
                        <c:v>60</c:v>
                      </c:pt>
                      <c:pt idx="1">
                        <c:v>60</c:v>
                      </c:pt>
                      <c:pt idx="2">
                        <c:v>60</c:v>
                      </c:pt>
                      <c:pt idx="3">
                        <c:v>60</c:v>
                      </c:pt>
                      <c:pt idx="4">
                        <c:v>60</c:v>
                      </c:pt>
                      <c:pt idx="5">
                        <c:v>60</c:v>
                      </c:pt>
                      <c:pt idx="6">
                        <c:v>60</c:v>
                      </c:pt>
                      <c:pt idx="7">
                        <c:v>60</c:v>
                      </c:pt>
                      <c:pt idx="8">
                        <c:v>60</c:v>
                      </c:pt>
                      <c:pt idx="9">
                        <c:v>60</c:v>
                      </c:pt>
                      <c:pt idx="10">
                        <c:v>60.000003810000003</c:v>
                      </c:pt>
                      <c:pt idx="11">
                        <c:v>60.000003810000003</c:v>
                      </c:pt>
                      <c:pt idx="12">
                        <c:v>60.000003810000003</c:v>
                      </c:pt>
                      <c:pt idx="13">
                        <c:v>60.000003810000003</c:v>
                      </c:pt>
                      <c:pt idx="14">
                        <c:v>60.000003810000003</c:v>
                      </c:pt>
                      <c:pt idx="15">
                        <c:v>60.000003810000003</c:v>
                      </c:pt>
                      <c:pt idx="16">
                        <c:v>60.000003810000003</c:v>
                      </c:pt>
                      <c:pt idx="17">
                        <c:v>60.000003810000003</c:v>
                      </c:pt>
                      <c:pt idx="18">
                        <c:v>60.000003810000003</c:v>
                      </c:pt>
                      <c:pt idx="19">
                        <c:v>60.000003810000003</c:v>
                      </c:pt>
                      <c:pt idx="20">
                        <c:v>60.000003810000003</c:v>
                      </c:pt>
                      <c:pt idx="21">
                        <c:v>60.000003810000003</c:v>
                      </c:pt>
                      <c:pt idx="22">
                        <c:v>60.000003810000003</c:v>
                      </c:pt>
                      <c:pt idx="23">
                        <c:v>60.000003810000003</c:v>
                      </c:pt>
                      <c:pt idx="24">
                        <c:v>60.000003810000003</c:v>
                      </c:pt>
                      <c:pt idx="25">
                        <c:v>60.000007629999999</c:v>
                      </c:pt>
                      <c:pt idx="26">
                        <c:v>60.000007629999999</c:v>
                      </c:pt>
                      <c:pt idx="27">
                        <c:v>60.000007629999999</c:v>
                      </c:pt>
                      <c:pt idx="28">
                        <c:v>60.000007629999999</c:v>
                      </c:pt>
                      <c:pt idx="29">
                        <c:v>60.000007629999999</c:v>
                      </c:pt>
                      <c:pt idx="30">
                        <c:v>60.000007629999999</c:v>
                      </c:pt>
                      <c:pt idx="31">
                        <c:v>60.000007629999999</c:v>
                      </c:pt>
                      <c:pt idx="32">
                        <c:v>60.000007629999999</c:v>
                      </c:pt>
                      <c:pt idx="33">
                        <c:v>60.000007629999999</c:v>
                      </c:pt>
                      <c:pt idx="34">
                        <c:v>60.000007629999999</c:v>
                      </c:pt>
                      <c:pt idx="35">
                        <c:v>60.000007629999999</c:v>
                      </c:pt>
                      <c:pt idx="36">
                        <c:v>60.000011440000002</c:v>
                      </c:pt>
                      <c:pt idx="37">
                        <c:v>60.000011440000002</c:v>
                      </c:pt>
                      <c:pt idx="38">
                        <c:v>60.000011440000002</c:v>
                      </c:pt>
                      <c:pt idx="39">
                        <c:v>60.000011440000002</c:v>
                      </c:pt>
                      <c:pt idx="40">
                        <c:v>60.000011440000002</c:v>
                      </c:pt>
                      <c:pt idx="41">
                        <c:v>60.000011440000002</c:v>
                      </c:pt>
                      <c:pt idx="42">
                        <c:v>60.000011440000002</c:v>
                      </c:pt>
                      <c:pt idx="43">
                        <c:v>60.000011440000002</c:v>
                      </c:pt>
                      <c:pt idx="44">
                        <c:v>60.000015259999998</c:v>
                      </c:pt>
                      <c:pt idx="45">
                        <c:v>60.000015259999998</c:v>
                      </c:pt>
                      <c:pt idx="46">
                        <c:v>60.000015259999998</c:v>
                      </c:pt>
                      <c:pt idx="47">
                        <c:v>60.000015259999998</c:v>
                      </c:pt>
                      <c:pt idx="48">
                        <c:v>60.000015259999998</c:v>
                      </c:pt>
                      <c:pt idx="49">
                        <c:v>60.000015259999998</c:v>
                      </c:pt>
                      <c:pt idx="50">
                        <c:v>60.000015259999998</c:v>
                      </c:pt>
                      <c:pt idx="51">
                        <c:v>60.000015259999998</c:v>
                      </c:pt>
                      <c:pt idx="52">
                        <c:v>60.00001907</c:v>
                      </c:pt>
                      <c:pt idx="53">
                        <c:v>60.00001907</c:v>
                      </c:pt>
                      <c:pt idx="54">
                        <c:v>60.00001907</c:v>
                      </c:pt>
                      <c:pt idx="55">
                        <c:v>60.00001907</c:v>
                      </c:pt>
                      <c:pt idx="56">
                        <c:v>60.00001907</c:v>
                      </c:pt>
                      <c:pt idx="57">
                        <c:v>60.00001907</c:v>
                      </c:pt>
                      <c:pt idx="58">
                        <c:v>60.00001907</c:v>
                      </c:pt>
                      <c:pt idx="59">
                        <c:v>60.000022889999997</c:v>
                      </c:pt>
                      <c:pt idx="60">
                        <c:v>60.000022889999997</c:v>
                      </c:pt>
                      <c:pt idx="61">
                        <c:v>60.000022889999997</c:v>
                      </c:pt>
                      <c:pt idx="62">
                        <c:v>60.000022889999997</c:v>
                      </c:pt>
                      <c:pt idx="63">
                        <c:v>60.000022889999997</c:v>
                      </c:pt>
                      <c:pt idx="64">
                        <c:v>60.000022889999997</c:v>
                      </c:pt>
                      <c:pt idx="65">
                        <c:v>60.000022889999997</c:v>
                      </c:pt>
                      <c:pt idx="66">
                        <c:v>60.000022889999997</c:v>
                      </c:pt>
                      <c:pt idx="67">
                        <c:v>60.000022889999997</c:v>
                      </c:pt>
                      <c:pt idx="68">
                        <c:v>60.000026699999999</c:v>
                      </c:pt>
                      <c:pt idx="69">
                        <c:v>60.000026699999999</c:v>
                      </c:pt>
                      <c:pt idx="70">
                        <c:v>60.000026699999999</c:v>
                      </c:pt>
                      <c:pt idx="71">
                        <c:v>60.000026699999999</c:v>
                      </c:pt>
                      <c:pt idx="72">
                        <c:v>60.000026699999999</c:v>
                      </c:pt>
                      <c:pt idx="73">
                        <c:v>60.000026699999999</c:v>
                      </c:pt>
                      <c:pt idx="74">
                        <c:v>60.000026699999999</c:v>
                      </c:pt>
                      <c:pt idx="75">
                        <c:v>60.000026699999999</c:v>
                      </c:pt>
                      <c:pt idx="76">
                        <c:v>60.000026699999999</c:v>
                      </c:pt>
                      <c:pt idx="77">
                        <c:v>60.000026699999999</c:v>
                      </c:pt>
                      <c:pt idx="78">
                        <c:v>60.000030520000003</c:v>
                      </c:pt>
                      <c:pt idx="79">
                        <c:v>60.000030520000003</c:v>
                      </c:pt>
                      <c:pt idx="80">
                        <c:v>60.000030520000003</c:v>
                      </c:pt>
                      <c:pt idx="81">
                        <c:v>60.000030520000003</c:v>
                      </c:pt>
                      <c:pt idx="82">
                        <c:v>60.000030520000003</c:v>
                      </c:pt>
                      <c:pt idx="83">
                        <c:v>60.000030520000003</c:v>
                      </c:pt>
                      <c:pt idx="84">
                        <c:v>60.000030520000003</c:v>
                      </c:pt>
                      <c:pt idx="85">
                        <c:v>60.000030520000003</c:v>
                      </c:pt>
                      <c:pt idx="86">
                        <c:v>60.000030520000003</c:v>
                      </c:pt>
                      <c:pt idx="87">
                        <c:v>60.000030520000003</c:v>
                      </c:pt>
                      <c:pt idx="88">
                        <c:v>60.000030520000003</c:v>
                      </c:pt>
                      <c:pt idx="89">
                        <c:v>60.000030520000003</c:v>
                      </c:pt>
                      <c:pt idx="90">
                        <c:v>60.000030520000003</c:v>
                      </c:pt>
                      <c:pt idx="91">
                        <c:v>60.000030520000003</c:v>
                      </c:pt>
                      <c:pt idx="92">
                        <c:v>60.000030520000003</c:v>
                      </c:pt>
                      <c:pt idx="93">
                        <c:v>60.000030520000003</c:v>
                      </c:pt>
                      <c:pt idx="94">
                        <c:v>60.000030520000003</c:v>
                      </c:pt>
                      <c:pt idx="95">
                        <c:v>60.000030520000003</c:v>
                      </c:pt>
                      <c:pt idx="96">
                        <c:v>60.000030520000003</c:v>
                      </c:pt>
                      <c:pt idx="97">
                        <c:v>60.000030520000003</c:v>
                      </c:pt>
                      <c:pt idx="98">
                        <c:v>60.000030520000003</c:v>
                      </c:pt>
                      <c:pt idx="99">
                        <c:v>60.000030520000003</c:v>
                      </c:pt>
                      <c:pt idx="100">
                        <c:v>60.000030520000003</c:v>
                      </c:pt>
                      <c:pt idx="101">
                        <c:v>60.000030520000003</c:v>
                      </c:pt>
                      <c:pt idx="102">
                        <c:v>60.000030520000003</c:v>
                      </c:pt>
                      <c:pt idx="103">
                        <c:v>60.000030520000003</c:v>
                      </c:pt>
                      <c:pt idx="104">
                        <c:v>60.000030520000003</c:v>
                      </c:pt>
                      <c:pt idx="105">
                        <c:v>60.000030520000003</c:v>
                      </c:pt>
                      <c:pt idx="106">
                        <c:v>60.000026699999999</c:v>
                      </c:pt>
                      <c:pt idx="107">
                        <c:v>60.000026699999999</c:v>
                      </c:pt>
                      <c:pt idx="108">
                        <c:v>60.000026699999999</c:v>
                      </c:pt>
                      <c:pt idx="109">
                        <c:v>60.000026699999999</c:v>
                      </c:pt>
                      <c:pt idx="110">
                        <c:v>60.000026699999999</c:v>
                      </c:pt>
                      <c:pt idx="111">
                        <c:v>60.000026699999999</c:v>
                      </c:pt>
                      <c:pt idx="112">
                        <c:v>60.000026699999999</c:v>
                      </c:pt>
                      <c:pt idx="113">
                        <c:v>60.000026699999999</c:v>
                      </c:pt>
                      <c:pt idx="114">
                        <c:v>60.000026699999999</c:v>
                      </c:pt>
                      <c:pt idx="115">
                        <c:v>60.000026699999999</c:v>
                      </c:pt>
                      <c:pt idx="116">
                        <c:v>60.000026699999999</c:v>
                      </c:pt>
                      <c:pt idx="117">
                        <c:v>60.000022889999997</c:v>
                      </c:pt>
                      <c:pt idx="118">
                        <c:v>60.000022889999997</c:v>
                      </c:pt>
                      <c:pt idx="119">
                        <c:v>60.000022889999997</c:v>
                      </c:pt>
                      <c:pt idx="120">
                        <c:v>60.000022889999997</c:v>
                      </c:pt>
                      <c:pt idx="121">
                        <c:v>60.000022889999997</c:v>
                      </c:pt>
                      <c:pt idx="122">
                        <c:v>60.000022889999997</c:v>
                      </c:pt>
                      <c:pt idx="123">
                        <c:v>60.000022889999997</c:v>
                      </c:pt>
                      <c:pt idx="124">
                        <c:v>60.000022889999997</c:v>
                      </c:pt>
                      <c:pt idx="125">
                        <c:v>60.00001907</c:v>
                      </c:pt>
                      <c:pt idx="126">
                        <c:v>60.00001907</c:v>
                      </c:pt>
                      <c:pt idx="127">
                        <c:v>60.00001907</c:v>
                      </c:pt>
                      <c:pt idx="128">
                        <c:v>60.00001907</c:v>
                      </c:pt>
                      <c:pt idx="129">
                        <c:v>60.00001907</c:v>
                      </c:pt>
                      <c:pt idx="130">
                        <c:v>60.00001907</c:v>
                      </c:pt>
                      <c:pt idx="131">
                        <c:v>60.00001907</c:v>
                      </c:pt>
                      <c:pt idx="132">
                        <c:v>60.000015259999998</c:v>
                      </c:pt>
                      <c:pt idx="133">
                        <c:v>60.000015259999998</c:v>
                      </c:pt>
                      <c:pt idx="134">
                        <c:v>60.000015259999998</c:v>
                      </c:pt>
                      <c:pt idx="135">
                        <c:v>60.000015259999998</c:v>
                      </c:pt>
                      <c:pt idx="136">
                        <c:v>60.000015259999998</c:v>
                      </c:pt>
                      <c:pt idx="137">
                        <c:v>60.000015259999998</c:v>
                      </c:pt>
                      <c:pt idx="138">
                        <c:v>60.000015259999998</c:v>
                      </c:pt>
                      <c:pt idx="139">
                        <c:v>60.000011440000002</c:v>
                      </c:pt>
                      <c:pt idx="140">
                        <c:v>60.000011440000002</c:v>
                      </c:pt>
                      <c:pt idx="141">
                        <c:v>60.000011440000002</c:v>
                      </c:pt>
                      <c:pt idx="142">
                        <c:v>60.000011440000002</c:v>
                      </c:pt>
                      <c:pt idx="143">
                        <c:v>60.000011440000002</c:v>
                      </c:pt>
                      <c:pt idx="144">
                        <c:v>60.000011440000002</c:v>
                      </c:pt>
                      <c:pt idx="145">
                        <c:v>60.000007629999999</c:v>
                      </c:pt>
                      <c:pt idx="146">
                        <c:v>60.000007629999999</c:v>
                      </c:pt>
                      <c:pt idx="147">
                        <c:v>60.000007629999999</c:v>
                      </c:pt>
                      <c:pt idx="148">
                        <c:v>60.000007629999999</c:v>
                      </c:pt>
                      <c:pt idx="149">
                        <c:v>60.000007629999999</c:v>
                      </c:pt>
                      <c:pt idx="150">
                        <c:v>60.000003810000003</c:v>
                      </c:pt>
                      <c:pt idx="151">
                        <c:v>60.000003810000003</c:v>
                      </c:pt>
                      <c:pt idx="152">
                        <c:v>60.000003810000003</c:v>
                      </c:pt>
                      <c:pt idx="153">
                        <c:v>60.000003810000003</c:v>
                      </c:pt>
                      <c:pt idx="154">
                        <c:v>60.000003810000003</c:v>
                      </c:pt>
                      <c:pt idx="155">
                        <c:v>60</c:v>
                      </c:pt>
                      <c:pt idx="156">
                        <c:v>60</c:v>
                      </c:pt>
                      <c:pt idx="157">
                        <c:v>60</c:v>
                      </c:pt>
                      <c:pt idx="158">
                        <c:v>60</c:v>
                      </c:pt>
                      <c:pt idx="159">
                        <c:v>60</c:v>
                      </c:pt>
                      <c:pt idx="160">
                        <c:v>59.999996189999997</c:v>
                      </c:pt>
                      <c:pt idx="161">
                        <c:v>59.999996189999997</c:v>
                      </c:pt>
                      <c:pt idx="162">
                        <c:v>59.999996189999997</c:v>
                      </c:pt>
                      <c:pt idx="163">
                        <c:v>59.999996189999997</c:v>
                      </c:pt>
                      <c:pt idx="164">
                        <c:v>59.999996189999997</c:v>
                      </c:pt>
                      <c:pt idx="165">
                        <c:v>59.999992370000001</c:v>
                      </c:pt>
                      <c:pt idx="166">
                        <c:v>59.999992370000001</c:v>
                      </c:pt>
                      <c:pt idx="167">
                        <c:v>59.999992370000001</c:v>
                      </c:pt>
                      <c:pt idx="168">
                        <c:v>59.999992370000001</c:v>
                      </c:pt>
                      <c:pt idx="169">
                        <c:v>59.999992370000001</c:v>
                      </c:pt>
                      <c:pt idx="170">
                        <c:v>59.999988559999998</c:v>
                      </c:pt>
                      <c:pt idx="171">
                        <c:v>59.999988559999998</c:v>
                      </c:pt>
                      <c:pt idx="172">
                        <c:v>59.999988559999998</c:v>
                      </c:pt>
                      <c:pt idx="173">
                        <c:v>59.999988559999998</c:v>
                      </c:pt>
                      <c:pt idx="174">
                        <c:v>59.999984740000002</c:v>
                      </c:pt>
                      <c:pt idx="175">
                        <c:v>59.999984740000002</c:v>
                      </c:pt>
                      <c:pt idx="176">
                        <c:v>59.999984740000002</c:v>
                      </c:pt>
                      <c:pt idx="177">
                        <c:v>59.999984740000002</c:v>
                      </c:pt>
                      <c:pt idx="178">
                        <c:v>59.99998093</c:v>
                      </c:pt>
                      <c:pt idx="179">
                        <c:v>59.99998093</c:v>
                      </c:pt>
                      <c:pt idx="180">
                        <c:v>59.99998093</c:v>
                      </c:pt>
                      <c:pt idx="181">
                        <c:v>59.99998093</c:v>
                      </c:pt>
                      <c:pt idx="182">
                        <c:v>59.999977110000003</c:v>
                      </c:pt>
                      <c:pt idx="183">
                        <c:v>59.999977110000003</c:v>
                      </c:pt>
                      <c:pt idx="184">
                        <c:v>59.999977110000003</c:v>
                      </c:pt>
                      <c:pt idx="185">
                        <c:v>59.999973300000001</c:v>
                      </c:pt>
                      <c:pt idx="186">
                        <c:v>59.999973300000001</c:v>
                      </c:pt>
                      <c:pt idx="187">
                        <c:v>59.999973300000001</c:v>
                      </c:pt>
                      <c:pt idx="188">
                        <c:v>59.999973300000001</c:v>
                      </c:pt>
                      <c:pt idx="189">
                        <c:v>59.999969479999997</c:v>
                      </c:pt>
                      <c:pt idx="190">
                        <c:v>59.999969479999997</c:v>
                      </c:pt>
                      <c:pt idx="191">
                        <c:v>59.999969479999997</c:v>
                      </c:pt>
                      <c:pt idx="192">
                        <c:v>59.999965670000002</c:v>
                      </c:pt>
                      <c:pt idx="193">
                        <c:v>59.999965670000002</c:v>
                      </c:pt>
                      <c:pt idx="194">
                        <c:v>59.999965670000002</c:v>
                      </c:pt>
                      <c:pt idx="195">
                        <c:v>59.999965670000002</c:v>
                      </c:pt>
                      <c:pt idx="196">
                        <c:v>59.999961849999998</c:v>
                      </c:pt>
                      <c:pt idx="197">
                        <c:v>59.999961849999998</c:v>
                      </c:pt>
                      <c:pt idx="198">
                        <c:v>59.999961849999998</c:v>
                      </c:pt>
                      <c:pt idx="199">
                        <c:v>59.999958040000003</c:v>
                      </c:pt>
                      <c:pt idx="200">
                        <c:v>59.999958040000003</c:v>
                      </c:pt>
                      <c:pt idx="201">
                        <c:v>59.999958040000003</c:v>
                      </c:pt>
                      <c:pt idx="202">
                        <c:v>59.999958040000003</c:v>
                      </c:pt>
                      <c:pt idx="203">
                        <c:v>59.999954219999999</c:v>
                      </c:pt>
                      <c:pt idx="204">
                        <c:v>59.999954219999999</c:v>
                      </c:pt>
                      <c:pt idx="205">
                        <c:v>59.999954219999999</c:v>
                      </c:pt>
                      <c:pt idx="206">
                        <c:v>59.999950409999997</c:v>
                      </c:pt>
                      <c:pt idx="207">
                        <c:v>59.999950409999997</c:v>
                      </c:pt>
                      <c:pt idx="208">
                        <c:v>59.999950409999997</c:v>
                      </c:pt>
                      <c:pt idx="209">
                        <c:v>59.99994659</c:v>
                      </c:pt>
                      <c:pt idx="210">
                        <c:v>59.99994659</c:v>
                      </c:pt>
                      <c:pt idx="211">
                        <c:v>59.99994659</c:v>
                      </c:pt>
                      <c:pt idx="212">
                        <c:v>59.999942779999998</c:v>
                      </c:pt>
                      <c:pt idx="213">
                        <c:v>59.999942779999998</c:v>
                      </c:pt>
                      <c:pt idx="214">
                        <c:v>59.999942779999998</c:v>
                      </c:pt>
                      <c:pt idx="215">
                        <c:v>59.999942779999998</c:v>
                      </c:pt>
                      <c:pt idx="216">
                        <c:v>59.999938960000001</c:v>
                      </c:pt>
                      <c:pt idx="217">
                        <c:v>59.999938960000001</c:v>
                      </c:pt>
                      <c:pt idx="218">
                        <c:v>59.999938960000001</c:v>
                      </c:pt>
                      <c:pt idx="219">
                        <c:v>59.999935149999999</c:v>
                      </c:pt>
                      <c:pt idx="220">
                        <c:v>59.999935149999999</c:v>
                      </c:pt>
                      <c:pt idx="221">
                        <c:v>59.999935149999999</c:v>
                      </c:pt>
                      <c:pt idx="222">
                        <c:v>59.999931340000003</c:v>
                      </c:pt>
                      <c:pt idx="223">
                        <c:v>59.999931340000003</c:v>
                      </c:pt>
                      <c:pt idx="224">
                        <c:v>59.999931340000003</c:v>
                      </c:pt>
                      <c:pt idx="225">
                        <c:v>59.99992752</c:v>
                      </c:pt>
                      <c:pt idx="226">
                        <c:v>59.99992752</c:v>
                      </c:pt>
                      <c:pt idx="227">
                        <c:v>59.99992752</c:v>
                      </c:pt>
                      <c:pt idx="228">
                        <c:v>59.99992752</c:v>
                      </c:pt>
                      <c:pt idx="229">
                        <c:v>59.999923709999997</c:v>
                      </c:pt>
                      <c:pt idx="230">
                        <c:v>59.999923709999997</c:v>
                      </c:pt>
                      <c:pt idx="231">
                        <c:v>59.999919890000001</c:v>
                      </c:pt>
                      <c:pt idx="232">
                        <c:v>59.999919890000001</c:v>
                      </c:pt>
                      <c:pt idx="233">
                        <c:v>59.999919890000001</c:v>
                      </c:pt>
                      <c:pt idx="234">
                        <c:v>59.999919890000001</c:v>
                      </c:pt>
                      <c:pt idx="235">
                        <c:v>59.999916079999998</c:v>
                      </c:pt>
                      <c:pt idx="236">
                        <c:v>59.999916079999998</c:v>
                      </c:pt>
                      <c:pt idx="237">
                        <c:v>59.999916079999998</c:v>
                      </c:pt>
                      <c:pt idx="238">
                        <c:v>59.999916079999998</c:v>
                      </c:pt>
                      <c:pt idx="239">
                        <c:v>59.999912260000002</c:v>
                      </c:pt>
                      <c:pt idx="240">
                        <c:v>59.999912260000002</c:v>
                      </c:pt>
                      <c:pt idx="241">
                        <c:v>59.999912260000002</c:v>
                      </c:pt>
                      <c:pt idx="242">
                        <c:v>59.999771119999998</c:v>
                      </c:pt>
                      <c:pt idx="243">
                        <c:v>59.999656680000001</c:v>
                      </c:pt>
                      <c:pt idx="244">
                        <c:v>59.999549870000003</c:v>
                      </c:pt>
                      <c:pt idx="245">
                        <c:v>59.999450680000002</c:v>
                      </c:pt>
                      <c:pt idx="246">
                        <c:v>59.999355319999999</c:v>
                      </c:pt>
                      <c:pt idx="247">
                        <c:v>59.999267580000001</c:v>
                      </c:pt>
                      <c:pt idx="248">
                        <c:v>59.999187470000003</c:v>
                      </c:pt>
                      <c:pt idx="249">
                        <c:v>59.99911118</c:v>
                      </c:pt>
                      <c:pt idx="250">
                        <c:v>59.9990387</c:v>
                      </c:pt>
                      <c:pt idx="251">
                        <c:v>59.99896622</c:v>
                      </c:pt>
                      <c:pt idx="252">
                        <c:v>59.998901369999999</c:v>
                      </c:pt>
                      <c:pt idx="253">
                        <c:v>59.998836519999998</c:v>
                      </c:pt>
                      <c:pt idx="254">
                        <c:v>59.998775479999999</c:v>
                      </c:pt>
                      <c:pt idx="255">
                        <c:v>59.998714450000001</c:v>
                      </c:pt>
                      <c:pt idx="256">
                        <c:v>59.998653410000003</c:v>
                      </c:pt>
                      <c:pt idx="257">
                        <c:v>59.998592379999998</c:v>
                      </c:pt>
                      <c:pt idx="258">
                        <c:v>59.99853134</c:v>
                      </c:pt>
                      <c:pt idx="259">
                        <c:v>59.998474119999997</c:v>
                      </c:pt>
                      <c:pt idx="260">
                        <c:v>59.99841309</c:v>
                      </c:pt>
                      <c:pt idx="261">
                        <c:v>59.998348239999999</c:v>
                      </c:pt>
                      <c:pt idx="262">
                        <c:v>59.9982872</c:v>
                      </c:pt>
                      <c:pt idx="263">
                        <c:v>59.998222349999999</c:v>
                      </c:pt>
                      <c:pt idx="264">
                        <c:v>59.998157499999998</c:v>
                      </c:pt>
                      <c:pt idx="265">
                        <c:v>59.998088840000001</c:v>
                      </c:pt>
                      <c:pt idx="266">
                        <c:v>59.998020169999997</c:v>
                      </c:pt>
                      <c:pt idx="267">
                        <c:v>59.99795151</c:v>
                      </c:pt>
                      <c:pt idx="268">
                        <c:v>59.99787903</c:v>
                      </c:pt>
                      <c:pt idx="269">
                        <c:v>59.997802729999997</c:v>
                      </c:pt>
                      <c:pt idx="270">
                        <c:v>59.997726440000001</c:v>
                      </c:pt>
                      <c:pt idx="271">
                        <c:v>59.997650149999998</c:v>
                      </c:pt>
                      <c:pt idx="272">
                        <c:v>59.997570039999999</c:v>
                      </c:pt>
                      <c:pt idx="273">
                        <c:v>59.997486109999997</c:v>
                      </c:pt>
                      <c:pt idx="274">
                        <c:v>59.997402190000003</c:v>
                      </c:pt>
                      <c:pt idx="275">
                        <c:v>59.997314449999998</c:v>
                      </c:pt>
                      <c:pt idx="276">
                        <c:v>59.99722672</c:v>
                      </c:pt>
                      <c:pt idx="277">
                        <c:v>59.997135159999999</c:v>
                      </c:pt>
                      <c:pt idx="278">
                        <c:v>59.997039790000002</c:v>
                      </c:pt>
                      <c:pt idx="279">
                        <c:v>59.996944429999999</c:v>
                      </c:pt>
                      <c:pt idx="280">
                        <c:v>59.996849060000002</c:v>
                      </c:pt>
                      <c:pt idx="281">
                        <c:v>59.996749880000003</c:v>
                      </c:pt>
                      <c:pt idx="282">
                        <c:v>59.996650700000004</c:v>
                      </c:pt>
                      <c:pt idx="283">
                        <c:v>59.996547700000001</c:v>
                      </c:pt>
                      <c:pt idx="284">
                        <c:v>59.996444699999998</c:v>
                      </c:pt>
                      <c:pt idx="285">
                        <c:v>59.99633789</c:v>
                      </c:pt>
                      <c:pt idx="286">
                        <c:v>59.996231080000001</c:v>
                      </c:pt>
                      <c:pt idx="287">
                        <c:v>59.996124270000003</c:v>
                      </c:pt>
                      <c:pt idx="288">
                        <c:v>59.996013640000001</c:v>
                      </c:pt>
                      <c:pt idx="289">
                        <c:v>59.99590302</c:v>
                      </c:pt>
                      <c:pt idx="290">
                        <c:v>59.995788570000002</c:v>
                      </c:pt>
                      <c:pt idx="291">
                        <c:v>59.995719909999998</c:v>
                      </c:pt>
                      <c:pt idx="292">
                        <c:v>59.995563509999997</c:v>
                      </c:pt>
                      <c:pt idx="293">
                        <c:v>59.995445250000003</c:v>
                      </c:pt>
                      <c:pt idx="294">
                        <c:v>59.99532318</c:v>
                      </c:pt>
                      <c:pt idx="295">
                        <c:v>59.995201109999996</c:v>
                      </c:pt>
                      <c:pt idx="296">
                        <c:v>59.995075229999998</c:v>
                      </c:pt>
                      <c:pt idx="297">
                        <c:v>59.994949339999998</c:v>
                      </c:pt>
                      <c:pt idx="298">
                        <c:v>59.994873050000002</c:v>
                      </c:pt>
                      <c:pt idx="299">
                        <c:v>59.994701390000003</c:v>
                      </c:pt>
                      <c:pt idx="300">
                        <c:v>59.994564060000002</c:v>
                      </c:pt>
                      <c:pt idx="301">
                        <c:v>59.994430540000003</c:v>
                      </c:pt>
                      <c:pt idx="302">
                        <c:v>59.994293210000002</c:v>
                      </c:pt>
                      <c:pt idx="303">
                        <c:v>59.994152069999998</c:v>
                      </c:pt>
                      <c:pt idx="304">
                        <c:v>59.994071959999999</c:v>
                      </c:pt>
                      <c:pt idx="305">
                        <c:v>59.99388123</c:v>
                      </c:pt>
                      <c:pt idx="306">
                        <c:v>59.993732450000003</c:v>
                      </c:pt>
                      <c:pt idx="307">
                        <c:v>59.99358368</c:v>
                      </c:pt>
                      <c:pt idx="308">
                        <c:v>59.993431090000001</c:v>
                      </c:pt>
                      <c:pt idx="309">
                        <c:v>59.993278500000002</c:v>
                      </c:pt>
                      <c:pt idx="310">
                        <c:v>59.993122100000001</c:v>
                      </c:pt>
                      <c:pt idx="311">
                        <c:v>59.992965699999999</c:v>
                      </c:pt>
                      <c:pt idx="312">
                        <c:v>59.992877960000001</c:v>
                      </c:pt>
                      <c:pt idx="313">
                        <c:v>59.992656709999999</c:v>
                      </c:pt>
                      <c:pt idx="314">
                        <c:v>59.992488860000002</c:v>
                      </c:pt>
                      <c:pt idx="315">
                        <c:v>59.992317200000002</c:v>
                      </c:pt>
                      <c:pt idx="316">
                        <c:v>59.992149349999998</c:v>
                      </c:pt>
                      <c:pt idx="317">
                        <c:v>59.991973880000003</c:v>
                      </c:pt>
                      <c:pt idx="318">
                        <c:v>59.9917984</c:v>
                      </c:pt>
                      <c:pt idx="319">
                        <c:v>59.991703029999996</c:v>
                      </c:pt>
                      <c:pt idx="320">
                        <c:v>59.991455080000001</c:v>
                      </c:pt>
                      <c:pt idx="321">
                        <c:v>59.991264340000001</c:v>
                      </c:pt>
                      <c:pt idx="322">
                        <c:v>59.991077420000003</c:v>
                      </c:pt>
                      <c:pt idx="323">
                        <c:v>59.990886690000004</c:v>
                      </c:pt>
                      <c:pt idx="324">
                        <c:v>59.990695950000003</c:v>
                      </c:pt>
                      <c:pt idx="325">
                        <c:v>59.990501399999999</c:v>
                      </c:pt>
                      <c:pt idx="326">
                        <c:v>59.990303040000001</c:v>
                      </c:pt>
                      <c:pt idx="327">
                        <c:v>59.990100859999998</c:v>
                      </c:pt>
                      <c:pt idx="328">
                        <c:v>59.989997860000003</c:v>
                      </c:pt>
                      <c:pt idx="329">
                        <c:v>59.989711759999999</c:v>
                      </c:pt>
                      <c:pt idx="330">
                        <c:v>59.989498140000002</c:v>
                      </c:pt>
                      <c:pt idx="331">
                        <c:v>59.989284519999998</c:v>
                      </c:pt>
                      <c:pt idx="332">
                        <c:v>59.989070890000001</c:v>
                      </c:pt>
                      <c:pt idx="333">
                        <c:v>59.988853450000001</c:v>
                      </c:pt>
                      <c:pt idx="334">
                        <c:v>59.988632199999998</c:v>
                      </c:pt>
                      <c:pt idx="335">
                        <c:v>59.988410950000002</c:v>
                      </c:pt>
                      <c:pt idx="336">
                        <c:v>59.988185880000003</c:v>
                      </c:pt>
                      <c:pt idx="337">
                        <c:v>59.987957000000002</c:v>
                      </c:pt>
                      <c:pt idx="338">
                        <c:v>59.98772812</c:v>
                      </c:pt>
                      <c:pt idx="339">
                        <c:v>59.987495420000002</c:v>
                      </c:pt>
                      <c:pt idx="340">
                        <c:v>59.987258910000001</c:v>
                      </c:pt>
                      <c:pt idx="341">
                        <c:v>59.987022400000001</c:v>
                      </c:pt>
                      <c:pt idx="342">
                        <c:v>59.986782069999997</c:v>
                      </c:pt>
                      <c:pt idx="343">
                        <c:v>59.986537929999997</c:v>
                      </c:pt>
                      <c:pt idx="344">
                        <c:v>59.986293789999998</c:v>
                      </c:pt>
                      <c:pt idx="345">
                        <c:v>59.986045840000003</c:v>
                      </c:pt>
                      <c:pt idx="346">
                        <c:v>59.98579788</c:v>
                      </c:pt>
                      <c:pt idx="347">
                        <c:v>59.985542299999999</c:v>
                      </c:pt>
                      <c:pt idx="348">
                        <c:v>59.985286709999997</c:v>
                      </c:pt>
                      <c:pt idx="349">
                        <c:v>59.985031130000003</c:v>
                      </c:pt>
                      <c:pt idx="350">
                        <c:v>59.984767910000002</c:v>
                      </c:pt>
                      <c:pt idx="351">
                        <c:v>59.984504700000002</c:v>
                      </c:pt>
                      <c:pt idx="352">
                        <c:v>59.984241490000002</c:v>
                      </c:pt>
                      <c:pt idx="353">
                        <c:v>59.983970640000003</c:v>
                      </c:pt>
                      <c:pt idx="354">
                        <c:v>59.983699799999997</c:v>
                      </c:pt>
                      <c:pt idx="355">
                        <c:v>59.983428959999998</c:v>
                      </c:pt>
                      <c:pt idx="356">
                        <c:v>59.983150479999999</c:v>
                      </c:pt>
                      <c:pt idx="357">
                        <c:v>59.982872010000001</c:v>
                      </c:pt>
                      <c:pt idx="358">
                        <c:v>59.982749939999998</c:v>
                      </c:pt>
                      <c:pt idx="359">
                        <c:v>59.982337950000002</c:v>
                      </c:pt>
                      <c:pt idx="360">
                        <c:v>59.982040410000003</c:v>
                      </c:pt>
                      <c:pt idx="361">
                        <c:v>59.981750490000003</c:v>
                      </c:pt>
                      <c:pt idx="362">
                        <c:v>59.98145676</c:v>
                      </c:pt>
                      <c:pt idx="363">
                        <c:v>59.981159210000001</c:v>
                      </c:pt>
                      <c:pt idx="364">
                        <c:v>59.980861660000002</c:v>
                      </c:pt>
                      <c:pt idx="365">
                        <c:v>59.9805603</c:v>
                      </c:pt>
                      <c:pt idx="366">
                        <c:v>59.980434420000002</c:v>
                      </c:pt>
                      <c:pt idx="367">
                        <c:v>59.9799881</c:v>
                      </c:pt>
                      <c:pt idx="368">
                        <c:v>59.979667659999997</c:v>
                      </c:pt>
                      <c:pt idx="369">
                        <c:v>59.979354860000001</c:v>
                      </c:pt>
                      <c:pt idx="370">
                        <c:v>59.979042049999997</c:v>
                      </c:pt>
                      <c:pt idx="371">
                        <c:v>59.978725429999997</c:v>
                      </c:pt>
                      <c:pt idx="372">
                        <c:v>59.978405000000002</c:v>
                      </c:pt>
                      <c:pt idx="373">
                        <c:v>59.978084559999999</c:v>
                      </c:pt>
                      <c:pt idx="374">
                        <c:v>59.977962490000003</c:v>
                      </c:pt>
                      <c:pt idx="375">
                        <c:v>59.97747803</c:v>
                      </c:pt>
                      <c:pt idx="376">
                        <c:v>59.977138519999997</c:v>
                      </c:pt>
                      <c:pt idx="377">
                        <c:v>59.97680664</c:v>
                      </c:pt>
                      <c:pt idx="378">
                        <c:v>59.976474760000002</c:v>
                      </c:pt>
                      <c:pt idx="379">
                        <c:v>59.976139070000002</c:v>
                      </c:pt>
                      <c:pt idx="380">
                        <c:v>59.975803380000002</c:v>
                      </c:pt>
                      <c:pt idx="381">
                        <c:v>59.975463869999999</c:v>
                      </c:pt>
                      <c:pt idx="382">
                        <c:v>59.975341800000002</c:v>
                      </c:pt>
                      <c:pt idx="383">
                        <c:v>59.974826810000003</c:v>
                      </c:pt>
                      <c:pt idx="384">
                        <c:v>59.974468229999999</c:v>
                      </c:pt>
                      <c:pt idx="385">
                        <c:v>59.974117280000002</c:v>
                      </c:pt>
                      <c:pt idx="386">
                        <c:v>59.973766329999997</c:v>
                      </c:pt>
                      <c:pt idx="387">
                        <c:v>59.973415369999998</c:v>
                      </c:pt>
                      <c:pt idx="388">
                        <c:v>59.973060609999997</c:v>
                      </c:pt>
                      <c:pt idx="389">
                        <c:v>59.972702030000001</c:v>
                      </c:pt>
                      <c:pt idx="390">
                        <c:v>59.972587590000003</c:v>
                      </c:pt>
                      <c:pt idx="391">
                        <c:v>59.972034450000002</c:v>
                      </c:pt>
                      <c:pt idx="392">
                        <c:v>59.971656799999998</c:v>
                      </c:pt>
                      <c:pt idx="393">
                        <c:v>59.971290590000002</c:v>
                      </c:pt>
                      <c:pt idx="394">
                        <c:v>59.970920560000003</c:v>
                      </c:pt>
                      <c:pt idx="395">
                        <c:v>59.970550539999998</c:v>
                      </c:pt>
                      <c:pt idx="396">
                        <c:v>59.970180509999999</c:v>
                      </c:pt>
                      <c:pt idx="397">
                        <c:v>59.969806669999997</c:v>
                      </c:pt>
                      <c:pt idx="398">
                        <c:v>59.969432830000002</c:v>
                      </c:pt>
                      <c:pt idx="399">
                        <c:v>59.969322200000001</c:v>
                      </c:pt>
                      <c:pt idx="400">
                        <c:v>59.968734740000002</c:v>
                      </c:pt>
                      <c:pt idx="401">
                        <c:v>59.968334200000001</c:v>
                      </c:pt>
                      <c:pt idx="402">
                        <c:v>59.96795273</c:v>
                      </c:pt>
                      <c:pt idx="403">
                        <c:v>59.967567440000003</c:v>
                      </c:pt>
                      <c:pt idx="404">
                        <c:v>59.967178339999997</c:v>
                      </c:pt>
                      <c:pt idx="405">
                        <c:v>59.966789249999998</c:v>
                      </c:pt>
                      <c:pt idx="406">
                        <c:v>59.966400149999998</c:v>
                      </c:pt>
                      <c:pt idx="407">
                        <c:v>59.966297150000003</c:v>
                      </c:pt>
                      <c:pt idx="408">
                        <c:v>59.965675349999998</c:v>
                      </c:pt>
                      <c:pt idx="409">
                        <c:v>59.965259549999999</c:v>
                      </c:pt>
                      <c:pt idx="410">
                        <c:v>59.96486282</c:v>
                      </c:pt>
                      <c:pt idx="411">
                        <c:v>59.964462279999999</c:v>
                      </c:pt>
                      <c:pt idx="412">
                        <c:v>59.964061739999998</c:v>
                      </c:pt>
                      <c:pt idx="413">
                        <c:v>59.963661190000003</c:v>
                      </c:pt>
                      <c:pt idx="414">
                        <c:v>59.96325684</c:v>
                      </c:pt>
                      <c:pt idx="415">
                        <c:v>59.962852480000002</c:v>
                      </c:pt>
                      <c:pt idx="416">
                        <c:v>59.96245193</c:v>
                      </c:pt>
                      <c:pt idx="417">
                        <c:v>59.962047579999997</c:v>
                      </c:pt>
                      <c:pt idx="418">
                        <c:v>59.961643219999999</c:v>
                      </c:pt>
                      <c:pt idx="419">
                        <c:v>59.961235049999999</c:v>
                      </c:pt>
                      <c:pt idx="420">
                        <c:v>59.960830690000002</c:v>
                      </c:pt>
                      <c:pt idx="421">
                        <c:v>59.960422520000002</c:v>
                      </c:pt>
                      <c:pt idx="422">
                        <c:v>59.960010529999998</c:v>
                      </c:pt>
                      <c:pt idx="423">
                        <c:v>59.959602359999998</c:v>
                      </c:pt>
                      <c:pt idx="424">
                        <c:v>59.959190370000002</c:v>
                      </c:pt>
                      <c:pt idx="425">
                        <c:v>59.958778379999998</c:v>
                      </c:pt>
                      <c:pt idx="426">
                        <c:v>59.958366390000002</c:v>
                      </c:pt>
                      <c:pt idx="427">
                        <c:v>59.957950590000003</c:v>
                      </c:pt>
                      <c:pt idx="428">
                        <c:v>59.957538599999999</c:v>
                      </c:pt>
                      <c:pt idx="429">
                        <c:v>59.957118989999998</c:v>
                      </c:pt>
                      <c:pt idx="430">
                        <c:v>59.956703189999999</c:v>
                      </c:pt>
                      <c:pt idx="431">
                        <c:v>59.956283569999997</c:v>
                      </c:pt>
                      <c:pt idx="432">
                        <c:v>59.955863950000001</c:v>
                      </c:pt>
                      <c:pt idx="433">
                        <c:v>59.95544434</c:v>
                      </c:pt>
                      <c:pt idx="434">
                        <c:v>59.955024719999997</c:v>
                      </c:pt>
                      <c:pt idx="435">
                        <c:v>59.954601289999999</c:v>
                      </c:pt>
                      <c:pt idx="436">
                        <c:v>59.954177860000001</c:v>
                      </c:pt>
                      <c:pt idx="437">
                        <c:v>59.953754429999996</c:v>
                      </c:pt>
                      <c:pt idx="438">
                        <c:v>59.953330989999998</c:v>
                      </c:pt>
                      <c:pt idx="439">
                        <c:v>59.952903749999997</c:v>
                      </c:pt>
                      <c:pt idx="440">
                        <c:v>59.952476500000003</c:v>
                      </c:pt>
                      <c:pt idx="441">
                        <c:v>59.952049260000003</c:v>
                      </c:pt>
                      <c:pt idx="442">
                        <c:v>59.951622010000001</c:v>
                      </c:pt>
                      <c:pt idx="443">
                        <c:v>59.95119476</c:v>
                      </c:pt>
                      <c:pt idx="444">
                        <c:v>59.950767519999999</c:v>
                      </c:pt>
                      <c:pt idx="445">
                        <c:v>59.950336460000003</c:v>
                      </c:pt>
                      <c:pt idx="446">
                        <c:v>59.949905399999999</c:v>
                      </c:pt>
                      <c:pt idx="447">
                        <c:v>59.949478149999997</c:v>
                      </c:pt>
                      <c:pt idx="448">
                        <c:v>59.949047090000001</c:v>
                      </c:pt>
                      <c:pt idx="449">
                        <c:v>59.948616029999997</c:v>
                      </c:pt>
                      <c:pt idx="450">
                        <c:v>59.94818497</c:v>
                      </c:pt>
                      <c:pt idx="451">
                        <c:v>59.94775009</c:v>
                      </c:pt>
                      <c:pt idx="452">
                        <c:v>59.947319030000003</c:v>
                      </c:pt>
                      <c:pt idx="453">
                        <c:v>59.946887969999999</c:v>
                      </c:pt>
                      <c:pt idx="454">
                        <c:v>59.946453089999999</c:v>
                      </c:pt>
                      <c:pt idx="455">
                        <c:v>59.946022030000002</c:v>
                      </c:pt>
                      <c:pt idx="456">
                        <c:v>59.945587160000002</c:v>
                      </c:pt>
                      <c:pt idx="457">
                        <c:v>59.945156099999998</c:v>
                      </c:pt>
                      <c:pt idx="458">
                        <c:v>59.944721219999998</c:v>
                      </c:pt>
                      <c:pt idx="459">
                        <c:v>59.944290160000001</c:v>
                      </c:pt>
                      <c:pt idx="460">
                        <c:v>59.943855290000002</c:v>
                      </c:pt>
                      <c:pt idx="461">
                        <c:v>59.943424219999997</c:v>
                      </c:pt>
                      <c:pt idx="462">
                        <c:v>59.942989349999998</c:v>
                      </c:pt>
                      <c:pt idx="463">
                        <c:v>59.942554469999997</c:v>
                      </c:pt>
                      <c:pt idx="464">
                        <c:v>59.942123410000001</c:v>
                      </c:pt>
                      <c:pt idx="465">
                        <c:v>59.941688540000001</c:v>
                      </c:pt>
                      <c:pt idx="466">
                        <c:v>59.941257479999997</c:v>
                      </c:pt>
                      <c:pt idx="467">
                        <c:v>59.940822599999997</c:v>
                      </c:pt>
                      <c:pt idx="468">
                        <c:v>59.94039154</c:v>
                      </c:pt>
                      <c:pt idx="469">
                        <c:v>59.939960480000003</c:v>
                      </c:pt>
                      <c:pt idx="470">
                        <c:v>59.939525600000003</c:v>
                      </c:pt>
                      <c:pt idx="471">
                        <c:v>59.939094539999999</c:v>
                      </c:pt>
                      <c:pt idx="472">
                        <c:v>59.938663480000002</c:v>
                      </c:pt>
                      <c:pt idx="473">
                        <c:v>59.938232419999999</c:v>
                      </c:pt>
                      <c:pt idx="474">
                        <c:v>59.937801360000002</c:v>
                      </c:pt>
                      <c:pt idx="475">
                        <c:v>59.937370299999998</c:v>
                      </c:pt>
                      <c:pt idx="476">
                        <c:v>59.936939240000001</c:v>
                      </c:pt>
                      <c:pt idx="477">
                        <c:v>59.936508179999997</c:v>
                      </c:pt>
                      <c:pt idx="478">
                        <c:v>59.936080930000003</c:v>
                      </c:pt>
                      <c:pt idx="479">
                        <c:v>59.935653690000002</c:v>
                      </c:pt>
                      <c:pt idx="480">
                        <c:v>59.935222629999998</c:v>
                      </c:pt>
                      <c:pt idx="481">
                        <c:v>59.934795379999997</c:v>
                      </c:pt>
                      <c:pt idx="482">
                        <c:v>59.934368130000003</c:v>
                      </c:pt>
                      <c:pt idx="483">
                        <c:v>59.933944699999998</c:v>
                      </c:pt>
                      <c:pt idx="484">
                        <c:v>59.933517459999997</c:v>
                      </c:pt>
                      <c:pt idx="485">
                        <c:v>59.933090210000003</c:v>
                      </c:pt>
                      <c:pt idx="486">
                        <c:v>59.932666779999998</c:v>
                      </c:pt>
                      <c:pt idx="487">
                        <c:v>59.93224335</c:v>
                      </c:pt>
                      <c:pt idx="488">
                        <c:v>59.931819920000002</c:v>
                      </c:pt>
                      <c:pt idx="489">
                        <c:v>59.9314003</c:v>
                      </c:pt>
                      <c:pt idx="490">
                        <c:v>59.930980679999998</c:v>
                      </c:pt>
                      <c:pt idx="491">
                        <c:v>59.93055725</c:v>
                      </c:pt>
                      <c:pt idx="492">
                        <c:v>59.930141450000001</c:v>
                      </c:pt>
                      <c:pt idx="493">
                        <c:v>59.929721829999998</c:v>
                      </c:pt>
                      <c:pt idx="494">
                        <c:v>59.929302219999997</c:v>
                      </c:pt>
                      <c:pt idx="495">
                        <c:v>59.928886409999997</c:v>
                      </c:pt>
                      <c:pt idx="496">
                        <c:v>59.928474430000001</c:v>
                      </c:pt>
                      <c:pt idx="497">
                        <c:v>59.928058620000002</c:v>
                      </c:pt>
                      <c:pt idx="498">
                        <c:v>59.927646639999999</c:v>
                      </c:pt>
                      <c:pt idx="499">
                        <c:v>59.927234650000003</c:v>
                      </c:pt>
                      <c:pt idx="500">
                        <c:v>59.926822659999999</c:v>
                      </c:pt>
                      <c:pt idx="501">
                        <c:v>59.926414489999999</c:v>
                      </c:pt>
                      <c:pt idx="502">
                        <c:v>59.926006319999999</c:v>
                      </c:pt>
                      <c:pt idx="503">
                        <c:v>59.925598139999998</c:v>
                      </c:pt>
                      <c:pt idx="504">
                        <c:v>59.925193790000002</c:v>
                      </c:pt>
                      <c:pt idx="505">
                        <c:v>59.924789429999997</c:v>
                      </c:pt>
                      <c:pt idx="506">
                        <c:v>59.92438507</c:v>
                      </c:pt>
                      <c:pt idx="507">
                        <c:v>59.923984529999998</c:v>
                      </c:pt>
                      <c:pt idx="508">
                        <c:v>59.923583979999997</c:v>
                      </c:pt>
                      <c:pt idx="509">
                        <c:v>59.923183440000003</c:v>
                      </c:pt>
                      <c:pt idx="510">
                        <c:v>59.922786709999997</c:v>
                      </c:pt>
                      <c:pt idx="511">
                        <c:v>59.922393800000002</c:v>
                      </c:pt>
                      <c:pt idx="512">
                        <c:v>59.921997070000003</c:v>
                      </c:pt>
                      <c:pt idx="513">
                        <c:v>59.921604160000001</c:v>
                      </c:pt>
                      <c:pt idx="514">
                        <c:v>59.921215060000002</c:v>
                      </c:pt>
                      <c:pt idx="515">
                        <c:v>59.920825960000002</c:v>
                      </c:pt>
                      <c:pt idx="516">
                        <c:v>59.920436860000002</c:v>
                      </c:pt>
                      <c:pt idx="517">
                        <c:v>59.920051569999998</c:v>
                      </c:pt>
                      <c:pt idx="518">
                        <c:v>59.919666290000002</c:v>
                      </c:pt>
                      <c:pt idx="519">
                        <c:v>59.919284820000001</c:v>
                      </c:pt>
                      <c:pt idx="520">
                        <c:v>59.918903350000001</c:v>
                      </c:pt>
                      <c:pt idx="521">
                        <c:v>59.918525700000004</c:v>
                      </c:pt>
                      <c:pt idx="522">
                        <c:v>59.918148039999998</c:v>
                      </c:pt>
                      <c:pt idx="523">
                        <c:v>59.917770390000001</c:v>
                      </c:pt>
                      <c:pt idx="524">
                        <c:v>59.917396549999999</c:v>
                      </c:pt>
                      <c:pt idx="525">
                        <c:v>59.91702652</c:v>
                      </c:pt>
                      <c:pt idx="526">
                        <c:v>59.916656490000001</c:v>
                      </c:pt>
                      <c:pt idx="527">
                        <c:v>59.916286470000003</c:v>
                      </c:pt>
                      <c:pt idx="528">
                        <c:v>59.915924070000003</c:v>
                      </c:pt>
                      <c:pt idx="529">
                        <c:v>59.91555786</c:v>
                      </c:pt>
                      <c:pt idx="530">
                        <c:v>59.91519547</c:v>
                      </c:pt>
                      <c:pt idx="531">
                        <c:v>59.914836880000003</c:v>
                      </c:pt>
                      <c:pt idx="532">
                        <c:v>59.914478299999999</c:v>
                      </c:pt>
                      <c:pt idx="533">
                        <c:v>59.914123539999999</c:v>
                      </c:pt>
                      <c:pt idx="534">
                        <c:v>59.913768769999997</c:v>
                      </c:pt>
                      <c:pt idx="535">
                        <c:v>59.913417819999999</c:v>
                      </c:pt>
                      <c:pt idx="536">
                        <c:v>59.913066860000001</c:v>
                      </c:pt>
                      <c:pt idx="537">
                        <c:v>59.912719729999999</c:v>
                      </c:pt>
                      <c:pt idx="538">
                        <c:v>59.912372589999997</c:v>
                      </c:pt>
                      <c:pt idx="539">
                        <c:v>59.91203308</c:v>
                      </c:pt>
                      <c:pt idx="540">
                        <c:v>59.911689760000002</c:v>
                      </c:pt>
                      <c:pt idx="541">
                        <c:v>59.911350249999998</c:v>
                      </c:pt>
                      <c:pt idx="542">
                        <c:v>59.911014559999998</c:v>
                      </c:pt>
                      <c:pt idx="543">
                        <c:v>59.910678859999997</c:v>
                      </c:pt>
                      <c:pt idx="544">
                        <c:v>59.91034698</c:v>
                      </c:pt>
                      <c:pt idx="545">
                        <c:v>59.910018919999999</c:v>
                      </c:pt>
                      <c:pt idx="546">
                        <c:v>59.909690859999998</c:v>
                      </c:pt>
                      <c:pt idx="547">
                        <c:v>59.909366609999999</c:v>
                      </c:pt>
                      <c:pt idx="548">
                        <c:v>59.909042360000001</c:v>
                      </c:pt>
                      <c:pt idx="549">
                        <c:v>59.908721919999998</c:v>
                      </c:pt>
                      <c:pt idx="550">
                        <c:v>59.908405299999998</c:v>
                      </c:pt>
                      <c:pt idx="551">
                        <c:v>59.908088679999999</c:v>
                      </c:pt>
                      <c:pt idx="552">
                        <c:v>59.907775880000003</c:v>
                      </c:pt>
                      <c:pt idx="553">
                        <c:v>59.907463069999999</c:v>
                      </c:pt>
                      <c:pt idx="554">
                        <c:v>59.907154079999998</c:v>
                      </c:pt>
                      <c:pt idx="555">
                        <c:v>59.906848910000001</c:v>
                      </c:pt>
                      <c:pt idx="556">
                        <c:v>59.906543730000003</c:v>
                      </c:pt>
                      <c:pt idx="557">
                        <c:v>59.906242370000001</c:v>
                      </c:pt>
                      <c:pt idx="558">
                        <c:v>59.905944820000002</c:v>
                      </c:pt>
                      <c:pt idx="559">
                        <c:v>59.905647279999997</c:v>
                      </c:pt>
                      <c:pt idx="560">
                        <c:v>59.905353550000001</c:v>
                      </c:pt>
                      <c:pt idx="561">
                        <c:v>59.905063630000001</c:v>
                      </c:pt>
                      <c:pt idx="562">
                        <c:v>59.904773710000001</c:v>
                      </c:pt>
                      <c:pt idx="563">
                        <c:v>59.904487609999997</c:v>
                      </c:pt>
                      <c:pt idx="564">
                        <c:v>59.904205320000003</c:v>
                      </c:pt>
                      <c:pt idx="565">
                        <c:v>59.903923030000001</c:v>
                      </c:pt>
                      <c:pt idx="566">
                        <c:v>59.903644559999996</c:v>
                      </c:pt>
                      <c:pt idx="567">
                        <c:v>59.903369900000001</c:v>
                      </c:pt>
                      <c:pt idx="568">
                        <c:v>59.90309525</c:v>
                      </c:pt>
                      <c:pt idx="569">
                        <c:v>59.9028244</c:v>
                      </c:pt>
                      <c:pt idx="570">
                        <c:v>59.902557369999997</c:v>
                      </c:pt>
                      <c:pt idx="571">
                        <c:v>59.90229034</c:v>
                      </c:pt>
                      <c:pt idx="572">
                        <c:v>59.90202713</c:v>
                      </c:pt>
                      <c:pt idx="573">
                        <c:v>59.901767730000003</c:v>
                      </c:pt>
                      <c:pt idx="574">
                        <c:v>59.901508329999999</c:v>
                      </c:pt>
                      <c:pt idx="575">
                        <c:v>59.90125656</c:v>
                      </c:pt>
                      <c:pt idx="576">
                        <c:v>59.901000979999999</c:v>
                      </c:pt>
                      <c:pt idx="577">
                        <c:v>59.900753020000003</c:v>
                      </c:pt>
                      <c:pt idx="578">
                        <c:v>59.900505070000001</c:v>
                      </c:pt>
                      <c:pt idx="579">
                        <c:v>59.900260930000002</c:v>
                      </c:pt>
                      <c:pt idx="580">
                        <c:v>59.900020599999998</c:v>
                      </c:pt>
                      <c:pt idx="581">
                        <c:v>59.899784089999997</c:v>
                      </c:pt>
                      <c:pt idx="582">
                        <c:v>59.899547579999997</c:v>
                      </c:pt>
                      <c:pt idx="583">
                        <c:v>59.899314879999999</c:v>
                      </c:pt>
                      <c:pt idx="584">
                        <c:v>59.899082180000001</c:v>
                      </c:pt>
                      <c:pt idx="585">
                        <c:v>59.898853299999999</c:v>
                      </c:pt>
                      <c:pt idx="586">
                        <c:v>59.898632050000003</c:v>
                      </c:pt>
                      <c:pt idx="587">
                        <c:v>59.898406979999997</c:v>
                      </c:pt>
                      <c:pt idx="588">
                        <c:v>59.898189539999997</c:v>
                      </c:pt>
                      <c:pt idx="589">
                        <c:v>59.897972109999998</c:v>
                      </c:pt>
                      <c:pt idx="590">
                        <c:v>59.897754669999998</c:v>
                      </c:pt>
                      <c:pt idx="591">
                        <c:v>59.897541050000001</c:v>
                      </c:pt>
                      <c:pt idx="592">
                        <c:v>59.89733124</c:v>
                      </c:pt>
                      <c:pt idx="593">
                        <c:v>59.897125240000001</c:v>
                      </c:pt>
                      <c:pt idx="594">
                        <c:v>59.896919250000003</c:v>
                      </c:pt>
                      <c:pt idx="595">
                        <c:v>59.896717070000001</c:v>
                      </c:pt>
                      <c:pt idx="596">
                        <c:v>59.896518710000002</c:v>
                      </c:pt>
                      <c:pt idx="597">
                        <c:v>59.896324159999999</c:v>
                      </c:pt>
                      <c:pt idx="598">
                        <c:v>59.896133419999998</c:v>
                      </c:pt>
                      <c:pt idx="599">
                        <c:v>59.895942689999998</c:v>
                      </c:pt>
                      <c:pt idx="600">
                        <c:v>59.895755770000001</c:v>
                      </c:pt>
                      <c:pt idx="601">
                        <c:v>59.895568849999997</c:v>
                      </c:pt>
                      <c:pt idx="602">
                        <c:v>59.895393370000001</c:v>
                      </c:pt>
                      <c:pt idx="603">
                        <c:v>59.895217899999999</c:v>
                      </c:pt>
                      <c:pt idx="604">
                        <c:v>59.895050050000002</c:v>
                      </c:pt>
                      <c:pt idx="605">
                        <c:v>59.894882199999998</c:v>
                      </c:pt>
                      <c:pt idx="606">
                        <c:v>59.894718169999997</c:v>
                      </c:pt>
                      <c:pt idx="607">
                        <c:v>59.894557949999999</c:v>
                      </c:pt>
                      <c:pt idx="608">
                        <c:v>59.894397740000002</c:v>
                      </c:pt>
                      <c:pt idx="609">
                        <c:v>59.894397740000002</c:v>
                      </c:pt>
                      <c:pt idx="610">
                        <c:v>59.894180300000002</c:v>
                      </c:pt>
                      <c:pt idx="611">
                        <c:v>59.893962860000002</c:v>
                      </c:pt>
                      <c:pt idx="612">
                        <c:v>59.893749239999998</c:v>
                      </c:pt>
                      <c:pt idx="613">
                        <c:v>59.89354324</c:v>
                      </c:pt>
                      <c:pt idx="614">
                        <c:v>59.893348690000003</c:v>
                      </c:pt>
                      <c:pt idx="615">
                        <c:v>59.893161769999999</c:v>
                      </c:pt>
                      <c:pt idx="616">
                        <c:v>59.892982480000001</c:v>
                      </c:pt>
                      <c:pt idx="617">
                        <c:v>59.892810820000001</c:v>
                      </c:pt>
                      <c:pt idx="618">
                        <c:v>59.892646790000001</c:v>
                      </c:pt>
                      <c:pt idx="619">
                        <c:v>59.892490389999999</c:v>
                      </c:pt>
                      <c:pt idx="620">
                        <c:v>59.892341610000003</c:v>
                      </c:pt>
                      <c:pt idx="621">
                        <c:v>59.892196660000003</c:v>
                      </c:pt>
                      <c:pt idx="622">
                        <c:v>59.892059330000002</c:v>
                      </c:pt>
                      <c:pt idx="623">
                        <c:v>59.89192963</c:v>
                      </c:pt>
                      <c:pt idx="624">
                        <c:v>59.891799929999998</c:v>
                      </c:pt>
                      <c:pt idx="625">
                        <c:v>59.891677860000001</c:v>
                      </c:pt>
                      <c:pt idx="626">
                        <c:v>59.891563419999997</c:v>
                      </c:pt>
                      <c:pt idx="627">
                        <c:v>59.891448969999999</c:v>
                      </c:pt>
                      <c:pt idx="628">
                        <c:v>59.891338349999998</c:v>
                      </c:pt>
                      <c:pt idx="629">
                        <c:v>59.891235350000002</c:v>
                      </c:pt>
                      <c:pt idx="630">
                        <c:v>59.891132349999999</c:v>
                      </c:pt>
                      <c:pt idx="631">
                        <c:v>59.89103317</c:v>
                      </c:pt>
                      <c:pt idx="632">
                        <c:v>59.890937809999997</c:v>
                      </c:pt>
                      <c:pt idx="633">
                        <c:v>59.89084244</c:v>
                      </c:pt>
                      <c:pt idx="634">
                        <c:v>59.89075089</c:v>
                      </c:pt>
                      <c:pt idx="635">
                        <c:v>59.890663150000002</c:v>
                      </c:pt>
                      <c:pt idx="636">
                        <c:v>59.890579219999999</c:v>
                      </c:pt>
                      <c:pt idx="637">
                        <c:v>59.890495299999998</c:v>
                      </c:pt>
                      <c:pt idx="638">
                        <c:v>59.890411380000003</c:v>
                      </c:pt>
                      <c:pt idx="639">
                        <c:v>59.890331269999997</c:v>
                      </c:pt>
                      <c:pt idx="640">
                        <c:v>59.890254970000001</c:v>
                      </c:pt>
                      <c:pt idx="641">
                        <c:v>59.890178679999998</c:v>
                      </c:pt>
                      <c:pt idx="642">
                        <c:v>59.890106199999998</c:v>
                      </c:pt>
                      <c:pt idx="643">
                        <c:v>59.890033719999998</c:v>
                      </c:pt>
                      <c:pt idx="644">
                        <c:v>59.889961239999998</c:v>
                      </c:pt>
                      <c:pt idx="645">
                        <c:v>59.889892580000001</c:v>
                      </c:pt>
                      <c:pt idx="646">
                        <c:v>59.88982773</c:v>
                      </c:pt>
                      <c:pt idx="647">
                        <c:v>59.889762879999999</c:v>
                      </c:pt>
                      <c:pt idx="648">
                        <c:v>59.889701840000001</c:v>
                      </c:pt>
                      <c:pt idx="649">
                        <c:v>59.889640810000003</c:v>
                      </c:pt>
                      <c:pt idx="650">
                        <c:v>59.889583590000001</c:v>
                      </c:pt>
                      <c:pt idx="651">
                        <c:v>59.889530180000001</c:v>
                      </c:pt>
                      <c:pt idx="652">
                        <c:v>59.889476780000003</c:v>
                      </c:pt>
                      <c:pt idx="653">
                        <c:v>59.889423370000003</c:v>
                      </c:pt>
                      <c:pt idx="654">
                        <c:v>59.88937378</c:v>
                      </c:pt>
                      <c:pt idx="655">
                        <c:v>59.889327999999999</c:v>
                      </c:pt>
                      <c:pt idx="656">
                        <c:v>59.889286040000002</c:v>
                      </c:pt>
                      <c:pt idx="657">
                        <c:v>59.889240260000001</c:v>
                      </c:pt>
                      <c:pt idx="658">
                        <c:v>59.88920212</c:v>
                      </c:pt>
                      <c:pt idx="659">
                        <c:v>59.889163969999998</c:v>
                      </c:pt>
                      <c:pt idx="660">
                        <c:v>59.88912964</c:v>
                      </c:pt>
                      <c:pt idx="661">
                        <c:v>59.889095310000002</c:v>
                      </c:pt>
                      <c:pt idx="662">
                        <c:v>59.889060970000003</c:v>
                      </c:pt>
                      <c:pt idx="663">
                        <c:v>59.889034270000003</c:v>
                      </c:pt>
                      <c:pt idx="664">
                        <c:v>59.889003750000001</c:v>
                      </c:pt>
                      <c:pt idx="665">
                        <c:v>59.888977050000001</c:v>
                      </c:pt>
                      <c:pt idx="666">
                        <c:v>59.888954159999997</c:v>
                      </c:pt>
                      <c:pt idx="667">
                        <c:v>59.88893127</c:v>
                      </c:pt>
                      <c:pt idx="668">
                        <c:v>59.888908389999997</c:v>
                      </c:pt>
                      <c:pt idx="669">
                        <c:v>59.888889310000003</c:v>
                      </c:pt>
                      <c:pt idx="670">
                        <c:v>59.888874049999998</c:v>
                      </c:pt>
                      <c:pt idx="671">
                        <c:v>59.888854979999998</c:v>
                      </c:pt>
                      <c:pt idx="672">
                        <c:v>59.888843540000003</c:v>
                      </c:pt>
                      <c:pt idx="673">
                        <c:v>59.888828279999998</c:v>
                      </c:pt>
                      <c:pt idx="674">
                        <c:v>59.888816830000003</c:v>
                      </c:pt>
                      <c:pt idx="675">
                        <c:v>59.888805390000002</c:v>
                      </c:pt>
                      <c:pt idx="676">
                        <c:v>59.888797760000003</c:v>
                      </c:pt>
                      <c:pt idx="677">
                        <c:v>59.888790129999997</c:v>
                      </c:pt>
                      <c:pt idx="678">
                        <c:v>59.888786320000001</c:v>
                      </c:pt>
                      <c:pt idx="679">
                        <c:v>59.888778690000002</c:v>
                      </c:pt>
                      <c:pt idx="680">
                        <c:v>59.888774869999999</c:v>
                      </c:pt>
                      <c:pt idx="681">
                        <c:v>59.888774869999999</c:v>
                      </c:pt>
                      <c:pt idx="682">
                        <c:v>59.888774869999999</c:v>
                      </c:pt>
                      <c:pt idx="683">
                        <c:v>59.888774869999999</c:v>
                      </c:pt>
                      <c:pt idx="684">
                        <c:v>59.888774869999999</c:v>
                      </c:pt>
                      <c:pt idx="685">
                        <c:v>59.888778690000002</c:v>
                      </c:pt>
                      <c:pt idx="686">
                        <c:v>59.888782499999998</c:v>
                      </c:pt>
                      <c:pt idx="687">
                        <c:v>59.888790129999997</c:v>
                      </c:pt>
                      <c:pt idx="688">
                        <c:v>59.888797760000003</c:v>
                      </c:pt>
                      <c:pt idx="689">
                        <c:v>59.888805390000002</c:v>
                      </c:pt>
                      <c:pt idx="690">
                        <c:v>59.888813020000001</c:v>
                      </c:pt>
                      <c:pt idx="691">
                        <c:v>59.888824460000002</c:v>
                      </c:pt>
                      <c:pt idx="692">
                        <c:v>59.888835909999997</c:v>
                      </c:pt>
                      <c:pt idx="693">
                        <c:v>59.888847349999999</c:v>
                      </c:pt>
                      <c:pt idx="694">
                        <c:v>59.888862609999997</c:v>
                      </c:pt>
                      <c:pt idx="695">
                        <c:v>59.888874049999998</c:v>
                      </c:pt>
                      <c:pt idx="696">
                        <c:v>59.88889313</c:v>
                      </c:pt>
                      <c:pt idx="697">
                        <c:v>59.888908389999997</c:v>
                      </c:pt>
                      <c:pt idx="698">
                        <c:v>59.888927459999998</c:v>
                      </c:pt>
                      <c:pt idx="699">
                        <c:v>59.888942720000003</c:v>
                      </c:pt>
                      <c:pt idx="700">
                        <c:v>59.888961790000003</c:v>
                      </c:pt>
                      <c:pt idx="701">
                        <c:v>59.88898468</c:v>
                      </c:pt>
                      <c:pt idx="702">
                        <c:v>59.889003750000001</c:v>
                      </c:pt>
                      <c:pt idx="703">
                        <c:v>59.889026639999997</c:v>
                      </c:pt>
                      <c:pt idx="704">
                        <c:v>59.889049530000001</c:v>
                      </c:pt>
                      <c:pt idx="705">
                        <c:v>59.889072419999998</c:v>
                      </c:pt>
                      <c:pt idx="706">
                        <c:v>59.889099119999997</c:v>
                      </c:pt>
                      <c:pt idx="707">
                        <c:v>59.889122010000001</c:v>
                      </c:pt>
                      <c:pt idx="708">
                        <c:v>59.889148710000001</c:v>
                      </c:pt>
                      <c:pt idx="709">
                        <c:v>59.889175420000001</c:v>
                      </c:pt>
                      <c:pt idx="710">
                        <c:v>59.88920212</c:v>
                      </c:pt>
                      <c:pt idx="711">
                        <c:v>59.88922882</c:v>
                      </c:pt>
                      <c:pt idx="712">
                        <c:v>59.889255519999999</c:v>
                      </c:pt>
                      <c:pt idx="713">
                        <c:v>59.889286040000002</c:v>
                      </c:pt>
                      <c:pt idx="714">
                        <c:v>59.889316559999997</c:v>
                      </c:pt>
                      <c:pt idx="715">
                        <c:v>59.889343259999997</c:v>
                      </c:pt>
                      <c:pt idx="716">
                        <c:v>59.88937378</c:v>
                      </c:pt>
                      <c:pt idx="717">
                        <c:v>59.889404300000002</c:v>
                      </c:pt>
                      <c:pt idx="718">
                        <c:v>59.889434809999997</c:v>
                      </c:pt>
                      <c:pt idx="719">
                        <c:v>59.88946533</c:v>
                      </c:pt>
                      <c:pt idx="720">
                        <c:v>59.889499659999998</c:v>
                      </c:pt>
                      <c:pt idx="721">
                        <c:v>59.889530180000001</c:v>
                      </c:pt>
                      <c:pt idx="722">
                        <c:v>59.889560699999997</c:v>
                      </c:pt>
                      <c:pt idx="723">
                        <c:v>59.889595030000002</c:v>
                      </c:pt>
                      <c:pt idx="724">
                        <c:v>59.889625549999998</c:v>
                      </c:pt>
                      <c:pt idx="725">
                        <c:v>59.889659880000004</c:v>
                      </c:pt>
                      <c:pt idx="726">
                        <c:v>59.889690399999999</c:v>
                      </c:pt>
                      <c:pt idx="727">
                        <c:v>59.889724729999998</c:v>
                      </c:pt>
                      <c:pt idx="728">
                        <c:v>59.889759060000003</c:v>
                      </c:pt>
                      <c:pt idx="729">
                        <c:v>59.889789579999999</c:v>
                      </c:pt>
                      <c:pt idx="730">
                        <c:v>59.889823909999997</c:v>
                      </c:pt>
                      <c:pt idx="731">
                        <c:v>59.88985443</c:v>
                      </c:pt>
                      <c:pt idx="732">
                        <c:v>59.889888759999998</c:v>
                      </c:pt>
                      <c:pt idx="733">
                        <c:v>59.889919280000001</c:v>
                      </c:pt>
                      <c:pt idx="734">
                        <c:v>59.889953609999999</c:v>
                      </c:pt>
                      <c:pt idx="735">
                        <c:v>59.889984130000002</c:v>
                      </c:pt>
                      <c:pt idx="736">
                        <c:v>59.89001846</c:v>
                      </c:pt>
                      <c:pt idx="737">
                        <c:v>59.890048980000003</c:v>
                      </c:pt>
                      <c:pt idx="738">
                        <c:v>59.890079499999999</c:v>
                      </c:pt>
                      <c:pt idx="739">
                        <c:v>59.890110020000002</c:v>
                      </c:pt>
                      <c:pt idx="740">
                        <c:v>59.890140529999996</c:v>
                      </c:pt>
                      <c:pt idx="741">
                        <c:v>59.890171049999999</c:v>
                      </c:pt>
                      <c:pt idx="742">
                        <c:v>59.890201570000002</c:v>
                      </c:pt>
                      <c:pt idx="743">
                        <c:v>59.890232089999998</c:v>
                      </c:pt>
                      <c:pt idx="744">
                        <c:v>59.890258789999997</c:v>
                      </c:pt>
                      <c:pt idx="745">
                        <c:v>59.89028931</c:v>
                      </c:pt>
                      <c:pt idx="746">
                        <c:v>59.890316009999999</c:v>
                      </c:pt>
                      <c:pt idx="747">
                        <c:v>59.890342709999999</c:v>
                      </c:pt>
                      <c:pt idx="748">
                        <c:v>59.890369419999999</c:v>
                      </c:pt>
                      <c:pt idx="749">
                        <c:v>59.890396119999998</c:v>
                      </c:pt>
                      <c:pt idx="750">
                        <c:v>59.890419010000002</c:v>
                      </c:pt>
                      <c:pt idx="751">
                        <c:v>59.890445710000002</c:v>
                      </c:pt>
                      <c:pt idx="752">
                        <c:v>59.890468599999998</c:v>
                      </c:pt>
                      <c:pt idx="753">
                        <c:v>59.890491490000002</c:v>
                      </c:pt>
                      <c:pt idx="754">
                        <c:v>59.890514369999998</c:v>
                      </c:pt>
                      <c:pt idx="755">
                        <c:v>59.89053345</c:v>
                      </c:pt>
                      <c:pt idx="756">
                        <c:v>59.89055252</c:v>
                      </c:pt>
                      <c:pt idx="757">
                        <c:v>59.890575409999997</c:v>
                      </c:pt>
                      <c:pt idx="758">
                        <c:v>59.890594479999997</c:v>
                      </c:pt>
                      <c:pt idx="759">
                        <c:v>59.890609740000002</c:v>
                      </c:pt>
                      <c:pt idx="760">
                        <c:v>59.890628810000003</c:v>
                      </c:pt>
                      <c:pt idx="761">
                        <c:v>59.89064407</c:v>
                      </c:pt>
                      <c:pt idx="762">
                        <c:v>59.890659329999998</c:v>
                      </c:pt>
                      <c:pt idx="763">
                        <c:v>59.890670780000001</c:v>
                      </c:pt>
                      <c:pt idx="764">
                        <c:v>59.890686039999999</c:v>
                      </c:pt>
                      <c:pt idx="765">
                        <c:v>59.89069748</c:v>
                      </c:pt>
                      <c:pt idx="766">
                        <c:v>59.890708920000002</c:v>
                      </c:pt>
                      <c:pt idx="767">
                        <c:v>59.89071655</c:v>
                      </c:pt>
                      <c:pt idx="768">
                        <c:v>59.890724179999999</c:v>
                      </c:pt>
                      <c:pt idx="769">
                        <c:v>59.890731809999998</c:v>
                      </c:pt>
                      <c:pt idx="770">
                        <c:v>59.890739439999997</c:v>
                      </c:pt>
                      <c:pt idx="771">
                        <c:v>59.890743260000001</c:v>
                      </c:pt>
                      <c:pt idx="772">
                        <c:v>59.890747070000003</c:v>
                      </c:pt>
                      <c:pt idx="773">
                        <c:v>59.89075089</c:v>
                      </c:pt>
                      <c:pt idx="774">
                        <c:v>59.89075089</c:v>
                      </c:pt>
                      <c:pt idx="775">
                        <c:v>59.89075089</c:v>
                      </c:pt>
                      <c:pt idx="776">
                        <c:v>59.89075089</c:v>
                      </c:pt>
                      <c:pt idx="777">
                        <c:v>59.890747070000003</c:v>
                      </c:pt>
                      <c:pt idx="778">
                        <c:v>59.890747070000003</c:v>
                      </c:pt>
                      <c:pt idx="779">
                        <c:v>59.890739439999997</c:v>
                      </c:pt>
                      <c:pt idx="780">
                        <c:v>59.890735630000002</c:v>
                      </c:pt>
                      <c:pt idx="781">
                        <c:v>59.890728000000003</c:v>
                      </c:pt>
                      <c:pt idx="782">
                        <c:v>59.89071655</c:v>
                      </c:pt>
                      <c:pt idx="783">
                        <c:v>59.890708920000002</c:v>
                      </c:pt>
                      <c:pt idx="784">
                        <c:v>59.890693659999997</c:v>
                      </c:pt>
                      <c:pt idx="785">
                        <c:v>59.890682220000002</c:v>
                      </c:pt>
                      <c:pt idx="786">
                        <c:v>59.890666959999997</c:v>
                      </c:pt>
                      <c:pt idx="787">
                        <c:v>59.890651699999999</c:v>
                      </c:pt>
                      <c:pt idx="788">
                        <c:v>59.890632629999999</c:v>
                      </c:pt>
                      <c:pt idx="789">
                        <c:v>59.890617370000001</c:v>
                      </c:pt>
                      <c:pt idx="790">
                        <c:v>59.890594479999997</c:v>
                      </c:pt>
                      <c:pt idx="791">
                        <c:v>59.89057159</c:v>
                      </c:pt>
                      <c:pt idx="792">
                        <c:v>59.890548709999997</c:v>
                      </c:pt>
                      <c:pt idx="793">
                        <c:v>59.890525820000001</c:v>
                      </c:pt>
                      <c:pt idx="794">
                        <c:v>59.89049911</c:v>
                      </c:pt>
                      <c:pt idx="795">
                        <c:v>59.890468599999998</c:v>
                      </c:pt>
                      <c:pt idx="796">
                        <c:v>59.890441889999998</c:v>
                      </c:pt>
                      <c:pt idx="797">
                        <c:v>59.890411380000003</c:v>
                      </c:pt>
                      <c:pt idx="798">
                        <c:v>59.890377039999997</c:v>
                      </c:pt>
                      <c:pt idx="799">
                        <c:v>59.890342709999999</c:v>
                      </c:pt>
                      <c:pt idx="800">
                        <c:v>59.89030838</c:v>
                      </c:pt>
                      <c:pt idx="801">
                        <c:v>59.890270229999999</c:v>
                      </c:pt>
                      <c:pt idx="802">
                        <c:v>59.890232089999998</c:v>
                      </c:pt>
                      <c:pt idx="803">
                        <c:v>59.89019012</c:v>
                      </c:pt>
                      <c:pt idx="804">
                        <c:v>59.890148160000003</c:v>
                      </c:pt>
                      <c:pt idx="805">
                        <c:v>59.890106199999998</c:v>
                      </c:pt>
                      <c:pt idx="806">
                        <c:v>59.890060419999998</c:v>
                      </c:pt>
                      <c:pt idx="807">
                        <c:v>59.890010830000001</c:v>
                      </c:pt>
                      <c:pt idx="808">
                        <c:v>59.889961239999998</c:v>
                      </c:pt>
                      <c:pt idx="809">
                        <c:v>59.889911650000002</c:v>
                      </c:pt>
                      <c:pt idx="810">
                        <c:v>59.889862059999999</c:v>
                      </c:pt>
                      <c:pt idx="811">
                        <c:v>59.889804839999996</c:v>
                      </c:pt>
                      <c:pt idx="812">
                        <c:v>59.889751429999997</c:v>
                      </c:pt>
                      <c:pt idx="813">
                        <c:v>59.889694210000002</c:v>
                      </c:pt>
                      <c:pt idx="814">
                        <c:v>59.889633179999997</c:v>
                      </c:pt>
                      <c:pt idx="815">
                        <c:v>59.889575960000002</c:v>
                      </c:pt>
                      <c:pt idx="816">
                        <c:v>59.889511110000001</c:v>
                      </c:pt>
                      <c:pt idx="817">
                        <c:v>59.88944626</c:v>
                      </c:pt>
                      <c:pt idx="818">
                        <c:v>59.889381409999999</c:v>
                      </c:pt>
                      <c:pt idx="819">
                        <c:v>59.889312740000001</c:v>
                      </c:pt>
                      <c:pt idx="820">
                        <c:v>59.889244079999997</c:v>
                      </c:pt>
                      <c:pt idx="821">
                        <c:v>59.889175420000001</c:v>
                      </c:pt>
                      <c:pt idx="822">
                        <c:v>59.889099119999997</c:v>
                      </c:pt>
                      <c:pt idx="823">
                        <c:v>59.889026639999997</c:v>
                      </c:pt>
                      <c:pt idx="824">
                        <c:v>59.888950350000002</c:v>
                      </c:pt>
                      <c:pt idx="825">
                        <c:v>59.888870240000003</c:v>
                      </c:pt>
                      <c:pt idx="826">
                        <c:v>59.888790129999997</c:v>
                      </c:pt>
                      <c:pt idx="827">
                        <c:v>59.888710019999998</c:v>
                      </c:pt>
                      <c:pt idx="828">
                        <c:v>59.888626100000003</c:v>
                      </c:pt>
                      <c:pt idx="829">
                        <c:v>59.888542180000002</c:v>
                      </c:pt>
                      <c:pt idx="830">
                        <c:v>59.888454439999997</c:v>
                      </c:pt>
                      <c:pt idx="831">
                        <c:v>59.888366699999999</c:v>
                      </c:pt>
                      <c:pt idx="832">
                        <c:v>59.888275149999998</c:v>
                      </c:pt>
                      <c:pt idx="833">
                        <c:v>59.888183589999997</c:v>
                      </c:pt>
                      <c:pt idx="834">
                        <c:v>59.888088230000001</c:v>
                      </c:pt>
                      <c:pt idx="835">
                        <c:v>59.887992859999997</c:v>
                      </c:pt>
                      <c:pt idx="836">
                        <c:v>59.88789749</c:v>
                      </c:pt>
                      <c:pt idx="837">
                        <c:v>59.887798310000001</c:v>
                      </c:pt>
                      <c:pt idx="838">
                        <c:v>59.887695309999998</c:v>
                      </c:pt>
                      <c:pt idx="839">
                        <c:v>59.887596129999999</c:v>
                      </c:pt>
                      <c:pt idx="840">
                        <c:v>59.88748932</c:v>
                      </c:pt>
                      <c:pt idx="841">
                        <c:v>59.887382510000002</c:v>
                      </c:pt>
                      <c:pt idx="842">
                        <c:v>59.887275700000004</c:v>
                      </c:pt>
                      <c:pt idx="843">
                        <c:v>59.887165070000002</c:v>
                      </c:pt>
                      <c:pt idx="844">
                        <c:v>59.88705444</c:v>
                      </c:pt>
                      <c:pt idx="845">
                        <c:v>59.886943819999999</c:v>
                      </c:pt>
                      <c:pt idx="846">
                        <c:v>59.886829380000002</c:v>
                      </c:pt>
                      <c:pt idx="847">
                        <c:v>59.886711120000001</c:v>
                      </c:pt>
                      <c:pt idx="848">
                        <c:v>59.88659286</c:v>
                      </c:pt>
                      <c:pt idx="849">
                        <c:v>59.88647461</c:v>
                      </c:pt>
                      <c:pt idx="850">
                        <c:v>59.88635635</c:v>
                      </c:pt>
                      <c:pt idx="851">
                        <c:v>59.8862381</c:v>
                      </c:pt>
                      <c:pt idx="852">
                        <c:v>59.886116029999997</c:v>
                      </c:pt>
                      <c:pt idx="853">
                        <c:v>59.88599396</c:v>
                      </c:pt>
                      <c:pt idx="854">
                        <c:v>59.885871889999997</c:v>
                      </c:pt>
                      <c:pt idx="855">
                        <c:v>59.885745999999997</c:v>
                      </c:pt>
                      <c:pt idx="856">
                        <c:v>59.885616300000002</c:v>
                      </c:pt>
                      <c:pt idx="857">
                        <c:v>59.885490419999996</c:v>
                      </c:pt>
                      <c:pt idx="858">
                        <c:v>59.885360720000001</c:v>
                      </c:pt>
                      <c:pt idx="859">
                        <c:v>59.885227200000003</c:v>
                      </c:pt>
                      <c:pt idx="860">
                        <c:v>59.885093689999998</c:v>
                      </c:pt>
                      <c:pt idx="861">
                        <c:v>59.884960169999999</c:v>
                      </c:pt>
                      <c:pt idx="862">
                        <c:v>59.884822849999999</c:v>
                      </c:pt>
                      <c:pt idx="863">
                        <c:v>59.884685519999998</c:v>
                      </c:pt>
                      <c:pt idx="864">
                        <c:v>59.884548189999997</c:v>
                      </c:pt>
                      <c:pt idx="865">
                        <c:v>59.884407039999999</c:v>
                      </c:pt>
                      <c:pt idx="866">
                        <c:v>59.884265900000003</c:v>
                      </c:pt>
                      <c:pt idx="867">
                        <c:v>59.884120940000003</c:v>
                      </c:pt>
                      <c:pt idx="868">
                        <c:v>59.883975980000002</c:v>
                      </c:pt>
                      <c:pt idx="869">
                        <c:v>59.88382721</c:v>
                      </c:pt>
                      <c:pt idx="870">
                        <c:v>59.883678439999997</c:v>
                      </c:pt>
                      <c:pt idx="871">
                        <c:v>59.883529660000001</c:v>
                      </c:pt>
                      <c:pt idx="872">
                        <c:v>59.883377080000002</c:v>
                      </c:pt>
                      <c:pt idx="873">
                        <c:v>59.883224490000003</c:v>
                      </c:pt>
                      <c:pt idx="874">
                        <c:v>59.883068080000001</c:v>
                      </c:pt>
                      <c:pt idx="875">
                        <c:v>59.882911679999999</c:v>
                      </c:pt>
                      <c:pt idx="876">
                        <c:v>59.882755279999998</c:v>
                      </c:pt>
                      <c:pt idx="877">
                        <c:v>59.88259506</c:v>
                      </c:pt>
                      <c:pt idx="878">
                        <c:v>59.882434840000002</c:v>
                      </c:pt>
                      <c:pt idx="879">
                        <c:v>59.882274629999998</c:v>
                      </c:pt>
                      <c:pt idx="880">
                        <c:v>59.882110599999997</c:v>
                      </c:pt>
                      <c:pt idx="881">
                        <c:v>59.882709499999997</c:v>
                      </c:pt>
                      <c:pt idx="882">
                        <c:v>59.881908420000002</c:v>
                      </c:pt>
                      <c:pt idx="883">
                        <c:v>59.881694789999997</c:v>
                      </c:pt>
                      <c:pt idx="884">
                        <c:v>59.881515499999999</c:v>
                      </c:pt>
                      <c:pt idx="885">
                        <c:v>59.881332399999998</c:v>
                      </c:pt>
                      <c:pt idx="886">
                        <c:v>59.881149290000003</c:v>
                      </c:pt>
                      <c:pt idx="887">
                        <c:v>59.880966190000002</c:v>
                      </c:pt>
                      <c:pt idx="888">
                        <c:v>59.88078308</c:v>
                      </c:pt>
                      <c:pt idx="889">
                        <c:v>59.880603790000002</c:v>
                      </c:pt>
                      <c:pt idx="890">
                        <c:v>59.881198879999999</c:v>
                      </c:pt>
                      <c:pt idx="891">
                        <c:v>59.880371089999997</c:v>
                      </c:pt>
                      <c:pt idx="892">
                        <c:v>59.880146029999999</c:v>
                      </c:pt>
                      <c:pt idx="893">
                        <c:v>59.879951480000003</c:v>
                      </c:pt>
                      <c:pt idx="894">
                        <c:v>59.879760740000002</c:v>
                      </c:pt>
                      <c:pt idx="895">
                        <c:v>59.879566189999998</c:v>
                      </c:pt>
                      <c:pt idx="896">
                        <c:v>59.879375459999999</c:v>
                      </c:pt>
                      <c:pt idx="897">
                        <c:v>59.879180910000002</c:v>
                      </c:pt>
                      <c:pt idx="898">
                        <c:v>59.878993989999998</c:v>
                      </c:pt>
                      <c:pt idx="899">
                        <c:v>59.878803249999997</c:v>
                      </c:pt>
                      <c:pt idx="900">
                        <c:v>59.87861633</c:v>
                      </c:pt>
                      <c:pt idx="901">
                        <c:v>59.878429410000003</c:v>
                      </c:pt>
                      <c:pt idx="902">
                        <c:v>59.878246310000002</c:v>
                      </c:pt>
                      <c:pt idx="903">
                        <c:v>59.878059389999997</c:v>
                      </c:pt>
                      <c:pt idx="904">
                        <c:v>59.87787247</c:v>
                      </c:pt>
                      <c:pt idx="905">
                        <c:v>59.877685550000002</c:v>
                      </c:pt>
                      <c:pt idx="906">
                        <c:v>59.877498629999998</c:v>
                      </c:pt>
                      <c:pt idx="907">
                        <c:v>59.877311710000001</c:v>
                      </c:pt>
                      <c:pt idx="908">
                        <c:v>59.877124790000003</c:v>
                      </c:pt>
                      <c:pt idx="909">
                        <c:v>59.876934050000003</c:v>
                      </c:pt>
                      <c:pt idx="910">
                        <c:v>59.876743320000003</c:v>
                      </c:pt>
                      <c:pt idx="911">
                        <c:v>59.876556399999998</c:v>
                      </c:pt>
                      <c:pt idx="912">
                        <c:v>59.876361850000002</c:v>
                      </c:pt>
                      <c:pt idx="913">
                        <c:v>59.876171110000001</c:v>
                      </c:pt>
                      <c:pt idx="914">
                        <c:v>59.875976559999998</c:v>
                      </c:pt>
                      <c:pt idx="915">
                        <c:v>59.875782010000002</c:v>
                      </c:pt>
                      <c:pt idx="916">
                        <c:v>59.875587459999998</c:v>
                      </c:pt>
                      <c:pt idx="917">
                        <c:v>59.875392910000002</c:v>
                      </c:pt>
                      <c:pt idx="918">
                        <c:v>59.875194550000003</c:v>
                      </c:pt>
                      <c:pt idx="919">
                        <c:v>59.875</c:v>
                      </c:pt>
                      <c:pt idx="920">
                        <c:v>59.874801640000001</c:v>
                      </c:pt>
                      <c:pt idx="921">
                        <c:v>59.874599459999999</c:v>
                      </c:pt>
                      <c:pt idx="922">
                        <c:v>59.874401089999999</c:v>
                      </c:pt>
                      <c:pt idx="923">
                        <c:v>59.874198909999997</c:v>
                      </c:pt>
                      <c:pt idx="924">
                        <c:v>59.874000549999998</c:v>
                      </c:pt>
                      <c:pt idx="925">
                        <c:v>59.873798370000003</c:v>
                      </c:pt>
                      <c:pt idx="926">
                        <c:v>59.873596190000001</c:v>
                      </c:pt>
                      <c:pt idx="927">
                        <c:v>59.873390200000003</c:v>
                      </c:pt>
                      <c:pt idx="928">
                        <c:v>59.873188020000001</c:v>
                      </c:pt>
                      <c:pt idx="929">
                        <c:v>59.872982030000003</c:v>
                      </c:pt>
                      <c:pt idx="930">
                        <c:v>59.872779850000001</c:v>
                      </c:pt>
                      <c:pt idx="931">
                        <c:v>59.872573850000002</c:v>
                      </c:pt>
                      <c:pt idx="932">
                        <c:v>59.872367859999997</c:v>
                      </c:pt>
                      <c:pt idx="933">
                        <c:v>59.872161869999999</c:v>
                      </c:pt>
                      <c:pt idx="934">
                        <c:v>59.871955870000001</c:v>
                      </c:pt>
                      <c:pt idx="935">
                        <c:v>59.871749880000003</c:v>
                      </c:pt>
                      <c:pt idx="936">
                        <c:v>59.871543879999997</c:v>
                      </c:pt>
                      <c:pt idx="937">
                        <c:v>59.871334079999997</c:v>
                      </c:pt>
                      <c:pt idx="938">
                        <c:v>59.871128079999998</c:v>
                      </c:pt>
                      <c:pt idx="939">
                        <c:v>59.870918269999997</c:v>
                      </c:pt>
                      <c:pt idx="940">
                        <c:v>59.870712279999999</c:v>
                      </c:pt>
                      <c:pt idx="941">
                        <c:v>59.870502469999998</c:v>
                      </c:pt>
                      <c:pt idx="942">
                        <c:v>59.87029648</c:v>
                      </c:pt>
                      <c:pt idx="943">
                        <c:v>59.870086669999999</c:v>
                      </c:pt>
                      <c:pt idx="944">
                        <c:v>59.869880680000001</c:v>
                      </c:pt>
                      <c:pt idx="945">
                        <c:v>59.86967087</c:v>
                      </c:pt>
                      <c:pt idx="946">
                        <c:v>59.869461059999999</c:v>
                      </c:pt>
                      <c:pt idx="947">
                        <c:v>59.869251249999998</c:v>
                      </c:pt>
                      <c:pt idx="948">
                        <c:v>59.869911190000003</c:v>
                      </c:pt>
                      <c:pt idx="949">
                        <c:v>59.868980409999999</c:v>
                      </c:pt>
                      <c:pt idx="950">
                        <c:v>59.868717189999998</c:v>
                      </c:pt>
                      <c:pt idx="951">
                        <c:v>59.86849213</c:v>
                      </c:pt>
                      <c:pt idx="952">
                        <c:v>59.868267060000001</c:v>
                      </c:pt>
                      <c:pt idx="953">
                        <c:v>59.868041990000002</c:v>
                      </c:pt>
                      <c:pt idx="954">
                        <c:v>59.867816929999996</c:v>
                      </c:pt>
                      <c:pt idx="955">
                        <c:v>59.86759567</c:v>
                      </c:pt>
                      <c:pt idx="956">
                        <c:v>59.86737823</c:v>
                      </c:pt>
                      <c:pt idx="957">
                        <c:v>59.867160800000001</c:v>
                      </c:pt>
                      <c:pt idx="958">
                        <c:v>59.86694336</c:v>
                      </c:pt>
                      <c:pt idx="959">
                        <c:v>59.866729739999997</c:v>
                      </c:pt>
                      <c:pt idx="960">
                        <c:v>59.866519930000003</c:v>
                      </c:pt>
                      <c:pt idx="961">
                        <c:v>59.866306299999998</c:v>
                      </c:pt>
                      <c:pt idx="962">
                        <c:v>59.866096499999998</c:v>
                      </c:pt>
                      <c:pt idx="963">
                        <c:v>59.865890499999999</c:v>
                      </c:pt>
                      <c:pt idx="964">
                        <c:v>59.865680689999998</c:v>
                      </c:pt>
                      <c:pt idx="965">
                        <c:v>59.8654747</c:v>
                      </c:pt>
                      <c:pt idx="966">
                        <c:v>59.865264889999999</c:v>
                      </c:pt>
                      <c:pt idx="967">
                        <c:v>59.865058900000001</c:v>
                      </c:pt>
                      <c:pt idx="968">
                        <c:v>59.864852910000003</c:v>
                      </c:pt>
                      <c:pt idx="969">
                        <c:v>59.864646909999998</c:v>
                      </c:pt>
                      <c:pt idx="970">
                        <c:v>59.86444092</c:v>
                      </c:pt>
                      <c:pt idx="971">
                        <c:v>59.864234920000001</c:v>
                      </c:pt>
                      <c:pt idx="972">
                        <c:v>59.864028930000003</c:v>
                      </c:pt>
                      <c:pt idx="973">
                        <c:v>59.863822939999999</c:v>
                      </c:pt>
                      <c:pt idx="974">
                        <c:v>59.86361694</c:v>
                      </c:pt>
                      <c:pt idx="975">
                        <c:v>59.863410950000002</c:v>
                      </c:pt>
                      <c:pt idx="976">
                        <c:v>59.863204959999997</c:v>
                      </c:pt>
                      <c:pt idx="977">
                        <c:v>59.862998959999999</c:v>
                      </c:pt>
                      <c:pt idx="978">
                        <c:v>59.862792970000001</c:v>
                      </c:pt>
                      <c:pt idx="979">
                        <c:v>59.862586980000003</c:v>
                      </c:pt>
                      <c:pt idx="980">
                        <c:v>59.862380979999998</c:v>
                      </c:pt>
                      <c:pt idx="981">
                        <c:v>59.862178800000002</c:v>
                      </c:pt>
                      <c:pt idx="982">
                        <c:v>59.861972809999997</c:v>
                      </c:pt>
                      <c:pt idx="983">
                        <c:v>59.861770630000002</c:v>
                      </c:pt>
                      <c:pt idx="984">
                        <c:v>59.861564639999997</c:v>
                      </c:pt>
                      <c:pt idx="985">
                        <c:v>59.861362460000002</c:v>
                      </c:pt>
                      <c:pt idx="986">
                        <c:v>59.861156459999997</c:v>
                      </c:pt>
                      <c:pt idx="987">
                        <c:v>59.860954280000001</c:v>
                      </c:pt>
                      <c:pt idx="988">
                        <c:v>59.86075211</c:v>
                      </c:pt>
                      <c:pt idx="989">
                        <c:v>59.860549929999998</c:v>
                      </c:pt>
                      <c:pt idx="990">
                        <c:v>59.860347750000003</c:v>
                      </c:pt>
                      <c:pt idx="991">
                        <c:v>59.86014557</c:v>
                      </c:pt>
                      <c:pt idx="992">
                        <c:v>59.859943389999998</c:v>
                      </c:pt>
                      <c:pt idx="993">
                        <c:v>59.859745029999999</c:v>
                      </c:pt>
                      <c:pt idx="994">
                        <c:v>59.859542849999997</c:v>
                      </c:pt>
                      <c:pt idx="995">
                        <c:v>59.859344479999997</c:v>
                      </c:pt>
                      <c:pt idx="996">
                        <c:v>59.859146119999998</c:v>
                      </c:pt>
                      <c:pt idx="997">
                        <c:v>59.858947749999999</c:v>
                      </c:pt>
                      <c:pt idx="998">
                        <c:v>59.85874939</c:v>
                      </c:pt>
                      <c:pt idx="999">
                        <c:v>59.858551030000001</c:v>
                      </c:pt>
                      <c:pt idx="1000">
                        <c:v>59.858356479999998</c:v>
                      </c:pt>
                      <c:pt idx="1001">
                        <c:v>59.858161930000001</c:v>
                      </c:pt>
                      <c:pt idx="1002">
                        <c:v>59.857967379999998</c:v>
                      </c:pt>
                      <c:pt idx="1003">
                        <c:v>59.857772830000002</c:v>
                      </c:pt>
                      <c:pt idx="1004">
                        <c:v>59.857578279999998</c:v>
                      </c:pt>
                      <c:pt idx="1005">
                        <c:v>59.857387539999998</c:v>
                      </c:pt>
                      <c:pt idx="1006">
                        <c:v>59.857192990000001</c:v>
                      </c:pt>
                      <c:pt idx="1007">
                        <c:v>59.857002260000002</c:v>
                      </c:pt>
                      <c:pt idx="1008">
                        <c:v>59.856815339999997</c:v>
                      </c:pt>
                      <c:pt idx="1009">
                        <c:v>59.856624600000004</c:v>
                      </c:pt>
                      <c:pt idx="1010">
                        <c:v>59.856433869999996</c:v>
                      </c:pt>
                      <c:pt idx="1011">
                        <c:v>59.856246949999999</c:v>
                      </c:pt>
                      <c:pt idx="1012">
                        <c:v>59.856060030000002</c:v>
                      </c:pt>
                      <c:pt idx="1013">
                        <c:v>59.855873109999997</c:v>
                      </c:pt>
                      <c:pt idx="1014">
                        <c:v>59.855690000000003</c:v>
                      </c:pt>
                      <c:pt idx="1015">
                        <c:v>59.855503079999998</c:v>
                      </c:pt>
                      <c:pt idx="1016">
                        <c:v>59.855319979999997</c:v>
                      </c:pt>
                      <c:pt idx="1017">
                        <c:v>59.855136870000003</c:v>
                      </c:pt>
                      <c:pt idx="1018">
                        <c:v>59.854953770000002</c:v>
                      </c:pt>
                      <c:pt idx="1019">
                        <c:v>59.854774480000003</c:v>
                      </c:pt>
                      <c:pt idx="1020">
                        <c:v>59.854595179999997</c:v>
                      </c:pt>
                      <c:pt idx="1021">
                        <c:v>59.854415889999999</c:v>
                      </c:pt>
                      <c:pt idx="1022">
                        <c:v>59.8542366</c:v>
                      </c:pt>
                      <c:pt idx="1023">
                        <c:v>59.854061129999998</c:v>
                      </c:pt>
                      <c:pt idx="1024">
                        <c:v>59.85388184</c:v>
                      </c:pt>
                      <c:pt idx="1025">
                        <c:v>59.853706359999997</c:v>
                      </c:pt>
                      <c:pt idx="1026">
                        <c:v>59.853534699999997</c:v>
                      </c:pt>
                      <c:pt idx="1027">
                        <c:v>59.853359220000002</c:v>
                      </c:pt>
                      <c:pt idx="1028">
                        <c:v>59.853187560000002</c:v>
                      </c:pt>
                      <c:pt idx="1029">
                        <c:v>59.853015900000003</c:v>
                      </c:pt>
                      <c:pt idx="1030">
                        <c:v>59.852844240000003</c:v>
                      </c:pt>
                      <c:pt idx="1031">
                        <c:v>59.852676389999999</c:v>
                      </c:pt>
                      <c:pt idx="1032">
                        <c:v>59.85250473</c:v>
                      </c:pt>
                      <c:pt idx="1033">
                        <c:v>59.852340699999999</c:v>
                      </c:pt>
                      <c:pt idx="1034">
                        <c:v>59.852172850000002</c:v>
                      </c:pt>
                      <c:pt idx="1035">
                        <c:v>59.852008820000002</c:v>
                      </c:pt>
                      <c:pt idx="1036">
                        <c:v>59.851840969999998</c:v>
                      </c:pt>
                      <c:pt idx="1037">
                        <c:v>59.851680760000001</c:v>
                      </c:pt>
                      <c:pt idx="1038">
                        <c:v>59.851516719999999</c:v>
                      </c:pt>
                      <c:pt idx="1039">
                        <c:v>59.851356510000002</c:v>
                      </c:pt>
                      <c:pt idx="1040">
                        <c:v>59.851196289999997</c:v>
                      </c:pt>
                      <c:pt idx="1041">
                        <c:v>59.851036069999999</c:v>
                      </c:pt>
                      <c:pt idx="1042">
                        <c:v>59.850875850000001</c:v>
                      </c:pt>
                      <c:pt idx="1043">
                        <c:v>59.85071945</c:v>
                      </c:pt>
                      <c:pt idx="1044">
                        <c:v>59.850563049999998</c:v>
                      </c:pt>
                      <c:pt idx="1045">
                        <c:v>59.850410459999999</c:v>
                      </c:pt>
                      <c:pt idx="1046">
                        <c:v>59.850254059999997</c:v>
                      </c:pt>
                      <c:pt idx="1047">
                        <c:v>59.850101469999998</c:v>
                      </c:pt>
                      <c:pt idx="1048">
                        <c:v>59.849952700000003</c:v>
                      </c:pt>
                      <c:pt idx="1049">
                        <c:v>59.849800109999997</c:v>
                      </c:pt>
                      <c:pt idx="1050">
                        <c:v>59.849651340000001</c:v>
                      </c:pt>
                      <c:pt idx="1051">
                        <c:v>59.849502559999998</c:v>
                      </c:pt>
                      <c:pt idx="1052">
                        <c:v>59.849357599999998</c:v>
                      </c:pt>
                      <c:pt idx="1053">
                        <c:v>59.849212649999998</c:v>
                      </c:pt>
                      <c:pt idx="1054">
                        <c:v>59.849067689999998</c:v>
                      </c:pt>
                      <c:pt idx="1055">
                        <c:v>59.848922729999998</c:v>
                      </c:pt>
                      <c:pt idx="1056">
                        <c:v>59.848781590000002</c:v>
                      </c:pt>
                      <c:pt idx="1057">
                        <c:v>59.848640439999997</c:v>
                      </c:pt>
                      <c:pt idx="1058">
                        <c:v>59.848503110000003</c:v>
                      </c:pt>
                      <c:pt idx="1059">
                        <c:v>59.848361969999999</c:v>
                      </c:pt>
                      <c:pt idx="1060">
                        <c:v>59.848224639999998</c:v>
                      </c:pt>
                      <c:pt idx="1061">
                        <c:v>59.84809113</c:v>
                      </c:pt>
                      <c:pt idx="1062">
                        <c:v>59.847953799999999</c:v>
                      </c:pt>
                      <c:pt idx="1063">
                        <c:v>59.847820280000001</c:v>
                      </c:pt>
                      <c:pt idx="1064">
                        <c:v>59.847686770000003</c:v>
                      </c:pt>
                      <c:pt idx="1065">
                        <c:v>59.847557070000001</c:v>
                      </c:pt>
                      <c:pt idx="1066">
                        <c:v>59.847427369999998</c:v>
                      </c:pt>
                      <c:pt idx="1067">
                        <c:v>59.847297670000003</c:v>
                      </c:pt>
                      <c:pt idx="1068">
                        <c:v>59.847171779999996</c:v>
                      </c:pt>
                      <c:pt idx="1069">
                        <c:v>59.847045899999998</c:v>
                      </c:pt>
                      <c:pt idx="1070">
                        <c:v>59.846920009999998</c:v>
                      </c:pt>
                      <c:pt idx="1071">
                        <c:v>59.846794129999999</c:v>
                      </c:pt>
                      <c:pt idx="1072">
                        <c:v>59.846672060000003</c:v>
                      </c:pt>
                      <c:pt idx="1073">
                        <c:v>59.84654999</c:v>
                      </c:pt>
                      <c:pt idx="1074">
                        <c:v>59.846431729999999</c:v>
                      </c:pt>
                      <c:pt idx="1075">
                        <c:v>59.846313479999999</c:v>
                      </c:pt>
                      <c:pt idx="1076">
                        <c:v>59.846195219999998</c:v>
                      </c:pt>
                      <c:pt idx="1077">
                        <c:v>59.846076969999999</c:v>
                      </c:pt>
                      <c:pt idx="1078">
                        <c:v>59.84596252</c:v>
                      </c:pt>
                      <c:pt idx="1079">
                        <c:v>59.845848080000003</c:v>
                      </c:pt>
                      <c:pt idx="1080">
                        <c:v>59.845737460000002</c:v>
                      </c:pt>
                      <c:pt idx="1081">
                        <c:v>59.845623019999998</c:v>
                      </c:pt>
                      <c:pt idx="1082">
                        <c:v>59.845512390000003</c:v>
                      </c:pt>
                      <c:pt idx="1083">
                        <c:v>59.845405579999998</c:v>
                      </c:pt>
                      <c:pt idx="1084">
                        <c:v>59.845298769999999</c:v>
                      </c:pt>
                      <c:pt idx="1085">
                        <c:v>59.845191960000001</c:v>
                      </c:pt>
                      <c:pt idx="1086">
                        <c:v>59.845085140000002</c:v>
                      </c:pt>
                      <c:pt idx="1087">
                        <c:v>59.84498215</c:v>
                      </c:pt>
                      <c:pt idx="1088">
                        <c:v>59.844879149999997</c:v>
                      </c:pt>
                      <c:pt idx="1089">
                        <c:v>59.844776150000001</c:v>
                      </c:pt>
                      <c:pt idx="1090">
                        <c:v>59.844673159999999</c:v>
                      </c:pt>
                      <c:pt idx="1091">
                        <c:v>59.844573969999999</c:v>
                      </c:pt>
                      <c:pt idx="1092">
                        <c:v>59.844478610000003</c:v>
                      </c:pt>
                      <c:pt idx="1093">
                        <c:v>59.844379429999996</c:v>
                      </c:pt>
                      <c:pt idx="1094">
                        <c:v>59.84428406</c:v>
                      </c:pt>
                      <c:pt idx="1095">
                        <c:v>59.844188690000003</c:v>
                      </c:pt>
                      <c:pt idx="1096">
                        <c:v>59.844097140000002</c:v>
                      </c:pt>
                      <c:pt idx="1097">
                        <c:v>59.844005580000001</c:v>
                      </c:pt>
                      <c:pt idx="1098">
                        <c:v>59.843914030000001</c:v>
                      </c:pt>
                      <c:pt idx="1099">
                        <c:v>59.84382248</c:v>
                      </c:pt>
                      <c:pt idx="1100">
                        <c:v>59.843734740000002</c:v>
                      </c:pt>
                      <c:pt idx="1101">
                        <c:v>59.843646999999997</c:v>
                      </c:pt>
                      <c:pt idx="1102">
                        <c:v>59.84355927</c:v>
                      </c:pt>
                      <c:pt idx="1103">
                        <c:v>59.843475339999998</c:v>
                      </c:pt>
                      <c:pt idx="1104">
                        <c:v>59.843391420000003</c:v>
                      </c:pt>
                      <c:pt idx="1105">
                        <c:v>59.843307500000002</c:v>
                      </c:pt>
                      <c:pt idx="1106">
                        <c:v>59.843223569999999</c:v>
                      </c:pt>
                      <c:pt idx="1107">
                        <c:v>59.84314346</c:v>
                      </c:pt>
                      <c:pt idx="1108">
                        <c:v>59.843063350000001</c:v>
                      </c:pt>
                      <c:pt idx="1109">
                        <c:v>59.842987059999999</c:v>
                      </c:pt>
                      <c:pt idx="1110">
                        <c:v>59.84290695</c:v>
                      </c:pt>
                      <c:pt idx="1111">
                        <c:v>59.842830659999997</c:v>
                      </c:pt>
                      <c:pt idx="1112">
                        <c:v>59.842758179999997</c:v>
                      </c:pt>
                      <c:pt idx="1113">
                        <c:v>59.842681880000001</c:v>
                      </c:pt>
                      <c:pt idx="1114">
                        <c:v>59.842609410000001</c:v>
                      </c:pt>
                      <c:pt idx="1115">
                        <c:v>59.842536930000001</c:v>
                      </c:pt>
                      <c:pt idx="1116">
                        <c:v>59.842468259999997</c:v>
                      </c:pt>
                      <c:pt idx="1117">
                        <c:v>59.842395779999997</c:v>
                      </c:pt>
                      <c:pt idx="1118">
                        <c:v>59.84232712</c:v>
                      </c:pt>
                      <c:pt idx="1119">
                        <c:v>59.842258450000003</c:v>
                      </c:pt>
                      <c:pt idx="1120">
                        <c:v>59.842193600000002</c:v>
                      </c:pt>
                      <c:pt idx="1121">
                        <c:v>59.842128750000001</c:v>
                      </c:pt>
                      <c:pt idx="1122">
                        <c:v>59.842063899999999</c:v>
                      </c:pt>
                      <c:pt idx="1123">
                        <c:v>59.841999049999998</c:v>
                      </c:pt>
                      <c:pt idx="1124">
                        <c:v>59.841934199999997</c:v>
                      </c:pt>
                      <c:pt idx="1125">
                        <c:v>59.84187317</c:v>
                      </c:pt>
                      <c:pt idx="1126">
                        <c:v>59.841812130000001</c:v>
                      </c:pt>
                      <c:pt idx="1127">
                        <c:v>59.841754909999999</c:v>
                      </c:pt>
                      <c:pt idx="1128">
                        <c:v>59.841693880000001</c:v>
                      </c:pt>
                      <c:pt idx="1129">
                        <c:v>59.841636659999999</c:v>
                      </c:pt>
                      <c:pt idx="1130">
                        <c:v>59.841579439999997</c:v>
                      </c:pt>
                      <c:pt idx="1131">
                        <c:v>59.841522220000002</c:v>
                      </c:pt>
                      <c:pt idx="1132">
                        <c:v>59.841468810000002</c:v>
                      </c:pt>
                      <c:pt idx="1133">
                        <c:v>59.84141159</c:v>
                      </c:pt>
                      <c:pt idx="1134">
                        <c:v>59.84135818</c:v>
                      </c:pt>
                      <c:pt idx="1135">
                        <c:v>59.841304780000002</c:v>
                      </c:pt>
                      <c:pt idx="1136">
                        <c:v>59.841255189999998</c:v>
                      </c:pt>
                      <c:pt idx="1137">
                        <c:v>59.841201779999999</c:v>
                      </c:pt>
                      <c:pt idx="1138">
                        <c:v>59.841152190000003</c:v>
                      </c:pt>
                      <c:pt idx="1139">
                        <c:v>59.841102599999999</c:v>
                      </c:pt>
                      <c:pt idx="1140">
                        <c:v>59.841056819999999</c:v>
                      </c:pt>
                      <c:pt idx="1141">
                        <c:v>59.841007230000002</c:v>
                      </c:pt>
                      <c:pt idx="1142">
                        <c:v>59.840961460000003</c:v>
                      </c:pt>
                      <c:pt idx="1143">
                        <c:v>59.840915680000002</c:v>
                      </c:pt>
                      <c:pt idx="1144">
                        <c:v>59.840869900000001</c:v>
                      </c:pt>
                      <c:pt idx="1145">
                        <c:v>59.840824130000001</c:v>
                      </c:pt>
                      <c:pt idx="1146">
                        <c:v>59.840778350000001</c:v>
                      </c:pt>
                      <c:pt idx="1147">
                        <c:v>59.840736390000004</c:v>
                      </c:pt>
                      <c:pt idx="1148">
                        <c:v>59.840694429999999</c:v>
                      </c:pt>
                      <c:pt idx="1149">
                        <c:v>59.840652470000002</c:v>
                      </c:pt>
                      <c:pt idx="1150">
                        <c:v>59.840610499999997</c:v>
                      </c:pt>
                      <c:pt idx="1151">
                        <c:v>59.84056854</c:v>
                      </c:pt>
                      <c:pt idx="1152">
                        <c:v>59.840530399999999</c:v>
                      </c:pt>
                      <c:pt idx="1153">
                        <c:v>59.840488430000001</c:v>
                      </c:pt>
                      <c:pt idx="1154">
                        <c:v>59.84045029</c:v>
                      </c:pt>
                      <c:pt idx="1155">
                        <c:v>59.840412139999998</c:v>
                      </c:pt>
                      <c:pt idx="1156">
                        <c:v>59.840373990000003</c:v>
                      </c:pt>
                      <c:pt idx="1157">
                        <c:v>59.840339659999998</c:v>
                      </c:pt>
                      <c:pt idx="1158">
                        <c:v>59.840301510000003</c:v>
                      </c:pt>
                      <c:pt idx="1159">
                        <c:v>59.840267179999998</c:v>
                      </c:pt>
                      <c:pt idx="1160">
                        <c:v>59.84023285</c:v>
                      </c:pt>
                      <c:pt idx="1161">
                        <c:v>59.840198520000001</c:v>
                      </c:pt>
                      <c:pt idx="1162">
                        <c:v>59.840164180000002</c:v>
                      </c:pt>
                      <c:pt idx="1163">
                        <c:v>59.840129849999997</c:v>
                      </c:pt>
                      <c:pt idx="1164">
                        <c:v>59.840095519999998</c:v>
                      </c:pt>
                      <c:pt idx="1165">
                        <c:v>59.84006119</c:v>
                      </c:pt>
                      <c:pt idx="1166">
                        <c:v>59.840030669999997</c:v>
                      </c:pt>
                      <c:pt idx="1167">
                        <c:v>59.840000150000002</c:v>
                      </c:pt>
                      <c:pt idx="1168">
                        <c:v>59.839965820000003</c:v>
                      </c:pt>
                      <c:pt idx="1169">
                        <c:v>59.8399353</c:v>
                      </c:pt>
                      <c:pt idx="1170">
                        <c:v>59.839904789999999</c:v>
                      </c:pt>
                      <c:pt idx="1171">
                        <c:v>59.839874270000003</c:v>
                      </c:pt>
                      <c:pt idx="1172">
                        <c:v>59.839847560000003</c:v>
                      </c:pt>
                      <c:pt idx="1173">
                        <c:v>59.839817050000001</c:v>
                      </c:pt>
                      <c:pt idx="1174">
                        <c:v>59.839786529999998</c:v>
                      </c:pt>
                      <c:pt idx="1175">
                        <c:v>59.839759829999998</c:v>
                      </c:pt>
                      <c:pt idx="1176">
                        <c:v>59.839729310000003</c:v>
                      </c:pt>
                      <c:pt idx="1177">
                        <c:v>59.839702610000003</c:v>
                      </c:pt>
                      <c:pt idx="1178">
                        <c:v>59.839675900000003</c:v>
                      </c:pt>
                      <c:pt idx="1179">
                        <c:v>59.839649199999997</c:v>
                      </c:pt>
                      <c:pt idx="1180">
                        <c:v>59.839618680000001</c:v>
                      </c:pt>
                      <c:pt idx="1181">
                        <c:v>59.839591980000002</c:v>
                      </c:pt>
                      <c:pt idx="1182">
                        <c:v>59.839565280000002</c:v>
                      </c:pt>
                      <c:pt idx="1183">
                        <c:v>59.839538570000002</c:v>
                      </c:pt>
                      <c:pt idx="1184">
                        <c:v>59.839515689999999</c:v>
                      </c:pt>
                      <c:pt idx="1185">
                        <c:v>59.839488979999999</c:v>
                      </c:pt>
                      <c:pt idx="1186">
                        <c:v>59.839462279999999</c:v>
                      </c:pt>
                      <c:pt idx="1187">
                        <c:v>59.83943558</c:v>
                      </c:pt>
                      <c:pt idx="1188">
                        <c:v>59.839412690000003</c:v>
                      </c:pt>
                      <c:pt idx="1189">
                        <c:v>59.839385989999997</c:v>
                      </c:pt>
                      <c:pt idx="1190">
                        <c:v>59.8393631</c:v>
                      </c:pt>
                      <c:pt idx="1191">
                        <c:v>59.839336400000001</c:v>
                      </c:pt>
                      <c:pt idx="1192">
                        <c:v>59.83930969</c:v>
                      </c:pt>
                      <c:pt idx="1193">
                        <c:v>59.839286799999996</c:v>
                      </c:pt>
                      <c:pt idx="1194">
                        <c:v>59.83926392</c:v>
                      </c:pt>
                      <c:pt idx="1195">
                        <c:v>59.83923721</c:v>
                      </c:pt>
                      <c:pt idx="1196">
                        <c:v>59.839214320000004</c:v>
                      </c:pt>
                      <c:pt idx="1197">
                        <c:v>59.839187619999997</c:v>
                      </c:pt>
                      <c:pt idx="1198">
                        <c:v>59.83916473</c:v>
                      </c:pt>
                      <c:pt idx="1199">
                        <c:v>59.839141849999997</c:v>
                      </c:pt>
                      <c:pt idx="1200">
                        <c:v>59.839115139999997</c:v>
                      </c:pt>
                      <c:pt idx="1201">
                        <c:v>59.83909225</c:v>
                      </c:pt>
                      <c:pt idx="1202">
                        <c:v>59.839069369999997</c:v>
                      </c:pt>
                      <c:pt idx="1203">
                        <c:v>59.839042659999997</c:v>
                      </c:pt>
                      <c:pt idx="1204">
                        <c:v>59.839019780000001</c:v>
                      </c:pt>
                      <c:pt idx="1205">
                        <c:v>59.838993070000001</c:v>
                      </c:pt>
                      <c:pt idx="1206">
                        <c:v>59.838970179999997</c:v>
                      </c:pt>
                      <c:pt idx="1207">
                        <c:v>59.838943479999998</c:v>
                      </c:pt>
                      <c:pt idx="1208">
                        <c:v>59.838920590000001</c:v>
                      </c:pt>
                      <c:pt idx="1209">
                        <c:v>59.838893890000001</c:v>
                      </c:pt>
                      <c:pt idx="1210">
                        <c:v>59.838867190000002</c:v>
                      </c:pt>
                      <c:pt idx="1211">
                        <c:v>59.838844299999998</c:v>
                      </c:pt>
                      <c:pt idx="1212">
                        <c:v>59.838817599999999</c:v>
                      </c:pt>
                      <c:pt idx="1213">
                        <c:v>59.838790889999999</c:v>
                      </c:pt>
                      <c:pt idx="1214">
                        <c:v>59.838764189999999</c:v>
                      </c:pt>
                      <c:pt idx="1215">
                        <c:v>59.838741300000002</c:v>
                      </c:pt>
                      <c:pt idx="1216">
                        <c:v>59.838714600000003</c:v>
                      </c:pt>
                      <c:pt idx="1217">
                        <c:v>59.838687899999996</c:v>
                      </c:pt>
                      <c:pt idx="1218">
                        <c:v>59.838661190000003</c:v>
                      </c:pt>
                      <c:pt idx="1219">
                        <c:v>59.838634489999997</c:v>
                      </c:pt>
                      <c:pt idx="1220">
                        <c:v>59.838607789999998</c:v>
                      </c:pt>
                      <c:pt idx="1221">
                        <c:v>59.838581089999998</c:v>
                      </c:pt>
                      <c:pt idx="1222">
                        <c:v>59.838550570000002</c:v>
                      </c:pt>
                      <c:pt idx="1223">
                        <c:v>59.838523860000002</c:v>
                      </c:pt>
                      <c:pt idx="1224">
                        <c:v>59.838497160000003</c:v>
                      </c:pt>
                      <c:pt idx="1225">
                        <c:v>59.83846664</c:v>
                      </c:pt>
                      <c:pt idx="1226">
                        <c:v>59.838439940000001</c:v>
                      </c:pt>
                      <c:pt idx="1227">
                        <c:v>59.838409419999998</c:v>
                      </c:pt>
                      <c:pt idx="1228">
                        <c:v>59.838382719999998</c:v>
                      </c:pt>
                      <c:pt idx="1229">
                        <c:v>59.838352200000003</c:v>
                      </c:pt>
                      <c:pt idx="1230">
                        <c:v>59.838321690000001</c:v>
                      </c:pt>
                      <c:pt idx="1231">
                        <c:v>59.838294980000001</c:v>
                      </c:pt>
                      <c:pt idx="1232">
                        <c:v>59.838264469999999</c:v>
                      </c:pt>
                      <c:pt idx="1233">
                        <c:v>59.838233950000003</c:v>
                      </c:pt>
                      <c:pt idx="1234">
                        <c:v>59.83820343</c:v>
                      </c:pt>
                      <c:pt idx="1235">
                        <c:v>59.838169100000002</c:v>
                      </c:pt>
                      <c:pt idx="1236">
                        <c:v>59.838138579999999</c:v>
                      </c:pt>
                      <c:pt idx="1237">
                        <c:v>59.838108060000003</c:v>
                      </c:pt>
                      <c:pt idx="1238">
                        <c:v>59.838073729999998</c:v>
                      </c:pt>
                      <c:pt idx="1239">
                        <c:v>59.838043210000002</c:v>
                      </c:pt>
                      <c:pt idx="1240">
                        <c:v>59.838008879999997</c:v>
                      </c:pt>
                      <c:pt idx="1241">
                        <c:v>59.837974549999998</c:v>
                      </c:pt>
                      <c:pt idx="1242">
                        <c:v>59.83794022</c:v>
                      </c:pt>
                      <c:pt idx="1243">
                        <c:v>59.837905880000001</c:v>
                      </c:pt>
                      <c:pt idx="1244">
                        <c:v>59.837871550000003</c:v>
                      </c:pt>
                      <c:pt idx="1245">
                        <c:v>59.837837219999997</c:v>
                      </c:pt>
                      <c:pt idx="1246">
                        <c:v>59.837802889999999</c:v>
                      </c:pt>
                      <c:pt idx="1247">
                        <c:v>59.837764739999997</c:v>
                      </c:pt>
                      <c:pt idx="1248">
                        <c:v>59.837730409999999</c:v>
                      </c:pt>
                      <c:pt idx="1249">
                        <c:v>59.837692259999997</c:v>
                      </c:pt>
                      <c:pt idx="1250">
                        <c:v>59.837657929999999</c:v>
                      </c:pt>
                      <c:pt idx="1251">
                        <c:v>59.837619779999997</c:v>
                      </c:pt>
                      <c:pt idx="1252">
                        <c:v>59.837581630000003</c:v>
                      </c:pt>
                      <c:pt idx="1253">
                        <c:v>59.837539669999998</c:v>
                      </c:pt>
                      <c:pt idx="1254">
                        <c:v>59.837501529999997</c:v>
                      </c:pt>
                      <c:pt idx="1255">
                        <c:v>59.837463380000003</c:v>
                      </c:pt>
                      <c:pt idx="1256">
                        <c:v>59.837421419999998</c:v>
                      </c:pt>
                      <c:pt idx="1257">
                        <c:v>59.837383269999997</c:v>
                      </c:pt>
                      <c:pt idx="1258">
                        <c:v>59.837341309999999</c:v>
                      </c:pt>
                      <c:pt idx="1259">
                        <c:v>59.837299350000002</c:v>
                      </c:pt>
                      <c:pt idx="1260">
                        <c:v>59.837257389999998</c:v>
                      </c:pt>
                      <c:pt idx="1261">
                        <c:v>59.83721542</c:v>
                      </c:pt>
                      <c:pt idx="1262">
                        <c:v>59.83716965</c:v>
                      </c:pt>
                      <c:pt idx="1263">
                        <c:v>59.837127690000003</c:v>
                      </c:pt>
                      <c:pt idx="1264">
                        <c:v>59.837081910000002</c:v>
                      </c:pt>
                      <c:pt idx="1265">
                        <c:v>59.837039949999998</c:v>
                      </c:pt>
                      <c:pt idx="1266">
                        <c:v>59.836994169999997</c:v>
                      </c:pt>
                      <c:pt idx="1267">
                        <c:v>59.836948390000003</c:v>
                      </c:pt>
                      <c:pt idx="1268">
                        <c:v>59.836902619999996</c:v>
                      </c:pt>
                      <c:pt idx="1269">
                        <c:v>59.83685303</c:v>
                      </c:pt>
                      <c:pt idx="1270">
                        <c:v>59.83680725</c:v>
                      </c:pt>
                      <c:pt idx="1271">
                        <c:v>59.836757660000004</c:v>
                      </c:pt>
                      <c:pt idx="1272">
                        <c:v>59.83670807</c:v>
                      </c:pt>
                      <c:pt idx="1273">
                        <c:v>59.83666229</c:v>
                      </c:pt>
                      <c:pt idx="1274">
                        <c:v>59.836612700000003</c:v>
                      </c:pt>
                      <c:pt idx="1275">
                        <c:v>59.836559299999998</c:v>
                      </c:pt>
                      <c:pt idx="1276">
                        <c:v>59.836509700000001</c:v>
                      </c:pt>
                      <c:pt idx="1277">
                        <c:v>59.836460109999997</c:v>
                      </c:pt>
                      <c:pt idx="1278">
                        <c:v>59.836406709999999</c:v>
                      </c:pt>
                      <c:pt idx="1279">
                        <c:v>59.836353299999999</c:v>
                      </c:pt>
                      <c:pt idx="1280">
                        <c:v>59.8362999</c:v>
                      </c:pt>
                      <c:pt idx="1281">
                        <c:v>59.836246490000001</c:v>
                      </c:pt>
                      <c:pt idx="1282">
                        <c:v>59.836193080000001</c:v>
                      </c:pt>
                      <c:pt idx="1283">
                        <c:v>59.836135859999999</c:v>
                      </c:pt>
                      <c:pt idx="1284">
                        <c:v>59.83608246</c:v>
                      </c:pt>
                      <c:pt idx="1285">
                        <c:v>59.836025239999998</c:v>
                      </c:pt>
                      <c:pt idx="1286">
                        <c:v>59.835968020000003</c:v>
                      </c:pt>
                      <c:pt idx="1287">
                        <c:v>59.835910800000001</c:v>
                      </c:pt>
                      <c:pt idx="1288">
                        <c:v>59.835853579999998</c:v>
                      </c:pt>
                      <c:pt idx="1289">
                        <c:v>59.83579254</c:v>
                      </c:pt>
                      <c:pt idx="1290">
                        <c:v>59.835735319999998</c:v>
                      </c:pt>
                      <c:pt idx="1291">
                        <c:v>59.83567429</c:v>
                      </c:pt>
                      <c:pt idx="1292">
                        <c:v>59.835613250000002</c:v>
                      </c:pt>
                      <c:pt idx="1293">
                        <c:v>59.835552219999997</c:v>
                      </c:pt>
                      <c:pt idx="1294">
                        <c:v>59.835491179999998</c:v>
                      </c:pt>
                      <c:pt idx="1295">
                        <c:v>59.835430150000001</c:v>
                      </c:pt>
                      <c:pt idx="1296">
                        <c:v>59.835369110000002</c:v>
                      </c:pt>
                      <c:pt idx="1297">
                        <c:v>59.835304260000001</c:v>
                      </c:pt>
                      <c:pt idx="1298">
                        <c:v>59.83523941</c:v>
                      </c:pt>
                      <c:pt idx="1299">
                        <c:v>59.835174559999999</c:v>
                      </c:pt>
                      <c:pt idx="1300">
                        <c:v>59.835109709999998</c:v>
                      </c:pt>
                      <c:pt idx="1301">
                        <c:v>59.835044859999996</c:v>
                      </c:pt>
                      <c:pt idx="1302">
                        <c:v>59.834980010000002</c:v>
                      </c:pt>
                      <c:pt idx="1303">
                        <c:v>59.834911349999999</c:v>
                      </c:pt>
                      <c:pt idx="1304">
                        <c:v>59.834842680000001</c:v>
                      </c:pt>
                      <c:pt idx="1305">
                        <c:v>59.83477783</c:v>
                      </c:pt>
                      <c:pt idx="1306">
                        <c:v>59.834709169999996</c:v>
                      </c:pt>
                      <c:pt idx="1307">
                        <c:v>59.834636690000004</c:v>
                      </c:pt>
                      <c:pt idx="1308">
                        <c:v>59.834568019999999</c:v>
                      </c:pt>
                      <c:pt idx="1309">
                        <c:v>59.834499360000002</c:v>
                      </c:pt>
                      <c:pt idx="1310">
                        <c:v>59.834426880000002</c:v>
                      </c:pt>
                      <c:pt idx="1311">
                        <c:v>59.834354400000002</c:v>
                      </c:pt>
                      <c:pt idx="1312">
                        <c:v>59.834281920000002</c:v>
                      </c:pt>
                      <c:pt idx="1313">
                        <c:v>59.834209440000002</c:v>
                      </c:pt>
                      <c:pt idx="1314">
                        <c:v>59.834136960000002</c:v>
                      </c:pt>
                      <c:pt idx="1315">
                        <c:v>59.834064480000002</c:v>
                      </c:pt>
                      <c:pt idx="1316">
                        <c:v>59.833988189999999</c:v>
                      </c:pt>
                      <c:pt idx="1317">
                        <c:v>59.833915709999999</c:v>
                      </c:pt>
                      <c:pt idx="1318">
                        <c:v>59.833839419999997</c:v>
                      </c:pt>
                      <c:pt idx="1319">
                        <c:v>59.83376312</c:v>
                      </c:pt>
                      <c:pt idx="1320">
                        <c:v>59.833686829999998</c:v>
                      </c:pt>
                      <c:pt idx="1321">
                        <c:v>59.833606719999999</c:v>
                      </c:pt>
                      <c:pt idx="1322">
                        <c:v>59.833530430000003</c:v>
                      </c:pt>
                      <c:pt idx="1323">
                        <c:v>59.83345413</c:v>
                      </c:pt>
                      <c:pt idx="1324">
                        <c:v>59.833374020000001</c:v>
                      </c:pt>
                      <c:pt idx="1325">
                        <c:v>59.833293910000002</c:v>
                      </c:pt>
                      <c:pt idx="1326">
                        <c:v>59.833213809999997</c:v>
                      </c:pt>
                      <c:pt idx="1327">
                        <c:v>59.833133699999998</c:v>
                      </c:pt>
                      <c:pt idx="1328">
                        <c:v>59.833053589999999</c:v>
                      </c:pt>
                      <c:pt idx="1329">
                        <c:v>59.832969669999997</c:v>
                      </c:pt>
                      <c:pt idx="1330">
                        <c:v>59.832889559999998</c:v>
                      </c:pt>
                      <c:pt idx="1331">
                        <c:v>59.832805630000003</c:v>
                      </c:pt>
                      <c:pt idx="1332">
                        <c:v>59.832721710000001</c:v>
                      </c:pt>
                      <c:pt idx="1333">
                        <c:v>59.83263779</c:v>
                      </c:pt>
                      <c:pt idx="1334">
                        <c:v>59.832553859999997</c:v>
                      </c:pt>
                      <c:pt idx="1335">
                        <c:v>59.832469940000003</c:v>
                      </c:pt>
                      <c:pt idx="1336">
                        <c:v>59.832386020000001</c:v>
                      </c:pt>
                      <c:pt idx="1337">
                        <c:v>59.832302089999999</c:v>
                      </c:pt>
                      <c:pt idx="1338">
                        <c:v>59.832214360000002</c:v>
                      </c:pt>
                      <c:pt idx="1339">
                        <c:v>59.832126619999997</c:v>
                      </c:pt>
                      <c:pt idx="1340">
                        <c:v>59.832038879999999</c:v>
                      </c:pt>
                      <c:pt idx="1341">
                        <c:v>59.831954959999997</c:v>
                      </c:pt>
                      <c:pt idx="1342">
                        <c:v>59.831867219999999</c:v>
                      </c:pt>
                      <c:pt idx="1343">
                        <c:v>59.831775669999999</c:v>
                      </c:pt>
                      <c:pt idx="1344">
                        <c:v>59.831687930000001</c:v>
                      </c:pt>
                      <c:pt idx="1345">
                        <c:v>59.831600190000003</c:v>
                      </c:pt>
                      <c:pt idx="1346">
                        <c:v>59.831508640000003</c:v>
                      </c:pt>
                      <c:pt idx="1347">
                        <c:v>59.831417080000001</c:v>
                      </c:pt>
                      <c:pt idx="1348">
                        <c:v>59.831329349999997</c:v>
                      </c:pt>
                      <c:pt idx="1349">
                        <c:v>59.831237790000003</c:v>
                      </c:pt>
                      <c:pt idx="1350">
                        <c:v>59.831146240000002</c:v>
                      </c:pt>
                      <c:pt idx="1351">
                        <c:v>59.831054690000002</c:v>
                      </c:pt>
                      <c:pt idx="1352">
                        <c:v>59.830963130000001</c:v>
                      </c:pt>
                      <c:pt idx="1353">
                        <c:v>59.830867769999998</c:v>
                      </c:pt>
                      <c:pt idx="1354">
                        <c:v>59.830776210000003</c:v>
                      </c:pt>
                      <c:pt idx="1355">
                        <c:v>59.83068085</c:v>
                      </c:pt>
                      <c:pt idx="1356">
                        <c:v>59.830589289999999</c:v>
                      </c:pt>
                      <c:pt idx="1357">
                        <c:v>59.830493930000003</c:v>
                      </c:pt>
                      <c:pt idx="1358">
                        <c:v>59.830398559999999</c:v>
                      </c:pt>
                      <c:pt idx="1359">
                        <c:v>59.830307009999999</c:v>
                      </c:pt>
                      <c:pt idx="1360">
                        <c:v>59.830211640000002</c:v>
                      </c:pt>
                      <c:pt idx="1361">
                        <c:v>59.830116269999998</c:v>
                      </c:pt>
                      <c:pt idx="1362">
                        <c:v>59.830017089999998</c:v>
                      </c:pt>
                      <c:pt idx="1363">
                        <c:v>59.829921720000002</c:v>
                      </c:pt>
                      <c:pt idx="1364">
                        <c:v>59.829826349999998</c:v>
                      </c:pt>
                      <c:pt idx="1365">
                        <c:v>59.829727169999998</c:v>
                      </c:pt>
                      <c:pt idx="1366">
                        <c:v>59.829631810000002</c:v>
                      </c:pt>
                      <c:pt idx="1367">
                        <c:v>59.829532620000002</c:v>
                      </c:pt>
                      <c:pt idx="1368">
                        <c:v>59.829437259999999</c:v>
                      </c:pt>
                      <c:pt idx="1369">
                        <c:v>59.829338069999999</c:v>
                      </c:pt>
                      <c:pt idx="1370">
                        <c:v>59.829238889999999</c:v>
                      </c:pt>
                      <c:pt idx="1371">
                        <c:v>59.82913971</c:v>
                      </c:pt>
                      <c:pt idx="1372">
                        <c:v>59.82904053</c:v>
                      </c:pt>
                      <c:pt idx="1373">
                        <c:v>59.828941350000001</c:v>
                      </c:pt>
                      <c:pt idx="1374">
                        <c:v>59.828842160000001</c:v>
                      </c:pt>
                      <c:pt idx="1375">
                        <c:v>59.828742980000001</c:v>
                      </c:pt>
                      <c:pt idx="1376">
                        <c:v>59.828643800000002</c:v>
                      </c:pt>
                      <c:pt idx="1377">
                        <c:v>59.828540799999999</c:v>
                      </c:pt>
                      <c:pt idx="1378">
                        <c:v>59.82844162</c:v>
                      </c:pt>
                      <c:pt idx="1379">
                        <c:v>59.82834244</c:v>
                      </c:pt>
                      <c:pt idx="1380">
                        <c:v>59.828239439999997</c:v>
                      </c:pt>
                      <c:pt idx="1381">
                        <c:v>59.828136440000002</c:v>
                      </c:pt>
                      <c:pt idx="1382">
                        <c:v>59.828037260000002</c:v>
                      </c:pt>
                      <c:pt idx="1383">
                        <c:v>59.82793427</c:v>
                      </c:pt>
                      <c:pt idx="1384">
                        <c:v>59.827831269999997</c:v>
                      </c:pt>
                      <c:pt idx="1385">
                        <c:v>59.827728270000001</c:v>
                      </c:pt>
                      <c:pt idx="1386">
                        <c:v>59.827629090000002</c:v>
                      </c:pt>
                      <c:pt idx="1387">
                        <c:v>59.827526089999999</c:v>
                      </c:pt>
                      <c:pt idx="1388">
                        <c:v>59.827423099999997</c:v>
                      </c:pt>
                      <c:pt idx="1389">
                        <c:v>59.827320100000001</c:v>
                      </c:pt>
                      <c:pt idx="1390">
                        <c:v>59.827217099999999</c:v>
                      </c:pt>
                      <c:pt idx="1391">
                        <c:v>59.827114109999997</c:v>
                      </c:pt>
                      <c:pt idx="1392">
                        <c:v>59.827011110000001</c:v>
                      </c:pt>
                      <c:pt idx="1393">
                        <c:v>59.826904300000002</c:v>
                      </c:pt>
                      <c:pt idx="1394">
                        <c:v>59.8268013</c:v>
                      </c:pt>
                      <c:pt idx="1395">
                        <c:v>59.826698299999997</c:v>
                      </c:pt>
                      <c:pt idx="1396">
                        <c:v>59.826595310000002</c:v>
                      </c:pt>
                      <c:pt idx="1397">
                        <c:v>59.826488490000003</c:v>
                      </c:pt>
                      <c:pt idx="1398">
                        <c:v>59.826385500000001</c:v>
                      </c:pt>
                      <c:pt idx="1399">
                        <c:v>59.826282499999998</c:v>
                      </c:pt>
                      <c:pt idx="1400">
                        <c:v>59.826175689999999</c:v>
                      </c:pt>
                      <c:pt idx="1401">
                        <c:v>59.826072689999997</c:v>
                      </c:pt>
                      <c:pt idx="1402">
                        <c:v>59.825965879999998</c:v>
                      </c:pt>
                      <c:pt idx="1403">
                        <c:v>59.825862880000003</c:v>
                      </c:pt>
                      <c:pt idx="1404">
                        <c:v>59.825756069999997</c:v>
                      </c:pt>
                      <c:pt idx="1405">
                        <c:v>59.825653080000002</c:v>
                      </c:pt>
                      <c:pt idx="1406">
                        <c:v>59.825546260000003</c:v>
                      </c:pt>
                      <c:pt idx="1407">
                        <c:v>59.825443270000001</c:v>
                      </c:pt>
                      <c:pt idx="1408">
                        <c:v>59.825336460000003</c:v>
                      </c:pt>
                      <c:pt idx="1409">
                        <c:v>59.825229640000003</c:v>
                      </c:pt>
                      <c:pt idx="1410">
                        <c:v>59.825126650000001</c:v>
                      </c:pt>
                      <c:pt idx="1411">
                        <c:v>59.825019840000003</c:v>
                      </c:pt>
                      <c:pt idx="1412">
                        <c:v>59.82491684</c:v>
                      </c:pt>
                      <c:pt idx="1413">
                        <c:v>59.824810030000002</c:v>
                      </c:pt>
                      <c:pt idx="1414">
                        <c:v>59.824703220000004</c:v>
                      </c:pt>
                      <c:pt idx="1415">
                        <c:v>59.824600220000001</c:v>
                      </c:pt>
                      <c:pt idx="1416">
                        <c:v>59.824493410000002</c:v>
                      </c:pt>
                      <c:pt idx="1417">
                        <c:v>59.824390409999999</c:v>
                      </c:pt>
                      <c:pt idx="1418">
                        <c:v>59.824283600000001</c:v>
                      </c:pt>
                      <c:pt idx="1419">
                        <c:v>59.824180599999998</c:v>
                      </c:pt>
                      <c:pt idx="1420">
                        <c:v>59.82407379</c:v>
                      </c:pt>
                      <c:pt idx="1421">
                        <c:v>59.823966980000002</c:v>
                      </c:pt>
                      <c:pt idx="1422">
                        <c:v>59.823863979999999</c:v>
                      </c:pt>
                      <c:pt idx="1423">
                        <c:v>59.82375717</c:v>
                      </c:pt>
                      <c:pt idx="1424">
                        <c:v>59.823654169999998</c:v>
                      </c:pt>
                      <c:pt idx="1425">
                        <c:v>59.823547359999999</c:v>
                      </c:pt>
                      <c:pt idx="1426">
                        <c:v>59.823444369999997</c:v>
                      </c:pt>
                      <c:pt idx="1427">
                        <c:v>59.823337549999998</c:v>
                      </c:pt>
                      <c:pt idx="1428">
                        <c:v>59.823234560000003</c:v>
                      </c:pt>
                      <c:pt idx="1429">
                        <c:v>59.823127749999998</c:v>
                      </c:pt>
                      <c:pt idx="1430">
                        <c:v>59.823024750000002</c:v>
                      </c:pt>
                      <c:pt idx="1431">
                        <c:v>59.822921749999999</c:v>
                      </c:pt>
                      <c:pt idx="1432">
                        <c:v>59.822814940000001</c:v>
                      </c:pt>
                      <c:pt idx="1433">
                        <c:v>59.822711939999998</c:v>
                      </c:pt>
                      <c:pt idx="1434">
                        <c:v>59.822608950000003</c:v>
                      </c:pt>
                      <c:pt idx="1435">
                        <c:v>59.822502139999997</c:v>
                      </c:pt>
                      <c:pt idx="1436">
                        <c:v>59.822399140000002</c:v>
                      </c:pt>
                      <c:pt idx="1437">
                        <c:v>59.822296139999999</c:v>
                      </c:pt>
                      <c:pt idx="1438">
                        <c:v>59.822193149999997</c:v>
                      </c:pt>
                      <c:pt idx="1439">
                        <c:v>59.822090150000001</c:v>
                      </c:pt>
                      <c:pt idx="1440">
                        <c:v>59.821987149999998</c:v>
                      </c:pt>
                      <c:pt idx="1441">
                        <c:v>59.821884160000003</c:v>
                      </c:pt>
                      <c:pt idx="1442">
                        <c:v>59.82178116</c:v>
                      </c:pt>
                      <c:pt idx="1443">
                        <c:v>59.821678159999998</c:v>
                      </c:pt>
                      <c:pt idx="1444">
                        <c:v>59.821575160000002</c:v>
                      </c:pt>
                      <c:pt idx="1445">
                        <c:v>59.82147217</c:v>
                      </c:pt>
                      <c:pt idx="1446">
                        <c:v>59.821369169999997</c:v>
                      </c:pt>
                      <c:pt idx="1447">
                        <c:v>59.821266170000001</c:v>
                      </c:pt>
                      <c:pt idx="1448">
                        <c:v>59.821166990000002</c:v>
                      </c:pt>
                      <c:pt idx="1449">
                        <c:v>59.821064</c:v>
                      </c:pt>
                      <c:pt idx="1450">
                        <c:v>59.820960999999997</c:v>
                      </c:pt>
                      <c:pt idx="1451">
                        <c:v>59.820861819999998</c:v>
                      </c:pt>
                      <c:pt idx="1452">
                        <c:v>59.820758820000002</c:v>
                      </c:pt>
                      <c:pt idx="1453">
                        <c:v>59.820659640000002</c:v>
                      </c:pt>
                      <c:pt idx="1454">
                        <c:v>59.820560460000003</c:v>
                      </c:pt>
                      <c:pt idx="1455">
                        <c:v>59.82045746</c:v>
                      </c:pt>
                      <c:pt idx="1456">
                        <c:v>59.820358280000001</c:v>
                      </c:pt>
                      <c:pt idx="1457">
                        <c:v>59.82025909</c:v>
                      </c:pt>
                      <c:pt idx="1458">
                        <c:v>59.820159910000001</c:v>
                      </c:pt>
                      <c:pt idx="1459">
                        <c:v>59.820056919999999</c:v>
                      </c:pt>
                      <c:pt idx="1460">
                        <c:v>59.819957729999999</c:v>
                      </c:pt>
                      <c:pt idx="1461">
                        <c:v>59.819858549999999</c:v>
                      </c:pt>
                      <c:pt idx="1462">
                        <c:v>59.819763180000002</c:v>
                      </c:pt>
                      <c:pt idx="1463">
                        <c:v>59.819664000000003</c:v>
                      </c:pt>
                      <c:pt idx="1464">
                        <c:v>59.819564819999997</c:v>
                      </c:pt>
                      <c:pt idx="1465">
                        <c:v>59.819465639999997</c:v>
                      </c:pt>
                      <c:pt idx="1466">
                        <c:v>59.81937027</c:v>
                      </c:pt>
                      <c:pt idx="1467">
                        <c:v>59.819271090000001</c:v>
                      </c:pt>
                      <c:pt idx="1468">
                        <c:v>59.819171910000001</c:v>
                      </c:pt>
                      <c:pt idx="1469">
                        <c:v>59.820262909999997</c:v>
                      </c:pt>
                      <c:pt idx="1470">
                        <c:v>59.819183350000003</c:v>
                      </c:pt>
                      <c:pt idx="1471">
                        <c:v>59.819011690000004</c:v>
                      </c:pt>
                      <c:pt idx="1472">
                        <c:v>59.818893430000003</c:v>
                      </c:pt>
                      <c:pt idx="1473">
                        <c:v>59.818775180000003</c:v>
                      </c:pt>
                      <c:pt idx="1474">
                        <c:v>59.818656920000002</c:v>
                      </c:pt>
                      <c:pt idx="1475">
                        <c:v>59.818542479999998</c:v>
                      </c:pt>
                      <c:pt idx="1476">
                        <c:v>59.818431850000003</c:v>
                      </c:pt>
                      <c:pt idx="1477">
                        <c:v>59.818321230000002</c:v>
                      </c:pt>
                      <c:pt idx="1478">
                        <c:v>59.818218229999999</c:v>
                      </c:pt>
                      <c:pt idx="1479">
                        <c:v>59.818115229999997</c:v>
                      </c:pt>
                      <c:pt idx="1480">
                        <c:v>59.818016049999997</c:v>
                      </c:pt>
                      <c:pt idx="1481">
                        <c:v>59.81792068</c:v>
                      </c:pt>
                      <c:pt idx="1482">
                        <c:v>59.817825319999997</c:v>
                      </c:pt>
                      <c:pt idx="1483">
                        <c:v>59.81772995</c:v>
                      </c:pt>
                      <c:pt idx="1484">
                        <c:v>59.8176384</c:v>
                      </c:pt>
                      <c:pt idx="1485">
                        <c:v>59.817546839999999</c:v>
                      </c:pt>
                      <c:pt idx="1486">
                        <c:v>59.817459110000001</c:v>
                      </c:pt>
                      <c:pt idx="1487">
                        <c:v>59.817371369999996</c:v>
                      </c:pt>
                      <c:pt idx="1488">
                        <c:v>59.817283629999999</c:v>
                      </c:pt>
                      <c:pt idx="1489">
                        <c:v>59.817192079999998</c:v>
                      </c:pt>
                      <c:pt idx="1490">
                        <c:v>59.817108150000003</c:v>
                      </c:pt>
                      <c:pt idx="1491">
                        <c:v>59.817020419999999</c:v>
                      </c:pt>
                      <c:pt idx="1492">
                        <c:v>59.816932680000001</c:v>
                      </c:pt>
                      <c:pt idx="1493">
                        <c:v>59.816844940000003</c:v>
                      </c:pt>
                      <c:pt idx="1494">
                        <c:v>59.816761020000001</c:v>
                      </c:pt>
                      <c:pt idx="1495">
                        <c:v>59.816673280000003</c:v>
                      </c:pt>
                      <c:pt idx="1496">
                        <c:v>59.816585539999998</c:v>
                      </c:pt>
                      <c:pt idx="1497">
                        <c:v>59.816501619999997</c:v>
                      </c:pt>
                      <c:pt idx="1498">
                        <c:v>59.816417690000002</c:v>
                      </c:pt>
                      <c:pt idx="1499">
                        <c:v>59.816329959999997</c:v>
                      </c:pt>
                      <c:pt idx="1500">
                        <c:v>59.816246030000002</c:v>
                      </c:pt>
                      <c:pt idx="1501">
                        <c:v>59.81616211</c:v>
                      </c:pt>
                      <c:pt idx="1502">
                        <c:v>59.816078189999999</c:v>
                      </c:pt>
                      <c:pt idx="1503">
                        <c:v>59.815994259999997</c:v>
                      </c:pt>
                      <c:pt idx="1504">
                        <c:v>59.815910340000002</c:v>
                      </c:pt>
                      <c:pt idx="1505">
                        <c:v>59.81582642</c:v>
                      </c:pt>
                      <c:pt idx="1506">
                        <c:v>59.815742489999998</c:v>
                      </c:pt>
                      <c:pt idx="1507">
                        <c:v>59.815658569999997</c:v>
                      </c:pt>
                      <c:pt idx="1508">
                        <c:v>59.815578459999998</c:v>
                      </c:pt>
                      <c:pt idx="1509">
                        <c:v>59.815494540000003</c:v>
                      </c:pt>
                      <c:pt idx="1510">
                        <c:v>59.815414429999997</c:v>
                      </c:pt>
                      <c:pt idx="1511">
                        <c:v>59.815330510000003</c:v>
                      </c:pt>
                      <c:pt idx="1512">
                        <c:v>59.815250399999996</c:v>
                      </c:pt>
                      <c:pt idx="1513">
                        <c:v>59.815166470000001</c:v>
                      </c:pt>
                      <c:pt idx="1514">
                        <c:v>59.815086360000002</c:v>
                      </c:pt>
                      <c:pt idx="1515">
                        <c:v>59.815006259999997</c:v>
                      </c:pt>
                      <c:pt idx="1516">
                        <c:v>59.814926149999998</c:v>
                      </c:pt>
                      <c:pt idx="1517">
                        <c:v>59.814849850000002</c:v>
                      </c:pt>
                      <c:pt idx="1518">
                        <c:v>59.814769740000003</c:v>
                      </c:pt>
                      <c:pt idx="1519">
                        <c:v>59.81469345</c:v>
                      </c:pt>
                      <c:pt idx="1520">
                        <c:v>59.814613340000001</c:v>
                      </c:pt>
                      <c:pt idx="1521">
                        <c:v>59.814537049999998</c:v>
                      </c:pt>
                      <c:pt idx="1522">
                        <c:v>59.814460750000002</c:v>
                      </c:pt>
                      <c:pt idx="1523">
                        <c:v>59.814384459999999</c:v>
                      </c:pt>
                      <c:pt idx="1524">
                        <c:v>59.814308169999997</c:v>
                      </c:pt>
                      <c:pt idx="1525">
                        <c:v>59.814235689999997</c:v>
                      </c:pt>
                      <c:pt idx="1526">
                        <c:v>59.81415939</c:v>
                      </c:pt>
                      <c:pt idx="1527">
                        <c:v>59.81408691</c:v>
                      </c:pt>
                      <c:pt idx="1528">
                        <c:v>59.814010619999998</c:v>
                      </c:pt>
                      <c:pt idx="1529">
                        <c:v>59.813938139999998</c:v>
                      </c:pt>
                      <c:pt idx="1530">
                        <c:v>59.813865659999998</c:v>
                      </c:pt>
                      <c:pt idx="1531">
                        <c:v>59.813793179999998</c:v>
                      </c:pt>
                      <c:pt idx="1532">
                        <c:v>59.813720699999998</c:v>
                      </c:pt>
                      <c:pt idx="1533">
                        <c:v>59.813652040000001</c:v>
                      </c:pt>
                      <c:pt idx="1534">
                        <c:v>59.813579560000001</c:v>
                      </c:pt>
                      <c:pt idx="1535">
                        <c:v>59.813510890000003</c:v>
                      </c:pt>
                      <c:pt idx="1536">
                        <c:v>59.813438419999997</c:v>
                      </c:pt>
                      <c:pt idx="1537">
                        <c:v>59.81336975</c:v>
                      </c:pt>
                      <c:pt idx="1538">
                        <c:v>59.813301090000003</c:v>
                      </c:pt>
                      <c:pt idx="1539">
                        <c:v>59.813232419999999</c:v>
                      </c:pt>
                      <c:pt idx="1540">
                        <c:v>59.813163760000002</c:v>
                      </c:pt>
                      <c:pt idx="1541">
                        <c:v>59.813098910000001</c:v>
                      </c:pt>
                      <c:pt idx="1542">
                        <c:v>59.813030240000003</c:v>
                      </c:pt>
                      <c:pt idx="1543">
                        <c:v>59.81296158</c:v>
                      </c:pt>
                      <c:pt idx="1544">
                        <c:v>59.812896729999999</c:v>
                      </c:pt>
                      <c:pt idx="1545">
                        <c:v>59.812831879999997</c:v>
                      </c:pt>
                      <c:pt idx="1546">
                        <c:v>59.812767030000003</c:v>
                      </c:pt>
                      <c:pt idx="1547">
                        <c:v>59.812702180000002</c:v>
                      </c:pt>
                      <c:pt idx="1548">
                        <c:v>59.812637330000001</c:v>
                      </c:pt>
                      <c:pt idx="1549">
                        <c:v>59.81257248</c:v>
                      </c:pt>
                      <c:pt idx="1550">
                        <c:v>59.812511440000002</c:v>
                      </c:pt>
                      <c:pt idx="1551">
                        <c:v>59.81244659</c:v>
                      </c:pt>
                      <c:pt idx="1552">
                        <c:v>59.812385560000003</c:v>
                      </c:pt>
                      <c:pt idx="1553">
                        <c:v>59.812324519999997</c:v>
                      </c:pt>
                      <c:pt idx="1554">
                        <c:v>59.812259670000003</c:v>
                      </c:pt>
                      <c:pt idx="1555">
                        <c:v>59.812198639999998</c:v>
                      </c:pt>
                      <c:pt idx="1556">
                        <c:v>59.8121376</c:v>
                      </c:pt>
                      <c:pt idx="1557">
                        <c:v>59.812080379999998</c:v>
                      </c:pt>
                      <c:pt idx="1558">
                        <c:v>59.81201935</c:v>
                      </c:pt>
                      <c:pt idx="1559">
                        <c:v>59.811962129999998</c:v>
                      </c:pt>
                      <c:pt idx="1560">
                        <c:v>59.811901089999999</c:v>
                      </c:pt>
                      <c:pt idx="1561">
                        <c:v>59.811843869999997</c:v>
                      </c:pt>
                      <c:pt idx="1562">
                        <c:v>59.811786650000002</c:v>
                      </c:pt>
                      <c:pt idx="1563">
                        <c:v>59.81172943</c:v>
                      </c:pt>
                      <c:pt idx="1564">
                        <c:v>59.811672209999998</c:v>
                      </c:pt>
                      <c:pt idx="1565">
                        <c:v>59.811614990000002</c:v>
                      </c:pt>
                      <c:pt idx="1566">
                        <c:v>59.81155777</c:v>
                      </c:pt>
                      <c:pt idx="1567">
                        <c:v>59.811504360000001</c:v>
                      </c:pt>
                      <c:pt idx="1568">
                        <c:v>59.811447139999999</c:v>
                      </c:pt>
                      <c:pt idx="1569">
                        <c:v>59.81139374</c:v>
                      </c:pt>
                      <c:pt idx="1570">
                        <c:v>59.81134033</c:v>
                      </c:pt>
                      <c:pt idx="1571">
                        <c:v>59.811286930000001</c:v>
                      </c:pt>
                      <c:pt idx="1572">
                        <c:v>59.811233520000002</c:v>
                      </c:pt>
                      <c:pt idx="1573">
                        <c:v>59.811180110000002</c:v>
                      </c:pt>
                      <c:pt idx="1574">
                        <c:v>59.811130519999999</c:v>
                      </c:pt>
                      <c:pt idx="1575">
                        <c:v>59.81107712</c:v>
                      </c:pt>
                      <c:pt idx="1576">
                        <c:v>59.811027529999997</c:v>
                      </c:pt>
                      <c:pt idx="1577">
                        <c:v>59.810974119999997</c:v>
                      </c:pt>
                      <c:pt idx="1578">
                        <c:v>59.810924530000001</c:v>
                      </c:pt>
                      <c:pt idx="1579">
                        <c:v>59.810874939999998</c:v>
                      </c:pt>
                      <c:pt idx="1580">
                        <c:v>59.810825350000002</c:v>
                      </c:pt>
                      <c:pt idx="1581">
                        <c:v>59.810779570000001</c:v>
                      </c:pt>
                      <c:pt idx="1582">
                        <c:v>59.810729979999998</c:v>
                      </c:pt>
                      <c:pt idx="1583">
                        <c:v>59.810684199999997</c:v>
                      </c:pt>
                      <c:pt idx="1584">
                        <c:v>59.810634610000001</c:v>
                      </c:pt>
                      <c:pt idx="1585">
                        <c:v>59.810588840000001</c:v>
                      </c:pt>
                      <c:pt idx="1586">
                        <c:v>59.810543060000001</c:v>
                      </c:pt>
                      <c:pt idx="1587">
                        <c:v>59.81049728</c:v>
                      </c:pt>
                      <c:pt idx="1588">
                        <c:v>59.81045151</c:v>
                      </c:pt>
                      <c:pt idx="1589">
                        <c:v>59.810405729999999</c:v>
                      </c:pt>
                      <c:pt idx="1590">
                        <c:v>59.811599729999998</c:v>
                      </c:pt>
                      <c:pt idx="1591">
                        <c:v>59.810531619999999</c:v>
                      </c:pt>
                      <c:pt idx="1592">
                        <c:v>59.810409550000003</c:v>
                      </c:pt>
                      <c:pt idx="1593">
                        <c:v>59.810344700000002</c:v>
                      </c:pt>
                      <c:pt idx="1594">
                        <c:v>59.810279850000001</c:v>
                      </c:pt>
                      <c:pt idx="1595">
                        <c:v>59.810214999999999</c:v>
                      </c:pt>
                      <c:pt idx="1596">
                        <c:v>59.810153960000001</c:v>
                      </c:pt>
                      <c:pt idx="1597">
                        <c:v>59.811332700000001</c:v>
                      </c:pt>
                      <c:pt idx="1598">
                        <c:v>59.81025314</c:v>
                      </c:pt>
                      <c:pt idx="1599">
                        <c:v>59.810119630000003</c:v>
                      </c:pt>
                      <c:pt idx="1600">
                        <c:v>59.810050959999998</c:v>
                      </c:pt>
                      <c:pt idx="1601">
                        <c:v>59.809982300000001</c:v>
                      </c:pt>
                      <c:pt idx="1602">
                        <c:v>59.80991745</c:v>
                      </c:pt>
                      <c:pt idx="1603">
                        <c:v>59.809856410000002</c:v>
                      </c:pt>
                      <c:pt idx="1604">
                        <c:v>59.811038969999998</c:v>
                      </c:pt>
                      <c:pt idx="1605">
                        <c:v>59.809963230000001</c:v>
                      </c:pt>
                      <c:pt idx="1606">
                        <c:v>59.809837340000001</c:v>
                      </c:pt>
                      <c:pt idx="1607">
                        <c:v>59.809768679999998</c:v>
                      </c:pt>
                      <c:pt idx="1608">
                        <c:v>59.809707639999999</c:v>
                      </c:pt>
                      <c:pt idx="1609">
                        <c:v>59.809650419999997</c:v>
                      </c:pt>
                      <c:pt idx="1610">
                        <c:v>59.809597019999998</c:v>
                      </c:pt>
                      <c:pt idx="1611">
                        <c:v>59.809547420000001</c:v>
                      </c:pt>
                      <c:pt idx="1612">
                        <c:v>59.809501650000001</c:v>
                      </c:pt>
                      <c:pt idx="1613">
                        <c:v>59.810699460000002</c:v>
                      </c:pt>
                      <c:pt idx="1614">
                        <c:v>59.809635159999999</c:v>
                      </c:pt>
                      <c:pt idx="1615">
                        <c:v>59.809520720000002</c:v>
                      </c:pt>
                      <c:pt idx="1616">
                        <c:v>59.809467320000003</c:v>
                      </c:pt>
                      <c:pt idx="1617">
                        <c:v>59.809413910000004</c:v>
                      </c:pt>
                      <c:pt idx="1618">
                        <c:v>59.80936432</c:v>
                      </c:pt>
                      <c:pt idx="1619">
                        <c:v>59.80931854</c:v>
                      </c:pt>
                      <c:pt idx="1620">
                        <c:v>59.809276580000002</c:v>
                      </c:pt>
                      <c:pt idx="1621">
                        <c:v>59.809238430000001</c:v>
                      </c:pt>
                      <c:pt idx="1622">
                        <c:v>59.809204100000002</c:v>
                      </c:pt>
                      <c:pt idx="1623">
                        <c:v>59.809169769999997</c:v>
                      </c:pt>
                      <c:pt idx="1624">
                        <c:v>59.809143069999998</c:v>
                      </c:pt>
                      <c:pt idx="1625">
                        <c:v>59.809116359999997</c:v>
                      </c:pt>
                      <c:pt idx="1626">
                        <c:v>59.809089659999998</c:v>
                      </c:pt>
                      <c:pt idx="1627">
                        <c:v>59.809066770000001</c:v>
                      </c:pt>
                      <c:pt idx="1628">
                        <c:v>59.809043879999997</c:v>
                      </c:pt>
                      <c:pt idx="1629">
                        <c:v>59.809021000000001</c:v>
                      </c:pt>
                      <c:pt idx="1630">
                        <c:v>59.80900192</c:v>
                      </c:pt>
                      <c:pt idx="1631">
                        <c:v>59.808979030000003</c:v>
                      </c:pt>
                      <c:pt idx="1632">
                        <c:v>59.808959960000003</c:v>
                      </c:pt>
                      <c:pt idx="1633">
                        <c:v>59.808937069999999</c:v>
                      </c:pt>
                      <c:pt idx="1634">
                        <c:v>59.808917999999998</c:v>
                      </c:pt>
                      <c:pt idx="1635">
                        <c:v>59.808898929999998</c:v>
                      </c:pt>
                      <c:pt idx="1636">
                        <c:v>59.808876040000001</c:v>
                      </c:pt>
                      <c:pt idx="1637">
                        <c:v>59.80885696</c:v>
                      </c:pt>
                      <c:pt idx="1638">
                        <c:v>59.80883789</c:v>
                      </c:pt>
                      <c:pt idx="1639">
                        <c:v>59.808815000000003</c:v>
                      </c:pt>
                      <c:pt idx="1640">
                        <c:v>59.808795930000002</c:v>
                      </c:pt>
                      <c:pt idx="1641">
                        <c:v>59.808776860000002</c:v>
                      </c:pt>
                      <c:pt idx="1642">
                        <c:v>59.808753969999998</c:v>
                      </c:pt>
                      <c:pt idx="1643">
                        <c:v>59.808734889999997</c:v>
                      </c:pt>
                      <c:pt idx="1644">
                        <c:v>59.808715820000003</c:v>
                      </c:pt>
                      <c:pt idx="1645">
                        <c:v>59.808696750000003</c:v>
                      </c:pt>
                      <c:pt idx="1646">
                        <c:v>59.808677670000002</c:v>
                      </c:pt>
                      <c:pt idx="1647">
                        <c:v>59.808658600000001</c:v>
                      </c:pt>
                      <c:pt idx="1648">
                        <c:v>59.808639530000001</c:v>
                      </c:pt>
                      <c:pt idx="1649">
                        <c:v>59.808620449999999</c:v>
                      </c:pt>
                      <c:pt idx="1650">
                        <c:v>59.808605190000002</c:v>
                      </c:pt>
                      <c:pt idx="1651">
                        <c:v>59.808586120000001</c:v>
                      </c:pt>
                      <c:pt idx="1652">
                        <c:v>59.808567050000001</c:v>
                      </c:pt>
                      <c:pt idx="1653">
                        <c:v>59.808551790000003</c:v>
                      </c:pt>
                      <c:pt idx="1654">
                        <c:v>59.808532710000001</c:v>
                      </c:pt>
                      <c:pt idx="1655">
                        <c:v>59.808517459999997</c:v>
                      </c:pt>
                      <c:pt idx="1656">
                        <c:v>59.8085022</c:v>
                      </c:pt>
                      <c:pt idx="1657">
                        <c:v>59.808486940000002</c:v>
                      </c:pt>
                      <c:pt idx="1658">
                        <c:v>59.808471679999997</c:v>
                      </c:pt>
                      <c:pt idx="1659">
                        <c:v>59.808456419999999</c:v>
                      </c:pt>
                      <c:pt idx="1660">
                        <c:v>59.808441160000001</c:v>
                      </c:pt>
                      <c:pt idx="1661">
                        <c:v>59.808425900000003</c:v>
                      </c:pt>
                      <c:pt idx="1662">
                        <c:v>59.808414460000002</c:v>
                      </c:pt>
                      <c:pt idx="1663">
                        <c:v>59.808399199999997</c:v>
                      </c:pt>
                      <c:pt idx="1664">
                        <c:v>59.808387760000002</c:v>
                      </c:pt>
                      <c:pt idx="1665">
                        <c:v>59.808372499999997</c:v>
                      </c:pt>
                      <c:pt idx="1666">
                        <c:v>59.808361050000002</c:v>
                      </c:pt>
                      <c:pt idx="1667">
                        <c:v>59.80834961</c:v>
                      </c:pt>
                      <c:pt idx="1668">
                        <c:v>59.808338169999999</c:v>
                      </c:pt>
                      <c:pt idx="1669">
                        <c:v>59.808326719999997</c:v>
                      </c:pt>
                      <c:pt idx="1670">
                        <c:v>59.808315280000002</c:v>
                      </c:pt>
                      <c:pt idx="1671">
                        <c:v>59.80830383</c:v>
                      </c:pt>
                      <c:pt idx="1672">
                        <c:v>59.808292389999998</c:v>
                      </c:pt>
                      <c:pt idx="1673">
                        <c:v>59.808280940000003</c:v>
                      </c:pt>
                      <c:pt idx="1674">
                        <c:v>59.808273319999998</c:v>
                      </c:pt>
                      <c:pt idx="1675">
                        <c:v>59.808261870000003</c:v>
                      </c:pt>
                      <c:pt idx="1676">
                        <c:v>59.808250430000001</c:v>
                      </c:pt>
                      <c:pt idx="1677">
                        <c:v>59.808242800000002</c:v>
                      </c:pt>
                      <c:pt idx="1678">
                        <c:v>59.80823135</c:v>
                      </c:pt>
                      <c:pt idx="1679">
                        <c:v>59.808223720000001</c:v>
                      </c:pt>
                      <c:pt idx="1680">
                        <c:v>59.808212279999999</c:v>
                      </c:pt>
                      <c:pt idx="1681">
                        <c:v>59.80820465</c:v>
                      </c:pt>
                      <c:pt idx="1682">
                        <c:v>59.808193209999999</c:v>
                      </c:pt>
                      <c:pt idx="1683">
                        <c:v>59.80818558</c:v>
                      </c:pt>
                      <c:pt idx="1684">
                        <c:v>59.808177950000001</c:v>
                      </c:pt>
                      <c:pt idx="1685">
                        <c:v>59.808170320000002</c:v>
                      </c:pt>
                      <c:pt idx="1686">
                        <c:v>59.80815887</c:v>
                      </c:pt>
                      <c:pt idx="1687">
                        <c:v>59.808151250000002</c:v>
                      </c:pt>
                      <c:pt idx="1688">
                        <c:v>59.808143620000003</c:v>
                      </c:pt>
                      <c:pt idx="1689">
                        <c:v>59.808135989999997</c:v>
                      </c:pt>
                      <c:pt idx="1690">
                        <c:v>59.808128359999998</c:v>
                      </c:pt>
                      <c:pt idx="1691">
                        <c:v>59.808120729999999</c:v>
                      </c:pt>
                      <c:pt idx="1692">
                        <c:v>59.8081131</c:v>
                      </c:pt>
                      <c:pt idx="1693">
                        <c:v>59.808105470000001</c:v>
                      </c:pt>
                      <c:pt idx="1694">
                        <c:v>59.808097840000002</c:v>
                      </c:pt>
                      <c:pt idx="1695">
                        <c:v>59.808090210000003</c:v>
                      </c:pt>
                      <c:pt idx="1696">
                        <c:v>59.808082579999997</c:v>
                      </c:pt>
                      <c:pt idx="1697">
                        <c:v>59.808074949999998</c:v>
                      </c:pt>
                      <c:pt idx="1698">
                        <c:v>59.808067319999999</c:v>
                      </c:pt>
                      <c:pt idx="1699">
                        <c:v>59.808063509999997</c:v>
                      </c:pt>
                      <c:pt idx="1700">
                        <c:v>59.808055879999998</c:v>
                      </c:pt>
                      <c:pt idx="1701">
                        <c:v>59.808048249999999</c:v>
                      </c:pt>
                      <c:pt idx="1702">
                        <c:v>59.80804062</c:v>
                      </c:pt>
                      <c:pt idx="1703">
                        <c:v>59.808036799999996</c:v>
                      </c:pt>
                      <c:pt idx="1704">
                        <c:v>59.808029169999998</c:v>
                      </c:pt>
                      <c:pt idx="1705">
                        <c:v>59.808021549999999</c:v>
                      </c:pt>
                      <c:pt idx="1706">
                        <c:v>59.808017730000003</c:v>
                      </c:pt>
                      <c:pt idx="1707">
                        <c:v>59.80801392</c:v>
                      </c:pt>
                      <c:pt idx="1708">
                        <c:v>59.808006290000002</c:v>
                      </c:pt>
                      <c:pt idx="1709">
                        <c:v>59.8077507</c:v>
                      </c:pt>
                      <c:pt idx="1710">
                        <c:v>59.8077507</c:v>
                      </c:pt>
                      <c:pt idx="1711">
                        <c:v>59.80763245</c:v>
                      </c:pt>
                      <c:pt idx="1712">
                        <c:v>59.80782318</c:v>
                      </c:pt>
                      <c:pt idx="1713">
                        <c:v>59.80784225</c:v>
                      </c:pt>
                      <c:pt idx="1714">
                        <c:v>59.807853700000003</c:v>
                      </c:pt>
                      <c:pt idx="1715">
                        <c:v>59.807865139999997</c:v>
                      </c:pt>
                      <c:pt idx="1716">
                        <c:v>59.807876589999999</c:v>
                      </c:pt>
                      <c:pt idx="1717">
                        <c:v>59.807891849999997</c:v>
                      </c:pt>
                      <c:pt idx="1718">
                        <c:v>59.807903289999999</c:v>
                      </c:pt>
                      <c:pt idx="1719">
                        <c:v>59.80791473</c:v>
                      </c:pt>
                      <c:pt idx="1720">
                        <c:v>59.807922359999999</c:v>
                      </c:pt>
                      <c:pt idx="1721">
                        <c:v>59.807929989999998</c:v>
                      </c:pt>
                      <c:pt idx="1722">
                        <c:v>59.807933810000002</c:v>
                      </c:pt>
                      <c:pt idx="1723">
                        <c:v>59.807937619999997</c:v>
                      </c:pt>
                      <c:pt idx="1724">
                        <c:v>59.807937619999997</c:v>
                      </c:pt>
                      <c:pt idx="1725">
                        <c:v>59.80794144</c:v>
                      </c:pt>
                      <c:pt idx="1726">
                        <c:v>59.807937619999997</c:v>
                      </c:pt>
                      <c:pt idx="1727">
                        <c:v>59.807937619999997</c:v>
                      </c:pt>
                      <c:pt idx="1728">
                        <c:v>59.807933810000002</c:v>
                      </c:pt>
                      <c:pt idx="1729">
                        <c:v>59.807929989999998</c:v>
                      </c:pt>
                      <c:pt idx="1730">
                        <c:v>59.80917358</c:v>
                      </c:pt>
                      <c:pt idx="1731">
                        <c:v>59.808139799999999</c:v>
                      </c:pt>
                      <c:pt idx="1732">
                        <c:v>59.808055879999998</c:v>
                      </c:pt>
                      <c:pt idx="1733">
                        <c:v>59.808029169999998</c:v>
                      </c:pt>
                      <c:pt idx="1734">
                        <c:v>59.808002469999998</c:v>
                      </c:pt>
                      <c:pt idx="1735">
                        <c:v>59.807979580000001</c:v>
                      </c:pt>
                      <c:pt idx="1736">
                        <c:v>59.807956699999998</c:v>
                      </c:pt>
                      <c:pt idx="1737">
                        <c:v>59.807933810000002</c:v>
                      </c:pt>
                      <c:pt idx="1738">
                        <c:v>59.807918549999997</c:v>
                      </c:pt>
                      <c:pt idx="1739">
                        <c:v>59.807903289999999</c:v>
                      </c:pt>
                      <c:pt idx="1740">
                        <c:v>59.807891849999997</c:v>
                      </c:pt>
                      <c:pt idx="1741">
                        <c:v>59.807888030000001</c:v>
                      </c:pt>
                      <c:pt idx="1742">
                        <c:v>59.807880400000002</c:v>
                      </c:pt>
                      <c:pt idx="1743">
                        <c:v>59.807876589999999</c:v>
                      </c:pt>
                      <c:pt idx="1744">
                        <c:v>59.807876589999999</c:v>
                      </c:pt>
                      <c:pt idx="1745">
                        <c:v>59.807872770000003</c:v>
                      </c:pt>
                      <c:pt idx="1746">
                        <c:v>59.807876589999999</c:v>
                      </c:pt>
                      <c:pt idx="1747">
                        <c:v>59.807876589999999</c:v>
                      </c:pt>
                      <c:pt idx="1748">
                        <c:v>59.807880400000002</c:v>
                      </c:pt>
                      <c:pt idx="1749">
                        <c:v>59.807880400000002</c:v>
                      </c:pt>
                      <c:pt idx="1750">
                        <c:v>59.807884219999998</c:v>
                      </c:pt>
                      <c:pt idx="1751">
                        <c:v>59.807888030000001</c:v>
                      </c:pt>
                      <c:pt idx="1752">
                        <c:v>59.807891849999997</c:v>
                      </c:pt>
                      <c:pt idx="1753">
                        <c:v>59.80789566</c:v>
                      </c:pt>
                      <c:pt idx="1754">
                        <c:v>59.807899480000003</c:v>
                      </c:pt>
                      <c:pt idx="1755">
                        <c:v>59.807899480000003</c:v>
                      </c:pt>
                      <c:pt idx="1756">
                        <c:v>59.807903289999999</c:v>
                      </c:pt>
                      <c:pt idx="1757">
                        <c:v>59.807907100000001</c:v>
                      </c:pt>
                      <c:pt idx="1758">
                        <c:v>59.807910919999998</c:v>
                      </c:pt>
                      <c:pt idx="1759">
                        <c:v>59.807910919999998</c:v>
                      </c:pt>
                      <c:pt idx="1760">
                        <c:v>59.80791473</c:v>
                      </c:pt>
                      <c:pt idx="1761">
                        <c:v>59.80791473</c:v>
                      </c:pt>
                      <c:pt idx="1762">
                        <c:v>59.807918549999997</c:v>
                      </c:pt>
                      <c:pt idx="1763">
                        <c:v>59.807918549999997</c:v>
                      </c:pt>
                      <c:pt idx="1764">
                        <c:v>59.807922359999999</c:v>
                      </c:pt>
                      <c:pt idx="1765">
                        <c:v>59.807922359999999</c:v>
                      </c:pt>
                      <c:pt idx="1766">
                        <c:v>59.807922359999999</c:v>
                      </c:pt>
                      <c:pt idx="1767">
                        <c:v>59.807926180000003</c:v>
                      </c:pt>
                      <c:pt idx="1768">
                        <c:v>59.807926180000003</c:v>
                      </c:pt>
                      <c:pt idx="1769">
                        <c:v>59.807926180000003</c:v>
                      </c:pt>
                      <c:pt idx="1770">
                        <c:v>59.807926180000003</c:v>
                      </c:pt>
                      <c:pt idx="1771">
                        <c:v>59.807926180000003</c:v>
                      </c:pt>
                      <c:pt idx="1772">
                        <c:v>59.807926180000003</c:v>
                      </c:pt>
                      <c:pt idx="1773">
                        <c:v>59.807926180000003</c:v>
                      </c:pt>
                      <c:pt idx="1774">
                        <c:v>59.807926180000003</c:v>
                      </c:pt>
                      <c:pt idx="1775">
                        <c:v>59.807929989999998</c:v>
                      </c:pt>
                      <c:pt idx="1776">
                        <c:v>59.807929989999998</c:v>
                      </c:pt>
                      <c:pt idx="1777">
                        <c:v>59.807929989999998</c:v>
                      </c:pt>
                      <c:pt idx="1778">
                        <c:v>59.807929989999998</c:v>
                      </c:pt>
                      <c:pt idx="1779">
                        <c:v>59.807929989999998</c:v>
                      </c:pt>
                      <c:pt idx="1780">
                        <c:v>59.807933810000002</c:v>
                      </c:pt>
                      <c:pt idx="1781">
                        <c:v>59.807933810000002</c:v>
                      </c:pt>
                      <c:pt idx="1782">
                        <c:v>59.807933810000002</c:v>
                      </c:pt>
                      <c:pt idx="1783">
                        <c:v>59.807937619999997</c:v>
                      </c:pt>
                      <c:pt idx="1784">
                        <c:v>59.807937619999997</c:v>
                      </c:pt>
                      <c:pt idx="1785">
                        <c:v>59.807937619999997</c:v>
                      </c:pt>
                      <c:pt idx="1786">
                        <c:v>59.80794144</c:v>
                      </c:pt>
                      <c:pt idx="1787">
                        <c:v>59.80794144</c:v>
                      </c:pt>
                      <c:pt idx="1788">
                        <c:v>59.807945250000003</c:v>
                      </c:pt>
                      <c:pt idx="1789">
                        <c:v>59.807945250000003</c:v>
                      </c:pt>
                      <c:pt idx="1790">
                        <c:v>59.807949069999999</c:v>
                      </c:pt>
                      <c:pt idx="1791">
                        <c:v>59.807949069999999</c:v>
                      </c:pt>
                      <c:pt idx="1792">
                        <c:v>59.807952880000002</c:v>
                      </c:pt>
                      <c:pt idx="1793">
                        <c:v>59.807956699999998</c:v>
                      </c:pt>
                      <c:pt idx="1794">
                        <c:v>59.807956699999998</c:v>
                      </c:pt>
                      <c:pt idx="1795">
                        <c:v>59.807960510000001</c:v>
                      </c:pt>
                      <c:pt idx="1796">
                        <c:v>59.807960510000001</c:v>
                      </c:pt>
                      <c:pt idx="1797">
                        <c:v>59.807964320000004</c:v>
                      </c:pt>
                      <c:pt idx="1798">
                        <c:v>59.80796814</c:v>
                      </c:pt>
                      <c:pt idx="1799">
                        <c:v>59.80796814</c:v>
                      </c:pt>
                      <c:pt idx="1800">
                        <c:v>59.807971950000002</c:v>
                      </c:pt>
                      <c:pt idx="1801">
                        <c:v>59.807971950000002</c:v>
                      </c:pt>
                      <c:pt idx="1802">
                        <c:v>59.807975769999999</c:v>
                      </c:pt>
                      <c:pt idx="1803">
                        <c:v>59.807979580000001</c:v>
                      </c:pt>
                      <c:pt idx="1804">
                        <c:v>59.807979580000001</c:v>
                      </c:pt>
                      <c:pt idx="1805">
                        <c:v>59.807983399999998</c:v>
                      </c:pt>
                      <c:pt idx="1806">
                        <c:v>59.80798721</c:v>
                      </c:pt>
                      <c:pt idx="1807">
                        <c:v>59.807991029999997</c:v>
                      </c:pt>
                      <c:pt idx="1808">
                        <c:v>59.807991029999997</c:v>
                      </c:pt>
                      <c:pt idx="1809">
                        <c:v>59.807994839999999</c:v>
                      </c:pt>
                      <c:pt idx="1810">
                        <c:v>59.807998660000003</c:v>
                      </c:pt>
                      <c:pt idx="1811">
                        <c:v>59.807998660000003</c:v>
                      </c:pt>
                      <c:pt idx="1812">
                        <c:v>59.808002469999998</c:v>
                      </c:pt>
                      <c:pt idx="1813">
                        <c:v>59.808006290000002</c:v>
                      </c:pt>
                      <c:pt idx="1814">
                        <c:v>59.808010099999997</c:v>
                      </c:pt>
                      <c:pt idx="1815">
                        <c:v>59.808010099999997</c:v>
                      </c:pt>
                      <c:pt idx="1816">
                        <c:v>59.80801392</c:v>
                      </c:pt>
                      <c:pt idx="1817">
                        <c:v>59.808017730000003</c:v>
                      </c:pt>
                      <c:pt idx="1818">
                        <c:v>59.808021549999999</c:v>
                      </c:pt>
                      <c:pt idx="1819">
                        <c:v>59.808021549999999</c:v>
                      </c:pt>
                      <c:pt idx="1820">
                        <c:v>59.808025360000002</c:v>
                      </c:pt>
                      <c:pt idx="1821">
                        <c:v>59.808029169999998</c:v>
                      </c:pt>
                      <c:pt idx="1822">
                        <c:v>59.808029169999998</c:v>
                      </c:pt>
                      <c:pt idx="1823">
                        <c:v>59.808032990000001</c:v>
                      </c:pt>
                      <c:pt idx="1824">
                        <c:v>59.808036799999996</c:v>
                      </c:pt>
                      <c:pt idx="1825">
                        <c:v>59.808036799999996</c:v>
                      </c:pt>
                      <c:pt idx="1826">
                        <c:v>59.80804062</c:v>
                      </c:pt>
                      <c:pt idx="1827">
                        <c:v>59.808044430000002</c:v>
                      </c:pt>
                      <c:pt idx="1828">
                        <c:v>59.808044430000002</c:v>
                      </c:pt>
                      <c:pt idx="1829">
                        <c:v>59.808048249999999</c:v>
                      </c:pt>
                      <c:pt idx="1830">
                        <c:v>59.808052060000001</c:v>
                      </c:pt>
                      <c:pt idx="1831">
                        <c:v>59.808055879999998</c:v>
                      </c:pt>
                      <c:pt idx="1832">
                        <c:v>59.808055879999998</c:v>
                      </c:pt>
                      <c:pt idx="1833">
                        <c:v>59.80805969</c:v>
                      </c:pt>
                      <c:pt idx="1834">
                        <c:v>59.808063509999997</c:v>
                      </c:pt>
                      <c:pt idx="1835">
                        <c:v>59.808063509999997</c:v>
                      </c:pt>
                      <c:pt idx="1836">
                        <c:v>59.808067319999999</c:v>
                      </c:pt>
                      <c:pt idx="1837">
                        <c:v>59.808071140000003</c:v>
                      </c:pt>
                      <c:pt idx="1838">
                        <c:v>59.808071140000003</c:v>
                      </c:pt>
                      <c:pt idx="1839">
                        <c:v>59.808074949999998</c:v>
                      </c:pt>
                      <c:pt idx="1840">
                        <c:v>59.808078770000002</c:v>
                      </c:pt>
                      <c:pt idx="1841">
                        <c:v>59.808082579999997</c:v>
                      </c:pt>
                      <c:pt idx="1842">
                        <c:v>59.808082579999997</c:v>
                      </c:pt>
                      <c:pt idx="1843">
                        <c:v>59.808086400000001</c:v>
                      </c:pt>
                      <c:pt idx="1844">
                        <c:v>59.808090210000003</c:v>
                      </c:pt>
                      <c:pt idx="1845">
                        <c:v>59.808094019999999</c:v>
                      </c:pt>
                      <c:pt idx="1846">
                        <c:v>59.808094019999999</c:v>
                      </c:pt>
                      <c:pt idx="1847">
                        <c:v>59.808097840000002</c:v>
                      </c:pt>
                      <c:pt idx="1848">
                        <c:v>59.808101649999998</c:v>
                      </c:pt>
                      <c:pt idx="1849">
                        <c:v>59.808105470000001</c:v>
                      </c:pt>
                      <c:pt idx="1850">
                        <c:v>59.808109279999996</c:v>
                      </c:pt>
                      <c:pt idx="1851">
                        <c:v>59.808109279999996</c:v>
                      </c:pt>
                      <c:pt idx="1852">
                        <c:v>59.8081131</c:v>
                      </c:pt>
                      <c:pt idx="1853">
                        <c:v>59.808116910000003</c:v>
                      </c:pt>
                      <c:pt idx="1854">
                        <c:v>59.808120729999999</c:v>
                      </c:pt>
                      <c:pt idx="1855">
                        <c:v>59.808124540000001</c:v>
                      </c:pt>
                      <c:pt idx="1856">
                        <c:v>59.808128359999998</c:v>
                      </c:pt>
                      <c:pt idx="1857">
                        <c:v>59.80813217</c:v>
                      </c:pt>
                      <c:pt idx="1858">
                        <c:v>59.808135989999997</c:v>
                      </c:pt>
                      <c:pt idx="1859">
                        <c:v>59.808135989999997</c:v>
                      </c:pt>
                      <c:pt idx="1860">
                        <c:v>59.808139799999999</c:v>
                      </c:pt>
                      <c:pt idx="1861">
                        <c:v>59.808143620000003</c:v>
                      </c:pt>
                      <c:pt idx="1862">
                        <c:v>59.808147429999998</c:v>
                      </c:pt>
                      <c:pt idx="1863">
                        <c:v>59.808151250000002</c:v>
                      </c:pt>
                      <c:pt idx="1864">
                        <c:v>59.808155059999997</c:v>
                      </c:pt>
                      <c:pt idx="1865">
                        <c:v>59.80815887</c:v>
                      </c:pt>
                      <c:pt idx="1866">
                        <c:v>59.80815887</c:v>
                      </c:pt>
                      <c:pt idx="1867">
                        <c:v>59.808162690000003</c:v>
                      </c:pt>
                      <c:pt idx="1868">
                        <c:v>59.808166499999999</c:v>
                      </c:pt>
                      <c:pt idx="1869">
                        <c:v>59.808170320000002</c:v>
                      </c:pt>
                      <c:pt idx="1870">
                        <c:v>59.808174129999998</c:v>
                      </c:pt>
                      <c:pt idx="1871">
                        <c:v>59.808177950000001</c:v>
                      </c:pt>
                      <c:pt idx="1872">
                        <c:v>59.808177950000001</c:v>
                      </c:pt>
                      <c:pt idx="1873">
                        <c:v>59.808181759999997</c:v>
                      </c:pt>
                      <c:pt idx="1874">
                        <c:v>59.80818558</c:v>
                      </c:pt>
                      <c:pt idx="1875">
                        <c:v>59.808189390000003</c:v>
                      </c:pt>
                      <c:pt idx="1876">
                        <c:v>59.808189390000003</c:v>
                      </c:pt>
                      <c:pt idx="1877">
                        <c:v>59.808193209999999</c:v>
                      </c:pt>
                      <c:pt idx="1878">
                        <c:v>59.808197020000001</c:v>
                      </c:pt>
                      <c:pt idx="1879">
                        <c:v>59.808200839999998</c:v>
                      </c:pt>
                      <c:pt idx="1880">
                        <c:v>59.808200839999998</c:v>
                      </c:pt>
                      <c:pt idx="1881">
                        <c:v>59.80820465</c:v>
                      </c:pt>
                      <c:pt idx="1882">
                        <c:v>59.808208469999997</c:v>
                      </c:pt>
                      <c:pt idx="1883">
                        <c:v>59.808212279999999</c:v>
                      </c:pt>
                      <c:pt idx="1884">
                        <c:v>59.808212279999999</c:v>
                      </c:pt>
                      <c:pt idx="1885">
                        <c:v>59.808216090000002</c:v>
                      </c:pt>
                      <c:pt idx="1886">
                        <c:v>59.808219909999998</c:v>
                      </c:pt>
                      <c:pt idx="1887">
                        <c:v>59.808219909999998</c:v>
                      </c:pt>
                      <c:pt idx="1888">
                        <c:v>59.808223720000001</c:v>
                      </c:pt>
                      <c:pt idx="1889">
                        <c:v>59.808227539999997</c:v>
                      </c:pt>
                      <c:pt idx="1890">
                        <c:v>59.808227539999997</c:v>
                      </c:pt>
                      <c:pt idx="1891">
                        <c:v>59.80823135</c:v>
                      </c:pt>
                      <c:pt idx="1892">
                        <c:v>59.808235170000003</c:v>
                      </c:pt>
                      <c:pt idx="1893">
                        <c:v>59.808235170000003</c:v>
                      </c:pt>
                      <c:pt idx="1894">
                        <c:v>59.808238979999999</c:v>
                      </c:pt>
                      <c:pt idx="1895">
                        <c:v>59.808242800000002</c:v>
                      </c:pt>
                      <c:pt idx="1896">
                        <c:v>59.808242800000002</c:v>
                      </c:pt>
                      <c:pt idx="1897">
                        <c:v>59.808246609999998</c:v>
                      </c:pt>
                      <c:pt idx="1898">
                        <c:v>59.808250430000001</c:v>
                      </c:pt>
                      <c:pt idx="1899">
                        <c:v>59.808250430000001</c:v>
                      </c:pt>
                      <c:pt idx="1900">
                        <c:v>59.808254239999997</c:v>
                      </c:pt>
                      <c:pt idx="1901">
                        <c:v>59.808254239999997</c:v>
                      </c:pt>
                      <c:pt idx="1902">
                        <c:v>59.80825806</c:v>
                      </c:pt>
                      <c:pt idx="1903">
                        <c:v>59.808261870000003</c:v>
                      </c:pt>
                      <c:pt idx="1904">
                        <c:v>59.808261870000003</c:v>
                      </c:pt>
                      <c:pt idx="1905">
                        <c:v>59.808265689999999</c:v>
                      </c:pt>
                      <c:pt idx="1906">
                        <c:v>59.808269500000002</c:v>
                      </c:pt>
                      <c:pt idx="1907">
                        <c:v>59.808269500000002</c:v>
                      </c:pt>
                      <c:pt idx="1908">
                        <c:v>59.808273319999998</c:v>
                      </c:pt>
                      <c:pt idx="1909">
                        <c:v>59.808273319999998</c:v>
                      </c:pt>
                      <c:pt idx="1910">
                        <c:v>59.80827713</c:v>
                      </c:pt>
                      <c:pt idx="1911">
                        <c:v>59.80827713</c:v>
                      </c:pt>
                      <c:pt idx="1912">
                        <c:v>59.808280940000003</c:v>
                      </c:pt>
                      <c:pt idx="1913">
                        <c:v>59.808284759999999</c:v>
                      </c:pt>
                      <c:pt idx="1914">
                        <c:v>59.808284759999999</c:v>
                      </c:pt>
                      <c:pt idx="1915">
                        <c:v>59.808288570000002</c:v>
                      </c:pt>
                      <c:pt idx="1916">
                        <c:v>59.808288570000002</c:v>
                      </c:pt>
                      <c:pt idx="1917">
                        <c:v>59.808292389999998</c:v>
                      </c:pt>
                      <c:pt idx="1918">
                        <c:v>59.808292389999998</c:v>
                      </c:pt>
                      <c:pt idx="1919">
                        <c:v>59.808296200000001</c:v>
                      </c:pt>
                      <c:pt idx="1920">
                        <c:v>59.808296200000001</c:v>
                      </c:pt>
                      <c:pt idx="1921">
                        <c:v>59.808300019999997</c:v>
                      </c:pt>
                      <c:pt idx="1922">
                        <c:v>59.808300019999997</c:v>
                      </c:pt>
                      <c:pt idx="1923">
                        <c:v>59.80830383</c:v>
                      </c:pt>
                      <c:pt idx="1924">
                        <c:v>59.80830383</c:v>
                      </c:pt>
                      <c:pt idx="1925">
                        <c:v>59.808307650000003</c:v>
                      </c:pt>
                      <c:pt idx="1926">
                        <c:v>59.808307650000003</c:v>
                      </c:pt>
                      <c:pt idx="1927">
                        <c:v>59.808311459999999</c:v>
                      </c:pt>
                      <c:pt idx="1928">
                        <c:v>59.808311459999999</c:v>
                      </c:pt>
                      <c:pt idx="1929">
                        <c:v>59.808311459999999</c:v>
                      </c:pt>
                      <c:pt idx="1930">
                        <c:v>59.808315280000002</c:v>
                      </c:pt>
                      <c:pt idx="1931">
                        <c:v>59.808315280000002</c:v>
                      </c:pt>
                      <c:pt idx="1932">
                        <c:v>59.808315280000002</c:v>
                      </c:pt>
                      <c:pt idx="1933">
                        <c:v>59.808319089999998</c:v>
                      </c:pt>
                      <c:pt idx="1934">
                        <c:v>59.808319089999998</c:v>
                      </c:pt>
                      <c:pt idx="1935">
                        <c:v>59.808319089999998</c:v>
                      </c:pt>
                      <c:pt idx="1936">
                        <c:v>59.808319089999998</c:v>
                      </c:pt>
                      <c:pt idx="1937">
                        <c:v>59.808322910000001</c:v>
                      </c:pt>
                      <c:pt idx="1938">
                        <c:v>59.808322910000001</c:v>
                      </c:pt>
                      <c:pt idx="1939">
                        <c:v>59.808322910000001</c:v>
                      </c:pt>
                      <c:pt idx="1940">
                        <c:v>59.808322910000001</c:v>
                      </c:pt>
                      <c:pt idx="1941">
                        <c:v>59.808322910000001</c:v>
                      </c:pt>
                      <c:pt idx="1942">
                        <c:v>59.808322910000001</c:v>
                      </c:pt>
                      <c:pt idx="1943">
                        <c:v>59.808326719999997</c:v>
                      </c:pt>
                      <c:pt idx="1944">
                        <c:v>59.808326719999997</c:v>
                      </c:pt>
                      <c:pt idx="1945">
                        <c:v>59.808326719999997</c:v>
                      </c:pt>
                      <c:pt idx="1946">
                        <c:v>59.808326719999997</c:v>
                      </c:pt>
                      <c:pt idx="1947">
                        <c:v>59.808326719999997</c:v>
                      </c:pt>
                      <c:pt idx="1948">
                        <c:v>59.808326719999997</c:v>
                      </c:pt>
                      <c:pt idx="1949">
                        <c:v>59.808326719999997</c:v>
                      </c:pt>
                      <c:pt idx="1950">
                        <c:v>59.808326719999997</c:v>
                      </c:pt>
                      <c:pt idx="1951">
                        <c:v>59.808326719999997</c:v>
                      </c:pt>
                      <c:pt idx="1952">
                        <c:v>59.808322910000001</c:v>
                      </c:pt>
                      <c:pt idx="1953">
                        <c:v>59.808322910000001</c:v>
                      </c:pt>
                      <c:pt idx="1954">
                        <c:v>59.808322910000001</c:v>
                      </c:pt>
                      <c:pt idx="1955">
                        <c:v>59.808322910000001</c:v>
                      </c:pt>
                      <c:pt idx="1956">
                        <c:v>59.808322910000001</c:v>
                      </c:pt>
                      <c:pt idx="1957">
                        <c:v>59.808322910000001</c:v>
                      </c:pt>
                      <c:pt idx="1958">
                        <c:v>59.808319089999998</c:v>
                      </c:pt>
                      <c:pt idx="1959">
                        <c:v>59.808319089999998</c:v>
                      </c:pt>
                      <c:pt idx="1960">
                        <c:v>59.808319089999998</c:v>
                      </c:pt>
                      <c:pt idx="1961">
                        <c:v>59.808319089999998</c:v>
                      </c:pt>
                      <c:pt idx="1962">
                        <c:v>59.808315280000002</c:v>
                      </c:pt>
                      <c:pt idx="1963">
                        <c:v>59.808315280000002</c:v>
                      </c:pt>
                      <c:pt idx="1964">
                        <c:v>59.808315280000002</c:v>
                      </c:pt>
                      <c:pt idx="1965">
                        <c:v>59.808311459999999</c:v>
                      </c:pt>
                      <c:pt idx="1966">
                        <c:v>59.808311459999999</c:v>
                      </c:pt>
                      <c:pt idx="1967">
                        <c:v>59.808311459999999</c:v>
                      </c:pt>
                      <c:pt idx="1968">
                        <c:v>59.808307650000003</c:v>
                      </c:pt>
                      <c:pt idx="1969">
                        <c:v>59.808307650000003</c:v>
                      </c:pt>
                      <c:pt idx="1970">
                        <c:v>59.80830383</c:v>
                      </c:pt>
                      <c:pt idx="1971">
                        <c:v>59.80830383</c:v>
                      </c:pt>
                      <c:pt idx="1972">
                        <c:v>59.808300019999997</c:v>
                      </c:pt>
                      <c:pt idx="1973">
                        <c:v>59.808300019999997</c:v>
                      </c:pt>
                      <c:pt idx="1974">
                        <c:v>59.808296200000001</c:v>
                      </c:pt>
                      <c:pt idx="1975">
                        <c:v>59.808296200000001</c:v>
                      </c:pt>
                      <c:pt idx="1976">
                        <c:v>59.808292389999998</c:v>
                      </c:pt>
                      <c:pt idx="1977">
                        <c:v>59.808292389999998</c:v>
                      </c:pt>
                      <c:pt idx="1978">
                        <c:v>59.808288570000002</c:v>
                      </c:pt>
                      <c:pt idx="1979">
                        <c:v>59.808284759999999</c:v>
                      </c:pt>
                      <c:pt idx="1980">
                        <c:v>59.808284759999999</c:v>
                      </c:pt>
                      <c:pt idx="1981">
                        <c:v>59.808280940000003</c:v>
                      </c:pt>
                      <c:pt idx="1982">
                        <c:v>59.80827713</c:v>
                      </c:pt>
                      <c:pt idx="1983">
                        <c:v>59.80827713</c:v>
                      </c:pt>
                      <c:pt idx="1984">
                        <c:v>59.808273319999998</c:v>
                      </c:pt>
                      <c:pt idx="1985">
                        <c:v>59.808269500000002</c:v>
                      </c:pt>
                      <c:pt idx="1986">
                        <c:v>59.808265689999999</c:v>
                      </c:pt>
                      <c:pt idx="1987">
                        <c:v>59.808265689999999</c:v>
                      </c:pt>
                      <c:pt idx="1988">
                        <c:v>59.808261870000003</c:v>
                      </c:pt>
                      <c:pt idx="1989">
                        <c:v>59.80825806</c:v>
                      </c:pt>
                      <c:pt idx="1990">
                        <c:v>59.808254239999997</c:v>
                      </c:pt>
                      <c:pt idx="1991">
                        <c:v>59.808250430000001</c:v>
                      </c:pt>
                      <c:pt idx="1992">
                        <c:v>59.808246609999998</c:v>
                      </c:pt>
                      <c:pt idx="1993">
                        <c:v>59.808242800000002</c:v>
                      </c:pt>
                      <c:pt idx="1994">
                        <c:v>59.808238979999999</c:v>
                      </c:pt>
                      <c:pt idx="1995">
                        <c:v>59.808235170000003</c:v>
                      </c:pt>
                      <c:pt idx="1996">
                        <c:v>59.80823135</c:v>
                      </c:pt>
                      <c:pt idx="1997">
                        <c:v>59.808227539999997</c:v>
                      </c:pt>
                      <c:pt idx="1998">
                        <c:v>59.808223720000001</c:v>
                      </c:pt>
                      <c:pt idx="1999">
                        <c:v>59.808219909999998</c:v>
                      </c:pt>
                      <c:pt idx="2000">
                        <c:v>59.808216090000002</c:v>
                      </c:pt>
                      <c:pt idx="2001">
                        <c:v>59.808212279999999</c:v>
                      </c:pt>
                      <c:pt idx="2002">
                        <c:v>59.808208469999997</c:v>
                      </c:pt>
                      <c:pt idx="2003">
                        <c:v>59.808200839999998</c:v>
                      </c:pt>
                      <c:pt idx="2004">
                        <c:v>59.808197020000001</c:v>
                      </c:pt>
                      <c:pt idx="2005">
                        <c:v>59.808193209999999</c:v>
                      </c:pt>
                      <c:pt idx="2006">
                        <c:v>59.80818558</c:v>
                      </c:pt>
                      <c:pt idx="2007">
                        <c:v>59.808181759999997</c:v>
                      </c:pt>
                      <c:pt idx="2008">
                        <c:v>59.808177950000001</c:v>
                      </c:pt>
                      <c:pt idx="2009">
                        <c:v>59.808170320000002</c:v>
                      </c:pt>
                      <c:pt idx="2010">
                        <c:v>59.808166499999999</c:v>
                      </c:pt>
                      <c:pt idx="2011">
                        <c:v>59.80815887</c:v>
                      </c:pt>
                      <c:pt idx="2012">
                        <c:v>59.808155059999997</c:v>
                      </c:pt>
                      <c:pt idx="2013">
                        <c:v>59.808147429999998</c:v>
                      </c:pt>
                      <c:pt idx="2014">
                        <c:v>59.808143620000003</c:v>
                      </c:pt>
                      <c:pt idx="2015">
                        <c:v>59.808135989999997</c:v>
                      </c:pt>
                      <c:pt idx="2016">
                        <c:v>59.80813217</c:v>
                      </c:pt>
                      <c:pt idx="2017">
                        <c:v>59.808124540000001</c:v>
                      </c:pt>
                      <c:pt idx="2018">
                        <c:v>59.808116910000003</c:v>
                      </c:pt>
                      <c:pt idx="2019">
                        <c:v>59.8081131</c:v>
                      </c:pt>
                      <c:pt idx="2020">
                        <c:v>59.808105470000001</c:v>
                      </c:pt>
                      <c:pt idx="2021">
                        <c:v>59.808097840000002</c:v>
                      </c:pt>
                      <c:pt idx="2022">
                        <c:v>59.808090210000003</c:v>
                      </c:pt>
                      <c:pt idx="2023">
                        <c:v>59.808086400000001</c:v>
                      </c:pt>
                      <c:pt idx="2024">
                        <c:v>59.808078770000002</c:v>
                      </c:pt>
                      <c:pt idx="2025">
                        <c:v>59.808071140000003</c:v>
                      </c:pt>
                      <c:pt idx="2026">
                        <c:v>59.808063509999997</c:v>
                      </c:pt>
                      <c:pt idx="2027">
                        <c:v>59.808055879999998</c:v>
                      </c:pt>
                      <c:pt idx="2028">
                        <c:v>59.808048249999999</c:v>
                      </c:pt>
                      <c:pt idx="2029">
                        <c:v>59.80804062</c:v>
                      </c:pt>
                      <c:pt idx="2030">
                        <c:v>59.808032990000001</c:v>
                      </c:pt>
                      <c:pt idx="2031">
                        <c:v>59.808025360000002</c:v>
                      </c:pt>
                      <c:pt idx="2032">
                        <c:v>59.808017730000003</c:v>
                      </c:pt>
                      <c:pt idx="2033">
                        <c:v>59.808010099999997</c:v>
                      </c:pt>
                      <c:pt idx="2034">
                        <c:v>59.808002469999998</c:v>
                      </c:pt>
                      <c:pt idx="2035">
                        <c:v>59.807994839999999</c:v>
                      </c:pt>
                      <c:pt idx="2036">
                        <c:v>59.80798721</c:v>
                      </c:pt>
                      <c:pt idx="2037">
                        <c:v>59.807979580000001</c:v>
                      </c:pt>
                      <c:pt idx="2038">
                        <c:v>59.807971950000002</c:v>
                      </c:pt>
                      <c:pt idx="2039">
                        <c:v>59.807960510000001</c:v>
                      </c:pt>
                      <c:pt idx="2040">
                        <c:v>59.807952880000002</c:v>
                      </c:pt>
                      <c:pt idx="2041">
                        <c:v>59.807945250000003</c:v>
                      </c:pt>
                      <c:pt idx="2042">
                        <c:v>59.807937619999997</c:v>
                      </c:pt>
                      <c:pt idx="2043">
                        <c:v>59.807926180000003</c:v>
                      </c:pt>
                      <c:pt idx="2044">
                        <c:v>59.807918549999997</c:v>
                      </c:pt>
                      <c:pt idx="2045">
                        <c:v>59.807910919999998</c:v>
                      </c:pt>
                      <c:pt idx="2046">
                        <c:v>59.807899480000003</c:v>
                      </c:pt>
                      <c:pt idx="2047">
                        <c:v>59.807891849999997</c:v>
                      </c:pt>
                      <c:pt idx="2048">
                        <c:v>59.807884219999998</c:v>
                      </c:pt>
                      <c:pt idx="2049">
                        <c:v>59.807872770000003</c:v>
                      </c:pt>
                      <c:pt idx="2050">
                        <c:v>59.807865139999997</c:v>
                      </c:pt>
                      <c:pt idx="2051">
                        <c:v>59.807857509999998</c:v>
                      </c:pt>
                      <c:pt idx="2052">
                        <c:v>59.807846069999997</c:v>
                      </c:pt>
                      <c:pt idx="2053">
                        <c:v>59.807838439999998</c:v>
                      </c:pt>
                      <c:pt idx="2054">
                        <c:v>59.807827000000003</c:v>
                      </c:pt>
                      <c:pt idx="2055">
                        <c:v>59.807819369999997</c:v>
                      </c:pt>
                      <c:pt idx="2056">
                        <c:v>59.807807920000002</c:v>
                      </c:pt>
                      <c:pt idx="2057">
                        <c:v>59.807800290000003</c:v>
                      </c:pt>
                      <c:pt idx="2058">
                        <c:v>59.807788850000001</c:v>
                      </c:pt>
                      <c:pt idx="2059">
                        <c:v>59.807781220000003</c:v>
                      </c:pt>
                      <c:pt idx="2060">
                        <c:v>59.807769780000001</c:v>
                      </c:pt>
                      <c:pt idx="2061">
                        <c:v>59.807758329999999</c:v>
                      </c:pt>
                      <c:pt idx="2062">
                        <c:v>59.8077507</c:v>
                      </c:pt>
                      <c:pt idx="2063">
                        <c:v>59.807739259999998</c:v>
                      </c:pt>
                      <c:pt idx="2064">
                        <c:v>59.807727810000003</c:v>
                      </c:pt>
                      <c:pt idx="2065">
                        <c:v>59.807720179999997</c:v>
                      </c:pt>
                      <c:pt idx="2066">
                        <c:v>59.807708740000002</c:v>
                      </c:pt>
                      <c:pt idx="2067">
                        <c:v>59.807697300000001</c:v>
                      </c:pt>
                      <c:pt idx="2068">
                        <c:v>59.807685849999999</c:v>
                      </c:pt>
                      <c:pt idx="2069">
                        <c:v>59.80767822</c:v>
                      </c:pt>
                      <c:pt idx="2070">
                        <c:v>59.807666779999998</c:v>
                      </c:pt>
                      <c:pt idx="2071">
                        <c:v>59.807655330000003</c:v>
                      </c:pt>
                      <c:pt idx="2072">
                        <c:v>59.807643890000001</c:v>
                      </c:pt>
                      <c:pt idx="2073">
                        <c:v>59.80763245</c:v>
                      </c:pt>
                      <c:pt idx="2074">
                        <c:v>59.807620999999997</c:v>
                      </c:pt>
                      <c:pt idx="2075">
                        <c:v>59.807609560000003</c:v>
                      </c:pt>
                      <c:pt idx="2076">
                        <c:v>59.807598110000001</c:v>
                      </c:pt>
                      <c:pt idx="2077">
                        <c:v>59.807586669999999</c:v>
                      </c:pt>
                      <c:pt idx="2078">
                        <c:v>59.80757904</c:v>
                      </c:pt>
                      <c:pt idx="2079">
                        <c:v>59.807563780000002</c:v>
                      </c:pt>
                      <c:pt idx="2080">
                        <c:v>59.807552340000001</c:v>
                      </c:pt>
                      <c:pt idx="2081">
                        <c:v>59.807540889999999</c:v>
                      </c:pt>
                      <c:pt idx="2082">
                        <c:v>59.807529449999997</c:v>
                      </c:pt>
                      <c:pt idx="2083">
                        <c:v>59.807518010000003</c:v>
                      </c:pt>
                      <c:pt idx="2084">
                        <c:v>59.80750656</c:v>
                      </c:pt>
                      <c:pt idx="2085">
                        <c:v>59.807495119999999</c:v>
                      </c:pt>
                      <c:pt idx="2086">
                        <c:v>59.807483670000003</c:v>
                      </c:pt>
                      <c:pt idx="2087">
                        <c:v>59.807472230000002</c:v>
                      </c:pt>
                      <c:pt idx="2088">
                        <c:v>59.80746078</c:v>
                      </c:pt>
                      <c:pt idx="2089">
                        <c:v>59.807449339999998</c:v>
                      </c:pt>
                      <c:pt idx="2090">
                        <c:v>59.80743408</c:v>
                      </c:pt>
                      <c:pt idx="2091">
                        <c:v>59.807422639999999</c:v>
                      </c:pt>
                      <c:pt idx="2092">
                        <c:v>59.807411190000003</c:v>
                      </c:pt>
                      <c:pt idx="2093">
                        <c:v>59.807399750000002</c:v>
                      </c:pt>
                      <c:pt idx="2094">
                        <c:v>59.807384489999997</c:v>
                      </c:pt>
                      <c:pt idx="2095">
                        <c:v>59.807373050000002</c:v>
                      </c:pt>
                      <c:pt idx="2096">
                        <c:v>59.8073616</c:v>
                      </c:pt>
                      <c:pt idx="2097">
                        <c:v>59.807350159999999</c:v>
                      </c:pt>
                      <c:pt idx="2098">
                        <c:v>59.807334900000001</c:v>
                      </c:pt>
                      <c:pt idx="2099">
                        <c:v>59.807323459999999</c:v>
                      </c:pt>
                      <c:pt idx="2100">
                        <c:v>59.807312009999997</c:v>
                      </c:pt>
                      <c:pt idx="2101">
                        <c:v>59.807296749999999</c:v>
                      </c:pt>
                      <c:pt idx="2102">
                        <c:v>59.807285309999997</c:v>
                      </c:pt>
                      <c:pt idx="2103">
                        <c:v>59.807273860000002</c:v>
                      </c:pt>
                      <c:pt idx="2104">
                        <c:v>59.807258609999998</c:v>
                      </c:pt>
                      <c:pt idx="2105">
                        <c:v>59.807247160000003</c:v>
                      </c:pt>
                      <c:pt idx="2106">
                        <c:v>59.807231899999998</c:v>
                      </c:pt>
                      <c:pt idx="2107">
                        <c:v>59.807220460000003</c:v>
                      </c:pt>
                      <c:pt idx="2108">
                        <c:v>59.807209010000001</c:v>
                      </c:pt>
                      <c:pt idx="2109">
                        <c:v>59.807193759999997</c:v>
                      </c:pt>
                      <c:pt idx="2110">
                        <c:v>59.807182310000002</c:v>
                      </c:pt>
                      <c:pt idx="2111">
                        <c:v>59.807167049999997</c:v>
                      </c:pt>
                      <c:pt idx="2112">
                        <c:v>59.807155610000002</c:v>
                      </c:pt>
                      <c:pt idx="2113">
                        <c:v>59.807144170000001</c:v>
                      </c:pt>
                      <c:pt idx="2114">
                        <c:v>59.807128910000003</c:v>
                      </c:pt>
                      <c:pt idx="2115">
                        <c:v>59.807117460000001</c:v>
                      </c:pt>
                      <c:pt idx="2116">
                        <c:v>59.807102200000003</c:v>
                      </c:pt>
                      <c:pt idx="2117">
                        <c:v>59.807090760000001</c:v>
                      </c:pt>
                      <c:pt idx="2118">
                        <c:v>59.807075500000003</c:v>
                      </c:pt>
                      <c:pt idx="2119">
                        <c:v>59.807064060000002</c:v>
                      </c:pt>
                      <c:pt idx="2120">
                        <c:v>59.807048799999997</c:v>
                      </c:pt>
                      <c:pt idx="2121">
                        <c:v>59.807037350000002</c:v>
                      </c:pt>
                      <c:pt idx="2122">
                        <c:v>59.807022089999997</c:v>
                      </c:pt>
                      <c:pt idx="2123">
                        <c:v>59.807010650000002</c:v>
                      </c:pt>
                      <c:pt idx="2124">
                        <c:v>59.806995389999997</c:v>
                      </c:pt>
                      <c:pt idx="2125">
                        <c:v>59.806983950000003</c:v>
                      </c:pt>
                      <c:pt idx="2126">
                        <c:v>59.806968689999998</c:v>
                      </c:pt>
                      <c:pt idx="2127">
                        <c:v>59.806957240000003</c:v>
                      </c:pt>
                      <c:pt idx="2128">
                        <c:v>59.806941989999999</c:v>
                      </c:pt>
                      <c:pt idx="2129">
                        <c:v>59.806930540000003</c:v>
                      </c:pt>
                      <c:pt idx="2130">
                        <c:v>59.806915279999998</c:v>
                      </c:pt>
                      <c:pt idx="2131">
                        <c:v>59.806903839999997</c:v>
                      </c:pt>
                      <c:pt idx="2132">
                        <c:v>59.806888579999999</c:v>
                      </c:pt>
                      <c:pt idx="2133">
                        <c:v>59.806877139999997</c:v>
                      </c:pt>
                      <c:pt idx="2134">
                        <c:v>59.80686188</c:v>
                      </c:pt>
                      <c:pt idx="2135">
                        <c:v>59.806846620000002</c:v>
                      </c:pt>
                      <c:pt idx="2136">
                        <c:v>59.806835169999999</c:v>
                      </c:pt>
                      <c:pt idx="2137">
                        <c:v>59.806819920000002</c:v>
                      </c:pt>
                      <c:pt idx="2138">
                        <c:v>59.80680847</c:v>
                      </c:pt>
                      <c:pt idx="2139">
                        <c:v>59.806793210000002</c:v>
                      </c:pt>
                      <c:pt idx="2140">
                        <c:v>59.806781770000001</c:v>
                      </c:pt>
                      <c:pt idx="2141">
                        <c:v>59.806766510000003</c:v>
                      </c:pt>
                      <c:pt idx="2142">
                        <c:v>59.808006290000002</c:v>
                      </c:pt>
                      <c:pt idx="2143">
                        <c:v>59.80695343</c:v>
                      </c:pt>
                      <c:pt idx="2144">
                        <c:v>59.80686188</c:v>
                      </c:pt>
                      <c:pt idx="2145">
                        <c:v>59.806823729999998</c:v>
                      </c:pt>
                      <c:pt idx="2146">
                        <c:v>59.8067894</c:v>
                      </c:pt>
                      <c:pt idx="2147">
                        <c:v>59.806751249999998</c:v>
                      </c:pt>
                      <c:pt idx="2148">
                        <c:v>59.80671692</c:v>
                      </c:pt>
                      <c:pt idx="2149">
                        <c:v>59.806686399999997</c:v>
                      </c:pt>
                      <c:pt idx="2150">
                        <c:v>59.80791473</c:v>
                      </c:pt>
                      <c:pt idx="2151">
                        <c:v>59.806846620000002</c:v>
                      </c:pt>
                      <c:pt idx="2152">
                        <c:v>59.806743619999999</c:v>
                      </c:pt>
                      <c:pt idx="2153">
                        <c:v>59.806701660000002</c:v>
                      </c:pt>
                      <c:pt idx="2154">
                        <c:v>59.80666351</c:v>
                      </c:pt>
                      <c:pt idx="2155">
                        <c:v>59.806625369999999</c:v>
                      </c:pt>
                      <c:pt idx="2156">
                        <c:v>59.80659103</c:v>
                      </c:pt>
                      <c:pt idx="2157">
                        <c:v>59.806556700000002</c:v>
                      </c:pt>
                      <c:pt idx="2158">
                        <c:v>59.806530000000002</c:v>
                      </c:pt>
                      <c:pt idx="2159">
                        <c:v>59.806507109999998</c:v>
                      </c:pt>
                      <c:pt idx="2160">
                        <c:v>59.806488039999998</c:v>
                      </c:pt>
                      <c:pt idx="2161">
                        <c:v>59.80647278</c:v>
                      </c:pt>
                      <c:pt idx="2162">
                        <c:v>59.806457520000002</c:v>
                      </c:pt>
                      <c:pt idx="2163">
                        <c:v>59.806446080000001</c:v>
                      </c:pt>
                      <c:pt idx="2164">
                        <c:v>59.806434629999998</c:v>
                      </c:pt>
                      <c:pt idx="2165">
                        <c:v>59.806423189999997</c:v>
                      </c:pt>
                      <c:pt idx="2166">
                        <c:v>59.806415559999998</c:v>
                      </c:pt>
                      <c:pt idx="2167">
                        <c:v>59.806404110000003</c:v>
                      </c:pt>
                      <c:pt idx="2168">
                        <c:v>59.806396479999997</c:v>
                      </c:pt>
                      <c:pt idx="2169">
                        <c:v>59.806388849999998</c:v>
                      </c:pt>
                      <c:pt idx="2170">
                        <c:v>59.806377410000003</c:v>
                      </c:pt>
                      <c:pt idx="2171">
                        <c:v>59.806369779999997</c:v>
                      </c:pt>
                      <c:pt idx="2172">
                        <c:v>59.806362149999998</c:v>
                      </c:pt>
                      <c:pt idx="2173">
                        <c:v>59.806350709999997</c:v>
                      </c:pt>
                      <c:pt idx="2174">
                        <c:v>59.806343079999998</c:v>
                      </c:pt>
                      <c:pt idx="2175">
                        <c:v>59.806331630000003</c:v>
                      </c:pt>
                      <c:pt idx="2176">
                        <c:v>59.806324009999997</c:v>
                      </c:pt>
                      <c:pt idx="2177">
                        <c:v>59.806312560000002</c:v>
                      </c:pt>
                      <c:pt idx="2178">
                        <c:v>59.806301120000001</c:v>
                      </c:pt>
                      <c:pt idx="2179">
                        <c:v>59.806289669999998</c:v>
                      </c:pt>
                      <c:pt idx="2180">
                        <c:v>59.806282039999999</c:v>
                      </c:pt>
                      <c:pt idx="2181">
                        <c:v>59.806270599999998</c:v>
                      </c:pt>
                      <c:pt idx="2182">
                        <c:v>59.80625534</c:v>
                      </c:pt>
                      <c:pt idx="2183">
                        <c:v>59.806243899999998</c:v>
                      </c:pt>
                      <c:pt idx="2184">
                        <c:v>59.806232450000003</c:v>
                      </c:pt>
                      <c:pt idx="2185">
                        <c:v>59.806221010000002</c:v>
                      </c:pt>
                      <c:pt idx="2186">
                        <c:v>59.806209559999999</c:v>
                      </c:pt>
                      <c:pt idx="2187">
                        <c:v>59.806194310000002</c:v>
                      </c:pt>
                      <c:pt idx="2188">
                        <c:v>59.80618286</c:v>
                      </c:pt>
                      <c:pt idx="2189">
                        <c:v>59.806171419999998</c:v>
                      </c:pt>
                      <c:pt idx="2190">
                        <c:v>59.80615616</c:v>
                      </c:pt>
                      <c:pt idx="2191">
                        <c:v>59.806144709999998</c:v>
                      </c:pt>
                      <c:pt idx="2192">
                        <c:v>59.806133269999997</c:v>
                      </c:pt>
                      <c:pt idx="2193">
                        <c:v>59.806118009999999</c:v>
                      </c:pt>
                      <c:pt idx="2194">
                        <c:v>59.806106569999997</c:v>
                      </c:pt>
                      <c:pt idx="2195">
                        <c:v>59.806095120000002</c:v>
                      </c:pt>
                      <c:pt idx="2196">
                        <c:v>59.806079859999997</c:v>
                      </c:pt>
                      <c:pt idx="2197">
                        <c:v>59.806068420000003</c:v>
                      </c:pt>
                      <c:pt idx="2198">
                        <c:v>59.806056980000001</c:v>
                      </c:pt>
                      <c:pt idx="2199">
                        <c:v>59.806045529999999</c:v>
                      </c:pt>
                      <c:pt idx="2200">
                        <c:v>59.806034089999997</c:v>
                      </c:pt>
                      <c:pt idx="2201">
                        <c:v>59.806022640000002</c:v>
                      </c:pt>
                      <c:pt idx="2202">
                        <c:v>59.8060112</c:v>
                      </c:pt>
                      <c:pt idx="2203">
                        <c:v>59.805999759999999</c:v>
                      </c:pt>
                      <c:pt idx="2204">
                        <c:v>59.805988309999996</c:v>
                      </c:pt>
                      <c:pt idx="2205">
                        <c:v>59.805976870000002</c:v>
                      </c:pt>
                      <c:pt idx="2206">
                        <c:v>59.80596542</c:v>
                      </c:pt>
                      <c:pt idx="2207">
                        <c:v>59.805953979999998</c:v>
                      </c:pt>
                      <c:pt idx="2208">
                        <c:v>59.805942539999997</c:v>
                      </c:pt>
                      <c:pt idx="2209">
                        <c:v>59.805934909999998</c:v>
                      </c:pt>
                      <c:pt idx="2210">
                        <c:v>59.805923460000002</c:v>
                      </c:pt>
                      <c:pt idx="2211">
                        <c:v>59.805912020000001</c:v>
                      </c:pt>
                      <c:pt idx="2212">
                        <c:v>59.805900569999999</c:v>
                      </c:pt>
                      <c:pt idx="2213">
                        <c:v>59.805889129999997</c:v>
                      </c:pt>
                      <c:pt idx="2214">
                        <c:v>59.805881499999998</c:v>
                      </c:pt>
                      <c:pt idx="2215">
                        <c:v>59.805870059999997</c:v>
                      </c:pt>
                      <c:pt idx="2216">
                        <c:v>59.805858610000001</c:v>
                      </c:pt>
                      <c:pt idx="2217">
                        <c:v>59.80584717</c:v>
                      </c:pt>
                      <c:pt idx="2218">
                        <c:v>59.805839540000001</c:v>
                      </c:pt>
                      <c:pt idx="2219">
                        <c:v>59.805828089999999</c:v>
                      </c:pt>
                      <c:pt idx="2220">
                        <c:v>59.805816649999997</c:v>
                      </c:pt>
                      <c:pt idx="2221">
                        <c:v>59.805805210000003</c:v>
                      </c:pt>
                      <c:pt idx="2222">
                        <c:v>59.805797579999997</c:v>
                      </c:pt>
                      <c:pt idx="2223">
                        <c:v>59.805786130000001</c:v>
                      </c:pt>
                      <c:pt idx="2224">
                        <c:v>59.80577469</c:v>
                      </c:pt>
                      <c:pt idx="2225">
                        <c:v>59.805763239999997</c:v>
                      </c:pt>
                      <c:pt idx="2226">
                        <c:v>59.805755619999999</c:v>
                      </c:pt>
                      <c:pt idx="2227">
                        <c:v>59.805744169999997</c:v>
                      </c:pt>
                      <c:pt idx="2228">
                        <c:v>59.805732730000003</c:v>
                      </c:pt>
                      <c:pt idx="2229">
                        <c:v>59.805725099999997</c:v>
                      </c:pt>
                      <c:pt idx="2230">
                        <c:v>59.805713650000001</c:v>
                      </c:pt>
                      <c:pt idx="2231">
                        <c:v>59.80570221</c:v>
                      </c:pt>
                      <c:pt idx="2232">
                        <c:v>59.805690769999998</c:v>
                      </c:pt>
                      <c:pt idx="2233">
                        <c:v>59.805683139999999</c:v>
                      </c:pt>
                      <c:pt idx="2234">
                        <c:v>59.805671689999997</c:v>
                      </c:pt>
                      <c:pt idx="2235">
                        <c:v>59.805660250000003</c:v>
                      </c:pt>
                      <c:pt idx="2236">
                        <c:v>59.805652619999996</c:v>
                      </c:pt>
                      <c:pt idx="2237">
                        <c:v>59.805641170000001</c:v>
                      </c:pt>
                      <c:pt idx="2238">
                        <c:v>59.80562973</c:v>
                      </c:pt>
                      <c:pt idx="2239">
                        <c:v>59.805618289999998</c:v>
                      </c:pt>
                      <c:pt idx="2240">
                        <c:v>59.805610659999999</c:v>
                      </c:pt>
                      <c:pt idx="2241">
                        <c:v>59.805599209999997</c:v>
                      </c:pt>
                      <c:pt idx="2242">
                        <c:v>59.805587770000002</c:v>
                      </c:pt>
                      <c:pt idx="2243">
                        <c:v>59.80557632</c:v>
                      </c:pt>
                      <c:pt idx="2244">
                        <c:v>59.805568700000002</c:v>
                      </c:pt>
                      <c:pt idx="2245">
                        <c:v>59.80555725</c:v>
                      </c:pt>
                      <c:pt idx="2246">
                        <c:v>59.805545809999998</c:v>
                      </c:pt>
                      <c:pt idx="2247">
                        <c:v>59.805534360000003</c:v>
                      </c:pt>
                      <c:pt idx="2248">
                        <c:v>59.805526729999997</c:v>
                      </c:pt>
                      <c:pt idx="2249">
                        <c:v>59.805515290000002</c:v>
                      </c:pt>
                      <c:pt idx="2250">
                        <c:v>59.805503850000001</c:v>
                      </c:pt>
                      <c:pt idx="2251">
                        <c:v>59.805496220000002</c:v>
                      </c:pt>
                      <c:pt idx="2252">
                        <c:v>59.80548477</c:v>
                      </c:pt>
                      <c:pt idx="2253">
                        <c:v>59.805473329999998</c:v>
                      </c:pt>
                      <c:pt idx="2254">
                        <c:v>59.805465699999999</c:v>
                      </c:pt>
                      <c:pt idx="2255">
                        <c:v>59.805454249999997</c:v>
                      </c:pt>
                      <c:pt idx="2256">
                        <c:v>59.805446619999998</c:v>
                      </c:pt>
                      <c:pt idx="2257">
                        <c:v>59.805435180000003</c:v>
                      </c:pt>
                      <c:pt idx="2258">
                        <c:v>59.805427549999997</c:v>
                      </c:pt>
                      <c:pt idx="2259">
                        <c:v>59.805416110000003</c:v>
                      </c:pt>
                      <c:pt idx="2260">
                        <c:v>59.805408479999997</c:v>
                      </c:pt>
                      <c:pt idx="2261">
                        <c:v>59.805397030000002</c:v>
                      </c:pt>
                      <c:pt idx="2262">
                        <c:v>59.805389400000003</c:v>
                      </c:pt>
                      <c:pt idx="2263">
                        <c:v>59.805381769999997</c:v>
                      </c:pt>
                      <c:pt idx="2264">
                        <c:v>59.805370330000002</c:v>
                      </c:pt>
                      <c:pt idx="2265">
                        <c:v>59.805362700000003</c:v>
                      </c:pt>
                      <c:pt idx="2266">
                        <c:v>59.805355069999997</c:v>
                      </c:pt>
                      <c:pt idx="2267">
                        <c:v>59.805343630000003</c:v>
                      </c:pt>
                      <c:pt idx="2268">
                        <c:v>59.805335999999997</c:v>
                      </c:pt>
                      <c:pt idx="2269">
                        <c:v>59.805328369999998</c:v>
                      </c:pt>
                      <c:pt idx="2270">
                        <c:v>59.805320739999999</c:v>
                      </c:pt>
                      <c:pt idx="2271">
                        <c:v>59.805309299999998</c:v>
                      </c:pt>
                      <c:pt idx="2272">
                        <c:v>59.805301669999999</c:v>
                      </c:pt>
                      <c:pt idx="2273">
                        <c:v>59.80529404</c:v>
                      </c:pt>
                      <c:pt idx="2274">
                        <c:v>59.805286410000001</c:v>
                      </c:pt>
                      <c:pt idx="2275">
                        <c:v>59.805278780000002</c:v>
                      </c:pt>
                      <c:pt idx="2276">
                        <c:v>59.805271150000003</c:v>
                      </c:pt>
                      <c:pt idx="2277">
                        <c:v>59.805263519999997</c:v>
                      </c:pt>
                      <c:pt idx="2278">
                        <c:v>59.805255889999998</c:v>
                      </c:pt>
                      <c:pt idx="2279">
                        <c:v>59.805248259999999</c:v>
                      </c:pt>
                      <c:pt idx="2280">
                        <c:v>59.80524063</c:v>
                      </c:pt>
                      <c:pt idx="2281">
                        <c:v>59.805233000000001</c:v>
                      </c:pt>
                      <c:pt idx="2282">
                        <c:v>59.805225370000002</c:v>
                      </c:pt>
                      <c:pt idx="2283">
                        <c:v>59.805217740000003</c:v>
                      </c:pt>
                      <c:pt idx="2284">
                        <c:v>59.805210109999997</c:v>
                      </c:pt>
                      <c:pt idx="2285">
                        <c:v>59.805202479999998</c:v>
                      </c:pt>
                      <c:pt idx="2286">
                        <c:v>59.805198670000003</c:v>
                      </c:pt>
                      <c:pt idx="2287">
                        <c:v>59.805191039999997</c:v>
                      </c:pt>
                      <c:pt idx="2288">
                        <c:v>59.805183409999998</c:v>
                      </c:pt>
                      <c:pt idx="2289">
                        <c:v>59.805175779999999</c:v>
                      </c:pt>
                      <c:pt idx="2290">
                        <c:v>59.80516815</c:v>
                      </c:pt>
                      <c:pt idx="2291">
                        <c:v>59.805164339999997</c:v>
                      </c:pt>
                      <c:pt idx="2292">
                        <c:v>59.805156709999999</c:v>
                      </c:pt>
                      <c:pt idx="2293">
                        <c:v>59.80514908</c:v>
                      </c:pt>
                      <c:pt idx="2294">
                        <c:v>59.805141450000001</c:v>
                      </c:pt>
                      <c:pt idx="2295">
                        <c:v>59.805133820000002</c:v>
                      </c:pt>
                      <c:pt idx="2296">
                        <c:v>59.805129999999998</c:v>
                      </c:pt>
                      <c:pt idx="2297">
                        <c:v>59.80512238</c:v>
                      </c:pt>
                      <c:pt idx="2298">
                        <c:v>59.805114750000001</c:v>
                      </c:pt>
                      <c:pt idx="2299">
                        <c:v>59.805110929999998</c:v>
                      </c:pt>
                      <c:pt idx="2300">
                        <c:v>59.805103299999999</c:v>
                      </c:pt>
                      <c:pt idx="2301">
                        <c:v>59.80509567</c:v>
                      </c:pt>
                      <c:pt idx="2302">
                        <c:v>59.805091859999997</c:v>
                      </c:pt>
                      <c:pt idx="2303">
                        <c:v>59.805084229999999</c:v>
                      </c:pt>
                      <c:pt idx="2304">
                        <c:v>59.8050766</c:v>
                      </c:pt>
                      <c:pt idx="2305">
                        <c:v>59.805072780000003</c:v>
                      </c:pt>
                      <c:pt idx="2306">
                        <c:v>59.805065159999998</c:v>
                      </c:pt>
                      <c:pt idx="2307">
                        <c:v>59.805057529999999</c:v>
                      </c:pt>
                      <c:pt idx="2308">
                        <c:v>59.805053710000003</c:v>
                      </c:pt>
                      <c:pt idx="2309">
                        <c:v>59.805046079999997</c:v>
                      </c:pt>
                      <c:pt idx="2310">
                        <c:v>59.805042270000001</c:v>
                      </c:pt>
                      <c:pt idx="2311">
                        <c:v>59.805034640000002</c:v>
                      </c:pt>
                      <c:pt idx="2312">
                        <c:v>59.805030819999999</c:v>
                      </c:pt>
                      <c:pt idx="2313">
                        <c:v>59.80502319</c:v>
                      </c:pt>
                      <c:pt idx="2314">
                        <c:v>59.805019379999997</c:v>
                      </c:pt>
                      <c:pt idx="2315">
                        <c:v>59.805011749999998</c:v>
                      </c:pt>
                      <c:pt idx="2316">
                        <c:v>59.805007930000002</c:v>
                      </c:pt>
                      <c:pt idx="2317">
                        <c:v>59.805000309999997</c:v>
                      </c:pt>
                      <c:pt idx="2318">
                        <c:v>59.804996490000001</c:v>
                      </c:pt>
                      <c:pt idx="2319">
                        <c:v>59.804988860000002</c:v>
                      </c:pt>
                      <c:pt idx="2320">
                        <c:v>59.804985049999999</c:v>
                      </c:pt>
                      <c:pt idx="2321">
                        <c:v>59.80497742</c:v>
                      </c:pt>
                      <c:pt idx="2322">
                        <c:v>59.804973599999997</c:v>
                      </c:pt>
                      <c:pt idx="2323">
                        <c:v>59.804965969999998</c:v>
                      </c:pt>
                      <c:pt idx="2324">
                        <c:v>59.804962160000002</c:v>
                      </c:pt>
                      <c:pt idx="2325">
                        <c:v>59.804958339999999</c:v>
                      </c:pt>
                      <c:pt idx="2326">
                        <c:v>59.80495071</c:v>
                      </c:pt>
                      <c:pt idx="2327">
                        <c:v>59.804946899999997</c:v>
                      </c:pt>
                      <c:pt idx="2328">
                        <c:v>59.804943080000001</c:v>
                      </c:pt>
                      <c:pt idx="2329">
                        <c:v>59.804935460000003</c:v>
                      </c:pt>
                      <c:pt idx="2330">
                        <c:v>59.80493164</c:v>
                      </c:pt>
                      <c:pt idx="2331">
                        <c:v>59.804927829999997</c:v>
                      </c:pt>
                      <c:pt idx="2332">
                        <c:v>59.804920199999998</c:v>
                      </c:pt>
                      <c:pt idx="2333">
                        <c:v>59.804916380000002</c:v>
                      </c:pt>
                      <c:pt idx="2334">
                        <c:v>59.804912569999999</c:v>
                      </c:pt>
                      <c:pt idx="2335">
                        <c:v>59.804908750000003</c:v>
                      </c:pt>
                      <c:pt idx="2336">
                        <c:v>59.804901119999997</c:v>
                      </c:pt>
                      <c:pt idx="2337">
                        <c:v>59.804897310000001</c:v>
                      </c:pt>
                      <c:pt idx="2338">
                        <c:v>59.804893489999998</c:v>
                      </c:pt>
                      <c:pt idx="2339">
                        <c:v>59.804889680000002</c:v>
                      </c:pt>
                      <c:pt idx="2340">
                        <c:v>59.804882050000003</c:v>
                      </c:pt>
                      <c:pt idx="2341">
                        <c:v>59.80487823</c:v>
                      </c:pt>
                      <c:pt idx="2342">
                        <c:v>59.804874419999997</c:v>
                      </c:pt>
                      <c:pt idx="2343">
                        <c:v>59.804870610000002</c:v>
                      </c:pt>
                      <c:pt idx="2344">
                        <c:v>59.804866789999998</c:v>
                      </c:pt>
                      <c:pt idx="2345">
                        <c:v>59.804862980000003</c:v>
                      </c:pt>
                      <c:pt idx="2346">
                        <c:v>59.804855349999997</c:v>
                      </c:pt>
                      <c:pt idx="2347">
                        <c:v>59.804851530000001</c:v>
                      </c:pt>
                      <c:pt idx="2348">
                        <c:v>59.804847719999998</c:v>
                      </c:pt>
                      <c:pt idx="2349">
                        <c:v>59.804843900000002</c:v>
                      </c:pt>
                      <c:pt idx="2350">
                        <c:v>59.804840089999999</c:v>
                      </c:pt>
                      <c:pt idx="2351">
                        <c:v>59.804836270000003</c:v>
                      </c:pt>
                      <c:pt idx="2352">
                        <c:v>59.80483246</c:v>
                      </c:pt>
                      <c:pt idx="2353">
                        <c:v>59.804828639999997</c:v>
                      </c:pt>
                      <c:pt idx="2354">
                        <c:v>59.804824830000001</c:v>
                      </c:pt>
                      <c:pt idx="2355">
                        <c:v>59.804817200000002</c:v>
                      </c:pt>
                      <c:pt idx="2356">
                        <c:v>59.80481339</c:v>
                      </c:pt>
                      <c:pt idx="2357">
                        <c:v>59.804809570000003</c:v>
                      </c:pt>
                      <c:pt idx="2358">
                        <c:v>59.804805760000001</c:v>
                      </c:pt>
                      <c:pt idx="2359">
                        <c:v>59.804801939999997</c:v>
                      </c:pt>
                      <c:pt idx="2360">
                        <c:v>59.804798130000002</c:v>
                      </c:pt>
                      <c:pt idx="2361">
                        <c:v>59.804794309999998</c:v>
                      </c:pt>
                      <c:pt idx="2362">
                        <c:v>59.804790500000003</c:v>
                      </c:pt>
                      <c:pt idx="2363">
                        <c:v>59.804786679999999</c:v>
                      </c:pt>
                      <c:pt idx="2364">
                        <c:v>59.804782869999997</c:v>
                      </c:pt>
                      <c:pt idx="2365">
                        <c:v>59.80477905</c:v>
                      </c:pt>
                      <c:pt idx="2366">
                        <c:v>59.804775239999998</c:v>
                      </c:pt>
                      <c:pt idx="2367">
                        <c:v>59.804771420000002</c:v>
                      </c:pt>
                      <c:pt idx="2368">
                        <c:v>59.804767609999999</c:v>
                      </c:pt>
                      <c:pt idx="2369">
                        <c:v>59.804763790000003</c:v>
                      </c:pt>
                      <c:pt idx="2370">
                        <c:v>59.80475998</c:v>
                      </c:pt>
                      <c:pt idx="2371">
                        <c:v>59.804756159999997</c:v>
                      </c:pt>
                      <c:pt idx="2372">
                        <c:v>59.804752350000001</c:v>
                      </c:pt>
                      <c:pt idx="2373">
                        <c:v>59.804748539999999</c:v>
                      </c:pt>
                      <c:pt idx="2374">
                        <c:v>59.804744720000002</c:v>
                      </c:pt>
                      <c:pt idx="2375">
                        <c:v>59.80474091</c:v>
                      </c:pt>
                      <c:pt idx="2376">
                        <c:v>59.804737090000003</c:v>
                      </c:pt>
                      <c:pt idx="2377">
                        <c:v>59.804737090000003</c:v>
                      </c:pt>
                      <c:pt idx="2378">
                        <c:v>59.804733280000001</c:v>
                      </c:pt>
                      <c:pt idx="2379">
                        <c:v>59.804729459999997</c:v>
                      </c:pt>
                      <c:pt idx="2380">
                        <c:v>59.804725650000002</c:v>
                      </c:pt>
                      <c:pt idx="2381">
                        <c:v>59.804721829999998</c:v>
                      </c:pt>
                      <c:pt idx="2382">
                        <c:v>59.804718020000003</c:v>
                      </c:pt>
                      <c:pt idx="2383">
                        <c:v>59.804714199999999</c:v>
                      </c:pt>
                      <c:pt idx="2384">
                        <c:v>59.804710389999997</c:v>
                      </c:pt>
                      <c:pt idx="2385">
                        <c:v>59.80470657</c:v>
                      </c:pt>
                      <c:pt idx="2386">
                        <c:v>59.80470657</c:v>
                      </c:pt>
                      <c:pt idx="2387">
                        <c:v>59.804702759999998</c:v>
                      </c:pt>
                      <c:pt idx="2388">
                        <c:v>59.804698940000002</c:v>
                      </c:pt>
                      <c:pt idx="2389">
                        <c:v>59.804695129999999</c:v>
                      </c:pt>
                      <c:pt idx="2390">
                        <c:v>59.804691310000003</c:v>
                      </c:pt>
                      <c:pt idx="2391">
                        <c:v>59.8046875</c:v>
                      </c:pt>
                      <c:pt idx="2392">
                        <c:v>59.8046875</c:v>
                      </c:pt>
                      <c:pt idx="2393">
                        <c:v>59.804683689999997</c:v>
                      </c:pt>
                      <c:pt idx="2394">
                        <c:v>59.804679870000001</c:v>
                      </c:pt>
                      <c:pt idx="2395">
                        <c:v>59.804676059999998</c:v>
                      </c:pt>
                      <c:pt idx="2396">
                        <c:v>59.804672240000002</c:v>
                      </c:pt>
                      <c:pt idx="2397">
                        <c:v>59.804672240000002</c:v>
                      </c:pt>
                      <c:pt idx="2398">
                        <c:v>59.80466843</c:v>
                      </c:pt>
                      <c:pt idx="2399">
                        <c:v>59.804664610000003</c:v>
                      </c:pt>
                      <c:pt idx="2400">
                        <c:v>59.804660800000001</c:v>
                      </c:pt>
                      <c:pt idx="2401">
                        <c:v>59.804656979999997</c:v>
                      </c:pt>
                      <c:pt idx="2402">
                        <c:v>59.804656979999997</c:v>
                      </c:pt>
                      <c:pt idx="2403">
                        <c:v>59.804653170000002</c:v>
                      </c:pt>
                      <c:pt idx="2404">
                        <c:v>59.804649349999998</c:v>
                      </c:pt>
                      <c:pt idx="2405">
                        <c:v>59.804645540000003</c:v>
                      </c:pt>
                      <c:pt idx="2406">
                        <c:v>59.804641719999999</c:v>
                      </c:pt>
                      <c:pt idx="2407">
                        <c:v>59.804637909999997</c:v>
                      </c:pt>
                      <c:pt idx="2408">
                        <c:v>59.804637909999997</c:v>
                      </c:pt>
                      <c:pt idx="2409">
                        <c:v>59.80463409</c:v>
                      </c:pt>
                      <c:pt idx="2410">
                        <c:v>59.804630279999998</c:v>
                      </c:pt>
                      <c:pt idx="2411">
                        <c:v>59.804626460000001</c:v>
                      </c:pt>
                      <c:pt idx="2412">
                        <c:v>59.804622649999999</c:v>
                      </c:pt>
                      <c:pt idx="2413">
                        <c:v>59.804618840000003</c:v>
                      </c:pt>
                      <c:pt idx="2414">
                        <c:v>59.804618840000003</c:v>
                      </c:pt>
                      <c:pt idx="2415">
                        <c:v>59.80461502</c:v>
                      </c:pt>
                      <c:pt idx="2416">
                        <c:v>59.804611209999997</c:v>
                      </c:pt>
                      <c:pt idx="2417">
                        <c:v>59.804607390000001</c:v>
                      </c:pt>
                      <c:pt idx="2418">
                        <c:v>59.804603579999998</c:v>
                      </c:pt>
                      <c:pt idx="2419">
                        <c:v>59.804599760000002</c:v>
                      </c:pt>
                      <c:pt idx="2420">
                        <c:v>59.804599760000002</c:v>
                      </c:pt>
                      <c:pt idx="2421">
                        <c:v>59.80459595</c:v>
                      </c:pt>
                      <c:pt idx="2422">
                        <c:v>59.804592130000003</c:v>
                      </c:pt>
                      <c:pt idx="2423">
                        <c:v>59.804588320000001</c:v>
                      </c:pt>
                      <c:pt idx="2424">
                        <c:v>59.804584499999997</c:v>
                      </c:pt>
                      <c:pt idx="2425">
                        <c:v>59.804580690000002</c:v>
                      </c:pt>
                      <c:pt idx="2426">
                        <c:v>59.804576869999998</c:v>
                      </c:pt>
                      <c:pt idx="2427">
                        <c:v>59.804573060000003</c:v>
                      </c:pt>
                      <c:pt idx="2428">
                        <c:v>59.804573060000003</c:v>
                      </c:pt>
                      <c:pt idx="2429">
                        <c:v>59.804569239999999</c:v>
                      </c:pt>
                      <c:pt idx="2430">
                        <c:v>59.804565429999997</c:v>
                      </c:pt>
                      <c:pt idx="2431">
                        <c:v>59.80456161</c:v>
                      </c:pt>
                      <c:pt idx="2432">
                        <c:v>59.804557799999998</c:v>
                      </c:pt>
                      <c:pt idx="2433">
                        <c:v>59.804553990000002</c:v>
                      </c:pt>
                      <c:pt idx="2434">
                        <c:v>59.804550169999999</c:v>
                      </c:pt>
                      <c:pt idx="2435">
                        <c:v>59.804546360000003</c:v>
                      </c:pt>
                      <c:pt idx="2436">
                        <c:v>59.80454254</c:v>
                      </c:pt>
                      <c:pt idx="2437">
                        <c:v>59.80454254</c:v>
                      </c:pt>
                      <c:pt idx="2438">
                        <c:v>59.804538729999997</c:v>
                      </c:pt>
                      <c:pt idx="2439">
                        <c:v>59.804534910000001</c:v>
                      </c:pt>
                      <c:pt idx="2440">
                        <c:v>59.804531099999998</c:v>
                      </c:pt>
                      <c:pt idx="2441">
                        <c:v>59.804527280000002</c:v>
                      </c:pt>
                      <c:pt idx="2442">
                        <c:v>59.804523469999999</c:v>
                      </c:pt>
                      <c:pt idx="2443">
                        <c:v>59.804519650000003</c:v>
                      </c:pt>
                      <c:pt idx="2444">
                        <c:v>59.804515840000001</c:v>
                      </c:pt>
                      <c:pt idx="2445">
                        <c:v>59.804512019999997</c:v>
                      </c:pt>
                      <c:pt idx="2446">
                        <c:v>59.804512019999997</c:v>
                      </c:pt>
                      <c:pt idx="2447">
                        <c:v>59.804508210000002</c:v>
                      </c:pt>
                      <c:pt idx="2448">
                        <c:v>59.804504389999998</c:v>
                      </c:pt>
                      <c:pt idx="2449">
                        <c:v>59.804500580000003</c:v>
                      </c:pt>
                      <c:pt idx="2450">
                        <c:v>59.80449677</c:v>
                      </c:pt>
                      <c:pt idx="2451">
                        <c:v>59.804492949999997</c:v>
                      </c:pt>
                      <c:pt idx="2452">
                        <c:v>59.804489140000001</c:v>
                      </c:pt>
                      <c:pt idx="2453">
                        <c:v>59.804485319999998</c:v>
                      </c:pt>
                      <c:pt idx="2454">
                        <c:v>59.804485319999998</c:v>
                      </c:pt>
                      <c:pt idx="2455">
                        <c:v>59.804481510000002</c:v>
                      </c:pt>
                      <c:pt idx="2456">
                        <c:v>59.804477689999999</c:v>
                      </c:pt>
                      <c:pt idx="2457">
                        <c:v>59.804473880000003</c:v>
                      </c:pt>
                      <c:pt idx="2458">
                        <c:v>59.80447006</c:v>
                      </c:pt>
                      <c:pt idx="2459">
                        <c:v>59.804466249999997</c:v>
                      </c:pt>
                      <c:pt idx="2460">
                        <c:v>59.804462430000001</c:v>
                      </c:pt>
                      <c:pt idx="2461">
                        <c:v>59.804458619999998</c:v>
                      </c:pt>
                      <c:pt idx="2462">
                        <c:v>59.804458619999998</c:v>
                      </c:pt>
                      <c:pt idx="2463">
                        <c:v>59.804454800000002</c:v>
                      </c:pt>
                      <c:pt idx="2464">
                        <c:v>59.804450989999999</c:v>
                      </c:pt>
                      <c:pt idx="2465">
                        <c:v>59.804447170000003</c:v>
                      </c:pt>
                      <c:pt idx="2466">
                        <c:v>59.80444336</c:v>
                      </c:pt>
                      <c:pt idx="2467">
                        <c:v>59.804439539999997</c:v>
                      </c:pt>
                      <c:pt idx="2468">
                        <c:v>59.804435730000002</c:v>
                      </c:pt>
                      <c:pt idx="2469">
                        <c:v>59.804431919999999</c:v>
                      </c:pt>
                      <c:pt idx="2470">
                        <c:v>59.804431919999999</c:v>
                      </c:pt>
                      <c:pt idx="2471">
                        <c:v>59.804428100000003</c:v>
                      </c:pt>
                      <c:pt idx="2472">
                        <c:v>59.80442429</c:v>
                      </c:pt>
                      <c:pt idx="2473">
                        <c:v>59.804420469999997</c:v>
                      </c:pt>
                      <c:pt idx="2474">
                        <c:v>59.804416660000001</c:v>
                      </c:pt>
                      <c:pt idx="2475">
                        <c:v>59.804412839999998</c:v>
                      </c:pt>
                      <c:pt idx="2476">
                        <c:v>59.804409030000002</c:v>
                      </c:pt>
                      <c:pt idx="2477">
                        <c:v>59.804405209999999</c:v>
                      </c:pt>
                      <c:pt idx="2478">
                        <c:v>59.804401400000003</c:v>
                      </c:pt>
                      <c:pt idx="2479">
                        <c:v>59.804401400000003</c:v>
                      </c:pt>
                      <c:pt idx="2480">
                        <c:v>59.80439758</c:v>
                      </c:pt>
                      <c:pt idx="2481">
                        <c:v>59.804393769999997</c:v>
                      </c:pt>
                      <c:pt idx="2482">
                        <c:v>59.804389950000001</c:v>
                      </c:pt>
                      <c:pt idx="2483">
                        <c:v>59.804386139999998</c:v>
                      </c:pt>
                      <c:pt idx="2484">
                        <c:v>59.804382320000002</c:v>
                      </c:pt>
                      <c:pt idx="2485">
                        <c:v>59.804378509999999</c:v>
                      </c:pt>
                      <c:pt idx="2486">
                        <c:v>59.804374690000003</c:v>
                      </c:pt>
                      <c:pt idx="2487">
                        <c:v>59.80437088</c:v>
                      </c:pt>
                      <c:pt idx="2488">
                        <c:v>59.804367069999998</c:v>
                      </c:pt>
                      <c:pt idx="2489">
                        <c:v>59.804363250000002</c:v>
                      </c:pt>
                      <c:pt idx="2490">
                        <c:v>59.804359439999999</c:v>
                      </c:pt>
                      <c:pt idx="2491">
                        <c:v>59.804359439999999</c:v>
                      </c:pt>
                      <c:pt idx="2492">
                        <c:v>59.804355620000003</c:v>
                      </c:pt>
                      <c:pt idx="2493">
                        <c:v>59.80435181</c:v>
                      </c:pt>
                      <c:pt idx="2494">
                        <c:v>59.804347989999997</c:v>
                      </c:pt>
                      <c:pt idx="2495">
                        <c:v>59.804344180000001</c:v>
                      </c:pt>
                      <c:pt idx="2496">
                        <c:v>59.804340359999998</c:v>
                      </c:pt>
                      <c:pt idx="2497">
                        <c:v>59.804336550000002</c:v>
                      </c:pt>
                      <c:pt idx="2498">
                        <c:v>59.804332729999999</c:v>
                      </c:pt>
                      <c:pt idx="2499">
                        <c:v>59.804328920000003</c:v>
                      </c:pt>
                      <c:pt idx="2500">
                        <c:v>59.8043251</c:v>
                      </c:pt>
                      <c:pt idx="2501">
                        <c:v>59.804321289999997</c:v>
                      </c:pt>
                      <c:pt idx="2502">
                        <c:v>59.804317470000001</c:v>
                      </c:pt>
                      <c:pt idx="2503">
                        <c:v>59.804313659999998</c:v>
                      </c:pt>
                      <c:pt idx="2504">
                        <c:v>59.804309840000002</c:v>
                      </c:pt>
                      <c:pt idx="2505">
                        <c:v>59.804306029999999</c:v>
                      </c:pt>
                      <c:pt idx="2506">
                        <c:v>59.804302219999997</c:v>
                      </c:pt>
                      <c:pt idx="2507">
                        <c:v>59.804302219999997</c:v>
                      </c:pt>
                      <c:pt idx="2508">
                        <c:v>59.8042984</c:v>
                      </c:pt>
                      <c:pt idx="2509">
                        <c:v>59.804294589999998</c:v>
                      </c:pt>
                      <c:pt idx="2510">
                        <c:v>59.804290770000001</c:v>
                      </c:pt>
                      <c:pt idx="2511">
                        <c:v>59.804286959999999</c:v>
                      </c:pt>
                      <c:pt idx="2512">
                        <c:v>59.804283140000003</c:v>
                      </c:pt>
                      <c:pt idx="2513">
                        <c:v>59.80427933</c:v>
                      </c:pt>
                      <c:pt idx="2514">
                        <c:v>59.804275509999997</c:v>
                      </c:pt>
                      <c:pt idx="2515">
                        <c:v>59.804271700000001</c:v>
                      </c:pt>
                      <c:pt idx="2516">
                        <c:v>59.804267879999998</c:v>
                      </c:pt>
                      <c:pt idx="2517">
                        <c:v>59.804264070000002</c:v>
                      </c:pt>
                      <c:pt idx="2518">
                        <c:v>59.804264070000002</c:v>
                      </c:pt>
                      <c:pt idx="2519">
                        <c:v>59.804260249999999</c:v>
                      </c:pt>
                      <c:pt idx="2520">
                        <c:v>59.804256440000003</c:v>
                      </c:pt>
                      <c:pt idx="2521">
                        <c:v>59.80425262</c:v>
                      </c:pt>
                      <c:pt idx="2522">
                        <c:v>59.804248809999997</c:v>
                      </c:pt>
                      <c:pt idx="2523">
                        <c:v>59.804245000000002</c:v>
                      </c:pt>
                      <c:pt idx="2524">
                        <c:v>59.804245000000002</c:v>
                      </c:pt>
                      <c:pt idx="2525">
                        <c:v>59.804241179999998</c:v>
                      </c:pt>
                      <c:pt idx="2526">
                        <c:v>59.804237370000003</c:v>
                      </c:pt>
                      <c:pt idx="2527">
                        <c:v>59.804233549999999</c:v>
                      </c:pt>
                      <c:pt idx="2528">
                        <c:v>59.804229739999997</c:v>
                      </c:pt>
                      <c:pt idx="2529">
                        <c:v>59.80422592</c:v>
                      </c:pt>
                      <c:pt idx="2530">
                        <c:v>59.80422592</c:v>
                      </c:pt>
                      <c:pt idx="2531">
                        <c:v>59.804222109999998</c:v>
                      </c:pt>
                      <c:pt idx="2532">
                        <c:v>59.804218290000001</c:v>
                      </c:pt>
                      <c:pt idx="2533">
                        <c:v>59.804214479999999</c:v>
                      </c:pt>
                      <c:pt idx="2534">
                        <c:v>59.804214479999999</c:v>
                      </c:pt>
                      <c:pt idx="2535">
                        <c:v>59.804210660000003</c:v>
                      </c:pt>
                      <c:pt idx="2536">
                        <c:v>59.80420685</c:v>
                      </c:pt>
                      <c:pt idx="2537">
                        <c:v>59.804203029999996</c:v>
                      </c:pt>
                      <c:pt idx="2538">
                        <c:v>59.804203029999996</c:v>
                      </c:pt>
                      <c:pt idx="2539">
                        <c:v>59.804199220000001</c:v>
                      </c:pt>
                      <c:pt idx="2540">
                        <c:v>59.804195399999998</c:v>
                      </c:pt>
                      <c:pt idx="2541">
                        <c:v>59.804195399999998</c:v>
                      </c:pt>
                      <c:pt idx="2542">
                        <c:v>59.804191590000002</c:v>
                      </c:pt>
                      <c:pt idx="2543">
                        <c:v>59.804187769999999</c:v>
                      </c:pt>
                      <c:pt idx="2544">
                        <c:v>59.804187769999999</c:v>
                      </c:pt>
                      <c:pt idx="2545">
                        <c:v>59.804183960000003</c:v>
                      </c:pt>
                      <c:pt idx="2546">
                        <c:v>59.804180150000001</c:v>
                      </c:pt>
                      <c:pt idx="2547">
                        <c:v>59.804180150000001</c:v>
                      </c:pt>
                      <c:pt idx="2548">
                        <c:v>59.804176329999997</c:v>
                      </c:pt>
                      <c:pt idx="2549">
                        <c:v>59.804176329999997</c:v>
                      </c:pt>
                      <c:pt idx="2550">
                        <c:v>59.804172520000002</c:v>
                      </c:pt>
                      <c:pt idx="2551">
                        <c:v>59.804168699999998</c:v>
                      </c:pt>
                      <c:pt idx="2552">
                        <c:v>59.804168699999998</c:v>
                      </c:pt>
                      <c:pt idx="2553">
                        <c:v>59.804164890000003</c:v>
                      </c:pt>
                      <c:pt idx="2554">
                        <c:v>59.804164890000003</c:v>
                      </c:pt>
                      <c:pt idx="2555">
                        <c:v>59.804161069999999</c:v>
                      </c:pt>
                      <c:pt idx="2556">
                        <c:v>59.804161069999999</c:v>
                      </c:pt>
                      <c:pt idx="2557">
                        <c:v>59.804157259999997</c:v>
                      </c:pt>
                      <c:pt idx="2558">
                        <c:v>59.804157259999997</c:v>
                      </c:pt>
                      <c:pt idx="2559">
                        <c:v>59.80415344</c:v>
                      </c:pt>
                      <c:pt idx="2560">
                        <c:v>59.80415344</c:v>
                      </c:pt>
                      <c:pt idx="2561">
                        <c:v>59.804149629999998</c:v>
                      </c:pt>
                      <c:pt idx="2562">
                        <c:v>59.804149629999998</c:v>
                      </c:pt>
                      <c:pt idx="2563">
                        <c:v>59.804145810000001</c:v>
                      </c:pt>
                      <c:pt idx="2564">
                        <c:v>59.804145810000001</c:v>
                      </c:pt>
                      <c:pt idx="2565">
                        <c:v>59.804141999999999</c:v>
                      </c:pt>
                      <c:pt idx="2566">
                        <c:v>59.804141999999999</c:v>
                      </c:pt>
                      <c:pt idx="2567">
                        <c:v>59.804141999999999</c:v>
                      </c:pt>
                      <c:pt idx="2568">
                        <c:v>59.804138180000002</c:v>
                      </c:pt>
                      <c:pt idx="2569">
                        <c:v>59.804138180000002</c:v>
                      </c:pt>
                      <c:pt idx="2570">
                        <c:v>59.804138180000002</c:v>
                      </c:pt>
                      <c:pt idx="2571">
                        <c:v>59.80413437</c:v>
                      </c:pt>
                      <c:pt idx="2572">
                        <c:v>59.80413437</c:v>
                      </c:pt>
                      <c:pt idx="2573">
                        <c:v>59.80413437</c:v>
                      </c:pt>
                      <c:pt idx="2574">
                        <c:v>59.804130549999996</c:v>
                      </c:pt>
                      <c:pt idx="2575">
                        <c:v>59.804130549999996</c:v>
                      </c:pt>
                      <c:pt idx="2576">
                        <c:v>59.804130549999996</c:v>
                      </c:pt>
                      <c:pt idx="2577">
                        <c:v>59.804130549999996</c:v>
                      </c:pt>
                      <c:pt idx="2578">
                        <c:v>59.804130549999996</c:v>
                      </c:pt>
                      <c:pt idx="2579">
                        <c:v>59.804126740000001</c:v>
                      </c:pt>
                      <c:pt idx="2580">
                        <c:v>59.804126740000001</c:v>
                      </c:pt>
                      <c:pt idx="2581">
                        <c:v>59.804126740000001</c:v>
                      </c:pt>
                      <c:pt idx="2582">
                        <c:v>59.804126740000001</c:v>
                      </c:pt>
                      <c:pt idx="2583">
                        <c:v>59.804126740000001</c:v>
                      </c:pt>
                      <c:pt idx="2584">
                        <c:v>59.804126740000001</c:v>
                      </c:pt>
                      <c:pt idx="2585">
                        <c:v>59.804126740000001</c:v>
                      </c:pt>
                      <c:pt idx="2586">
                        <c:v>59.804126740000001</c:v>
                      </c:pt>
                      <c:pt idx="2587">
                        <c:v>59.804126740000001</c:v>
                      </c:pt>
                      <c:pt idx="2588">
                        <c:v>59.804126740000001</c:v>
                      </c:pt>
                      <c:pt idx="2589">
                        <c:v>59.804126740000001</c:v>
                      </c:pt>
                      <c:pt idx="2590">
                        <c:v>59.804126740000001</c:v>
                      </c:pt>
                      <c:pt idx="2591">
                        <c:v>59.804126740000001</c:v>
                      </c:pt>
                      <c:pt idx="2592">
                        <c:v>59.804126740000001</c:v>
                      </c:pt>
                      <c:pt idx="2593">
                        <c:v>59.804126740000001</c:v>
                      </c:pt>
                      <c:pt idx="2594">
                        <c:v>59.804126740000001</c:v>
                      </c:pt>
                      <c:pt idx="2595">
                        <c:v>59.804126740000001</c:v>
                      </c:pt>
                      <c:pt idx="2596">
                        <c:v>59.804130549999996</c:v>
                      </c:pt>
                      <c:pt idx="2597">
                        <c:v>59.804130549999996</c:v>
                      </c:pt>
                      <c:pt idx="2598">
                        <c:v>59.804130549999996</c:v>
                      </c:pt>
                      <c:pt idx="2599">
                        <c:v>59.804130549999996</c:v>
                      </c:pt>
                      <c:pt idx="2600">
                        <c:v>59.80413437</c:v>
                      </c:pt>
                      <c:pt idx="2601">
                        <c:v>59.80413437</c:v>
                      </c:pt>
                      <c:pt idx="2602">
                        <c:v>59.80413437</c:v>
                      </c:pt>
                      <c:pt idx="2603">
                        <c:v>59.804138180000002</c:v>
                      </c:pt>
                      <c:pt idx="2604">
                        <c:v>59.804138180000002</c:v>
                      </c:pt>
                      <c:pt idx="2605">
                        <c:v>59.804141999999999</c:v>
                      </c:pt>
                      <c:pt idx="2606">
                        <c:v>59.804141999999999</c:v>
                      </c:pt>
                      <c:pt idx="2607">
                        <c:v>59.804145810000001</c:v>
                      </c:pt>
                      <c:pt idx="2608">
                        <c:v>59.804145810000001</c:v>
                      </c:pt>
                      <c:pt idx="2609">
                        <c:v>59.804149629999998</c:v>
                      </c:pt>
                      <c:pt idx="2610">
                        <c:v>59.804149629999998</c:v>
                      </c:pt>
                      <c:pt idx="2611">
                        <c:v>59.80415344</c:v>
                      </c:pt>
                      <c:pt idx="2612">
                        <c:v>59.80415344</c:v>
                      </c:pt>
                      <c:pt idx="2613">
                        <c:v>59.804157259999997</c:v>
                      </c:pt>
                      <c:pt idx="2614">
                        <c:v>59.804161069999999</c:v>
                      </c:pt>
                      <c:pt idx="2615">
                        <c:v>59.804164890000003</c:v>
                      </c:pt>
                      <c:pt idx="2616">
                        <c:v>59.804164890000003</c:v>
                      </c:pt>
                      <c:pt idx="2617">
                        <c:v>59.804168699999998</c:v>
                      </c:pt>
                      <c:pt idx="2618">
                        <c:v>59.804172520000002</c:v>
                      </c:pt>
                      <c:pt idx="2619">
                        <c:v>59.804176329999997</c:v>
                      </c:pt>
                      <c:pt idx="2620">
                        <c:v>59.804176329999997</c:v>
                      </c:pt>
                      <c:pt idx="2621">
                        <c:v>59.804180150000001</c:v>
                      </c:pt>
                      <c:pt idx="2622">
                        <c:v>59.804183960000003</c:v>
                      </c:pt>
                      <c:pt idx="2623">
                        <c:v>59.804187769999999</c:v>
                      </c:pt>
                      <c:pt idx="2624">
                        <c:v>59.804191590000002</c:v>
                      </c:pt>
                      <c:pt idx="2625">
                        <c:v>59.804195399999998</c:v>
                      </c:pt>
                      <c:pt idx="2626">
                        <c:v>59.804199220000001</c:v>
                      </c:pt>
                      <c:pt idx="2627">
                        <c:v>59.804203029999996</c:v>
                      </c:pt>
                      <c:pt idx="2628">
                        <c:v>59.80420685</c:v>
                      </c:pt>
                      <c:pt idx="2629">
                        <c:v>59.804210660000003</c:v>
                      </c:pt>
                      <c:pt idx="2630">
                        <c:v>59.804214479999999</c:v>
                      </c:pt>
                      <c:pt idx="2631">
                        <c:v>59.804222109999998</c:v>
                      </c:pt>
                      <c:pt idx="2632">
                        <c:v>59.80422592</c:v>
                      </c:pt>
                      <c:pt idx="2633">
                        <c:v>59.804229739999997</c:v>
                      </c:pt>
                      <c:pt idx="2634">
                        <c:v>59.804233549999999</c:v>
                      </c:pt>
                      <c:pt idx="2635">
                        <c:v>59.804241179999998</c:v>
                      </c:pt>
                      <c:pt idx="2636">
                        <c:v>59.804245000000002</c:v>
                      </c:pt>
                      <c:pt idx="2637">
                        <c:v>59.804248809999997</c:v>
                      </c:pt>
                      <c:pt idx="2638">
                        <c:v>59.804256440000003</c:v>
                      </c:pt>
                      <c:pt idx="2639">
                        <c:v>59.804260249999999</c:v>
                      </c:pt>
                      <c:pt idx="2640">
                        <c:v>59.804264070000002</c:v>
                      </c:pt>
                      <c:pt idx="2641">
                        <c:v>59.804271700000001</c:v>
                      </c:pt>
                      <c:pt idx="2642">
                        <c:v>59.804275509999997</c:v>
                      </c:pt>
                      <c:pt idx="2643">
                        <c:v>59.804283140000003</c:v>
                      </c:pt>
                      <c:pt idx="2644">
                        <c:v>59.804286959999999</c:v>
                      </c:pt>
                      <c:pt idx="2645">
                        <c:v>59.804294589999998</c:v>
                      </c:pt>
                      <c:pt idx="2646">
                        <c:v>59.8042984</c:v>
                      </c:pt>
                      <c:pt idx="2647">
                        <c:v>59.804306029999999</c:v>
                      </c:pt>
                      <c:pt idx="2648">
                        <c:v>59.804313659999998</c:v>
                      </c:pt>
                      <c:pt idx="2649">
                        <c:v>59.804317470000001</c:v>
                      </c:pt>
                      <c:pt idx="2650">
                        <c:v>59.8043251</c:v>
                      </c:pt>
                      <c:pt idx="2651">
                        <c:v>59.804332729999999</c:v>
                      </c:pt>
                      <c:pt idx="2652">
                        <c:v>59.804340359999998</c:v>
                      </c:pt>
                      <c:pt idx="2653">
                        <c:v>59.804347989999997</c:v>
                      </c:pt>
                      <c:pt idx="2654">
                        <c:v>59.80435181</c:v>
                      </c:pt>
                      <c:pt idx="2655">
                        <c:v>59.804359439999999</c:v>
                      </c:pt>
                      <c:pt idx="2656">
                        <c:v>59.804367069999998</c:v>
                      </c:pt>
                      <c:pt idx="2657">
                        <c:v>59.804374690000003</c:v>
                      </c:pt>
                      <c:pt idx="2658">
                        <c:v>59.804382320000002</c:v>
                      </c:pt>
                      <c:pt idx="2659">
                        <c:v>59.804389950000001</c:v>
                      </c:pt>
                      <c:pt idx="2660">
                        <c:v>59.80439758</c:v>
                      </c:pt>
                      <c:pt idx="2661">
                        <c:v>59.804405209999999</c:v>
                      </c:pt>
                      <c:pt idx="2662">
                        <c:v>59.804412839999998</c:v>
                      </c:pt>
                      <c:pt idx="2663">
                        <c:v>59.80442429</c:v>
                      </c:pt>
                      <c:pt idx="2664">
                        <c:v>59.804431919999999</c:v>
                      </c:pt>
                      <c:pt idx="2665">
                        <c:v>59.804439539999997</c:v>
                      </c:pt>
                      <c:pt idx="2666">
                        <c:v>59.804447170000003</c:v>
                      </c:pt>
                      <c:pt idx="2667">
                        <c:v>59.804454800000002</c:v>
                      </c:pt>
                      <c:pt idx="2668">
                        <c:v>59.804466249999997</c:v>
                      </c:pt>
                      <c:pt idx="2669">
                        <c:v>59.804473880000003</c:v>
                      </c:pt>
                      <c:pt idx="2670">
                        <c:v>59.804485319999998</c:v>
                      </c:pt>
                      <c:pt idx="2671">
                        <c:v>59.804492949999997</c:v>
                      </c:pt>
                      <c:pt idx="2672">
                        <c:v>59.804237370000003</c:v>
                      </c:pt>
                      <c:pt idx="2673">
                        <c:v>59.804237370000003</c:v>
                      </c:pt>
                      <c:pt idx="2674">
                        <c:v>59.804126740000001</c:v>
                      </c:pt>
                      <c:pt idx="2675">
                        <c:v>59.804336550000002</c:v>
                      </c:pt>
                      <c:pt idx="2676">
                        <c:v>59.804367069999998</c:v>
                      </c:pt>
                      <c:pt idx="2677">
                        <c:v>59.804393769999997</c:v>
                      </c:pt>
                      <c:pt idx="2678">
                        <c:v>59.804416660000001</c:v>
                      </c:pt>
                      <c:pt idx="2679">
                        <c:v>59.804447170000003</c:v>
                      </c:pt>
                      <c:pt idx="2680">
                        <c:v>59.804477689999999</c:v>
                      </c:pt>
                      <c:pt idx="2681">
                        <c:v>59.804504389999998</c:v>
                      </c:pt>
                      <c:pt idx="2682">
                        <c:v>59.804531099999998</c:v>
                      </c:pt>
                      <c:pt idx="2683">
                        <c:v>59.804553990000002</c:v>
                      </c:pt>
                      <c:pt idx="2684">
                        <c:v>59.804573060000003</c:v>
                      </c:pt>
                      <c:pt idx="2685">
                        <c:v>59.804592130000003</c:v>
                      </c:pt>
                      <c:pt idx="2686">
                        <c:v>59.804611209999997</c:v>
                      </c:pt>
                      <c:pt idx="2687">
                        <c:v>59.804626460000001</c:v>
                      </c:pt>
                      <c:pt idx="2688">
                        <c:v>59.804641719999999</c:v>
                      </c:pt>
                      <c:pt idx="2689">
                        <c:v>59.804653170000002</c:v>
                      </c:pt>
                      <c:pt idx="2690">
                        <c:v>59.804664610000003</c:v>
                      </c:pt>
                      <c:pt idx="2691">
                        <c:v>59.804676059999998</c:v>
                      </c:pt>
                      <c:pt idx="2692">
                        <c:v>59.8046875</c:v>
                      </c:pt>
                      <c:pt idx="2693">
                        <c:v>59.804698940000002</c:v>
                      </c:pt>
                      <c:pt idx="2694">
                        <c:v>59.804710389999997</c:v>
                      </c:pt>
                      <c:pt idx="2695">
                        <c:v>59.804721829999998</c:v>
                      </c:pt>
                      <c:pt idx="2696">
                        <c:v>59.804729459999997</c:v>
                      </c:pt>
                      <c:pt idx="2697">
                        <c:v>59.80474091</c:v>
                      </c:pt>
                      <c:pt idx="2698">
                        <c:v>59.804752350000001</c:v>
                      </c:pt>
                      <c:pt idx="2699">
                        <c:v>59.804763790000003</c:v>
                      </c:pt>
                      <c:pt idx="2700">
                        <c:v>59.804775239999998</c:v>
                      </c:pt>
                      <c:pt idx="2701">
                        <c:v>59.804786679999999</c:v>
                      </c:pt>
                      <c:pt idx="2702">
                        <c:v>59.804798130000002</c:v>
                      </c:pt>
                      <c:pt idx="2703">
                        <c:v>59.804809570000003</c:v>
                      </c:pt>
                      <c:pt idx="2704">
                        <c:v>59.804821009999998</c:v>
                      </c:pt>
                      <c:pt idx="2705">
                        <c:v>59.80483246</c:v>
                      </c:pt>
                      <c:pt idx="2706">
                        <c:v>59.804843900000002</c:v>
                      </c:pt>
                      <c:pt idx="2707">
                        <c:v>59.804859159999999</c:v>
                      </c:pt>
                      <c:pt idx="2708">
                        <c:v>59.804870610000002</c:v>
                      </c:pt>
                      <c:pt idx="2709">
                        <c:v>59.804882050000003</c:v>
                      </c:pt>
                      <c:pt idx="2710">
                        <c:v>59.804897310000001</c:v>
                      </c:pt>
                      <c:pt idx="2711">
                        <c:v>59.804908750000003</c:v>
                      </c:pt>
                      <c:pt idx="2712">
                        <c:v>59.804924010000001</c:v>
                      </c:pt>
                      <c:pt idx="2713">
                        <c:v>59.804939269999998</c:v>
                      </c:pt>
                      <c:pt idx="2714">
                        <c:v>59.804954530000003</c:v>
                      </c:pt>
                      <c:pt idx="2715">
                        <c:v>59.804969790000001</c:v>
                      </c:pt>
                      <c:pt idx="2716">
                        <c:v>59.804985049999999</c:v>
                      </c:pt>
                      <c:pt idx="2717">
                        <c:v>59.804996490000001</c:v>
                      </c:pt>
                      <c:pt idx="2718">
                        <c:v>59.805011749999998</c:v>
                      </c:pt>
                      <c:pt idx="2719">
                        <c:v>59.805027010000003</c:v>
                      </c:pt>
                      <c:pt idx="2720">
                        <c:v>59.805042270000001</c:v>
                      </c:pt>
                      <c:pt idx="2721">
                        <c:v>59.805057529999999</c:v>
                      </c:pt>
                      <c:pt idx="2722">
                        <c:v>59.805072780000003</c:v>
                      </c:pt>
                      <c:pt idx="2723">
                        <c:v>59.805088040000001</c:v>
                      </c:pt>
                      <c:pt idx="2724">
                        <c:v>59.805103299999999</c:v>
                      </c:pt>
                      <c:pt idx="2725">
                        <c:v>59.805118559999997</c:v>
                      </c:pt>
                      <c:pt idx="2726">
                        <c:v>59.805133820000002</c:v>
                      </c:pt>
                      <c:pt idx="2727">
                        <c:v>59.80514908</c:v>
                      </c:pt>
                      <c:pt idx="2728">
                        <c:v>59.805164339999997</c:v>
                      </c:pt>
                      <c:pt idx="2729">
                        <c:v>59.805179600000002</c:v>
                      </c:pt>
                      <c:pt idx="2730">
                        <c:v>59.805194849999999</c:v>
                      </c:pt>
                      <c:pt idx="2731">
                        <c:v>59.805210109999997</c:v>
                      </c:pt>
                      <c:pt idx="2732">
                        <c:v>59.805225370000002</c:v>
                      </c:pt>
                      <c:pt idx="2733">
                        <c:v>59.80524063</c:v>
                      </c:pt>
                      <c:pt idx="2734">
                        <c:v>59.805259700000001</c:v>
                      </c:pt>
                      <c:pt idx="2735">
                        <c:v>59.805274959999998</c:v>
                      </c:pt>
                      <c:pt idx="2736">
                        <c:v>59.805290220000003</c:v>
                      </c:pt>
                      <c:pt idx="2737">
                        <c:v>59.805305480000001</c:v>
                      </c:pt>
                      <c:pt idx="2738">
                        <c:v>59.805320739999999</c:v>
                      </c:pt>
                      <c:pt idx="2739">
                        <c:v>59.80533981</c:v>
                      </c:pt>
                      <c:pt idx="2740">
                        <c:v>59.805355069999997</c:v>
                      </c:pt>
                      <c:pt idx="2741">
                        <c:v>59.805370330000002</c:v>
                      </c:pt>
                      <c:pt idx="2742">
                        <c:v>59.80538559</c:v>
                      </c:pt>
                      <c:pt idx="2743">
                        <c:v>59.805404660000001</c:v>
                      </c:pt>
                      <c:pt idx="2744">
                        <c:v>59.805419919999999</c:v>
                      </c:pt>
                      <c:pt idx="2745">
                        <c:v>59.805439</c:v>
                      </c:pt>
                      <c:pt idx="2746">
                        <c:v>59.805454249999997</c:v>
                      </c:pt>
                      <c:pt idx="2747">
                        <c:v>59.805469510000002</c:v>
                      </c:pt>
                      <c:pt idx="2748">
                        <c:v>59.805488590000003</c:v>
                      </c:pt>
                      <c:pt idx="2749">
                        <c:v>59.805503850000001</c:v>
                      </c:pt>
                      <c:pt idx="2750">
                        <c:v>59.805522920000001</c:v>
                      </c:pt>
                      <c:pt idx="2751">
                        <c:v>59.805538179999999</c:v>
                      </c:pt>
                      <c:pt idx="2752">
                        <c:v>59.80555725</c:v>
                      </c:pt>
                      <c:pt idx="2753">
                        <c:v>59.80557632</c:v>
                      </c:pt>
                      <c:pt idx="2754">
                        <c:v>59.805591579999998</c:v>
                      </c:pt>
                      <c:pt idx="2755">
                        <c:v>59.805610659999999</c:v>
                      </c:pt>
                      <c:pt idx="2756">
                        <c:v>59.805625919999997</c:v>
                      </c:pt>
                      <c:pt idx="2757">
                        <c:v>59.805644989999998</c:v>
                      </c:pt>
                      <c:pt idx="2758">
                        <c:v>59.805664059999998</c:v>
                      </c:pt>
                      <c:pt idx="2759">
                        <c:v>59.805683139999999</c:v>
                      </c:pt>
                      <c:pt idx="2760">
                        <c:v>59.805698390000003</c:v>
                      </c:pt>
                      <c:pt idx="2761">
                        <c:v>59.805717469999998</c:v>
                      </c:pt>
                      <c:pt idx="2762">
                        <c:v>59.805736539999998</c:v>
                      </c:pt>
                      <c:pt idx="2763">
                        <c:v>59.805755619999999</c:v>
                      </c:pt>
                      <c:pt idx="2764">
                        <c:v>59.80577469</c:v>
                      </c:pt>
                      <c:pt idx="2765">
                        <c:v>59.805789949999998</c:v>
                      </c:pt>
                      <c:pt idx="2766">
                        <c:v>59.805809019999998</c:v>
                      </c:pt>
                      <c:pt idx="2767">
                        <c:v>59.805828089999999</c:v>
                      </c:pt>
                      <c:pt idx="2768">
                        <c:v>59.80584717</c:v>
                      </c:pt>
                      <c:pt idx="2769">
                        <c:v>59.80586624</c:v>
                      </c:pt>
                      <c:pt idx="2770">
                        <c:v>59.805885310000001</c:v>
                      </c:pt>
                      <c:pt idx="2771">
                        <c:v>59.805904390000002</c:v>
                      </c:pt>
                      <c:pt idx="2772">
                        <c:v>59.805923460000002</c:v>
                      </c:pt>
                      <c:pt idx="2773">
                        <c:v>59.805942539999997</c:v>
                      </c:pt>
                      <c:pt idx="2774">
                        <c:v>59.805961609999997</c:v>
                      </c:pt>
                      <c:pt idx="2775">
                        <c:v>59.805984500000001</c:v>
                      </c:pt>
                      <c:pt idx="2776">
                        <c:v>59.806003570000001</c:v>
                      </c:pt>
                      <c:pt idx="2777">
                        <c:v>59.806022640000002</c:v>
                      </c:pt>
                      <c:pt idx="2778">
                        <c:v>59.806041720000003</c:v>
                      </c:pt>
                      <c:pt idx="2779">
                        <c:v>59.806060789999997</c:v>
                      </c:pt>
                      <c:pt idx="2780">
                        <c:v>59.806079859999997</c:v>
                      </c:pt>
                      <c:pt idx="2781">
                        <c:v>59.806098939999998</c:v>
                      </c:pt>
                      <c:pt idx="2782">
                        <c:v>59.806118009999999</c:v>
                      </c:pt>
                      <c:pt idx="2783">
                        <c:v>59.806137079999999</c:v>
                      </c:pt>
                      <c:pt idx="2784">
                        <c:v>59.806159970000003</c:v>
                      </c:pt>
                      <c:pt idx="2785">
                        <c:v>59.806179049999997</c:v>
                      </c:pt>
                      <c:pt idx="2786">
                        <c:v>59.806198119999998</c:v>
                      </c:pt>
                      <c:pt idx="2787">
                        <c:v>59.806217189999998</c:v>
                      </c:pt>
                      <c:pt idx="2788">
                        <c:v>59.806236269999999</c:v>
                      </c:pt>
                      <c:pt idx="2789">
                        <c:v>59.80625534</c:v>
                      </c:pt>
                      <c:pt idx="2790">
                        <c:v>59.806278229999997</c:v>
                      </c:pt>
                      <c:pt idx="2791">
                        <c:v>59.806297299999997</c:v>
                      </c:pt>
                      <c:pt idx="2792">
                        <c:v>59.806316379999998</c:v>
                      </c:pt>
                      <c:pt idx="2793">
                        <c:v>59.806335449999999</c:v>
                      </c:pt>
                      <c:pt idx="2794">
                        <c:v>59.806354519999999</c:v>
                      </c:pt>
                      <c:pt idx="2795">
                        <c:v>59.806377410000003</c:v>
                      </c:pt>
                      <c:pt idx="2796">
                        <c:v>59.806396479999997</c:v>
                      </c:pt>
                      <c:pt idx="2797">
                        <c:v>59.806415559999998</c:v>
                      </c:pt>
                      <c:pt idx="2798">
                        <c:v>59.806434629999998</c:v>
                      </c:pt>
                      <c:pt idx="2799">
                        <c:v>59.806453699999999</c:v>
                      </c:pt>
                      <c:pt idx="2800">
                        <c:v>59.806476590000003</c:v>
                      </c:pt>
                      <c:pt idx="2801">
                        <c:v>59.806495669999997</c:v>
                      </c:pt>
                      <c:pt idx="2802">
                        <c:v>59.806514739999997</c:v>
                      </c:pt>
                      <c:pt idx="2803">
                        <c:v>59.806533809999998</c:v>
                      </c:pt>
                      <c:pt idx="2804">
                        <c:v>59.806552889999999</c:v>
                      </c:pt>
                      <c:pt idx="2805">
                        <c:v>59.806575780000003</c:v>
                      </c:pt>
                      <c:pt idx="2806">
                        <c:v>59.806594850000003</c:v>
                      </c:pt>
                      <c:pt idx="2807">
                        <c:v>59.806613919999997</c:v>
                      </c:pt>
                      <c:pt idx="2808">
                        <c:v>59.806632999999998</c:v>
                      </c:pt>
                      <c:pt idx="2809">
                        <c:v>59.806655880000001</c:v>
                      </c:pt>
                      <c:pt idx="2810">
                        <c:v>59.806674960000002</c:v>
                      </c:pt>
                      <c:pt idx="2811">
                        <c:v>59.806694030000003</c:v>
                      </c:pt>
                      <c:pt idx="2812">
                        <c:v>59.806713100000003</c:v>
                      </c:pt>
                      <c:pt idx="2813">
                        <c:v>59.80673599</c:v>
                      </c:pt>
                      <c:pt idx="2814">
                        <c:v>59.806755070000001</c:v>
                      </c:pt>
                      <c:pt idx="2815">
                        <c:v>59.806774140000002</c:v>
                      </c:pt>
                      <c:pt idx="2816">
                        <c:v>59.806793210000002</c:v>
                      </c:pt>
                      <c:pt idx="2817">
                        <c:v>59.806816099999999</c:v>
                      </c:pt>
                      <c:pt idx="2818">
                        <c:v>59.806835169999999</c:v>
                      </c:pt>
                      <c:pt idx="2819">
                        <c:v>59.806854250000001</c:v>
                      </c:pt>
                      <c:pt idx="2820">
                        <c:v>59.806877139999997</c:v>
                      </c:pt>
                      <c:pt idx="2821">
                        <c:v>59.806896209999998</c:v>
                      </c:pt>
                      <c:pt idx="2822">
                        <c:v>59.806915279999998</c:v>
                      </c:pt>
                      <c:pt idx="2823">
                        <c:v>59.80693436</c:v>
                      </c:pt>
                      <c:pt idx="2824">
                        <c:v>59.806957240000003</c:v>
                      </c:pt>
                      <c:pt idx="2825">
                        <c:v>59.806976319999997</c:v>
                      </c:pt>
                      <c:pt idx="2826">
                        <c:v>59.806995389999997</c:v>
                      </c:pt>
                      <c:pt idx="2827">
                        <c:v>59.807018280000001</c:v>
                      </c:pt>
                      <c:pt idx="2828">
                        <c:v>59.807037350000002</c:v>
                      </c:pt>
                      <c:pt idx="2829">
                        <c:v>59.807056430000003</c:v>
                      </c:pt>
                      <c:pt idx="2830">
                        <c:v>59.807075500000003</c:v>
                      </c:pt>
                      <c:pt idx="2831">
                        <c:v>59.80709839</c:v>
                      </c:pt>
                      <c:pt idx="2832">
                        <c:v>59.807117460000001</c:v>
                      </c:pt>
                      <c:pt idx="2833">
                        <c:v>59.807136540000002</c:v>
                      </c:pt>
                      <c:pt idx="2834">
                        <c:v>59.807155610000002</c:v>
                      </c:pt>
                      <c:pt idx="2835">
                        <c:v>59.807178499999999</c:v>
                      </c:pt>
                      <c:pt idx="2836">
                        <c:v>59.80719757</c:v>
                      </c:pt>
                      <c:pt idx="2837">
                        <c:v>59.80721664</c:v>
                      </c:pt>
                      <c:pt idx="2838">
                        <c:v>59.807235720000001</c:v>
                      </c:pt>
                      <c:pt idx="2839">
                        <c:v>59.807258609999998</c:v>
                      </c:pt>
                      <c:pt idx="2840">
                        <c:v>59.807277679999999</c:v>
                      </c:pt>
                      <c:pt idx="2841">
                        <c:v>59.807296749999999</c:v>
                      </c:pt>
                      <c:pt idx="2842">
                        <c:v>59.80731583</c:v>
                      </c:pt>
                      <c:pt idx="2843">
                        <c:v>59.807338710000003</c:v>
                      </c:pt>
                      <c:pt idx="2844">
                        <c:v>59.807357789999998</c:v>
                      </c:pt>
                      <c:pt idx="2845">
                        <c:v>59.807376859999998</c:v>
                      </c:pt>
                      <c:pt idx="2846">
                        <c:v>59.807395939999999</c:v>
                      </c:pt>
                      <c:pt idx="2847">
                        <c:v>59.80741501</c:v>
                      </c:pt>
                      <c:pt idx="2848">
                        <c:v>59.807437899999996</c:v>
                      </c:pt>
                      <c:pt idx="2849">
                        <c:v>59.807456969999997</c:v>
                      </c:pt>
                      <c:pt idx="2850">
                        <c:v>59.807476039999997</c:v>
                      </c:pt>
                      <c:pt idx="2851">
                        <c:v>59.807495119999999</c:v>
                      </c:pt>
                      <c:pt idx="2852">
                        <c:v>59.807514189999999</c:v>
                      </c:pt>
                      <c:pt idx="2853">
                        <c:v>59.80753326</c:v>
                      </c:pt>
                      <c:pt idx="2854">
                        <c:v>59.807556150000003</c:v>
                      </c:pt>
                      <c:pt idx="2855">
                        <c:v>59.807575229999998</c:v>
                      </c:pt>
                      <c:pt idx="2856">
                        <c:v>59.807594299999998</c:v>
                      </c:pt>
                      <c:pt idx="2857">
                        <c:v>59.807613369999999</c:v>
                      </c:pt>
                      <c:pt idx="2858">
                        <c:v>59.80763245</c:v>
                      </c:pt>
                      <c:pt idx="2859">
                        <c:v>59.80765152</c:v>
                      </c:pt>
                      <c:pt idx="2860">
                        <c:v>59.807670590000001</c:v>
                      </c:pt>
                      <c:pt idx="2861">
                        <c:v>59.807689670000002</c:v>
                      </c:pt>
                      <c:pt idx="2862">
                        <c:v>59.807708740000002</c:v>
                      </c:pt>
                      <c:pt idx="2863">
                        <c:v>59.807727810000003</c:v>
                      </c:pt>
                      <c:pt idx="2864">
                        <c:v>59.807746889999997</c:v>
                      </c:pt>
                      <c:pt idx="2865">
                        <c:v>59.807765959999998</c:v>
                      </c:pt>
                      <c:pt idx="2866">
                        <c:v>59.807788850000001</c:v>
                      </c:pt>
                      <c:pt idx="2867">
                        <c:v>59.807807920000002</c:v>
                      </c:pt>
                      <c:pt idx="2868">
                        <c:v>59.807827000000003</c:v>
                      </c:pt>
                      <c:pt idx="2869">
                        <c:v>59.807846069999997</c:v>
                      </c:pt>
                      <c:pt idx="2870">
                        <c:v>59.807865139999997</c:v>
                      </c:pt>
                      <c:pt idx="2871">
                        <c:v>59.807884219999998</c:v>
                      </c:pt>
                      <c:pt idx="2872">
                        <c:v>59.807903289999999</c:v>
                      </c:pt>
                      <c:pt idx="2873">
                        <c:v>59.807922359999999</c:v>
                      </c:pt>
                      <c:pt idx="2874">
                        <c:v>59.80794144</c:v>
                      </c:pt>
                      <c:pt idx="2875">
                        <c:v>59.807960510000001</c:v>
                      </c:pt>
                      <c:pt idx="2876">
                        <c:v>59.807975769999999</c:v>
                      </c:pt>
                      <c:pt idx="2877">
                        <c:v>59.807994839999999</c:v>
                      </c:pt>
                      <c:pt idx="2878">
                        <c:v>59.80801392</c:v>
                      </c:pt>
                      <c:pt idx="2879">
                        <c:v>59.808032990000001</c:v>
                      </c:pt>
                      <c:pt idx="2880">
                        <c:v>59.808052060000001</c:v>
                      </c:pt>
                      <c:pt idx="2881">
                        <c:v>59.808071140000003</c:v>
                      </c:pt>
                      <c:pt idx="2882">
                        <c:v>59.808090210000003</c:v>
                      </c:pt>
                      <c:pt idx="2883">
                        <c:v>59.808109279999996</c:v>
                      </c:pt>
                      <c:pt idx="2884">
                        <c:v>59.808128359999998</c:v>
                      </c:pt>
                      <c:pt idx="2885">
                        <c:v>59.808147429999998</c:v>
                      </c:pt>
                      <c:pt idx="2886">
                        <c:v>59.808162690000003</c:v>
                      </c:pt>
                      <c:pt idx="2887">
                        <c:v>59.808181759999997</c:v>
                      </c:pt>
                      <c:pt idx="2888">
                        <c:v>59.808200839999998</c:v>
                      </c:pt>
                      <c:pt idx="2889">
                        <c:v>59.808219909999998</c:v>
                      </c:pt>
                      <c:pt idx="2890">
                        <c:v>59.808238979999999</c:v>
                      </c:pt>
                      <c:pt idx="2891">
                        <c:v>59.80825806</c:v>
                      </c:pt>
                      <c:pt idx="2892">
                        <c:v>59.808273319999998</c:v>
                      </c:pt>
                      <c:pt idx="2893">
                        <c:v>59.808292389999998</c:v>
                      </c:pt>
                      <c:pt idx="2894">
                        <c:v>59.808311459999999</c:v>
                      </c:pt>
                      <c:pt idx="2895">
                        <c:v>59.80833054</c:v>
                      </c:pt>
                      <c:pt idx="2896">
                        <c:v>59.80834961</c:v>
                      </c:pt>
                      <c:pt idx="2897">
                        <c:v>59.808364869999998</c:v>
                      </c:pt>
                      <c:pt idx="2898">
                        <c:v>59.808383939999999</c:v>
                      </c:pt>
                      <c:pt idx="2899">
                        <c:v>59.80840302</c:v>
                      </c:pt>
                      <c:pt idx="2900">
                        <c:v>59.808418269999997</c:v>
                      </c:pt>
                      <c:pt idx="2901">
                        <c:v>59.808437349999998</c:v>
                      </c:pt>
                      <c:pt idx="2902">
                        <c:v>59.808456419999999</c:v>
                      </c:pt>
                      <c:pt idx="2903">
                        <c:v>59.808471679999997</c:v>
                      </c:pt>
                      <c:pt idx="2904">
                        <c:v>59.808490749999997</c:v>
                      </c:pt>
                      <c:pt idx="2905">
                        <c:v>59.808509829999998</c:v>
                      </c:pt>
                      <c:pt idx="2906">
                        <c:v>59.808525090000003</c:v>
                      </c:pt>
                      <c:pt idx="2907">
                        <c:v>59.808544159999997</c:v>
                      </c:pt>
                      <c:pt idx="2908">
                        <c:v>59.808563229999997</c:v>
                      </c:pt>
                      <c:pt idx="2909">
                        <c:v>59.808578490000002</c:v>
                      </c:pt>
                      <c:pt idx="2910">
                        <c:v>59.808597560000003</c:v>
                      </c:pt>
                      <c:pt idx="2911">
                        <c:v>59.80861282</c:v>
                      </c:pt>
                      <c:pt idx="2912">
                        <c:v>59.808631900000002</c:v>
                      </c:pt>
                      <c:pt idx="2913">
                        <c:v>59.80864716</c:v>
                      </c:pt>
                      <c:pt idx="2914">
                        <c:v>59.80866623</c:v>
                      </c:pt>
                      <c:pt idx="2915">
                        <c:v>59.808681489999998</c:v>
                      </c:pt>
                      <c:pt idx="2916">
                        <c:v>59.808700559999998</c:v>
                      </c:pt>
                      <c:pt idx="2917">
                        <c:v>59.808715820000003</c:v>
                      </c:pt>
                      <c:pt idx="2918">
                        <c:v>59.808734889999997</c:v>
                      </c:pt>
                      <c:pt idx="2919">
                        <c:v>59.808750150000002</c:v>
                      </c:pt>
                      <c:pt idx="2920">
                        <c:v>59.808769230000003</c:v>
                      </c:pt>
                      <c:pt idx="2921">
                        <c:v>59.80878448</c:v>
                      </c:pt>
                      <c:pt idx="2922">
                        <c:v>59.808803560000001</c:v>
                      </c:pt>
                      <c:pt idx="2923">
                        <c:v>59.808818819999999</c:v>
                      </c:pt>
                      <c:pt idx="2924">
                        <c:v>59.808834079999997</c:v>
                      </c:pt>
                      <c:pt idx="2925">
                        <c:v>59.808853149999997</c:v>
                      </c:pt>
                      <c:pt idx="2926">
                        <c:v>59.808868410000002</c:v>
                      </c:pt>
                      <c:pt idx="2927">
                        <c:v>59.808887480000003</c:v>
                      </c:pt>
                      <c:pt idx="2928">
                        <c:v>59.808902740000001</c:v>
                      </c:pt>
                      <c:pt idx="2929">
                        <c:v>59.808917999999998</c:v>
                      </c:pt>
                      <c:pt idx="2930">
                        <c:v>59.808937069999999</c:v>
                      </c:pt>
                      <c:pt idx="2931">
                        <c:v>59.808952329999997</c:v>
                      </c:pt>
                      <c:pt idx="2932">
                        <c:v>59.808967590000002</c:v>
                      </c:pt>
                      <c:pt idx="2933">
                        <c:v>59.808986660000002</c:v>
                      </c:pt>
                      <c:pt idx="2934">
                        <c:v>59.80900192</c:v>
                      </c:pt>
                      <c:pt idx="2935">
                        <c:v>59.809021000000001</c:v>
                      </c:pt>
                      <c:pt idx="2936">
                        <c:v>59.809036249999998</c:v>
                      </c:pt>
                      <c:pt idx="2937">
                        <c:v>59.809051510000003</c:v>
                      </c:pt>
                      <c:pt idx="2938">
                        <c:v>59.809070589999997</c:v>
                      </c:pt>
                      <c:pt idx="2939">
                        <c:v>59.809085850000002</c:v>
                      </c:pt>
                      <c:pt idx="2940">
                        <c:v>59.809101099999999</c:v>
                      </c:pt>
                      <c:pt idx="2941">
                        <c:v>59.809116359999997</c:v>
                      </c:pt>
                      <c:pt idx="2942">
                        <c:v>59.809135439999999</c:v>
                      </c:pt>
                      <c:pt idx="2943">
                        <c:v>59.809150700000004</c:v>
                      </c:pt>
                      <c:pt idx="2944">
                        <c:v>59.809165950000001</c:v>
                      </c:pt>
                      <c:pt idx="2945">
                        <c:v>59.809185030000002</c:v>
                      </c:pt>
                      <c:pt idx="2946">
                        <c:v>59.80920029</c:v>
                      </c:pt>
                      <c:pt idx="2947">
                        <c:v>59.809215549999998</c:v>
                      </c:pt>
                      <c:pt idx="2948">
                        <c:v>59.809230800000002</c:v>
                      </c:pt>
                      <c:pt idx="2949">
                        <c:v>59.809249880000003</c:v>
                      </c:pt>
                      <c:pt idx="2950">
                        <c:v>59.809265140000001</c:v>
                      </c:pt>
                      <c:pt idx="2951">
                        <c:v>59.809280399999999</c:v>
                      </c:pt>
                      <c:pt idx="2952">
                        <c:v>59.809295650000003</c:v>
                      </c:pt>
                      <c:pt idx="2953">
                        <c:v>59.809314729999997</c:v>
                      </c:pt>
                      <c:pt idx="2954">
                        <c:v>59.809329990000002</c:v>
                      </c:pt>
                      <c:pt idx="2955">
                        <c:v>59.80934525</c:v>
                      </c:pt>
                      <c:pt idx="2956">
                        <c:v>59.809360499999997</c:v>
                      </c:pt>
                      <c:pt idx="2957">
                        <c:v>59.809375760000002</c:v>
                      </c:pt>
                      <c:pt idx="2958">
                        <c:v>59.809394840000003</c:v>
                      </c:pt>
                      <c:pt idx="2959">
                        <c:v>59.809410100000001</c:v>
                      </c:pt>
                      <c:pt idx="2960">
                        <c:v>59.809425349999998</c:v>
                      </c:pt>
                      <c:pt idx="2961">
                        <c:v>59.809440610000003</c:v>
                      </c:pt>
                      <c:pt idx="2962">
                        <c:v>59.809459689999997</c:v>
                      </c:pt>
                      <c:pt idx="2963">
                        <c:v>59.809474950000002</c:v>
                      </c:pt>
                      <c:pt idx="2964">
                        <c:v>59.809490199999999</c:v>
                      </c:pt>
                      <c:pt idx="2965">
                        <c:v>59.809505459999997</c:v>
                      </c:pt>
                      <c:pt idx="2966">
                        <c:v>59.809520720000002</c:v>
                      </c:pt>
                      <c:pt idx="2967">
                        <c:v>59.80953598</c:v>
                      </c:pt>
                      <c:pt idx="2968">
                        <c:v>59.80955505</c:v>
                      </c:pt>
                      <c:pt idx="2969">
                        <c:v>59.809570309999998</c:v>
                      </c:pt>
                      <c:pt idx="2970">
                        <c:v>59.809585570000003</c:v>
                      </c:pt>
                      <c:pt idx="2971">
                        <c:v>59.809600830000001</c:v>
                      </c:pt>
                      <c:pt idx="2972">
                        <c:v>59.809616089999999</c:v>
                      </c:pt>
                      <c:pt idx="2973">
                        <c:v>59.809631349999997</c:v>
                      </c:pt>
                      <c:pt idx="2974">
                        <c:v>59.809650419999997</c:v>
                      </c:pt>
                      <c:pt idx="2975">
                        <c:v>59.809665680000002</c:v>
                      </c:pt>
                      <c:pt idx="2976">
                        <c:v>59.80968094</c:v>
                      </c:pt>
                      <c:pt idx="2977">
                        <c:v>59.809696199999998</c:v>
                      </c:pt>
                      <c:pt idx="2978">
                        <c:v>59.809711460000003</c:v>
                      </c:pt>
                      <c:pt idx="2979">
                        <c:v>59.80972672</c:v>
                      </c:pt>
                      <c:pt idx="2980">
                        <c:v>59.809741969999997</c:v>
                      </c:pt>
                      <c:pt idx="2981">
                        <c:v>59.809757230000002</c:v>
                      </c:pt>
                      <c:pt idx="2982">
                        <c:v>59.80977249</c:v>
                      </c:pt>
                      <c:pt idx="2983">
                        <c:v>59.809787749999998</c:v>
                      </c:pt>
                      <c:pt idx="2984">
                        <c:v>59.809806819999999</c:v>
                      </c:pt>
                      <c:pt idx="2985">
                        <c:v>59.809822080000004</c:v>
                      </c:pt>
                      <c:pt idx="2986">
                        <c:v>59.809837340000001</c:v>
                      </c:pt>
                      <c:pt idx="2987">
                        <c:v>59.809852599999999</c:v>
                      </c:pt>
                      <c:pt idx="2988">
                        <c:v>59.809867859999997</c:v>
                      </c:pt>
                      <c:pt idx="2989">
                        <c:v>59.809883120000002</c:v>
                      </c:pt>
                      <c:pt idx="2990">
                        <c:v>59.80989838</c:v>
                      </c:pt>
                      <c:pt idx="2991">
                        <c:v>59.809913639999998</c:v>
                      </c:pt>
                      <c:pt idx="2992">
                        <c:v>59.809928890000002</c:v>
                      </c:pt>
                      <c:pt idx="2993">
                        <c:v>59.80994415</c:v>
                      </c:pt>
                      <c:pt idx="2994">
                        <c:v>59.809959409999998</c:v>
                      </c:pt>
                      <c:pt idx="2995">
                        <c:v>59.809978489999999</c:v>
                      </c:pt>
                      <c:pt idx="2996">
                        <c:v>59.809993740000003</c:v>
                      </c:pt>
                      <c:pt idx="2997">
                        <c:v>59.810009000000001</c:v>
                      </c:pt>
                      <c:pt idx="2998">
                        <c:v>59.810024259999999</c:v>
                      </c:pt>
                      <c:pt idx="2999">
                        <c:v>59.810039519999997</c:v>
                      </c:pt>
                      <c:pt idx="3000">
                        <c:v>59.810054780000002</c:v>
                      </c:pt>
                      <c:pt idx="3001">
                        <c:v>59.810070039999999</c:v>
                      </c:pt>
                      <c:pt idx="3002">
                        <c:v>59.810085299999997</c:v>
                      </c:pt>
                      <c:pt idx="3003">
                        <c:v>59.810100560000002</c:v>
                      </c:pt>
                      <c:pt idx="3004">
                        <c:v>59.810119630000003</c:v>
                      </c:pt>
                      <c:pt idx="3005">
                        <c:v>59.81013489</c:v>
                      </c:pt>
                      <c:pt idx="3006">
                        <c:v>59.810150149999998</c:v>
                      </c:pt>
                      <c:pt idx="3007">
                        <c:v>59.810165410000003</c:v>
                      </c:pt>
                      <c:pt idx="3008">
                        <c:v>59.81018066</c:v>
                      </c:pt>
                      <c:pt idx="3009">
                        <c:v>59.810195919999998</c:v>
                      </c:pt>
                      <c:pt idx="3010">
                        <c:v>59.810211180000003</c:v>
                      </c:pt>
                      <c:pt idx="3011">
                        <c:v>59.810226440000001</c:v>
                      </c:pt>
                      <c:pt idx="3012">
                        <c:v>59.810245510000001</c:v>
                      </c:pt>
                      <c:pt idx="3013">
                        <c:v>59.810260769999999</c:v>
                      </c:pt>
                      <c:pt idx="3014">
                        <c:v>59.810276029999997</c:v>
                      </c:pt>
                      <c:pt idx="3015">
                        <c:v>59.810291290000002</c:v>
                      </c:pt>
                      <c:pt idx="3016">
                        <c:v>59.81030655</c:v>
                      </c:pt>
                      <c:pt idx="3017">
                        <c:v>59.810321809999998</c:v>
                      </c:pt>
                      <c:pt idx="3018">
                        <c:v>59.810340879999998</c:v>
                      </c:pt>
                      <c:pt idx="3019">
                        <c:v>59.810356140000003</c:v>
                      </c:pt>
                      <c:pt idx="3020">
                        <c:v>59.810371400000001</c:v>
                      </c:pt>
                      <c:pt idx="3021">
                        <c:v>59.810386659999999</c:v>
                      </c:pt>
                      <c:pt idx="3022">
                        <c:v>59.810401919999997</c:v>
                      </c:pt>
                      <c:pt idx="3023">
                        <c:v>59.810420989999997</c:v>
                      </c:pt>
                      <c:pt idx="3024">
                        <c:v>59.810436250000002</c:v>
                      </c:pt>
                      <c:pt idx="3025">
                        <c:v>59.81045151</c:v>
                      </c:pt>
                      <c:pt idx="3026">
                        <c:v>59.810466769999998</c:v>
                      </c:pt>
                      <c:pt idx="3027">
                        <c:v>59.810485839999998</c:v>
                      </c:pt>
                      <c:pt idx="3028">
                        <c:v>59.810501100000003</c:v>
                      </c:pt>
                      <c:pt idx="3029">
                        <c:v>59.810516360000001</c:v>
                      </c:pt>
                      <c:pt idx="3030">
                        <c:v>59.810531619999999</c:v>
                      </c:pt>
                      <c:pt idx="3031">
                        <c:v>59.810550689999999</c:v>
                      </c:pt>
                      <c:pt idx="3032">
                        <c:v>59.810565949999997</c:v>
                      </c:pt>
                      <c:pt idx="3033">
                        <c:v>59.810581210000002</c:v>
                      </c:pt>
                      <c:pt idx="3034">
                        <c:v>59.810600280000003</c:v>
                      </c:pt>
                      <c:pt idx="3035">
                        <c:v>59.810615540000001</c:v>
                      </c:pt>
                      <c:pt idx="3036">
                        <c:v>59.810630799999998</c:v>
                      </c:pt>
                      <c:pt idx="3037">
                        <c:v>59.810649869999999</c:v>
                      </c:pt>
                      <c:pt idx="3038">
                        <c:v>59.810665129999997</c:v>
                      </c:pt>
                      <c:pt idx="3039">
                        <c:v>59.810680390000002</c:v>
                      </c:pt>
                      <c:pt idx="3040">
                        <c:v>59.810699460000002</c:v>
                      </c:pt>
                      <c:pt idx="3041">
                        <c:v>59.81071472</c:v>
                      </c:pt>
                      <c:pt idx="3042">
                        <c:v>59.810729979999998</c:v>
                      </c:pt>
                      <c:pt idx="3043">
                        <c:v>59.810749049999998</c:v>
                      </c:pt>
                      <c:pt idx="3044">
                        <c:v>59.810764310000003</c:v>
                      </c:pt>
                      <c:pt idx="3045">
                        <c:v>59.810779570000001</c:v>
                      </c:pt>
                      <c:pt idx="3046">
                        <c:v>59.810798650000002</c:v>
                      </c:pt>
                      <c:pt idx="3047">
                        <c:v>59.810813899999999</c:v>
                      </c:pt>
                      <c:pt idx="3048">
                        <c:v>59.810832980000001</c:v>
                      </c:pt>
                      <c:pt idx="3049">
                        <c:v>59.810848239999999</c:v>
                      </c:pt>
                      <c:pt idx="3050">
                        <c:v>59.810863490000003</c:v>
                      </c:pt>
                      <c:pt idx="3051">
                        <c:v>59.810882569999997</c:v>
                      </c:pt>
                      <c:pt idx="3052">
                        <c:v>59.810897830000002</c:v>
                      </c:pt>
                      <c:pt idx="3053">
                        <c:v>59.810916900000002</c:v>
                      </c:pt>
                      <c:pt idx="3054">
                        <c:v>59.81093216</c:v>
                      </c:pt>
                      <c:pt idx="3055">
                        <c:v>59.810951230000001</c:v>
                      </c:pt>
                      <c:pt idx="3056">
                        <c:v>59.810966489999998</c:v>
                      </c:pt>
                      <c:pt idx="3057">
                        <c:v>59.81098557</c:v>
                      </c:pt>
                      <c:pt idx="3058">
                        <c:v>59.811000819999997</c:v>
                      </c:pt>
                      <c:pt idx="3059">
                        <c:v>59.811019899999998</c:v>
                      </c:pt>
                      <c:pt idx="3060">
                        <c:v>59.811035160000003</c:v>
                      </c:pt>
                      <c:pt idx="3061">
                        <c:v>59.811054230000003</c:v>
                      </c:pt>
                      <c:pt idx="3062">
                        <c:v>59.811073299999997</c:v>
                      </c:pt>
                      <c:pt idx="3063">
                        <c:v>59.811088560000002</c:v>
                      </c:pt>
                      <c:pt idx="3064">
                        <c:v>59.811107640000003</c:v>
                      </c:pt>
                      <c:pt idx="3065">
                        <c:v>59.81112289</c:v>
                      </c:pt>
                      <c:pt idx="3066">
                        <c:v>59.811141970000001</c:v>
                      </c:pt>
                      <c:pt idx="3067">
                        <c:v>59.811157229999999</c:v>
                      </c:pt>
                      <c:pt idx="3068">
                        <c:v>59.8111763</c:v>
                      </c:pt>
                      <c:pt idx="3069">
                        <c:v>59.81119537</c:v>
                      </c:pt>
                      <c:pt idx="3070">
                        <c:v>59.811210629999998</c:v>
                      </c:pt>
                      <c:pt idx="3071">
                        <c:v>59.811229709999999</c:v>
                      </c:pt>
                      <c:pt idx="3072">
                        <c:v>59.81124878</c:v>
                      </c:pt>
                      <c:pt idx="3073">
                        <c:v>59.81126785</c:v>
                      </c:pt>
                      <c:pt idx="3074">
                        <c:v>59.811283109999998</c:v>
                      </c:pt>
                      <c:pt idx="3075">
                        <c:v>59.811302189999999</c:v>
                      </c:pt>
                      <c:pt idx="3076">
                        <c:v>59.81132126</c:v>
                      </c:pt>
                      <c:pt idx="3077">
                        <c:v>59.811336519999998</c:v>
                      </c:pt>
                      <c:pt idx="3078">
                        <c:v>59.811355589999998</c:v>
                      </c:pt>
                      <c:pt idx="3079">
                        <c:v>59.811374659999998</c:v>
                      </c:pt>
                      <c:pt idx="3080">
                        <c:v>59.81139374</c:v>
                      </c:pt>
                      <c:pt idx="3081">
                        <c:v>59.81141281</c:v>
                      </c:pt>
                      <c:pt idx="3082">
                        <c:v>59.811431880000001</c:v>
                      </c:pt>
                      <c:pt idx="3083">
                        <c:v>59.811447139999999</c:v>
                      </c:pt>
                      <c:pt idx="3084">
                        <c:v>59.81146622</c:v>
                      </c:pt>
                      <c:pt idx="3085">
                        <c:v>59.81148529</c:v>
                      </c:pt>
                      <c:pt idx="3086">
                        <c:v>59.811504360000001</c:v>
                      </c:pt>
                      <c:pt idx="3087">
                        <c:v>59.811523440000002</c:v>
                      </c:pt>
                      <c:pt idx="3088">
                        <c:v>59.811542510000002</c:v>
                      </c:pt>
                      <c:pt idx="3089">
                        <c:v>59.811561580000003</c:v>
                      </c:pt>
                      <c:pt idx="3090">
                        <c:v>59.811580659999997</c:v>
                      </c:pt>
                      <c:pt idx="3091">
                        <c:v>59.811599729999998</c:v>
                      </c:pt>
                      <c:pt idx="3092">
                        <c:v>59.811618799999998</c:v>
                      </c:pt>
                      <c:pt idx="3093">
                        <c:v>59.811637879999999</c:v>
                      </c:pt>
                      <c:pt idx="3094">
                        <c:v>59.81165695</c:v>
                      </c:pt>
                      <c:pt idx="3095">
                        <c:v>59.811676030000001</c:v>
                      </c:pt>
                      <c:pt idx="3096">
                        <c:v>59.811695100000001</c:v>
                      </c:pt>
                      <c:pt idx="3097">
                        <c:v>59.811714170000002</c:v>
                      </c:pt>
                      <c:pt idx="3098">
                        <c:v>59.811733250000003</c:v>
                      </c:pt>
                      <c:pt idx="3099">
                        <c:v>59.811752319999997</c:v>
                      </c:pt>
                      <c:pt idx="3100">
                        <c:v>59.811771389999997</c:v>
                      </c:pt>
                      <c:pt idx="3101">
                        <c:v>59.811790469999998</c:v>
                      </c:pt>
                      <c:pt idx="3102">
                        <c:v>59.811809539999999</c:v>
                      </c:pt>
                      <c:pt idx="3103">
                        <c:v>59.811828609999999</c:v>
                      </c:pt>
                      <c:pt idx="3104">
                        <c:v>59.811851500000003</c:v>
                      </c:pt>
                      <c:pt idx="3105">
                        <c:v>59.811870570000004</c:v>
                      </c:pt>
                      <c:pt idx="3106">
                        <c:v>59.811889649999998</c:v>
                      </c:pt>
                      <c:pt idx="3107">
                        <c:v>59.811908719999998</c:v>
                      </c:pt>
                      <c:pt idx="3108">
                        <c:v>59.811927799999999</c:v>
                      </c:pt>
                      <c:pt idx="3109">
                        <c:v>59.811950680000002</c:v>
                      </c:pt>
                      <c:pt idx="3110">
                        <c:v>59.811969759999997</c:v>
                      </c:pt>
                      <c:pt idx="3111">
                        <c:v>59.811988829999997</c:v>
                      </c:pt>
                      <c:pt idx="3112">
                        <c:v>59.812007899999998</c:v>
                      </c:pt>
                      <c:pt idx="3113">
                        <c:v>59.812030790000001</c:v>
                      </c:pt>
                      <c:pt idx="3114">
                        <c:v>59.812049870000003</c:v>
                      </c:pt>
                      <c:pt idx="3115">
                        <c:v>59.812068940000003</c:v>
                      </c:pt>
                      <c:pt idx="3116">
                        <c:v>59.81209183</c:v>
                      </c:pt>
                      <c:pt idx="3117">
                        <c:v>59.8121109</c:v>
                      </c:pt>
                      <c:pt idx="3118">
                        <c:v>59.812129970000001</c:v>
                      </c:pt>
                      <c:pt idx="3119">
                        <c:v>59.812152859999998</c:v>
                      </c:pt>
                      <c:pt idx="3120">
                        <c:v>59.812171939999999</c:v>
                      </c:pt>
                      <c:pt idx="3121">
                        <c:v>59.812191009999999</c:v>
                      </c:pt>
                      <c:pt idx="3122">
                        <c:v>59.812213900000003</c:v>
                      </c:pt>
                      <c:pt idx="3123">
                        <c:v>59.812232969999997</c:v>
                      </c:pt>
                      <c:pt idx="3124">
                        <c:v>59.81225586</c:v>
                      </c:pt>
                      <c:pt idx="3125">
                        <c:v>59.812274930000001</c:v>
                      </c:pt>
                      <c:pt idx="3126">
                        <c:v>59.812294010000002</c:v>
                      </c:pt>
                      <c:pt idx="3127">
                        <c:v>59.812316889999998</c:v>
                      </c:pt>
                      <c:pt idx="3128">
                        <c:v>59.812335969999999</c:v>
                      </c:pt>
                      <c:pt idx="3129">
                        <c:v>59.812358860000003</c:v>
                      </c:pt>
                      <c:pt idx="3130">
                        <c:v>59.812377929999997</c:v>
                      </c:pt>
                      <c:pt idx="3131">
                        <c:v>59.812400820000001</c:v>
                      </c:pt>
                      <c:pt idx="3132">
                        <c:v>59.812419890000001</c:v>
                      </c:pt>
                      <c:pt idx="3133">
                        <c:v>59.812442779999998</c:v>
                      </c:pt>
                      <c:pt idx="3134">
                        <c:v>59.812461849999998</c:v>
                      </c:pt>
                      <c:pt idx="3135">
                        <c:v>59.812484740000002</c:v>
                      </c:pt>
                      <c:pt idx="3136">
                        <c:v>59.812507629999999</c:v>
                      </c:pt>
                      <c:pt idx="3137">
                        <c:v>59.812526699999999</c:v>
                      </c:pt>
                      <c:pt idx="3138">
                        <c:v>59.812549590000003</c:v>
                      </c:pt>
                      <c:pt idx="3139">
                        <c:v>59.812568659999997</c:v>
                      </c:pt>
                      <c:pt idx="3140">
                        <c:v>59.81259155</c:v>
                      </c:pt>
                      <c:pt idx="3141">
                        <c:v>59.812614439999997</c:v>
                      </c:pt>
                      <c:pt idx="3142">
                        <c:v>59.812633509999998</c:v>
                      </c:pt>
                      <c:pt idx="3143">
                        <c:v>59.812656400000002</c:v>
                      </c:pt>
                      <c:pt idx="3144">
                        <c:v>59.812679289999998</c:v>
                      </c:pt>
                      <c:pt idx="3145">
                        <c:v>59.812698359999999</c:v>
                      </c:pt>
                      <c:pt idx="3146">
                        <c:v>59.812721250000003</c:v>
                      </c:pt>
                      <c:pt idx="3147">
                        <c:v>59.81274414</c:v>
                      </c:pt>
                      <c:pt idx="3148">
                        <c:v>59.81276321</c:v>
                      </c:pt>
                      <c:pt idx="3149">
                        <c:v>59.812786099999997</c:v>
                      </c:pt>
                      <c:pt idx="3150">
                        <c:v>59.812808990000001</c:v>
                      </c:pt>
                      <c:pt idx="3151">
                        <c:v>59.812828060000001</c:v>
                      </c:pt>
                      <c:pt idx="3152">
                        <c:v>59.812850949999998</c:v>
                      </c:pt>
                      <c:pt idx="3153">
                        <c:v>59.812873840000002</c:v>
                      </c:pt>
                      <c:pt idx="3154">
                        <c:v>59.812896729999999</c:v>
                      </c:pt>
                      <c:pt idx="3155">
                        <c:v>59.812919620000002</c:v>
                      </c:pt>
                      <c:pt idx="3156">
                        <c:v>59.812938690000003</c:v>
                      </c:pt>
                      <c:pt idx="3157">
                        <c:v>59.81296158</c:v>
                      </c:pt>
                      <c:pt idx="3158">
                        <c:v>59.812984470000004</c:v>
                      </c:pt>
                      <c:pt idx="3159">
                        <c:v>59.813007349999999</c:v>
                      </c:pt>
                      <c:pt idx="3160">
                        <c:v>59.813030240000003</c:v>
                      </c:pt>
                      <c:pt idx="3161">
                        <c:v>59.813049319999998</c:v>
                      </c:pt>
                      <c:pt idx="3162">
                        <c:v>59.813072200000001</c:v>
                      </c:pt>
                      <c:pt idx="3163">
                        <c:v>59.813095089999997</c:v>
                      </c:pt>
                      <c:pt idx="3164">
                        <c:v>59.813117980000001</c:v>
                      </c:pt>
                      <c:pt idx="3165">
                        <c:v>59.813140869999998</c:v>
                      </c:pt>
                      <c:pt idx="3166">
                        <c:v>59.813163760000002</c:v>
                      </c:pt>
                      <c:pt idx="3167">
                        <c:v>59.813186649999999</c:v>
                      </c:pt>
                      <c:pt idx="3168">
                        <c:v>59.813209530000002</c:v>
                      </c:pt>
                      <c:pt idx="3169">
                        <c:v>59.813232419999999</c:v>
                      </c:pt>
                      <c:pt idx="3170">
                        <c:v>59.813255310000002</c:v>
                      </c:pt>
                      <c:pt idx="3171">
                        <c:v>59.813278199999999</c:v>
                      </c:pt>
                      <c:pt idx="3172">
                        <c:v>59.813301090000003</c:v>
                      </c:pt>
                      <c:pt idx="3173">
                        <c:v>59.813323969999999</c:v>
                      </c:pt>
                      <c:pt idx="3174">
                        <c:v>59.813346860000003</c:v>
                      </c:pt>
                      <c:pt idx="3175">
                        <c:v>59.81336975</c:v>
                      </c:pt>
                      <c:pt idx="3176">
                        <c:v>59.81338882</c:v>
                      </c:pt>
                      <c:pt idx="3177">
                        <c:v>59.81341553</c:v>
                      </c:pt>
                      <c:pt idx="3178">
                        <c:v>59.813438419999997</c:v>
                      </c:pt>
                      <c:pt idx="3179">
                        <c:v>59.8134613</c:v>
                      </c:pt>
                      <c:pt idx="3180">
                        <c:v>59.813484189999997</c:v>
                      </c:pt>
                      <c:pt idx="3181">
                        <c:v>59.813507080000001</c:v>
                      </c:pt>
                      <c:pt idx="3182">
                        <c:v>59.813529969999998</c:v>
                      </c:pt>
                      <c:pt idx="3183">
                        <c:v>59.813552860000001</c:v>
                      </c:pt>
                      <c:pt idx="3184">
                        <c:v>59.813575739999997</c:v>
                      </c:pt>
                      <c:pt idx="3185">
                        <c:v>59.813598630000001</c:v>
                      </c:pt>
                      <c:pt idx="3186">
                        <c:v>59.813621519999998</c:v>
                      </c:pt>
                      <c:pt idx="3187">
                        <c:v>59.813644410000002</c:v>
                      </c:pt>
                      <c:pt idx="3188">
                        <c:v>59.813667299999999</c:v>
                      </c:pt>
                      <c:pt idx="3189">
                        <c:v>59.813690190000003</c:v>
                      </c:pt>
                      <c:pt idx="3190">
                        <c:v>59.813713069999999</c:v>
                      </c:pt>
                      <c:pt idx="3191">
                        <c:v>59.813735960000002</c:v>
                      </c:pt>
                      <c:pt idx="3192">
                        <c:v>59.813758849999999</c:v>
                      </c:pt>
                      <c:pt idx="3193">
                        <c:v>59.813781740000003</c:v>
                      </c:pt>
                      <c:pt idx="3194">
                        <c:v>59.81380463</c:v>
                      </c:pt>
                      <c:pt idx="3195">
                        <c:v>59.813827510000003</c:v>
                      </c:pt>
                      <c:pt idx="3196">
                        <c:v>59.813854220000003</c:v>
                      </c:pt>
                      <c:pt idx="3197">
                        <c:v>59.81387711</c:v>
                      </c:pt>
                      <c:pt idx="3198">
                        <c:v>59.813899990000003</c:v>
                      </c:pt>
                      <c:pt idx="3199">
                        <c:v>59.81392288</c:v>
                      </c:pt>
                      <c:pt idx="3200">
                        <c:v>59.813945769999997</c:v>
                      </c:pt>
                      <c:pt idx="3201">
                        <c:v>59.81396866</c:v>
                      </c:pt>
                      <c:pt idx="3202">
                        <c:v>59.813991549999997</c:v>
                      </c:pt>
                      <c:pt idx="3203">
                        <c:v>59.81401443</c:v>
                      </c:pt>
                      <c:pt idx="3204">
                        <c:v>59.814037319999997</c:v>
                      </c:pt>
                      <c:pt idx="3205">
                        <c:v>59.814060210000001</c:v>
                      </c:pt>
                      <c:pt idx="3206">
                        <c:v>59.81408691</c:v>
                      </c:pt>
                      <c:pt idx="3207">
                        <c:v>59.814109799999997</c:v>
                      </c:pt>
                      <c:pt idx="3208">
                        <c:v>59.814132690000001</c:v>
                      </c:pt>
                      <c:pt idx="3209">
                        <c:v>59.814155579999998</c:v>
                      </c:pt>
                      <c:pt idx="3210">
                        <c:v>59.814178470000002</c:v>
                      </c:pt>
                      <c:pt idx="3211">
                        <c:v>59.814201349999998</c:v>
                      </c:pt>
                      <c:pt idx="3212">
                        <c:v>59.814224240000001</c:v>
                      </c:pt>
                      <c:pt idx="3213">
                        <c:v>59.814247129999998</c:v>
                      </c:pt>
                      <c:pt idx="3214">
                        <c:v>59.814273829999998</c:v>
                      </c:pt>
                      <c:pt idx="3215">
                        <c:v>59.814296720000002</c:v>
                      </c:pt>
                      <c:pt idx="3216">
                        <c:v>59.814319609999998</c:v>
                      </c:pt>
                      <c:pt idx="3217">
                        <c:v>59.814342500000002</c:v>
                      </c:pt>
                      <c:pt idx="3218">
                        <c:v>59.814365389999999</c:v>
                      </c:pt>
                      <c:pt idx="3219">
                        <c:v>59.814388280000003</c:v>
                      </c:pt>
                      <c:pt idx="3220">
                        <c:v>59.814411159999999</c:v>
                      </c:pt>
                      <c:pt idx="3221">
                        <c:v>59.814434050000003</c:v>
                      </c:pt>
                      <c:pt idx="3222">
                        <c:v>59.814460750000002</c:v>
                      </c:pt>
                      <c:pt idx="3223">
                        <c:v>59.814483639999999</c:v>
                      </c:pt>
                      <c:pt idx="3224">
                        <c:v>59.814506530000003</c:v>
                      </c:pt>
                      <c:pt idx="3225">
                        <c:v>59.81452942</c:v>
                      </c:pt>
                      <c:pt idx="3226">
                        <c:v>59.814552310000003</c:v>
                      </c:pt>
                      <c:pt idx="3227">
                        <c:v>59.8145752</c:v>
                      </c:pt>
                      <c:pt idx="3228">
                        <c:v>59.814598080000003</c:v>
                      </c:pt>
                      <c:pt idx="3229">
                        <c:v>59.81462097</c:v>
                      </c:pt>
                      <c:pt idx="3230">
                        <c:v>59.814647669999999</c:v>
                      </c:pt>
                      <c:pt idx="3231">
                        <c:v>59.814670560000003</c:v>
                      </c:pt>
                      <c:pt idx="3232">
                        <c:v>59.81469345</c:v>
                      </c:pt>
                      <c:pt idx="3233">
                        <c:v>59.814716339999997</c:v>
                      </c:pt>
                      <c:pt idx="3234">
                        <c:v>59.814739230000001</c:v>
                      </c:pt>
                      <c:pt idx="3235">
                        <c:v>59.814762119999997</c:v>
                      </c:pt>
                      <c:pt idx="3236">
                        <c:v>59.814785000000001</c:v>
                      </c:pt>
                      <c:pt idx="3237">
                        <c:v>59.814807889999997</c:v>
                      </c:pt>
                      <c:pt idx="3238">
                        <c:v>59.814834589999997</c:v>
                      </c:pt>
                      <c:pt idx="3239">
                        <c:v>59.814857480000001</c:v>
                      </c:pt>
                      <c:pt idx="3240">
                        <c:v>59.814880369999997</c:v>
                      </c:pt>
                      <c:pt idx="3241">
                        <c:v>59.814903260000001</c:v>
                      </c:pt>
                      <c:pt idx="3242">
                        <c:v>59.814926149999998</c:v>
                      </c:pt>
                      <c:pt idx="3243">
                        <c:v>59.814949040000002</c:v>
                      </c:pt>
                      <c:pt idx="3244">
                        <c:v>59.814971919999998</c:v>
                      </c:pt>
                      <c:pt idx="3245">
                        <c:v>59.814994810000002</c:v>
                      </c:pt>
                      <c:pt idx="3246">
                        <c:v>59.815017699999999</c:v>
                      </c:pt>
                      <c:pt idx="3247">
                        <c:v>59.815044399999998</c:v>
                      </c:pt>
                      <c:pt idx="3248">
                        <c:v>59.815067290000002</c:v>
                      </c:pt>
                      <c:pt idx="3249">
                        <c:v>59.815090179999999</c:v>
                      </c:pt>
                      <c:pt idx="3250">
                        <c:v>59.815113070000002</c:v>
                      </c:pt>
                      <c:pt idx="3251">
                        <c:v>59.815135959999999</c:v>
                      </c:pt>
                      <c:pt idx="3252">
                        <c:v>59.815158840000002</c:v>
                      </c:pt>
                      <c:pt idx="3253">
                        <c:v>59.815181729999999</c:v>
                      </c:pt>
                      <c:pt idx="3254">
                        <c:v>59.815204620000003</c:v>
                      </c:pt>
                      <c:pt idx="3255">
                        <c:v>59.81522751</c:v>
                      </c:pt>
                      <c:pt idx="3256">
                        <c:v>59.815250399999996</c:v>
                      </c:pt>
                      <c:pt idx="3257">
                        <c:v>59.81527328</c:v>
                      </c:pt>
                      <c:pt idx="3258">
                        <c:v>59.815296170000003</c:v>
                      </c:pt>
                      <c:pt idx="3259">
                        <c:v>59.81531906</c:v>
                      </c:pt>
                      <c:pt idx="3260">
                        <c:v>59.815341949999997</c:v>
                      </c:pt>
                      <c:pt idx="3261">
                        <c:v>59.815364840000001</c:v>
                      </c:pt>
                      <c:pt idx="3262">
                        <c:v>59.815387729999998</c:v>
                      </c:pt>
                      <c:pt idx="3263">
                        <c:v>59.815410610000001</c:v>
                      </c:pt>
                      <c:pt idx="3264">
                        <c:v>59.815433499999997</c:v>
                      </c:pt>
                      <c:pt idx="3265">
                        <c:v>59.815456390000001</c:v>
                      </c:pt>
                      <c:pt idx="3266">
                        <c:v>59.815475460000002</c:v>
                      </c:pt>
                      <c:pt idx="3267">
                        <c:v>59.815498349999999</c:v>
                      </c:pt>
                      <c:pt idx="3268">
                        <c:v>59.815521240000002</c:v>
                      </c:pt>
                      <c:pt idx="3269">
                        <c:v>59.815544129999999</c:v>
                      </c:pt>
                      <c:pt idx="3270">
                        <c:v>59.815567020000003</c:v>
                      </c:pt>
                      <c:pt idx="3271">
                        <c:v>59.815589899999999</c:v>
                      </c:pt>
                      <c:pt idx="3272">
                        <c:v>59.815612790000003</c:v>
                      </c:pt>
                      <c:pt idx="3273">
                        <c:v>59.81563568</c:v>
                      </c:pt>
                      <c:pt idx="3274">
                        <c:v>59.81565475</c:v>
                      </c:pt>
                      <c:pt idx="3275">
                        <c:v>59.815677639999997</c:v>
                      </c:pt>
                      <c:pt idx="3276">
                        <c:v>59.815700530000001</c:v>
                      </c:pt>
                      <c:pt idx="3277">
                        <c:v>59.815723419999998</c:v>
                      </c:pt>
                      <c:pt idx="3278">
                        <c:v>59.815746310000002</c:v>
                      </c:pt>
                      <c:pt idx="3279">
                        <c:v>59.815769199999998</c:v>
                      </c:pt>
                      <c:pt idx="3280">
                        <c:v>59.815788269999999</c:v>
                      </c:pt>
                      <c:pt idx="3281">
                        <c:v>59.815811160000003</c:v>
                      </c:pt>
                      <c:pt idx="3282">
                        <c:v>59.815834049999999</c:v>
                      </c:pt>
                      <c:pt idx="3283">
                        <c:v>59.815856930000002</c:v>
                      </c:pt>
                      <c:pt idx="3284">
                        <c:v>59.815876009999997</c:v>
                      </c:pt>
                      <c:pt idx="3285">
                        <c:v>59.815898900000001</c:v>
                      </c:pt>
                      <c:pt idx="3286">
                        <c:v>59.815921779999996</c:v>
                      </c:pt>
                      <c:pt idx="3287">
                        <c:v>59.815940859999998</c:v>
                      </c:pt>
                      <c:pt idx="3288">
                        <c:v>59.815963750000002</c:v>
                      </c:pt>
                      <c:pt idx="3289">
                        <c:v>59.815986629999998</c:v>
                      </c:pt>
                      <c:pt idx="3290">
                        <c:v>59.816005709999999</c:v>
                      </c:pt>
                      <c:pt idx="3291">
                        <c:v>59.816028590000002</c:v>
                      </c:pt>
                      <c:pt idx="3292">
                        <c:v>59.816051479999999</c:v>
                      </c:pt>
                      <c:pt idx="3293">
                        <c:v>59.81607056</c:v>
                      </c:pt>
                      <c:pt idx="3294">
                        <c:v>59.816093440000003</c:v>
                      </c:pt>
                      <c:pt idx="3295">
                        <c:v>59.816112519999997</c:v>
                      </c:pt>
                      <c:pt idx="3296">
                        <c:v>59.816135410000001</c:v>
                      </c:pt>
                      <c:pt idx="3297">
                        <c:v>59.816158289999997</c:v>
                      </c:pt>
                      <c:pt idx="3298">
                        <c:v>59.816177369999998</c:v>
                      </c:pt>
                      <c:pt idx="3299">
                        <c:v>59.816200260000002</c:v>
                      </c:pt>
                      <c:pt idx="3300">
                        <c:v>59.816219330000003</c:v>
                      </c:pt>
                      <c:pt idx="3301">
                        <c:v>59.816242219999999</c:v>
                      </c:pt>
                      <c:pt idx="3302">
                        <c:v>59.81626129</c:v>
                      </c:pt>
                      <c:pt idx="3303">
                        <c:v>59.816284179999997</c:v>
                      </c:pt>
                      <c:pt idx="3304">
                        <c:v>59.816303249999997</c:v>
                      </c:pt>
                      <c:pt idx="3305">
                        <c:v>59.816326140000001</c:v>
                      </c:pt>
                      <c:pt idx="3306">
                        <c:v>59.816345210000001</c:v>
                      </c:pt>
                      <c:pt idx="3307">
                        <c:v>59.816368099999998</c:v>
                      </c:pt>
                      <c:pt idx="3308">
                        <c:v>59.81638718</c:v>
                      </c:pt>
                      <c:pt idx="3309">
                        <c:v>59.81640625</c:v>
                      </c:pt>
                      <c:pt idx="3310">
                        <c:v>59.816429139999997</c:v>
                      </c:pt>
                      <c:pt idx="3311">
                        <c:v>59.816448209999997</c:v>
                      </c:pt>
                      <c:pt idx="3312">
                        <c:v>59.816467289999999</c:v>
                      </c:pt>
                      <c:pt idx="3313">
                        <c:v>59.816490170000002</c:v>
                      </c:pt>
                      <c:pt idx="3314">
                        <c:v>59.816509250000003</c:v>
                      </c:pt>
                      <c:pt idx="3315">
                        <c:v>59.81653214</c:v>
                      </c:pt>
                      <c:pt idx="3316">
                        <c:v>59.81655121</c:v>
                      </c:pt>
                      <c:pt idx="3317">
                        <c:v>59.816570280000001</c:v>
                      </c:pt>
                      <c:pt idx="3318">
                        <c:v>59.816589360000002</c:v>
                      </c:pt>
                      <c:pt idx="3319">
                        <c:v>59.816612239999998</c:v>
                      </c:pt>
                      <c:pt idx="3320">
                        <c:v>59.816631319999999</c:v>
                      </c:pt>
                      <c:pt idx="3321">
                        <c:v>59.81665039</c:v>
                      </c:pt>
                      <c:pt idx="3322">
                        <c:v>59.81666946</c:v>
                      </c:pt>
                      <c:pt idx="3323">
                        <c:v>59.816688540000001</c:v>
                      </c:pt>
                      <c:pt idx="3324">
                        <c:v>59.816711429999998</c:v>
                      </c:pt>
                      <c:pt idx="3325">
                        <c:v>59.816730499999998</c:v>
                      </c:pt>
                      <c:pt idx="3326">
                        <c:v>59.816749569999999</c:v>
                      </c:pt>
                      <c:pt idx="3327">
                        <c:v>59.81676865</c:v>
                      </c:pt>
                      <c:pt idx="3328">
                        <c:v>59.816787720000001</c:v>
                      </c:pt>
                      <c:pt idx="3329">
                        <c:v>59.816806790000001</c:v>
                      </c:pt>
                      <c:pt idx="3330">
                        <c:v>59.816825870000002</c:v>
                      </c:pt>
                      <c:pt idx="3331">
                        <c:v>59.816844940000003</c:v>
                      </c:pt>
                      <c:pt idx="3332">
                        <c:v>59.816864010000003</c:v>
                      </c:pt>
                      <c:pt idx="3333">
                        <c:v>59.816883089999997</c:v>
                      </c:pt>
                      <c:pt idx="3334">
                        <c:v>59.816902159999998</c:v>
                      </c:pt>
                      <c:pt idx="3335">
                        <c:v>59.816921229999998</c:v>
                      </c:pt>
                      <c:pt idx="3336">
                        <c:v>59.81694031</c:v>
                      </c:pt>
                      <c:pt idx="3337">
                        <c:v>59.81695938</c:v>
                      </c:pt>
                      <c:pt idx="3338">
                        <c:v>59.816978450000001</c:v>
                      </c:pt>
                      <c:pt idx="3339">
                        <c:v>59.816997530000002</c:v>
                      </c:pt>
                      <c:pt idx="3340">
                        <c:v>59.817016600000002</c:v>
                      </c:pt>
                      <c:pt idx="3341">
                        <c:v>59.817035679999996</c:v>
                      </c:pt>
                      <c:pt idx="3342">
                        <c:v>59.817050930000001</c:v>
                      </c:pt>
                      <c:pt idx="3343">
                        <c:v>59.817070010000002</c:v>
                      </c:pt>
                      <c:pt idx="3344">
                        <c:v>59.817089080000002</c:v>
                      </c:pt>
                      <c:pt idx="3345">
                        <c:v>59.817108150000003</c:v>
                      </c:pt>
                      <c:pt idx="3346">
                        <c:v>59.817127229999997</c:v>
                      </c:pt>
                      <c:pt idx="3347">
                        <c:v>59.817142490000002</c:v>
                      </c:pt>
                      <c:pt idx="3348">
                        <c:v>59.817161560000002</c:v>
                      </c:pt>
                      <c:pt idx="3349">
                        <c:v>59.817180630000003</c:v>
                      </c:pt>
                      <c:pt idx="3350">
                        <c:v>59.817195890000001</c:v>
                      </c:pt>
                      <c:pt idx="3351">
                        <c:v>59.817214970000002</c:v>
                      </c:pt>
                      <c:pt idx="3352">
                        <c:v>59.817234040000002</c:v>
                      </c:pt>
                      <c:pt idx="3353">
                        <c:v>59.8172493</c:v>
                      </c:pt>
                      <c:pt idx="3354">
                        <c:v>59.817268370000001</c:v>
                      </c:pt>
                      <c:pt idx="3355">
                        <c:v>59.817287450000002</c:v>
                      </c:pt>
                      <c:pt idx="3356">
                        <c:v>59.817302699999999</c:v>
                      </c:pt>
                      <c:pt idx="3357">
                        <c:v>59.81732178</c:v>
                      </c:pt>
                      <c:pt idx="3358">
                        <c:v>59.817340850000001</c:v>
                      </c:pt>
                      <c:pt idx="3359">
                        <c:v>59.817356109999999</c:v>
                      </c:pt>
                      <c:pt idx="3360">
                        <c:v>59.817375179999999</c:v>
                      </c:pt>
                      <c:pt idx="3361">
                        <c:v>59.817390439999997</c:v>
                      </c:pt>
                      <c:pt idx="3362">
                        <c:v>59.817409519999998</c:v>
                      </c:pt>
                      <c:pt idx="3363">
                        <c:v>59.817424770000002</c:v>
                      </c:pt>
                      <c:pt idx="3364">
                        <c:v>59.817443849999997</c:v>
                      </c:pt>
                      <c:pt idx="3365">
                        <c:v>59.817459110000001</c:v>
                      </c:pt>
                      <c:pt idx="3366">
                        <c:v>59.817478180000002</c:v>
                      </c:pt>
                      <c:pt idx="3367">
                        <c:v>59.81749344</c:v>
                      </c:pt>
                      <c:pt idx="3368">
                        <c:v>59.817508699999998</c:v>
                      </c:pt>
                      <c:pt idx="3369">
                        <c:v>59.817527769999998</c:v>
                      </c:pt>
                      <c:pt idx="3370">
                        <c:v>59.817543030000003</c:v>
                      </c:pt>
                      <c:pt idx="3371">
                        <c:v>59.817558290000001</c:v>
                      </c:pt>
                      <c:pt idx="3372">
                        <c:v>59.817577360000001</c:v>
                      </c:pt>
                      <c:pt idx="3373">
                        <c:v>59.817592619999999</c:v>
                      </c:pt>
                      <c:pt idx="3374">
                        <c:v>59.817607879999997</c:v>
                      </c:pt>
                      <c:pt idx="3375">
                        <c:v>59.817626949999998</c:v>
                      </c:pt>
                      <c:pt idx="3376">
                        <c:v>59.817642210000002</c:v>
                      </c:pt>
                      <c:pt idx="3377">
                        <c:v>59.81765747</c:v>
                      </c:pt>
                      <c:pt idx="3378">
                        <c:v>59.817676540000001</c:v>
                      </c:pt>
                      <c:pt idx="3379">
                        <c:v>59.817691799999999</c:v>
                      </c:pt>
                      <c:pt idx="3380">
                        <c:v>59.817707059999996</c:v>
                      </c:pt>
                      <c:pt idx="3381">
                        <c:v>59.817722320000001</c:v>
                      </c:pt>
                      <c:pt idx="3382">
                        <c:v>59.817741390000002</c:v>
                      </c:pt>
                      <c:pt idx="3383">
                        <c:v>59.81775665</c:v>
                      </c:pt>
                      <c:pt idx="3384">
                        <c:v>59.817771909999998</c:v>
                      </c:pt>
                      <c:pt idx="3385">
                        <c:v>59.817787170000003</c:v>
                      </c:pt>
                      <c:pt idx="3386">
                        <c:v>59.81780243</c:v>
                      </c:pt>
                      <c:pt idx="3387">
                        <c:v>59.817817689999998</c:v>
                      </c:pt>
                      <c:pt idx="3388">
                        <c:v>59.817832950000003</c:v>
                      </c:pt>
                      <c:pt idx="3389">
                        <c:v>59.817848210000001</c:v>
                      </c:pt>
                      <c:pt idx="3390">
                        <c:v>59.817867280000002</c:v>
                      </c:pt>
                      <c:pt idx="3391">
                        <c:v>59.817882539999999</c:v>
                      </c:pt>
                      <c:pt idx="3392">
                        <c:v>59.817897799999997</c:v>
                      </c:pt>
                      <c:pt idx="3393">
                        <c:v>59.817913060000002</c:v>
                      </c:pt>
                      <c:pt idx="3394">
                        <c:v>59.817928309999999</c:v>
                      </c:pt>
                      <c:pt idx="3395">
                        <c:v>59.817943569999997</c:v>
                      </c:pt>
                      <c:pt idx="3396">
                        <c:v>59.817958830000002</c:v>
                      </c:pt>
                      <c:pt idx="3397">
                        <c:v>59.81797409</c:v>
                      </c:pt>
                      <c:pt idx="3398">
                        <c:v>59.817989349999998</c:v>
                      </c:pt>
                      <c:pt idx="3399">
                        <c:v>59.818000789999999</c:v>
                      </c:pt>
                      <c:pt idx="3400">
                        <c:v>59.818016049999997</c:v>
                      </c:pt>
                      <c:pt idx="3401">
                        <c:v>59.818031310000002</c:v>
                      </c:pt>
                      <c:pt idx="3402">
                        <c:v>59.81804657</c:v>
                      </c:pt>
                      <c:pt idx="3403">
                        <c:v>59.818061829999998</c:v>
                      </c:pt>
                      <c:pt idx="3404">
                        <c:v>59.818077090000003</c:v>
                      </c:pt>
                      <c:pt idx="3405">
                        <c:v>59.818092350000001</c:v>
                      </c:pt>
                      <c:pt idx="3406">
                        <c:v>59.818107599999998</c:v>
                      </c:pt>
                      <c:pt idx="3407">
                        <c:v>59.81811905</c:v>
                      </c:pt>
                      <c:pt idx="3408">
                        <c:v>59.818134309999998</c:v>
                      </c:pt>
                      <c:pt idx="3409">
                        <c:v>59.818149570000003</c:v>
                      </c:pt>
                      <c:pt idx="3410">
                        <c:v>59.818164830000001</c:v>
                      </c:pt>
                      <c:pt idx="3411">
                        <c:v>59.818180079999998</c:v>
                      </c:pt>
                      <c:pt idx="3412">
                        <c:v>59.81819153</c:v>
                      </c:pt>
                      <c:pt idx="3413">
                        <c:v>59.818206789999998</c:v>
                      </c:pt>
                      <c:pt idx="3414">
                        <c:v>59.818222050000003</c:v>
                      </c:pt>
                      <c:pt idx="3415">
                        <c:v>59.8182373</c:v>
                      </c:pt>
                      <c:pt idx="3416">
                        <c:v>59.818248750000002</c:v>
                      </c:pt>
                      <c:pt idx="3417">
                        <c:v>59.81826401</c:v>
                      </c:pt>
                      <c:pt idx="3418">
                        <c:v>59.818279269999998</c:v>
                      </c:pt>
                      <c:pt idx="3419">
                        <c:v>59.818290709999999</c:v>
                      </c:pt>
                      <c:pt idx="3420">
                        <c:v>59.818305969999997</c:v>
                      </c:pt>
                      <c:pt idx="3421">
                        <c:v>59.818321230000002</c:v>
                      </c:pt>
                      <c:pt idx="3422">
                        <c:v>59.818332669999997</c:v>
                      </c:pt>
                      <c:pt idx="3423">
                        <c:v>59.818347930000002</c:v>
                      </c:pt>
                      <c:pt idx="3424">
                        <c:v>59.818363189999999</c:v>
                      </c:pt>
                      <c:pt idx="3425">
                        <c:v>59.818374630000001</c:v>
                      </c:pt>
                      <c:pt idx="3426">
                        <c:v>59.818389889999999</c:v>
                      </c:pt>
                      <c:pt idx="3427">
                        <c:v>59.818405149999997</c:v>
                      </c:pt>
                      <c:pt idx="3428">
                        <c:v>59.818416599999999</c:v>
                      </c:pt>
                      <c:pt idx="3429">
                        <c:v>59.818431850000003</c:v>
                      </c:pt>
                      <c:pt idx="3430">
                        <c:v>59.818443299999998</c:v>
                      </c:pt>
                      <c:pt idx="3431">
                        <c:v>59.818458560000003</c:v>
                      </c:pt>
                      <c:pt idx="3432">
                        <c:v>59.818473820000001</c:v>
                      </c:pt>
                      <c:pt idx="3433">
                        <c:v>59.818485260000003</c:v>
                      </c:pt>
                      <c:pt idx="3434">
                        <c:v>59.818500520000001</c:v>
                      </c:pt>
                      <c:pt idx="3435">
                        <c:v>59.818511960000002</c:v>
                      </c:pt>
                      <c:pt idx="3436">
                        <c:v>59.81852722</c:v>
                      </c:pt>
                      <c:pt idx="3437">
                        <c:v>59.818538670000002</c:v>
                      </c:pt>
                      <c:pt idx="3438">
                        <c:v>59.818553919999999</c:v>
                      </c:pt>
                      <c:pt idx="3439">
                        <c:v>59.818565370000002</c:v>
                      </c:pt>
                      <c:pt idx="3440">
                        <c:v>59.81858063</c:v>
                      </c:pt>
                      <c:pt idx="3441">
                        <c:v>59.818595889999997</c:v>
                      </c:pt>
                      <c:pt idx="3442">
                        <c:v>59.818607329999999</c:v>
                      </c:pt>
                      <c:pt idx="3443">
                        <c:v>59.818622589999997</c:v>
                      </c:pt>
                      <c:pt idx="3444">
                        <c:v>59.818634029999998</c:v>
                      </c:pt>
                      <c:pt idx="3445">
                        <c:v>59.818649290000003</c:v>
                      </c:pt>
                      <c:pt idx="3446">
                        <c:v>59.818660739999999</c:v>
                      </c:pt>
                      <c:pt idx="3447">
                        <c:v>59.818675990000003</c:v>
                      </c:pt>
                      <c:pt idx="3448">
                        <c:v>59.818687439999998</c:v>
                      </c:pt>
                      <c:pt idx="3449">
                        <c:v>59.818702700000003</c:v>
                      </c:pt>
                      <c:pt idx="3450">
                        <c:v>59.818714139999997</c:v>
                      </c:pt>
                      <c:pt idx="3451">
                        <c:v>59.818729400000002</c:v>
                      </c:pt>
                      <c:pt idx="3452">
                        <c:v>59.818740839999997</c:v>
                      </c:pt>
                      <c:pt idx="3453">
                        <c:v>59.818752289999999</c:v>
                      </c:pt>
                      <c:pt idx="3454">
                        <c:v>59.818767549999997</c:v>
                      </c:pt>
                      <c:pt idx="3455">
                        <c:v>59.818778989999998</c:v>
                      </c:pt>
                      <c:pt idx="3456">
                        <c:v>59.818794250000003</c:v>
                      </c:pt>
                      <c:pt idx="3457">
                        <c:v>59.818805689999998</c:v>
                      </c:pt>
                      <c:pt idx="3458">
                        <c:v>59.818820950000003</c:v>
                      </c:pt>
                      <c:pt idx="3459">
                        <c:v>59.818832399999998</c:v>
                      </c:pt>
                      <c:pt idx="3460">
                        <c:v>59.818847660000003</c:v>
                      </c:pt>
                      <c:pt idx="3461">
                        <c:v>59.818859099999997</c:v>
                      </c:pt>
                      <c:pt idx="3462">
                        <c:v>59.818874360000002</c:v>
                      </c:pt>
                      <c:pt idx="3463">
                        <c:v>59.818885799999997</c:v>
                      </c:pt>
                      <c:pt idx="3464">
                        <c:v>59.818897249999999</c:v>
                      </c:pt>
                      <c:pt idx="3465">
                        <c:v>59.818912509999997</c:v>
                      </c:pt>
                      <c:pt idx="3466">
                        <c:v>59.818923949999999</c:v>
                      </c:pt>
                      <c:pt idx="3467">
                        <c:v>59.818939210000003</c:v>
                      </c:pt>
                      <c:pt idx="3468">
                        <c:v>59.818950649999998</c:v>
                      </c:pt>
                      <c:pt idx="3469">
                        <c:v>59.818965910000003</c:v>
                      </c:pt>
                      <c:pt idx="3470">
                        <c:v>59.818977359999998</c:v>
                      </c:pt>
                      <c:pt idx="3471">
                        <c:v>59.8189888</c:v>
                      </c:pt>
                      <c:pt idx="3472">
                        <c:v>59.819004059999997</c:v>
                      </c:pt>
                      <c:pt idx="3473">
                        <c:v>59.819015499999999</c:v>
                      </c:pt>
                      <c:pt idx="3474">
                        <c:v>59.819030759999997</c:v>
                      </c:pt>
                      <c:pt idx="3475">
                        <c:v>59.819042209999999</c:v>
                      </c:pt>
                      <c:pt idx="3476">
                        <c:v>59.819053650000001</c:v>
                      </c:pt>
                      <c:pt idx="3477">
                        <c:v>59.819068909999999</c:v>
                      </c:pt>
                      <c:pt idx="3478">
                        <c:v>59.81908035</c:v>
                      </c:pt>
                      <c:pt idx="3479">
                        <c:v>59.819095609999998</c:v>
                      </c:pt>
                      <c:pt idx="3480">
                        <c:v>59.81910706</c:v>
                      </c:pt>
                      <c:pt idx="3481">
                        <c:v>59.819122309999997</c:v>
                      </c:pt>
                      <c:pt idx="3482">
                        <c:v>59.81913376</c:v>
                      </c:pt>
                      <c:pt idx="3483">
                        <c:v>59.819145200000001</c:v>
                      </c:pt>
                      <c:pt idx="3484">
                        <c:v>59.819160459999999</c:v>
                      </c:pt>
                      <c:pt idx="3485">
                        <c:v>59.819171910000001</c:v>
                      </c:pt>
                      <c:pt idx="3486">
                        <c:v>59.819187159999998</c:v>
                      </c:pt>
                      <c:pt idx="3487">
                        <c:v>59.819198610000001</c:v>
                      </c:pt>
                      <c:pt idx="3488">
                        <c:v>59.819213869999999</c:v>
                      </c:pt>
                      <c:pt idx="3489">
                        <c:v>59.81922531</c:v>
                      </c:pt>
                      <c:pt idx="3490">
                        <c:v>59.819236760000003</c:v>
                      </c:pt>
                      <c:pt idx="3491">
                        <c:v>59.81925201</c:v>
                      </c:pt>
                      <c:pt idx="3492">
                        <c:v>59.819263460000002</c:v>
                      </c:pt>
                      <c:pt idx="3493">
                        <c:v>59.81927872</c:v>
                      </c:pt>
                      <c:pt idx="3494">
                        <c:v>59.819290160000001</c:v>
                      </c:pt>
                      <c:pt idx="3495">
                        <c:v>59.819305419999999</c:v>
                      </c:pt>
                      <c:pt idx="3496">
                        <c:v>59.819316860000001</c:v>
                      </c:pt>
                      <c:pt idx="3497">
                        <c:v>59.819332119999999</c:v>
                      </c:pt>
                      <c:pt idx="3498">
                        <c:v>59.819343570000001</c:v>
                      </c:pt>
                      <c:pt idx="3499">
                        <c:v>59.819358829999999</c:v>
                      </c:pt>
                      <c:pt idx="3500">
                        <c:v>59.81937027</c:v>
                      </c:pt>
                      <c:pt idx="3501">
                        <c:v>59.819385529999998</c:v>
                      </c:pt>
                      <c:pt idx="3502">
                        <c:v>59.81939697</c:v>
                      </c:pt>
                      <c:pt idx="3503">
                        <c:v>59.819412229999998</c:v>
                      </c:pt>
                      <c:pt idx="3504">
                        <c:v>59.81942368</c:v>
                      </c:pt>
                      <c:pt idx="3505">
                        <c:v>59.819438929999997</c:v>
                      </c:pt>
                      <c:pt idx="3506">
                        <c:v>59.819450379999999</c:v>
                      </c:pt>
                      <c:pt idx="3507">
                        <c:v>59.819465639999997</c:v>
                      </c:pt>
                      <c:pt idx="3508">
                        <c:v>59.819477079999999</c:v>
                      </c:pt>
                      <c:pt idx="3509">
                        <c:v>59.819492339999996</c:v>
                      </c:pt>
                      <c:pt idx="3510">
                        <c:v>59.819503779999998</c:v>
                      </c:pt>
                      <c:pt idx="3511">
                        <c:v>59.819519040000003</c:v>
                      </c:pt>
                      <c:pt idx="3512">
                        <c:v>59.819534300000001</c:v>
                      </c:pt>
                      <c:pt idx="3513">
                        <c:v>59.819545750000003</c:v>
                      </c:pt>
                      <c:pt idx="3514">
                        <c:v>59.819561</c:v>
                      </c:pt>
                      <c:pt idx="3515">
                        <c:v>59.819572450000003</c:v>
                      </c:pt>
                      <c:pt idx="3516">
                        <c:v>59.81958771</c:v>
                      </c:pt>
                      <c:pt idx="3517">
                        <c:v>59.819602969999998</c:v>
                      </c:pt>
                      <c:pt idx="3518">
                        <c:v>59.81961441</c:v>
                      </c:pt>
                      <c:pt idx="3519">
                        <c:v>59.819629669999998</c:v>
                      </c:pt>
                      <c:pt idx="3520">
                        <c:v>59.819644930000003</c:v>
                      </c:pt>
                      <c:pt idx="3521">
                        <c:v>59.819656369999997</c:v>
                      </c:pt>
                      <c:pt idx="3522">
                        <c:v>59.819671630000002</c:v>
                      </c:pt>
                      <c:pt idx="3523">
                        <c:v>59.81968689</c:v>
                      </c:pt>
                      <c:pt idx="3524">
                        <c:v>59.819698330000001</c:v>
                      </c:pt>
                      <c:pt idx="3525">
                        <c:v>59.819713589999999</c:v>
                      </c:pt>
                      <c:pt idx="3526">
                        <c:v>59.819728849999997</c:v>
                      </c:pt>
                      <c:pt idx="3527">
                        <c:v>59.819740299999999</c:v>
                      </c:pt>
                      <c:pt idx="3528">
                        <c:v>59.819755549999996</c:v>
                      </c:pt>
                      <c:pt idx="3529">
                        <c:v>59.819770810000001</c:v>
                      </c:pt>
                      <c:pt idx="3530">
                        <c:v>59.819786069999999</c:v>
                      </c:pt>
                      <c:pt idx="3531">
                        <c:v>59.819797520000002</c:v>
                      </c:pt>
                      <c:pt idx="3532">
                        <c:v>59.819812769999999</c:v>
                      </c:pt>
                      <c:pt idx="3533">
                        <c:v>59.819828029999996</c:v>
                      </c:pt>
                      <c:pt idx="3534">
                        <c:v>59.819843290000001</c:v>
                      </c:pt>
                      <c:pt idx="3535">
                        <c:v>59.819858549999999</c:v>
                      </c:pt>
                      <c:pt idx="3536">
                        <c:v>59.819870000000002</c:v>
                      </c:pt>
                      <c:pt idx="3537">
                        <c:v>59.819885249999999</c:v>
                      </c:pt>
                      <c:pt idx="3538">
                        <c:v>59.819900509999997</c:v>
                      </c:pt>
                      <c:pt idx="3539">
                        <c:v>59.819915770000001</c:v>
                      </c:pt>
                      <c:pt idx="3540">
                        <c:v>59.819931029999999</c:v>
                      </c:pt>
                      <c:pt idx="3541">
                        <c:v>59.819946289999997</c:v>
                      </c:pt>
                      <c:pt idx="3542">
                        <c:v>59.819957729999999</c:v>
                      </c:pt>
                      <c:pt idx="3543">
                        <c:v>59.819972989999997</c:v>
                      </c:pt>
                      <c:pt idx="3544">
                        <c:v>59.819988250000002</c:v>
                      </c:pt>
                      <c:pt idx="3545">
                        <c:v>59.820003509999999</c:v>
                      </c:pt>
                      <c:pt idx="3546">
                        <c:v>59.820018769999997</c:v>
                      </c:pt>
                      <c:pt idx="3547">
                        <c:v>59.820034030000002</c:v>
                      </c:pt>
                      <c:pt idx="3548">
                        <c:v>59.82004929</c:v>
                      </c:pt>
                      <c:pt idx="3549">
                        <c:v>59.820064539999997</c:v>
                      </c:pt>
                      <c:pt idx="3550">
                        <c:v>59.820079800000002</c:v>
                      </c:pt>
                      <c:pt idx="3551">
                        <c:v>59.82009506</c:v>
                      </c:pt>
                      <c:pt idx="3552">
                        <c:v>59.820110319999998</c:v>
                      </c:pt>
                      <c:pt idx="3553">
                        <c:v>59.820125580000003</c:v>
                      </c:pt>
                      <c:pt idx="3554">
                        <c:v>59.820140840000001</c:v>
                      </c:pt>
                      <c:pt idx="3555">
                        <c:v>59.820156099999998</c:v>
                      </c:pt>
                      <c:pt idx="3556">
                        <c:v>59.820171360000003</c:v>
                      </c:pt>
                      <c:pt idx="3557">
                        <c:v>59.82018661</c:v>
                      </c:pt>
                      <c:pt idx="3558">
                        <c:v>59.820201869999998</c:v>
                      </c:pt>
                      <c:pt idx="3559">
                        <c:v>59.820217130000003</c:v>
                      </c:pt>
                      <c:pt idx="3560">
                        <c:v>59.820232390000001</c:v>
                      </c:pt>
                      <c:pt idx="3561">
                        <c:v>59.820247649999999</c:v>
                      </c:pt>
                      <c:pt idx="3562">
                        <c:v>59.820262909999997</c:v>
                      </c:pt>
                      <c:pt idx="3563">
                        <c:v>59.820278170000002</c:v>
                      </c:pt>
                      <c:pt idx="3564">
                        <c:v>59.820297240000002</c:v>
                      </c:pt>
                      <c:pt idx="3565">
                        <c:v>59.8203125</c:v>
                      </c:pt>
                      <c:pt idx="3566">
                        <c:v>59.820327759999998</c:v>
                      </c:pt>
                      <c:pt idx="3567">
                        <c:v>59.820343020000003</c:v>
                      </c:pt>
                      <c:pt idx="3568">
                        <c:v>59.820358280000001</c:v>
                      </c:pt>
                      <c:pt idx="3569">
                        <c:v>59.820377350000001</c:v>
                      </c:pt>
                      <c:pt idx="3570">
                        <c:v>59.820392609999999</c:v>
                      </c:pt>
                      <c:pt idx="3571">
                        <c:v>59.820407869999997</c:v>
                      </c:pt>
                      <c:pt idx="3572">
                        <c:v>59.820423130000002</c:v>
                      </c:pt>
                      <c:pt idx="3573">
                        <c:v>59.820442200000002</c:v>
                      </c:pt>
                      <c:pt idx="3574">
                        <c:v>59.82045746</c:v>
                      </c:pt>
                      <c:pt idx="3575">
                        <c:v>59.820472719999998</c:v>
                      </c:pt>
                      <c:pt idx="3576">
                        <c:v>59.820491789999998</c:v>
                      </c:pt>
                      <c:pt idx="3577">
                        <c:v>59.820507050000003</c:v>
                      </c:pt>
                      <c:pt idx="3578">
                        <c:v>59.820522310000001</c:v>
                      </c:pt>
                      <c:pt idx="3579">
                        <c:v>59.820541380000002</c:v>
                      </c:pt>
                      <c:pt idx="3580">
                        <c:v>59.82055664</c:v>
                      </c:pt>
                      <c:pt idx="3581">
                        <c:v>59.820571899999997</c:v>
                      </c:pt>
                      <c:pt idx="3582">
                        <c:v>59.820590969999998</c:v>
                      </c:pt>
                      <c:pt idx="3583">
                        <c:v>59.820606230000003</c:v>
                      </c:pt>
                      <c:pt idx="3584">
                        <c:v>59.820625309999997</c:v>
                      </c:pt>
                      <c:pt idx="3585">
                        <c:v>59.820640560000001</c:v>
                      </c:pt>
                      <c:pt idx="3586">
                        <c:v>59.820659640000002</c:v>
                      </c:pt>
                      <c:pt idx="3587">
                        <c:v>59.8206749</c:v>
                      </c:pt>
                      <c:pt idx="3588">
                        <c:v>59.820693970000001</c:v>
                      </c:pt>
                      <c:pt idx="3589">
                        <c:v>59.820709229999999</c:v>
                      </c:pt>
                      <c:pt idx="3590">
                        <c:v>59.820728299999999</c:v>
                      </c:pt>
                      <c:pt idx="3591">
                        <c:v>59.820743559999997</c:v>
                      </c:pt>
                      <c:pt idx="3592">
                        <c:v>59.820762629999997</c:v>
                      </c:pt>
                      <c:pt idx="3593">
                        <c:v>59.820777890000002</c:v>
                      </c:pt>
                      <c:pt idx="3594">
                        <c:v>59.820796970000004</c:v>
                      </c:pt>
                      <c:pt idx="3595">
                        <c:v>59.820812230000001</c:v>
                      </c:pt>
                      <c:pt idx="3596">
                        <c:v>59.820831300000002</c:v>
                      </c:pt>
                      <c:pt idx="3597">
                        <c:v>59.820850370000002</c:v>
                      </c:pt>
                      <c:pt idx="3598">
                        <c:v>59.82086563</c:v>
                      </c:pt>
                      <c:pt idx="3599">
                        <c:v>59.820884700000001</c:v>
                      </c:pt>
                      <c:pt idx="3600">
                        <c:v>59.820899959999998</c:v>
                      </c:pt>
                      <c:pt idx="3601">
                        <c:v>59.82091904</c:v>
                      </c:pt>
                      <c:pt idx="3602">
                        <c:v>59.82093811</c:v>
                      </c:pt>
                      <c:pt idx="3603">
                        <c:v>59.820957180000001</c:v>
                      </c:pt>
                      <c:pt idx="3604">
                        <c:v>59.820972439999998</c:v>
                      </c:pt>
                      <c:pt idx="3605">
                        <c:v>59.82099152</c:v>
                      </c:pt>
                      <c:pt idx="3606">
                        <c:v>59.82101059</c:v>
                      </c:pt>
                      <c:pt idx="3607">
                        <c:v>59.821025849999998</c:v>
                      </c:pt>
                      <c:pt idx="3608">
                        <c:v>59.821044919999999</c:v>
                      </c:pt>
                      <c:pt idx="3609">
                        <c:v>59.821064</c:v>
                      </c:pt>
                      <c:pt idx="3610">
                        <c:v>59.82108307</c:v>
                      </c:pt>
                      <c:pt idx="3611">
                        <c:v>59.821098329999998</c:v>
                      </c:pt>
                      <c:pt idx="3612">
                        <c:v>59.821117399999999</c:v>
                      </c:pt>
                      <c:pt idx="3613">
                        <c:v>59.821136469999999</c:v>
                      </c:pt>
                      <c:pt idx="3614">
                        <c:v>59.82115555</c:v>
                      </c:pt>
                      <c:pt idx="3615">
                        <c:v>59.821174620000001</c:v>
                      </c:pt>
                      <c:pt idx="3616">
                        <c:v>59.821193700000002</c:v>
                      </c:pt>
                      <c:pt idx="3617">
                        <c:v>59.821208949999999</c:v>
                      </c:pt>
                      <c:pt idx="3618">
                        <c:v>59.82122803</c:v>
                      </c:pt>
                      <c:pt idx="3619">
                        <c:v>59.821247100000001</c:v>
                      </c:pt>
                      <c:pt idx="3620">
                        <c:v>59.821266170000001</c:v>
                      </c:pt>
                      <c:pt idx="3621">
                        <c:v>59.821285250000003</c:v>
                      </c:pt>
                      <c:pt idx="3622">
                        <c:v>59.821304320000003</c:v>
                      </c:pt>
                      <c:pt idx="3623">
                        <c:v>59.821323390000003</c:v>
                      </c:pt>
                      <c:pt idx="3624">
                        <c:v>59.821342469999998</c:v>
                      </c:pt>
                      <c:pt idx="3625">
                        <c:v>59.821361539999998</c:v>
                      </c:pt>
                      <c:pt idx="3626">
                        <c:v>59.821376800000003</c:v>
                      </c:pt>
                      <c:pt idx="3627">
                        <c:v>59.821395870000003</c:v>
                      </c:pt>
                      <c:pt idx="3628">
                        <c:v>59.821414949999998</c:v>
                      </c:pt>
                      <c:pt idx="3629">
                        <c:v>59.821434019999998</c:v>
                      </c:pt>
                      <c:pt idx="3630">
                        <c:v>59.821453089999999</c:v>
                      </c:pt>
                      <c:pt idx="3631">
                        <c:v>59.82147217</c:v>
                      </c:pt>
                      <c:pt idx="3632">
                        <c:v>59.82149124</c:v>
                      </c:pt>
                      <c:pt idx="3633">
                        <c:v>59.821510310000001</c:v>
                      </c:pt>
                      <c:pt idx="3634">
                        <c:v>59.821529390000002</c:v>
                      </c:pt>
                      <c:pt idx="3635">
                        <c:v>59.821548460000002</c:v>
                      </c:pt>
                      <c:pt idx="3636">
                        <c:v>59.821567539999997</c:v>
                      </c:pt>
                      <c:pt idx="3637">
                        <c:v>59.82159042</c:v>
                      </c:pt>
                      <c:pt idx="3638">
                        <c:v>59.821609500000001</c:v>
                      </c:pt>
                      <c:pt idx="3639">
                        <c:v>59.821628570000001</c:v>
                      </c:pt>
                      <c:pt idx="3640">
                        <c:v>59.821647640000002</c:v>
                      </c:pt>
                      <c:pt idx="3641">
                        <c:v>59.821666720000003</c:v>
                      </c:pt>
                      <c:pt idx="3642">
                        <c:v>59.821685789999997</c:v>
                      </c:pt>
                      <c:pt idx="3643">
                        <c:v>59.821704859999997</c:v>
                      </c:pt>
                      <c:pt idx="3644">
                        <c:v>59.821723939999998</c:v>
                      </c:pt>
                      <c:pt idx="3645">
                        <c:v>59.821743009999999</c:v>
                      </c:pt>
                      <c:pt idx="3646">
                        <c:v>59.821762079999999</c:v>
                      </c:pt>
                      <c:pt idx="3647">
                        <c:v>59.821784970000003</c:v>
                      </c:pt>
                      <c:pt idx="3648">
                        <c:v>59.821804049999997</c:v>
                      </c:pt>
                      <c:pt idx="3649">
                        <c:v>59.821823119999998</c:v>
                      </c:pt>
                      <c:pt idx="3650">
                        <c:v>59.821842189999998</c:v>
                      </c:pt>
                      <c:pt idx="3651">
                        <c:v>59.821861269999999</c:v>
                      </c:pt>
                      <c:pt idx="3652">
                        <c:v>59.821884160000003</c:v>
                      </c:pt>
                      <c:pt idx="3653">
                        <c:v>59.821903229999997</c:v>
                      </c:pt>
                      <c:pt idx="3654">
                        <c:v>59.821922299999997</c:v>
                      </c:pt>
                      <c:pt idx="3655">
                        <c:v>59.821941379999998</c:v>
                      </c:pt>
                      <c:pt idx="3656">
                        <c:v>59.821960449999999</c:v>
                      </c:pt>
                      <c:pt idx="3657">
                        <c:v>59.821983340000003</c:v>
                      </c:pt>
                      <c:pt idx="3658">
                        <c:v>59.822002410000003</c:v>
                      </c:pt>
                      <c:pt idx="3659">
                        <c:v>59.822021479999997</c:v>
                      </c:pt>
                      <c:pt idx="3660">
                        <c:v>59.822040559999998</c:v>
                      </c:pt>
                      <c:pt idx="3661">
                        <c:v>59.822063450000002</c:v>
                      </c:pt>
                      <c:pt idx="3662">
                        <c:v>59.822082520000002</c:v>
                      </c:pt>
                      <c:pt idx="3663">
                        <c:v>59.822101590000003</c:v>
                      </c:pt>
                      <c:pt idx="3664">
                        <c:v>59.822124479999999</c:v>
                      </c:pt>
                      <c:pt idx="3665">
                        <c:v>59.82214355</c:v>
                      </c:pt>
                      <c:pt idx="3666">
                        <c:v>59.822162630000001</c:v>
                      </c:pt>
                      <c:pt idx="3667">
                        <c:v>59.822181700000002</c:v>
                      </c:pt>
                      <c:pt idx="3668">
                        <c:v>59.822204589999998</c:v>
                      </c:pt>
                      <c:pt idx="3669">
                        <c:v>59.822223659999999</c:v>
                      </c:pt>
                      <c:pt idx="3670">
                        <c:v>59.82224274</c:v>
                      </c:pt>
                      <c:pt idx="3671">
                        <c:v>59.822265629999997</c:v>
                      </c:pt>
                      <c:pt idx="3672">
                        <c:v>59.822284699999997</c:v>
                      </c:pt>
                      <c:pt idx="3673">
                        <c:v>59.822303769999998</c:v>
                      </c:pt>
                      <c:pt idx="3674">
                        <c:v>59.822326660000002</c:v>
                      </c:pt>
                      <c:pt idx="3675">
                        <c:v>59.822345730000002</c:v>
                      </c:pt>
                      <c:pt idx="3676">
                        <c:v>59.822364810000003</c:v>
                      </c:pt>
                      <c:pt idx="3677">
                        <c:v>59.8223877</c:v>
                      </c:pt>
                      <c:pt idx="3678">
                        <c:v>59.822406770000001</c:v>
                      </c:pt>
                      <c:pt idx="3679">
                        <c:v>59.822425840000001</c:v>
                      </c:pt>
                      <c:pt idx="3680">
                        <c:v>59.822448729999998</c:v>
                      </c:pt>
                      <c:pt idx="3681">
                        <c:v>59.822467799999998</c:v>
                      </c:pt>
                      <c:pt idx="3682">
                        <c:v>59.822490690000002</c:v>
                      </c:pt>
                      <c:pt idx="3683">
                        <c:v>59.822509770000003</c:v>
                      </c:pt>
                      <c:pt idx="3684">
                        <c:v>59.822528839999997</c:v>
                      </c:pt>
                      <c:pt idx="3685">
                        <c:v>59.822551730000001</c:v>
                      </c:pt>
                      <c:pt idx="3686">
                        <c:v>59.822570800000001</c:v>
                      </c:pt>
                      <c:pt idx="3687">
                        <c:v>59.822589870000002</c:v>
                      </c:pt>
                      <c:pt idx="3688">
                        <c:v>59.822612759999998</c:v>
                      </c:pt>
                      <c:pt idx="3689">
                        <c:v>59.82263184</c:v>
                      </c:pt>
                      <c:pt idx="3690">
                        <c:v>59.822654720000003</c:v>
                      </c:pt>
                      <c:pt idx="3691">
                        <c:v>59.822673799999997</c:v>
                      </c:pt>
                      <c:pt idx="3692">
                        <c:v>59.822692869999997</c:v>
                      </c:pt>
                      <c:pt idx="3693">
                        <c:v>59.822715760000001</c:v>
                      </c:pt>
                      <c:pt idx="3694">
                        <c:v>59.822734830000002</c:v>
                      </c:pt>
                      <c:pt idx="3695">
                        <c:v>59.822757719999998</c:v>
                      </c:pt>
                      <c:pt idx="3696">
                        <c:v>59.822776789999999</c:v>
                      </c:pt>
                      <c:pt idx="3697">
                        <c:v>59.82279587</c:v>
                      </c:pt>
                      <c:pt idx="3698">
                        <c:v>59.822818759999997</c:v>
                      </c:pt>
                      <c:pt idx="3699">
                        <c:v>59.822837829999997</c:v>
                      </c:pt>
                      <c:pt idx="3700">
                        <c:v>59.822860720000001</c:v>
                      </c:pt>
                      <c:pt idx="3701">
                        <c:v>59.822879790000002</c:v>
                      </c:pt>
                      <c:pt idx="3702">
                        <c:v>59.822898860000002</c:v>
                      </c:pt>
                      <c:pt idx="3703">
                        <c:v>59.822921749999999</c:v>
                      </c:pt>
                      <c:pt idx="3704">
                        <c:v>59.82294083</c:v>
                      </c:pt>
                      <c:pt idx="3705">
                        <c:v>59.822963710000003</c:v>
                      </c:pt>
                      <c:pt idx="3706">
                        <c:v>59.822982789999998</c:v>
                      </c:pt>
                      <c:pt idx="3707">
                        <c:v>59.823005680000001</c:v>
                      </c:pt>
                      <c:pt idx="3708">
                        <c:v>59.823024750000002</c:v>
                      </c:pt>
                      <c:pt idx="3709">
                        <c:v>59.823043820000002</c:v>
                      </c:pt>
                      <c:pt idx="3710">
                        <c:v>59.823066709999999</c:v>
                      </c:pt>
                      <c:pt idx="3711">
                        <c:v>59.82308578</c:v>
                      </c:pt>
                      <c:pt idx="3712">
                        <c:v>59.823108670000003</c:v>
                      </c:pt>
                      <c:pt idx="3713">
                        <c:v>59.823127749999998</c:v>
                      </c:pt>
                      <c:pt idx="3714">
                        <c:v>59.823150630000001</c:v>
                      </c:pt>
                      <c:pt idx="3715">
                        <c:v>59.823169710000002</c:v>
                      </c:pt>
                      <c:pt idx="3716">
                        <c:v>59.823192599999999</c:v>
                      </c:pt>
                      <c:pt idx="3717">
                        <c:v>59.823211669999999</c:v>
                      </c:pt>
                      <c:pt idx="3718">
                        <c:v>59.823234560000003</c:v>
                      </c:pt>
                      <c:pt idx="3719">
                        <c:v>59.823253630000004</c:v>
                      </c:pt>
                      <c:pt idx="3720">
                        <c:v>59.823272709999998</c:v>
                      </c:pt>
                      <c:pt idx="3721">
                        <c:v>59.823295590000001</c:v>
                      </c:pt>
                      <c:pt idx="3722">
                        <c:v>59.823314670000002</c:v>
                      </c:pt>
                      <c:pt idx="3723">
                        <c:v>59.823337549999998</c:v>
                      </c:pt>
                      <c:pt idx="3724">
                        <c:v>59.823356629999999</c:v>
                      </c:pt>
                      <c:pt idx="3725">
                        <c:v>59.823379520000003</c:v>
                      </c:pt>
                      <c:pt idx="3726">
                        <c:v>59.823398589999996</c:v>
                      </c:pt>
                      <c:pt idx="3727">
                        <c:v>59.82342148</c:v>
                      </c:pt>
                      <c:pt idx="3728">
                        <c:v>59.823440550000001</c:v>
                      </c:pt>
                      <c:pt idx="3729">
                        <c:v>59.823463439999998</c:v>
                      </c:pt>
                      <c:pt idx="3730">
                        <c:v>59.823482509999998</c:v>
                      </c:pt>
                      <c:pt idx="3731">
                        <c:v>59.823505400000002</c:v>
                      </c:pt>
                      <c:pt idx="3732">
                        <c:v>59.823524480000003</c:v>
                      </c:pt>
                      <c:pt idx="3733">
                        <c:v>59.823547359999999</c:v>
                      </c:pt>
                      <c:pt idx="3734">
                        <c:v>59.82356644</c:v>
                      </c:pt>
                      <c:pt idx="3735">
                        <c:v>59.823585510000001</c:v>
                      </c:pt>
                      <c:pt idx="3736">
                        <c:v>59.823608399999998</c:v>
                      </c:pt>
                      <c:pt idx="3737">
                        <c:v>59.823627469999998</c:v>
                      </c:pt>
                      <c:pt idx="3738">
                        <c:v>59.823650360000002</c:v>
                      </c:pt>
                      <c:pt idx="3739">
                        <c:v>59.823669430000002</c:v>
                      </c:pt>
                      <c:pt idx="3740">
                        <c:v>59.823692319999999</c:v>
                      </c:pt>
                      <c:pt idx="3741">
                        <c:v>59.823711400000001</c:v>
                      </c:pt>
                      <c:pt idx="3742">
                        <c:v>59.823734279999996</c:v>
                      </c:pt>
                      <c:pt idx="3743">
                        <c:v>59.823753359999998</c:v>
                      </c:pt>
                      <c:pt idx="3744">
                        <c:v>59.823776250000002</c:v>
                      </c:pt>
                      <c:pt idx="3745">
                        <c:v>59.823795320000002</c:v>
                      </c:pt>
                      <c:pt idx="3746">
                        <c:v>59.823814390000003</c:v>
                      </c:pt>
                      <c:pt idx="3747">
                        <c:v>59.823837279999999</c:v>
                      </c:pt>
                      <c:pt idx="3748">
                        <c:v>59.82385635</c:v>
                      </c:pt>
                      <c:pt idx="3749">
                        <c:v>59.823879239999997</c:v>
                      </c:pt>
                      <c:pt idx="3750">
                        <c:v>59.823898319999998</c:v>
                      </c:pt>
                      <c:pt idx="3751">
                        <c:v>59.823921200000001</c:v>
                      </c:pt>
                      <c:pt idx="3752">
                        <c:v>59.823940280000002</c:v>
                      </c:pt>
                      <c:pt idx="3753">
                        <c:v>59.823959350000003</c:v>
                      </c:pt>
                      <c:pt idx="3754">
                        <c:v>59.823982239999999</c:v>
                      </c:pt>
                      <c:pt idx="3755">
                        <c:v>59.82400131</c:v>
                      </c:pt>
                      <c:pt idx="3756">
                        <c:v>59.824024199999997</c:v>
                      </c:pt>
                      <c:pt idx="3757">
                        <c:v>59.824043269999997</c:v>
                      </c:pt>
                      <c:pt idx="3758">
                        <c:v>59.824062349999998</c:v>
                      </c:pt>
                      <c:pt idx="3759">
                        <c:v>59.824085240000002</c:v>
                      </c:pt>
                      <c:pt idx="3760">
                        <c:v>59.824104310000003</c:v>
                      </c:pt>
                      <c:pt idx="3761">
                        <c:v>59.8241272</c:v>
                      </c:pt>
                      <c:pt idx="3762">
                        <c:v>59.82414627</c:v>
                      </c:pt>
                      <c:pt idx="3763">
                        <c:v>59.82416534</c:v>
                      </c:pt>
                      <c:pt idx="3764">
                        <c:v>59.824188229999997</c:v>
                      </c:pt>
                      <c:pt idx="3765">
                        <c:v>59.824207309999998</c:v>
                      </c:pt>
                      <c:pt idx="3766">
                        <c:v>59.824230190000002</c:v>
                      </c:pt>
                      <c:pt idx="3767">
                        <c:v>59.824249270000003</c:v>
                      </c:pt>
                      <c:pt idx="3768">
                        <c:v>59.824268340000003</c:v>
                      </c:pt>
                      <c:pt idx="3769">
                        <c:v>59.82429123</c:v>
                      </c:pt>
                      <c:pt idx="3770">
                        <c:v>59.8243103</c:v>
                      </c:pt>
                      <c:pt idx="3771">
                        <c:v>59.824329380000002</c:v>
                      </c:pt>
                      <c:pt idx="3772">
                        <c:v>59.824352259999998</c:v>
                      </c:pt>
                      <c:pt idx="3773">
                        <c:v>59.824371339999999</c:v>
                      </c:pt>
                      <c:pt idx="3774">
                        <c:v>59.824390409999999</c:v>
                      </c:pt>
                      <c:pt idx="3775">
                        <c:v>59.824413300000003</c:v>
                      </c:pt>
                      <c:pt idx="3776">
                        <c:v>59.824432369999997</c:v>
                      </c:pt>
                      <c:pt idx="3777">
                        <c:v>59.824451449999998</c:v>
                      </c:pt>
                      <c:pt idx="3778">
                        <c:v>59.824474330000001</c:v>
                      </c:pt>
                      <c:pt idx="3779">
                        <c:v>59.824493410000002</c:v>
                      </c:pt>
                      <c:pt idx="3780">
                        <c:v>59.824516299999999</c:v>
                      </c:pt>
                      <c:pt idx="3781">
                        <c:v>59.82453537</c:v>
                      </c:pt>
                      <c:pt idx="3782">
                        <c:v>59.82455444</c:v>
                      </c:pt>
                      <c:pt idx="3783">
                        <c:v>59.824577329999997</c:v>
                      </c:pt>
                      <c:pt idx="3784">
                        <c:v>59.824596409999998</c:v>
                      </c:pt>
                      <c:pt idx="3785">
                        <c:v>59.824615479999999</c:v>
                      </c:pt>
                      <c:pt idx="3786">
                        <c:v>59.824638370000002</c:v>
                      </c:pt>
                      <c:pt idx="3787">
                        <c:v>59.824657440000003</c:v>
                      </c:pt>
                      <c:pt idx="3788">
                        <c:v>59.824676510000003</c:v>
                      </c:pt>
                      <c:pt idx="3789">
                        <c:v>59.8246994</c:v>
                      </c:pt>
                      <c:pt idx="3790">
                        <c:v>59.824718480000001</c:v>
                      </c:pt>
                      <c:pt idx="3791">
                        <c:v>59.824737550000002</c:v>
                      </c:pt>
                      <c:pt idx="3792">
                        <c:v>59.824760439999999</c:v>
                      </c:pt>
                      <c:pt idx="3793">
                        <c:v>59.824779509999999</c:v>
                      </c:pt>
                      <c:pt idx="3794">
                        <c:v>59.82479858</c:v>
                      </c:pt>
                      <c:pt idx="3795">
                        <c:v>59.824817660000001</c:v>
                      </c:pt>
                      <c:pt idx="3796">
                        <c:v>59.824840549999998</c:v>
                      </c:pt>
                      <c:pt idx="3797">
                        <c:v>59.824859619999998</c:v>
                      </c:pt>
                      <c:pt idx="3798">
                        <c:v>59.824878689999998</c:v>
                      </c:pt>
                      <c:pt idx="3799">
                        <c:v>59.824901580000002</c:v>
                      </c:pt>
                      <c:pt idx="3800">
                        <c:v>59.824920650000003</c:v>
                      </c:pt>
                      <c:pt idx="3801">
                        <c:v>59.824939729999997</c:v>
                      </c:pt>
                      <c:pt idx="3802">
                        <c:v>59.824962620000001</c:v>
                      </c:pt>
                      <c:pt idx="3803">
                        <c:v>59.824981690000001</c:v>
                      </c:pt>
                      <c:pt idx="3804">
                        <c:v>59.825000760000002</c:v>
                      </c:pt>
                      <c:pt idx="3805">
                        <c:v>59.825019840000003</c:v>
                      </c:pt>
                      <c:pt idx="3806">
                        <c:v>59.825042719999999</c:v>
                      </c:pt>
                      <c:pt idx="3807">
                        <c:v>59.8250618</c:v>
                      </c:pt>
                      <c:pt idx="3808">
                        <c:v>59.825080870000001</c:v>
                      </c:pt>
                      <c:pt idx="3809">
                        <c:v>59.825103759999998</c:v>
                      </c:pt>
                      <c:pt idx="3810">
                        <c:v>59.825122829999998</c:v>
                      </c:pt>
                      <c:pt idx="3811">
                        <c:v>59.825141909999999</c:v>
                      </c:pt>
                      <c:pt idx="3812">
                        <c:v>59.82516098</c:v>
                      </c:pt>
                      <c:pt idx="3813">
                        <c:v>59.825183869999996</c:v>
                      </c:pt>
                      <c:pt idx="3814">
                        <c:v>59.825202939999997</c:v>
                      </c:pt>
                      <c:pt idx="3815">
                        <c:v>59.825222019999998</c:v>
                      </c:pt>
                      <c:pt idx="3816">
                        <c:v>59.825241089999999</c:v>
                      </c:pt>
                      <c:pt idx="3817">
                        <c:v>59.825263980000003</c:v>
                      </c:pt>
                      <c:pt idx="3818">
                        <c:v>59.825283050000003</c:v>
                      </c:pt>
                      <c:pt idx="3819">
                        <c:v>59.825302120000003</c:v>
                      </c:pt>
                      <c:pt idx="3820">
                        <c:v>59.825321199999998</c:v>
                      </c:pt>
                      <c:pt idx="3821">
                        <c:v>59.825340269999998</c:v>
                      </c:pt>
                      <c:pt idx="3822">
                        <c:v>59.825363160000002</c:v>
                      </c:pt>
                      <c:pt idx="3823">
                        <c:v>59.825382230000002</c:v>
                      </c:pt>
                      <c:pt idx="3824">
                        <c:v>59.825401309999997</c:v>
                      </c:pt>
                      <c:pt idx="3825">
                        <c:v>59.825420379999997</c:v>
                      </c:pt>
                      <c:pt idx="3826">
                        <c:v>59.825443270000001</c:v>
                      </c:pt>
                      <c:pt idx="3827">
                        <c:v>59.825462340000001</c:v>
                      </c:pt>
                      <c:pt idx="3828">
                        <c:v>59.825481410000002</c:v>
                      </c:pt>
                      <c:pt idx="3829">
                        <c:v>59.825500490000003</c:v>
                      </c:pt>
                      <c:pt idx="3830">
                        <c:v>59.825519559999996</c:v>
                      </c:pt>
                      <c:pt idx="3831">
                        <c:v>59.82554245</c:v>
                      </c:pt>
                      <c:pt idx="3832">
                        <c:v>59.825561520000001</c:v>
                      </c:pt>
                      <c:pt idx="3833">
                        <c:v>59.825580600000002</c:v>
                      </c:pt>
                      <c:pt idx="3834">
                        <c:v>59.825599670000003</c:v>
                      </c:pt>
                      <c:pt idx="3835">
                        <c:v>59.825618740000003</c:v>
                      </c:pt>
                      <c:pt idx="3836">
                        <c:v>59.82564163</c:v>
                      </c:pt>
                      <c:pt idx="3837">
                        <c:v>59.825660710000001</c:v>
                      </c:pt>
                      <c:pt idx="3838">
                        <c:v>59.825679780000002</c:v>
                      </c:pt>
                      <c:pt idx="3839">
                        <c:v>59.825698850000002</c:v>
                      </c:pt>
                      <c:pt idx="3840">
                        <c:v>59.825717930000003</c:v>
                      </c:pt>
                      <c:pt idx="3841">
                        <c:v>59.825740809999999</c:v>
                      </c:pt>
                      <c:pt idx="3842">
                        <c:v>59.82575989</c:v>
                      </c:pt>
                      <c:pt idx="3843">
                        <c:v>59.825778960000001</c:v>
                      </c:pt>
                      <c:pt idx="3844">
                        <c:v>59.825798030000001</c:v>
                      </c:pt>
                      <c:pt idx="3845">
                        <c:v>59.825817110000003</c:v>
                      </c:pt>
                      <c:pt idx="3846">
                        <c:v>59.825839999999999</c:v>
                      </c:pt>
                      <c:pt idx="3847">
                        <c:v>59.82585907</c:v>
                      </c:pt>
                      <c:pt idx="3848">
                        <c:v>59.82587814</c:v>
                      </c:pt>
                      <c:pt idx="3849">
                        <c:v>59.825897220000002</c:v>
                      </c:pt>
                      <c:pt idx="3850">
                        <c:v>59.825916290000002</c:v>
                      </c:pt>
                      <c:pt idx="3851">
                        <c:v>59.825939179999999</c:v>
                      </c:pt>
                      <c:pt idx="3852">
                        <c:v>59.825958249999999</c:v>
                      </c:pt>
                      <c:pt idx="3853">
                        <c:v>59.825977330000001</c:v>
                      </c:pt>
                      <c:pt idx="3854">
                        <c:v>59.825996400000001</c:v>
                      </c:pt>
                      <c:pt idx="3855">
                        <c:v>59.826015470000002</c:v>
                      </c:pt>
                      <c:pt idx="3856">
                        <c:v>59.826038359999998</c:v>
                      </c:pt>
                      <c:pt idx="3857">
                        <c:v>59.826057429999999</c:v>
                      </c:pt>
                      <c:pt idx="3858">
                        <c:v>59.82607651</c:v>
                      </c:pt>
                      <c:pt idx="3859">
                        <c:v>59.82609558</c:v>
                      </c:pt>
                      <c:pt idx="3860">
                        <c:v>59.826114650000001</c:v>
                      </c:pt>
                      <c:pt idx="3861">
                        <c:v>59.826137539999998</c:v>
                      </c:pt>
                      <c:pt idx="3862">
                        <c:v>59.826156619999999</c:v>
                      </c:pt>
                      <c:pt idx="3863">
                        <c:v>59.826175689999999</c:v>
                      </c:pt>
                      <c:pt idx="3864">
                        <c:v>59.82619476</c:v>
                      </c:pt>
                      <c:pt idx="3865">
                        <c:v>59.826213840000001</c:v>
                      </c:pt>
                      <c:pt idx="3866">
                        <c:v>59.826236719999997</c:v>
                      </c:pt>
                      <c:pt idx="3867">
                        <c:v>59.826255799999998</c:v>
                      </c:pt>
                      <c:pt idx="3868">
                        <c:v>59.826274869999999</c:v>
                      </c:pt>
                      <c:pt idx="3869">
                        <c:v>59.82629395</c:v>
                      </c:pt>
                      <c:pt idx="3870">
                        <c:v>59.826316830000003</c:v>
                      </c:pt>
                      <c:pt idx="3871">
                        <c:v>59.826335909999997</c:v>
                      </c:pt>
                      <c:pt idx="3872">
                        <c:v>59.826354979999998</c:v>
                      </c:pt>
                      <c:pt idx="3873">
                        <c:v>59.826374049999998</c:v>
                      </c:pt>
                      <c:pt idx="3874">
                        <c:v>59.826396940000002</c:v>
                      </c:pt>
                      <c:pt idx="3875">
                        <c:v>59.826416020000003</c:v>
                      </c:pt>
                      <c:pt idx="3876">
                        <c:v>59.826435089999997</c:v>
                      </c:pt>
                      <c:pt idx="3877">
                        <c:v>59.826454159999997</c:v>
                      </c:pt>
                      <c:pt idx="3878">
                        <c:v>59.826477050000001</c:v>
                      </c:pt>
                      <c:pt idx="3879">
                        <c:v>59.826496120000002</c:v>
                      </c:pt>
                      <c:pt idx="3880">
                        <c:v>59.826515200000003</c:v>
                      </c:pt>
                      <c:pt idx="3881">
                        <c:v>59.826534270000003</c:v>
                      </c:pt>
                      <c:pt idx="3882">
                        <c:v>59.82655716</c:v>
                      </c:pt>
                      <c:pt idx="3883">
                        <c:v>59.826576230000001</c:v>
                      </c:pt>
                      <c:pt idx="3884">
                        <c:v>59.826595310000002</c:v>
                      </c:pt>
                      <c:pt idx="3885">
                        <c:v>59.826614380000002</c:v>
                      </c:pt>
                      <c:pt idx="3886">
                        <c:v>59.826637269999999</c:v>
                      </c:pt>
                      <c:pt idx="3887">
                        <c:v>59.82665634</c:v>
                      </c:pt>
                      <c:pt idx="3888">
                        <c:v>59.826675420000001</c:v>
                      </c:pt>
                      <c:pt idx="3889">
                        <c:v>59.826698299999997</c:v>
                      </c:pt>
                      <c:pt idx="3890">
                        <c:v>59.826717379999998</c:v>
                      </c:pt>
                      <c:pt idx="3891">
                        <c:v>59.826736449999999</c:v>
                      </c:pt>
                      <c:pt idx="3892">
                        <c:v>59.826755519999999</c:v>
                      </c:pt>
                      <c:pt idx="3893">
                        <c:v>59.826778410000003</c:v>
                      </c:pt>
                      <c:pt idx="3894">
                        <c:v>59.826797489999997</c:v>
                      </c:pt>
                      <c:pt idx="3895">
                        <c:v>59.826816559999997</c:v>
                      </c:pt>
                      <c:pt idx="3896">
                        <c:v>59.826835629999998</c:v>
                      </c:pt>
                      <c:pt idx="3897">
                        <c:v>59.826858520000002</c:v>
                      </c:pt>
                      <c:pt idx="3898">
                        <c:v>59.826877590000002</c:v>
                      </c:pt>
                      <c:pt idx="3899">
                        <c:v>59.826896669999996</c:v>
                      </c:pt>
                      <c:pt idx="3900">
                        <c:v>59.82691956</c:v>
                      </c:pt>
                      <c:pt idx="3901">
                        <c:v>59.826938630000001</c:v>
                      </c:pt>
                      <c:pt idx="3902">
                        <c:v>59.826957700000001</c:v>
                      </c:pt>
                      <c:pt idx="3903">
                        <c:v>59.826980589999998</c:v>
                      </c:pt>
                      <c:pt idx="3904">
                        <c:v>59.826999659999998</c:v>
                      </c:pt>
                      <c:pt idx="3905">
                        <c:v>59.82701874</c:v>
                      </c:pt>
                      <c:pt idx="3906">
                        <c:v>59.827041629999997</c:v>
                      </c:pt>
                      <c:pt idx="3907">
                        <c:v>59.827060699999997</c:v>
                      </c:pt>
                      <c:pt idx="3908">
                        <c:v>59.827079769999997</c:v>
                      </c:pt>
                      <c:pt idx="3909">
                        <c:v>59.827102660000001</c:v>
                      </c:pt>
                      <c:pt idx="3910">
                        <c:v>59.827121730000002</c:v>
                      </c:pt>
                      <c:pt idx="3911">
                        <c:v>59.827140810000003</c:v>
                      </c:pt>
                      <c:pt idx="3912">
                        <c:v>59.8271637</c:v>
                      </c:pt>
                      <c:pt idx="3913">
                        <c:v>59.82718277</c:v>
                      </c:pt>
                      <c:pt idx="3914">
                        <c:v>59.827201840000001</c:v>
                      </c:pt>
                      <c:pt idx="3915">
                        <c:v>59.827224729999998</c:v>
                      </c:pt>
                      <c:pt idx="3916">
                        <c:v>59.827243799999998</c:v>
                      </c:pt>
                      <c:pt idx="3917">
                        <c:v>59.827266690000002</c:v>
                      </c:pt>
                      <c:pt idx="3918">
                        <c:v>59.827285770000003</c:v>
                      </c:pt>
                      <c:pt idx="3919">
                        <c:v>59.827304839999996</c:v>
                      </c:pt>
                      <c:pt idx="3920">
                        <c:v>59.82732773</c:v>
                      </c:pt>
                      <c:pt idx="3921">
                        <c:v>59.827346800000001</c:v>
                      </c:pt>
                      <c:pt idx="3922">
                        <c:v>59.827369689999998</c:v>
                      </c:pt>
                      <c:pt idx="3923">
                        <c:v>59.827388759999998</c:v>
                      </c:pt>
                      <c:pt idx="3924">
                        <c:v>59.827407839999999</c:v>
                      </c:pt>
                      <c:pt idx="3925">
                        <c:v>59.827430730000003</c:v>
                      </c:pt>
                      <c:pt idx="3926">
                        <c:v>59.827449799999997</c:v>
                      </c:pt>
                      <c:pt idx="3927">
                        <c:v>59.82747269</c:v>
                      </c:pt>
                      <c:pt idx="3928">
                        <c:v>59.827491760000001</c:v>
                      </c:pt>
                      <c:pt idx="3929">
                        <c:v>59.827514649999998</c:v>
                      </c:pt>
                      <c:pt idx="3930">
                        <c:v>59.827533719999998</c:v>
                      </c:pt>
                      <c:pt idx="3931">
                        <c:v>59.827556610000002</c:v>
                      </c:pt>
                      <c:pt idx="3932">
                        <c:v>59.827575680000002</c:v>
                      </c:pt>
                      <c:pt idx="3933">
                        <c:v>59.827598569999999</c:v>
                      </c:pt>
                      <c:pt idx="3934">
                        <c:v>59.827617650000001</c:v>
                      </c:pt>
                      <c:pt idx="3935">
                        <c:v>59.827636720000001</c:v>
                      </c:pt>
                      <c:pt idx="3936">
                        <c:v>59.827659609999998</c:v>
                      </c:pt>
                      <c:pt idx="3937">
                        <c:v>59.827682500000002</c:v>
                      </c:pt>
                      <c:pt idx="3938">
                        <c:v>59.827701570000002</c:v>
                      </c:pt>
                      <c:pt idx="3939">
                        <c:v>59.827724459999999</c:v>
                      </c:pt>
                      <c:pt idx="3940">
                        <c:v>59.827743529999999</c:v>
                      </c:pt>
                      <c:pt idx="3941">
                        <c:v>59.827766420000003</c:v>
                      </c:pt>
                      <c:pt idx="3942">
                        <c:v>59.827785489999997</c:v>
                      </c:pt>
                      <c:pt idx="3943">
                        <c:v>59.82780838</c:v>
                      </c:pt>
                      <c:pt idx="3944">
                        <c:v>59.827827450000001</c:v>
                      </c:pt>
                      <c:pt idx="3945">
                        <c:v>59.827850339999998</c:v>
                      </c:pt>
                      <c:pt idx="3946">
                        <c:v>59.827869419999999</c:v>
                      </c:pt>
                      <c:pt idx="3947">
                        <c:v>59.827892300000002</c:v>
                      </c:pt>
                      <c:pt idx="3948">
                        <c:v>59.827915189999999</c:v>
                      </c:pt>
                      <c:pt idx="3949">
                        <c:v>59.82793427</c:v>
                      </c:pt>
                      <c:pt idx="3950">
                        <c:v>59.827957150000003</c:v>
                      </c:pt>
                      <c:pt idx="3951">
                        <c:v>59.827976229999997</c:v>
                      </c:pt>
                      <c:pt idx="3952">
                        <c:v>59.82799911</c:v>
                      </c:pt>
                      <c:pt idx="3953">
                        <c:v>59.828018190000002</c:v>
                      </c:pt>
                      <c:pt idx="3954">
                        <c:v>59.828041079999998</c:v>
                      </c:pt>
                      <c:pt idx="3955">
                        <c:v>59.828063960000001</c:v>
                      </c:pt>
                      <c:pt idx="3956">
                        <c:v>59.828083040000003</c:v>
                      </c:pt>
                      <c:pt idx="3957">
                        <c:v>59.82810593</c:v>
                      </c:pt>
                      <c:pt idx="3958">
                        <c:v>59.828125</c:v>
                      </c:pt>
                      <c:pt idx="3959">
                        <c:v>59.828147889999997</c:v>
                      </c:pt>
                      <c:pt idx="3960">
                        <c:v>59.828170780000001</c:v>
                      </c:pt>
                      <c:pt idx="3961">
                        <c:v>59.828189850000001</c:v>
                      </c:pt>
                      <c:pt idx="3962">
                        <c:v>59.828212739999998</c:v>
                      </c:pt>
                      <c:pt idx="3963">
                        <c:v>59.828235630000002</c:v>
                      </c:pt>
                      <c:pt idx="3964">
                        <c:v>59.828254700000002</c:v>
                      </c:pt>
                      <c:pt idx="3965">
                        <c:v>59.828277589999999</c:v>
                      </c:pt>
                      <c:pt idx="3966">
                        <c:v>59.828300480000003</c:v>
                      </c:pt>
                      <c:pt idx="3967">
                        <c:v>59.828319550000003</c:v>
                      </c:pt>
                      <c:pt idx="3968">
                        <c:v>59.82834244</c:v>
                      </c:pt>
                      <c:pt idx="3969">
                        <c:v>59.828365329999997</c:v>
                      </c:pt>
                      <c:pt idx="3970">
                        <c:v>59.828384399999997</c:v>
                      </c:pt>
                      <c:pt idx="3971">
                        <c:v>59.828407290000001</c:v>
                      </c:pt>
                      <c:pt idx="3972">
                        <c:v>59.828430179999998</c:v>
                      </c:pt>
                      <c:pt idx="3973">
                        <c:v>59.828449249999998</c:v>
                      </c:pt>
                      <c:pt idx="3974">
                        <c:v>59.828472140000002</c:v>
                      </c:pt>
                      <c:pt idx="3975">
                        <c:v>59.828495029999999</c:v>
                      </c:pt>
                      <c:pt idx="3976">
                        <c:v>59.8285141</c:v>
                      </c:pt>
                      <c:pt idx="3977">
                        <c:v>59.828536990000003</c:v>
                      </c:pt>
                      <c:pt idx="3978">
                        <c:v>59.82855988</c:v>
                      </c:pt>
                      <c:pt idx="3979">
                        <c:v>59.828582760000003</c:v>
                      </c:pt>
                      <c:pt idx="3980">
                        <c:v>59.828601839999997</c:v>
                      </c:pt>
                      <c:pt idx="3981">
                        <c:v>59.828624730000001</c:v>
                      </c:pt>
                      <c:pt idx="3982">
                        <c:v>59.828647609999997</c:v>
                      </c:pt>
                      <c:pt idx="3983">
                        <c:v>59.828670500000001</c:v>
                      </c:pt>
                      <c:pt idx="3984">
                        <c:v>59.828689580000002</c:v>
                      </c:pt>
                      <c:pt idx="3985">
                        <c:v>59.828712459999998</c:v>
                      </c:pt>
                      <c:pt idx="3986">
                        <c:v>59.828735350000002</c:v>
                      </c:pt>
                      <c:pt idx="3987">
                        <c:v>59.828758239999999</c:v>
                      </c:pt>
                      <c:pt idx="3988">
                        <c:v>59.82877731</c:v>
                      </c:pt>
                      <c:pt idx="3989">
                        <c:v>59.828800200000003</c:v>
                      </c:pt>
                      <c:pt idx="3990">
                        <c:v>59.82882309</c:v>
                      </c:pt>
                      <c:pt idx="3991">
                        <c:v>59.828845979999997</c:v>
                      </c:pt>
                      <c:pt idx="3992">
                        <c:v>59.828865049999997</c:v>
                      </c:pt>
                      <c:pt idx="3993">
                        <c:v>59.828887940000001</c:v>
                      </c:pt>
                      <c:pt idx="3994">
                        <c:v>59.828910829999998</c:v>
                      </c:pt>
                      <c:pt idx="3995">
                        <c:v>59.828933720000002</c:v>
                      </c:pt>
                      <c:pt idx="3996">
                        <c:v>59.828956599999998</c:v>
                      </c:pt>
                      <c:pt idx="3997">
                        <c:v>59.828979490000002</c:v>
                      </c:pt>
                      <c:pt idx="3998">
                        <c:v>59.828998570000003</c:v>
                      </c:pt>
                      <c:pt idx="3999">
                        <c:v>59.829021449999999</c:v>
                      </c:pt>
                      <c:pt idx="4000">
                        <c:v>59.829044340000003</c:v>
                      </c:pt>
                      <c:pt idx="4001">
                        <c:v>59.82906723</c:v>
                      </c:pt>
                      <c:pt idx="4002">
                        <c:v>59.829090119999996</c:v>
                      </c:pt>
                      <c:pt idx="4003">
                        <c:v>59.82911301</c:v>
                      </c:pt>
                      <c:pt idx="4004">
                        <c:v>59.829135890000003</c:v>
                      </c:pt>
                      <c:pt idx="4005">
                        <c:v>59.829154969999998</c:v>
                      </c:pt>
                      <c:pt idx="4006">
                        <c:v>59.829177860000001</c:v>
                      </c:pt>
                      <c:pt idx="4007">
                        <c:v>59.829200739999997</c:v>
                      </c:pt>
                      <c:pt idx="4008">
                        <c:v>59.829223630000001</c:v>
                      </c:pt>
                      <c:pt idx="4009">
                        <c:v>59.829246519999998</c:v>
                      </c:pt>
                      <c:pt idx="4010">
                        <c:v>59.829269410000002</c:v>
                      </c:pt>
                      <c:pt idx="4011">
                        <c:v>59.829292299999999</c:v>
                      </c:pt>
                      <c:pt idx="4012">
                        <c:v>59.829315190000003</c:v>
                      </c:pt>
                      <c:pt idx="4013">
                        <c:v>59.829338069999999</c:v>
                      </c:pt>
                      <c:pt idx="4014">
                        <c:v>59.829360960000002</c:v>
                      </c:pt>
                      <c:pt idx="4015">
                        <c:v>59.829380039999997</c:v>
                      </c:pt>
                      <c:pt idx="4016">
                        <c:v>59.82940292</c:v>
                      </c:pt>
                      <c:pt idx="4017">
                        <c:v>59.829425809999996</c:v>
                      </c:pt>
                      <c:pt idx="4018">
                        <c:v>59.8294487</c:v>
                      </c:pt>
                      <c:pt idx="4019">
                        <c:v>59.829471589999997</c:v>
                      </c:pt>
                      <c:pt idx="4020">
                        <c:v>59.829494480000001</c:v>
                      </c:pt>
                      <c:pt idx="4021">
                        <c:v>59.829517359999997</c:v>
                      </c:pt>
                      <c:pt idx="4022">
                        <c:v>59.829540250000001</c:v>
                      </c:pt>
                      <c:pt idx="4023">
                        <c:v>59.829563139999998</c:v>
                      </c:pt>
                      <c:pt idx="4024">
                        <c:v>59.829586030000002</c:v>
                      </c:pt>
                      <c:pt idx="4025">
                        <c:v>59.829608919999998</c:v>
                      </c:pt>
                      <c:pt idx="4026">
                        <c:v>59.829631810000002</c:v>
                      </c:pt>
                      <c:pt idx="4027">
                        <c:v>59.829654689999998</c:v>
                      </c:pt>
                      <c:pt idx="4028">
                        <c:v>59.829677580000002</c:v>
                      </c:pt>
                      <c:pt idx="4029">
                        <c:v>59.829700469999999</c:v>
                      </c:pt>
                      <c:pt idx="4030">
                        <c:v>59.829723360000003</c:v>
                      </c:pt>
                      <c:pt idx="4031">
                        <c:v>59.829746249999999</c:v>
                      </c:pt>
                      <c:pt idx="4032">
                        <c:v>59.829769130000003</c:v>
                      </c:pt>
                      <c:pt idx="4033">
                        <c:v>59.829792019999999</c:v>
                      </c:pt>
                      <c:pt idx="4034">
                        <c:v>59.829814910000003</c:v>
                      </c:pt>
                      <c:pt idx="4035">
                        <c:v>59.8298378</c:v>
                      </c:pt>
                      <c:pt idx="4036">
                        <c:v>59.829860689999997</c:v>
                      </c:pt>
                      <c:pt idx="4037">
                        <c:v>59.829883580000001</c:v>
                      </c:pt>
                      <c:pt idx="4038">
                        <c:v>59.829906459999997</c:v>
                      </c:pt>
                      <c:pt idx="4039">
                        <c:v>59.82992935</c:v>
                      </c:pt>
                      <c:pt idx="4040">
                        <c:v>59.829948430000002</c:v>
                      </c:pt>
                      <c:pt idx="4041">
                        <c:v>59.829971309999998</c:v>
                      </c:pt>
                      <c:pt idx="4042">
                        <c:v>59.829994200000002</c:v>
                      </c:pt>
                      <c:pt idx="4043">
                        <c:v>59.830017089999998</c:v>
                      </c:pt>
                      <c:pt idx="4044">
                        <c:v>59.830039980000002</c:v>
                      </c:pt>
                      <c:pt idx="4045">
                        <c:v>59.830062869999999</c:v>
                      </c:pt>
                      <c:pt idx="4046">
                        <c:v>59.830085750000002</c:v>
                      </c:pt>
                      <c:pt idx="4047">
                        <c:v>59.830108639999999</c:v>
                      </c:pt>
                      <c:pt idx="4048">
                        <c:v>59.830131530000003</c:v>
                      </c:pt>
                      <c:pt idx="4049">
                        <c:v>59.83015442</c:v>
                      </c:pt>
                      <c:pt idx="4050">
                        <c:v>59.830177310000003</c:v>
                      </c:pt>
                      <c:pt idx="4051">
                        <c:v>59.8302002</c:v>
                      </c:pt>
                      <c:pt idx="4052">
                        <c:v>59.830223080000003</c:v>
                      </c:pt>
                      <c:pt idx="4053">
                        <c:v>59.83024597</c:v>
                      </c:pt>
                      <c:pt idx="4054">
                        <c:v>59.830268859999997</c:v>
                      </c:pt>
                      <c:pt idx="4055">
                        <c:v>59.830291750000001</c:v>
                      </c:pt>
                      <c:pt idx="4056">
                        <c:v>59.830314639999997</c:v>
                      </c:pt>
                      <c:pt idx="4057">
                        <c:v>59.830341339999997</c:v>
                      </c:pt>
                      <c:pt idx="4058">
                        <c:v>59.830360409999997</c:v>
                      </c:pt>
                      <c:pt idx="4059">
                        <c:v>59.830387119999997</c:v>
                      </c:pt>
                      <c:pt idx="4060">
                        <c:v>59.830410000000001</c:v>
                      </c:pt>
                      <c:pt idx="4061">
                        <c:v>59.830432889999997</c:v>
                      </c:pt>
                      <c:pt idx="4062">
                        <c:v>59.830455780000001</c:v>
                      </c:pt>
                      <c:pt idx="4063">
                        <c:v>59.830478669999998</c:v>
                      </c:pt>
                      <c:pt idx="4064">
                        <c:v>59.830501560000002</c:v>
                      </c:pt>
                      <c:pt idx="4065">
                        <c:v>59.830524439999998</c:v>
                      </c:pt>
                      <c:pt idx="4066">
                        <c:v>59.830547330000002</c:v>
                      </c:pt>
                      <c:pt idx="4067">
                        <c:v>59.830570219999998</c:v>
                      </c:pt>
                      <c:pt idx="4068">
                        <c:v>59.830593110000002</c:v>
                      </c:pt>
                      <c:pt idx="4069">
                        <c:v>59.830615999999999</c:v>
                      </c:pt>
                      <c:pt idx="4070">
                        <c:v>59.830638890000003</c:v>
                      </c:pt>
                      <c:pt idx="4071">
                        <c:v>59.830661769999999</c:v>
                      </c:pt>
                      <c:pt idx="4072">
                        <c:v>59.830684660000003</c:v>
                      </c:pt>
                      <c:pt idx="4073">
                        <c:v>59.83070755</c:v>
                      </c:pt>
                      <c:pt idx="4074">
                        <c:v>59.830730440000004</c:v>
                      </c:pt>
                      <c:pt idx="4075">
                        <c:v>59.83075333</c:v>
                      </c:pt>
                      <c:pt idx="4076">
                        <c:v>59.830776210000003</c:v>
                      </c:pt>
                      <c:pt idx="4077">
                        <c:v>59.8307991</c:v>
                      </c:pt>
                      <c:pt idx="4078">
                        <c:v>59.830821989999997</c:v>
                      </c:pt>
                      <c:pt idx="4079">
                        <c:v>59.830844880000001</c:v>
                      </c:pt>
                      <c:pt idx="4080">
                        <c:v>59.830867769999998</c:v>
                      </c:pt>
                      <c:pt idx="4081">
                        <c:v>59.830890660000001</c:v>
                      </c:pt>
                      <c:pt idx="4082">
                        <c:v>59.830913539999997</c:v>
                      </c:pt>
                      <c:pt idx="4083">
                        <c:v>59.830936430000001</c:v>
                      </c:pt>
                      <c:pt idx="4084">
                        <c:v>59.830959319999998</c:v>
                      </c:pt>
                      <c:pt idx="4085">
                        <c:v>59.830982210000002</c:v>
                      </c:pt>
                      <c:pt idx="4086">
                        <c:v>59.831005099999999</c:v>
                      </c:pt>
                      <c:pt idx="4087">
                        <c:v>59.831027980000002</c:v>
                      </c:pt>
                      <c:pt idx="4088">
                        <c:v>59.831050869999999</c:v>
                      </c:pt>
                      <c:pt idx="4089">
                        <c:v>59.831077579999999</c:v>
                      </c:pt>
                      <c:pt idx="4090">
                        <c:v>59.831100460000002</c:v>
                      </c:pt>
                      <c:pt idx="4091">
                        <c:v>59.831123349999999</c:v>
                      </c:pt>
                      <c:pt idx="4092">
                        <c:v>59.831146240000002</c:v>
                      </c:pt>
                      <c:pt idx="4093">
                        <c:v>59.831169129999999</c:v>
                      </c:pt>
                      <c:pt idx="4094">
                        <c:v>59.831192020000003</c:v>
                      </c:pt>
                      <c:pt idx="4095">
                        <c:v>59.831214899999999</c:v>
                      </c:pt>
                      <c:pt idx="4096">
                        <c:v>59.831237790000003</c:v>
                      </c:pt>
                      <c:pt idx="4097">
                        <c:v>59.83126068</c:v>
                      </c:pt>
                      <c:pt idx="4098">
                        <c:v>59.831283569999997</c:v>
                      </c:pt>
                      <c:pt idx="4099">
                        <c:v>59.83130646</c:v>
                      </c:pt>
                      <c:pt idx="4100">
                        <c:v>59.831329349999997</c:v>
                      </c:pt>
                      <c:pt idx="4101">
                        <c:v>59.83135223</c:v>
                      </c:pt>
                      <c:pt idx="4102">
                        <c:v>59.831375119999997</c:v>
                      </c:pt>
                      <c:pt idx="4103">
                        <c:v>59.831398010000001</c:v>
                      </c:pt>
                      <c:pt idx="4104">
                        <c:v>59.831420899999998</c:v>
                      </c:pt>
                      <c:pt idx="4105">
                        <c:v>59.831443790000002</c:v>
                      </c:pt>
                      <c:pt idx="4106">
                        <c:v>59.831462860000002</c:v>
                      </c:pt>
                      <c:pt idx="4107">
                        <c:v>59.831485749999999</c:v>
                      </c:pt>
                      <c:pt idx="4108">
                        <c:v>59.831508640000003</c:v>
                      </c:pt>
                      <c:pt idx="4109">
                        <c:v>59.831531519999999</c:v>
                      </c:pt>
                      <c:pt idx="4110">
                        <c:v>59.831554410000003</c:v>
                      </c:pt>
                      <c:pt idx="4111">
                        <c:v>59.831577299999999</c:v>
                      </c:pt>
                      <c:pt idx="4112">
                        <c:v>59.831600190000003</c:v>
                      </c:pt>
                      <c:pt idx="4113">
                        <c:v>59.83162308</c:v>
                      </c:pt>
                      <c:pt idx="4114">
                        <c:v>59.831645969999997</c:v>
                      </c:pt>
                      <c:pt idx="4115">
                        <c:v>59.83166885</c:v>
                      </c:pt>
                      <c:pt idx="4116">
                        <c:v>59.831691739999997</c:v>
                      </c:pt>
                      <c:pt idx="4117">
                        <c:v>59.83171463</c:v>
                      </c:pt>
                      <c:pt idx="4118">
                        <c:v>59.831737519999997</c:v>
                      </c:pt>
                      <c:pt idx="4119">
                        <c:v>59.831760410000001</c:v>
                      </c:pt>
                      <c:pt idx="4120">
                        <c:v>59.831783289999997</c:v>
                      </c:pt>
                      <c:pt idx="4121">
                        <c:v>59.831806180000001</c:v>
                      </c:pt>
                      <c:pt idx="4122">
                        <c:v>59.831825260000002</c:v>
                      </c:pt>
                      <c:pt idx="4123">
                        <c:v>59.831848139999998</c:v>
                      </c:pt>
                      <c:pt idx="4124">
                        <c:v>59.831871030000002</c:v>
                      </c:pt>
                      <c:pt idx="4125">
                        <c:v>59.831893919999999</c:v>
                      </c:pt>
                      <c:pt idx="4126">
                        <c:v>59.831916810000003</c:v>
                      </c:pt>
                      <c:pt idx="4127">
                        <c:v>59.8319397</c:v>
                      </c:pt>
                      <c:pt idx="4128">
                        <c:v>59.831962590000003</c:v>
                      </c:pt>
                      <c:pt idx="4129">
                        <c:v>59.831985469999999</c:v>
                      </c:pt>
                      <c:pt idx="4130">
                        <c:v>59.832008360000003</c:v>
                      </c:pt>
                      <c:pt idx="4131">
                        <c:v>59.832027439999997</c:v>
                      </c:pt>
                      <c:pt idx="4132">
                        <c:v>59.83205032</c:v>
                      </c:pt>
                      <c:pt idx="4133">
                        <c:v>59.832073209999997</c:v>
                      </c:pt>
                      <c:pt idx="4134">
                        <c:v>59.832096100000001</c:v>
                      </c:pt>
                      <c:pt idx="4135">
                        <c:v>59.832118989999998</c:v>
                      </c:pt>
                      <c:pt idx="4136">
                        <c:v>59.832141880000002</c:v>
                      </c:pt>
                      <c:pt idx="4137">
                        <c:v>59.832164759999998</c:v>
                      </c:pt>
                      <c:pt idx="4138">
                        <c:v>59.832183839999999</c:v>
                      </c:pt>
                      <c:pt idx="4139">
                        <c:v>59.832206730000003</c:v>
                      </c:pt>
                      <c:pt idx="4140">
                        <c:v>59.832229609999999</c:v>
                      </c:pt>
                      <c:pt idx="4141">
                        <c:v>59.832252500000003</c:v>
                      </c:pt>
                      <c:pt idx="4142">
                        <c:v>59.83227539</c:v>
                      </c:pt>
                      <c:pt idx="4143">
                        <c:v>59.832298280000003</c:v>
                      </c:pt>
                      <c:pt idx="4144">
                        <c:v>59.832317349999997</c:v>
                      </c:pt>
                      <c:pt idx="4145">
                        <c:v>59.832340240000001</c:v>
                      </c:pt>
                      <c:pt idx="4146">
                        <c:v>59.832363129999997</c:v>
                      </c:pt>
                      <c:pt idx="4147">
                        <c:v>59.832386020000001</c:v>
                      </c:pt>
                      <c:pt idx="4148">
                        <c:v>59.832408909999998</c:v>
                      </c:pt>
                      <c:pt idx="4149">
                        <c:v>59.832431790000001</c:v>
                      </c:pt>
                      <c:pt idx="4150">
                        <c:v>59.832450870000002</c:v>
                      </c:pt>
                      <c:pt idx="4151">
                        <c:v>59.832473749999998</c:v>
                      </c:pt>
                      <c:pt idx="4152">
                        <c:v>59.832496640000002</c:v>
                      </c:pt>
                      <c:pt idx="4153">
                        <c:v>59.832519529999999</c:v>
                      </c:pt>
                      <c:pt idx="4154">
                        <c:v>59.832538599999999</c:v>
                      </c:pt>
                      <c:pt idx="4155">
                        <c:v>59.832561490000003</c:v>
                      </c:pt>
                      <c:pt idx="4156">
                        <c:v>59.83258438</c:v>
                      </c:pt>
                      <c:pt idx="4157">
                        <c:v>59.832607269999997</c:v>
                      </c:pt>
                      <c:pt idx="4158">
                        <c:v>59.832630160000001</c:v>
                      </c:pt>
                      <c:pt idx="4159">
                        <c:v>59.832649230000001</c:v>
                      </c:pt>
                      <c:pt idx="4160">
                        <c:v>59.832672119999998</c:v>
                      </c:pt>
                      <c:pt idx="4161">
                        <c:v>59.832695010000002</c:v>
                      </c:pt>
                      <c:pt idx="4162">
                        <c:v>59.832717899999999</c:v>
                      </c:pt>
                      <c:pt idx="4163">
                        <c:v>59.832736969999999</c:v>
                      </c:pt>
                      <c:pt idx="4164">
                        <c:v>59.832759860000003</c:v>
                      </c:pt>
                      <c:pt idx="4165">
                        <c:v>59.83278275</c:v>
                      </c:pt>
                      <c:pt idx="4166">
                        <c:v>59.832805630000003</c:v>
                      </c:pt>
                      <c:pt idx="4167">
                        <c:v>59.832824709999997</c:v>
                      </c:pt>
                      <c:pt idx="4168">
                        <c:v>59.832847600000001</c:v>
                      </c:pt>
                      <c:pt idx="4169">
                        <c:v>59.832870479999997</c:v>
                      </c:pt>
                      <c:pt idx="4170">
                        <c:v>59.832889559999998</c:v>
                      </c:pt>
                      <c:pt idx="4171">
                        <c:v>59.832912450000002</c:v>
                      </c:pt>
                      <c:pt idx="4172">
                        <c:v>59.832935329999998</c:v>
                      </c:pt>
                      <c:pt idx="4173">
                        <c:v>59.832954409999999</c:v>
                      </c:pt>
                      <c:pt idx="4174">
                        <c:v>59.832977290000002</c:v>
                      </c:pt>
                      <c:pt idx="4175">
                        <c:v>59.833000179999999</c:v>
                      </c:pt>
                      <c:pt idx="4176">
                        <c:v>59.83301926</c:v>
                      </c:pt>
                      <c:pt idx="4177">
                        <c:v>59.833042140000003</c:v>
                      </c:pt>
                      <c:pt idx="4178">
                        <c:v>59.83306503</c:v>
                      </c:pt>
                      <c:pt idx="4179">
                        <c:v>59.833084110000001</c:v>
                      </c:pt>
                      <c:pt idx="4180">
                        <c:v>59.833106989999997</c:v>
                      </c:pt>
                      <c:pt idx="4181">
                        <c:v>59.833129880000001</c:v>
                      </c:pt>
                      <c:pt idx="4182">
                        <c:v>59.833148960000003</c:v>
                      </c:pt>
                      <c:pt idx="4183">
                        <c:v>59.833171839999999</c:v>
                      </c:pt>
                      <c:pt idx="4184">
                        <c:v>59.83319092</c:v>
                      </c:pt>
                      <c:pt idx="4185">
                        <c:v>59.833213809999997</c:v>
                      </c:pt>
                      <c:pt idx="4186">
                        <c:v>59.83323669</c:v>
                      </c:pt>
                      <c:pt idx="4187">
                        <c:v>59.833255770000001</c:v>
                      </c:pt>
                      <c:pt idx="4188">
                        <c:v>59.833278659999998</c:v>
                      </c:pt>
                      <c:pt idx="4189">
                        <c:v>59.833301540000001</c:v>
                      </c:pt>
                      <c:pt idx="4190">
                        <c:v>59.833320620000002</c:v>
                      </c:pt>
                      <c:pt idx="4191">
                        <c:v>59.833343509999999</c:v>
                      </c:pt>
                      <c:pt idx="4192">
                        <c:v>59.833362579999999</c:v>
                      </c:pt>
                      <c:pt idx="4193">
                        <c:v>59.833385470000003</c:v>
                      </c:pt>
                      <c:pt idx="4194">
                        <c:v>59.833404539999997</c:v>
                      </c:pt>
                      <c:pt idx="4195">
                        <c:v>59.83342743</c:v>
                      </c:pt>
                      <c:pt idx="4196">
                        <c:v>59.833450319999997</c:v>
                      </c:pt>
                      <c:pt idx="4197">
                        <c:v>59.833469389999998</c:v>
                      </c:pt>
                      <c:pt idx="4198">
                        <c:v>59.833492280000002</c:v>
                      </c:pt>
                      <c:pt idx="4199">
                        <c:v>59.833511350000002</c:v>
                      </c:pt>
                      <c:pt idx="4200">
                        <c:v>59.833534239999999</c:v>
                      </c:pt>
                      <c:pt idx="4201">
                        <c:v>59.833553309999999</c:v>
                      </c:pt>
                      <c:pt idx="4202">
                        <c:v>59.833576200000003</c:v>
                      </c:pt>
                      <c:pt idx="4203">
                        <c:v>59.833595279999997</c:v>
                      </c:pt>
                      <c:pt idx="4204">
                        <c:v>59.83361816</c:v>
                      </c:pt>
                      <c:pt idx="4205">
                        <c:v>59.833637240000002</c:v>
                      </c:pt>
                      <c:pt idx="4206">
                        <c:v>59.833660129999998</c:v>
                      </c:pt>
                      <c:pt idx="4207">
                        <c:v>59.833683010000001</c:v>
                      </c:pt>
                      <c:pt idx="4208">
                        <c:v>59.833702090000003</c:v>
                      </c:pt>
                      <c:pt idx="4209">
                        <c:v>59.83372498</c:v>
                      </c:pt>
                      <c:pt idx="4210">
                        <c:v>59.83374405</c:v>
                      </c:pt>
                      <c:pt idx="4211">
                        <c:v>59.833766939999997</c:v>
                      </c:pt>
                      <c:pt idx="4212">
                        <c:v>59.833786009999997</c:v>
                      </c:pt>
                      <c:pt idx="4213">
                        <c:v>59.833808900000001</c:v>
                      </c:pt>
                      <c:pt idx="4214">
                        <c:v>59.833827970000002</c:v>
                      </c:pt>
                      <c:pt idx="4215">
                        <c:v>59.833850859999998</c:v>
                      </c:pt>
                      <c:pt idx="4216">
                        <c:v>59.833869929999999</c:v>
                      </c:pt>
                      <c:pt idx="4217">
                        <c:v>59.833892820000003</c:v>
                      </c:pt>
                      <c:pt idx="4218">
                        <c:v>59.833911899999997</c:v>
                      </c:pt>
                      <c:pt idx="4219">
                        <c:v>59.83393478</c:v>
                      </c:pt>
                      <c:pt idx="4220">
                        <c:v>59.833953860000001</c:v>
                      </c:pt>
                      <c:pt idx="4221">
                        <c:v>59.833976749999998</c:v>
                      </c:pt>
                      <c:pt idx="4222">
                        <c:v>59.833995819999998</c:v>
                      </c:pt>
                      <c:pt idx="4223">
                        <c:v>59.834018710000002</c:v>
                      </c:pt>
                      <c:pt idx="4224">
                        <c:v>59.834037780000003</c:v>
                      </c:pt>
                      <c:pt idx="4225">
                        <c:v>59.83406067</c:v>
                      </c:pt>
                      <c:pt idx="4226">
                        <c:v>59.83407974</c:v>
                      </c:pt>
                      <c:pt idx="4227">
                        <c:v>59.834102629999997</c:v>
                      </c:pt>
                      <c:pt idx="4228">
                        <c:v>59.834121699999997</c:v>
                      </c:pt>
                      <c:pt idx="4229">
                        <c:v>59.834144590000001</c:v>
                      </c:pt>
                      <c:pt idx="4230">
                        <c:v>59.834163670000002</c:v>
                      </c:pt>
                      <c:pt idx="4231">
                        <c:v>59.834186549999998</c:v>
                      </c:pt>
                      <c:pt idx="4232">
                        <c:v>59.83420563</c:v>
                      </c:pt>
                      <c:pt idx="4233">
                        <c:v>59.834228520000003</c:v>
                      </c:pt>
                      <c:pt idx="4234">
                        <c:v>59.834247589999997</c:v>
                      </c:pt>
                      <c:pt idx="4235">
                        <c:v>59.834270480000001</c:v>
                      </c:pt>
                      <c:pt idx="4236">
                        <c:v>59.834289550000001</c:v>
                      </c:pt>
                      <c:pt idx="4237">
                        <c:v>59.834312439999998</c:v>
                      </c:pt>
                      <c:pt idx="4238">
                        <c:v>59.834331509999998</c:v>
                      </c:pt>
                      <c:pt idx="4239">
                        <c:v>59.83435059</c:v>
                      </c:pt>
                      <c:pt idx="4240">
                        <c:v>59.834373470000003</c:v>
                      </c:pt>
                      <c:pt idx="4241">
                        <c:v>59.834392549999997</c:v>
                      </c:pt>
                      <c:pt idx="4242">
                        <c:v>59.834415440000001</c:v>
                      </c:pt>
                      <c:pt idx="4243">
                        <c:v>59.834434510000001</c:v>
                      </c:pt>
                      <c:pt idx="4244">
                        <c:v>59.834457399999998</c:v>
                      </c:pt>
                      <c:pt idx="4245">
                        <c:v>59.834476469999998</c:v>
                      </c:pt>
                      <c:pt idx="4246">
                        <c:v>59.834495539999999</c:v>
                      </c:pt>
                      <c:pt idx="4247">
                        <c:v>59.834518430000003</c:v>
                      </c:pt>
                      <c:pt idx="4248">
                        <c:v>59.834537509999997</c:v>
                      </c:pt>
                      <c:pt idx="4249">
                        <c:v>59.83456039</c:v>
                      </c:pt>
                      <c:pt idx="4250">
                        <c:v>59.834579470000001</c:v>
                      </c:pt>
                      <c:pt idx="4251">
                        <c:v>59.834598540000002</c:v>
                      </c:pt>
                      <c:pt idx="4252">
                        <c:v>59.834621429999999</c:v>
                      </c:pt>
                      <c:pt idx="4253">
                        <c:v>59.834640499999999</c:v>
                      </c:pt>
                      <c:pt idx="4254">
                        <c:v>59.834663390000003</c:v>
                      </c:pt>
                      <c:pt idx="4255">
                        <c:v>59.834682460000003</c:v>
                      </c:pt>
                      <c:pt idx="4256">
                        <c:v>59.834701539999998</c:v>
                      </c:pt>
                      <c:pt idx="4257">
                        <c:v>59.834724430000001</c:v>
                      </c:pt>
                      <c:pt idx="4258">
                        <c:v>59.834743500000002</c:v>
                      </c:pt>
                      <c:pt idx="4259">
                        <c:v>59.834766389999999</c:v>
                      </c:pt>
                      <c:pt idx="4260">
                        <c:v>59.834785459999999</c:v>
                      </c:pt>
                      <c:pt idx="4261">
                        <c:v>59.83480453</c:v>
                      </c:pt>
                      <c:pt idx="4262">
                        <c:v>59.834827420000003</c:v>
                      </c:pt>
                      <c:pt idx="4263">
                        <c:v>59.834846499999998</c:v>
                      </c:pt>
                      <c:pt idx="4264">
                        <c:v>59.834865569999998</c:v>
                      </c:pt>
                      <c:pt idx="4265">
                        <c:v>59.834888460000002</c:v>
                      </c:pt>
                      <c:pt idx="4266">
                        <c:v>59.834907530000002</c:v>
                      </c:pt>
                      <c:pt idx="4267">
                        <c:v>59.834926609999997</c:v>
                      </c:pt>
                      <c:pt idx="4268">
                        <c:v>59.83494949</c:v>
                      </c:pt>
                      <c:pt idx="4269">
                        <c:v>59.834968570000001</c:v>
                      </c:pt>
                      <c:pt idx="4270">
                        <c:v>59.834991459999998</c:v>
                      </c:pt>
                      <c:pt idx="4271">
                        <c:v>59.835010529999998</c:v>
                      </c:pt>
                      <c:pt idx="4272">
                        <c:v>59.835029599999999</c:v>
                      </c:pt>
                      <c:pt idx="4273">
                        <c:v>59.835052490000002</c:v>
                      </c:pt>
                      <c:pt idx="4274">
                        <c:v>59.835071560000003</c:v>
                      </c:pt>
                      <c:pt idx="4275">
                        <c:v>59.835090639999997</c:v>
                      </c:pt>
                      <c:pt idx="4276">
                        <c:v>59.835113530000001</c:v>
                      </c:pt>
                      <c:pt idx="4277">
                        <c:v>59.835132600000001</c:v>
                      </c:pt>
                      <c:pt idx="4278">
                        <c:v>59.835151670000002</c:v>
                      </c:pt>
                      <c:pt idx="4279">
                        <c:v>59.835174559999999</c:v>
                      </c:pt>
                      <c:pt idx="4280">
                        <c:v>59.835193629999999</c:v>
                      </c:pt>
                      <c:pt idx="4281">
                        <c:v>59.835216520000003</c:v>
                      </c:pt>
                      <c:pt idx="4282">
                        <c:v>59.835235599999997</c:v>
                      </c:pt>
                      <c:pt idx="4283">
                        <c:v>59.835254669999998</c:v>
                      </c:pt>
                      <c:pt idx="4284">
                        <c:v>59.835277560000002</c:v>
                      </c:pt>
                      <c:pt idx="4285">
                        <c:v>59.835296630000002</c:v>
                      </c:pt>
                      <c:pt idx="4286">
                        <c:v>59.835315700000002</c:v>
                      </c:pt>
                      <c:pt idx="4287">
                        <c:v>59.835338589999999</c:v>
                      </c:pt>
                      <c:pt idx="4288">
                        <c:v>59.83535767</c:v>
                      </c:pt>
                      <c:pt idx="4289">
                        <c:v>59.835376740000001</c:v>
                      </c:pt>
                      <c:pt idx="4290">
                        <c:v>59.835399629999998</c:v>
                      </c:pt>
                      <c:pt idx="4291">
                        <c:v>59.835418699999998</c:v>
                      </c:pt>
                      <c:pt idx="4292">
                        <c:v>59.835437769999999</c:v>
                      </c:pt>
                      <c:pt idx="4293">
                        <c:v>59.835460660000003</c:v>
                      </c:pt>
                      <c:pt idx="4294">
                        <c:v>59.835479739999997</c:v>
                      </c:pt>
                      <c:pt idx="4295">
                        <c:v>59.83550262</c:v>
                      </c:pt>
                      <c:pt idx="4296">
                        <c:v>59.835521700000001</c:v>
                      </c:pt>
                      <c:pt idx="4297">
                        <c:v>59.835540770000001</c:v>
                      </c:pt>
                      <c:pt idx="4298">
                        <c:v>59.835559840000002</c:v>
                      </c:pt>
                      <c:pt idx="4299">
                        <c:v>59.835582729999999</c:v>
                      </c:pt>
                      <c:pt idx="4300">
                        <c:v>59.83560181</c:v>
                      </c:pt>
                      <c:pt idx="4301">
                        <c:v>59.835624690000003</c:v>
                      </c:pt>
                      <c:pt idx="4302">
                        <c:v>59.835643769999997</c:v>
                      </c:pt>
                      <c:pt idx="4303">
                        <c:v>59.835662839999998</c:v>
                      </c:pt>
                      <c:pt idx="4304">
                        <c:v>59.835685730000002</c:v>
                      </c:pt>
                      <c:pt idx="4305">
                        <c:v>59.835704800000002</c:v>
                      </c:pt>
                      <c:pt idx="4306">
                        <c:v>59.835723880000003</c:v>
                      </c:pt>
                      <c:pt idx="4307">
                        <c:v>59.83574677</c:v>
                      </c:pt>
                      <c:pt idx="4308">
                        <c:v>59.835765840000001</c:v>
                      </c:pt>
                      <c:pt idx="4309">
                        <c:v>59.835784910000001</c:v>
                      </c:pt>
                      <c:pt idx="4310">
                        <c:v>59.835807799999998</c:v>
                      </c:pt>
                      <c:pt idx="4311">
                        <c:v>59.835826869999998</c:v>
                      </c:pt>
                      <c:pt idx="4312">
                        <c:v>59.83584595</c:v>
                      </c:pt>
                      <c:pt idx="4313">
                        <c:v>59.835868840000003</c:v>
                      </c:pt>
                      <c:pt idx="4314">
                        <c:v>59.835887909999997</c:v>
                      </c:pt>
                      <c:pt idx="4315">
                        <c:v>59.835906979999997</c:v>
                      </c:pt>
                      <c:pt idx="4316">
                        <c:v>59.835929870000001</c:v>
                      </c:pt>
                      <c:pt idx="4317">
                        <c:v>59.835948940000002</c:v>
                      </c:pt>
                      <c:pt idx="4318">
                        <c:v>59.835968020000003</c:v>
                      </c:pt>
                      <c:pt idx="4319">
                        <c:v>59.83599091</c:v>
                      </c:pt>
                      <c:pt idx="4320">
                        <c:v>59.83600998</c:v>
                      </c:pt>
                      <c:pt idx="4321">
                        <c:v>59.83602905</c:v>
                      </c:pt>
                      <c:pt idx="4322">
                        <c:v>59.836048130000002</c:v>
                      </c:pt>
                      <c:pt idx="4323">
                        <c:v>59.836071009999998</c:v>
                      </c:pt>
                      <c:pt idx="4324">
                        <c:v>59.836090089999999</c:v>
                      </c:pt>
                      <c:pt idx="4325">
                        <c:v>59.836109159999999</c:v>
                      </c:pt>
                      <c:pt idx="4326">
                        <c:v>59.836132050000003</c:v>
                      </c:pt>
                      <c:pt idx="4327">
                        <c:v>59.836151119999997</c:v>
                      </c:pt>
                      <c:pt idx="4328">
                        <c:v>59.836170199999998</c:v>
                      </c:pt>
                      <c:pt idx="4329">
                        <c:v>59.836193080000001</c:v>
                      </c:pt>
                      <c:pt idx="4330">
                        <c:v>59.836212160000002</c:v>
                      </c:pt>
                      <c:pt idx="4331">
                        <c:v>59.836231230000003</c:v>
                      </c:pt>
                      <c:pt idx="4332">
                        <c:v>59.83625412</c:v>
                      </c:pt>
                      <c:pt idx="4333">
                        <c:v>59.83627319</c:v>
                      </c:pt>
                      <c:pt idx="4334">
                        <c:v>59.836292270000001</c:v>
                      </c:pt>
                      <c:pt idx="4335">
                        <c:v>59.836315159999998</c:v>
                      </c:pt>
                      <c:pt idx="4336">
                        <c:v>59.836334229999999</c:v>
                      </c:pt>
                      <c:pt idx="4337">
                        <c:v>59.836353299999999</c:v>
                      </c:pt>
                      <c:pt idx="4338">
                        <c:v>59.836376190000003</c:v>
                      </c:pt>
                      <c:pt idx="4339">
                        <c:v>59.836395260000003</c:v>
                      </c:pt>
                      <c:pt idx="4340">
                        <c:v>59.836414339999997</c:v>
                      </c:pt>
                      <c:pt idx="4341">
                        <c:v>59.836437230000001</c:v>
                      </c:pt>
                      <c:pt idx="4342">
                        <c:v>59.836456300000002</c:v>
                      </c:pt>
                      <c:pt idx="4343">
                        <c:v>59.836475370000002</c:v>
                      </c:pt>
                      <c:pt idx="4344">
                        <c:v>59.836498259999999</c:v>
                      </c:pt>
                      <c:pt idx="4345">
                        <c:v>59.83651733</c:v>
                      </c:pt>
                      <c:pt idx="4346">
                        <c:v>59.836536410000001</c:v>
                      </c:pt>
                      <c:pt idx="4347">
                        <c:v>59.836559299999998</c:v>
                      </c:pt>
                      <c:pt idx="4348">
                        <c:v>59.836578369999998</c:v>
                      </c:pt>
                      <c:pt idx="4349">
                        <c:v>59.836597439999998</c:v>
                      </c:pt>
                      <c:pt idx="4350">
                        <c:v>59.836620330000002</c:v>
                      </c:pt>
                      <c:pt idx="4351">
                        <c:v>59.836639400000003</c:v>
                      </c:pt>
                      <c:pt idx="4352">
                        <c:v>59.836658479999997</c:v>
                      </c:pt>
                      <c:pt idx="4353">
                        <c:v>59.836681370000001</c:v>
                      </c:pt>
                      <c:pt idx="4354">
                        <c:v>59.836700440000001</c:v>
                      </c:pt>
                      <c:pt idx="4355">
                        <c:v>59.836719510000002</c:v>
                      </c:pt>
                      <c:pt idx="4356">
                        <c:v>59.836742399999999</c:v>
                      </c:pt>
                      <c:pt idx="4357">
                        <c:v>59.836761469999999</c:v>
                      </c:pt>
                      <c:pt idx="4358">
                        <c:v>59.836784360000003</c:v>
                      </c:pt>
                      <c:pt idx="4359">
                        <c:v>59.836803439999997</c:v>
                      </c:pt>
                      <c:pt idx="4360">
                        <c:v>59.836822509999998</c:v>
                      </c:pt>
                      <c:pt idx="4361">
                        <c:v>59.836845400000001</c:v>
                      </c:pt>
                      <c:pt idx="4362">
                        <c:v>59.836864470000002</c:v>
                      </c:pt>
                      <c:pt idx="4363">
                        <c:v>59.836883540000002</c:v>
                      </c:pt>
                      <c:pt idx="4364">
                        <c:v>59.836906429999999</c:v>
                      </c:pt>
                      <c:pt idx="4365">
                        <c:v>59.83692551</c:v>
                      </c:pt>
                      <c:pt idx="4366">
                        <c:v>59.836948390000003</c:v>
                      </c:pt>
                      <c:pt idx="4367">
                        <c:v>59.836967469999998</c:v>
                      </c:pt>
                      <c:pt idx="4368">
                        <c:v>59.836986539999998</c:v>
                      </c:pt>
                      <c:pt idx="4369">
                        <c:v>59.837009430000002</c:v>
                      </c:pt>
                      <c:pt idx="4370">
                        <c:v>59.837028500000002</c:v>
                      </c:pt>
                      <c:pt idx="4371">
                        <c:v>59.837047579999997</c:v>
                      </c:pt>
                      <c:pt idx="4372">
                        <c:v>59.83707047</c:v>
                      </c:pt>
                      <c:pt idx="4373">
                        <c:v>59.837089540000001</c:v>
                      </c:pt>
                      <c:pt idx="4374">
                        <c:v>59.837112429999998</c:v>
                      </c:pt>
                      <c:pt idx="4375">
                        <c:v>59.837131499999998</c:v>
                      </c:pt>
                      <c:pt idx="4376">
                        <c:v>59.837150569999999</c:v>
                      </c:pt>
                      <c:pt idx="4377">
                        <c:v>59.837173460000002</c:v>
                      </c:pt>
                      <c:pt idx="4378">
                        <c:v>59.837192539999997</c:v>
                      </c:pt>
                      <c:pt idx="4379">
                        <c:v>59.83721542</c:v>
                      </c:pt>
                      <c:pt idx="4380">
                        <c:v>59.837234500000001</c:v>
                      </c:pt>
                      <c:pt idx="4381">
                        <c:v>59.837253570000001</c:v>
                      </c:pt>
                      <c:pt idx="4382">
                        <c:v>59.837276459999998</c:v>
                      </c:pt>
                      <c:pt idx="4383">
                        <c:v>59.837295529999999</c:v>
                      </c:pt>
                      <c:pt idx="4384">
                        <c:v>59.83731461</c:v>
                      </c:pt>
                      <c:pt idx="4385">
                        <c:v>59.837337490000003</c:v>
                      </c:pt>
                      <c:pt idx="4386">
                        <c:v>59.837356569999997</c:v>
                      </c:pt>
                      <c:pt idx="4387">
                        <c:v>59.837379460000001</c:v>
                      </c:pt>
                      <c:pt idx="4388">
                        <c:v>59.837398530000002</c:v>
                      </c:pt>
                      <c:pt idx="4389">
                        <c:v>59.837417600000002</c:v>
                      </c:pt>
                      <c:pt idx="4390">
                        <c:v>59.837440489999999</c:v>
                      </c:pt>
                      <c:pt idx="4391">
                        <c:v>59.837459559999999</c:v>
                      </c:pt>
                      <c:pt idx="4392">
                        <c:v>59.83747864</c:v>
                      </c:pt>
                      <c:pt idx="4393">
                        <c:v>59.837501529999997</c:v>
                      </c:pt>
                      <c:pt idx="4394">
                        <c:v>59.837520599999998</c:v>
                      </c:pt>
                      <c:pt idx="4395">
                        <c:v>59.837543490000002</c:v>
                      </c:pt>
                      <c:pt idx="4396">
                        <c:v>59.837562560000002</c:v>
                      </c:pt>
                      <c:pt idx="4397">
                        <c:v>59.837581630000003</c:v>
                      </c:pt>
                      <c:pt idx="4398">
                        <c:v>59.837604519999999</c:v>
                      </c:pt>
                      <c:pt idx="4399">
                        <c:v>59.837623600000001</c:v>
                      </c:pt>
                      <c:pt idx="4400">
                        <c:v>59.837642670000001</c:v>
                      </c:pt>
                      <c:pt idx="4401">
                        <c:v>59.837665559999998</c:v>
                      </c:pt>
                      <c:pt idx="4402">
                        <c:v>59.837684629999998</c:v>
                      </c:pt>
                      <c:pt idx="4403">
                        <c:v>59.837707520000002</c:v>
                      </c:pt>
                      <c:pt idx="4404">
                        <c:v>59.837726590000003</c:v>
                      </c:pt>
                      <c:pt idx="4405">
                        <c:v>59.837745669999997</c:v>
                      </c:pt>
                      <c:pt idx="4406">
                        <c:v>59.83776855</c:v>
                      </c:pt>
                      <c:pt idx="4407">
                        <c:v>59.837787630000001</c:v>
                      </c:pt>
                      <c:pt idx="4408">
                        <c:v>59.837810519999998</c:v>
                      </c:pt>
                      <c:pt idx="4409">
                        <c:v>59.837829589999998</c:v>
                      </c:pt>
                      <c:pt idx="4410">
                        <c:v>59.837848659999999</c:v>
                      </c:pt>
                      <c:pt idx="4411">
                        <c:v>59.837871550000003</c:v>
                      </c:pt>
                      <c:pt idx="4412">
                        <c:v>59.837890629999997</c:v>
                      </c:pt>
                      <c:pt idx="4413">
                        <c:v>59.837909699999997</c:v>
                      </c:pt>
                      <c:pt idx="4414">
                        <c:v>59.837932590000001</c:v>
                      </c:pt>
                      <c:pt idx="4415">
                        <c:v>59.837951660000002</c:v>
                      </c:pt>
                      <c:pt idx="4416">
                        <c:v>59.837970730000002</c:v>
                      </c:pt>
                      <c:pt idx="4417">
                        <c:v>59.837993619999999</c:v>
                      </c:pt>
                      <c:pt idx="4418">
                        <c:v>59.8380127</c:v>
                      </c:pt>
                      <c:pt idx="4419">
                        <c:v>59.838035580000003</c:v>
                      </c:pt>
                      <c:pt idx="4420">
                        <c:v>59.838054659999997</c:v>
                      </c:pt>
                      <c:pt idx="4421">
                        <c:v>59.838073729999998</c:v>
                      </c:pt>
                      <c:pt idx="4422">
                        <c:v>59.838096620000002</c:v>
                      </c:pt>
                      <c:pt idx="4423">
                        <c:v>59.838115690000002</c:v>
                      </c:pt>
                      <c:pt idx="4424">
                        <c:v>59.838138579999999</c:v>
                      </c:pt>
                      <c:pt idx="4425">
                        <c:v>59.838157649999999</c:v>
                      </c:pt>
                      <c:pt idx="4426">
                        <c:v>59.838176730000001</c:v>
                      </c:pt>
                      <c:pt idx="4427">
                        <c:v>59.838199619999997</c:v>
                      </c:pt>
                      <c:pt idx="4428">
                        <c:v>59.838218689999998</c:v>
                      </c:pt>
                      <c:pt idx="4429">
                        <c:v>59.838237759999998</c:v>
                      </c:pt>
                      <c:pt idx="4430">
                        <c:v>59.838260650000002</c:v>
                      </c:pt>
                      <c:pt idx="4431">
                        <c:v>59.838279720000003</c:v>
                      </c:pt>
                      <c:pt idx="4432">
                        <c:v>59.83830261</c:v>
                      </c:pt>
                      <c:pt idx="4433">
                        <c:v>59.838321690000001</c:v>
                      </c:pt>
                      <c:pt idx="4434">
                        <c:v>59.838340760000001</c:v>
                      </c:pt>
                      <c:pt idx="4435">
                        <c:v>59.838363649999998</c:v>
                      </c:pt>
                      <c:pt idx="4436">
                        <c:v>59.838382719999998</c:v>
                      </c:pt>
                      <c:pt idx="4437">
                        <c:v>59.838401789999999</c:v>
                      </c:pt>
                      <c:pt idx="4438">
                        <c:v>59.838424680000003</c:v>
                      </c:pt>
                      <c:pt idx="4439">
                        <c:v>59.838443759999997</c:v>
                      </c:pt>
                      <c:pt idx="4440">
                        <c:v>59.83846664</c:v>
                      </c:pt>
                      <c:pt idx="4441">
                        <c:v>59.838485720000001</c:v>
                      </c:pt>
                      <c:pt idx="4442">
                        <c:v>59.838504790000002</c:v>
                      </c:pt>
                      <c:pt idx="4443">
                        <c:v>59.838527679999999</c:v>
                      </c:pt>
                      <c:pt idx="4444">
                        <c:v>59.838546749999999</c:v>
                      </c:pt>
                      <c:pt idx="4445">
                        <c:v>59.83856583</c:v>
                      </c:pt>
                      <c:pt idx="4446">
                        <c:v>59.838588710000003</c:v>
                      </c:pt>
                      <c:pt idx="4447">
                        <c:v>59.838607789999998</c:v>
                      </c:pt>
                      <c:pt idx="4448">
                        <c:v>59.838626859999998</c:v>
                      </c:pt>
                      <c:pt idx="4449">
                        <c:v>59.838649750000002</c:v>
                      </c:pt>
                      <c:pt idx="4450">
                        <c:v>59.838668820000002</c:v>
                      </c:pt>
                      <c:pt idx="4451">
                        <c:v>59.838687899999996</c:v>
                      </c:pt>
                      <c:pt idx="4452">
                        <c:v>59.83871078</c:v>
                      </c:pt>
                      <c:pt idx="4453">
                        <c:v>59.838729860000001</c:v>
                      </c:pt>
                      <c:pt idx="4454">
                        <c:v>59.838748930000001</c:v>
                      </c:pt>
                      <c:pt idx="4455">
                        <c:v>59.838771819999998</c:v>
                      </c:pt>
                      <c:pt idx="4456">
                        <c:v>59.838790889999999</c:v>
                      </c:pt>
                      <c:pt idx="4457">
                        <c:v>59.83880997</c:v>
                      </c:pt>
                      <c:pt idx="4458">
                        <c:v>59.838832859999997</c:v>
                      </c:pt>
                      <c:pt idx="4459">
                        <c:v>59.838851929999997</c:v>
                      </c:pt>
                      <c:pt idx="4460">
                        <c:v>59.838870999999997</c:v>
                      </c:pt>
                      <c:pt idx="4461">
                        <c:v>59.838890079999999</c:v>
                      </c:pt>
                      <c:pt idx="4462">
                        <c:v>59.838912960000002</c:v>
                      </c:pt>
                      <c:pt idx="4463">
                        <c:v>59.838932040000003</c:v>
                      </c:pt>
                      <c:pt idx="4464">
                        <c:v>59.838951109999996</c:v>
                      </c:pt>
                      <c:pt idx="4465">
                        <c:v>59.838974</c:v>
                      </c:pt>
                      <c:pt idx="4466">
                        <c:v>59.838993070000001</c:v>
                      </c:pt>
                      <c:pt idx="4467">
                        <c:v>59.839012150000002</c:v>
                      </c:pt>
                      <c:pt idx="4468">
                        <c:v>59.839031220000003</c:v>
                      </c:pt>
                      <c:pt idx="4469">
                        <c:v>59.839054109999999</c:v>
                      </c:pt>
                      <c:pt idx="4470">
                        <c:v>59.83907318</c:v>
                      </c:pt>
                      <c:pt idx="4471">
                        <c:v>59.83909225</c:v>
                      </c:pt>
                      <c:pt idx="4472">
                        <c:v>59.839111330000001</c:v>
                      </c:pt>
                      <c:pt idx="4473">
                        <c:v>59.839134219999998</c:v>
                      </c:pt>
                      <c:pt idx="4474">
                        <c:v>59.839153289999999</c:v>
                      </c:pt>
                      <c:pt idx="4475">
                        <c:v>59.839172359999999</c:v>
                      </c:pt>
                      <c:pt idx="4476">
                        <c:v>59.83919144</c:v>
                      </c:pt>
                      <c:pt idx="4477">
                        <c:v>59.839214320000004</c:v>
                      </c:pt>
                      <c:pt idx="4478">
                        <c:v>59.839233399999998</c:v>
                      </c:pt>
                      <c:pt idx="4479">
                        <c:v>59.839252469999998</c:v>
                      </c:pt>
                      <c:pt idx="4480">
                        <c:v>59.839271549999999</c:v>
                      </c:pt>
                      <c:pt idx="4481">
                        <c:v>59.839294430000002</c:v>
                      </c:pt>
                      <c:pt idx="4482">
                        <c:v>59.839313509999997</c:v>
                      </c:pt>
                      <c:pt idx="4483">
                        <c:v>59.839332579999997</c:v>
                      </c:pt>
                      <c:pt idx="4484">
                        <c:v>59.839351649999998</c:v>
                      </c:pt>
                      <c:pt idx="4485">
                        <c:v>59.839374540000001</c:v>
                      </c:pt>
                      <c:pt idx="4486">
                        <c:v>59.839393620000003</c:v>
                      </c:pt>
                      <c:pt idx="4487">
                        <c:v>59.839412690000003</c:v>
                      </c:pt>
                      <c:pt idx="4488">
                        <c:v>59.839431759999997</c:v>
                      </c:pt>
                      <c:pt idx="4489">
                        <c:v>59.839450839999998</c:v>
                      </c:pt>
                      <c:pt idx="4490">
                        <c:v>59.839473720000001</c:v>
                      </c:pt>
                      <c:pt idx="4491">
                        <c:v>59.839492800000002</c:v>
                      </c:pt>
                      <c:pt idx="4492">
                        <c:v>59.839511870000003</c:v>
                      </c:pt>
                      <c:pt idx="4493">
                        <c:v>59.839530940000003</c:v>
                      </c:pt>
                      <c:pt idx="4494">
                        <c:v>59.83955383</c:v>
                      </c:pt>
                      <c:pt idx="4495">
                        <c:v>59.839572910000001</c:v>
                      </c:pt>
                      <c:pt idx="4496">
                        <c:v>59.839591980000002</c:v>
                      </c:pt>
                      <c:pt idx="4497">
                        <c:v>59.839611050000002</c:v>
                      </c:pt>
                      <c:pt idx="4498">
                        <c:v>59.839630130000003</c:v>
                      </c:pt>
                      <c:pt idx="4499">
                        <c:v>59.83965302</c:v>
                      </c:pt>
                      <c:pt idx="4500">
                        <c:v>59.839672090000001</c:v>
                      </c:pt>
                      <c:pt idx="4501">
                        <c:v>59.839691160000001</c:v>
                      </c:pt>
                      <c:pt idx="4502">
                        <c:v>59.839710240000002</c:v>
                      </c:pt>
                      <c:pt idx="4503">
                        <c:v>59.839729310000003</c:v>
                      </c:pt>
                      <c:pt idx="4504">
                        <c:v>59.839748380000003</c:v>
                      </c:pt>
                      <c:pt idx="4505">
                        <c:v>59.83977127</c:v>
                      </c:pt>
                      <c:pt idx="4506">
                        <c:v>59.83979034</c:v>
                      </c:pt>
                      <c:pt idx="4507">
                        <c:v>59.839809420000002</c:v>
                      </c:pt>
                      <c:pt idx="4508">
                        <c:v>59.839828490000002</c:v>
                      </c:pt>
                      <c:pt idx="4509">
                        <c:v>59.839847560000003</c:v>
                      </c:pt>
                      <c:pt idx="4510">
                        <c:v>59.839870449999999</c:v>
                      </c:pt>
                      <c:pt idx="4511">
                        <c:v>59.839889530000001</c:v>
                      </c:pt>
                      <c:pt idx="4512">
                        <c:v>59.839908600000001</c:v>
                      </c:pt>
                      <c:pt idx="4513">
                        <c:v>59.839927670000002</c:v>
                      </c:pt>
                      <c:pt idx="4514">
                        <c:v>59.839946750000003</c:v>
                      </c:pt>
                      <c:pt idx="4515">
                        <c:v>59.839965820000003</c:v>
                      </c:pt>
                      <c:pt idx="4516">
                        <c:v>59.83998871</c:v>
                      </c:pt>
                      <c:pt idx="4517">
                        <c:v>59.840007780000001</c:v>
                      </c:pt>
                      <c:pt idx="4518">
                        <c:v>59.840026860000002</c:v>
                      </c:pt>
                      <c:pt idx="4519">
                        <c:v>59.840045930000002</c:v>
                      </c:pt>
                      <c:pt idx="4520">
                        <c:v>59.840065000000003</c:v>
                      </c:pt>
                      <c:pt idx="4521">
                        <c:v>59.840084079999997</c:v>
                      </c:pt>
                      <c:pt idx="4522">
                        <c:v>59.840103149999997</c:v>
                      </c:pt>
                      <c:pt idx="4523">
                        <c:v>59.840122219999998</c:v>
                      </c:pt>
                      <c:pt idx="4524">
                        <c:v>59.840145110000002</c:v>
                      </c:pt>
                      <c:pt idx="4525">
                        <c:v>59.840164180000002</c:v>
                      </c:pt>
                      <c:pt idx="4526">
                        <c:v>59.840183260000003</c:v>
                      </c:pt>
                      <c:pt idx="4527">
                        <c:v>59.840202329999997</c:v>
                      </c:pt>
                      <c:pt idx="4528">
                        <c:v>59.840221409999998</c:v>
                      </c:pt>
                      <c:pt idx="4529">
                        <c:v>59.840240479999999</c:v>
                      </c:pt>
                      <c:pt idx="4530">
                        <c:v>59.840259549999999</c:v>
                      </c:pt>
                      <c:pt idx="4531">
                        <c:v>59.84027863</c:v>
                      </c:pt>
                      <c:pt idx="4532">
                        <c:v>59.840297700000001</c:v>
                      </c:pt>
                      <c:pt idx="4533">
                        <c:v>59.840316770000001</c:v>
                      </c:pt>
                      <c:pt idx="4534">
                        <c:v>59.840339659999998</c:v>
                      </c:pt>
                      <c:pt idx="4535">
                        <c:v>59.840358729999998</c:v>
                      </c:pt>
                      <c:pt idx="4536">
                        <c:v>59.84037781</c:v>
                      </c:pt>
                      <c:pt idx="4537">
                        <c:v>59.84039688</c:v>
                      </c:pt>
                      <c:pt idx="4538">
                        <c:v>59.840415950000001</c:v>
                      </c:pt>
                      <c:pt idx="4539">
                        <c:v>59.840435030000002</c:v>
                      </c:pt>
                      <c:pt idx="4540">
                        <c:v>59.840454100000002</c:v>
                      </c:pt>
                      <c:pt idx="4541">
                        <c:v>59.840473179999996</c:v>
                      </c:pt>
                      <c:pt idx="4542">
                        <c:v>59.840492249999997</c:v>
                      </c:pt>
                      <c:pt idx="4543">
                        <c:v>59.840511319999997</c:v>
                      </c:pt>
                      <c:pt idx="4544">
                        <c:v>59.840530399999999</c:v>
                      </c:pt>
                      <c:pt idx="4545">
                        <c:v>59.840549469999999</c:v>
                      </c:pt>
                      <c:pt idx="4546">
                        <c:v>59.84056854</c:v>
                      </c:pt>
                      <c:pt idx="4547">
                        <c:v>59.840587620000001</c:v>
                      </c:pt>
                      <c:pt idx="4548">
                        <c:v>59.840606690000001</c:v>
                      </c:pt>
                      <c:pt idx="4549">
                        <c:v>59.840625760000002</c:v>
                      </c:pt>
                      <c:pt idx="4550">
                        <c:v>59.840644840000003</c:v>
                      </c:pt>
                      <c:pt idx="4551">
                        <c:v>59.840663910000004</c:v>
                      </c:pt>
                      <c:pt idx="4552">
                        <c:v>59.840682979999997</c:v>
                      </c:pt>
                      <c:pt idx="4553">
                        <c:v>59.840702059999998</c:v>
                      </c:pt>
                      <c:pt idx="4554">
                        <c:v>59.840721129999999</c:v>
                      </c:pt>
                      <c:pt idx="4555">
                        <c:v>59.840740199999999</c:v>
                      </c:pt>
                      <c:pt idx="4556">
                        <c:v>59.84075928</c:v>
                      </c:pt>
                      <c:pt idx="4557">
                        <c:v>59.840778350000001</c:v>
                      </c:pt>
                      <c:pt idx="4558">
                        <c:v>59.840797420000001</c:v>
                      </c:pt>
                      <c:pt idx="4559">
                        <c:v>59.840816500000003</c:v>
                      </c:pt>
                      <c:pt idx="4560">
                        <c:v>59.840835570000003</c:v>
                      </c:pt>
                      <c:pt idx="4561">
                        <c:v>59.840854640000003</c:v>
                      </c:pt>
                      <c:pt idx="4562">
                        <c:v>59.840873719999998</c:v>
                      </c:pt>
                      <c:pt idx="4563">
                        <c:v>59.840892789999998</c:v>
                      </c:pt>
                      <c:pt idx="4564">
                        <c:v>59.840911869999999</c:v>
                      </c:pt>
                      <c:pt idx="4565">
                        <c:v>59.84093094</c:v>
                      </c:pt>
                      <c:pt idx="4566">
                        <c:v>59.84095001</c:v>
                      </c:pt>
                      <c:pt idx="4567">
                        <c:v>59.840969090000002</c:v>
                      </c:pt>
                      <c:pt idx="4568">
                        <c:v>59.840988160000002</c:v>
                      </c:pt>
                      <c:pt idx="4569">
                        <c:v>59.841007230000002</c:v>
                      </c:pt>
                      <c:pt idx="4570">
                        <c:v>59.841026309999997</c:v>
                      </c:pt>
                      <c:pt idx="4571">
                        <c:v>59.841045379999997</c:v>
                      </c:pt>
                      <c:pt idx="4572">
                        <c:v>59.841064449999998</c:v>
                      </c:pt>
                      <c:pt idx="4573">
                        <c:v>59.841083529999999</c:v>
                      </c:pt>
                      <c:pt idx="4574">
                        <c:v>59.841102599999999</c:v>
                      </c:pt>
                      <c:pt idx="4575">
                        <c:v>59.84112167</c:v>
                      </c:pt>
                      <c:pt idx="4576">
                        <c:v>59.841140750000001</c:v>
                      </c:pt>
                      <c:pt idx="4577">
                        <c:v>59.841159820000001</c:v>
                      </c:pt>
                      <c:pt idx="4578">
                        <c:v>59.841178890000002</c:v>
                      </c:pt>
                      <c:pt idx="4579">
                        <c:v>59.841197970000003</c:v>
                      </c:pt>
                      <c:pt idx="4580">
                        <c:v>59.841217039999997</c:v>
                      </c:pt>
                      <c:pt idx="4581">
                        <c:v>59.841236109999997</c:v>
                      </c:pt>
                      <c:pt idx="4582">
                        <c:v>59.841255189999998</c:v>
                      </c:pt>
                      <c:pt idx="4583">
                        <c:v>59.841270450000003</c:v>
                      </c:pt>
                      <c:pt idx="4584">
                        <c:v>59.841289519999997</c:v>
                      </c:pt>
                      <c:pt idx="4585">
                        <c:v>59.841308589999997</c:v>
                      </c:pt>
                      <c:pt idx="4586">
                        <c:v>59.841327669999998</c:v>
                      </c:pt>
                      <c:pt idx="4587">
                        <c:v>59.841346739999999</c:v>
                      </c:pt>
                      <c:pt idx="4588">
                        <c:v>59.841365809999999</c:v>
                      </c:pt>
                      <c:pt idx="4589">
                        <c:v>59.84138489</c:v>
                      </c:pt>
                      <c:pt idx="4590">
                        <c:v>59.841403960000001</c:v>
                      </c:pt>
                      <c:pt idx="4591">
                        <c:v>59.841423030000001</c:v>
                      </c:pt>
                      <c:pt idx="4592">
                        <c:v>59.841442110000003</c:v>
                      </c:pt>
                      <c:pt idx="4593">
                        <c:v>59.841461180000003</c:v>
                      </c:pt>
                      <c:pt idx="4594">
                        <c:v>59.841476440000001</c:v>
                      </c:pt>
                      <c:pt idx="4595">
                        <c:v>59.841495510000001</c:v>
                      </c:pt>
                      <c:pt idx="4596">
                        <c:v>59.841514590000003</c:v>
                      </c:pt>
                      <c:pt idx="4597">
                        <c:v>59.841533660000003</c:v>
                      </c:pt>
                      <c:pt idx="4598">
                        <c:v>59.841552729999997</c:v>
                      </c:pt>
                      <c:pt idx="4599">
                        <c:v>59.841571809999998</c:v>
                      </c:pt>
                      <c:pt idx="4600">
                        <c:v>59.841590879999998</c:v>
                      </c:pt>
                      <c:pt idx="4601">
                        <c:v>59.841606140000003</c:v>
                      </c:pt>
                      <c:pt idx="4602">
                        <c:v>59.841625209999997</c:v>
                      </c:pt>
                      <c:pt idx="4603">
                        <c:v>59.841644289999998</c:v>
                      </c:pt>
                      <c:pt idx="4604">
                        <c:v>59.841663359999998</c:v>
                      </c:pt>
                      <c:pt idx="4605">
                        <c:v>59.841682429999999</c:v>
                      </c:pt>
                      <c:pt idx="4606">
                        <c:v>59.84170151</c:v>
                      </c:pt>
                      <c:pt idx="4607">
                        <c:v>59.841716769999998</c:v>
                      </c:pt>
                      <c:pt idx="4608">
                        <c:v>59.841735839999998</c:v>
                      </c:pt>
                      <c:pt idx="4609">
                        <c:v>59.841754909999999</c:v>
                      </c:pt>
                      <c:pt idx="4610">
                        <c:v>59.84177399</c:v>
                      </c:pt>
                      <c:pt idx="4611">
                        <c:v>59.841793060000001</c:v>
                      </c:pt>
                      <c:pt idx="4612">
                        <c:v>59.841808319999998</c:v>
                      </c:pt>
                      <c:pt idx="4613">
                        <c:v>59.841827389999999</c:v>
                      </c:pt>
                      <c:pt idx="4614">
                        <c:v>59.84184647</c:v>
                      </c:pt>
                      <c:pt idx="4615">
                        <c:v>59.841865540000001</c:v>
                      </c:pt>
                      <c:pt idx="4616">
                        <c:v>59.841884610000001</c:v>
                      </c:pt>
                      <c:pt idx="4617">
                        <c:v>59.841899869999999</c:v>
                      </c:pt>
                      <c:pt idx="4618">
                        <c:v>59.84191895</c:v>
                      </c:pt>
                      <c:pt idx="4619">
                        <c:v>59.841938020000001</c:v>
                      </c:pt>
                      <c:pt idx="4620">
                        <c:v>59.841957090000001</c:v>
                      </c:pt>
                      <c:pt idx="4621">
                        <c:v>59.841972349999999</c:v>
                      </c:pt>
                      <c:pt idx="4622">
                        <c:v>59.841991419999999</c:v>
                      </c:pt>
                      <c:pt idx="4623">
                        <c:v>59.842010500000001</c:v>
                      </c:pt>
                      <c:pt idx="4624">
                        <c:v>59.842029570000001</c:v>
                      </c:pt>
                      <c:pt idx="4625">
                        <c:v>59.842044829999999</c:v>
                      </c:pt>
                      <c:pt idx="4626">
                        <c:v>59.842063899999999</c:v>
                      </c:pt>
                      <c:pt idx="4627">
                        <c:v>59.842082980000001</c:v>
                      </c:pt>
                      <c:pt idx="4628">
                        <c:v>59.842102050000001</c:v>
                      </c:pt>
                      <c:pt idx="4629">
                        <c:v>59.842117309999999</c:v>
                      </c:pt>
                      <c:pt idx="4630">
                        <c:v>59.842136379999999</c:v>
                      </c:pt>
                      <c:pt idx="4631">
                        <c:v>59.842155460000001</c:v>
                      </c:pt>
                      <c:pt idx="4632">
                        <c:v>59.842174530000001</c:v>
                      </c:pt>
                      <c:pt idx="4633">
                        <c:v>59.842189789999999</c:v>
                      </c:pt>
                      <c:pt idx="4634">
                        <c:v>59.84220886</c:v>
                      </c:pt>
                      <c:pt idx="4635">
                        <c:v>59.842227940000001</c:v>
                      </c:pt>
                      <c:pt idx="4636">
                        <c:v>59.842247010000001</c:v>
                      </c:pt>
                      <c:pt idx="4637">
                        <c:v>59.842262269999999</c:v>
                      </c:pt>
                      <c:pt idx="4638">
                        <c:v>59.84228134</c:v>
                      </c:pt>
                      <c:pt idx="4639">
                        <c:v>59.842300420000001</c:v>
                      </c:pt>
                      <c:pt idx="4640">
                        <c:v>59.842319490000001</c:v>
                      </c:pt>
                      <c:pt idx="4641">
                        <c:v>59.842334749999999</c:v>
                      </c:pt>
                      <c:pt idx="4642">
                        <c:v>59.84235382</c:v>
                      </c:pt>
                      <c:pt idx="4643">
                        <c:v>59.84237289</c:v>
                      </c:pt>
                      <c:pt idx="4644">
                        <c:v>59.842391970000001</c:v>
                      </c:pt>
                      <c:pt idx="4645">
                        <c:v>59.842407229999999</c:v>
                      </c:pt>
                      <c:pt idx="4646">
                        <c:v>59.8424263</c:v>
                      </c:pt>
                      <c:pt idx="4647">
                        <c:v>59.84244537</c:v>
                      </c:pt>
                      <c:pt idx="4648">
                        <c:v>59.842460629999998</c:v>
                      </c:pt>
                      <c:pt idx="4649">
                        <c:v>59.842479709999999</c:v>
                      </c:pt>
                      <c:pt idx="4650">
                        <c:v>59.84249878</c:v>
                      </c:pt>
                      <c:pt idx="4651">
                        <c:v>59.84251785</c:v>
                      </c:pt>
                      <c:pt idx="4652">
                        <c:v>59.842533109999998</c:v>
                      </c:pt>
                      <c:pt idx="4653">
                        <c:v>59.842552189999999</c:v>
                      </c:pt>
                      <c:pt idx="4654">
                        <c:v>59.84257126</c:v>
                      </c:pt>
                      <c:pt idx="4655">
                        <c:v>59.842586519999998</c:v>
                      </c:pt>
                      <c:pt idx="4656">
                        <c:v>59.842605589999998</c:v>
                      </c:pt>
                      <c:pt idx="4657">
                        <c:v>59.842624659999998</c:v>
                      </c:pt>
                      <c:pt idx="4658">
                        <c:v>59.842639920000003</c:v>
                      </c:pt>
                      <c:pt idx="4659">
                        <c:v>59.842658999999998</c:v>
                      </c:pt>
                      <c:pt idx="4660">
                        <c:v>59.842678069999998</c:v>
                      </c:pt>
                      <c:pt idx="4661">
                        <c:v>59.842697139999999</c:v>
                      </c:pt>
                      <c:pt idx="4662">
                        <c:v>59.842712400000003</c:v>
                      </c:pt>
                      <c:pt idx="4663">
                        <c:v>59.842731479999998</c:v>
                      </c:pt>
                      <c:pt idx="4664">
                        <c:v>59.842750549999998</c:v>
                      </c:pt>
                      <c:pt idx="4665">
                        <c:v>59.842765810000003</c:v>
                      </c:pt>
                      <c:pt idx="4666">
                        <c:v>59.842784880000004</c:v>
                      </c:pt>
                      <c:pt idx="4667">
                        <c:v>59.842800140000001</c:v>
                      </c:pt>
                      <c:pt idx="4668">
                        <c:v>59.842819210000002</c:v>
                      </c:pt>
                      <c:pt idx="4669">
                        <c:v>59.842838290000003</c:v>
                      </c:pt>
                      <c:pt idx="4670">
                        <c:v>59.842853550000001</c:v>
                      </c:pt>
                      <c:pt idx="4671">
                        <c:v>59.842872620000001</c:v>
                      </c:pt>
                      <c:pt idx="4672">
                        <c:v>59.842891690000002</c:v>
                      </c:pt>
                      <c:pt idx="4673">
                        <c:v>59.84290695</c:v>
                      </c:pt>
                      <c:pt idx="4674">
                        <c:v>59.842926030000001</c:v>
                      </c:pt>
                      <c:pt idx="4675">
                        <c:v>59.842945100000001</c:v>
                      </c:pt>
                      <c:pt idx="4676">
                        <c:v>59.842960359999999</c:v>
                      </c:pt>
                      <c:pt idx="4677">
                        <c:v>59.84297943</c:v>
                      </c:pt>
                      <c:pt idx="4678">
                        <c:v>59.8429985</c:v>
                      </c:pt>
                      <c:pt idx="4679">
                        <c:v>59.843013759999998</c:v>
                      </c:pt>
                      <c:pt idx="4680">
                        <c:v>59.843032839999999</c:v>
                      </c:pt>
                      <c:pt idx="4681">
                        <c:v>59.84305191</c:v>
                      </c:pt>
                      <c:pt idx="4682">
                        <c:v>59.843067169999998</c:v>
                      </c:pt>
                      <c:pt idx="4683">
                        <c:v>59.843086239999998</c:v>
                      </c:pt>
                      <c:pt idx="4684">
                        <c:v>59.843105319999999</c:v>
                      </c:pt>
                      <c:pt idx="4685">
                        <c:v>59.843120570000004</c:v>
                      </c:pt>
                      <c:pt idx="4686">
                        <c:v>59.843139649999998</c:v>
                      </c:pt>
                      <c:pt idx="4687">
                        <c:v>59.843154910000003</c:v>
                      </c:pt>
                      <c:pt idx="4688">
                        <c:v>59.843173980000003</c:v>
                      </c:pt>
                      <c:pt idx="4689">
                        <c:v>59.843193049999996</c:v>
                      </c:pt>
                      <c:pt idx="4690">
                        <c:v>59.843208310000001</c:v>
                      </c:pt>
                      <c:pt idx="4691">
                        <c:v>59.843227390000003</c:v>
                      </c:pt>
                      <c:pt idx="4692">
                        <c:v>59.843246460000003</c:v>
                      </c:pt>
                      <c:pt idx="4693">
                        <c:v>59.843261720000001</c:v>
                      </c:pt>
                      <c:pt idx="4694">
                        <c:v>59.843280790000001</c:v>
                      </c:pt>
                      <c:pt idx="4695">
                        <c:v>59.843296049999999</c:v>
                      </c:pt>
                      <c:pt idx="4696">
                        <c:v>59.84331512</c:v>
                      </c:pt>
                      <c:pt idx="4697">
                        <c:v>59.843334200000001</c:v>
                      </c:pt>
                      <c:pt idx="4698">
                        <c:v>59.843349459999999</c:v>
                      </c:pt>
                      <c:pt idx="4699">
                        <c:v>59.843368529999999</c:v>
                      </c:pt>
                      <c:pt idx="4700">
                        <c:v>59.8433876</c:v>
                      </c:pt>
                      <c:pt idx="4701">
                        <c:v>59.843402859999998</c:v>
                      </c:pt>
                      <c:pt idx="4702">
                        <c:v>59.843421939999999</c:v>
                      </c:pt>
                      <c:pt idx="4703">
                        <c:v>59.843437190000003</c:v>
                      </c:pt>
                      <c:pt idx="4704">
                        <c:v>59.843456269999997</c:v>
                      </c:pt>
                      <c:pt idx="4705">
                        <c:v>59.843475339999998</c:v>
                      </c:pt>
                      <c:pt idx="4706">
                        <c:v>59.843490600000003</c:v>
                      </c:pt>
                      <c:pt idx="4707">
                        <c:v>59.843509670000003</c:v>
                      </c:pt>
                      <c:pt idx="4708">
                        <c:v>59.843528749999997</c:v>
                      </c:pt>
                      <c:pt idx="4709">
                        <c:v>59.843544010000002</c:v>
                      </c:pt>
                      <c:pt idx="4710">
                        <c:v>59.843563080000003</c:v>
                      </c:pt>
                      <c:pt idx="4711">
                        <c:v>59.843582150000003</c:v>
                      </c:pt>
                      <c:pt idx="4712">
                        <c:v>59.843597410000001</c:v>
                      </c:pt>
                      <c:pt idx="4713">
                        <c:v>59.843616490000002</c:v>
                      </c:pt>
                      <c:pt idx="4714">
                        <c:v>59.843631739999999</c:v>
                      </c:pt>
                      <c:pt idx="4715">
                        <c:v>59.843650820000001</c:v>
                      </c:pt>
                      <c:pt idx="4716">
                        <c:v>59.843669890000001</c:v>
                      </c:pt>
                      <c:pt idx="4717">
                        <c:v>59.843685149999999</c:v>
                      </c:pt>
                      <c:pt idx="4718">
                        <c:v>59.843704219999999</c:v>
                      </c:pt>
                      <c:pt idx="4719">
                        <c:v>59.843723300000001</c:v>
                      </c:pt>
                      <c:pt idx="4720">
                        <c:v>59.843738559999998</c:v>
                      </c:pt>
                      <c:pt idx="4721">
                        <c:v>59.843757629999999</c:v>
                      </c:pt>
                      <c:pt idx="4722">
                        <c:v>59.843776699999999</c:v>
                      </c:pt>
                      <c:pt idx="4723">
                        <c:v>59.843791959999997</c:v>
                      </c:pt>
                      <c:pt idx="4724">
                        <c:v>59.843811039999999</c:v>
                      </c:pt>
                      <c:pt idx="4725">
                        <c:v>59.843826290000003</c:v>
                      </c:pt>
                      <c:pt idx="4726">
                        <c:v>59.843845369999997</c:v>
                      </c:pt>
                      <c:pt idx="4727">
                        <c:v>59.843864439999997</c:v>
                      </c:pt>
                      <c:pt idx="4728">
                        <c:v>59.843879700000002</c:v>
                      </c:pt>
                      <c:pt idx="4729">
                        <c:v>59.843898770000003</c:v>
                      </c:pt>
                      <c:pt idx="4730">
                        <c:v>59.843914030000001</c:v>
                      </c:pt>
                      <c:pt idx="4731">
                        <c:v>59.843933110000002</c:v>
                      </c:pt>
                      <c:pt idx="4732">
                        <c:v>59.843952180000002</c:v>
                      </c:pt>
                      <c:pt idx="4733">
                        <c:v>59.84396744</c:v>
                      </c:pt>
                      <c:pt idx="4734">
                        <c:v>59.843986510000001</c:v>
                      </c:pt>
                      <c:pt idx="4735">
                        <c:v>59.844001769999998</c:v>
                      </c:pt>
                      <c:pt idx="4736">
                        <c:v>59.844020839999999</c:v>
                      </c:pt>
                      <c:pt idx="4737">
                        <c:v>59.84403992</c:v>
                      </c:pt>
                      <c:pt idx="4738">
                        <c:v>59.844055179999998</c:v>
                      </c:pt>
                      <c:pt idx="4739">
                        <c:v>59.844074249999998</c:v>
                      </c:pt>
                      <c:pt idx="4740">
                        <c:v>59.844089510000003</c:v>
                      </c:pt>
                      <c:pt idx="4741">
                        <c:v>59.844108579999997</c:v>
                      </c:pt>
                      <c:pt idx="4742">
                        <c:v>59.844127659999998</c:v>
                      </c:pt>
                      <c:pt idx="4743">
                        <c:v>59.844142910000002</c:v>
                      </c:pt>
                      <c:pt idx="4744">
                        <c:v>59.844161990000003</c:v>
                      </c:pt>
                      <c:pt idx="4745">
                        <c:v>59.844177250000001</c:v>
                      </c:pt>
                      <c:pt idx="4746">
                        <c:v>59.844196320000002</c:v>
                      </c:pt>
                      <c:pt idx="4747">
                        <c:v>59.84421158</c:v>
                      </c:pt>
                      <c:pt idx="4748">
                        <c:v>59.84423065</c:v>
                      </c:pt>
                      <c:pt idx="4749">
                        <c:v>59.844249730000001</c:v>
                      </c:pt>
                      <c:pt idx="4750">
                        <c:v>59.844264979999998</c:v>
                      </c:pt>
                      <c:pt idx="4751">
                        <c:v>59.84428406</c:v>
                      </c:pt>
                      <c:pt idx="4752">
                        <c:v>59.844299319999998</c:v>
                      </c:pt>
                      <c:pt idx="4753">
                        <c:v>59.844318389999998</c:v>
                      </c:pt>
                      <c:pt idx="4754">
                        <c:v>59.844333650000003</c:v>
                      </c:pt>
                      <c:pt idx="4755">
                        <c:v>59.844352720000003</c:v>
                      </c:pt>
                      <c:pt idx="4756">
                        <c:v>59.844367980000001</c:v>
                      </c:pt>
                      <c:pt idx="4757">
                        <c:v>59.844387050000002</c:v>
                      </c:pt>
                      <c:pt idx="4758">
                        <c:v>59.844406130000003</c:v>
                      </c:pt>
                      <c:pt idx="4759">
                        <c:v>59.844421390000001</c:v>
                      </c:pt>
                      <c:pt idx="4760">
                        <c:v>59.844440460000001</c:v>
                      </c:pt>
                      <c:pt idx="4761">
                        <c:v>59.844455719999999</c:v>
                      </c:pt>
                      <c:pt idx="4762">
                        <c:v>59.84447479</c:v>
                      </c:pt>
                      <c:pt idx="4763">
                        <c:v>59.844490049999997</c:v>
                      </c:pt>
                      <c:pt idx="4764">
                        <c:v>59.844509119999998</c:v>
                      </c:pt>
                      <c:pt idx="4765">
                        <c:v>59.844524380000003</c:v>
                      </c:pt>
                      <c:pt idx="4766">
                        <c:v>59.844543459999997</c:v>
                      </c:pt>
                      <c:pt idx="4767">
                        <c:v>59.844558720000002</c:v>
                      </c:pt>
                      <c:pt idx="4768">
                        <c:v>59.844577790000002</c:v>
                      </c:pt>
                      <c:pt idx="4769">
                        <c:v>59.84459305</c:v>
                      </c:pt>
                      <c:pt idx="4770">
                        <c:v>59.844612120000001</c:v>
                      </c:pt>
                      <c:pt idx="4771">
                        <c:v>59.844631200000002</c:v>
                      </c:pt>
                      <c:pt idx="4772">
                        <c:v>59.844646449999999</c:v>
                      </c:pt>
                      <c:pt idx="4773">
                        <c:v>59.84466553</c:v>
                      </c:pt>
                      <c:pt idx="4774">
                        <c:v>59.844680789999998</c:v>
                      </c:pt>
                      <c:pt idx="4775">
                        <c:v>59.844699859999999</c:v>
                      </c:pt>
                      <c:pt idx="4776">
                        <c:v>59.844715119999996</c:v>
                      </c:pt>
                      <c:pt idx="4777">
                        <c:v>59.844734189999997</c:v>
                      </c:pt>
                      <c:pt idx="4778">
                        <c:v>59.844749450000002</c:v>
                      </c:pt>
                      <c:pt idx="4779">
                        <c:v>59.844768520000002</c:v>
                      </c:pt>
                      <c:pt idx="4780">
                        <c:v>59.84478378</c:v>
                      </c:pt>
                      <c:pt idx="4781">
                        <c:v>59.844802860000001</c:v>
                      </c:pt>
                      <c:pt idx="4782">
                        <c:v>59.844818119999999</c:v>
                      </c:pt>
                      <c:pt idx="4783">
                        <c:v>59.84483719</c:v>
                      </c:pt>
                      <c:pt idx="4784">
                        <c:v>59.844852449999998</c:v>
                      </c:pt>
                      <c:pt idx="4785">
                        <c:v>59.844871519999998</c:v>
                      </c:pt>
                      <c:pt idx="4786">
                        <c:v>59.844886780000003</c:v>
                      </c:pt>
                      <c:pt idx="4787">
                        <c:v>59.844905850000004</c:v>
                      </c:pt>
                      <c:pt idx="4788">
                        <c:v>59.844921110000001</c:v>
                      </c:pt>
                      <c:pt idx="4789">
                        <c:v>59.844940190000003</c:v>
                      </c:pt>
                      <c:pt idx="4790">
                        <c:v>59.84495544</c:v>
                      </c:pt>
                      <c:pt idx="4791">
                        <c:v>59.844974520000001</c:v>
                      </c:pt>
                      <c:pt idx="4792">
                        <c:v>59.844993590000001</c:v>
                      </c:pt>
                      <c:pt idx="4793">
                        <c:v>59.845008849999999</c:v>
                      </c:pt>
                      <c:pt idx="4794">
                        <c:v>59.84502792</c:v>
                      </c:pt>
                      <c:pt idx="4795">
                        <c:v>59.845043179999998</c:v>
                      </c:pt>
                      <c:pt idx="4796">
                        <c:v>59.845062259999999</c:v>
                      </c:pt>
                      <c:pt idx="4797">
                        <c:v>59.845077510000003</c:v>
                      </c:pt>
                      <c:pt idx="4798">
                        <c:v>59.845096589999997</c:v>
                      </c:pt>
                      <c:pt idx="4799">
                        <c:v>59.845111850000002</c:v>
                      </c:pt>
                      <c:pt idx="4800">
                        <c:v>59.84512711</c:v>
                      </c:pt>
                      <c:pt idx="4801">
                        <c:v>59.84514618</c:v>
                      </c:pt>
                      <c:pt idx="4802">
                        <c:v>59.845161439999998</c:v>
                      </c:pt>
                      <c:pt idx="4803">
                        <c:v>59.845180509999999</c:v>
                      </c:pt>
                      <c:pt idx="4804">
                        <c:v>59.845195769999997</c:v>
                      </c:pt>
                      <c:pt idx="4805">
                        <c:v>59.845214839999997</c:v>
                      </c:pt>
                      <c:pt idx="4806">
                        <c:v>59.845230100000002</c:v>
                      </c:pt>
                      <c:pt idx="4807">
                        <c:v>59.845249180000003</c:v>
                      </c:pt>
                      <c:pt idx="4808">
                        <c:v>59.84526443</c:v>
                      </c:pt>
                      <c:pt idx="4809">
                        <c:v>59.845283510000002</c:v>
                      </c:pt>
                      <c:pt idx="4810">
                        <c:v>59.845298769999999</c:v>
                      </c:pt>
                      <c:pt idx="4811">
                        <c:v>59.84531784</c:v>
                      </c:pt>
                      <c:pt idx="4812">
                        <c:v>59.845333099999998</c:v>
                      </c:pt>
                      <c:pt idx="4813">
                        <c:v>59.845352169999998</c:v>
                      </c:pt>
                      <c:pt idx="4814">
                        <c:v>59.845367430000003</c:v>
                      </c:pt>
                      <c:pt idx="4815">
                        <c:v>59.845382690000001</c:v>
                      </c:pt>
                      <c:pt idx="4816">
                        <c:v>59.845401760000001</c:v>
                      </c:pt>
                      <c:pt idx="4817">
                        <c:v>59.845417019999999</c:v>
                      </c:pt>
                      <c:pt idx="4818">
                        <c:v>59.845436100000001</c:v>
                      </c:pt>
                      <c:pt idx="4819">
                        <c:v>59.845451349999998</c:v>
                      </c:pt>
                      <c:pt idx="4820">
                        <c:v>59.845470429999999</c:v>
                      </c:pt>
                      <c:pt idx="4821">
                        <c:v>59.845485689999997</c:v>
                      </c:pt>
                      <c:pt idx="4822">
                        <c:v>59.845500950000002</c:v>
                      </c:pt>
                      <c:pt idx="4823">
                        <c:v>59.845520020000002</c:v>
                      </c:pt>
                      <c:pt idx="4824">
                        <c:v>59.84553528</c:v>
                      </c:pt>
                      <c:pt idx="4825">
                        <c:v>59.84555435</c:v>
                      </c:pt>
                      <c:pt idx="4826">
                        <c:v>59.845569609999998</c:v>
                      </c:pt>
                      <c:pt idx="4827">
                        <c:v>59.845588679999999</c:v>
                      </c:pt>
                      <c:pt idx="4828">
                        <c:v>59.845603939999997</c:v>
                      </c:pt>
                      <c:pt idx="4829">
                        <c:v>59.845619200000002</c:v>
                      </c:pt>
                      <c:pt idx="4830">
                        <c:v>59.845638280000003</c:v>
                      </c:pt>
                      <c:pt idx="4831">
                        <c:v>59.84565353</c:v>
                      </c:pt>
                      <c:pt idx="4832">
                        <c:v>59.845672610000001</c:v>
                      </c:pt>
                      <c:pt idx="4833">
                        <c:v>59.845687869999999</c:v>
                      </c:pt>
                      <c:pt idx="4834">
                        <c:v>59.845703129999997</c:v>
                      </c:pt>
                      <c:pt idx="4835">
                        <c:v>59.845722199999997</c:v>
                      </c:pt>
                      <c:pt idx="4836">
                        <c:v>59.845737460000002</c:v>
                      </c:pt>
                      <c:pt idx="4837">
                        <c:v>59.845756530000003</c:v>
                      </c:pt>
                      <c:pt idx="4838">
                        <c:v>59.845771790000001</c:v>
                      </c:pt>
                      <c:pt idx="4839">
                        <c:v>59.845790860000001</c:v>
                      </c:pt>
                      <c:pt idx="4840">
                        <c:v>59.845806119999999</c:v>
                      </c:pt>
                      <c:pt idx="4841">
                        <c:v>59.845821379999997</c:v>
                      </c:pt>
                      <c:pt idx="4842">
                        <c:v>59.845840449999997</c:v>
                      </c:pt>
                      <c:pt idx="4843">
                        <c:v>59.845855710000002</c:v>
                      </c:pt>
                      <c:pt idx="4844">
                        <c:v>59.84587097</c:v>
                      </c:pt>
                      <c:pt idx="4845">
                        <c:v>59.845890050000001</c:v>
                      </c:pt>
                      <c:pt idx="4846">
                        <c:v>59.845905299999998</c:v>
                      </c:pt>
                      <c:pt idx="4847">
                        <c:v>59.84592438</c:v>
                      </c:pt>
                      <c:pt idx="4848">
                        <c:v>59.845939639999997</c:v>
                      </c:pt>
                      <c:pt idx="4849">
                        <c:v>59.845954900000002</c:v>
                      </c:pt>
                      <c:pt idx="4850">
                        <c:v>59.845973970000003</c:v>
                      </c:pt>
                      <c:pt idx="4851">
                        <c:v>59.845989230000001</c:v>
                      </c:pt>
                      <c:pt idx="4852">
                        <c:v>59.846008300000001</c:v>
                      </c:pt>
                      <c:pt idx="4853">
                        <c:v>59.846023559999999</c:v>
                      </c:pt>
                      <c:pt idx="4854">
                        <c:v>59.846038819999997</c:v>
                      </c:pt>
                      <c:pt idx="4855">
                        <c:v>59.846057889999997</c:v>
                      </c:pt>
                      <c:pt idx="4856">
                        <c:v>59.846073150000002</c:v>
                      </c:pt>
                      <c:pt idx="4857">
                        <c:v>59.846092220000003</c:v>
                      </c:pt>
                      <c:pt idx="4858">
                        <c:v>59.846107480000001</c:v>
                      </c:pt>
                      <c:pt idx="4859">
                        <c:v>59.846122739999998</c:v>
                      </c:pt>
                      <c:pt idx="4860">
                        <c:v>59.84614182</c:v>
                      </c:pt>
                      <c:pt idx="4861">
                        <c:v>59.846157069999997</c:v>
                      </c:pt>
                      <c:pt idx="4862">
                        <c:v>59.846176149999998</c:v>
                      </c:pt>
                      <c:pt idx="4863">
                        <c:v>59.846191410000003</c:v>
                      </c:pt>
                      <c:pt idx="4864">
                        <c:v>59.846206670000001</c:v>
                      </c:pt>
                      <c:pt idx="4865">
                        <c:v>59.846225740000001</c:v>
                      </c:pt>
                      <c:pt idx="4866">
                        <c:v>59.846240999999999</c:v>
                      </c:pt>
                      <c:pt idx="4867">
                        <c:v>59.84626007</c:v>
                      </c:pt>
                      <c:pt idx="4868">
                        <c:v>59.846275329999997</c:v>
                      </c:pt>
                      <c:pt idx="4869">
                        <c:v>59.846290590000002</c:v>
                      </c:pt>
                      <c:pt idx="4870">
                        <c:v>59.846309660000003</c:v>
                      </c:pt>
                      <c:pt idx="4871">
                        <c:v>59.846324920000001</c:v>
                      </c:pt>
                      <c:pt idx="4872">
                        <c:v>59.846340179999999</c:v>
                      </c:pt>
                      <c:pt idx="4873">
                        <c:v>59.846359249999999</c:v>
                      </c:pt>
                      <c:pt idx="4874">
                        <c:v>59.846374509999997</c:v>
                      </c:pt>
                      <c:pt idx="4875">
                        <c:v>59.846389770000002</c:v>
                      </c:pt>
                      <c:pt idx="4876">
                        <c:v>59.846408840000002</c:v>
                      </c:pt>
                      <c:pt idx="4877">
                        <c:v>59.8464241</c:v>
                      </c:pt>
                      <c:pt idx="4878">
                        <c:v>59.846443180000001</c:v>
                      </c:pt>
                      <c:pt idx="4879">
                        <c:v>59.846458439999999</c:v>
                      </c:pt>
                      <c:pt idx="4880">
                        <c:v>59.846473690000003</c:v>
                      </c:pt>
                      <c:pt idx="4881">
                        <c:v>59.846492769999998</c:v>
                      </c:pt>
                      <c:pt idx="4882">
                        <c:v>59.846508030000003</c:v>
                      </c:pt>
                      <c:pt idx="4883">
                        <c:v>59.84652328</c:v>
                      </c:pt>
                      <c:pt idx="4884">
                        <c:v>59.846542360000001</c:v>
                      </c:pt>
                      <c:pt idx="4885">
                        <c:v>59.846557619999999</c:v>
                      </c:pt>
                      <c:pt idx="4886">
                        <c:v>59.846572879999997</c:v>
                      </c:pt>
                      <c:pt idx="4887">
                        <c:v>59.846591949999997</c:v>
                      </c:pt>
                      <c:pt idx="4888">
                        <c:v>59.846607210000002</c:v>
                      </c:pt>
                      <c:pt idx="4889">
                        <c:v>59.84662247</c:v>
                      </c:pt>
                      <c:pt idx="4890">
                        <c:v>59.84664154</c:v>
                      </c:pt>
                      <c:pt idx="4891">
                        <c:v>59.846656799999998</c:v>
                      </c:pt>
                      <c:pt idx="4892">
                        <c:v>59.846672060000003</c:v>
                      </c:pt>
                      <c:pt idx="4893">
                        <c:v>59.846687320000001</c:v>
                      </c:pt>
                      <c:pt idx="4894">
                        <c:v>59.846706390000001</c:v>
                      </c:pt>
                      <c:pt idx="4895">
                        <c:v>59.846721649999999</c:v>
                      </c:pt>
                      <c:pt idx="4896">
                        <c:v>59.846736909999997</c:v>
                      </c:pt>
                      <c:pt idx="4897">
                        <c:v>59.846755979999998</c:v>
                      </c:pt>
                      <c:pt idx="4898">
                        <c:v>59.846771240000002</c:v>
                      </c:pt>
                      <c:pt idx="4899">
                        <c:v>59.8467865</c:v>
                      </c:pt>
                      <c:pt idx="4900">
                        <c:v>59.846805570000001</c:v>
                      </c:pt>
                      <c:pt idx="4901">
                        <c:v>59.846820829999999</c:v>
                      </c:pt>
                      <c:pt idx="4902">
                        <c:v>59.846836089999996</c:v>
                      </c:pt>
                      <c:pt idx="4903">
                        <c:v>59.846851350000001</c:v>
                      </c:pt>
                      <c:pt idx="4904">
                        <c:v>59.846870420000002</c:v>
                      </c:pt>
                      <c:pt idx="4905">
                        <c:v>59.84688568</c:v>
                      </c:pt>
                      <c:pt idx="4906">
                        <c:v>59.846900939999998</c:v>
                      </c:pt>
                      <c:pt idx="4907">
                        <c:v>59.846916200000003</c:v>
                      </c:pt>
                      <c:pt idx="4908">
                        <c:v>59.846935270000003</c:v>
                      </c:pt>
                      <c:pt idx="4909">
                        <c:v>59.846950530000001</c:v>
                      </c:pt>
                      <c:pt idx="4910">
                        <c:v>59.846965789999999</c:v>
                      </c:pt>
                      <c:pt idx="4911">
                        <c:v>59.846984859999999</c:v>
                      </c:pt>
                      <c:pt idx="4912">
                        <c:v>59.847000119999997</c:v>
                      </c:pt>
                      <c:pt idx="4913">
                        <c:v>59.847015380000002</c:v>
                      </c:pt>
                      <c:pt idx="4914">
                        <c:v>59.84703064</c:v>
                      </c:pt>
                      <c:pt idx="4915">
                        <c:v>59.84704971</c:v>
                      </c:pt>
                      <c:pt idx="4916">
                        <c:v>59.847064969999998</c:v>
                      </c:pt>
                      <c:pt idx="4917">
                        <c:v>59.847080230000003</c:v>
                      </c:pt>
                      <c:pt idx="4918">
                        <c:v>59.847095490000001</c:v>
                      </c:pt>
                      <c:pt idx="4919">
                        <c:v>59.847114560000001</c:v>
                      </c:pt>
                      <c:pt idx="4920">
                        <c:v>59.847129819999999</c:v>
                      </c:pt>
                      <c:pt idx="4921">
                        <c:v>59.847145079999997</c:v>
                      </c:pt>
                      <c:pt idx="4922">
                        <c:v>59.847160340000002</c:v>
                      </c:pt>
                      <c:pt idx="4923">
                        <c:v>59.847179410000003</c:v>
                      </c:pt>
                      <c:pt idx="4924">
                        <c:v>59.84719467</c:v>
                      </c:pt>
                      <c:pt idx="4925">
                        <c:v>59.847209929999998</c:v>
                      </c:pt>
                      <c:pt idx="4926">
                        <c:v>59.847228999999999</c:v>
                      </c:pt>
                      <c:pt idx="4927">
                        <c:v>59.847244259999997</c:v>
                      </c:pt>
                      <c:pt idx="4928">
                        <c:v>59.847259520000001</c:v>
                      </c:pt>
                      <c:pt idx="4929">
                        <c:v>59.847274779999999</c:v>
                      </c:pt>
                      <c:pt idx="4930">
                        <c:v>59.847290039999997</c:v>
                      </c:pt>
                      <c:pt idx="4931">
                        <c:v>59.847309109999998</c:v>
                      </c:pt>
                      <c:pt idx="4932">
                        <c:v>59.847324370000003</c:v>
                      </c:pt>
                      <c:pt idx="4933">
                        <c:v>59.84733963</c:v>
                      </c:pt>
                      <c:pt idx="4934">
                        <c:v>59.847354889999998</c:v>
                      </c:pt>
                      <c:pt idx="4935">
                        <c:v>59.847373959999999</c:v>
                      </c:pt>
                      <c:pt idx="4936">
                        <c:v>59.847389219999997</c:v>
                      </c:pt>
                      <c:pt idx="4937">
                        <c:v>59.847404480000002</c:v>
                      </c:pt>
                      <c:pt idx="4938">
                        <c:v>59.847419739999999</c:v>
                      </c:pt>
                      <c:pt idx="4939">
                        <c:v>59.84743881</c:v>
                      </c:pt>
                      <c:pt idx="4940">
                        <c:v>59.847454069999998</c:v>
                      </c:pt>
                      <c:pt idx="4941">
                        <c:v>59.847469330000003</c:v>
                      </c:pt>
                      <c:pt idx="4942">
                        <c:v>59.847484590000001</c:v>
                      </c:pt>
                      <c:pt idx="4943">
                        <c:v>59.847499849999998</c:v>
                      </c:pt>
                      <c:pt idx="4944">
                        <c:v>59.847518919999999</c:v>
                      </c:pt>
                      <c:pt idx="4945">
                        <c:v>59.847534179999997</c:v>
                      </c:pt>
                      <c:pt idx="4946">
                        <c:v>59.847549440000002</c:v>
                      </c:pt>
                      <c:pt idx="4947">
                        <c:v>59.8475647</c:v>
                      </c:pt>
                      <c:pt idx="4948">
                        <c:v>59.84758377</c:v>
                      </c:pt>
                      <c:pt idx="4949">
                        <c:v>59.847599029999998</c:v>
                      </c:pt>
                      <c:pt idx="4950">
                        <c:v>59.847614290000003</c:v>
                      </c:pt>
                      <c:pt idx="4951">
                        <c:v>59.847629550000001</c:v>
                      </c:pt>
                      <c:pt idx="4952">
                        <c:v>59.847644809999998</c:v>
                      </c:pt>
                      <c:pt idx="4953">
                        <c:v>59.847663879999999</c:v>
                      </c:pt>
                      <c:pt idx="4954">
                        <c:v>59.847679139999997</c:v>
                      </c:pt>
                      <c:pt idx="4955">
                        <c:v>59.847694400000002</c:v>
                      </c:pt>
                      <c:pt idx="4956">
                        <c:v>59.84770966</c:v>
                      </c:pt>
                      <c:pt idx="4957">
                        <c:v>59.847724909999997</c:v>
                      </c:pt>
                      <c:pt idx="4958">
                        <c:v>59.847740170000002</c:v>
                      </c:pt>
                      <c:pt idx="4959">
                        <c:v>59.847759250000003</c:v>
                      </c:pt>
                      <c:pt idx="4960">
                        <c:v>59.847774510000001</c:v>
                      </c:pt>
                      <c:pt idx="4961">
                        <c:v>59.847789759999998</c:v>
                      </c:pt>
                      <c:pt idx="4962">
                        <c:v>59.847805020000003</c:v>
                      </c:pt>
                      <c:pt idx="4963">
                        <c:v>59.847820280000001</c:v>
                      </c:pt>
                      <c:pt idx="4964">
                        <c:v>59.847835539999998</c:v>
                      </c:pt>
                      <c:pt idx="4965">
                        <c:v>59.847854609999999</c:v>
                      </c:pt>
                      <c:pt idx="4966">
                        <c:v>59.847869869999997</c:v>
                      </c:pt>
                      <c:pt idx="4967">
                        <c:v>59.847885130000002</c:v>
                      </c:pt>
                      <c:pt idx="4968">
                        <c:v>59.84790039</c:v>
                      </c:pt>
                      <c:pt idx="4969">
                        <c:v>59.847915649999997</c:v>
                      </c:pt>
                      <c:pt idx="4970">
                        <c:v>59.847930910000002</c:v>
                      </c:pt>
                      <c:pt idx="4971">
                        <c:v>59.847949980000003</c:v>
                      </c:pt>
                      <c:pt idx="4972">
                        <c:v>59.847965240000001</c:v>
                      </c:pt>
                      <c:pt idx="4973">
                        <c:v>59.847980499999998</c:v>
                      </c:pt>
                      <c:pt idx="4974">
                        <c:v>59.847995760000003</c:v>
                      </c:pt>
                      <c:pt idx="4975">
                        <c:v>59.848011020000001</c:v>
                      </c:pt>
                      <c:pt idx="4976">
                        <c:v>59.848026279999999</c:v>
                      </c:pt>
                      <c:pt idx="4977">
                        <c:v>59.848041530000003</c:v>
                      </c:pt>
                      <c:pt idx="4978">
                        <c:v>59.848060609999997</c:v>
                      </c:pt>
                      <c:pt idx="4979">
                        <c:v>59.848075870000002</c:v>
                      </c:pt>
                      <c:pt idx="4980">
                        <c:v>59.84809113</c:v>
                      </c:pt>
                      <c:pt idx="4981">
                        <c:v>59.848106379999997</c:v>
                      </c:pt>
                      <c:pt idx="4982">
                        <c:v>59.848121640000002</c:v>
                      </c:pt>
                      <c:pt idx="4983">
                        <c:v>59.8481369</c:v>
                      </c:pt>
                      <c:pt idx="4984">
                        <c:v>59.848155980000001</c:v>
                      </c:pt>
                      <c:pt idx="4985">
                        <c:v>59.848171229999998</c:v>
                      </c:pt>
                      <c:pt idx="4986">
                        <c:v>59.848186490000003</c:v>
                      </c:pt>
                      <c:pt idx="4987">
                        <c:v>59.848201750000001</c:v>
                      </c:pt>
                      <c:pt idx="4988">
                        <c:v>59.848217009999999</c:v>
                      </c:pt>
                      <c:pt idx="4989">
                        <c:v>59.848232269999997</c:v>
                      </c:pt>
                      <c:pt idx="4990">
                        <c:v>59.848251339999997</c:v>
                      </c:pt>
                      <c:pt idx="4991">
                        <c:v>59.848266600000002</c:v>
                      </c:pt>
                      <c:pt idx="4992">
                        <c:v>59.84828186</c:v>
                      </c:pt>
                      <c:pt idx="4993">
                        <c:v>59.848297119999998</c:v>
                      </c:pt>
                      <c:pt idx="4994">
                        <c:v>59.848312380000003</c:v>
                      </c:pt>
                      <c:pt idx="4995">
                        <c:v>59.848327640000001</c:v>
                      </c:pt>
                      <c:pt idx="4996">
                        <c:v>59.848346710000001</c:v>
                      </c:pt>
                      <c:pt idx="4997">
                        <c:v>59.848361969999999</c:v>
                      </c:pt>
                      <c:pt idx="4998">
                        <c:v>59.848377229999997</c:v>
                      </c:pt>
                      <c:pt idx="4999">
                        <c:v>59.848392490000002</c:v>
                      </c:pt>
                      <c:pt idx="5000">
                        <c:v>59.84840775</c:v>
                      </c:pt>
                      <c:pt idx="5001">
                        <c:v>59.848422999999997</c:v>
                      </c:pt>
                      <c:pt idx="5002">
                        <c:v>59.848442079999998</c:v>
                      </c:pt>
                      <c:pt idx="5003">
                        <c:v>59.848457340000003</c:v>
                      </c:pt>
                      <c:pt idx="5004">
                        <c:v>59.848472600000001</c:v>
                      </c:pt>
                      <c:pt idx="5005">
                        <c:v>59.848487849999998</c:v>
                      </c:pt>
                      <c:pt idx="5006">
                        <c:v>59.848503110000003</c:v>
                      </c:pt>
                      <c:pt idx="5007">
                        <c:v>59.848522189999997</c:v>
                      </c:pt>
                      <c:pt idx="5008">
                        <c:v>59.848537450000002</c:v>
                      </c:pt>
                      <c:pt idx="5009">
                        <c:v>59.848552699999999</c:v>
                      </c:pt>
                      <c:pt idx="5010">
                        <c:v>59.848567959999997</c:v>
                      </c:pt>
                      <c:pt idx="5011">
                        <c:v>59.848583220000002</c:v>
                      </c:pt>
                      <c:pt idx="5012">
                        <c:v>59.848602290000002</c:v>
                      </c:pt>
                      <c:pt idx="5013">
                        <c:v>59.84861755</c:v>
                      </c:pt>
                      <c:pt idx="5014">
                        <c:v>59.848632809999998</c:v>
                      </c:pt>
                      <c:pt idx="5015">
                        <c:v>59.848648070000003</c:v>
                      </c:pt>
                      <c:pt idx="5016">
                        <c:v>59.848663330000001</c:v>
                      </c:pt>
                      <c:pt idx="5017">
                        <c:v>59.848682400000001</c:v>
                      </c:pt>
                      <c:pt idx="5018">
                        <c:v>59.848697659999999</c:v>
                      </c:pt>
                      <c:pt idx="5019">
                        <c:v>59.848712919999997</c:v>
                      </c:pt>
                      <c:pt idx="5020">
                        <c:v>59.848728180000002</c:v>
                      </c:pt>
                      <c:pt idx="5021">
                        <c:v>59.84874344</c:v>
                      </c:pt>
                      <c:pt idx="5022">
                        <c:v>59.84876251</c:v>
                      </c:pt>
                      <c:pt idx="5023">
                        <c:v>59.848777769999998</c:v>
                      </c:pt>
                      <c:pt idx="5024">
                        <c:v>59.848793030000003</c:v>
                      </c:pt>
                      <c:pt idx="5025">
                        <c:v>59.848808290000001</c:v>
                      </c:pt>
                      <c:pt idx="5026">
                        <c:v>59.848823549999999</c:v>
                      </c:pt>
                      <c:pt idx="5027">
                        <c:v>59.848842619999999</c:v>
                      </c:pt>
                      <c:pt idx="5028">
                        <c:v>59.848857879999997</c:v>
                      </c:pt>
                      <c:pt idx="5029">
                        <c:v>59.848873140000002</c:v>
                      </c:pt>
                      <c:pt idx="5030">
                        <c:v>59.8488884</c:v>
                      </c:pt>
                      <c:pt idx="5031">
                        <c:v>59.848903659999998</c:v>
                      </c:pt>
                      <c:pt idx="5032">
                        <c:v>59.848922729999998</c:v>
                      </c:pt>
                      <c:pt idx="5033">
                        <c:v>59.848937990000003</c:v>
                      </c:pt>
                      <c:pt idx="5034">
                        <c:v>59.848953250000001</c:v>
                      </c:pt>
                      <c:pt idx="5035">
                        <c:v>59.848968509999999</c:v>
                      </c:pt>
                      <c:pt idx="5036">
                        <c:v>59.848983760000003</c:v>
                      </c:pt>
                      <c:pt idx="5037">
                        <c:v>59.849002839999997</c:v>
                      </c:pt>
                      <c:pt idx="5038">
                        <c:v>59.849018100000002</c:v>
                      </c:pt>
                      <c:pt idx="5039">
                        <c:v>59.84903336</c:v>
                      </c:pt>
                      <c:pt idx="5040">
                        <c:v>59.849048609999997</c:v>
                      </c:pt>
                      <c:pt idx="5041">
                        <c:v>59.849067689999998</c:v>
                      </c:pt>
                      <c:pt idx="5042">
                        <c:v>59.849082950000003</c:v>
                      </c:pt>
                      <c:pt idx="5043">
                        <c:v>59.849098210000001</c:v>
                      </c:pt>
                      <c:pt idx="5044">
                        <c:v>59.849113459999998</c:v>
                      </c:pt>
                      <c:pt idx="5045">
                        <c:v>59.849128720000003</c:v>
                      </c:pt>
                      <c:pt idx="5046">
                        <c:v>59.849147799999997</c:v>
                      </c:pt>
                      <c:pt idx="5047">
                        <c:v>59.849163060000002</c:v>
                      </c:pt>
                      <c:pt idx="5048">
                        <c:v>59.849178309999999</c:v>
                      </c:pt>
                      <c:pt idx="5049">
                        <c:v>59.849193569999997</c:v>
                      </c:pt>
                      <c:pt idx="5050">
                        <c:v>59.849212649999998</c:v>
                      </c:pt>
                      <c:pt idx="5051">
                        <c:v>59.849227910000003</c:v>
                      </c:pt>
                      <c:pt idx="5052">
                        <c:v>59.84924316</c:v>
                      </c:pt>
                      <c:pt idx="5053">
                        <c:v>59.849258419999998</c:v>
                      </c:pt>
                      <c:pt idx="5054">
                        <c:v>59.849273680000003</c:v>
                      </c:pt>
                      <c:pt idx="5055">
                        <c:v>59.849292759999997</c:v>
                      </c:pt>
                      <c:pt idx="5056">
                        <c:v>59.849308010000001</c:v>
                      </c:pt>
                      <c:pt idx="5057">
                        <c:v>59.849323269999999</c:v>
                      </c:pt>
                      <c:pt idx="5058">
                        <c:v>59.849342350000001</c:v>
                      </c:pt>
                      <c:pt idx="5059">
                        <c:v>59.849357599999998</c:v>
                      </c:pt>
                      <c:pt idx="5060">
                        <c:v>59.849372860000003</c:v>
                      </c:pt>
                      <c:pt idx="5061">
                        <c:v>59.84938812</c:v>
                      </c:pt>
                      <c:pt idx="5062">
                        <c:v>59.849407200000002</c:v>
                      </c:pt>
                      <c:pt idx="5063">
                        <c:v>59.849422449999999</c:v>
                      </c:pt>
                      <c:pt idx="5064">
                        <c:v>59.849437709999997</c:v>
                      </c:pt>
                      <c:pt idx="5065">
                        <c:v>59.849452970000002</c:v>
                      </c:pt>
                      <c:pt idx="5066">
                        <c:v>59.849472050000003</c:v>
                      </c:pt>
                      <c:pt idx="5067">
                        <c:v>59.8494873</c:v>
                      </c:pt>
                      <c:pt idx="5068">
                        <c:v>59.849502559999998</c:v>
                      </c:pt>
                      <c:pt idx="5069">
                        <c:v>59.849521639999999</c:v>
                      </c:pt>
                      <c:pt idx="5070">
                        <c:v>59.849536899999997</c:v>
                      </c:pt>
                      <c:pt idx="5071">
                        <c:v>59.849552150000001</c:v>
                      </c:pt>
                      <c:pt idx="5072">
                        <c:v>59.849567409999999</c:v>
                      </c:pt>
                      <c:pt idx="5073">
                        <c:v>59.84958649</c:v>
                      </c:pt>
                      <c:pt idx="5074">
                        <c:v>59.849601749999998</c:v>
                      </c:pt>
                      <c:pt idx="5075">
                        <c:v>59.849617000000002</c:v>
                      </c:pt>
                      <c:pt idx="5076">
                        <c:v>59.849636080000003</c:v>
                      </c:pt>
                      <c:pt idx="5077">
                        <c:v>59.849651340000001</c:v>
                      </c:pt>
                      <c:pt idx="5078">
                        <c:v>59.849666599999999</c:v>
                      </c:pt>
                      <c:pt idx="5079">
                        <c:v>59.84968567</c:v>
                      </c:pt>
                      <c:pt idx="5080">
                        <c:v>59.849700929999997</c:v>
                      </c:pt>
                      <c:pt idx="5081">
                        <c:v>59.849716190000002</c:v>
                      </c:pt>
                      <c:pt idx="5082">
                        <c:v>59.849735260000003</c:v>
                      </c:pt>
                      <c:pt idx="5083">
                        <c:v>59.849750520000001</c:v>
                      </c:pt>
                      <c:pt idx="5084">
                        <c:v>59.849765779999998</c:v>
                      </c:pt>
                      <c:pt idx="5085">
                        <c:v>59.849784849999999</c:v>
                      </c:pt>
                      <c:pt idx="5086">
                        <c:v>59.849800109999997</c:v>
                      </c:pt>
                      <c:pt idx="5087">
                        <c:v>59.849815370000002</c:v>
                      </c:pt>
                      <c:pt idx="5088">
                        <c:v>59.849834440000002</c:v>
                      </c:pt>
                      <c:pt idx="5089">
                        <c:v>59.8498497</c:v>
                      </c:pt>
                      <c:pt idx="5090">
                        <c:v>59.849864959999998</c:v>
                      </c:pt>
                      <c:pt idx="5091">
                        <c:v>59.849884029999998</c:v>
                      </c:pt>
                      <c:pt idx="5092">
                        <c:v>59.849899290000003</c:v>
                      </c:pt>
                      <c:pt idx="5093">
                        <c:v>59.849914550000001</c:v>
                      </c:pt>
                      <c:pt idx="5094">
                        <c:v>59.849929809999999</c:v>
                      </c:pt>
                      <c:pt idx="5095">
                        <c:v>59.849948879999999</c:v>
                      </c:pt>
                      <c:pt idx="5096">
                        <c:v>59.849964139999997</c:v>
                      </c:pt>
                      <c:pt idx="5097">
                        <c:v>59.849979400000002</c:v>
                      </c:pt>
                      <c:pt idx="5098">
                        <c:v>59.849998470000003</c:v>
                      </c:pt>
                      <c:pt idx="5099">
                        <c:v>59.850013730000001</c:v>
                      </c:pt>
                      <c:pt idx="5100">
                        <c:v>59.850028989999998</c:v>
                      </c:pt>
                      <c:pt idx="5101">
                        <c:v>59.85004807</c:v>
                      </c:pt>
                      <c:pt idx="5102">
                        <c:v>59.850063319999997</c:v>
                      </c:pt>
                      <c:pt idx="5103">
                        <c:v>59.850078580000002</c:v>
                      </c:pt>
                      <c:pt idx="5104">
                        <c:v>59.850097660000003</c:v>
                      </c:pt>
                      <c:pt idx="5105">
                        <c:v>59.850112920000001</c:v>
                      </c:pt>
                      <c:pt idx="5106">
                        <c:v>59.850131990000001</c:v>
                      </c:pt>
                      <c:pt idx="5107">
                        <c:v>59.850147249999999</c:v>
                      </c:pt>
                      <c:pt idx="5108">
                        <c:v>59.850162509999997</c:v>
                      </c:pt>
                      <c:pt idx="5109">
                        <c:v>59.850181579999997</c:v>
                      </c:pt>
                      <c:pt idx="5110">
                        <c:v>59.850196840000002</c:v>
                      </c:pt>
                      <c:pt idx="5111">
                        <c:v>59.8502121</c:v>
                      </c:pt>
                      <c:pt idx="5112">
                        <c:v>59.850231170000001</c:v>
                      </c:pt>
                      <c:pt idx="5113">
                        <c:v>59.850246429999999</c:v>
                      </c:pt>
                      <c:pt idx="5114">
                        <c:v>59.850261690000004</c:v>
                      </c:pt>
                      <c:pt idx="5115">
                        <c:v>59.850280759999997</c:v>
                      </c:pt>
                      <c:pt idx="5116">
                        <c:v>59.850296020000002</c:v>
                      </c:pt>
                      <c:pt idx="5117">
                        <c:v>59.85031128</c:v>
                      </c:pt>
                      <c:pt idx="5118">
                        <c:v>59.85033035</c:v>
                      </c:pt>
                      <c:pt idx="5119">
                        <c:v>59.850345609999998</c:v>
                      </c:pt>
                      <c:pt idx="5120">
                        <c:v>59.850360870000003</c:v>
                      </c:pt>
                      <c:pt idx="5121">
                        <c:v>59.850379940000003</c:v>
                      </c:pt>
                      <c:pt idx="5122">
                        <c:v>59.850395200000001</c:v>
                      </c:pt>
                      <c:pt idx="5123">
                        <c:v>59.850414280000003</c:v>
                      </c:pt>
                      <c:pt idx="5124">
                        <c:v>59.85042953</c:v>
                      </c:pt>
                      <c:pt idx="5125">
                        <c:v>59.850444789999997</c:v>
                      </c:pt>
                      <c:pt idx="5126">
                        <c:v>59.850463869999999</c:v>
                      </c:pt>
                      <c:pt idx="5127">
                        <c:v>59.850479129999997</c:v>
                      </c:pt>
                      <c:pt idx="5128">
                        <c:v>59.850498199999997</c:v>
                      </c:pt>
                      <c:pt idx="5129">
                        <c:v>59.850513460000002</c:v>
                      </c:pt>
                      <c:pt idx="5130">
                        <c:v>59.85052872</c:v>
                      </c:pt>
                      <c:pt idx="5131">
                        <c:v>59.85054779</c:v>
                      </c:pt>
                      <c:pt idx="5132">
                        <c:v>59.851535800000001</c:v>
                      </c:pt>
                      <c:pt idx="5133">
                        <c:v>59.850749970000003</c:v>
                      </c:pt>
                      <c:pt idx="5134">
                        <c:v>59.850704190000002</c:v>
                      </c:pt>
                      <c:pt idx="5135">
                        <c:v>59.850704190000002</c:v>
                      </c:pt>
                      <c:pt idx="5136">
                        <c:v>59.850704190000002</c:v>
                      </c:pt>
                      <c:pt idx="5137">
                        <c:v>59.850700379999999</c:v>
                      </c:pt>
                      <c:pt idx="5138">
                        <c:v>59.850700379999999</c:v>
                      </c:pt>
                      <c:pt idx="5139">
                        <c:v>59.850704190000002</c:v>
                      </c:pt>
                      <c:pt idx="5140">
                        <c:v>59.850711820000001</c:v>
                      </c:pt>
                      <c:pt idx="5141">
                        <c:v>59.85071945</c:v>
                      </c:pt>
                      <c:pt idx="5142">
                        <c:v>59.850727079999999</c:v>
                      </c:pt>
                      <c:pt idx="5143">
                        <c:v>59.850742339999996</c:v>
                      </c:pt>
                      <c:pt idx="5144">
                        <c:v>59.850753779999998</c:v>
                      </c:pt>
                      <c:pt idx="5145">
                        <c:v>59.850769040000003</c:v>
                      </c:pt>
                      <c:pt idx="5146">
                        <c:v>59.850788119999997</c:v>
                      </c:pt>
                      <c:pt idx="5147">
                        <c:v>59.850803380000002</c:v>
                      </c:pt>
                      <c:pt idx="5148">
                        <c:v>59.850822450000003</c:v>
                      </c:pt>
                      <c:pt idx="5149">
                        <c:v>59.850841520000003</c:v>
                      </c:pt>
                      <c:pt idx="5150">
                        <c:v>59.850860599999997</c:v>
                      </c:pt>
                      <c:pt idx="5151">
                        <c:v>59.850879669999998</c:v>
                      </c:pt>
                      <c:pt idx="5152">
                        <c:v>59.850898739999998</c:v>
                      </c:pt>
                      <c:pt idx="5153">
                        <c:v>59.850917819999999</c:v>
                      </c:pt>
                      <c:pt idx="5154">
                        <c:v>59.85093689</c:v>
                      </c:pt>
                      <c:pt idx="5155">
                        <c:v>59.85095596</c:v>
                      </c:pt>
                      <c:pt idx="5156">
                        <c:v>59.850975040000002</c:v>
                      </c:pt>
                      <c:pt idx="5157">
                        <c:v>59.850994110000002</c:v>
                      </c:pt>
                      <c:pt idx="5158">
                        <c:v>59.851013180000002</c:v>
                      </c:pt>
                      <c:pt idx="5159">
                        <c:v>59.851032259999997</c:v>
                      </c:pt>
                      <c:pt idx="5160">
                        <c:v>59.851051329999997</c:v>
                      </c:pt>
                      <c:pt idx="5161">
                        <c:v>59.851070399999998</c:v>
                      </c:pt>
                      <c:pt idx="5162">
                        <c:v>59.851085660000003</c:v>
                      </c:pt>
                      <c:pt idx="5163">
                        <c:v>59.851104739999997</c:v>
                      </c:pt>
                      <c:pt idx="5164">
                        <c:v>59.851123809999997</c:v>
                      </c:pt>
                      <c:pt idx="5165">
                        <c:v>59.851142879999998</c:v>
                      </c:pt>
                      <c:pt idx="5166">
                        <c:v>59.851161959999999</c:v>
                      </c:pt>
                      <c:pt idx="5167">
                        <c:v>59.851177219999997</c:v>
                      </c:pt>
                      <c:pt idx="5168">
                        <c:v>59.851196289999997</c:v>
                      </c:pt>
                      <c:pt idx="5169">
                        <c:v>59.851215359999998</c:v>
                      </c:pt>
                      <c:pt idx="5170">
                        <c:v>59.851230620000003</c:v>
                      </c:pt>
                      <c:pt idx="5171">
                        <c:v>59.851249690000003</c:v>
                      </c:pt>
                      <c:pt idx="5172">
                        <c:v>59.851264950000001</c:v>
                      </c:pt>
                      <c:pt idx="5173">
                        <c:v>59.851284030000002</c:v>
                      </c:pt>
                      <c:pt idx="5174">
                        <c:v>59.85129929</c:v>
                      </c:pt>
                      <c:pt idx="5175">
                        <c:v>59.85131836</c:v>
                      </c:pt>
                      <c:pt idx="5176">
                        <c:v>59.851333619999998</c:v>
                      </c:pt>
                      <c:pt idx="5177">
                        <c:v>59.851352689999999</c:v>
                      </c:pt>
                      <c:pt idx="5178">
                        <c:v>59.851367949999997</c:v>
                      </c:pt>
                      <c:pt idx="5179">
                        <c:v>59.851387019999997</c:v>
                      </c:pt>
                      <c:pt idx="5180">
                        <c:v>59.851402280000002</c:v>
                      </c:pt>
                      <c:pt idx="5181">
                        <c:v>59.851421360000003</c:v>
                      </c:pt>
                      <c:pt idx="5182">
                        <c:v>59.85143661</c:v>
                      </c:pt>
                      <c:pt idx="5183">
                        <c:v>59.851455690000002</c:v>
                      </c:pt>
                      <c:pt idx="5184">
                        <c:v>59.851474760000002</c:v>
                      </c:pt>
                      <c:pt idx="5185">
                        <c:v>59.85149002</c:v>
                      </c:pt>
                      <c:pt idx="5186">
                        <c:v>59.85150909</c:v>
                      </c:pt>
                      <c:pt idx="5187">
                        <c:v>59.851528170000002</c:v>
                      </c:pt>
                      <c:pt idx="5188">
                        <c:v>59.85154343</c:v>
                      </c:pt>
                      <c:pt idx="5189">
                        <c:v>59.8515625</c:v>
                      </c:pt>
                      <c:pt idx="5190">
                        <c:v>59.85158157</c:v>
                      </c:pt>
                      <c:pt idx="5191">
                        <c:v>59.851596829999998</c:v>
                      </c:pt>
                      <c:pt idx="5192">
                        <c:v>59.85161591</c:v>
                      </c:pt>
                      <c:pt idx="5193">
                        <c:v>59.85163498</c:v>
                      </c:pt>
                      <c:pt idx="5194">
                        <c:v>59.851650239999998</c:v>
                      </c:pt>
                      <c:pt idx="5195">
                        <c:v>59.851669309999998</c:v>
                      </c:pt>
                      <c:pt idx="5196">
                        <c:v>59.85168839</c:v>
                      </c:pt>
                      <c:pt idx="5197">
                        <c:v>59.852672579999997</c:v>
                      </c:pt>
                      <c:pt idx="5198">
                        <c:v>59.851890560000001</c:v>
                      </c:pt>
                      <c:pt idx="5199">
                        <c:v>59.851844790000001</c:v>
                      </c:pt>
                      <c:pt idx="5200">
                        <c:v>59.851848599999997</c:v>
                      </c:pt>
                      <c:pt idx="5201">
                        <c:v>59.851848599999997</c:v>
                      </c:pt>
                      <c:pt idx="5202">
                        <c:v>59.851848599999997</c:v>
                      </c:pt>
                      <c:pt idx="5203">
                        <c:v>59.851848599999997</c:v>
                      </c:pt>
                      <c:pt idx="5204">
                        <c:v>59.85185242</c:v>
                      </c:pt>
                      <c:pt idx="5205">
                        <c:v>59.851860049999999</c:v>
                      </c:pt>
                      <c:pt idx="5206">
                        <c:v>59.851867679999998</c:v>
                      </c:pt>
                      <c:pt idx="5207">
                        <c:v>59.85187912</c:v>
                      </c:pt>
                      <c:pt idx="5208">
                        <c:v>59.851894379999997</c:v>
                      </c:pt>
                      <c:pt idx="5209">
                        <c:v>59.851905819999999</c:v>
                      </c:pt>
                      <c:pt idx="5210">
                        <c:v>59.8519249</c:v>
                      </c:pt>
                      <c:pt idx="5211">
                        <c:v>59.851940159999998</c:v>
                      </c:pt>
                      <c:pt idx="5212">
                        <c:v>59.851959229999999</c:v>
                      </c:pt>
                      <c:pt idx="5213">
                        <c:v>59.851978299999999</c:v>
                      </c:pt>
                      <c:pt idx="5214">
                        <c:v>59.85199738</c:v>
                      </c:pt>
                      <c:pt idx="5215">
                        <c:v>59.852016450000001</c:v>
                      </c:pt>
                      <c:pt idx="5216">
                        <c:v>59.852035520000001</c:v>
                      </c:pt>
                      <c:pt idx="5217">
                        <c:v>59.852058409999998</c:v>
                      </c:pt>
                      <c:pt idx="5218">
                        <c:v>59.852077479999998</c:v>
                      </c:pt>
                      <c:pt idx="5219">
                        <c:v>59.85209656</c:v>
                      </c:pt>
                      <c:pt idx="5220">
                        <c:v>59.85211563</c:v>
                      </c:pt>
                      <c:pt idx="5221">
                        <c:v>59.852138519999997</c:v>
                      </c:pt>
                      <c:pt idx="5222">
                        <c:v>59.852157589999997</c:v>
                      </c:pt>
                      <c:pt idx="5223">
                        <c:v>59.852176669999999</c:v>
                      </c:pt>
                      <c:pt idx="5224">
                        <c:v>59.852195739999999</c:v>
                      </c:pt>
                      <c:pt idx="5225">
                        <c:v>59.85221481</c:v>
                      </c:pt>
                      <c:pt idx="5226">
                        <c:v>59.852233890000001</c:v>
                      </c:pt>
                      <c:pt idx="5227">
                        <c:v>59.852252960000001</c:v>
                      </c:pt>
                      <c:pt idx="5228">
                        <c:v>59.852268219999999</c:v>
                      </c:pt>
                      <c:pt idx="5229">
                        <c:v>59.85228729</c:v>
                      </c:pt>
                      <c:pt idx="5230">
                        <c:v>59.852306370000001</c:v>
                      </c:pt>
                      <c:pt idx="5231">
                        <c:v>59.852325440000001</c:v>
                      </c:pt>
                      <c:pt idx="5232">
                        <c:v>59.852344510000002</c:v>
                      </c:pt>
                      <c:pt idx="5233">
                        <c:v>59.85235977</c:v>
                      </c:pt>
                      <c:pt idx="5234">
                        <c:v>59.852378850000001</c:v>
                      </c:pt>
                      <c:pt idx="5235">
                        <c:v>59.852397920000001</c:v>
                      </c:pt>
                      <c:pt idx="5236">
                        <c:v>59.852413179999999</c:v>
                      </c:pt>
                      <c:pt idx="5237">
                        <c:v>59.85243225</c:v>
                      </c:pt>
                      <c:pt idx="5238">
                        <c:v>59.852447509999998</c:v>
                      </c:pt>
                      <c:pt idx="5239">
                        <c:v>59.852466579999998</c:v>
                      </c:pt>
                      <c:pt idx="5240">
                        <c:v>59.852481840000003</c:v>
                      </c:pt>
                      <c:pt idx="5241">
                        <c:v>59.852500919999997</c:v>
                      </c:pt>
                      <c:pt idx="5242">
                        <c:v>59.852516170000001</c:v>
                      </c:pt>
                      <c:pt idx="5243">
                        <c:v>59.852535250000003</c:v>
                      </c:pt>
                      <c:pt idx="5244">
                        <c:v>59.853507999999998</c:v>
                      </c:pt>
                      <c:pt idx="5245">
                        <c:v>59.852733610000001</c:v>
                      </c:pt>
                      <c:pt idx="5246">
                        <c:v>59.852687840000002</c:v>
                      </c:pt>
                      <c:pt idx="5247">
                        <c:v>59.852687840000002</c:v>
                      </c:pt>
                      <c:pt idx="5248">
                        <c:v>59.852691649999997</c:v>
                      </c:pt>
                      <c:pt idx="5249">
                        <c:v>59.852691649999997</c:v>
                      </c:pt>
                      <c:pt idx="5250">
                        <c:v>59.852691649999997</c:v>
                      </c:pt>
                      <c:pt idx="5251">
                        <c:v>59.85269547</c:v>
                      </c:pt>
                      <c:pt idx="5252">
                        <c:v>59.852699280000003</c:v>
                      </c:pt>
                      <c:pt idx="5253">
                        <c:v>59.852710719999997</c:v>
                      </c:pt>
                      <c:pt idx="5254">
                        <c:v>59.85272217</c:v>
                      </c:pt>
                      <c:pt idx="5255">
                        <c:v>59.852733610000001</c:v>
                      </c:pt>
                      <c:pt idx="5256">
                        <c:v>59.852748869999999</c:v>
                      </c:pt>
                      <c:pt idx="5257">
                        <c:v>59.852764129999997</c:v>
                      </c:pt>
                      <c:pt idx="5258">
                        <c:v>59.852783199999998</c:v>
                      </c:pt>
                      <c:pt idx="5259">
                        <c:v>59.852802279999999</c:v>
                      </c:pt>
                      <c:pt idx="5260">
                        <c:v>59.852817539999997</c:v>
                      </c:pt>
                      <c:pt idx="5261">
                        <c:v>59.85284042</c:v>
                      </c:pt>
                      <c:pt idx="5262">
                        <c:v>59.852859500000001</c:v>
                      </c:pt>
                      <c:pt idx="5263">
                        <c:v>59.852878570000001</c:v>
                      </c:pt>
                      <c:pt idx="5264">
                        <c:v>59.852897640000002</c:v>
                      </c:pt>
                      <c:pt idx="5265">
                        <c:v>59.852916720000003</c:v>
                      </c:pt>
                      <c:pt idx="5266">
                        <c:v>59.85293961</c:v>
                      </c:pt>
                      <c:pt idx="5267">
                        <c:v>59.85295868</c:v>
                      </c:pt>
                      <c:pt idx="5268">
                        <c:v>59.852977750000001</c:v>
                      </c:pt>
                      <c:pt idx="5269">
                        <c:v>59.852996830000002</c:v>
                      </c:pt>
                      <c:pt idx="5270">
                        <c:v>59.853015900000003</c:v>
                      </c:pt>
                      <c:pt idx="5271">
                        <c:v>59.853034970000003</c:v>
                      </c:pt>
                      <c:pt idx="5272">
                        <c:v>59.853054049999997</c:v>
                      </c:pt>
                      <c:pt idx="5273">
                        <c:v>59.853073119999998</c:v>
                      </c:pt>
                      <c:pt idx="5274">
                        <c:v>59.853092189999998</c:v>
                      </c:pt>
                      <c:pt idx="5275">
                        <c:v>59.853111269999999</c:v>
                      </c:pt>
                      <c:pt idx="5276">
                        <c:v>59.85313034</c:v>
                      </c:pt>
                      <c:pt idx="5277">
                        <c:v>59.85314941</c:v>
                      </c:pt>
                      <c:pt idx="5278">
                        <c:v>59.853168490000002</c:v>
                      </c:pt>
                      <c:pt idx="5279">
                        <c:v>59.853183749999999</c:v>
                      </c:pt>
                      <c:pt idx="5280">
                        <c:v>59.85320282</c:v>
                      </c:pt>
                      <c:pt idx="5281">
                        <c:v>59.85322189</c:v>
                      </c:pt>
                      <c:pt idx="5282">
                        <c:v>59.853237149999998</c:v>
                      </c:pt>
                      <c:pt idx="5283">
                        <c:v>59.85325623</c:v>
                      </c:pt>
                      <c:pt idx="5284">
                        <c:v>59.853271479999997</c:v>
                      </c:pt>
                      <c:pt idx="5285">
                        <c:v>59.853290559999998</c:v>
                      </c:pt>
                      <c:pt idx="5286">
                        <c:v>59.853305820000003</c:v>
                      </c:pt>
                      <c:pt idx="5287">
                        <c:v>59.853324890000003</c:v>
                      </c:pt>
                      <c:pt idx="5288">
                        <c:v>59.853340150000001</c:v>
                      </c:pt>
                      <c:pt idx="5289">
                        <c:v>59.853359220000002</c:v>
                      </c:pt>
                      <c:pt idx="5290">
                        <c:v>59.853374479999999</c:v>
                      </c:pt>
                      <c:pt idx="5291">
                        <c:v>59.85339355</c:v>
                      </c:pt>
                      <c:pt idx="5292">
                        <c:v>59.853408809999998</c:v>
                      </c:pt>
                      <c:pt idx="5293">
                        <c:v>59.853424070000003</c:v>
                      </c:pt>
                      <c:pt idx="5294">
                        <c:v>59.853443149999997</c:v>
                      </c:pt>
                      <c:pt idx="5295">
                        <c:v>59.853458400000001</c:v>
                      </c:pt>
                      <c:pt idx="5296">
                        <c:v>59.853477480000002</c:v>
                      </c:pt>
                      <c:pt idx="5297">
                        <c:v>59.85349274</c:v>
                      </c:pt>
                      <c:pt idx="5298">
                        <c:v>59.853511810000001</c:v>
                      </c:pt>
                      <c:pt idx="5299">
                        <c:v>59.853527069999998</c:v>
                      </c:pt>
                      <c:pt idx="5300">
                        <c:v>59.853546139999999</c:v>
                      </c:pt>
                      <c:pt idx="5301">
                        <c:v>59.853561399999997</c:v>
                      </c:pt>
                      <c:pt idx="5302">
                        <c:v>59.853580469999997</c:v>
                      </c:pt>
                      <c:pt idx="5303">
                        <c:v>59.853595730000002</c:v>
                      </c:pt>
                      <c:pt idx="5304">
                        <c:v>59.853614810000003</c:v>
                      </c:pt>
                      <c:pt idx="5305">
                        <c:v>59.853630070000001</c:v>
                      </c:pt>
                      <c:pt idx="5306">
                        <c:v>59.853649140000002</c:v>
                      </c:pt>
                      <c:pt idx="5307">
                        <c:v>59.8536644</c:v>
                      </c:pt>
                      <c:pt idx="5308">
                        <c:v>59.85368347</c:v>
                      </c:pt>
                      <c:pt idx="5309">
                        <c:v>59.853698729999998</c:v>
                      </c:pt>
                      <c:pt idx="5310">
                        <c:v>59.853717799999998</c:v>
                      </c:pt>
                      <c:pt idx="5311">
                        <c:v>59.853733060000003</c:v>
                      </c:pt>
                      <c:pt idx="5312">
                        <c:v>59.853752139999997</c:v>
                      </c:pt>
                      <c:pt idx="5313">
                        <c:v>59.853767400000002</c:v>
                      </c:pt>
                      <c:pt idx="5314">
                        <c:v>59.853782649999999</c:v>
                      </c:pt>
                      <c:pt idx="5315">
                        <c:v>59.853801730000001</c:v>
                      </c:pt>
                      <c:pt idx="5316">
                        <c:v>59.853816989999999</c:v>
                      </c:pt>
                      <c:pt idx="5317">
                        <c:v>59.853836059999999</c:v>
                      </c:pt>
                      <c:pt idx="5318">
                        <c:v>59.853851319999997</c:v>
                      </c:pt>
                      <c:pt idx="5319">
                        <c:v>59.853870389999997</c:v>
                      </c:pt>
                      <c:pt idx="5320">
                        <c:v>59.853885650000002</c:v>
                      </c:pt>
                      <c:pt idx="5321">
                        <c:v>59.853904720000003</c:v>
                      </c:pt>
                      <c:pt idx="5322">
                        <c:v>59.853919980000001</c:v>
                      </c:pt>
                      <c:pt idx="5323">
                        <c:v>59.853939060000002</c:v>
                      </c:pt>
                      <c:pt idx="5324">
                        <c:v>59.85395432</c:v>
                      </c:pt>
                      <c:pt idx="5325">
                        <c:v>59.853969569999997</c:v>
                      </c:pt>
                      <c:pt idx="5326">
                        <c:v>59.853988649999998</c:v>
                      </c:pt>
                      <c:pt idx="5327">
                        <c:v>59.854003910000003</c:v>
                      </c:pt>
                      <c:pt idx="5328">
                        <c:v>59.854022980000003</c:v>
                      </c:pt>
                      <c:pt idx="5329">
                        <c:v>59.854038240000001</c:v>
                      </c:pt>
                      <c:pt idx="5330">
                        <c:v>59.854053499999999</c:v>
                      </c:pt>
                      <c:pt idx="5331">
                        <c:v>59.85407257</c:v>
                      </c:pt>
                      <c:pt idx="5332">
                        <c:v>59.854087829999997</c:v>
                      </c:pt>
                      <c:pt idx="5333">
                        <c:v>59.854103090000002</c:v>
                      </c:pt>
                      <c:pt idx="5334">
                        <c:v>59.854122160000003</c:v>
                      </c:pt>
                      <c:pt idx="5335">
                        <c:v>59.854137420000001</c:v>
                      </c:pt>
                      <c:pt idx="5336">
                        <c:v>59.854152679999999</c:v>
                      </c:pt>
                      <c:pt idx="5337">
                        <c:v>59.854171749999999</c:v>
                      </c:pt>
                      <c:pt idx="5338">
                        <c:v>59.854187009999997</c:v>
                      </c:pt>
                      <c:pt idx="5339">
                        <c:v>59.854202270000002</c:v>
                      </c:pt>
                      <c:pt idx="5340">
                        <c:v>59.854221340000002</c:v>
                      </c:pt>
                      <c:pt idx="5341">
                        <c:v>59.8542366</c:v>
                      </c:pt>
                      <c:pt idx="5342">
                        <c:v>59.854251859999998</c:v>
                      </c:pt>
                      <c:pt idx="5343">
                        <c:v>59.854270939999999</c:v>
                      </c:pt>
                      <c:pt idx="5344">
                        <c:v>59.854286190000003</c:v>
                      </c:pt>
                      <c:pt idx="5345">
                        <c:v>59.854301450000001</c:v>
                      </c:pt>
                      <c:pt idx="5346">
                        <c:v>59.854316709999999</c:v>
                      </c:pt>
                      <c:pt idx="5347">
                        <c:v>59.85433578</c:v>
                      </c:pt>
                      <c:pt idx="5348">
                        <c:v>59.854351039999997</c:v>
                      </c:pt>
                      <c:pt idx="5349">
                        <c:v>59.854366300000002</c:v>
                      </c:pt>
                      <c:pt idx="5350">
                        <c:v>59.85438156</c:v>
                      </c:pt>
                      <c:pt idx="5351">
                        <c:v>59.854400630000001</c:v>
                      </c:pt>
                      <c:pt idx="5352">
                        <c:v>59.854415889999999</c:v>
                      </c:pt>
                      <c:pt idx="5353">
                        <c:v>59.854431150000003</c:v>
                      </c:pt>
                      <c:pt idx="5354">
                        <c:v>59.854446410000001</c:v>
                      </c:pt>
                      <c:pt idx="5355">
                        <c:v>59.854465480000002</c:v>
                      </c:pt>
                      <c:pt idx="5356">
                        <c:v>59.85448074</c:v>
                      </c:pt>
                      <c:pt idx="5357">
                        <c:v>59.854495999999997</c:v>
                      </c:pt>
                      <c:pt idx="5358">
                        <c:v>59.854511260000002</c:v>
                      </c:pt>
                      <c:pt idx="5359">
                        <c:v>59.854530330000003</c:v>
                      </c:pt>
                      <c:pt idx="5360">
                        <c:v>59.854545590000001</c:v>
                      </c:pt>
                      <c:pt idx="5361">
                        <c:v>59.854560849999999</c:v>
                      </c:pt>
                      <c:pt idx="5362">
                        <c:v>59.854576109999996</c:v>
                      </c:pt>
                      <c:pt idx="5363">
                        <c:v>59.854595179999997</c:v>
                      </c:pt>
                      <c:pt idx="5364">
                        <c:v>59.854610440000002</c:v>
                      </c:pt>
                      <c:pt idx="5365">
                        <c:v>59.8546257</c:v>
                      </c:pt>
                      <c:pt idx="5366">
                        <c:v>59.854640959999998</c:v>
                      </c:pt>
                      <c:pt idx="5367">
                        <c:v>59.854660029999998</c:v>
                      </c:pt>
                      <c:pt idx="5368">
                        <c:v>59.854675290000003</c:v>
                      </c:pt>
                      <c:pt idx="5369">
                        <c:v>59.854690550000001</c:v>
                      </c:pt>
                      <c:pt idx="5370">
                        <c:v>59.854705809999999</c:v>
                      </c:pt>
                      <c:pt idx="5371">
                        <c:v>59.854724879999999</c:v>
                      </c:pt>
                      <c:pt idx="5372">
                        <c:v>59.854740139999997</c:v>
                      </c:pt>
                      <c:pt idx="5373">
                        <c:v>59.854755400000002</c:v>
                      </c:pt>
                      <c:pt idx="5374">
                        <c:v>59.854774480000003</c:v>
                      </c:pt>
                      <c:pt idx="5375">
                        <c:v>59.85478973</c:v>
                      </c:pt>
                      <c:pt idx="5376">
                        <c:v>59.854804989999998</c:v>
                      </c:pt>
                      <c:pt idx="5377">
                        <c:v>59.854820250000003</c:v>
                      </c:pt>
                      <c:pt idx="5378">
                        <c:v>59.854835510000001</c:v>
                      </c:pt>
                      <c:pt idx="5379">
                        <c:v>59.854854580000001</c:v>
                      </c:pt>
                      <c:pt idx="5380">
                        <c:v>59.854869839999999</c:v>
                      </c:pt>
                      <c:pt idx="5381">
                        <c:v>59.854885099999997</c:v>
                      </c:pt>
                      <c:pt idx="5382">
                        <c:v>59.854900360000002</c:v>
                      </c:pt>
                      <c:pt idx="5383">
                        <c:v>59.854919430000002</c:v>
                      </c:pt>
                      <c:pt idx="5384">
                        <c:v>59.85493469</c:v>
                      </c:pt>
                      <c:pt idx="5385">
                        <c:v>59.854949949999998</c:v>
                      </c:pt>
                      <c:pt idx="5386">
                        <c:v>59.854965210000003</c:v>
                      </c:pt>
                      <c:pt idx="5387">
                        <c:v>59.854980470000001</c:v>
                      </c:pt>
                      <c:pt idx="5388">
                        <c:v>59.854999540000001</c:v>
                      </c:pt>
                      <c:pt idx="5389">
                        <c:v>59.855014799999999</c:v>
                      </c:pt>
                      <c:pt idx="5390">
                        <c:v>59.855030059999997</c:v>
                      </c:pt>
                      <c:pt idx="5391">
                        <c:v>59.855045320000002</c:v>
                      </c:pt>
                      <c:pt idx="5392">
                        <c:v>59.85506058</c:v>
                      </c:pt>
                      <c:pt idx="5393">
                        <c:v>59.855075839999998</c:v>
                      </c:pt>
                      <c:pt idx="5394">
                        <c:v>59.855094909999998</c:v>
                      </c:pt>
                      <c:pt idx="5395">
                        <c:v>59.855110170000003</c:v>
                      </c:pt>
                      <c:pt idx="5396">
                        <c:v>59.855125430000001</c:v>
                      </c:pt>
                      <c:pt idx="5397">
                        <c:v>59.855140689999999</c:v>
                      </c:pt>
                      <c:pt idx="5398">
                        <c:v>59.855155940000003</c:v>
                      </c:pt>
                      <c:pt idx="5399">
                        <c:v>59.855171200000001</c:v>
                      </c:pt>
                      <c:pt idx="5400">
                        <c:v>59.855186459999999</c:v>
                      </c:pt>
                      <c:pt idx="5401">
                        <c:v>59.855201719999997</c:v>
                      </c:pt>
                      <c:pt idx="5402">
                        <c:v>59.855216980000002</c:v>
                      </c:pt>
                      <c:pt idx="5403">
                        <c:v>59.855232239999999</c:v>
                      </c:pt>
                      <c:pt idx="5404">
                        <c:v>59.85525131</c:v>
                      </c:pt>
                      <c:pt idx="5405">
                        <c:v>59.855266569999998</c:v>
                      </c:pt>
                      <c:pt idx="5406">
                        <c:v>59.855281830000003</c:v>
                      </c:pt>
                      <c:pt idx="5407">
                        <c:v>59.855297090000001</c:v>
                      </c:pt>
                      <c:pt idx="5408">
                        <c:v>59.855312349999998</c:v>
                      </c:pt>
                      <c:pt idx="5409">
                        <c:v>59.855327610000003</c:v>
                      </c:pt>
                      <c:pt idx="5410">
                        <c:v>59.85534286</c:v>
                      </c:pt>
                      <c:pt idx="5411">
                        <c:v>59.855358119999998</c:v>
                      </c:pt>
                      <c:pt idx="5412">
                        <c:v>59.855373380000003</c:v>
                      </c:pt>
                      <c:pt idx="5413">
                        <c:v>59.855388640000001</c:v>
                      </c:pt>
                      <c:pt idx="5414">
                        <c:v>59.855403899999999</c:v>
                      </c:pt>
                      <c:pt idx="5415">
                        <c:v>59.855419159999997</c:v>
                      </c:pt>
                      <c:pt idx="5416">
                        <c:v>59.855434420000002</c:v>
                      </c:pt>
                      <c:pt idx="5417">
                        <c:v>59.85544968</c:v>
                      </c:pt>
                      <c:pt idx="5418">
                        <c:v>59.855464939999997</c:v>
                      </c:pt>
                      <c:pt idx="5419">
                        <c:v>59.855480190000002</c:v>
                      </c:pt>
                      <c:pt idx="5420">
                        <c:v>59.855495449999999</c:v>
                      </c:pt>
                      <c:pt idx="5421">
                        <c:v>59.855510709999997</c:v>
                      </c:pt>
                      <c:pt idx="5422">
                        <c:v>59.855525970000002</c:v>
                      </c:pt>
                      <c:pt idx="5423">
                        <c:v>59.85554123</c:v>
                      </c:pt>
                      <c:pt idx="5424">
                        <c:v>59.8555603</c:v>
                      </c:pt>
                      <c:pt idx="5425">
                        <c:v>59.855575559999998</c:v>
                      </c:pt>
                      <c:pt idx="5426">
                        <c:v>59.855590820000003</c:v>
                      </c:pt>
                      <c:pt idx="5427">
                        <c:v>59.855606080000001</c:v>
                      </c:pt>
                      <c:pt idx="5428">
                        <c:v>59.855621339999999</c:v>
                      </c:pt>
                      <c:pt idx="5429">
                        <c:v>59.855636599999997</c:v>
                      </c:pt>
                      <c:pt idx="5430">
                        <c:v>59.855651860000002</c:v>
                      </c:pt>
                      <c:pt idx="5431">
                        <c:v>59.855667109999999</c:v>
                      </c:pt>
                      <c:pt idx="5432">
                        <c:v>59.855682369999997</c:v>
                      </c:pt>
                      <c:pt idx="5433">
                        <c:v>59.855697630000002</c:v>
                      </c:pt>
                      <c:pt idx="5434">
                        <c:v>59.85571289</c:v>
                      </c:pt>
                      <c:pt idx="5435">
                        <c:v>59.855728149999997</c:v>
                      </c:pt>
                      <c:pt idx="5436">
                        <c:v>59.855743410000002</c:v>
                      </c:pt>
                      <c:pt idx="5437">
                        <c:v>59.85575867</c:v>
                      </c:pt>
                      <c:pt idx="5438">
                        <c:v>59.855773929999998</c:v>
                      </c:pt>
                      <c:pt idx="5439">
                        <c:v>59.855789180000002</c:v>
                      </c:pt>
                      <c:pt idx="5440">
                        <c:v>59.85580444</c:v>
                      </c:pt>
                      <c:pt idx="5441">
                        <c:v>59.855819699999998</c:v>
                      </c:pt>
                      <c:pt idx="5442">
                        <c:v>59.855834960000003</c:v>
                      </c:pt>
                      <c:pt idx="5443">
                        <c:v>59.855850220000001</c:v>
                      </c:pt>
                      <c:pt idx="5444">
                        <c:v>59.855865479999999</c:v>
                      </c:pt>
                      <c:pt idx="5445">
                        <c:v>59.855880740000003</c:v>
                      </c:pt>
                      <c:pt idx="5446">
                        <c:v>59.855896000000001</c:v>
                      </c:pt>
                      <c:pt idx="5447">
                        <c:v>59.855911249999998</c:v>
                      </c:pt>
                      <c:pt idx="5448">
                        <c:v>59.855926510000003</c:v>
                      </c:pt>
                      <c:pt idx="5449">
                        <c:v>59.855941770000001</c:v>
                      </c:pt>
                      <c:pt idx="5450">
                        <c:v>59.855957029999999</c:v>
                      </c:pt>
                      <c:pt idx="5451">
                        <c:v>59.855972289999997</c:v>
                      </c:pt>
                      <c:pt idx="5452">
                        <c:v>59.855987550000002</c:v>
                      </c:pt>
                      <c:pt idx="5453">
                        <c:v>59.85600281</c:v>
                      </c:pt>
                      <c:pt idx="5454">
                        <c:v>59.856018069999998</c:v>
                      </c:pt>
                      <c:pt idx="5455">
                        <c:v>59.856033330000002</c:v>
                      </c:pt>
                      <c:pt idx="5456">
                        <c:v>59.85604858</c:v>
                      </c:pt>
                      <c:pt idx="5457">
                        <c:v>59.856063839999997</c:v>
                      </c:pt>
                      <c:pt idx="5458">
                        <c:v>59.856079100000002</c:v>
                      </c:pt>
                      <c:pt idx="5459">
                        <c:v>59.85609436</c:v>
                      </c:pt>
                      <c:pt idx="5460">
                        <c:v>59.856109619999998</c:v>
                      </c:pt>
                      <c:pt idx="5461">
                        <c:v>59.856124880000003</c:v>
                      </c:pt>
                      <c:pt idx="5462">
                        <c:v>59.856140140000001</c:v>
                      </c:pt>
                      <c:pt idx="5463">
                        <c:v>59.856155399999999</c:v>
                      </c:pt>
                      <c:pt idx="5464">
                        <c:v>59.856170650000003</c:v>
                      </c:pt>
                      <c:pt idx="5465">
                        <c:v>59.856185910000001</c:v>
                      </c:pt>
                      <c:pt idx="5466">
                        <c:v>59.856201169999999</c:v>
                      </c:pt>
                      <c:pt idx="5467">
                        <c:v>59.856216430000003</c:v>
                      </c:pt>
                      <c:pt idx="5468">
                        <c:v>59.856231690000001</c:v>
                      </c:pt>
                      <c:pt idx="5469">
                        <c:v>59.856246949999999</c:v>
                      </c:pt>
                      <c:pt idx="5470">
                        <c:v>59.856258390000001</c:v>
                      </c:pt>
                      <c:pt idx="5471">
                        <c:v>59.856273649999999</c:v>
                      </c:pt>
                      <c:pt idx="5472">
                        <c:v>59.856288910000004</c:v>
                      </c:pt>
                      <c:pt idx="5473">
                        <c:v>59.856304170000001</c:v>
                      </c:pt>
                      <c:pt idx="5474">
                        <c:v>59.856319429999999</c:v>
                      </c:pt>
                      <c:pt idx="5475">
                        <c:v>59.856334689999997</c:v>
                      </c:pt>
                      <c:pt idx="5476">
                        <c:v>59.856349950000002</c:v>
                      </c:pt>
                      <c:pt idx="5477">
                        <c:v>59.856365199999999</c:v>
                      </c:pt>
                      <c:pt idx="5478">
                        <c:v>59.856380459999997</c:v>
                      </c:pt>
                      <c:pt idx="5479">
                        <c:v>59.856395720000002</c:v>
                      </c:pt>
                      <c:pt idx="5480">
                        <c:v>59.85641098</c:v>
                      </c:pt>
                      <c:pt idx="5481">
                        <c:v>59.856426239999998</c:v>
                      </c:pt>
                      <c:pt idx="5482">
                        <c:v>59.856441500000003</c:v>
                      </c:pt>
                      <c:pt idx="5483">
                        <c:v>59.85645676</c:v>
                      </c:pt>
                      <c:pt idx="5484">
                        <c:v>59.856472019999998</c:v>
                      </c:pt>
                      <c:pt idx="5485">
                        <c:v>59.856487270000002</c:v>
                      </c:pt>
                      <c:pt idx="5486">
                        <c:v>59.85650253</c:v>
                      </c:pt>
                      <c:pt idx="5487">
                        <c:v>59.856517789999998</c:v>
                      </c:pt>
                      <c:pt idx="5488">
                        <c:v>59.856533050000003</c:v>
                      </c:pt>
                      <c:pt idx="5489">
                        <c:v>59.856544489999997</c:v>
                      </c:pt>
                      <c:pt idx="5490">
                        <c:v>59.856559750000002</c:v>
                      </c:pt>
                      <c:pt idx="5491">
                        <c:v>59.85657501</c:v>
                      </c:pt>
                      <c:pt idx="5492">
                        <c:v>59.856590269999998</c:v>
                      </c:pt>
                      <c:pt idx="5493">
                        <c:v>59.856605530000003</c:v>
                      </c:pt>
                      <c:pt idx="5494">
                        <c:v>59.856620790000001</c:v>
                      </c:pt>
                      <c:pt idx="5495">
                        <c:v>59.856636049999999</c:v>
                      </c:pt>
                      <c:pt idx="5496">
                        <c:v>59.856651309999997</c:v>
                      </c:pt>
                      <c:pt idx="5497">
                        <c:v>59.856666560000001</c:v>
                      </c:pt>
                      <c:pt idx="5498">
                        <c:v>59.856681819999999</c:v>
                      </c:pt>
                      <c:pt idx="5499">
                        <c:v>59.856697080000004</c:v>
                      </c:pt>
                      <c:pt idx="5500">
                        <c:v>59.856712340000001</c:v>
                      </c:pt>
                      <c:pt idx="5501">
                        <c:v>59.856727599999999</c:v>
                      </c:pt>
                      <c:pt idx="5502">
                        <c:v>59.856742859999997</c:v>
                      </c:pt>
                      <c:pt idx="5503">
                        <c:v>59.856758120000002</c:v>
                      </c:pt>
                      <c:pt idx="5504">
                        <c:v>59.85677338</c:v>
                      </c:pt>
                      <c:pt idx="5505">
                        <c:v>59.856788639999998</c:v>
                      </c:pt>
                      <c:pt idx="5506">
                        <c:v>59.856803890000002</c:v>
                      </c:pt>
                      <c:pt idx="5507">
                        <c:v>59.85681915</c:v>
                      </c:pt>
                      <c:pt idx="5508">
                        <c:v>59.856834409999998</c:v>
                      </c:pt>
                      <c:pt idx="5509">
                        <c:v>59.856849670000003</c:v>
                      </c:pt>
                      <c:pt idx="5510">
                        <c:v>59.85686493</c:v>
                      </c:pt>
                      <c:pt idx="5511">
                        <c:v>59.856880189999998</c:v>
                      </c:pt>
                      <c:pt idx="5512">
                        <c:v>59.856895450000003</c:v>
                      </c:pt>
                      <c:pt idx="5513">
                        <c:v>59.856910710000001</c:v>
                      </c:pt>
                      <c:pt idx="5514">
                        <c:v>59.856925959999998</c:v>
                      </c:pt>
                      <c:pt idx="5515">
                        <c:v>59.856941220000003</c:v>
                      </c:pt>
                      <c:pt idx="5516">
                        <c:v>59.856956480000001</c:v>
                      </c:pt>
                      <c:pt idx="5517">
                        <c:v>59.856971739999999</c:v>
                      </c:pt>
                      <c:pt idx="5518">
                        <c:v>59.856986999999997</c:v>
                      </c:pt>
                      <c:pt idx="5519">
                        <c:v>59.857002260000002</c:v>
                      </c:pt>
                      <c:pt idx="5520">
                        <c:v>59.857017519999999</c:v>
                      </c:pt>
                      <c:pt idx="5521">
                        <c:v>59.857032779999997</c:v>
                      </c:pt>
                      <c:pt idx="5522">
                        <c:v>59.857048030000001</c:v>
                      </c:pt>
                      <c:pt idx="5523">
                        <c:v>59.857063289999999</c:v>
                      </c:pt>
                      <c:pt idx="5524">
                        <c:v>59.857078549999997</c:v>
                      </c:pt>
                      <c:pt idx="5525">
                        <c:v>59.857093810000002</c:v>
                      </c:pt>
                      <c:pt idx="5526">
                        <c:v>59.85710907</c:v>
                      </c:pt>
                      <c:pt idx="5527">
                        <c:v>59.857124329999998</c:v>
                      </c:pt>
                      <c:pt idx="5528">
                        <c:v>59.857139590000003</c:v>
                      </c:pt>
                      <c:pt idx="5529">
                        <c:v>59.857154850000001</c:v>
                      </c:pt>
                      <c:pt idx="5530">
                        <c:v>59.857170099999998</c:v>
                      </c:pt>
                      <c:pt idx="5531">
                        <c:v>59.857185360000003</c:v>
                      </c:pt>
                      <c:pt idx="5532">
                        <c:v>59.85720062</c:v>
                      </c:pt>
                      <c:pt idx="5533">
                        <c:v>59.857215879999998</c:v>
                      </c:pt>
                      <c:pt idx="5534">
                        <c:v>59.857227330000001</c:v>
                      </c:pt>
                      <c:pt idx="5535">
                        <c:v>59.857242579999998</c:v>
                      </c:pt>
                      <c:pt idx="5536">
                        <c:v>59.857257840000003</c:v>
                      </c:pt>
                      <c:pt idx="5537">
                        <c:v>59.8572731</c:v>
                      </c:pt>
                      <c:pt idx="5538">
                        <c:v>59.857288359999998</c:v>
                      </c:pt>
                      <c:pt idx="5539">
                        <c:v>59.857303620000003</c:v>
                      </c:pt>
                      <c:pt idx="5540">
                        <c:v>59.857318880000001</c:v>
                      </c:pt>
                      <c:pt idx="5541">
                        <c:v>59.857334139999999</c:v>
                      </c:pt>
                      <c:pt idx="5542">
                        <c:v>59.857349399999997</c:v>
                      </c:pt>
                      <c:pt idx="5543">
                        <c:v>59.857364650000001</c:v>
                      </c:pt>
                      <c:pt idx="5544">
                        <c:v>59.857379909999999</c:v>
                      </c:pt>
                      <c:pt idx="5545">
                        <c:v>59.857395169999997</c:v>
                      </c:pt>
                      <c:pt idx="5546">
                        <c:v>59.857410430000002</c:v>
                      </c:pt>
                      <c:pt idx="5547">
                        <c:v>59.857425689999999</c:v>
                      </c:pt>
                      <c:pt idx="5548">
                        <c:v>59.857440949999997</c:v>
                      </c:pt>
                      <c:pt idx="5549">
                        <c:v>59.857452389999999</c:v>
                      </c:pt>
                      <c:pt idx="5550">
                        <c:v>59.857467649999997</c:v>
                      </c:pt>
                      <c:pt idx="5551">
                        <c:v>59.857482910000002</c:v>
                      </c:pt>
                      <c:pt idx="5552">
                        <c:v>59.85749817</c:v>
                      </c:pt>
                      <c:pt idx="5553">
                        <c:v>59.857513429999997</c:v>
                      </c:pt>
                      <c:pt idx="5554">
                        <c:v>59.857528690000002</c:v>
                      </c:pt>
                      <c:pt idx="5555">
                        <c:v>59.85754395</c:v>
                      </c:pt>
                      <c:pt idx="5556">
                        <c:v>59.857559199999997</c:v>
                      </c:pt>
                      <c:pt idx="5557">
                        <c:v>59.857574460000002</c:v>
                      </c:pt>
                      <c:pt idx="5558">
                        <c:v>59.85758972</c:v>
                      </c:pt>
                      <c:pt idx="5559">
                        <c:v>59.857604979999998</c:v>
                      </c:pt>
                      <c:pt idx="5560">
                        <c:v>59.857620240000003</c:v>
                      </c:pt>
                      <c:pt idx="5561">
                        <c:v>59.857635500000001</c:v>
                      </c:pt>
                      <c:pt idx="5562">
                        <c:v>59.857650759999999</c:v>
                      </c:pt>
                      <c:pt idx="5563">
                        <c:v>59.857666020000003</c:v>
                      </c:pt>
                      <c:pt idx="5564">
                        <c:v>59.85768127</c:v>
                      </c:pt>
                      <c:pt idx="5565">
                        <c:v>59.857696529999998</c:v>
                      </c:pt>
                      <c:pt idx="5566">
                        <c:v>59.857711790000003</c:v>
                      </c:pt>
                      <c:pt idx="5567">
                        <c:v>59.857723239999999</c:v>
                      </c:pt>
                      <c:pt idx="5568">
                        <c:v>59.857738490000003</c:v>
                      </c:pt>
                      <c:pt idx="5569">
                        <c:v>59.857753750000001</c:v>
                      </c:pt>
                      <c:pt idx="5570">
                        <c:v>59.857769009999998</c:v>
                      </c:pt>
                      <c:pt idx="5571">
                        <c:v>59.857784270000003</c:v>
                      </c:pt>
                      <c:pt idx="5572">
                        <c:v>59.857799530000001</c:v>
                      </c:pt>
                      <c:pt idx="5573">
                        <c:v>59.857814789999999</c:v>
                      </c:pt>
                      <c:pt idx="5574">
                        <c:v>59.857830049999997</c:v>
                      </c:pt>
                      <c:pt idx="5575">
                        <c:v>59.857845310000002</c:v>
                      </c:pt>
                      <c:pt idx="5576">
                        <c:v>59.85786057</c:v>
                      </c:pt>
                      <c:pt idx="5577">
                        <c:v>59.857875819999997</c:v>
                      </c:pt>
                      <c:pt idx="5578">
                        <c:v>59.857891080000002</c:v>
                      </c:pt>
                      <c:pt idx="5579">
                        <c:v>59.85790634</c:v>
                      </c:pt>
                      <c:pt idx="5580">
                        <c:v>59.857921599999997</c:v>
                      </c:pt>
                      <c:pt idx="5581">
                        <c:v>59.857933039999999</c:v>
                      </c:pt>
                      <c:pt idx="5582">
                        <c:v>59.857948299999997</c:v>
                      </c:pt>
                      <c:pt idx="5583">
                        <c:v>59.857963560000002</c:v>
                      </c:pt>
                      <c:pt idx="5584">
                        <c:v>59.85797882</c:v>
                      </c:pt>
                      <c:pt idx="5585">
                        <c:v>59.857994079999997</c:v>
                      </c:pt>
                      <c:pt idx="5586">
                        <c:v>59.858009340000002</c:v>
                      </c:pt>
                      <c:pt idx="5587">
                        <c:v>59.8580246</c:v>
                      </c:pt>
                      <c:pt idx="5588">
                        <c:v>59.858039859999998</c:v>
                      </c:pt>
                      <c:pt idx="5589">
                        <c:v>59.858055110000002</c:v>
                      </c:pt>
                      <c:pt idx="5590">
                        <c:v>59.85807037</c:v>
                      </c:pt>
                      <c:pt idx="5591">
                        <c:v>59.858081820000002</c:v>
                      </c:pt>
                      <c:pt idx="5592">
                        <c:v>59.85809708</c:v>
                      </c:pt>
                      <c:pt idx="5593">
                        <c:v>59.858112339999998</c:v>
                      </c:pt>
                      <c:pt idx="5594">
                        <c:v>59.858127590000002</c:v>
                      </c:pt>
                      <c:pt idx="5595">
                        <c:v>59.85814285</c:v>
                      </c:pt>
                      <c:pt idx="5596">
                        <c:v>59.858158109999998</c:v>
                      </c:pt>
                      <c:pt idx="5597">
                        <c:v>59.858173370000003</c:v>
                      </c:pt>
                      <c:pt idx="5598">
                        <c:v>59.858188630000001</c:v>
                      </c:pt>
                      <c:pt idx="5599">
                        <c:v>59.858200070000002</c:v>
                      </c:pt>
                      <c:pt idx="5600">
                        <c:v>59.85821533</c:v>
                      </c:pt>
                      <c:pt idx="5601">
                        <c:v>59.858230589999998</c:v>
                      </c:pt>
                      <c:pt idx="5602">
                        <c:v>59.858245850000003</c:v>
                      </c:pt>
                      <c:pt idx="5603">
                        <c:v>59.858261110000001</c:v>
                      </c:pt>
                      <c:pt idx="5604">
                        <c:v>59.858276369999999</c:v>
                      </c:pt>
                      <c:pt idx="5605">
                        <c:v>59.858291629999997</c:v>
                      </c:pt>
                      <c:pt idx="5606">
                        <c:v>59.858303069999998</c:v>
                      </c:pt>
                      <c:pt idx="5607">
                        <c:v>59.858318330000003</c:v>
                      </c:pt>
                      <c:pt idx="5608">
                        <c:v>59.858333590000001</c:v>
                      </c:pt>
                      <c:pt idx="5609">
                        <c:v>59.858348849999999</c:v>
                      </c:pt>
                      <c:pt idx="5610">
                        <c:v>59.858364109999997</c:v>
                      </c:pt>
                      <c:pt idx="5611">
                        <c:v>59.858379360000001</c:v>
                      </c:pt>
                      <c:pt idx="5612">
                        <c:v>59.858390810000003</c:v>
                      </c:pt>
                      <c:pt idx="5613">
                        <c:v>59.858406070000001</c:v>
                      </c:pt>
                      <c:pt idx="5614">
                        <c:v>59.858421329999999</c:v>
                      </c:pt>
                      <c:pt idx="5615">
                        <c:v>59.858436580000003</c:v>
                      </c:pt>
                      <c:pt idx="5616">
                        <c:v>59.858451840000001</c:v>
                      </c:pt>
                      <c:pt idx="5617">
                        <c:v>59.858467099999999</c:v>
                      </c:pt>
                      <c:pt idx="5618">
                        <c:v>59.858478550000001</c:v>
                      </c:pt>
                      <c:pt idx="5619">
                        <c:v>59.858493799999998</c:v>
                      </c:pt>
                      <c:pt idx="5620">
                        <c:v>59.858509060000003</c:v>
                      </c:pt>
                      <c:pt idx="5621">
                        <c:v>59.858524320000001</c:v>
                      </c:pt>
                      <c:pt idx="5622">
                        <c:v>59.858539579999999</c:v>
                      </c:pt>
                      <c:pt idx="5623">
                        <c:v>59.858554839999996</c:v>
                      </c:pt>
                      <c:pt idx="5624">
                        <c:v>59.858566279999998</c:v>
                      </c:pt>
                      <c:pt idx="5625">
                        <c:v>59.858581540000003</c:v>
                      </c:pt>
                      <c:pt idx="5626">
                        <c:v>59.858596800000001</c:v>
                      </c:pt>
                      <c:pt idx="5627">
                        <c:v>59.858612059999999</c:v>
                      </c:pt>
                      <c:pt idx="5628">
                        <c:v>59.858627319999997</c:v>
                      </c:pt>
                      <c:pt idx="5629">
                        <c:v>59.858638759999998</c:v>
                      </c:pt>
                      <c:pt idx="5630">
                        <c:v>59.858654020000003</c:v>
                      </c:pt>
                      <c:pt idx="5631">
                        <c:v>59.858669280000001</c:v>
                      </c:pt>
                      <c:pt idx="5632">
                        <c:v>59.858684539999999</c:v>
                      </c:pt>
                      <c:pt idx="5633">
                        <c:v>59.858699799999997</c:v>
                      </c:pt>
                      <c:pt idx="5634">
                        <c:v>59.858715060000002</c:v>
                      </c:pt>
                      <c:pt idx="5635">
                        <c:v>59.858726500000003</c:v>
                      </c:pt>
                      <c:pt idx="5636">
                        <c:v>59.858741760000001</c:v>
                      </c:pt>
                      <c:pt idx="5637">
                        <c:v>59.858757019999999</c:v>
                      </c:pt>
                      <c:pt idx="5638">
                        <c:v>59.858772279999997</c:v>
                      </c:pt>
                      <c:pt idx="5639">
                        <c:v>59.858787540000002</c:v>
                      </c:pt>
                      <c:pt idx="5640">
                        <c:v>59.858802799999999</c:v>
                      </c:pt>
                      <c:pt idx="5641">
                        <c:v>59.858814240000001</c:v>
                      </c:pt>
                      <c:pt idx="5642">
                        <c:v>59.858829499999999</c:v>
                      </c:pt>
                      <c:pt idx="5643">
                        <c:v>59.858844759999997</c:v>
                      </c:pt>
                      <c:pt idx="5644">
                        <c:v>59.858860020000002</c:v>
                      </c:pt>
                      <c:pt idx="5645">
                        <c:v>59.858875269999999</c:v>
                      </c:pt>
                      <c:pt idx="5646">
                        <c:v>59.858886720000001</c:v>
                      </c:pt>
                      <c:pt idx="5647">
                        <c:v>59.858901979999999</c:v>
                      </c:pt>
                      <c:pt idx="5648">
                        <c:v>59.858917239999997</c:v>
                      </c:pt>
                      <c:pt idx="5649">
                        <c:v>59.858932500000002</c:v>
                      </c:pt>
                      <c:pt idx="5650">
                        <c:v>59.858947749999999</c:v>
                      </c:pt>
                      <c:pt idx="5651">
                        <c:v>59.858959200000001</c:v>
                      </c:pt>
                      <c:pt idx="5652">
                        <c:v>59.858974459999999</c:v>
                      </c:pt>
                      <c:pt idx="5653">
                        <c:v>59.858989719999997</c:v>
                      </c:pt>
                      <c:pt idx="5654">
                        <c:v>59.859004970000001</c:v>
                      </c:pt>
                      <c:pt idx="5655">
                        <c:v>59.859020229999999</c:v>
                      </c:pt>
                      <c:pt idx="5656">
                        <c:v>59.859031680000001</c:v>
                      </c:pt>
                      <c:pt idx="5657">
                        <c:v>59.859046939999999</c:v>
                      </c:pt>
                      <c:pt idx="5658">
                        <c:v>59.859062190000003</c:v>
                      </c:pt>
                      <c:pt idx="5659">
                        <c:v>59.859077450000001</c:v>
                      </c:pt>
                      <c:pt idx="5660">
                        <c:v>59.859092709999999</c:v>
                      </c:pt>
                      <c:pt idx="5661">
                        <c:v>59.859104160000001</c:v>
                      </c:pt>
                      <c:pt idx="5662">
                        <c:v>59.859119419999999</c:v>
                      </c:pt>
                      <c:pt idx="5663">
                        <c:v>59.859134670000003</c:v>
                      </c:pt>
                      <c:pt idx="5664">
                        <c:v>59.859149930000001</c:v>
                      </c:pt>
                      <c:pt idx="5665">
                        <c:v>59.859161380000003</c:v>
                      </c:pt>
                      <c:pt idx="5666">
                        <c:v>59.859176640000001</c:v>
                      </c:pt>
                      <c:pt idx="5667">
                        <c:v>59.859191889999998</c:v>
                      </c:pt>
                      <c:pt idx="5668">
                        <c:v>59.859207150000003</c:v>
                      </c:pt>
                      <c:pt idx="5669">
                        <c:v>59.859222410000001</c:v>
                      </c:pt>
                      <c:pt idx="5670">
                        <c:v>59.859233860000003</c:v>
                      </c:pt>
                      <c:pt idx="5671">
                        <c:v>59.85924911</c:v>
                      </c:pt>
                      <c:pt idx="5672">
                        <c:v>59.859264369999998</c:v>
                      </c:pt>
                      <c:pt idx="5673">
                        <c:v>59.859279630000003</c:v>
                      </c:pt>
                      <c:pt idx="5674">
                        <c:v>59.859291079999998</c:v>
                      </c:pt>
                      <c:pt idx="5675">
                        <c:v>59.859306340000003</c:v>
                      </c:pt>
                      <c:pt idx="5676">
                        <c:v>59.85932159</c:v>
                      </c:pt>
                      <c:pt idx="5677">
                        <c:v>59.859336849999998</c:v>
                      </c:pt>
                      <c:pt idx="5678">
                        <c:v>59.859348300000001</c:v>
                      </c:pt>
                      <c:pt idx="5679">
                        <c:v>59.859363559999998</c:v>
                      </c:pt>
                      <c:pt idx="5680">
                        <c:v>59.859378810000003</c:v>
                      </c:pt>
                      <c:pt idx="5681">
                        <c:v>59.859390259999998</c:v>
                      </c:pt>
                      <c:pt idx="5682">
                        <c:v>59.859405520000003</c:v>
                      </c:pt>
                      <c:pt idx="5683">
                        <c:v>59.859420780000001</c:v>
                      </c:pt>
                      <c:pt idx="5684">
                        <c:v>59.859436039999999</c:v>
                      </c:pt>
                      <c:pt idx="5685">
                        <c:v>59.85944748</c:v>
                      </c:pt>
                      <c:pt idx="5686">
                        <c:v>59.859462739999998</c:v>
                      </c:pt>
                      <c:pt idx="5687">
                        <c:v>59.859478000000003</c:v>
                      </c:pt>
                      <c:pt idx="5688">
                        <c:v>59.859493260000001</c:v>
                      </c:pt>
                      <c:pt idx="5689">
                        <c:v>59.859504700000002</c:v>
                      </c:pt>
                      <c:pt idx="5690">
                        <c:v>59.85951996</c:v>
                      </c:pt>
                      <c:pt idx="5691">
                        <c:v>59.859535219999998</c:v>
                      </c:pt>
                      <c:pt idx="5692">
                        <c:v>59.859546659999999</c:v>
                      </c:pt>
                      <c:pt idx="5693">
                        <c:v>59.859561919999997</c:v>
                      </c:pt>
                      <c:pt idx="5694">
                        <c:v>59.859577180000002</c:v>
                      </c:pt>
                      <c:pt idx="5695">
                        <c:v>59.85959244</c:v>
                      </c:pt>
                      <c:pt idx="5696">
                        <c:v>59.859603880000002</c:v>
                      </c:pt>
                      <c:pt idx="5697">
                        <c:v>59.85961914</c:v>
                      </c:pt>
                      <c:pt idx="5698">
                        <c:v>59.859634399999997</c:v>
                      </c:pt>
                      <c:pt idx="5699">
                        <c:v>59.859645839999999</c:v>
                      </c:pt>
                      <c:pt idx="5700">
                        <c:v>59.859661099999997</c:v>
                      </c:pt>
                      <c:pt idx="5701">
                        <c:v>59.859676360000002</c:v>
                      </c:pt>
                      <c:pt idx="5702">
                        <c:v>59.859687809999997</c:v>
                      </c:pt>
                      <c:pt idx="5703">
                        <c:v>59.859703060000001</c:v>
                      </c:pt>
                      <c:pt idx="5704">
                        <c:v>59.859718319999999</c:v>
                      </c:pt>
                      <c:pt idx="5705">
                        <c:v>59.859729770000001</c:v>
                      </c:pt>
                      <c:pt idx="5706">
                        <c:v>59.859745029999999</c:v>
                      </c:pt>
                      <c:pt idx="5707">
                        <c:v>59.859760280000003</c:v>
                      </c:pt>
                      <c:pt idx="5708">
                        <c:v>59.859771729999999</c:v>
                      </c:pt>
                      <c:pt idx="5709">
                        <c:v>59.859786990000003</c:v>
                      </c:pt>
                      <c:pt idx="5710">
                        <c:v>59.859802250000001</c:v>
                      </c:pt>
                      <c:pt idx="5711">
                        <c:v>59.859813690000003</c:v>
                      </c:pt>
                      <c:pt idx="5712">
                        <c:v>59.859828950000001</c:v>
                      </c:pt>
                      <c:pt idx="5713">
                        <c:v>59.859844209999999</c:v>
                      </c:pt>
                      <c:pt idx="5714">
                        <c:v>59.85985565</c:v>
                      </c:pt>
                      <c:pt idx="5715">
                        <c:v>59.859870909999998</c:v>
                      </c:pt>
                      <c:pt idx="5716">
                        <c:v>59.859886170000003</c:v>
                      </c:pt>
                      <c:pt idx="5717">
                        <c:v>59.859897609999997</c:v>
                      </c:pt>
                      <c:pt idx="5718">
                        <c:v>59.859912870000002</c:v>
                      </c:pt>
                      <c:pt idx="5719">
                        <c:v>59.85992813</c:v>
                      </c:pt>
                      <c:pt idx="5720">
                        <c:v>59.859939580000002</c:v>
                      </c:pt>
                      <c:pt idx="5721">
                        <c:v>59.85995483</c:v>
                      </c:pt>
                      <c:pt idx="5722">
                        <c:v>59.859966280000002</c:v>
                      </c:pt>
                      <c:pt idx="5723">
                        <c:v>59.85998154</c:v>
                      </c:pt>
                      <c:pt idx="5724">
                        <c:v>59.859996799999998</c:v>
                      </c:pt>
                      <c:pt idx="5725">
                        <c:v>59.860008239999999</c:v>
                      </c:pt>
                      <c:pt idx="5726">
                        <c:v>59.860023499999997</c:v>
                      </c:pt>
                      <c:pt idx="5727">
                        <c:v>59.860034939999998</c:v>
                      </c:pt>
                      <c:pt idx="5728">
                        <c:v>59.860050200000003</c:v>
                      </c:pt>
                      <c:pt idx="5729">
                        <c:v>59.860065460000001</c:v>
                      </c:pt>
                      <c:pt idx="5730">
                        <c:v>59.860076900000003</c:v>
                      </c:pt>
                      <c:pt idx="5731">
                        <c:v>59.860092160000001</c:v>
                      </c:pt>
                      <c:pt idx="5732">
                        <c:v>59.860103610000003</c:v>
                      </c:pt>
                      <c:pt idx="5733">
                        <c:v>59.860118870000001</c:v>
                      </c:pt>
                      <c:pt idx="5734">
                        <c:v>59.860134119999998</c:v>
                      </c:pt>
                      <c:pt idx="5735">
                        <c:v>59.86014557</c:v>
                      </c:pt>
                      <c:pt idx="5736">
                        <c:v>59.860160829999998</c:v>
                      </c:pt>
                      <c:pt idx="5737">
                        <c:v>59.86017227</c:v>
                      </c:pt>
                      <c:pt idx="5738">
                        <c:v>59.860187529999997</c:v>
                      </c:pt>
                      <c:pt idx="5739">
                        <c:v>59.860198969999999</c:v>
                      </c:pt>
                      <c:pt idx="5740">
                        <c:v>59.860214229999997</c:v>
                      </c:pt>
                      <c:pt idx="5741">
                        <c:v>59.860225679999999</c:v>
                      </c:pt>
                      <c:pt idx="5742">
                        <c:v>59.860240939999997</c:v>
                      </c:pt>
                      <c:pt idx="5743">
                        <c:v>59.860252379999999</c:v>
                      </c:pt>
                      <c:pt idx="5744">
                        <c:v>59.860267640000004</c:v>
                      </c:pt>
                      <c:pt idx="5745">
                        <c:v>59.860279079999998</c:v>
                      </c:pt>
                      <c:pt idx="5746">
                        <c:v>59.860294340000003</c:v>
                      </c:pt>
                      <c:pt idx="5747">
                        <c:v>59.860305789999998</c:v>
                      </c:pt>
                      <c:pt idx="5748">
                        <c:v>59.860321040000002</c:v>
                      </c:pt>
                      <c:pt idx="5749">
                        <c:v>59.860332489999998</c:v>
                      </c:pt>
                      <c:pt idx="5750">
                        <c:v>59.860347750000003</c:v>
                      </c:pt>
                      <c:pt idx="5751">
                        <c:v>59.860359189999997</c:v>
                      </c:pt>
                      <c:pt idx="5752">
                        <c:v>59.860374450000002</c:v>
                      </c:pt>
                      <c:pt idx="5753">
                        <c:v>59.860385890000003</c:v>
                      </c:pt>
                      <c:pt idx="5754">
                        <c:v>59.860401150000001</c:v>
                      </c:pt>
                      <c:pt idx="5755">
                        <c:v>59.860412599999997</c:v>
                      </c:pt>
                      <c:pt idx="5756">
                        <c:v>59.860427860000001</c:v>
                      </c:pt>
                      <c:pt idx="5757">
                        <c:v>59.860439300000003</c:v>
                      </c:pt>
                      <c:pt idx="5758">
                        <c:v>59.860454560000001</c:v>
                      </c:pt>
                      <c:pt idx="5759">
                        <c:v>59.860466000000002</c:v>
                      </c:pt>
                      <c:pt idx="5760">
                        <c:v>59.86048126</c:v>
                      </c:pt>
                      <c:pt idx="5761">
                        <c:v>59.860492710000003</c:v>
                      </c:pt>
                      <c:pt idx="5762">
                        <c:v>59.86050797</c:v>
                      </c:pt>
                      <c:pt idx="5763">
                        <c:v>59.860519410000002</c:v>
                      </c:pt>
                      <c:pt idx="5764">
                        <c:v>59.86053467</c:v>
                      </c:pt>
                      <c:pt idx="5765">
                        <c:v>59.860546110000001</c:v>
                      </c:pt>
                      <c:pt idx="5766">
                        <c:v>59.860557559999997</c:v>
                      </c:pt>
                      <c:pt idx="5767">
                        <c:v>59.860572810000001</c:v>
                      </c:pt>
                      <c:pt idx="5768">
                        <c:v>59.860584260000003</c:v>
                      </c:pt>
                      <c:pt idx="5769">
                        <c:v>59.860599520000001</c:v>
                      </c:pt>
                      <c:pt idx="5770">
                        <c:v>59.860610960000002</c:v>
                      </c:pt>
                      <c:pt idx="5771">
                        <c:v>59.86062622</c:v>
                      </c:pt>
                      <c:pt idx="5772">
                        <c:v>59.860637660000002</c:v>
                      </c:pt>
                      <c:pt idx="5773">
                        <c:v>59.860649109999997</c:v>
                      </c:pt>
                      <c:pt idx="5774">
                        <c:v>59.860664370000002</c:v>
                      </c:pt>
                      <c:pt idx="5775">
                        <c:v>59.860675809999996</c:v>
                      </c:pt>
                      <c:pt idx="5776">
                        <c:v>59.860691070000001</c:v>
                      </c:pt>
                      <c:pt idx="5777">
                        <c:v>59.860702510000003</c:v>
                      </c:pt>
                      <c:pt idx="5778">
                        <c:v>59.860717770000001</c:v>
                      </c:pt>
                      <c:pt idx="5779">
                        <c:v>59.860729220000003</c:v>
                      </c:pt>
                      <c:pt idx="5780">
                        <c:v>59.860740659999998</c:v>
                      </c:pt>
                      <c:pt idx="5781">
                        <c:v>59.860755920000003</c:v>
                      </c:pt>
                      <c:pt idx="5782">
                        <c:v>59.860767359999997</c:v>
                      </c:pt>
                      <c:pt idx="5783">
                        <c:v>59.860782620000002</c:v>
                      </c:pt>
                      <c:pt idx="5784">
                        <c:v>59.860794069999997</c:v>
                      </c:pt>
                      <c:pt idx="5785">
                        <c:v>59.860809330000002</c:v>
                      </c:pt>
                      <c:pt idx="5786">
                        <c:v>59.860820769999997</c:v>
                      </c:pt>
                      <c:pt idx="5787">
                        <c:v>59.860832209999998</c:v>
                      </c:pt>
                      <c:pt idx="5788">
                        <c:v>59.860847470000003</c:v>
                      </c:pt>
                      <c:pt idx="5789">
                        <c:v>59.860858919999998</c:v>
                      </c:pt>
                      <c:pt idx="5790">
                        <c:v>59.860874180000003</c:v>
                      </c:pt>
                      <c:pt idx="5791">
                        <c:v>59.860885619999998</c:v>
                      </c:pt>
                      <c:pt idx="5792">
                        <c:v>59.860897059999999</c:v>
                      </c:pt>
                      <c:pt idx="5793">
                        <c:v>59.860912319999997</c:v>
                      </c:pt>
                      <c:pt idx="5794">
                        <c:v>59.860923769999999</c:v>
                      </c:pt>
                      <c:pt idx="5795">
                        <c:v>59.860939029999997</c:v>
                      </c:pt>
                      <c:pt idx="5796">
                        <c:v>59.860950469999999</c:v>
                      </c:pt>
                      <c:pt idx="5797">
                        <c:v>59.860965729999997</c:v>
                      </c:pt>
                      <c:pt idx="5798">
                        <c:v>59.860977169999998</c:v>
                      </c:pt>
                      <c:pt idx="5799">
                        <c:v>59.860988620000001</c:v>
                      </c:pt>
                      <c:pt idx="5800">
                        <c:v>59.861003879999998</c:v>
                      </c:pt>
                      <c:pt idx="5801">
                        <c:v>59.86101532</c:v>
                      </c:pt>
                      <c:pt idx="5802">
                        <c:v>59.861030579999998</c:v>
                      </c:pt>
                      <c:pt idx="5803">
                        <c:v>59.861042019999999</c:v>
                      </c:pt>
                      <c:pt idx="5804">
                        <c:v>59.861053470000002</c:v>
                      </c:pt>
                      <c:pt idx="5805">
                        <c:v>59.86106873</c:v>
                      </c:pt>
                      <c:pt idx="5806">
                        <c:v>59.861080170000001</c:v>
                      </c:pt>
                      <c:pt idx="5807">
                        <c:v>59.861091610000003</c:v>
                      </c:pt>
                      <c:pt idx="5808">
                        <c:v>59.86110687</c:v>
                      </c:pt>
                      <c:pt idx="5809">
                        <c:v>59.861118320000003</c:v>
                      </c:pt>
                      <c:pt idx="5810">
                        <c:v>59.861133580000001</c:v>
                      </c:pt>
                      <c:pt idx="5811">
                        <c:v>59.861145020000002</c:v>
                      </c:pt>
                      <c:pt idx="5812">
                        <c:v>59.861156459999997</c:v>
                      </c:pt>
                      <c:pt idx="5813">
                        <c:v>59.861171720000002</c:v>
                      </c:pt>
                      <c:pt idx="5814">
                        <c:v>59.861183169999997</c:v>
                      </c:pt>
                      <c:pt idx="5815">
                        <c:v>59.861198430000002</c:v>
                      </c:pt>
                      <c:pt idx="5816">
                        <c:v>59.861209870000003</c:v>
                      </c:pt>
                      <c:pt idx="5817">
                        <c:v>59.861221309999998</c:v>
                      </c:pt>
                      <c:pt idx="5818">
                        <c:v>59.861236570000003</c:v>
                      </c:pt>
                      <c:pt idx="5819">
                        <c:v>59.861248019999998</c:v>
                      </c:pt>
                      <c:pt idx="5820">
                        <c:v>59.861259459999999</c:v>
                      </c:pt>
                      <c:pt idx="5821">
                        <c:v>59.861274719999997</c:v>
                      </c:pt>
                      <c:pt idx="5822">
                        <c:v>59.861286159999999</c:v>
                      </c:pt>
                      <c:pt idx="5823">
                        <c:v>59.861301419999997</c:v>
                      </c:pt>
                      <c:pt idx="5824">
                        <c:v>59.861312869999999</c:v>
                      </c:pt>
                      <c:pt idx="5825">
                        <c:v>59.861324310000001</c:v>
                      </c:pt>
                      <c:pt idx="5826">
                        <c:v>59.861339569999998</c:v>
                      </c:pt>
                      <c:pt idx="5827">
                        <c:v>59.86135101</c:v>
                      </c:pt>
                      <c:pt idx="5828">
                        <c:v>59.861362460000002</c:v>
                      </c:pt>
                      <c:pt idx="5829">
                        <c:v>59.86137772</c:v>
                      </c:pt>
                      <c:pt idx="5830">
                        <c:v>59.861389160000002</c:v>
                      </c:pt>
                      <c:pt idx="5831">
                        <c:v>59.861400600000003</c:v>
                      </c:pt>
                      <c:pt idx="5832">
                        <c:v>59.861415860000001</c:v>
                      </c:pt>
                      <c:pt idx="5833">
                        <c:v>59.861427310000003</c:v>
                      </c:pt>
                      <c:pt idx="5834">
                        <c:v>59.861442570000001</c:v>
                      </c:pt>
                      <c:pt idx="5835">
                        <c:v>59.861454010000003</c:v>
                      </c:pt>
                      <c:pt idx="5836">
                        <c:v>59.861465449999997</c:v>
                      </c:pt>
                      <c:pt idx="5837">
                        <c:v>59.861480710000002</c:v>
                      </c:pt>
                      <c:pt idx="5838">
                        <c:v>59.861492159999997</c:v>
                      </c:pt>
                      <c:pt idx="5839">
                        <c:v>59.861503599999999</c:v>
                      </c:pt>
                      <c:pt idx="5840">
                        <c:v>59.861518859999997</c:v>
                      </c:pt>
                      <c:pt idx="5841">
                        <c:v>59.861530299999998</c:v>
                      </c:pt>
                      <c:pt idx="5842">
                        <c:v>59.861545560000003</c:v>
                      </c:pt>
                      <c:pt idx="5843">
                        <c:v>59.861557009999999</c:v>
                      </c:pt>
                      <c:pt idx="5844">
                        <c:v>59.86156845</c:v>
                      </c:pt>
                      <c:pt idx="5845">
                        <c:v>59.861583709999998</c:v>
                      </c:pt>
                      <c:pt idx="5846">
                        <c:v>59.861595149999999</c:v>
                      </c:pt>
                      <c:pt idx="5847">
                        <c:v>59.861606600000002</c:v>
                      </c:pt>
                      <c:pt idx="5848">
                        <c:v>59.86162186</c:v>
                      </c:pt>
                      <c:pt idx="5849">
                        <c:v>59.861633300000001</c:v>
                      </c:pt>
                      <c:pt idx="5850">
                        <c:v>59.861648559999999</c:v>
                      </c:pt>
                      <c:pt idx="5851">
                        <c:v>59.861660000000001</c:v>
                      </c:pt>
                      <c:pt idx="5852">
                        <c:v>59.861671450000003</c:v>
                      </c:pt>
                      <c:pt idx="5853">
                        <c:v>59.861686710000001</c:v>
                      </c:pt>
                      <c:pt idx="5854">
                        <c:v>59.861698150000002</c:v>
                      </c:pt>
                      <c:pt idx="5855">
                        <c:v>59.861709589999997</c:v>
                      </c:pt>
                      <c:pt idx="5856">
                        <c:v>59.861724850000002</c:v>
                      </c:pt>
                      <c:pt idx="5857">
                        <c:v>59.861736299999997</c:v>
                      </c:pt>
                      <c:pt idx="5858">
                        <c:v>59.861751560000002</c:v>
                      </c:pt>
                      <c:pt idx="5859">
                        <c:v>59.861763000000003</c:v>
                      </c:pt>
                      <c:pt idx="5860">
                        <c:v>59.861774439999998</c:v>
                      </c:pt>
                      <c:pt idx="5861">
                        <c:v>59.861789700000003</c:v>
                      </c:pt>
                      <c:pt idx="5862">
                        <c:v>59.861801149999998</c:v>
                      </c:pt>
                      <c:pt idx="5863">
                        <c:v>59.86181259</c:v>
                      </c:pt>
                      <c:pt idx="5864">
                        <c:v>59.861827849999997</c:v>
                      </c:pt>
                      <c:pt idx="5865">
                        <c:v>59.861839289999999</c:v>
                      </c:pt>
                      <c:pt idx="5866">
                        <c:v>59.861854549999997</c:v>
                      </c:pt>
                      <c:pt idx="5867">
                        <c:v>59.861865999999999</c:v>
                      </c:pt>
                      <c:pt idx="5868">
                        <c:v>59.861877440000001</c:v>
                      </c:pt>
                      <c:pt idx="5869">
                        <c:v>59.861892699999999</c:v>
                      </c:pt>
                      <c:pt idx="5870">
                        <c:v>59.86190414</c:v>
                      </c:pt>
                      <c:pt idx="5871">
                        <c:v>59.861915590000002</c:v>
                      </c:pt>
                      <c:pt idx="5872">
                        <c:v>59.86193085</c:v>
                      </c:pt>
                      <c:pt idx="5873">
                        <c:v>59.861942290000002</c:v>
                      </c:pt>
                      <c:pt idx="5874">
                        <c:v>59.861953739999997</c:v>
                      </c:pt>
                      <c:pt idx="5875">
                        <c:v>59.861968990000001</c:v>
                      </c:pt>
                      <c:pt idx="5876">
                        <c:v>59.861980440000004</c:v>
                      </c:pt>
                      <c:pt idx="5877">
                        <c:v>59.861991879999998</c:v>
                      </c:pt>
                      <c:pt idx="5878">
                        <c:v>59.862007140000003</c:v>
                      </c:pt>
                      <c:pt idx="5879">
                        <c:v>59.862018589999998</c:v>
                      </c:pt>
                      <c:pt idx="5880">
                        <c:v>59.86203003</c:v>
                      </c:pt>
                      <c:pt idx="5881">
                        <c:v>59.862045289999998</c:v>
                      </c:pt>
                      <c:pt idx="5882">
                        <c:v>59.862953189999999</c:v>
                      </c:pt>
                      <c:pt idx="5883">
                        <c:v>59.862224580000003</c:v>
                      </c:pt>
                      <c:pt idx="5884">
                        <c:v>59.862178800000002</c:v>
                      </c:pt>
                      <c:pt idx="5885">
                        <c:v>59.86217499</c:v>
                      </c:pt>
                      <c:pt idx="5886">
                        <c:v>59.862171170000003</c:v>
                      </c:pt>
                      <c:pt idx="5887">
                        <c:v>59.862167360000001</c:v>
                      </c:pt>
                      <c:pt idx="5888">
                        <c:v>59.862167360000001</c:v>
                      </c:pt>
                      <c:pt idx="5889">
                        <c:v>59.862167360000001</c:v>
                      </c:pt>
                      <c:pt idx="5890">
                        <c:v>59.862167360000001</c:v>
                      </c:pt>
                      <c:pt idx="5891">
                        <c:v>59.862171170000003</c:v>
                      </c:pt>
                      <c:pt idx="5892">
                        <c:v>59.862178800000002</c:v>
                      </c:pt>
                      <c:pt idx="5893">
                        <c:v>59.862186430000001</c:v>
                      </c:pt>
                      <c:pt idx="5894">
                        <c:v>59.862197879999997</c:v>
                      </c:pt>
                      <c:pt idx="5895">
                        <c:v>59.862205510000003</c:v>
                      </c:pt>
                      <c:pt idx="5896">
                        <c:v>59.862216949999997</c:v>
                      </c:pt>
                      <c:pt idx="5897">
                        <c:v>59.862232210000002</c:v>
                      </c:pt>
                      <c:pt idx="5898">
                        <c:v>59.862243650000003</c:v>
                      </c:pt>
                      <c:pt idx="5899">
                        <c:v>59.862258910000001</c:v>
                      </c:pt>
                      <c:pt idx="5900">
                        <c:v>59.862274169999999</c:v>
                      </c:pt>
                      <c:pt idx="5901">
                        <c:v>59.862289429999997</c:v>
                      </c:pt>
                      <c:pt idx="5902">
                        <c:v>59.862304690000002</c:v>
                      </c:pt>
                      <c:pt idx="5903">
                        <c:v>59.862316130000004</c:v>
                      </c:pt>
                      <c:pt idx="5904">
                        <c:v>59.862331390000001</c:v>
                      </c:pt>
                      <c:pt idx="5905">
                        <c:v>59.862346649999999</c:v>
                      </c:pt>
                      <c:pt idx="5906">
                        <c:v>59.862361909999997</c:v>
                      </c:pt>
                      <c:pt idx="5907">
                        <c:v>59.862377170000002</c:v>
                      </c:pt>
                      <c:pt idx="5908">
                        <c:v>59.862388609999996</c:v>
                      </c:pt>
                      <c:pt idx="5909">
                        <c:v>59.862403870000001</c:v>
                      </c:pt>
                      <c:pt idx="5910">
                        <c:v>59.863311770000003</c:v>
                      </c:pt>
                      <c:pt idx="5911">
                        <c:v>59.862586980000003</c:v>
                      </c:pt>
                      <c:pt idx="5912">
                        <c:v>59.862545009999998</c:v>
                      </c:pt>
                      <c:pt idx="5913">
                        <c:v>59.862541200000003</c:v>
                      </c:pt>
                      <c:pt idx="5914">
                        <c:v>59.862541200000003</c:v>
                      </c:pt>
                      <c:pt idx="5915">
                        <c:v>59.862537379999999</c:v>
                      </c:pt>
                      <c:pt idx="5916">
                        <c:v>59.862533569999997</c:v>
                      </c:pt>
                      <c:pt idx="5917">
                        <c:v>59.862537379999999</c:v>
                      </c:pt>
                      <c:pt idx="5918">
                        <c:v>59.862537379999999</c:v>
                      </c:pt>
                      <c:pt idx="5919">
                        <c:v>59.862545009999998</c:v>
                      </c:pt>
                      <c:pt idx="5920">
                        <c:v>59.862552639999997</c:v>
                      </c:pt>
                      <c:pt idx="5921">
                        <c:v>59.862560270000003</c:v>
                      </c:pt>
                      <c:pt idx="5922">
                        <c:v>59.862571719999998</c:v>
                      </c:pt>
                      <c:pt idx="5923">
                        <c:v>59.86258316</c:v>
                      </c:pt>
                      <c:pt idx="5924">
                        <c:v>59.862594600000001</c:v>
                      </c:pt>
                      <c:pt idx="5925">
                        <c:v>59.862609859999999</c:v>
                      </c:pt>
                      <c:pt idx="5926">
                        <c:v>59.862621310000002</c:v>
                      </c:pt>
                      <c:pt idx="5927">
                        <c:v>59.862636569999999</c:v>
                      </c:pt>
                      <c:pt idx="5928">
                        <c:v>59.862651820000004</c:v>
                      </c:pt>
                      <c:pt idx="5929">
                        <c:v>59.862667080000001</c:v>
                      </c:pt>
                      <c:pt idx="5930">
                        <c:v>59.862682339999999</c:v>
                      </c:pt>
                      <c:pt idx="5931">
                        <c:v>59.86270142</c:v>
                      </c:pt>
                      <c:pt idx="5932">
                        <c:v>59.862716669999998</c:v>
                      </c:pt>
                      <c:pt idx="5933">
                        <c:v>59.862731930000002</c:v>
                      </c:pt>
                      <c:pt idx="5934">
                        <c:v>59.86274719</c:v>
                      </c:pt>
                      <c:pt idx="5935">
                        <c:v>59.862762449999998</c:v>
                      </c:pt>
                      <c:pt idx="5936">
                        <c:v>59.862777710000003</c:v>
                      </c:pt>
                      <c:pt idx="5937">
                        <c:v>59.862792970000001</c:v>
                      </c:pt>
                      <c:pt idx="5938">
                        <c:v>59.862812040000001</c:v>
                      </c:pt>
                      <c:pt idx="5939">
                        <c:v>59.862827299999999</c:v>
                      </c:pt>
                      <c:pt idx="5940">
                        <c:v>59.862842559999997</c:v>
                      </c:pt>
                      <c:pt idx="5941">
                        <c:v>59.862857820000002</c:v>
                      </c:pt>
                      <c:pt idx="5942">
                        <c:v>59.86287308</c:v>
                      </c:pt>
                      <c:pt idx="5943">
                        <c:v>59.862888339999998</c:v>
                      </c:pt>
                      <c:pt idx="5944">
                        <c:v>59.862903590000002</c:v>
                      </c:pt>
                      <c:pt idx="5945">
                        <c:v>59.86291885</c:v>
                      </c:pt>
                      <c:pt idx="5946">
                        <c:v>59.862930300000002</c:v>
                      </c:pt>
                      <c:pt idx="5947">
                        <c:v>59.86294556</c:v>
                      </c:pt>
                      <c:pt idx="5948">
                        <c:v>59.862960819999998</c:v>
                      </c:pt>
                      <c:pt idx="5949">
                        <c:v>59.862976070000002</c:v>
                      </c:pt>
                      <c:pt idx="5950">
                        <c:v>59.862987519999997</c:v>
                      </c:pt>
                      <c:pt idx="5951">
                        <c:v>59.863002780000002</c:v>
                      </c:pt>
                      <c:pt idx="5952">
                        <c:v>59.863014219999997</c:v>
                      </c:pt>
                      <c:pt idx="5953">
                        <c:v>59.863029480000002</c:v>
                      </c:pt>
                      <c:pt idx="5954">
                        <c:v>59.863040920000003</c:v>
                      </c:pt>
                      <c:pt idx="5955">
                        <c:v>59.863056180000001</c:v>
                      </c:pt>
                      <c:pt idx="5956">
                        <c:v>59.863067630000003</c:v>
                      </c:pt>
                      <c:pt idx="5957">
                        <c:v>59.863079069999998</c:v>
                      </c:pt>
                      <c:pt idx="5958">
                        <c:v>59.863094330000003</c:v>
                      </c:pt>
                      <c:pt idx="5959">
                        <c:v>59.863105769999997</c:v>
                      </c:pt>
                      <c:pt idx="5960">
                        <c:v>59.863117219999999</c:v>
                      </c:pt>
                      <c:pt idx="5961">
                        <c:v>59.863132479999997</c:v>
                      </c:pt>
                      <c:pt idx="5962">
                        <c:v>59.863143919999999</c:v>
                      </c:pt>
                      <c:pt idx="5963">
                        <c:v>59.86315536</c:v>
                      </c:pt>
                      <c:pt idx="5964">
                        <c:v>59.863170619999998</c:v>
                      </c:pt>
                      <c:pt idx="5965">
                        <c:v>59.863182070000001</c:v>
                      </c:pt>
                      <c:pt idx="5966">
                        <c:v>59.863193510000002</c:v>
                      </c:pt>
                      <c:pt idx="5967">
                        <c:v>59.863204959999997</c:v>
                      </c:pt>
                      <c:pt idx="5968">
                        <c:v>59.863220210000001</c:v>
                      </c:pt>
                      <c:pt idx="5969">
                        <c:v>59.863231659999997</c:v>
                      </c:pt>
                      <c:pt idx="5970">
                        <c:v>59.863243099999998</c:v>
                      </c:pt>
                      <c:pt idx="5971">
                        <c:v>59.863254550000001</c:v>
                      </c:pt>
                      <c:pt idx="5972">
                        <c:v>59.863265990000002</c:v>
                      </c:pt>
                      <c:pt idx="5973">
                        <c:v>59.863277439999997</c:v>
                      </c:pt>
                      <c:pt idx="5974">
                        <c:v>59.863288879999999</c:v>
                      </c:pt>
                      <c:pt idx="5975">
                        <c:v>59.86330032</c:v>
                      </c:pt>
                      <c:pt idx="5976">
                        <c:v>59.863311770000003</c:v>
                      </c:pt>
                      <c:pt idx="5977">
                        <c:v>59.863323209999997</c:v>
                      </c:pt>
                      <c:pt idx="5978">
                        <c:v>59.86333466</c:v>
                      </c:pt>
                      <c:pt idx="5979">
                        <c:v>59.863346100000001</c:v>
                      </c:pt>
                      <c:pt idx="5980">
                        <c:v>59.863357540000003</c:v>
                      </c:pt>
                      <c:pt idx="5981">
                        <c:v>59.863368989999998</c:v>
                      </c:pt>
                      <c:pt idx="5982">
                        <c:v>59.863380429999999</c:v>
                      </c:pt>
                      <c:pt idx="5983">
                        <c:v>59.863391880000002</c:v>
                      </c:pt>
                      <c:pt idx="5984">
                        <c:v>59.863403320000003</c:v>
                      </c:pt>
                      <c:pt idx="5985">
                        <c:v>59.863414759999998</c:v>
                      </c:pt>
                      <c:pt idx="5986">
                        <c:v>59.86342621</c:v>
                      </c:pt>
                      <c:pt idx="5987">
                        <c:v>59.863437650000002</c:v>
                      </c:pt>
                      <c:pt idx="5988">
                        <c:v>59.863449099999997</c:v>
                      </c:pt>
                      <c:pt idx="5989">
                        <c:v>59.863460539999998</c:v>
                      </c:pt>
                      <c:pt idx="5990">
                        <c:v>59.86347198</c:v>
                      </c:pt>
                      <c:pt idx="5991">
                        <c:v>59.863483430000002</c:v>
                      </c:pt>
                      <c:pt idx="5992">
                        <c:v>59.863494869999997</c:v>
                      </c:pt>
                      <c:pt idx="5993">
                        <c:v>59.863506319999999</c:v>
                      </c:pt>
                      <c:pt idx="5994">
                        <c:v>59.863517760000001</c:v>
                      </c:pt>
                      <c:pt idx="5995">
                        <c:v>59.863529210000003</c:v>
                      </c:pt>
                      <c:pt idx="5996">
                        <c:v>59.863540649999997</c:v>
                      </c:pt>
                      <c:pt idx="5997">
                        <c:v>59.863552089999999</c:v>
                      </c:pt>
                      <c:pt idx="5998">
                        <c:v>59.863567349999997</c:v>
                      </c:pt>
                      <c:pt idx="5999">
                        <c:v>59.863578799999999</c:v>
                      </c:pt>
                      <c:pt idx="6000">
                        <c:v>59.863590240000001</c:v>
                      </c:pt>
                      <c:pt idx="6001">
                        <c:v>59.863601680000002</c:v>
                      </c:pt>
                      <c:pt idx="6002">
                        <c:v>59.86361694</c:v>
                      </c:pt>
                      <c:pt idx="6003">
                        <c:v>59.863628390000002</c:v>
                      </c:pt>
                      <c:pt idx="6004">
                        <c:v>59.863639829999997</c:v>
                      </c:pt>
                      <c:pt idx="6005">
                        <c:v>59.863655090000002</c:v>
                      </c:pt>
                      <c:pt idx="6006">
                        <c:v>59.863666530000003</c:v>
                      </c:pt>
                      <c:pt idx="6007">
                        <c:v>59.863677979999999</c:v>
                      </c:pt>
                      <c:pt idx="6008">
                        <c:v>59.863693240000003</c:v>
                      </c:pt>
                      <c:pt idx="6009">
                        <c:v>59.863704679999998</c:v>
                      </c:pt>
                      <c:pt idx="6010">
                        <c:v>59.863719940000003</c:v>
                      </c:pt>
                      <c:pt idx="6011">
                        <c:v>59.863731379999997</c:v>
                      </c:pt>
                      <c:pt idx="6012">
                        <c:v>59.863746640000002</c:v>
                      </c:pt>
                      <c:pt idx="6013">
                        <c:v>59.863758089999997</c:v>
                      </c:pt>
                      <c:pt idx="6014">
                        <c:v>59.863773350000002</c:v>
                      </c:pt>
                      <c:pt idx="6015">
                        <c:v>59.863788599999999</c:v>
                      </c:pt>
                      <c:pt idx="6016">
                        <c:v>59.863800050000002</c:v>
                      </c:pt>
                      <c:pt idx="6017">
                        <c:v>59.86381531</c:v>
                      </c:pt>
                      <c:pt idx="6018">
                        <c:v>59.863830569999998</c:v>
                      </c:pt>
                      <c:pt idx="6019">
                        <c:v>59.863842009999999</c:v>
                      </c:pt>
                      <c:pt idx="6020">
                        <c:v>59.863857269999997</c:v>
                      </c:pt>
                      <c:pt idx="6021">
                        <c:v>59.863872530000002</c:v>
                      </c:pt>
                      <c:pt idx="6022">
                        <c:v>59.863883970000003</c:v>
                      </c:pt>
                      <c:pt idx="6023">
                        <c:v>59.863899230000001</c:v>
                      </c:pt>
                      <c:pt idx="6024">
                        <c:v>59.863914489999999</c:v>
                      </c:pt>
                      <c:pt idx="6025">
                        <c:v>59.863929749999997</c:v>
                      </c:pt>
                      <c:pt idx="6026">
                        <c:v>59.863941189999998</c:v>
                      </c:pt>
                      <c:pt idx="6027">
                        <c:v>59.863956450000003</c:v>
                      </c:pt>
                      <c:pt idx="6028">
                        <c:v>59.863971710000001</c:v>
                      </c:pt>
                      <c:pt idx="6029">
                        <c:v>59.863983150000003</c:v>
                      </c:pt>
                      <c:pt idx="6030">
                        <c:v>59.863998410000001</c:v>
                      </c:pt>
                      <c:pt idx="6031">
                        <c:v>59.864013669999999</c:v>
                      </c:pt>
                      <c:pt idx="6032">
                        <c:v>59.864028930000003</c:v>
                      </c:pt>
                      <c:pt idx="6033">
                        <c:v>59.864040369999998</c:v>
                      </c:pt>
                      <c:pt idx="6034">
                        <c:v>59.864055630000003</c:v>
                      </c:pt>
                      <c:pt idx="6035">
                        <c:v>59.864070890000001</c:v>
                      </c:pt>
                      <c:pt idx="6036">
                        <c:v>59.864082340000003</c:v>
                      </c:pt>
                      <c:pt idx="6037">
                        <c:v>59.864097600000001</c:v>
                      </c:pt>
                      <c:pt idx="6038">
                        <c:v>59.864112849999998</c:v>
                      </c:pt>
                      <c:pt idx="6039">
                        <c:v>59.8641243</c:v>
                      </c:pt>
                      <c:pt idx="6040">
                        <c:v>59.864139559999998</c:v>
                      </c:pt>
                      <c:pt idx="6041">
                        <c:v>59.864154820000003</c:v>
                      </c:pt>
                      <c:pt idx="6042">
                        <c:v>59.864166259999998</c:v>
                      </c:pt>
                      <c:pt idx="6043">
                        <c:v>59.864181520000002</c:v>
                      </c:pt>
                      <c:pt idx="6044">
                        <c:v>59.864192959999997</c:v>
                      </c:pt>
                      <c:pt idx="6045">
                        <c:v>59.864208220000002</c:v>
                      </c:pt>
                      <c:pt idx="6046">
                        <c:v>59.864219669999997</c:v>
                      </c:pt>
                      <c:pt idx="6047">
                        <c:v>59.864234920000001</c:v>
                      </c:pt>
                      <c:pt idx="6048">
                        <c:v>59.864246369999996</c:v>
                      </c:pt>
                      <c:pt idx="6049">
                        <c:v>59.864261630000001</c:v>
                      </c:pt>
                      <c:pt idx="6050">
                        <c:v>59.864273070000003</c:v>
                      </c:pt>
                      <c:pt idx="6051">
                        <c:v>59.864288330000001</c:v>
                      </c:pt>
                      <c:pt idx="6052">
                        <c:v>59.864299770000002</c:v>
                      </c:pt>
                      <c:pt idx="6053">
                        <c:v>59.864311219999998</c:v>
                      </c:pt>
                      <c:pt idx="6054">
                        <c:v>59.864326480000003</c:v>
                      </c:pt>
                      <c:pt idx="6055">
                        <c:v>59.864337919999997</c:v>
                      </c:pt>
                      <c:pt idx="6056">
                        <c:v>59.864349369999999</c:v>
                      </c:pt>
                      <c:pt idx="6057">
                        <c:v>59.864364620000003</c:v>
                      </c:pt>
                      <c:pt idx="6058">
                        <c:v>59.864376069999999</c:v>
                      </c:pt>
                      <c:pt idx="6059">
                        <c:v>59.86438751</c:v>
                      </c:pt>
                      <c:pt idx="6060">
                        <c:v>59.864402769999998</c:v>
                      </c:pt>
                      <c:pt idx="6061">
                        <c:v>59.86441422</c:v>
                      </c:pt>
                      <c:pt idx="6062">
                        <c:v>59.864425660000002</c:v>
                      </c:pt>
                      <c:pt idx="6063">
                        <c:v>59.86444092</c:v>
                      </c:pt>
                      <c:pt idx="6064">
                        <c:v>59.864452360000001</c:v>
                      </c:pt>
                      <c:pt idx="6065">
                        <c:v>59.864463809999997</c:v>
                      </c:pt>
                      <c:pt idx="6066">
                        <c:v>59.864475249999998</c:v>
                      </c:pt>
                      <c:pt idx="6067">
                        <c:v>59.864490510000003</c:v>
                      </c:pt>
                      <c:pt idx="6068">
                        <c:v>59.864501949999998</c:v>
                      </c:pt>
                      <c:pt idx="6069">
                        <c:v>59.8645134</c:v>
                      </c:pt>
                      <c:pt idx="6070">
                        <c:v>59.864528659999998</c:v>
                      </c:pt>
                      <c:pt idx="6071">
                        <c:v>59.864540099999999</c:v>
                      </c:pt>
                      <c:pt idx="6072">
                        <c:v>59.864551540000001</c:v>
                      </c:pt>
                      <c:pt idx="6073">
                        <c:v>59.864562990000003</c:v>
                      </c:pt>
                      <c:pt idx="6074">
                        <c:v>59.864578250000001</c:v>
                      </c:pt>
                      <c:pt idx="6075">
                        <c:v>59.864589690000003</c:v>
                      </c:pt>
                      <c:pt idx="6076">
                        <c:v>59.864601139999998</c:v>
                      </c:pt>
                      <c:pt idx="6077">
                        <c:v>59.864616390000002</c:v>
                      </c:pt>
                      <c:pt idx="6078">
                        <c:v>59.864627839999997</c:v>
                      </c:pt>
                      <c:pt idx="6079">
                        <c:v>59.864639279999999</c:v>
                      </c:pt>
                      <c:pt idx="6080">
                        <c:v>59.864654539999997</c:v>
                      </c:pt>
                      <c:pt idx="6081">
                        <c:v>59.864665989999999</c:v>
                      </c:pt>
                      <c:pt idx="6082">
                        <c:v>59.86467743</c:v>
                      </c:pt>
                      <c:pt idx="6083">
                        <c:v>59.864692689999998</c:v>
                      </c:pt>
                      <c:pt idx="6084">
                        <c:v>59.86470413</c:v>
                      </c:pt>
                      <c:pt idx="6085">
                        <c:v>59.864719389999998</c:v>
                      </c:pt>
                      <c:pt idx="6086">
                        <c:v>59.864730829999999</c:v>
                      </c:pt>
                      <c:pt idx="6087">
                        <c:v>59.864742280000002</c:v>
                      </c:pt>
                      <c:pt idx="6088">
                        <c:v>59.864757539999999</c:v>
                      </c:pt>
                      <c:pt idx="6089">
                        <c:v>59.864768980000001</c:v>
                      </c:pt>
                      <c:pt idx="6090">
                        <c:v>59.864784239999999</c:v>
                      </c:pt>
                      <c:pt idx="6091">
                        <c:v>59.86479568</c:v>
                      </c:pt>
                      <c:pt idx="6092">
                        <c:v>59.864810939999998</c:v>
                      </c:pt>
                      <c:pt idx="6093">
                        <c:v>59.86482239</c:v>
                      </c:pt>
                      <c:pt idx="6094">
                        <c:v>59.864837649999998</c:v>
                      </c:pt>
                      <c:pt idx="6095">
                        <c:v>59.86484909</c:v>
                      </c:pt>
                      <c:pt idx="6096">
                        <c:v>59.864864349999998</c:v>
                      </c:pt>
                      <c:pt idx="6097">
                        <c:v>59.864875789999999</c:v>
                      </c:pt>
                      <c:pt idx="6098">
                        <c:v>59.864891049999997</c:v>
                      </c:pt>
                      <c:pt idx="6099">
                        <c:v>59.864902499999999</c:v>
                      </c:pt>
                      <c:pt idx="6100">
                        <c:v>59.864917759999997</c:v>
                      </c:pt>
                      <c:pt idx="6101">
                        <c:v>59.864929199999999</c:v>
                      </c:pt>
                      <c:pt idx="6102">
                        <c:v>59.864944459999997</c:v>
                      </c:pt>
                      <c:pt idx="6103">
                        <c:v>59.864955899999998</c:v>
                      </c:pt>
                      <c:pt idx="6104">
                        <c:v>59.864971160000003</c:v>
                      </c:pt>
                      <c:pt idx="6105">
                        <c:v>59.864982599999998</c:v>
                      </c:pt>
                      <c:pt idx="6106">
                        <c:v>59.864997860000003</c:v>
                      </c:pt>
                      <c:pt idx="6107">
                        <c:v>59.865009309999998</c:v>
                      </c:pt>
                      <c:pt idx="6108">
                        <c:v>59.865024570000003</c:v>
                      </c:pt>
                      <c:pt idx="6109">
                        <c:v>59.865039830000001</c:v>
                      </c:pt>
                      <c:pt idx="6110">
                        <c:v>59.865051270000002</c:v>
                      </c:pt>
                      <c:pt idx="6111">
                        <c:v>59.86506653</c:v>
                      </c:pt>
                      <c:pt idx="6112">
                        <c:v>59.865077970000002</c:v>
                      </c:pt>
                      <c:pt idx="6113">
                        <c:v>59.865093229999999</c:v>
                      </c:pt>
                      <c:pt idx="6114">
                        <c:v>59.865104680000002</c:v>
                      </c:pt>
                      <c:pt idx="6115">
                        <c:v>59.865119929999999</c:v>
                      </c:pt>
                      <c:pt idx="6116">
                        <c:v>59.865131380000001</c:v>
                      </c:pt>
                      <c:pt idx="6117">
                        <c:v>59.865146639999999</c:v>
                      </c:pt>
                      <c:pt idx="6118">
                        <c:v>59.86515808</c:v>
                      </c:pt>
                      <c:pt idx="6119">
                        <c:v>59.865173339999998</c:v>
                      </c:pt>
                      <c:pt idx="6120">
                        <c:v>59.86518478</c:v>
                      </c:pt>
                      <c:pt idx="6121">
                        <c:v>59.865200039999998</c:v>
                      </c:pt>
                      <c:pt idx="6122">
                        <c:v>59.86521149</c:v>
                      </c:pt>
                      <c:pt idx="6123">
                        <c:v>59.865222930000002</c:v>
                      </c:pt>
                      <c:pt idx="6124">
                        <c:v>59.865238189999999</c:v>
                      </c:pt>
                      <c:pt idx="6125">
                        <c:v>59.865249630000001</c:v>
                      </c:pt>
                      <c:pt idx="6126">
                        <c:v>59.865264889999999</c:v>
                      </c:pt>
                      <c:pt idx="6127">
                        <c:v>59.865276340000001</c:v>
                      </c:pt>
                      <c:pt idx="6128">
                        <c:v>59.865287780000003</c:v>
                      </c:pt>
                      <c:pt idx="6129">
                        <c:v>59.865303040000001</c:v>
                      </c:pt>
                      <c:pt idx="6130">
                        <c:v>59.865314480000002</c:v>
                      </c:pt>
                      <c:pt idx="6131">
                        <c:v>59.865325929999997</c:v>
                      </c:pt>
                      <c:pt idx="6132">
                        <c:v>59.865341190000002</c:v>
                      </c:pt>
                      <c:pt idx="6133">
                        <c:v>59.865352629999997</c:v>
                      </c:pt>
                      <c:pt idx="6134">
                        <c:v>59.865364069999998</c:v>
                      </c:pt>
                      <c:pt idx="6135">
                        <c:v>59.865375520000001</c:v>
                      </c:pt>
                      <c:pt idx="6136">
                        <c:v>59.865390779999998</c:v>
                      </c:pt>
                      <c:pt idx="6137">
                        <c:v>59.86540222</c:v>
                      </c:pt>
                      <c:pt idx="6138">
                        <c:v>59.865413670000002</c:v>
                      </c:pt>
                      <c:pt idx="6139">
                        <c:v>59.865425109999997</c:v>
                      </c:pt>
                      <c:pt idx="6140">
                        <c:v>59.865436549999998</c:v>
                      </c:pt>
                      <c:pt idx="6141">
                        <c:v>59.865451810000003</c:v>
                      </c:pt>
                      <c:pt idx="6142">
                        <c:v>59.865463259999999</c:v>
                      </c:pt>
                      <c:pt idx="6143">
                        <c:v>59.8654747</c:v>
                      </c:pt>
                      <c:pt idx="6144">
                        <c:v>59.865486150000002</c:v>
                      </c:pt>
                      <c:pt idx="6145">
                        <c:v>59.865497589999997</c:v>
                      </c:pt>
                      <c:pt idx="6146">
                        <c:v>59.865509029999998</c:v>
                      </c:pt>
                      <c:pt idx="6147">
                        <c:v>59.865520480000001</c:v>
                      </c:pt>
                      <c:pt idx="6148">
                        <c:v>59.865531920000002</c:v>
                      </c:pt>
                      <c:pt idx="6149">
                        <c:v>59.865543369999997</c:v>
                      </c:pt>
                      <c:pt idx="6150">
                        <c:v>59.865554809999999</c:v>
                      </c:pt>
                      <c:pt idx="6151">
                        <c:v>59.865566250000001</c:v>
                      </c:pt>
                      <c:pt idx="6152">
                        <c:v>59.865577700000003</c:v>
                      </c:pt>
                      <c:pt idx="6153">
                        <c:v>59.865589139999997</c:v>
                      </c:pt>
                      <c:pt idx="6154">
                        <c:v>59.86560059</c:v>
                      </c:pt>
                      <c:pt idx="6155">
                        <c:v>59.865612030000001</c:v>
                      </c:pt>
                      <c:pt idx="6156">
                        <c:v>59.865623470000003</c:v>
                      </c:pt>
                      <c:pt idx="6157">
                        <c:v>59.865634919999998</c:v>
                      </c:pt>
                      <c:pt idx="6158">
                        <c:v>59.86564636</c:v>
                      </c:pt>
                      <c:pt idx="6159">
                        <c:v>59.865657810000002</c:v>
                      </c:pt>
                      <c:pt idx="6160">
                        <c:v>59.865669250000003</c:v>
                      </c:pt>
                      <c:pt idx="6161">
                        <c:v>59.865676880000002</c:v>
                      </c:pt>
                      <c:pt idx="6162">
                        <c:v>59.865688319999997</c:v>
                      </c:pt>
                      <c:pt idx="6163">
                        <c:v>59.865699769999999</c:v>
                      </c:pt>
                      <c:pt idx="6164">
                        <c:v>59.865711210000001</c:v>
                      </c:pt>
                      <c:pt idx="6165">
                        <c:v>59.865722660000003</c:v>
                      </c:pt>
                      <c:pt idx="6166">
                        <c:v>59.865730290000002</c:v>
                      </c:pt>
                      <c:pt idx="6167">
                        <c:v>59.865741730000003</c:v>
                      </c:pt>
                      <c:pt idx="6168">
                        <c:v>59.865753169999998</c:v>
                      </c:pt>
                      <c:pt idx="6169">
                        <c:v>59.865760799999997</c:v>
                      </c:pt>
                      <c:pt idx="6170">
                        <c:v>59.865772249999999</c:v>
                      </c:pt>
                      <c:pt idx="6171">
                        <c:v>59.865783690000001</c:v>
                      </c:pt>
                      <c:pt idx="6172">
                        <c:v>59.86579132</c:v>
                      </c:pt>
                      <c:pt idx="6173">
                        <c:v>59.865802760000001</c:v>
                      </c:pt>
                      <c:pt idx="6174">
                        <c:v>59.86581039</c:v>
                      </c:pt>
                      <c:pt idx="6175">
                        <c:v>59.865821840000002</c:v>
                      </c:pt>
                      <c:pt idx="6176">
                        <c:v>59.865829470000001</c:v>
                      </c:pt>
                      <c:pt idx="6177">
                        <c:v>59.865840910000003</c:v>
                      </c:pt>
                      <c:pt idx="6178">
                        <c:v>59.865848540000002</c:v>
                      </c:pt>
                      <c:pt idx="6179">
                        <c:v>59.865859989999997</c:v>
                      </c:pt>
                      <c:pt idx="6180">
                        <c:v>59.865867610000002</c:v>
                      </c:pt>
                      <c:pt idx="6181">
                        <c:v>59.865879059999997</c:v>
                      </c:pt>
                      <c:pt idx="6182">
                        <c:v>59.865886690000004</c:v>
                      </c:pt>
                      <c:pt idx="6183">
                        <c:v>59.865894320000002</c:v>
                      </c:pt>
                      <c:pt idx="6184">
                        <c:v>59.865905759999997</c:v>
                      </c:pt>
                      <c:pt idx="6185">
                        <c:v>59.865913390000003</c:v>
                      </c:pt>
                      <c:pt idx="6186">
                        <c:v>59.865921020000002</c:v>
                      </c:pt>
                      <c:pt idx="6187">
                        <c:v>59.865932460000003</c:v>
                      </c:pt>
                      <c:pt idx="6188">
                        <c:v>59.865940090000002</c:v>
                      </c:pt>
                      <c:pt idx="6189">
                        <c:v>59.865947720000001</c:v>
                      </c:pt>
                      <c:pt idx="6190">
                        <c:v>59.865959169999996</c:v>
                      </c:pt>
                      <c:pt idx="6191">
                        <c:v>59.865966800000002</c:v>
                      </c:pt>
                      <c:pt idx="6192">
                        <c:v>59.865974430000001</c:v>
                      </c:pt>
                      <c:pt idx="6193">
                        <c:v>59.865985870000003</c:v>
                      </c:pt>
                      <c:pt idx="6194">
                        <c:v>59.865993500000002</c:v>
                      </c:pt>
                      <c:pt idx="6195">
                        <c:v>59.866001130000001</c:v>
                      </c:pt>
                      <c:pt idx="6196">
                        <c:v>59.866012570000002</c:v>
                      </c:pt>
                      <c:pt idx="6197">
                        <c:v>59.866020200000001</c:v>
                      </c:pt>
                      <c:pt idx="6198">
                        <c:v>59.866031649999996</c:v>
                      </c:pt>
                      <c:pt idx="6199">
                        <c:v>59.866039280000003</c:v>
                      </c:pt>
                      <c:pt idx="6200">
                        <c:v>59.866050719999997</c:v>
                      </c:pt>
                      <c:pt idx="6201">
                        <c:v>59.866062159999998</c:v>
                      </c:pt>
                      <c:pt idx="6202">
                        <c:v>59.866073610000001</c:v>
                      </c:pt>
                      <c:pt idx="6203">
                        <c:v>59.86608124</c:v>
                      </c:pt>
                      <c:pt idx="6204">
                        <c:v>59.866092680000001</c:v>
                      </c:pt>
                      <c:pt idx="6205">
                        <c:v>59.866107939999999</c:v>
                      </c:pt>
                      <c:pt idx="6206">
                        <c:v>59.866119380000001</c:v>
                      </c:pt>
                      <c:pt idx="6207">
                        <c:v>59.866130830000003</c:v>
                      </c:pt>
                      <c:pt idx="6208">
                        <c:v>59.866146090000001</c:v>
                      </c:pt>
                      <c:pt idx="6209">
                        <c:v>59.866157530000002</c:v>
                      </c:pt>
                      <c:pt idx="6210">
                        <c:v>59.86617279</c:v>
                      </c:pt>
                      <c:pt idx="6211">
                        <c:v>59.866188049999998</c:v>
                      </c:pt>
                      <c:pt idx="6212">
                        <c:v>59.866203310000003</c:v>
                      </c:pt>
                      <c:pt idx="6213">
                        <c:v>59.866218570000001</c:v>
                      </c:pt>
                      <c:pt idx="6214">
                        <c:v>59.866233829999999</c:v>
                      </c:pt>
                      <c:pt idx="6215">
                        <c:v>59.866249080000003</c:v>
                      </c:pt>
                      <c:pt idx="6216">
                        <c:v>59.866268159999997</c:v>
                      </c:pt>
                      <c:pt idx="6217">
                        <c:v>59.866283420000002</c:v>
                      </c:pt>
                      <c:pt idx="6218">
                        <c:v>59.866302490000002</c:v>
                      </c:pt>
                      <c:pt idx="6219">
                        <c:v>59.86631775</c:v>
                      </c:pt>
                      <c:pt idx="6220">
                        <c:v>59.866336820000001</c:v>
                      </c:pt>
                      <c:pt idx="6221">
                        <c:v>59.866355900000002</c:v>
                      </c:pt>
                      <c:pt idx="6222">
                        <c:v>59.866371149999999</c:v>
                      </c:pt>
                      <c:pt idx="6223">
                        <c:v>59.86639023</c:v>
                      </c:pt>
                      <c:pt idx="6224">
                        <c:v>59.866409300000001</c:v>
                      </c:pt>
                      <c:pt idx="6225">
                        <c:v>59.866424559999999</c:v>
                      </c:pt>
                      <c:pt idx="6226">
                        <c:v>59.866443629999999</c:v>
                      </c:pt>
                      <c:pt idx="6227">
                        <c:v>59.866458889999997</c:v>
                      </c:pt>
                      <c:pt idx="6228">
                        <c:v>59.866477969999998</c:v>
                      </c:pt>
                      <c:pt idx="6229">
                        <c:v>59.866493230000003</c:v>
                      </c:pt>
                      <c:pt idx="6230">
                        <c:v>59.86650848</c:v>
                      </c:pt>
                      <c:pt idx="6231">
                        <c:v>59.866523739999998</c:v>
                      </c:pt>
                      <c:pt idx="6232">
                        <c:v>59.866539000000003</c:v>
                      </c:pt>
                      <c:pt idx="6233">
                        <c:v>59.866554260000001</c:v>
                      </c:pt>
                      <c:pt idx="6234">
                        <c:v>59.866569519999999</c:v>
                      </c:pt>
                      <c:pt idx="6235">
                        <c:v>59.866584779999997</c:v>
                      </c:pt>
                      <c:pt idx="6236">
                        <c:v>59.866596219999998</c:v>
                      </c:pt>
                      <c:pt idx="6237">
                        <c:v>59.866611480000003</c:v>
                      </c:pt>
                      <c:pt idx="6238">
                        <c:v>59.866622919999998</c:v>
                      </c:pt>
                      <c:pt idx="6239">
                        <c:v>59.86663437</c:v>
                      </c:pt>
                      <c:pt idx="6240">
                        <c:v>59.866645810000001</c:v>
                      </c:pt>
                      <c:pt idx="6241">
                        <c:v>59.866657259999997</c:v>
                      </c:pt>
                      <c:pt idx="6242">
                        <c:v>59.866664890000003</c:v>
                      </c:pt>
                      <c:pt idx="6243">
                        <c:v>59.866676329999997</c:v>
                      </c:pt>
                      <c:pt idx="6244">
                        <c:v>59.866683960000003</c:v>
                      </c:pt>
                      <c:pt idx="6245">
                        <c:v>59.866691590000002</c:v>
                      </c:pt>
                      <c:pt idx="6246">
                        <c:v>59.866699220000001</c:v>
                      </c:pt>
                      <c:pt idx="6247">
                        <c:v>59.86670685</c:v>
                      </c:pt>
                      <c:pt idx="6248">
                        <c:v>59.866710660000003</c:v>
                      </c:pt>
                      <c:pt idx="6249">
                        <c:v>59.866718290000001</c:v>
                      </c:pt>
                      <c:pt idx="6250">
                        <c:v>59.866722109999998</c:v>
                      </c:pt>
                      <c:pt idx="6251">
                        <c:v>59.866729739999997</c:v>
                      </c:pt>
                      <c:pt idx="6252">
                        <c:v>59.866733549999999</c:v>
                      </c:pt>
                      <c:pt idx="6253">
                        <c:v>59.866737370000003</c:v>
                      </c:pt>
                      <c:pt idx="6254">
                        <c:v>59.866741179999998</c:v>
                      </c:pt>
                      <c:pt idx="6255">
                        <c:v>59.866741179999998</c:v>
                      </c:pt>
                      <c:pt idx="6256">
                        <c:v>59.866745000000002</c:v>
                      </c:pt>
                      <c:pt idx="6257">
                        <c:v>59.866748809999997</c:v>
                      </c:pt>
                      <c:pt idx="6258">
                        <c:v>59.866748809999997</c:v>
                      </c:pt>
                      <c:pt idx="6259">
                        <c:v>59.86675262</c:v>
                      </c:pt>
                      <c:pt idx="6260">
                        <c:v>59.86675262</c:v>
                      </c:pt>
                      <c:pt idx="6261">
                        <c:v>59.866756440000003</c:v>
                      </c:pt>
                      <c:pt idx="6262">
                        <c:v>59.866756440000003</c:v>
                      </c:pt>
                      <c:pt idx="6263">
                        <c:v>59.866756440000003</c:v>
                      </c:pt>
                      <c:pt idx="6264">
                        <c:v>59.866760249999999</c:v>
                      </c:pt>
                      <c:pt idx="6265">
                        <c:v>59.866760249999999</c:v>
                      </c:pt>
                      <c:pt idx="6266">
                        <c:v>59.866760249999999</c:v>
                      </c:pt>
                      <c:pt idx="6267">
                        <c:v>59.866764070000002</c:v>
                      </c:pt>
                      <c:pt idx="6268">
                        <c:v>59.866764070000002</c:v>
                      </c:pt>
                      <c:pt idx="6269">
                        <c:v>59.866767879999998</c:v>
                      </c:pt>
                      <c:pt idx="6270">
                        <c:v>59.866767879999998</c:v>
                      </c:pt>
                      <c:pt idx="6271">
                        <c:v>59.866771700000001</c:v>
                      </c:pt>
                      <c:pt idx="6272">
                        <c:v>59.866775509999997</c:v>
                      </c:pt>
                      <c:pt idx="6273">
                        <c:v>59.866775509999997</c:v>
                      </c:pt>
                      <c:pt idx="6274">
                        <c:v>59.86677933</c:v>
                      </c:pt>
                      <c:pt idx="6275">
                        <c:v>59.866783140000003</c:v>
                      </c:pt>
                      <c:pt idx="6276">
                        <c:v>59.866786959999999</c:v>
                      </c:pt>
                      <c:pt idx="6277">
                        <c:v>59.866790770000001</c:v>
                      </c:pt>
                      <c:pt idx="6278">
                        <c:v>59.866794589999998</c:v>
                      </c:pt>
                      <c:pt idx="6279">
                        <c:v>59.8667984</c:v>
                      </c:pt>
                      <c:pt idx="6280">
                        <c:v>59.866802219999997</c:v>
                      </c:pt>
                      <c:pt idx="6281">
                        <c:v>59.866806029999999</c:v>
                      </c:pt>
                      <c:pt idx="6282">
                        <c:v>59.866813659999998</c:v>
                      </c:pt>
                      <c:pt idx="6283">
                        <c:v>59.866817470000001</c:v>
                      </c:pt>
                      <c:pt idx="6284">
                        <c:v>59.866821289999997</c:v>
                      </c:pt>
                      <c:pt idx="6285">
                        <c:v>59.866828920000003</c:v>
                      </c:pt>
                      <c:pt idx="6286">
                        <c:v>59.866836550000002</c:v>
                      </c:pt>
                      <c:pt idx="6287">
                        <c:v>59.866840359999998</c:v>
                      </c:pt>
                      <c:pt idx="6288">
                        <c:v>59.866847989999997</c:v>
                      </c:pt>
                      <c:pt idx="6289">
                        <c:v>59.866855620000003</c:v>
                      </c:pt>
                      <c:pt idx="6290">
                        <c:v>59.866863250000002</c:v>
                      </c:pt>
                      <c:pt idx="6291">
                        <c:v>59.86687088</c:v>
                      </c:pt>
                      <c:pt idx="6292">
                        <c:v>59.866878509999999</c:v>
                      </c:pt>
                      <c:pt idx="6293">
                        <c:v>59.866889950000001</c:v>
                      </c:pt>
                      <c:pt idx="6294">
                        <c:v>59.86689758</c:v>
                      </c:pt>
                      <c:pt idx="6295">
                        <c:v>59.866909030000002</c:v>
                      </c:pt>
                      <c:pt idx="6296">
                        <c:v>59.866916660000001</c:v>
                      </c:pt>
                      <c:pt idx="6297">
                        <c:v>59.866928100000003</c:v>
                      </c:pt>
                      <c:pt idx="6298">
                        <c:v>59.866939539999997</c:v>
                      </c:pt>
                      <c:pt idx="6299">
                        <c:v>59.866950989999999</c:v>
                      </c:pt>
                      <c:pt idx="6300">
                        <c:v>59.866966249999997</c:v>
                      </c:pt>
                      <c:pt idx="6301">
                        <c:v>59.866977689999999</c:v>
                      </c:pt>
                      <c:pt idx="6302">
                        <c:v>59.866992949999997</c:v>
                      </c:pt>
                      <c:pt idx="6303">
                        <c:v>59.867004389999998</c:v>
                      </c:pt>
                      <c:pt idx="6304">
                        <c:v>59.867019650000003</c:v>
                      </c:pt>
                      <c:pt idx="6305">
                        <c:v>59.867034910000001</c:v>
                      </c:pt>
                      <c:pt idx="6306">
                        <c:v>59.867050169999999</c:v>
                      </c:pt>
                      <c:pt idx="6307">
                        <c:v>59.867065429999997</c:v>
                      </c:pt>
                      <c:pt idx="6308">
                        <c:v>59.867080690000002</c:v>
                      </c:pt>
                      <c:pt idx="6309">
                        <c:v>59.867099760000002</c:v>
                      </c:pt>
                      <c:pt idx="6310">
                        <c:v>59.86711502</c:v>
                      </c:pt>
                      <c:pt idx="6311">
                        <c:v>59.867130279999998</c:v>
                      </c:pt>
                      <c:pt idx="6312">
                        <c:v>59.867149349999998</c:v>
                      </c:pt>
                      <c:pt idx="6313">
                        <c:v>59.867164610000003</c:v>
                      </c:pt>
                      <c:pt idx="6314">
                        <c:v>59.867179870000001</c:v>
                      </c:pt>
                      <c:pt idx="6315">
                        <c:v>59.867198940000002</c:v>
                      </c:pt>
                      <c:pt idx="6316">
                        <c:v>59.867214199999999</c:v>
                      </c:pt>
                      <c:pt idx="6317">
                        <c:v>59.867233280000001</c:v>
                      </c:pt>
                      <c:pt idx="6318">
                        <c:v>59.867248539999999</c:v>
                      </c:pt>
                      <c:pt idx="6319">
                        <c:v>59.867263790000003</c:v>
                      </c:pt>
                      <c:pt idx="6320">
                        <c:v>59.867282869999997</c:v>
                      </c:pt>
                      <c:pt idx="6321">
                        <c:v>59.867298130000002</c:v>
                      </c:pt>
                      <c:pt idx="6322">
                        <c:v>59.86731339</c:v>
                      </c:pt>
                      <c:pt idx="6323">
                        <c:v>59.867328639999997</c:v>
                      </c:pt>
                      <c:pt idx="6324">
                        <c:v>59.867343900000002</c:v>
                      </c:pt>
                      <c:pt idx="6325">
                        <c:v>59.867362980000003</c:v>
                      </c:pt>
                      <c:pt idx="6326">
                        <c:v>59.86737823</c:v>
                      </c:pt>
                      <c:pt idx="6327">
                        <c:v>59.867393489999998</c:v>
                      </c:pt>
                      <c:pt idx="6328">
                        <c:v>59.867408750000003</c:v>
                      </c:pt>
                      <c:pt idx="6329">
                        <c:v>59.867420199999998</c:v>
                      </c:pt>
                      <c:pt idx="6330">
                        <c:v>59.867435460000003</c:v>
                      </c:pt>
                      <c:pt idx="6331">
                        <c:v>59.86745071</c:v>
                      </c:pt>
                      <c:pt idx="6332">
                        <c:v>59.867465969999998</c:v>
                      </c:pt>
                      <c:pt idx="6333">
                        <c:v>59.86747742</c:v>
                      </c:pt>
                      <c:pt idx="6334">
                        <c:v>59.867492679999998</c:v>
                      </c:pt>
                      <c:pt idx="6335">
                        <c:v>59.86750412</c:v>
                      </c:pt>
                      <c:pt idx="6336">
                        <c:v>59.867519379999997</c:v>
                      </c:pt>
                      <c:pt idx="6337">
                        <c:v>59.867530819999999</c:v>
                      </c:pt>
                      <c:pt idx="6338">
                        <c:v>59.867542270000001</c:v>
                      </c:pt>
                      <c:pt idx="6339">
                        <c:v>59.867553710000003</c:v>
                      </c:pt>
                      <c:pt idx="6340">
                        <c:v>59.867568970000001</c:v>
                      </c:pt>
                      <c:pt idx="6341">
                        <c:v>59.867580410000002</c:v>
                      </c:pt>
                      <c:pt idx="6342">
                        <c:v>59.867588040000001</c:v>
                      </c:pt>
                      <c:pt idx="6343">
                        <c:v>59.867599490000003</c:v>
                      </c:pt>
                      <c:pt idx="6344">
                        <c:v>59.867610929999998</c:v>
                      </c:pt>
                      <c:pt idx="6345">
                        <c:v>59.86762238</c:v>
                      </c:pt>
                      <c:pt idx="6346">
                        <c:v>59.867633820000002</c:v>
                      </c:pt>
                      <c:pt idx="6347">
                        <c:v>59.867645260000003</c:v>
                      </c:pt>
                      <c:pt idx="6348">
                        <c:v>59.867652890000002</c:v>
                      </c:pt>
                      <c:pt idx="6349">
                        <c:v>59.867664339999997</c:v>
                      </c:pt>
                      <c:pt idx="6350">
                        <c:v>59.867671970000004</c:v>
                      </c:pt>
                      <c:pt idx="6351">
                        <c:v>59.867683409999998</c:v>
                      </c:pt>
                      <c:pt idx="6352">
                        <c:v>59.867694849999999</c:v>
                      </c:pt>
                      <c:pt idx="6353">
                        <c:v>59.867702479999998</c:v>
                      </c:pt>
                      <c:pt idx="6354">
                        <c:v>59.867713930000001</c:v>
                      </c:pt>
                      <c:pt idx="6355">
                        <c:v>59.86772156</c:v>
                      </c:pt>
                      <c:pt idx="6356">
                        <c:v>59.867733000000001</c:v>
                      </c:pt>
                      <c:pt idx="6357">
                        <c:v>59.86774063</c:v>
                      </c:pt>
                      <c:pt idx="6358">
                        <c:v>59.867752080000002</c:v>
                      </c:pt>
                      <c:pt idx="6359">
                        <c:v>59.867759700000001</c:v>
                      </c:pt>
                      <c:pt idx="6360">
                        <c:v>59.867771150000003</c:v>
                      </c:pt>
                      <c:pt idx="6361">
                        <c:v>59.867778780000002</c:v>
                      </c:pt>
                      <c:pt idx="6362">
                        <c:v>59.867790220000003</c:v>
                      </c:pt>
                      <c:pt idx="6363">
                        <c:v>59.867797850000002</c:v>
                      </c:pt>
                      <c:pt idx="6364">
                        <c:v>59.867809299999998</c:v>
                      </c:pt>
                      <c:pt idx="6365">
                        <c:v>59.867820739999999</c:v>
                      </c:pt>
                      <c:pt idx="6366">
                        <c:v>59.867828369999998</c:v>
                      </c:pt>
                      <c:pt idx="6367">
                        <c:v>59.86783981</c:v>
                      </c:pt>
                      <c:pt idx="6368">
                        <c:v>59.867847439999998</c:v>
                      </c:pt>
                      <c:pt idx="6369">
                        <c:v>59.867858890000001</c:v>
                      </c:pt>
                      <c:pt idx="6370">
                        <c:v>59.867870330000002</c:v>
                      </c:pt>
                      <c:pt idx="6371">
                        <c:v>59.867881769999997</c:v>
                      </c:pt>
                      <c:pt idx="6372">
                        <c:v>59.867889400000003</c:v>
                      </c:pt>
                      <c:pt idx="6373">
                        <c:v>59.867900849999998</c:v>
                      </c:pt>
                      <c:pt idx="6374">
                        <c:v>59.86791229</c:v>
                      </c:pt>
                      <c:pt idx="6375">
                        <c:v>59.867923740000002</c:v>
                      </c:pt>
                      <c:pt idx="6376">
                        <c:v>59.867935180000003</c:v>
                      </c:pt>
                      <c:pt idx="6377">
                        <c:v>59.867946619999998</c:v>
                      </c:pt>
                      <c:pt idx="6378">
                        <c:v>59.86795807</c:v>
                      </c:pt>
                      <c:pt idx="6379">
                        <c:v>59.867969510000002</c:v>
                      </c:pt>
                      <c:pt idx="6380">
                        <c:v>59.867980959999997</c:v>
                      </c:pt>
                      <c:pt idx="6381">
                        <c:v>59.867992399999999</c:v>
                      </c:pt>
                      <c:pt idx="6382">
                        <c:v>59.868007660000004</c:v>
                      </c:pt>
                      <c:pt idx="6383">
                        <c:v>59.868019099999998</c:v>
                      </c:pt>
                      <c:pt idx="6384">
                        <c:v>59.86803055</c:v>
                      </c:pt>
                      <c:pt idx="6385">
                        <c:v>59.868041990000002</c:v>
                      </c:pt>
                      <c:pt idx="6386">
                        <c:v>59.868053439999997</c:v>
                      </c:pt>
                      <c:pt idx="6387">
                        <c:v>59.868068700000002</c:v>
                      </c:pt>
                      <c:pt idx="6388">
                        <c:v>59.868080140000004</c:v>
                      </c:pt>
                      <c:pt idx="6389">
                        <c:v>59.868091579999998</c:v>
                      </c:pt>
                      <c:pt idx="6390">
                        <c:v>59.868106840000003</c:v>
                      </c:pt>
                      <c:pt idx="6391">
                        <c:v>59.868118289999998</c:v>
                      </c:pt>
                      <c:pt idx="6392">
                        <c:v>59.86812973</c:v>
                      </c:pt>
                      <c:pt idx="6393">
                        <c:v>59.868144989999998</c:v>
                      </c:pt>
                      <c:pt idx="6394">
                        <c:v>59.868156429999999</c:v>
                      </c:pt>
                      <c:pt idx="6395">
                        <c:v>59.868171689999997</c:v>
                      </c:pt>
                      <c:pt idx="6396">
                        <c:v>59.868183139999999</c:v>
                      </c:pt>
                      <c:pt idx="6397">
                        <c:v>59.868194580000001</c:v>
                      </c:pt>
                      <c:pt idx="6398">
                        <c:v>59.868209839999999</c:v>
                      </c:pt>
                      <c:pt idx="6399">
                        <c:v>59.86822128</c:v>
                      </c:pt>
                      <c:pt idx="6400">
                        <c:v>59.868232730000003</c:v>
                      </c:pt>
                      <c:pt idx="6401">
                        <c:v>59.86824799</c:v>
                      </c:pt>
                      <c:pt idx="6402">
                        <c:v>59.868259430000002</c:v>
                      </c:pt>
                      <c:pt idx="6403">
                        <c:v>59.868270870000003</c:v>
                      </c:pt>
                      <c:pt idx="6404">
                        <c:v>59.868282319999999</c:v>
                      </c:pt>
                      <c:pt idx="6405">
                        <c:v>59.868297579999997</c:v>
                      </c:pt>
                      <c:pt idx="6406">
                        <c:v>59.868309019999998</c:v>
                      </c:pt>
                      <c:pt idx="6407">
                        <c:v>59.86832047</c:v>
                      </c:pt>
                      <c:pt idx="6408">
                        <c:v>59.868331910000002</c:v>
                      </c:pt>
                      <c:pt idx="6409">
                        <c:v>59.868343350000004</c:v>
                      </c:pt>
                      <c:pt idx="6410">
                        <c:v>59.868354799999999</c:v>
                      </c:pt>
                      <c:pt idx="6411">
                        <c:v>59.86836624</c:v>
                      </c:pt>
                      <c:pt idx="6412">
                        <c:v>59.868377690000003</c:v>
                      </c:pt>
                      <c:pt idx="6413">
                        <c:v>59.868385310000001</c:v>
                      </c:pt>
                      <c:pt idx="6414">
                        <c:v>59.868396760000003</c:v>
                      </c:pt>
                      <c:pt idx="6415">
                        <c:v>59.868408199999998</c:v>
                      </c:pt>
                      <c:pt idx="6416">
                        <c:v>59.868415830000004</c:v>
                      </c:pt>
                      <c:pt idx="6417">
                        <c:v>59.868427279999999</c:v>
                      </c:pt>
                      <c:pt idx="6418">
                        <c:v>59.86843872</c:v>
                      </c:pt>
                      <c:pt idx="6419">
                        <c:v>59.868446349999999</c:v>
                      </c:pt>
                      <c:pt idx="6420">
                        <c:v>59.868453979999998</c:v>
                      </c:pt>
                      <c:pt idx="6421">
                        <c:v>59.86846542</c:v>
                      </c:pt>
                      <c:pt idx="6422">
                        <c:v>59.868473049999999</c:v>
                      </c:pt>
                      <c:pt idx="6423">
                        <c:v>59.868480679999998</c:v>
                      </c:pt>
                      <c:pt idx="6424">
                        <c:v>59.86849213</c:v>
                      </c:pt>
                      <c:pt idx="6425">
                        <c:v>59.868499759999999</c:v>
                      </c:pt>
                      <c:pt idx="6426">
                        <c:v>59.868507389999998</c:v>
                      </c:pt>
                      <c:pt idx="6427">
                        <c:v>59.868515010000003</c:v>
                      </c:pt>
                      <c:pt idx="6428">
                        <c:v>59.868522640000002</c:v>
                      </c:pt>
                      <c:pt idx="6429">
                        <c:v>59.868530270000001</c:v>
                      </c:pt>
                      <c:pt idx="6430">
                        <c:v>59.8685379</c:v>
                      </c:pt>
                      <c:pt idx="6431">
                        <c:v>59.868545529999999</c:v>
                      </c:pt>
                      <c:pt idx="6432">
                        <c:v>59.868553159999998</c:v>
                      </c:pt>
                      <c:pt idx="6433">
                        <c:v>59.868560789999997</c:v>
                      </c:pt>
                      <c:pt idx="6434">
                        <c:v>59.868568420000003</c:v>
                      </c:pt>
                      <c:pt idx="6435">
                        <c:v>59.868572239999999</c:v>
                      </c:pt>
                      <c:pt idx="6436">
                        <c:v>59.868579859999997</c:v>
                      </c:pt>
                      <c:pt idx="6437">
                        <c:v>59.868587490000003</c:v>
                      </c:pt>
                      <c:pt idx="6438">
                        <c:v>59.868595120000002</c:v>
                      </c:pt>
                      <c:pt idx="6439">
                        <c:v>59.868598939999998</c:v>
                      </c:pt>
                      <c:pt idx="6440">
                        <c:v>59.868606569999997</c:v>
                      </c:pt>
                      <c:pt idx="6441">
                        <c:v>59.868614200000003</c:v>
                      </c:pt>
                      <c:pt idx="6442">
                        <c:v>59.868621830000002</c:v>
                      </c:pt>
                      <c:pt idx="6443">
                        <c:v>59.868625639999998</c:v>
                      </c:pt>
                      <c:pt idx="6444">
                        <c:v>59.868633269999997</c:v>
                      </c:pt>
                      <c:pt idx="6445">
                        <c:v>59.868640900000003</c:v>
                      </c:pt>
                      <c:pt idx="6446">
                        <c:v>59.868648530000002</c:v>
                      </c:pt>
                      <c:pt idx="6447">
                        <c:v>59.868652339999997</c:v>
                      </c:pt>
                      <c:pt idx="6448">
                        <c:v>59.868659970000003</c:v>
                      </c:pt>
                      <c:pt idx="6449">
                        <c:v>59.868667600000002</c:v>
                      </c:pt>
                      <c:pt idx="6450">
                        <c:v>59.868675230000001</c:v>
                      </c:pt>
                      <c:pt idx="6451">
                        <c:v>59.86868286</c:v>
                      </c:pt>
                      <c:pt idx="6452">
                        <c:v>59.868690489999999</c:v>
                      </c:pt>
                      <c:pt idx="6453">
                        <c:v>59.868698119999998</c:v>
                      </c:pt>
                      <c:pt idx="6454">
                        <c:v>59.868705749999997</c:v>
                      </c:pt>
                      <c:pt idx="6455">
                        <c:v>59.868713380000003</c:v>
                      </c:pt>
                      <c:pt idx="6456">
                        <c:v>59.868721010000002</c:v>
                      </c:pt>
                      <c:pt idx="6457">
                        <c:v>59.86872864</c:v>
                      </c:pt>
                      <c:pt idx="6458">
                        <c:v>59.868736269999999</c:v>
                      </c:pt>
                      <c:pt idx="6459">
                        <c:v>59.868743899999998</c:v>
                      </c:pt>
                      <c:pt idx="6460">
                        <c:v>59.868751529999997</c:v>
                      </c:pt>
                      <c:pt idx="6461">
                        <c:v>59.868759160000003</c:v>
                      </c:pt>
                      <c:pt idx="6462">
                        <c:v>59.868766780000001</c:v>
                      </c:pt>
                      <c:pt idx="6463">
                        <c:v>59.868778229999997</c:v>
                      </c:pt>
                      <c:pt idx="6464">
                        <c:v>59.868785860000003</c:v>
                      </c:pt>
                      <c:pt idx="6465">
                        <c:v>59.868793490000002</c:v>
                      </c:pt>
                      <c:pt idx="6466">
                        <c:v>59.868804930000003</c:v>
                      </c:pt>
                      <c:pt idx="6467">
                        <c:v>59.868812560000002</c:v>
                      </c:pt>
                      <c:pt idx="6468">
                        <c:v>59.868820190000001</c:v>
                      </c:pt>
                      <c:pt idx="6469">
                        <c:v>59.868831630000003</c:v>
                      </c:pt>
                      <c:pt idx="6470">
                        <c:v>59.868839260000001</c:v>
                      </c:pt>
                      <c:pt idx="6471">
                        <c:v>59.868850709999997</c:v>
                      </c:pt>
                      <c:pt idx="6472">
                        <c:v>59.868858340000003</c:v>
                      </c:pt>
                      <c:pt idx="6473">
                        <c:v>59.868869779999997</c:v>
                      </c:pt>
                      <c:pt idx="6474">
                        <c:v>59.86888123</c:v>
                      </c:pt>
                      <c:pt idx="6475">
                        <c:v>59.868888849999998</c:v>
                      </c:pt>
                      <c:pt idx="6476">
                        <c:v>59.8689003</c:v>
                      </c:pt>
                      <c:pt idx="6477">
                        <c:v>59.868907929999999</c:v>
                      </c:pt>
                      <c:pt idx="6478">
                        <c:v>59.86891937</c:v>
                      </c:pt>
                      <c:pt idx="6479">
                        <c:v>59.868930820000003</c:v>
                      </c:pt>
                      <c:pt idx="6480">
                        <c:v>59.868938450000002</c:v>
                      </c:pt>
                      <c:pt idx="6481">
                        <c:v>59.868949890000003</c:v>
                      </c:pt>
                      <c:pt idx="6482">
                        <c:v>59.868961329999998</c:v>
                      </c:pt>
                      <c:pt idx="6483">
                        <c:v>59.868968959999997</c:v>
                      </c:pt>
                      <c:pt idx="6484">
                        <c:v>59.868980409999999</c:v>
                      </c:pt>
                      <c:pt idx="6485">
                        <c:v>59.86899185</c:v>
                      </c:pt>
                      <c:pt idx="6486">
                        <c:v>59.868999479999999</c:v>
                      </c:pt>
                      <c:pt idx="6487">
                        <c:v>59.869010930000002</c:v>
                      </c:pt>
                      <c:pt idx="6488">
                        <c:v>59.869022370000003</c:v>
                      </c:pt>
                      <c:pt idx="6489">
                        <c:v>59.869030000000002</c:v>
                      </c:pt>
                      <c:pt idx="6490">
                        <c:v>59.869041439999997</c:v>
                      </c:pt>
                      <c:pt idx="6491">
                        <c:v>59.869049070000003</c:v>
                      </c:pt>
                      <c:pt idx="6492">
                        <c:v>59.869060519999998</c:v>
                      </c:pt>
                      <c:pt idx="6493">
                        <c:v>59.869071959999999</c:v>
                      </c:pt>
                      <c:pt idx="6494">
                        <c:v>59.869079589999998</c:v>
                      </c:pt>
                      <c:pt idx="6495">
                        <c:v>59.86909103</c:v>
                      </c:pt>
                      <c:pt idx="6496">
                        <c:v>59.869098659999999</c:v>
                      </c:pt>
                      <c:pt idx="6497">
                        <c:v>59.869110110000001</c:v>
                      </c:pt>
                      <c:pt idx="6498">
                        <c:v>59.86911774</c:v>
                      </c:pt>
                      <c:pt idx="6499">
                        <c:v>59.869129180000002</c:v>
                      </c:pt>
                      <c:pt idx="6500">
                        <c:v>59.869136810000001</c:v>
                      </c:pt>
                      <c:pt idx="6501">
                        <c:v>59.869144439999999</c:v>
                      </c:pt>
                      <c:pt idx="6502">
                        <c:v>59.869155880000001</c:v>
                      </c:pt>
                      <c:pt idx="6503">
                        <c:v>59.86916351</c:v>
                      </c:pt>
                      <c:pt idx="6504">
                        <c:v>59.869171139999999</c:v>
                      </c:pt>
                      <c:pt idx="6505">
                        <c:v>59.869178769999998</c:v>
                      </c:pt>
                      <c:pt idx="6506">
                        <c:v>59.86919022</c:v>
                      </c:pt>
                      <c:pt idx="6507">
                        <c:v>59.869197849999999</c:v>
                      </c:pt>
                      <c:pt idx="6508">
                        <c:v>59.869205469999997</c:v>
                      </c:pt>
                      <c:pt idx="6509">
                        <c:v>59.869213100000003</c:v>
                      </c:pt>
                      <c:pt idx="6510">
                        <c:v>59.869220730000002</c:v>
                      </c:pt>
                      <c:pt idx="6511">
                        <c:v>59.869228360000001</c:v>
                      </c:pt>
                      <c:pt idx="6512">
                        <c:v>59.86923599</c:v>
                      </c:pt>
                      <c:pt idx="6513">
                        <c:v>59.869243619999999</c:v>
                      </c:pt>
                      <c:pt idx="6514">
                        <c:v>59.869251249999998</c:v>
                      </c:pt>
                      <c:pt idx="6515">
                        <c:v>59.869258879999997</c:v>
                      </c:pt>
                      <c:pt idx="6516">
                        <c:v>59.869266510000003</c:v>
                      </c:pt>
                      <c:pt idx="6517">
                        <c:v>59.869270319999998</c:v>
                      </c:pt>
                      <c:pt idx="6518">
                        <c:v>59.869277949999997</c:v>
                      </c:pt>
                      <c:pt idx="6519">
                        <c:v>59.869285580000003</c:v>
                      </c:pt>
                      <c:pt idx="6520">
                        <c:v>59.869293210000002</c:v>
                      </c:pt>
                      <c:pt idx="6521">
                        <c:v>59.869300840000001</c:v>
                      </c:pt>
                      <c:pt idx="6522">
                        <c:v>59.869304659999997</c:v>
                      </c:pt>
                      <c:pt idx="6523">
                        <c:v>59.869312290000003</c:v>
                      </c:pt>
                      <c:pt idx="6524">
                        <c:v>59.869319920000002</c:v>
                      </c:pt>
                      <c:pt idx="6525">
                        <c:v>59.869323729999998</c:v>
                      </c:pt>
                      <c:pt idx="6526">
                        <c:v>59.869331359999997</c:v>
                      </c:pt>
                      <c:pt idx="6527">
                        <c:v>59.869338990000003</c:v>
                      </c:pt>
                      <c:pt idx="6528">
                        <c:v>59.869342799999998</c:v>
                      </c:pt>
                      <c:pt idx="6529">
                        <c:v>59.869350429999997</c:v>
                      </c:pt>
                      <c:pt idx="6530">
                        <c:v>59.869358060000003</c:v>
                      </c:pt>
                      <c:pt idx="6531">
                        <c:v>59.86936188</c:v>
                      </c:pt>
                      <c:pt idx="6532">
                        <c:v>59.869369509999999</c:v>
                      </c:pt>
                      <c:pt idx="6533">
                        <c:v>59.869377139999997</c:v>
                      </c:pt>
                      <c:pt idx="6534">
                        <c:v>59.86938095</c:v>
                      </c:pt>
                      <c:pt idx="6535">
                        <c:v>59.869388579999999</c:v>
                      </c:pt>
                      <c:pt idx="6536">
                        <c:v>59.869396209999998</c:v>
                      </c:pt>
                      <c:pt idx="6537">
                        <c:v>59.86940002</c:v>
                      </c:pt>
                      <c:pt idx="6538">
                        <c:v>59.869407649999999</c:v>
                      </c:pt>
                      <c:pt idx="6539">
                        <c:v>59.869415279999998</c:v>
                      </c:pt>
                      <c:pt idx="6540">
                        <c:v>59.869419100000002</c:v>
                      </c:pt>
                      <c:pt idx="6541">
                        <c:v>59.869426730000001</c:v>
                      </c:pt>
                      <c:pt idx="6542">
                        <c:v>59.86943436</c:v>
                      </c:pt>
                      <c:pt idx="6543">
                        <c:v>59.869441989999999</c:v>
                      </c:pt>
                      <c:pt idx="6544">
                        <c:v>59.869445800000001</c:v>
                      </c:pt>
                      <c:pt idx="6545">
                        <c:v>59.86945343</c:v>
                      </c:pt>
                      <c:pt idx="6546">
                        <c:v>59.869461059999999</c:v>
                      </c:pt>
                      <c:pt idx="6547">
                        <c:v>59.869468689999998</c:v>
                      </c:pt>
                      <c:pt idx="6548">
                        <c:v>59.869476319999997</c:v>
                      </c:pt>
                      <c:pt idx="6549">
                        <c:v>59.869480129999999</c:v>
                      </c:pt>
                      <c:pt idx="6550">
                        <c:v>59.869487759999998</c:v>
                      </c:pt>
                      <c:pt idx="6551">
                        <c:v>59.869495389999997</c:v>
                      </c:pt>
                      <c:pt idx="6552">
                        <c:v>59.869503020000003</c:v>
                      </c:pt>
                      <c:pt idx="6553">
                        <c:v>59.869510650000002</c:v>
                      </c:pt>
                      <c:pt idx="6554">
                        <c:v>59.869518280000001</c:v>
                      </c:pt>
                      <c:pt idx="6555">
                        <c:v>59.86952591</c:v>
                      </c:pt>
                      <c:pt idx="6556">
                        <c:v>59.869533539999999</c:v>
                      </c:pt>
                      <c:pt idx="6557">
                        <c:v>59.869541169999998</c:v>
                      </c:pt>
                      <c:pt idx="6558">
                        <c:v>59.869548799999997</c:v>
                      </c:pt>
                      <c:pt idx="6559">
                        <c:v>59.869556430000003</c:v>
                      </c:pt>
                      <c:pt idx="6560">
                        <c:v>59.869564060000002</c:v>
                      </c:pt>
                      <c:pt idx="6561">
                        <c:v>59.869571690000001</c:v>
                      </c:pt>
                      <c:pt idx="6562">
                        <c:v>59.86957932</c:v>
                      </c:pt>
                      <c:pt idx="6563">
                        <c:v>59.869586939999998</c:v>
                      </c:pt>
                      <c:pt idx="6564">
                        <c:v>59.869594569999997</c:v>
                      </c:pt>
                      <c:pt idx="6565">
                        <c:v>59.869606019999999</c:v>
                      </c:pt>
                      <c:pt idx="6566">
                        <c:v>59.869613649999998</c:v>
                      </c:pt>
                      <c:pt idx="6567">
                        <c:v>59.869621279999997</c:v>
                      </c:pt>
                      <c:pt idx="6568">
                        <c:v>59.869628910000003</c:v>
                      </c:pt>
                      <c:pt idx="6569">
                        <c:v>59.869636540000002</c:v>
                      </c:pt>
                      <c:pt idx="6570">
                        <c:v>59.869647980000003</c:v>
                      </c:pt>
                      <c:pt idx="6571">
                        <c:v>59.869655610000002</c:v>
                      </c:pt>
                      <c:pt idx="6572">
                        <c:v>59.869663240000001</c:v>
                      </c:pt>
                      <c:pt idx="6573">
                        <c:v>59.86967087</c:v>
                      </c:pt>
                      <c:pt idx="6574">
                        <c:v>59.869682310000002</c:v>
                      </c:pt>
                      <c:pt idx="6575">
                        <c:v>59.869689940000001</c:v>
                      </c:pt>
                      <c:pt idx="6576">
                        <c:v>59.86969757</c:v>
                      </c:pt>
                      <c:pt idx="6577">
                        <c:v>59.869705199999999</c:v>
                      </c:pt>
                      <c:pt idx="6578">
                        <c:v>59.86971664</c:v>
                      </c:pt>
                      <c:pt idx="6579">
                        <c:v>59.869724269999999</c:v>
                      </c:pt>
                      <c:pt idx="6580">
                        <c:v>59.869731899999998</c:v>
                      </c:pt>
                      <c:pt idx="6581">
                        <c:v>59.869739529999997</c:v>
                      </c:pt>
                      <c:pt idx="6582">
                        <c:v>59.869750979999999</c:v>
                      </c:pt>
                      <c:pt idx="6583">
                        <c:v>59.869758609999998</c:v>
                      </c:pt>
                      <c:pt idx="6584">
                        <c:v>59.869766239999997</c:v>
                      </c:pt>
                      <c:pt idx="6585">
                        <c:v>59.869773860000002</c:v>
                      </c:pt>
                      <c:pt idx="6586">
                        <c:v>59.869785309999997</c:v>
                      </c:pt>
                      <c:pt idx="6587">
                        <c:v>59.869792940000004</c:v>
                      </c:pt>
                      <c:pt idx="6588">
                        <c:v>59.869800570000002</c:v>
                      </c:pt>
                      <c:pt idx="6589">
                        <c:v>59.869808200000001</c:v>
                      </c:pt>
                      <c:pt idx="6590">
                        <c:v>59.869819640000003</c:v>
                      </c:pt>
                      <c:pt idx="6591">
                        <c:v>59.869827270000002</c:v>
                      </c:pt>
                      <c:pt idx="6592">
                        <c:v>59.869834900000001</c:v>
                      </c:pt>
                      <c:pt idx="6593">
                        <c:v>59.86984253</c:v>
                      </c:pt>
                      <c:pt idx="6594">
                        <c:v>59.869850159999999</c:v>
                      </c:pt>
                      <c:pt idx="6595">
                        <c:v>59.8698616</c:v>
                      </c:pt>
                      <c:pt idx="6596">
                        <c:v>59.869869229999999</c:v>
                      </c:pt>
                      <c:pt idx="6597">
                        <c:v>59.869876859999998</c:v>
                      </c:pt>
                      <c:pt idx="6598">
                        <c:v>59.869884489999997</c:v>
                      </c:pt>
                      <c:pt idx="6599">
                        <c:v>59.869892120000003</c:v>
                      </c:pt>
                      <c:pt idx="6600">
                        <c:v>59.869903559999997</c:v>
                      </c:pt>
                      <c:pt idx="6601">
                        <c:v>59.869911190000003</c:v>
                      </c:pt>
                      <c:pt idx="6602">
                        <c:v>59.869918820000002</c:v>
                      </c:pt>
                      <c:pt idx="6603">
                        <c:v>59.869926450000001</c:v>
                      </c:pt>
                      <c:pt idx="6604">
                        <c:v>59.86993408</c:v>
                      </c:pt>
                      <c:pt idx="6605">
                        <c:v>59.869941709999999</c:v>
                      </c:pt>
                      <c:pt idx="6606">
                        <c:v>59.869949339999998</c:v>
                      </c:pt>
                      <c:pt idx="6607">
                        <c:v>59.869956969999997</c:v>
                      </c:pt>
                      <c:pt idx="6608">
                        <c:v>59.869968409999998</c:v>
                      </c:pt>
                      <c:pt idx="6609">
                        <c:v>59.869976039999997</c:v>
                      </c:pt>
                      <c:pt idx="6610">
                        <c:v>59.869983670000003</c:v>
                      </c:pt>
                      <c:pt idx="6611">
                        <c:v>59.869991300000002</c:v>
                      </c:pt>
                      <c:pt idx="6612">
                        <c:v>59.869998930000001</c:v>
                      </c:pt>
                      <c:pt idx="6613">
                        <c:v>59.87000656</c:v>
                      </c:pt>
                      <c:pt idx="6614">
                        <c:v>59.870014189999999</c:v>
                      </c:pt>
                      <c:pt idx="6615">
                        <c:v>59.870021819999998</c:v>
                      </c:pt>
                      <c:pt idx="6616">
                        <c:v>59.870029449999997</c:v>
                      </c:pt>
                      <c:pt idx="6617">
                        <c:v>59.870037080000003</c:v>
                      </c:pt>
                      <c:pt idx="6618">
                        <c:v>59.870044710000002</c:v>
                      </c:pt>
                      <c:pt idx="6619">
                        <c:v>59.870056150000003</c:v>
                      </c:pt>
                      <c:pt idx="6620">
                        <c:v>59.870063780000002</c:v>
                      </c:pt>
                      <c:pt idx="6621">
                        <c:v>59.870071410000001</c:v>
                      </c:pt>
                      <c:pt idx="6622">
                        <c:v>59.87007904</c:v>
                      </c:pt>
                      <c:pt idx="6623">
                        <c:v>59.870086669999999</c:v>
                      </c:pt>
                      <c:pt idx="6624">
                        <c:v>59.870094299999998</c:v>
                      </c:pt>
                      <c:pt idx="6625">
                        <c:v>59.870101929999997</c:v>
                      </c:pt>
                      <c:pt idx="6626">
                        <c:v>59.870109560000003</c:v>
                      </c:pt>
                      <c:pt idx="6627">
                        <c:v>59.870117190000002</c:v>
                      </c:pt>
                      <c:pt idx="6628">
                        <c:v>59.870128630000004</c:v>
                      </c:pt>
                      <c:pt idx="6629">
                        <c:v>59.870136260000002</c:v>
                      </c:pt>
                      <c:pt idx="6630">
                        <c:v>59.870143890000001</c:v>
                      </c:pt>
                      <c:pt idx="6631">
                        <c:v>59.87015152</c:v>
                      </c:pt>
                      <c:pt idx="6632">
                        <c:v>59.870159149999999</c:v>
                      </c:pt>
                      <c:pt idx="6633">
                        <c:v>59.870166779999998</c:v>
                      </c:pt>
                      <c:pt idx="6634">
                        <c:v>59.870174409999997</c:v>
                      </c:pt>
                      <c:pt idx="6635">
                        <c:v>59.870185849999999</c:v>
                      </c:pt>
                      <c:pt idx="6636">
                        <c:v>59.870193479999998</c:v>
                      </c:pt>
                      <c:pt idx="6637">
                        <c:v>59.870201109999996</c:v>
                      </c:pt>
                      <c:pt idx="6638">
                        <c:v>59.870208740000002</c:v>
                      </c:pt>
                      <c:pt idx="6639">
                        <c:v>59.870216370000001</c:v>
                      </c:pt>
                      <c:pt idx="6640">
                        <c:v>59.870227810000003</c:v>
                      </c:pt>
                      <c:pt idx="6641">
                        <c:v>59.870235440000002</c:v>
                      </c:pt>
                      <c:pt idx="6642">
                        <c:v>59.870243070000001</c:v>
                      </c:pt>
                      <c:pt idx="6643">
                        <c:v>59.8702507</c:v>
                      </c:pt>
                      <c:pt idx="6644">
                        <c:v>59.870262150000002</c:v>
                      </c:pt>
                      <c:pt idx="6645">
                        <c:v>59.870269780000001</c:v>
                      </c:pt>
                      <c:pt idx="6646">
                        <c:v>59.870277399999999</c:v>
                      </c:pt>
                      <c:pt idx="6647">
                        <c:v>59.870285029999998</c:v>
                      </c:pt>
                      <c:pt idx="6648">
                        <c:v>59.87029648</c:v>
                      </c:pt>
                      <c:pt idx="6649">
                        <c:v>59.870304109999999</c:v>
                      </c:pt>
                      <c:pt idx="6650">
                        <c:v>59.870311739999998</c:v>
                      </c:pt>
                      <c:pt idx="6651">
                        <c:v>59.870319369999997</c:v>
                      </c:pt>
                      <c:pt idx="6652">
                        <c:v>59.870330809999999</c:v>
                      </c:pt>
                      <c:pt idx="6653">
                        <c:v>59.870338439999998</c:v>
                      </c:pt>
                      <c:pt idx="6654">
                        <c:v>59.870346069999997</c:v>
                      </c:pt>
                      <c:pt idx="6655">
                        <c:v>59.870357509999998</c:v>
                      </c:pt>
                      <c:pt idx="6656">
                        <c:v>59.870365139999997</c:v>
                      </c:pt>
                      <c:pt idx="6657">
                        <c:v>59.870372770000003</c:v>
                      </c:pt>
                      <c:pt idx="6658">
                        <c:v>59.870384219999998</c:v>
                      </c:pt>
                      <c:pt idx="6659">
                        <c:v>59.870391849999997</c:v>
                      </c:pt>
                      <c:pt idx="6660">
                        <c:v>59.870399480000003</c:v>
                      </c:pt>
                      <c:pt idx="6661">
                        <c:v>59.870407100000001</c:v>
                      </c:pt>
                      <c:pt idx="6662">
                        <c:v>59.870418549999997</c:v>
                      </c:pt>
                      <c:pt idx="6663">
                        <c:v>59.870426180000003</c:v>
                      </c:pt>
                      <c:pt idx="6664">
                        <c:v>59.870433810000002</c:v>
                      </c:pt>
                      <c:pt idx="6665">
                        <c:v>59.87044144</c:v>
                      </c:pt>
                      <c:pt idx="6666">
                        <c:v>59.870452880000002</c:v>
                      </c:pt>
                      <c:pt idx="6667">
                        <c:v>59.870460510000001</c:v>
                      </c:pt>
                      <c:pt idx="6668">
                        <c:v>59.87046814</c:v>
                      </c:pt>
                      <c:pt idx="6669">
                        <c:v>59.870475769999999</c:v>
                      </c:pt>
                      <c:pt idx="6670">
                        <c:v>59.87048721</c:v>
                      </c:pt>
                      <c:pt idx="6671">
                        <c:v>59.870494839999999</c:v>
                      </c:pt>
                      <c:pt idx="6672">
                        <c:v>59.870502469999998</c:v>
                      </c:pt>
                      <c:pt idx="6673">
                        <c:v>59.870510099999997</c:v>
                      </c:pt>
                      <c:pt idx="6674">
                        <c:v>59.870521549999999</c:v>
                      </c:pt>
                      <c:pt idx="6675">
                        <c:v>59.870529169999998</c:v>
                      </c:pt>
                      <c:pt idx="6676">
                        <c:v>59.870536799999996</c:v>
                      </c:pt>
                      <c:pt idx="6677">
                        <c:v>59.870544430000002</c:v>
                      </c:pt>
                      <c:pt idx="6678">
                        <c:v>59.870552060000001</c:v>
                      </c:pt>
                      <c:pt idx="6679">
                        <c:v>59.870563509999997</c:v>
                      </c:pt>
                      <c:pt idx="6680">
                        <c:v>59.870571140000003</c:v>
                      </c:pt>
                      <c:pt idx="6681">
                        <c:v>59.870578770000002</c:v>
                      </c:pt>
                      <c:pt idx="6682">
                        <c:v>59.870586400000001</c:v>
                      </c:pt>
                      <c:pt idx="6683">
                        <c:v>59.870594019999999</c:v>
                      </c:pt>
                      <c:pt idx="6684">
                        <c:v>59.870601649999998</c:v>
                      </c:pt>
                      <c:pt idx="6685">
                        <c:v>59.870609279999996</c:v>
                      </c:pt>
                      <c:pt idx="6686">
                        <c:v>59.870616910000003</c:v>
                      </c:pt>
                      <c:pt idx="6687">
                        <c:v>59.870628359999998</c:v>
                      </c:pt>
                      <c:pt idx="6688">
                        <c:v>59.870635989999997</c:v>
                      </c:pt>
                      <c:pt idx="6689">
                        <c:v>59.870643620000003</c:v>
                      </c:pt>
                      <c:pt idx="6690">
                        <c:v>59.870651250000002</c:v>
                      </c:pt>
                      <c:pt idx="6691">
                        <c:v>59.87065887</c:v>
                      </c:pt>
                      <c:pt idx="6692">
                        <c:v>59.870666499999999</c:v>
                      </c:pt>
                      <c:pt idx="6693">
                        <c:v>59.870674129999998</c:v>
                      </c:pt>
                      <c:pt idx="6694">
                        <c:v>59.870681759999997</c:v>
                      </c:pt>
                      <c:pt idx="6695">
                        <c:v>59.870689390000003</c:v>
                      </c:pt>
                      <c:pt idx="6696">
                        <c:v>59.870697020000001</c:v>
                      </c:pt>
                      <c:pt idx="6697">
                        <c:v>59.87070465</c:v>
                      </c:pt>
                      <c:pt idx="6698">
                        <c:v>59.870712279999999</c:v>
                      </c:pt>
                      <c:pt idx="6699">
                        <c:v>59.870719909999998</c:v>
                      </c:pt>
                      <c:pt idx="6700">
                        <c:v>59.870727539999997</c:v>
                      </c:pt>
                      <c:pt idx="6701">
                        <c:v>59.870735170000003</c:v>
                      </c:pt>
                      <c:pt idx="6702">
                        <c:v>59.870742800000002</c:v>
                      </c:pt>
                      <c:pt idx="6703">
                        <c:v>59.870750430000001</c:v>
                      </c:pt>
                      <c:pt idx="6704">
                        <c:v>59.87075806</c:v>
                      </c:pt>
                      <c:pt idx="6705">
                        <c:v>59.870765689999999</c:v>
                      </c:pt>
                      <c:pt idx="6706">
                        <c:v>59.870773319999998</c:v>
                      </c:pt>
                      <c:pt idx="6707">
                        <c:v>59.870780940000003</c:v>
                      </c:pt>
                      <c:pt idx="6708">
                        <c:v>59.870788570000002</c:v>
                      </c:pt>
                      <c:pt idx="6709">
                        <c:v>59.870796200000001</c:v>
                      </c:pt>
                      <c:pt idx="6710">
                        <c:v>59.870800019999997</c:v>
                      </c:pt>
                      <c:pt idx="6711">
                        <c:v>59.870807650000003</c:v>
                      </c:pt>
                      <c:pt idx="6712">
                        <c:v>59.870815280000002</c:v>
                      </c:pt>
                      <c:pt idx="6713">
                        <c:v>59.870822910000001</c:v>
                      </c:pt>
                      <c:pt idx="6714">
                        <c:v>59.87083054</c:v>
                      </c:pt>
                      <c:pt idx="6715">
                        <c:v>59.870838169999999</c:v>
                      </c:pt>
                      <c:pt idx="6716">
                        <c:v>59.870845789999997</c:v>
                      </c:pt>
                      <c:pt idx="6717">
                        <c:v>59.870853420000003</c:v>
                      </c:pt>
                      <c:pt idx="6718">
                        <c:v>59.870857239999999</c:v>
                      </c:pt>
                      <c:pt idx="6719">
                        <c:v>59.870864869999998</c:v>
                      </c:pt>
                      <c:pt idx="6720">
                        <c:v>59.870872499999997</c:v>
                      </c:pt>
                      <c:pt idx="6721">
                        <c:v>59.870880130000003</c:v>
                      </c:pt>
                      <c:pt idx="6722">
                        <c:v>59.870887760000002</c:v>
                      </c:pt>
                      <c:pt idx="6723">
                        <c:v>59.870895390000001</c:v>
                      </c:pt>
                      <c:pt idx="6724">
                        <c:v>59.870899199999997</c:v>
                      </c:pt>
                      <c:pt idx="6725">
                        <c:v>59.870906830000003</c:v>
                      </c:pt>
                      <c:pt idx="6726">
                        <c:v>59.870914460000002</c:v>
                      </c:pt>
                      <c:pt idx="6727">
                        <c:v>59.870922090000001</c:v>
                      </c:pt>
                      <c:pt idx="6728">
                        <c:v>59.870929719999999</c:v>
                      </c:pt>
                      <c:pt idx="6729">
                        <c:v>59.870933530000002</c:v>
                      </c:pt>
                      <c:pt idx="6730">
                        <c:v>59.870941160000001</c:v>
                      </c:pt>
                      <c:pt idx="6731">
                        <c:v>59.87094879</c:v>
                      </c:pt>
                      <c:pt idx="6732">
                        <c:v>59.870956419999999</c:v>
                      </c:pt>
                      <c:pt idx="6733">
                        <c:v>59.870964049999998</c:v>
                      </c:pt>
                      <c:pt idx="6734">
                        <c:v>59.87096786</c:v>
                      </c:pt>
                      <c:pt idx="6735">
                        <c:v>59.870975489999999</c:v>
                      </c:pt>
                      <c:pt idx="6736">
                        <c:v>59.870983119999998</c:v>
                      </c:pt>
                      <c:pt idx="6737">
                        <c:v>59.870990749999997</c:v>
                      </c:pt>
                      <c:pt idx="6738">
                        <c:v>59.870994570000001</c:v>
                      </c:pt>
                      <c:pt idx="6739">
                        <c:v>59.8710022</c:v>
                      </c:pt>
                      <c:pt idx="6740">
                        <c:v>59.871009829999998</c:v>
                      </c:pt>
                      <c:pt idx="6741">
                        <c:v>59.871017459999997</c:v>
                      </c:pt>
                      <c:pt idx="6742">
                        <c:v>59.87102127</c:v>
                      </c:pt>
                      <c:pt idx="6743">
                        <c:v>59.871028899999999</c:v>
                      </c:pt>
                      <c:pt idx="6744">
                        <c:v>59.871036529999998</c:v>
                      </c:pt>
                      <c:pt idx="6745">
                        <c:v>59.87104034</c:v>
                      </c:pt>
                      <c:pt idx="6746">
                        <c:v>59.871047969999999</c:v>
                      </c:pt>
                      <c:pt idx="6747">
                        <c:v>59.871055599999998</c:v>
                      </c:pt>
                      <c:pt idx="6748">
                        <c:v>59.871063229999997</c:v>
                      </c:pt>
                      <c:pt idx="6749">
                        <c:v>59.871067050000001</c:v>
                      </c:pt>
                      <c:pt idx="6750">
                        <c:v>59.87107468</c:v>
                      </c:pt>
                      <c:pt idx="6751">
                        <c:v>59.871078490000002</c:v>
                      </c:pt>
                      <c:pt idx="6752">
                        <c:v>59.871086120000001</c:v>
                      </c:pt>
                      <c:pt idx="6753">
                        <c:v>59.87109375</c:v>
                      </c:pt>
                      <c:pt idx="6754">
                        <c:v>59.871097560000003</c:v>
                      </c:pt>
                      <c:pt idx="6755">
                        <c:v>59.871105190000002</c:v>
                      </c:pt>
                      <c:pt idx="6756">
                        <c:v>59.87111282</c:v>
                      </c:pt>
                      <c:pt idx="6757">
                        <c:v>59.871116639999997</c:v>
                      </c:pt>
                      <c:pt idx="6758">
                        <c:v>59.871124270000003</c:v>
                      </c:pt>
                      <c:pt idx="6759">
                        <c:v>59.871131900000002</c:v>
                      </c:pt>
                      <c:pt idx="6760">
                        <c:v>59.871135709999997</c:v>
                      </c:pt>
                      <c:pt idx="6761">
                        <c:v>59.871143340000003</c:v>
                      </c:pt>
                      <c:pt idx="6762">
                        <c:v>59.871150970000002</c:v>
                      </c:pt>
                      <c:pt idx="6763">
                        <c:v>59.871154789999999</c:v>
                      </c:pt>
                      <c:pt idx="6764">
                        <c:v>59.871162409999997</c:v>
                      </c:pt>
                      <c:pt idx="6765">
                        <c:v>59.87116623</c:v>
                      </c:pt>
                      <c:pt idx="6766">
                        <c:v>59.871173859999999</c:v>
                      </c:pt>
                      <c:pt idx="6767">
                        <c:v>59.871181489999998</c:v>
                      </c:pt>
                      <c:pt idx="6768">
                        <c:v>59.8711853</c:v>
                      </c:pt>
                      <c:pt idx="6769">
                        <c:v>59.871192929999999</c:v>
                      </c:pt>
                      <c:pt idx="6770">
                        <c:v>59.871200559999998</c:v>
                      </c:pt>
                      <c:pt idx="6771">
                        <c:v>59.871204380000002</c:v>
                      </c:pt>
                      <c:pt idx="6772">
                        <c:v>59.871212010000001</c:v>
                      </c:pt>
                      <c:pt idx="6773">
                        <c:v>59.87121964</c:v>
                      </c:pt>
                      <c:pt idx="6774">
                        <c:v>59.871223450000002</c:v>
                      </c:pt>
                      <c:pt idx="6775">
                        <c:v>59.871231080000001</c:v>
                      </c:pt>
                      <c:pt idx="6776">
                        <c:v>59.871234889999997</c:v>
                      </c:pt>
                      <c:pt idx="6777">
                        <c:v>59.871242520000003</c:v>
                      </c:pt>
                      <c:pt idx="6778">
                        <c:v>59.871250150000002</c:v>
                      </c:pt>
                      <c:pt idx="6779">
                        <c:v>59.871257780000001</c:v>
                      </c:pt>
                      <c:pt idx="6780">
                        <c:v>59.871261599999997</c:v>
                      </c:pt>
                      <c:pt idx="6781">
                        <c:v>59.871269230000003</c:v>
                      </c:pt>
                      <c:pt idx="6782">
                        <c:v>59.871276860000002</c:v>
                      </c:pt>
                      <c:pt idx="6783">
                        <c:v>59.871280669999997</c:v>
                      </c:pt>
                      <c:pt idx="6784">
                        <c:v>59.871288300000003</c:v>
                      </c:pt>
                      <c:pt idx="6785">
                        <c:v>59.871295930000002</c:v>
                      </c:pt>
                      <c:pt idx="6786">
                        <c:v>59.871303560000001</c:v>
                      </c:pt>
                      <c:pt idx="6787">
                        <c:v>59.87131119</c:v>
                      </c:pt>
                      <c:pt idx="6788">
                        <c:v>59.871318819999999</c:v>
                      </c:pt>
                      <c:pt idx="6789">
                        <c:v>59.871322630000002</c:v>
                      </c:pt>
                      <c:pt idx="6790">
                        <c:v>59.871330260000001</c:v>
                      </c:pt>
                      <c:pt idx="6791">
                        <c:v>59.87133789</c:v>
                      </c:pt>
                      <c:pt idx="6792">
                        <c:v>59.871345519999998</c:v>
                      </c:pt>
                      <c:pt idx="6793">
                        <c:v>59.871353149999997</c:v>
                      </c:pt>
                      <c:pt idx="6794">
                        <c:v>59.871360780000003</c:v>
                      </c:pt>
                      <c:pt idx="6795">
                        <c:v>59.871368410000002</c:v>
                      </c:pt>
                      <c:pt idx="6796">
                        <c:v>59.871376040000001</c:v>
                      </c:pt>
                      <c:pt idx="6797">
                        <c:v>59.87138367</c:v>
                      </c:pt>
                      <c:pt idx="6798">
                        <c:v>59.871391299999999</c:v>
                      </c:pt>
                      <c:pt idx="6799">
                        <c:v>59.871398929999998</c:v>
                      </c:pt>
                      <c:pt idx="6800">
                        <c:v>59.871406559999997</c:v>
                      </c:pt>
                      <c:pt idx="6801">
                        <c:v>59.871417999999998</c:v>
                      </c:pt>
                      <c:pt idx="6802">
                        <c:v>59.871425629999997</c:v>
                      </c:pt>
                      <c:pt idx="6803">
                        <c:v>59.871433260000003</c:v>
                      </c:pt>
                      <c:pt idx="6804">
                        <c:v>59.871440890000002</c:v>
                      </c:pt>
                      <c:pt idx="6805">
                        <c:v>59.871448520000001</c:v>
                      </c:pt>
                      <c:pt idx="6806">
                        <c:v>59.871459960000003</c:v>
                      </c:pt>
                      <c:pt idx="6807">
                        <c:v>59.871467590000002</c:v>
                      </c:pt>
                      <c:pt idx="6808">
                        <c:v>59.871475220000001</c:v>
                      </c:pt>
                      <c:pt idx="6809">
                        <c:v>59.871486660000002</c:v>
                      </c:pt>
                      <c:pt idx="6810">
                        <c:v>59.871494290000001</c:v>
                      </c:pt>
                      <c:pt idx="6811">
                        <c:v>59.87150192</c:v>
                      </c:pt>
                      <c:pt idx="6812">
                        <c:v>59.871509549999999</c:v>
                      </c:pt>
                      <c:pt idx="6813">
                        <c:v>59.871521000000001</c:v>
                      </c:pt>
                      <c:pt idx="6814">
                        <c:v>59.87152863</c:v>
                      </c:pt>
                      <c:pt idx="6815">
                        <c:v>59.871536249999998</c:v>
                      </c:pt>
                      <c:pt idx="6816">
                        <c:v>59.871543879999997</c:v>
                      </c:pt>
                      <c:pt idx="6817">
                        <c:v>59.87155533</c:v>
                      </c:pt>
                      <c:pt idx="6818">
                        <c:v>59.871562959999999</c:v>
                      </c:pt>
                      <c:pt idx="6819">
                        <c:v>59.871570589999997</c:v>
                      </c:pt>
                      <c:pt idx="6820">
                        <c:v>59.871578220000004</c:v>
                      </c:pt>
                      <c:pt idx="6821">
                        <c:v>59.871585850000002</c:v>
                      </c:pt>
                      <c:pt idx="6822">
                        <c:v>59.871593480000001</c:v>
                      </c:pt>
                      <c:pt idx="6823">
                        <c:v>59.871601099999999</c:v>
                      </c:pt>
                      <c:pt idx="6824">
                        <c:v>59.871608729999998</c:v>
                      </c:pt>
                      <c:pt idx="6825">
                        <c:v>59.871616359999997</c:v>
                      </c:pt>
                      <c:pt idx="6826">
                        <c:v>59.871623990000003</c:v>
                      </c:pt>
                      <c:pt idx="6827">
                        <c:v>59.871631620000002</c:v>
                      </c:pt>
                      <c:pt idx="6828">
                        <c:v>59.871639250000001</c:v>
                      </c:pt>
                      <c:pt idx="6829">
                        <c:v>59.871643069999998</c:v>
                      </c:pt>
                      <c:pt idx="6830">
                        <c:v>59.871650700000004</c:v>
                      </c:pt>
                      <c:pt idx="6831">
                        <c:v>59.871654509999999</c:v>
                      </c:pt>
                      <c:pt idx="6832">
                        <c:v>59.871662139999998</c:v>
                      </c:pt>
                      <c:pt idx="6833">
                        <c:v>59.871665950000001</c:v>
                      </c:pt>
                      <c:pt idx="6834">
                        <c:v>59.87167358</c:v>
                      </c:pt>
                      <c:pt idx="6835">
                        <c:v>59.871677400000003</c:v>
                      </c:pt>
                      <c:pt idx="6836">
                        <c:v>59.871681209999998</c:v>
                      </c:pt>
                      <c:pt idx="6837">
                        <c:v>59.871685030000002</c:v>
                      </c:pt>
                      <c:pt idx="6838">
                        <c:v>59.871692660000001</c:v>
                      </c:pt>
                      <c:pt idx="6839">
                        <c:v>59.871696470000003</c:v>
                      </c:pt>
                      <c:pt idx="6840">
                        <c:v>59.87170029</c:v>
                      </c:pt>
                      <c:pt idx="6841">
                        <c:v>59.871704100000002</c:v>
                      </c:pt>
                      <c:pt idx="6842">
                        <c:v>59.871707919999999</c:v>
                      </c:pt>
                      <c:pt idx="6843">
                        <c:v>59.871711730000001</c:v>
                      </c:pt>
                      <c:pt idx="6844">
                        <c:v>59.871715549999998</c:v>
                      </c:pt>
                      <c:pt idx="6845">
                        <c:v>59.871715549999998</c:v>
                      </c:pt>
                      <c:pt idx="6846">
                        <c:v>59.87171936</c:v>
                      </c:pt>
                      <c:pt idx="6847">
                        <c:v>59.871723179999996</c:v>
                      </c:pt>
                      <c:pt idx="6848">
                        <c:v>59.871726989999999</c:v>
                      </c:pt>
                      <c:pt idx="6849">
                        <c:v>59.871730800000002</c:v>
                      </c:pt>
                      <c:pt idx="6850">
                        <c:v>59.871730800000002</c:v>
                      </c:pt>
                      <c:pt idx="6851">
                        <c:v>59.871734619999998</c:v>
                      </c:pt>
                      <c:pt idx="6852">
                        <c:v>59.871738430000001</c:v>
                      </c:pt>
                      <c:pt idx="6853">
                        <c:v>59.871742249999997</c:v>
                      </c:pt>
                      <c:pt idx="6854">
                        <c:v>59.871742249999997</c:v>
                      </c:pt>
                      <c:pt idx="6855">
                        <c:v>59.87174606</c:v>
                      </c:pt>
                      <c:pt idx="6856">
                        <c:v>59.871749880000003</c:v>
                      </c:pt>
                      <c:pt idx="6857">
                        <c:v>59.871753689999998</c:v>
                      </c:pt>
                      <c:pt idx="6858">
                        <c:v>59.871753689999998</c:v>
                      </c:pt>
                      <c:pt idx="6859">
                        <c:v>59.871757510000002</c:v>
                      </c:pt>
                      <c:pt idx="6860">
                        <c:v>59.871761319999997</c:v>
                      </c:pt>
                      <c:pt idx="6861">
                        <c:v>59.871765140000001</c:v>
                      </c:pt>
                      <c:pt idx="6862">
                        <c:v>59.871768950000003</c:v>
                      </c:pt>
                      <c:pt idx="6863">
                        <c:v>59.87177277</c:v>
                      </c:pt>
                      <c:pt idx="6864">
                        <c:v>59.871776580000002</c:v>
                      </c:pt>
                      <c:pt idx="6865">
                        <c:v>59.871780399999999</c:v>
                      </c:pt>
                      <c:pt idx="6866">
                        <c:v>59.871780399999999</c:v>
                      </c:pt>
                      <c:pt idx="6867">
                        <c:v>59.871788019999997</c:v>
                      </c:pt>
                      <c:pt idx="6868">
                        <c:v>59.87179184</c:v>
                      </c:pt>
                      <c:pt idx="6869">
                        <c:v>59.871795650000003</c:v>
                      </c:pt>
                      <c:pt idx="6870">
                        <c:v>59.871799469999999</c:v>
                      </c:pt>
                      <c:pt idx="6871">
                        <c:v>59.871803280000002</c:v>
                      </c:pt>
                      <c:pt idx="6872">
                        <c:v>59.871807099999998</c:v>
                      </c:pt>
                      <c:pt idx="6873">
                        <c:v>59.871810910000001</c:v>
                      </c:pt>
                      <c:pt idx="6874">
                        <c:v>59.871814729999997</c:v>
                      </c:pt>
                      <c:pt idx="6875">
                        <c:v>59.871822360000003</c:v>
                      </c:pt>
                      <c:pt idx="6876">
                        <c:v>59.871826169999999</c:v>
                      </c:pt>
                      <c:pt idx="6877">
                        <c:v>59.871833799999997</c:v>
                      </c:pt>
                      <c:pt idx="6878">
                        <c:v>59.871837620000001</c:v>
                      </c:pt>
                      <c:pt idx="6879">
                        <c:v>59.871841430000003</c:v>
                      </c:pt>
                      <c:pt idx="6880">
                        <c:v>59.871849060000002</c:v>
                      </c:pt>
                      <c:pt idx="6881">
                        <c:v>59.871856690000001</c:v>
                      </c:pt>
                      <c:pt idx="6882">
                        <c:v>59.871860499999997</c:v>
                      </c:pt>
                      <c:pt idx="6883">
                        <c:v>59.871868130000003</c:v>
                      </c:pt>
                      <c:pt idx="6884">
                        <c:v>59.871875760000002</c:v>
                      </c:pt>
                      <c:pt idx="6885">
                        <c:v>59.871879579999998</c:v>
                      </c:pt>
                      <c:pt idx="6886">
                        <c:v>59.871887209999997</c:v>
                      </c:pt>
                      <c:pt idx="6887">
                        <c:v>59.871894840000003</c:v>
                      </c:pt>
                      <c:pt idx="6888">
                        <c:v>59.871902470000002</c:v>
                      </c:pt>
                      <c:pt idx="6889">
                        <c:v>59.871910100000001</c:v>
                      </c:pt>
                      <c:pt idx="6890">
                        <c:v>59.871917719999999</c:v>
                      </c:pt>
                      <c:pt idx="6891">
                        <c:v>59.871925349999998</c:v>
                      </c:pt>
                      <c:pt idx="6892">
                        <c:v>59.871932979999997</c:v>
                      </c:pt>
                      <c:pt idx="6893">
                        <c:v>59.871940610000003</c:v>
                      </c:pt>
                      <c:pt idx="6894">
                        <c:v>59.871948240000002</c:v>
                      </c:pt>
                      <c:pt idx="6895">
                        <c:v>59.871959689999997</c:v>
                      </c:pt>
                      <c:pt idx="6896">
                        <c:v>59.871967320000003</c:v>
                      </c:pt>
                      <c:pt idx="6897">
                        <c:v>59.871974950000002</c:v>
                      </c:pt>
                      <c:pt idx="6898">
                        <c:v>59.87198257</c:v>
                      </c:pt>
                      <c:pt idx="6899">
                        <c:v>59.871994020000002</c:v>
                      </c:pt>
                      <c:pt idx="6900">
                        <c:v>59.872001650000001</c:v>
                      </c:pt>
                      <c:pt idx="6901">
                        <c:v>59.872013090000003</c:v>
                      </c:pt>
                      <c:pt idx="6902">
                        <c:v>59.872020720000002</c:v>
                      </c:pt>
                      <c:pt idx="6903">
                        <c:v>59.872028350000001</c:v>
                      </c:pt>
                      <c:pt idx="6904">
                        <c:v>59.872039790000002</c:v>
                      </c:pt>
                      <c:pt idx="6905">
                        <c:v>59.872047420000001</c:v>
                      </c:pt>
                      <c:pt idx="6906">
                        <c:v>59.872058869999996</c:v>
                      </c:pt>
                      <c:pt idx="6907">
                        <c:v>59.872066500000003</c:v>
                      </c:pt>
                      <c:pt idx="6908">
                        <c:v>59.872077939999997</c:v>
                      </c:pt>
                      <c:pt idx="6909">
                        <c:v>59.872085570000003</c:v>
                      </c:pt>
                      <c:pt idx="6910">
                        <c:v>59.872097019999998</c:v>
                      </c:pt>
                      <c:pt idx="6911">
                        <c:v>59.872104640000003</c:v>
                      </c:pt>
                      <c:pt idx="6912">
                        <c:v>59.872116089999999</c:v>
                      </c:pt>
                      <c:pt idx="6913">
                        <c:v>59.872123719999998</c:v>
                      </c:pt>
                      <c:pt idx="6914">
                        <c:v>59.872135159999999</c:v>
                      </c:pt>
                      <c:pt idx="6915">
                        <c:v>59.872142789999998</c:v>
                      </c:pt>
                      <c:pt idx="6916">
                        <c:v>59.87215424</c:v>
                      </c:pt>
                      <c:pt idx="6917">
                        <c:v>59.872161869999999</c:v>
                      </c:pt>
                      <c:pt idx="6918">
                        <c:v>59.872173310000001</c:v>
                      </c:pt>
                      <c:pt idx="6919">
                        <c:v>59.87218094</c:v>
                      </c:pt>
                      <c:pt idx="6920">
                        <c:v>59.872192380000001</c:v>
                      </c:pt>
                      <c:pt idx="6921">
                        <c:v>59.87220001</c:v>
                      </c:pt>
                      <c:pt idx="6922">
                        <c:v>59.872207639999999</c:v>
                      </c:pt>
                      <c:pt idx="6923">
                        <c:v>59.872219090000002</c:v>
                      </c:pt>
                      <c:pt idx="6924">
                        <c:v>59.87222672</c:v>
                      </c:pt>
                      <c:pt idx="6925">
                        <c:v>59.872234339999999</c:v>
                      </c:pt>
                      <c:pt idx="6926">
                        <c:v>59.872245790000001</c:v>
                      </c:pt>
                      <c:pt idx="6927">
                        <c:v>59.87225342</c:v>
                      </c:pt>
                      <c:pt idx="6928">
                        <c:v>59.872261049999999</c:v>
                      </c:pt>
                      <c:pt idx="6929">
                        <c:v>59.872268679999998</c:v>
                      </c:pt>
                      <c:pt idx="6930">
                        <c:v>59.872280119999999</c:v>
                      </c:pt>
                      <c:pt idx="6931">
                        <c:v>59.872287749999998</c:v>
                      </c:pt>
                      <c:pt idx="6932">
                        <c:v>59.872295379999997</c:v>
                      </c:pt>
                      <c:pt idx="6933">
                        <c:v>59.872303010000003</c:v>
                      </c:pt>
                      <c:pt idx="6934">
                        <c:v>59.872310640000002</c:v>
                      </c:pt>
                      <c:pt idx="6935">
                        <c:v>59.872318270000001</c:v>
                      </c:pt>
                      <c:pt idx="6936">
                        <c:v>59.8723259</c:v>
                      </c:pt>
                      <c:pt idx="6937">
                        <c:v>59.872333529999999</c:v>
                      </c:pt>
                      <c:pt idx="6938">
                        <c:v>59.87234497</c:v>
                      </c:pt>
                      <c:pt idx="6939">
                        <c:v>59.872352599999999</c:v>
                      </c:pt>
                      <c:pt idx="6940">
                        <c:v>59.872360229999998</c:v>
                      </c:pt>
                      <c:pt idx="6941">
                        <c:v>59.872367859999997</c:v>
                      </c:pt>
                      <c:pt idx="6942">
                        <c:v>59.872375490000003</c:v>
                      </c:pt>
                      <c:pt idx="6943">
                        <c:v>59.872383120000002</c:v>
                      </c:pt>
                      <c:pt idx="6944">
                        <c:v>59.872386929999998</c:v>
                      </c:pt>
                      <c:pt idx="6945">
                        <c:v>59.872394559999996</c:v>
                      </c:pt>
                      <c:pt idx="6946">
                        <c:v>59.872402190000003</c:v>
                      </c:pt>
                      <c:pt idx="6947">
                        <c:v>59.872409820000001</c:v>
                      </c:pt>
                      <c:pt idx="6948">
                        <c:v>59.87241745</c:v>
                      </c:pt>
                      <c:pt idx="6949">
                        <c:v>59.872425079999999</c:v>
                      </c:pt>
                      <c:pt idx="6950">
                        <c:v>59.872432709999998</c:v>
                      </c:pt>
                      <c:pt idx="6951">
                        <c:v>59.872440339999997</c:v>
                      </c:pt>
                      <c:pt idx="6952">
                        <c:v>59.872447970000003</c:v>
                      </c:pt>
                      <c:pt idx="6953">
                        <c:v>59.872455600000002</c:v>
                      </c:pt>
                      <c:pt idx="6954">
                        <c:v>59.872463230000001</c:v>
                      </c:pt>
                      <c:pt idx="6955">
                        <c:v>59.87247086</c:v>
                      </c:pt>
                      <c:pt idx="6956">
                        <c:v>59.872474670000003</c:v>
                      </c:pt>
                      <c:pt idx="6957">
                        <c:v>59.872482300000001</c:v>
                      </c:pt>
                      <c:pt idx="6958">
                        <c:v>59.87248993</c:v>
                      </c:pt>
                      <c:pt idx="6959">
                        <c:v>59.872497559999999</c:v>
                      </c:pt>
                      <c:pt idx="6960">
                        <c:v>59.872505189999998</c:v>
                      </c:pt>
                      <c:pt idx="6961">
                        <c:v>59.872512819999997</c:v>
                      </c:pt>
                      <c:pt idx="6962">
                        <c:v>59.872520450000003</c:v>
                      </c:pt>
                      <c:pt idx="6963">
                        <c:v>59.872528080000002</c:v>
                      </c:pt>
                      <c:pt idx="6964">
                        <c:v>59.872535710000001</c:v>
                      </c:pt>
                      <c:pt idx="6965">
                        <c:v>59.872543329999999</c:v>
                      </c:pt>
                      <c:pt idx="6966">
                        <c:v>59.872550959999998</c:v>
                      </c:pt>
                      <c:pt idx="6967">
                        <c:v>59.872558589999997</c:v>
                      </c:pt>
                      <c:pt idx="6968">
                        <c:v>59.872566220000003</c:v>
                      </c:pt>
                      <c:pt idx="6969">
                        <c:v>59.872573850000002</c:v>
                      </c:pt>
                      <c:pt idx="6970">
                        <c:v>59.872581480000001</c:v>
                      </c:pt>
                      <c:pt idx="6971">
                        <c:v>59.87258911</c:v>
                      </c:pt>
                      <c:pt idx="6972">
                        <c:v>59.872596739999999</c:v>
                      </c:pt>
                      <c:pt idx="6973">
                        <c:v>59.872604369999998</c:v>
                      </c:pt>
                      <c:pt idx="6974">
                        <c:v>59.872611999999997</c:v>
                      </c:pt>
                      <c:pt idx="6975">
                        <c:v>59.872619630000003</c:v>
                      </c:pt>
                      <c:pt idx="6976">
                        <c:v>59.872627260000002</c:v>
                      </c:pt>
                      <c:pt idx="6977">
                        <c:v>59.87263489</c:v>
                      </c:pt>
                      <c:pt idx="6978">
                        <c:v>59.872642519999999</c:v>
                      </c:pt>
                      <c:pt idx="6979">
                        <c:v>59.872650149999998</c:v>
                      </c:pt>
                      <c:pt idx="6980">
                        <c:v>59.872657779999997</c:v>
                      </c:pt>
                      <c:pt idx="6981">
                        <c:v>59.872665410000003</c:v>
                      </c:pt>
                      <c:pt idx="6982">
                        <c:v>59.872673030000001</c:v>
                      </c:pt>
                      <c:pt idx="6983">
                        <c:v>59.87268066</c:v>
                      </c:pt>
                      <c:pt idx="6984">
                        <c:v>59.872692110000003</c:v>
                      </c:pt>
                      <c:pt idx="6985">
                        <c:v>59.872699740000002</c:v>
                      </c:pt>
                      <c:pt idx="6986">
                        <c:v>59.872707370000001</c:v>
                      </c:pt>
                      <c:pt idx="6987">
                        <c:v>59.872714999999999</c:v>
                      </c:pt>
                      <c:pt idx="6988">
                        <c:v>59.872722629999998</c:v>
                      </c:pt>
                      <c:pt idx="6989">
                        <c:v>59.872730259999997</c:v>
                      </c:pt>
                      <c:pt idx="6990">
                        <c:v>59.872737880000003</c:v>
                      </c:pt>
                      <c:pt idx="6991">
                        <c:v>59.872745510000001</c:v>
                      </c:pt>
                      <c:pt idx="6992">
                        <c:v>59.87275314</c:v>
                      </c:pt>
                      <c:pt idx="6993">
                        <c:v>59.872760769999999</c:v>
                      </c:pt>
                      <c:pt idx="6994">
                        <c:v>59.872768399999998</c:v>
                      </c:pt>
                      <c:pt idx="6995">
                        <c:v>59.872776029999997</c:v>
                      </c:pt>
                      <c:pt idx="6996">
                        <c:v>59.872783660000003</c:v>
                      </c:pt>
                      <c:pt idx="6997">
                        <c:v>59.872791290000002</c:v>
                      </c:pt>
                      <c:pt idx="6998">
                        <c:v>59.872798920000001</c:v>
                      </c:pt>
                      <c:pt idx="6999">
                        <c:v>59.87280655</c:v>
                      </c:pt>
                      <c:pt idx="7000">
                        <c:v>59.872814179999999</c:v>
                      </c:pt>
                      <c:pt idx="7001">
                        <c:v>59.872821809999998</c:v>
                      </c:pt>
                      <c:pt idx="7002">
                        <c:v>59.872829439999997</c:v>
                      </c:pt>
                      <c:pt idx="7003">
                        <c:v>59.872837070000003</c:v>
                      </c:pt>
                      <c:pt idx="7004">
                        <c:v>59.872844700000002</c:v>
                      </c:pt>
                      <c:pt idx="7005">
                        <c:v>59.872852330000001</c:v>
                      </c:pt>
                      <c:pt idx="7006">
                        <c:v>59.872859949999999</c:v>
                      </c:pt>
                      <c:pt idx="7007">
                        <c:v>59.872867579999998</c:v>
                      </c:pt>
                      <c:pt idx="7008">
                        <c:v>59.872875209999997</c:v>
                      </c:pt>
                      <c:pt idx="7009">
                        <c:v>59.87287903</c:v>
                      </c:pt>
                      <c:pt idx="7010">
                        <c:v>59.872886659999999</c:v>
                      </c:pt>
                      <c:pt idx="7011">
                        <c:v>59.872894289999998</c:v>
                      </c:pt>
                      <c:pt idx="7012">
                        <c:v>59.872901919999997</c:v>
                      </c:pt>
                      <c:pt idx="7013">
                        <c:v>59.872905729999999</c:v>
                      </c:pt>
                      <c:pt idx="7014">
                        <c:v>59.872913359999998</c:v>
                      </c:pt>
                      <c:pt idx="7015">
                        <c:v>59.872920989999997</c:v>
                      </c:pt>
                      <c:pt idx="7016">
                        <c:v>59.872928620000003</c:v>
                      </c:pt>
                      <c:pt idx="7017">
                        <c:v>59.872932429999999</c:v>
                      </c:pt>
                      <c:pt idx="7018">
                        <c:v>59.872940059999998</c:v>
                      </c:pt>
                      <c:pt idx="7019">
                        <c:v>59.872947689999997</c:v>
                      </c:pt>
                      <c:pt idx="7020">
                        <c:v>59.87295151</c:v>
                      </c:pt>
                      <c:pt idx="7021">
                        <c:v>59.872959139999999</c:v>
                      </c:pt>
                      <c:pt idx="7022">
                        <c:v>59.872966769999998</c:v>
                      </c:pt>
                      <c:pt idx="7023">
                        <c:v>59.87297058</c:v>
                      </c:pt>
                      <c:pt idx="7024">
                        <c:v>59.872978209999999</c:v>
                      </c:pt>
                      <c:pt idx="7025">
                        <c:v>59.872982030000003</c:v>
                      </c:pt>
                      <c:pt idx="7026">
                        <c:v>59.872989650000001</c:v>
                      </c:pt>
                      <c:pt idx="7027">
                        <c:v>59.872993469999997</c:v>
                      </c:pt>
                      <c:pt idx="7028">
                        <c:v>59.873001100000003</c:v>
                      </c:pt>
                      <c:pt idx="7029">
                        <c:v>59.873004909999999</c:v>
                      </c:pt>
                      <c:pt idx="7030">
                        <c:v>59.873012539999998</c:v>
                      </c:pt>
                      <c:pt idx="7031">
                        <c:v>59.873016360000001</c:v>
                      </c:pt>
                      <c:pt idx="7032">
                        <c:v>59.87302399</c:v>
                      </c:pt>
                      <c:pt idx="7033">
                        <c:v>59.873027800000003</c:v>
                      </c:pt>
                      <c:pt idx="7034">
                        <c:v>59.873035430000002</c:v>
                      </c:pt>
                      <c:pt idx="7035">
                        <c:v>59.873039249999998</c:v>
                      </c:pt>
                      <c:pt idx="7036">
                        <c:v>59.873046879999997</c:v>
                      </c:pt>
                      <c:pt idx="7037">
                        <c:v>59.873050689999999</c:v>
                      </c:pt>
                      <c:pt idx="7038">
                        <c:v>59.873058319999998</c:v>
                      </c:pt>
                      <c:pt idx="7039">
                        <c:v>59.873062130000001</c:v>
                      </c:pt>
                      <c:pt idx="7040">
                        <c:v>59.87306976</c:v>
                      </c:pt>
                      <c:pt idx="7041">
                        <c:v>59.873073580000003</c:v>
                      </c:pt>
                      <c:pt idx="7042">
                        <c:v>59.873081210000002</c:v>
                      </c:pt>
                      <c:pt idx="7043">
                        <c:v>59.873085019999998</c:v>
                      </c:pt>
                      <c:pt idx="7044">
                        <c:v>59.873092649999997</c:v>
                      </c:pt>
                      <c:pt idx="7045">
                        <c:v>59.87309647</c:v>
                      </c:pt>
                      <c:pt idx="7046">
                        <c:v>59.873104099999999</c:v>
                      </c:pt>
                      <c:pt idx="7047">
                        <c:v>59.873107910000002</c:v>
                      </c:pt>
                      <c:pt idx="7048">
                        <c:v>59.873115540000001</c:v>
                      </c:pt>
                      <c:pt idx="7049">
                        <c:v>59.873119350000003</c:v>
                      </c:pt>
                      <c:pt idx="7050">
                        <c:v>59.873126980000002</c:v>
                      </c:pt>
                      <c:pt idx="7051">
                        <c:v>59.873130799999998</c:v>
                      </c:pt>
                      <c:pt idx="7052">
                        <c:v>59.873138429999997</c:v>
                      </c:pt>
                      <c:pt idx="7053">
                        <c:v>59.87314224</c:v>
                      </c:pt>
                      <c:pt idx="7054">
                        <c:v>59.873149869999999</c:v>
                      </c:pt>
                      <c:pt idx="7055">
                        <c:v>59.873153690000002</c:v>
                      </c:pt>
                      <c:pt idx="7056">
                        <c:v>59.873161320000001</c:v>
                      </c:pt>
                      <c:pt idx="7057">
                        <c:v>59.873165129999997</c:v>
                      </c:pt>
                      <c:pt idx="7058">
                        <c:v>59.873172760000003</c:v>
                      </c:pt>
                      <c:pt idx="7059">
                        <c:v>59.873176569999998</c:v>
                      </c:pt>
                      <c:pt idx="7060">
                        <c:v>59.873184199999997</c:v>
                      </c:pt>
                      <c:pt idx="7061">
                        <c:v>59.873191830000003</c:v>
                      </c:pt>
                      <c:pt idx="7062">
                        <c:v>59.87319565</c:v>
                      </c:pt>
                      <c:pt idx="7063">
                        <c:v>59.873203279999998</c:v>
                      </c:pt>
                      <c:pt idx="7064">
                        <c:v>59.873207090000001</c:v>
                      </c:pt>
                      <c:pt idx="7065">
                        <c:v>59.87321472</c:v>
                      </c:pt>
                      <c:pt idx="7066">
                        <c:v>59.873218540000003</c:v>
                      </c:pt>
                      <c:pt idx="7067">
                        <c:v>59.873226170000002</c:v>
                      </c:pt>
                      <c:pt idx="7068">
                        <c:v>59.873233800000001</c:v>
                      </c:pt>
                      <c:pt idx="7069">
                        <c:v>59.873237609999997</c:v>
                      </c:pt>
                      <c:pt idx="7070">
                        <c:v>59.873245240000003</c:v>
                      </c:pt>
                      <c:pt idx="7071">
                        <c:v>59.873249049999998</c:v>
                      </c:pt>
                      <c:pt idx="7072">
                        <c:v>59.873256679999997</c:v>
                      </c:pt>
                      <c:pt idx="7073">
                        <c:v>59.873264310000003</c:v>
                      </c:pt>
                      <c:pt idx="7074">
                        <c:v>59.87326813</c:v>
                      </c:pt>
                      <c:pt idx="7075">
                        <c:v>59.873275759999999</c:v>
                      </c:pt>
                      <c:pt idx="7076">
                        <c:v>59.873283389999997</c:v>
                      </c:pt>
                      <c:pt idx="7077">
                        <c:v>59.8732872</c:v>
                      </c:pt>
                      <c:pt idx="7078">
                        <c:v>59.873294829999999</c:v>
                      </c:pt>
                      <c:pt idx="7079">
                        <c:v>59.873302459999998</c:v>
                      </c:pt>
                      <c:pt idx="7080">
                        <c:v>59.87330627</c:v>
                      </c:pt>
                      <c:pt idx="7081">
                        <c:v>59.873313899999999</c:v>
                      </c:pt>
                      <c:pt idx="7082">
                        <c:v>59.873317720000003</c:v>
                      </c:pt>
                      <c:pt idx="7083">
                        <c:v>59.873325350000002</c:v>
                      </c:pt>
                      <c:pt idx="7084">
                        <c:v>59.873332980000001</c:v>
                      </c:pt>
                      <c:pt idx="7085">
                        <c:v>59.873336790000003</c:v>
                      </c:pt>
                      <c:pt idx="7086">
                        <c:v>59.873344420000002</c:v>
                      </c:pt>
                      <c:pt idx="7087">
                        <c:v>59.873352050000001</c:v>
                      </c:pt>
                      <c:pt idx="7088">
                        <c:v>59.873355869999997</c:v>
                      </c:pt>
                      <c:pt idx="7089">
                        <c:v>59.873363490000003</c:v>
                      </c:pt>
                      <c:pt idx="7090">
                        <c:v>59.873371120000002</c:v>
                      </c:pt>
                      <c:pt idx="7091">
                        <c:v>59.873374939999998</c:v>
                      </c:pt>
                      <c:pt idx="7092">
                        <c:v>59.873382569999997</c:v>
                      </c:pt>
                      <c:pt idx="7093">
                        <c:v>59.873386379999999</c:v>
                      </c:pt>
                      <c:pt idx="7094">
                        <c:v>59.873394009999998</c:v>
                      </c:pt>
                      <c:pt idx="7095">
                        <c:v>59.873401639999997</c:v>
                      </c:pt>
                      <c:pt idx="7096">
                        <c:v>59.873405460000001</c:v>
                      </c:pt>
                      <c:pt idx="7097">
                        <c:v>59.87341309</c:v>
                      </c:pt>
                      <c:pt idx="7098">
                        <c:v>59.873420719999999</c:v>
                      </c:pt>
                      <c:pt idx="7099">
                        <c:v>59.873424530000001</c:v>
                      </c:pt>
                      <c:pt idx="7100">
                        <c:v>59.87343216</c:v>
                      </c:pt>
                      <c:pt idx="7101">
                        <c:v>59.873435970000003</c:v>
                      </c:pt>
                      <c:pt idx="7102">
                        <c:v>59.873443600000002</c:v>
                      </c:pt>
                      <c:pt idx="7103">
                        <c:v>59.873451230000001</c:v>
                      </c:pt>
                      <c:pt idx="7104">
                        <c:v>59.873455049999997</c:v>
                      </c:pt>
                      <c:pt idx="7105">
                        <c:v>59.873462680000003</c:v>
                      </c:pt>
                      <c:pt idx="7106">
                        <c:v>59.873466489999998</c:v>
                      </c:pt>
                      <c:pt idx="7107">
                        <c:v>59.873474119999997</c:v>
                      </c:pt>
                      <c:pt idx="7108">
                        <c:v>59.873481750000003</c:v>
                      </c:pt>
                      <c:pt idx="7109">
                        <c:v>59.87348557</c:v>
                      </c:pt>
                      <c:pt idx="7110">
                        <c:v>59.873493189999998</c:v>
                      </c:pt>
                      <c:pt idx="7111">
                        <c:v>59.873497010000001</c:v>
                      </c:pt>
                      <c:pt idx="7112">
                        <c:v>59.87350464</c:v>
                      </c:pt>
                      <c:pt idx="7113">
                        <c:v>59.873512269999999</c:v>
                      </c:pt>
                      <c:pt idx="7114">
                        <c:v>59.873516080000002</c:v>
                      </c:pt>
                      <c:pt idx="7115">
                        <c:v>59.873523710000001</c:v>
                      </c:pt>
                      <c:pt idx="7116">
                        <c:v>59.873527529999997</c:v>
                      </c:pt>
                      <c:pt idx="7117">
                        <c:v>59.873535160000003</c:v>
                      </c:pt>
                      <c:pt idx="7118">
                        <c:v>59.873542790000002</c:v>
                      </c:pt>
                      <c:pt idx="7119">
                        <c:v>59.873546599999997</c:v>
                      </c:pt>
                      <c:pt idx="7120">
                        <c:v>59.873554230000003</c:v>
                      </c:pt>
                      <c:pt idx="7121">
                        <c:v>59.873558039999999</c:v>
                      </c:pt>
                      <c:pt idx="7122">
                        <c:v>59.873565669999998</c:v>
                      </c:pt>
                      <c:pt idx="7123">
                        <c:v>59.873573299999997</c:v>
                      </c:pt>
                      <c:pt idx="7124">
                        <c:v>59.87357712</c:v>
                      </c:pt>
                      <c:pt idx="7125">
                        <c:v>59.873584749999999</c:v>
                      </c:pt>
                      <c:pt idx="7126">
                        <c:v>59.873592379999998</c:v>
                      </c:pt>
                      <c:pt idx="7127">
                        <c:v>59.873596190000001</c:v>
                      </c:pt>
                      <c:pt idx="7128">
                        <c:v>59.87360382</c:v>
                      </c:pt>
                      <c:pt idx="7129">
                        <c:v>59.873611449999999</c:v>
                      </c:pt>
                      <c:pt idx="7130">
                        <c:v>59.873615260000001</c:v>
                      </c:pt>
                      <c:pt idx="7131">
                        <c:v>59.87362289</c:v>
                      </c:pt>
                      <c:pt idx="7132">
                        <c:v>59.873630519999999</c:v>
                      </c:pt>
                      <c:pt idx="7133">
                        <c:v>59.873634340000002</c:v>
                      </c:pt>
                      <c:pt idx="7134">
                        <c:v>59.873641970000001</c:v>
                      </c:pt>
                      <c:pt idx="7135">
                        <c:v>59.8736496</c:v>
                      </c:pt>
                      <c:pt idx="7136">
                        <c:v>59.873653410000003</c:v>
                      </c:pt>
                      <c:pt idx="7137">
                        <c:v>59.873661040000002</c:v>
                      </c:pt>
                      <c:pt idx="7138">
                        <c:v>59.873668670000001</c:v>
                      </c:pt>
                      <c:pt idx="7139">
                        <c:v>59.8736763</c:v>
                      </c:pt>
                      <c:pt idx="7140">
                        <c:v>59.873680110000002</c:v>
                      </c:pt>
                      <c:pt idx="7141">
                        <c:v>59.873687740000001</c:v>
                      </c:pt>
                      <c:pt idx="7142">
                        <c:v>59.87369537</c:v>
                      </c:pt>
                      <c:pt idx="7143">
                        <c:v>59.873699190000004</c:v>
                      </c:pt>
                      <c:pt idx="7144">
                        <c:v>59.873706820000002</c:v>
                      </c:pt>
                      <c:pt idx="7145">
                        <c:v>59.873714450000001</c:v>
                      </c:pt>
                      <c:pt idx="7146">
                        <c:v>59.87372208</c:v>
                      </c:pt>
                      <c:pt idx="7147">
                        <c:v>59.873725890000003</c:v>
                      </c:pt>
                      <c:pt idx="7148">
                        <c:v>59.873733520000002</c:v>
                      </c:pt>
                      <c:pt idx="7149">
                        <c:v>59.873741150000001</c:v>
                      </c:pt>
                      <c:pt idx="7150">
                        <c:v>59.87374878</c:v>
                      </c:pt>
                      <c:pt idx="7151">
                        <c:v>59.873752590000002</c:v>
                      </c:pt>
                      <c:pt idx="7152">
                        <c:v>59.873760220000001</c:v>
                      </c:pt>
                      <c:pt idx="7153">
                        <c:v>59.87376785</c:v>
                      </c:pt>
                      <c:pt idx="7154">
                        <c:v>59.873775479999999</c:v>
                      </c:pt>
                      <c:pt idx="7155">
                        <c:v>59.873779300000002</c:v>
                      </c:pt>
                      <c:pt idx="7156">
                        <c:v>59.873786930000001</c:v>
                      </c:pt>
                      <c:pt idx="7157">
                        <c:v>59.87379456</c:v>
                      </c:pt>
                      <c:pt idx="7158">
                        <c:v>59.873802189999999</c:v>
                      </c:pt>
                      <c:pt idx="7159">
                        <c:v>59.873809809999997</c:v>
                      </c:pt>
                      <c:pt idx="7160">
                        <c:v>59.873813630000001</c:v>
                      </c:pt>
                      <c:pt idx="7161">
                        <c:v>59.87382126</c:v>
                      </c:pt>
                      <c:pt idx="7162">
                        <c:v>59.873828889999999</c:v>
                      </c:pt>
                      <c:pt idx="7163">
                        <c:v>59.873836519999998</c:v>
                      </c:pt>
                      <c:pt idx="7164">
                        <c:v>59.87384033</c:v>
                      </c:pt>
                      <c:pt idx="7165">
                        <c:v>59.873847959999999</c:v>
                      </c:pt>
                      <c:pt idx="7166">
                        <c:v>59.873855589999998</c:v>
                      </c:pt>
                      <c:pt idx="7167">
                        <c:v>59.873863219999997</c:v>
                      </c:pt>
                      <c:pt idx="7168">
                        <c:v>59.873870850000003</c:v>
                      </c:pt>
                      <c:pt idx="7169">
                        <c:v>59.873874659999998</c:v>
                      </c:pt>
                      <c:pt idx="7170">
                        <c:v>59.873882289999997</c:v>
                      </c:pt>
                      <c:pt idx="7171">
                        <c:v>59.873889920000003</c:v>
                      </c:pt>
                      <c:pt idx="7172">
                        <c:v>59.873897550000002</c:v>
                      </c:pt>
                      <c:pt idx="7173">
                        <c:v>59.873905180000001</c:v>
                      </c:pt>
                      <c:pt idx="7174">
                        <c:v>59.873908999999998</c:v>
                      </c:pt>
                      <c:pt idx="7175">
                        <c:v>59.873916629999997</c:v>
                      </c:pt>
                      <c:pt idx="7176">
                        <c:v>59.873924260000003</c:v>
                      </c:pt>
                      <c:pt idx="7177">
                        <c:v>59.873931880000001</c:v>
                      </c:pt>
                      <c:pt idx="7178">
                        <c:v>59.873935699999997</c:v>
                      </c:pt>
                      <c:pt idx="7179">
                        <c:v>59.873943330000003</c:v>
                      </c:pt>
                      <c:pt idx="7180">
                        <c:v>59.873950960000002</c:v>
                      </c:pt>
                      <c:pt idx="7181">
                        <c:v>59.873958590000001</c:v>
                      </c:pt>
                      <c:pt idx="7182">
                        <c:v>59.87396622</c:v>
                      </c:pt>
                      <c:pt idx="7183">
                        <c:v>59.873973849999999</c:v>
                      </c:pt>
                      <c:pt idx="7184">
                        <c:v>59.873977660000001</c:v>
                      </c:pt>
                      <c:pt idx="7185">
                        <c:v>59.87398529</c:v>
                      </c:pt>
                      <c:pt idx="7186">
                        <c:v>59.873992919999999</c:v>
                      </c:pt>
                      <c:pt idx="7187">
                        <c:v>59.874000549999998</c:v>
                      </c:pt>
                      <c:pt idx="7188">
                        <c:v>59.874008179999997</c:v>
                      </c:pt>
                      <c:pt idx="7189">
                        <c:v>59.87401199</c:v>
                      </c:pt>
                      <c:pt idx="7190">
                        <c:v>59.874019619999999</c:v>
                      </c:pt>
                      <c:pt idx="7191">
                        <c:v>59.874027249999997</c:v>
                      </c:pt>
                      <c:pt idx="7192">
                        <c:v>59.874034880000004</c:v>
                      </c:pt>
                      <c:pt idx="7193">
                        <c:v>59.874042510000002</c:v>
                      </c:pt>
                      <c:pt idx="7194">
                        <c:v>59.874046329999999</c:v>
                      </c:pt>
                      <c:pt idx="7195">
                        <c:v>59.874053959999998</c:v>
                      </c:pt>
                      <c:pt idx="7196">
                        <c:v>59.874061580000003</c:v>
                      </c:pt>
                      <c:pt idx="7197">
                        <c:v>59.874069210000002</c:v>
                      </c:pt>
                      <c:pt idx="7198">
                        <c:v>59.874076840000001</c:v>
                      </c:pt>
                      <c:pt idx="7199">
                        <c:v>59.87408447</c:v>
                      </c:pt>
                      <c:pt idx="7200">
                        <c:v>59.874088290000003</c:v>
                      </c:pt>
                      <c:pt idx="7201">
                        <c:v>59.874095920000002</c:v>
                      </c:pt>
                      <c:pt idx="7202">
                        <c:v>59.874103550000001</c:v>
                      </c:pt>
                      <c:pt idx="7203">
                        <c:v>59.87411118</c:v>
                      </c:pt>
                      <c:pt idx="7204">
                        <c:v>59.874118799999998</c:v>
                      </c:pt>
                      <c:pt idx="7205">
                        <c:v>59.874126429999997</c:v>
                      </c:pt>
                      <c:pt idx="7206">
                        <c:v>59.874134060000003</c:v>
                      </c:pt>
                    </c:numCache>
                  </c:numRef>
                </c:yVal>
                <c:smooth val="0"/>
                <c:extLst xmlns:c15="http://schemas.microsoft.com/office/drawing/2012/chart">
                  <c:ext xmlns:c16="http://schemas.microsoft.com/office/drawing/2014/chart" uri="{C3380CC4-5D6E-409C-BE32-E72D297353CC}">
                    <c16:uniqueId val="{00000005-A55F-4951-BDAE-93CFD69AC650}"/>
                  </c:ext>
                </c:extLst>
              </c15:ser>
            </c15:filteredScatterSeries>
          </c:ext>
        </c:extLst>
      </c:scatterChart>
      <c:valAx>
        <c:axId val="1131552640"/>
        <c:scaling>
          <c:orientation val="minMax"/>
          <c:max val="3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r>
                  <a:rPr lang="en-US" baseline="0">
                    <a:latin typeface="Palatino Linotype" panose="02040502050505030304" pitchFamily="18" charset="0"/>
                  </a:rPr>
                  <a:t>Time (sec)</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131506880"/>
        <c:crosses val="autoZero"/>
        <c:crossBetween val="midCat"/>
      </c:valAx>
      <c:valAx>
        <c:axId val="1131506880"/>
        <c:scaling>
          <c:orientation val="minMax"/>
          <c:max val="6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r>
                  <a:rPr lang="en-US" baseline="0">
                    <a:latin typeface="Palatino Linotype" panose="02040502050505030304" pitchFamily="18" charset="0"/>
                  </a:rPr>
                  <a:t>Frequency (Hz)</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131552640"/>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IBRs!$B$1</c:f>
              <c:strCache>
                <c:ptCount val="1"/>
                <c:pt idx="0">
                  <c:v>DG</c:v>
                </c:pt>
              </c:strCache>
            </c:strRef>
          </c:tx>
          <c:spPr>
            <a:solidFill>
              <a:srgbClr val="005172"/>
            </a:solidFill>
            <a:ln>
              <a:noFill/>
            </a:ln>
            <a:effectLst/>
            <a:sp3d/>
          </c:spPr>
          <c:invertIfNegative val="0"/>
          <c:cat>
            <c:strRef>
              <c:f>IBRs!$A$2:$A$12</c:f>
              <c:strCache>
                <c:ptCount val="11"/>
                <c:pt idx="0">
                  <c:v>22HS3Sa</c:v>
                </c:pt>
                <c:pt idx="1">
                  <c:v>23LW1a</c:v>
                </c:pt>
                <c:pt idx="2">
                  <c:v>23HW3a</c:v>
                </c:pt>
                <c:pt idx="3">
                  <c:v>23HSP1a</c:v>
                </c:pt>
                <c:pt idx="4">
                  <c:v>23LS1a</c:v>
                </c:pt>
                <c:pt idx="5">
                  <c:v>23HS4a</c:v>
                </c:pt>
                <c:pt idx="6">
                  <c:v>28HW2a</c:v>
                </c:pt>
                <c:pt idx="7">
                  <c:v>28HS2a</c:v>
                </c:pt>
                <c:pt idx="8">
                  <c:v>33HW1a</c:v>
                </c:pt>
                <c:pt idx="9">
                  <c:v>33LSP1Sa</c:v>
                </c:pt>
                <c:pt idx="10">
                  <c:v>33HS1a</c:v>
                </c:pt>
              </c:strCache>
            </c:strRef>
          </c:cat>
          <c:val>
            <c:numRef>
              <c:f>IBRs!$B$2:$B$12</c:f>
              <c:numCache>
                <c:formatCode>0</c:formatCode>
                <c:ptCount val="11"/>
                <c:pt idx="0">
                  <c:v>6.3719999999999999</c:v>
                </c:pt>
                <c:pt idx="1">
                  <c:v>1E-3</c:v>
                </c:pt>
                <c:pt idx="2">
                  <c:v>2.3E-2</c:v>
                </c:pt>
                <c:pt idx="3">
                  <c:v>11.976000000000001</c:v>
                </c:pt>
                <c:pt idx="4">
                  <c:v>1.4E-2</c:v>
                </c:pt>
                <c:pt idx="5">
                  <c:v>7.4779999999999998</c:v>
                </c:pt>
                <c:pt idx="6">
                  <c:v>0.18</c:v>
                </c:pt>
                <c:pt idx="7">
                  <c:v>8.8119999999999994</c:v>
                </c:pt>
                <c:pt idx="8">
                  <c:v>8.0000000000000002E-3</c:v>
                </c:pt>
                <c:pt idx="9">
                  <c:v>21.446999999999999</c:v>
                </c:pt>
                <c:pt idx="10">
                  <c:v>13.393000000000001</c:v>
                </c:pt>
              </c:numCache>
            </c:numRef>
          </c:val>
          <c:extLst>
            <c:ext xmlns:c16="http://schemas.microsoft.com/office/drawing/2014/chart" uri="{C3380CC4-5D6E-409C-BE32-E72D297353CC}">
              <c16:uniqueId val="{00000000-B1D5-4DB9-B55C-08688DA58BED}"/>
            </c:ext>
          </c:extLst>
        </c:ser>
        <c:ser>
          <c:idx val="1"/>
          <c:order val="1"/>
          <c:tx>
            <c:strRef>
              <c:f>IBRs!$C$1</c:f>
              <c:strCache>
                <c:ptCount val="1"/>
                <c:pt idx="0">
                  <c:v>Solar</c:v>
                </c:pt>
              </c:strCache>
            </c:strRef>
          </c:tx>
          <c:spPr>
            <a:solidFill>
              <a:srgbClr val="B53713"/>
            </a:solidFill>
            <a:ln>
              <a:noFill/>
            </a:ln>
            <a:effectLst/>
            <a:sp3d/>
          </c:spPr>
          <c:invertIfNegative val="0"/>
          <c:cat>
            <c:strRef>
              <c:f>IBRs!$A$2:$A$12</c:f>
              <c:strCache>
                <c:ptCount val="11"/>
                <c:pt idx="0">
                  <c:v>22HS3Sa</c:v>
                </c:pt>
                <c:pt idx="1">
                  <c:v>23LW1a</c:v>
                </c:pt>
                <c:pt idx="2">
                  <c:v>23HW3a</c:v>
                </c:pt>
                <c:pt idx="3">
                  <c:v>23HSP1a</c:v>
                </c:pt>
                <c:pt idx="4">
                  <c:v>23LS1a</c:v>
                </c:pt>
                <c:pt idx="5">
                  <c:v>23HS4a</c:v>
                </c:pt>
                <c:pt idx="6">
                  <c:v>28HW2a</c:v>
                </c:pt>
                <c:pt idx="7">
                  <c:v>28HS2a</c:v>
                </c:pt>
                <c:pt idx="8">
                  <c:v>33HW1a</c:v>
                </c:pt>
                <c:pt idx="9">
                  <c:v>33LSP1Sa</c:v>
                </c:pt>
                <c:pt idx="10">
                  <c:v>33HS1a</c:v>
                </c:pt>
              </c:strCache>
            </c:strRef>
          </c:cat>
          <c:val>
            <c:numRef>
              <c:f>IBRs!$C$2:$C$12</c:f>
              <c:numCache>
                <c:formatCode>0</c:formatCode>
                <c:ptCount val="11"/>
                <c:pt idx="0">
                  <c:v>15.186999999999999</c:v>
                </c:pt>
                <c:pt idx="1">
                  <c:v>0</c:v>
                </c:pt>
                <c:pt idx="2">
                  <c:v>0.89400000000000002</c:v>
                </c:pt>
                <c:pt idx="3">
                  <c:v>11.106999999999999</c:v>
                </c:pt>
                <c:pt idx="4">
                  <c:v>0.111</c:v>
                </c:pt>
                <c:pt idx="5">
                  <c:v>21.509</c:v>
                </c:pt>
                <c:pt idx="6">
                  <c:v>1.339</c:v>
                </c:pt>
                <c:pt idx="7">
                  <c:v>25.414000000000001</c:v>
                </c:pt>
                <c:pt idx="8">
                  <c:v>3.6909999999999998</c:v>
                </c:pt>
                <c:pt idx="9">
                  <c:v>23.91</c:v>
                </c:pt>
                <c:pt idx="10">
                  <c:v>30.431000000000001</c:v>
                </c:pt>
              </c:numCache>
            </c:numRef>
          </c:val>
          <c:extLst>
            <c:ext xmlns:c16="http://schemas.microsoft.com/office/drawing/2014/chart" uri="{C3380CC4-5D6E-409C-BE32-E72D297353CC}">
              <c16:uniqueId val="{00000001-B1D5-4DB9-B55C-08688DA58BED}"/>
            </c:ext>
          </c:extLst>
        </c:ser>
        <c:ser>
          <c:idx val="2"/>
          <c:order val="2"/>
          <c:tx>
            <c:strRef>
              <c:f>IBRs!$D$1</c:f>
              <c:strCache>
                <c:ptCount val="1"/>
                <c:pt idx="0">
                  <c:v>Wind</c:v>
                </c:pt>
              </c:strCache>
            </c:strRef>
          </c:tx>
          <c:spPr>
            <a:solidFill>
              <a:srgbClr val="666666"/>
            </a:solidFill>
            <a:ln>
              <a:noFill/>
            </a:ln>
            <a:effectLst/>
            <a:sp3d/>
          </c:spPr>
          <c:invertIfNegative val="0"/>
          <c:cat>
            <c:strRef>
              <c:f>IBRs!$A$2:$A$12</c:f>
              <c:strCache>
                <c:ptCount val="11"/>
                <c:pt idx="0">
                  <c:v>22HS3Sa</c:v>
                </c:pt>
                <c:pt idx="1">
                  <c:v>23LW1a</c:v>
                </c:pt>
                <c:pt idx="2">
                  <c:v>23HW3a</c:v>
                </c:pt>
                <c:pt idx="3">
                  <c:v>23HSP1a</c:v>
                </c:pt>
                <c:pt idx="4">
                  <c:v>23LS1a</c:v>
                </c:pt>
                <c:pt idx="5">
                  <c:v>23HS4a</c:v>
                </c:pt>
                <c:pt idx="6">
                  <c:v>28HW2a</c:v>
                </c:pt>
                <c:pt idx="7">
                  <c:v>28HS2a</c:v>
                </c:pt>
                <c:pt idx="8">
                  <c:v>33HW1a</c:v>
                </c:pt>
                <c:pt idx="9">
                  <c:v>33LSP1Sa</c:v>
                </c:pt>
                <c:pt idx="10">
                  <c:v>33HS1a</c:v>
                </c:pt>
              </c:strCache>
            </c:strRef>
          </c:cat>
          <c:val>
            <c:numRef>
              <c:f>IBRs!$D$2:$D$12</c:f>
              <c:numCache>
                <c:formatCode>0</c:formatCode>
                <c:ptCount val="11"/>
                <c:pt idx="0">
                  <c:v>11.689</c:v>
                </c:pt>
                <c:pt idx="1">
                  <c:v>10.946999999999999</c:v>
                </c:pt>
                <c:pt idx="2">
                  <c:v>12.103999999999999</c:v>
                </c:pt>
                <c:pt idx="3">
                  <c:v>10.523</c:v>
                </c:pt>
                <c:pt idx="4">
                  <c:v>10.91</c:v>
                </c:pt>
                <c:pt idx="5">
                  <c:v>10.538</c:v>
                </c:pt>
                <c:pt idx="6">
                  <c:v>13.776</c:v>
                </c:pt>
                <c:pt idx="7">
                  <c:v>10.137</c:v>
                </c:pt>
                <c:pt idx="8">
                  <c:v>18.727</c:v>
                </c:pt>
                <c:pt idx="9">
                  <c:v>9.2620000000000005</c:v>
                </c:pt>
                <c:pt idx="10">
                  <c:v>13.1</c:v>
                </c:pt>
              </c:numCache>
            </c:numRef>
          </c:val>
          <c:extLst>
            <c:ext xmlns:c16="http://schemas.microsoft.com/office/drawing/2014/chart" uri="{C3380CC4-5D6E-409C-BE32-E72D297353CC}">
              <c16:uniqueId val="{00000002-B1D5-4DB9-B55C-08688DA58BED}"/>
            </c:ext>
          </c:extLst>
        </c:ser>
        <c:dLbls>
          <c:showLegendKey val="0"/>
          <c:showVal val="0"/>
          <c:showCatName val="0"/>
          <c:showSerName val="0"/>
          <c:showPercent val="0"/>
          <c:showBubbleSize val="0"/>
        </c:dLbls>
        <c:gapWidth val="150"/>
        <c:shape val="box"/>
        <c:axId val="1269093472"/>
        <c:axId val="1269088896"/>
        <c:axId val="0"/>
      </c:bar3DChart>
      <c:catAx>
        <c:axId val="1269093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269088896"/>
        <c:crosses val="autoZero"/>
        <c:auto val="1"/>
        <c:lblAlgn val="ctr"/>
        <c:lblOffset val="100"/>
        <c:noMultiLvlLbl val="0"/>
      </c:catAx>
      <c:valAx>
        <c:axId val="12690888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269093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ECC Word Theme">
  <a:themeElements>
    <a:clrScheme name="WECC Palette">
      <a:dk1>
        <a:srgbClr val="000000"/>
      </a:dk1>
      <a:lt1>
        <a:srgbClr val="FFFFFF"/>
      </a:lt1>
      <a:dk2>
        <a:srgbClr val="666666"/>
      </a:dk2>
      <a:lt2>
        <a:srgbClr val="FFFFFF"/>
      </a:lt2>
      <a:accent1>
        <a:srgbClr val="00395D"/>
      </a:accent1>
      <a:accent2>
        <a:srgbClr val="005238"/>
      </a:accent2>
      <a:accent3>
        <a:srgbClr val="6D2D41"/>
      </a:accent3>
      <a:accent4>
        <a:srgbClr val="B53713"/>
      </a:accent4>
      <a:accent5>
        <a:srgbClr val="A99260"/>
      </a:accent5>
      <a:accent6>
        <a:srgbClr val="A71930"/>
      </a:accent6>
      <a:hlink>
        <a:srgbClr val="0000FF"/>
      </a:hlink>
      <a:folHlink>
        <a:srgbClr val="800080"/>
      </a:folHlink>
    </a:clrScheme>
    <a:fontScheme name="WECC Fonts">
      <a:majorFont>
        <a:latin typeface="Lucida Sans"/>
        <a:ea typeface=""/>
        <a:cs typeface=""/>
      </a:majorFont>
      <a:minorFont>
        <a:latin typeface="Palatino Linotype"/>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1F9DAF"/>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062F3E8-2E4B-47D9-8A17-6F8EF559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Data Request Report</Template>
  <TotalTime>683</TotalTime>
  <Pages>17</Pages>
  <Words>4485</Words>
  <Characters>25566</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Affleck, Logan</dc:creator>
  <cp:keywords/>
  <dc:description/>
  <cp:lastModifiedBy>Affleck, Logan</cp:lastModifiedBy>
  <cp:revision>146</cp:revision>
  <cp:lastPrinted>2019-01-04T22:00:00Z</cp:lastPrinted>
  <dcterms:created xsi:type="dcterms:W3CDTF">2022-10-18T15:55:00Z</dcterms:created>
  <dcterms:modified xsi:type="dcterms:W3CDTF">2022-11-28T18:36:00Z</dcterms:modified>
</cp:coreProperties>
</file>